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958E8E" w14:textId="4D81CC6E" w:rsidR="008C1598" w:rsidRPr="009C1C47" w:rsidRDefault="0081560D" w:rsidP="00A1311C">
      <w:pPr>
        <w:pStyle w:val="Photoauteur"/>
        <w:spacing w:after="720"/>
      </w:pPr>
      <w:r w:rsidRPr="009C1C47">
        <w:rPr>
          <w:noProof/>
        </w:rPr>
        <w:drawing>
          <wp:anchor distT="0" distB="0" distL="114935" distR="114935" simplePos="0" relativeHeight="251657728" behindDoc="0" locked="0" layoutInCell="1" allowOverlap="1" wp14:anchorId="7E581AFC" wp14:editId="6D96CEA0">
            <wp:simplePos x="0" y="0"/>
            <wp:positionH relativeFrom="page">
              <wp:posOffset>0</wp:posOffset>
            </wp:positionH>
            <wp:positionV relativeFrom="page">
              <wp:posOffset>0</wp:posOffset>
            </wp:positionV>
            <wp:extent cx="1438275" cy="1069022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131" t="-17" r="-131" b="-17"/>
                    <a:stretch>
                      <a:fillRect/>
                    </a:stretch>
                  </pic:blipFill>
                  <pic:spPr bwMode="auto">
                    <a:xfrm>
                      <a:off x="0" y="0"/>
                      <a:ext cx="1438275" cy="10690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5102079" wp14:editId="432C8B22">
            <wp:extent cx="3808730" cy="46869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8730" cy="4686935"/>
                    </a:xfrm>
                    <a:prstGeom prst="rect">
                      <a:avLst/>
                    </a:prstGeom>
                    <a:noFill/>
                    <a:ln>
                      <a:noFill/>
                    </a:ln>
                  </pic:spPr>
                </pic:pic>
              </a:graphicData>
            </a:graphic>
          </wp:inline>
        </w:drawing>
      </w:r>
    </w:p>
    <w:p w14:paraId="258A88E5" w14:textId="77777777" w:rsidR="008C1598" w:rsidRPr="009C1C47" w:rsidRDefault="008C1598" w:rsidP="00A1311C">
      <w:pPr>
        <w:pStyle w:val="Auteur"/>
        <w:spacing w:after="1200"/>
      </w:pPr>
      <w:r w:rsidRPr="009C1C47">
        <w:t>Paul Ferrier</w:t>
      </w:r>
    </w:p>
    <w:p w14:paraId="4EB29295" w14:textId="77777777" w:rsidR="008C1598" w:rsidRPr="009C1C47" w:rsidRDefault="008C1598">
      <w:pPr>
        <w:pStyle w:val="Titrelivre"/>
      </w:pPr>
      <w:r w:rsidRPr="009C1C47">
        <w:t>LA PARTIE D’ÉCHECS</w:t>
      </w:r>
    </w:p>
    <w:p w14:paraId="33AE2C5B" w14:textId="77777777" w:rsidR="008C1598" w:rsidRPr="009C1C47" w:rsidRDefault="008C1598">
      <w:pPr>
        <w:pStyle w:val="Soustitrelivre"/>
      </w:pPr>
      <w:r w:rsidRPr="009C1C47">
        <w:t>Comédie</w:t>
      </w:r>
    </w:p>
    <w:p w14:paraId="3BE86AD0" w14:textId="77777777" w:rsidR="008C1598" w:rsidRPr="009C1C47" w:rsidRDefault="008C1598">
      <w:pPr>
        <w:pStyle w:val="DateSortie"/>
        <w:sectPr w:rsidR="008C1598" w:rsidRPr="009C1C47">
          <w:footerReference w:type="default" r:id="rId10"/>
          <w:pgSz w:w="11906" w:h="16838"/>
          <w:pgMar w:top="0" w:right="0" w:bottom="56" w:left="0" w:header="720" w:footer="0" w:gutter="0"/>
          <w:cols w:space="720"/>
          <w:titlePg/>
          <w:docGrid w:linePitch="360"/>
        </w:sectPr>
      </w:pPr>
      <w:r w:rsidRPr="009C1C47">
        <w:t>1876</w:t>
      </w:r>
      <w:r w:rsidRPr="009C1C47">
        <w:br/>
      </w:r>
      <w:r w:rsidRPr="009C1C47">
        <w:rPr>
          <w:sz w:val="32"/>
          <w:szCs w:val="32"/>
        </w:rPr>
        <w:t>Représentée pour la première fois, à Paris,</w:t>
      </w:r>
      <w:r w:rsidRPr="009C1C47">
        <w:rPr>
          <w:sz w:val="32"/>
          <w:szCs w:val="32"/>
        </w:rPr>
        <w:br/>
        <w:t xml:space="preserve">sur le Théâtre du Palais-Royal, le </w:t>
      </w:r>
      <w:r w:rsidR="00D049D2" w:rsidRPr="009C1C47">
        <w:rPr>
          <w:sz w:val="32"/>
          <w:szCs w:val="32"/>
        </w:rPr>
        <w:t>7</w:t>
      </w:r>
      <w:r w:rsidRPr="009C1C47">
        <w:rPr>
          <w:sz w:val="32"/>
          <w:szCs w:val="32"/>
        </w:rPr>
        <w:t> juillet 1876</w:t>
      </w:r>
    </w:p>
    <w:p w14:paraId="5E56798A" w14:textId="77777777" w:rsidR="008C1598" w:rsidRPr="009C1C47" w:rsidRDefault="008C1598">
      <w:pPr>
        <w:pStyle w:val="Titretablematires"/>
        <w:spacing w:before="0"/>
      </w:pPr>
      <w:r w:rsidRPr="009C1C47">
        <w:lastRenderedPageBreak/>
        <w:t>Table des matières</w:t>
      </w:r>
    </w:p>
    <w:p w14:paraId="5F9E547A" w14:textId="3D71AFA1" w:rsidR="004334F5" w:rsidRDefault="008C1598">
      <w:pPr>
        <w:pStyle w:val="TM1"/>
        <w:rPr>
          <w:rFonts w:asciiTheme="minorHAnsi" w:eastAsiaTheme="minorEastAsia" w:hAnsiTheme="minorHAnsi" w:cstheme="minorBidi"/>
          <w:bCs w:val="0"/>
          <w:iCs w:val="0"/>
          <w:noProof/>
          <w:color w:val="auto"/>
          <w:kern w:val="2"/>
          <w:sz w:val="24"/>
          <w:szCs w:val="24"/>
          <w14:ligatures w14:val="standardContextual"/>
        </w:rPr>
      </w:pPr>
      <w:r w:rsidRPr="009C1C47">
        <w:rPr>
          <w:color w:val="auto"/>
        </w:rPr>
        <w:fldChar w:fldCharType="begin"/>
      </w:r>
      <w:r w:rsidRPr="009C1C47">
        <w:rPr>
          <w:color w:val="auto"/>
        </w:rPr>
        <w:instrText xml:space="preserve"> TOC \o "1-3" \h \z </w:instrText>
      </w:r>
      <w:r w:rsidRPr="009C1C47">
        <w:rPr>
          <w:color w:val="auto"/>
        </w:rPr>
        <w:fldChar w:fldCharType="separate"/>
      </w:r>
      <w:hyperlink w:anchor="_Toc195641069" w:history="1">
        <w:r w:rsidR="004334F5" w:rsidRPr="00D57E80">
          <w:rPr>
            <w:rStyle w:val="Lienhypertexte"/>
            <w:noProof/>
          </w:rPr>
          <w:t>PERSONNAGES</w:t>
        </w:r>
        <w:r w:rsidR="004334F5">
          <w:rPr>
            <w:noProof/>
            <w:webHidden/>
          </w:rPr>
          <w:tab/>
        </w:r>
        <w:r w:rsidR="004334F5">
          <w:rPr>
            <w:noProof/>
            <w:webHidden/>
          </w:rPr>
          <w:fldChar w:fldCharType="begin"/>
        </w:r>
        <w:r w:rsidR="004334F5">
          <w:rPr>
            <w:noProof/>
            <w:webHidden/>
          </w:rPr>
          <w:instrText xml:space="preserve"> PAGEREF _Toc195641069 \h </w:instrText>
        </w:r>
        <w:r w:rsidR="004334F5">
          <w:rPr>
            <w:noProof/>
            <w:webHidden/>
          </w:rPr>
        </w:r>
        <w:r w:rsidR="004334F5">
          <w:rPr>
            <w:noProof/>
            <w:webHidden/>
          </w:rPr>
          <w:fldChar w:fldCharType="separate"/>
        </w:r>
        <w:r w:rsidR="00CC7285">
          <w:rPr>
            <w:noProof/>
            <w:webHidden/>
          </w:rPr>
          <w:t>3</w:t>
        </w:r>
        <w:r w:rsidR="004334F5">
          <w:rPr>
            <w:noProof/>
            <w:webHidden/>
          </w:rPr>
          <w:fldChar w:fldCharType="end"/>
        </w:r>
      </w:hyperlink>
    </w:p>
    <w:p w14:paraId="581BB6F1" w14:textId="1C88C564"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0" w:history="1">
        <w:r w:rsidRPr="00D57E80">
          <w:rPr>
            <w:rStyle w:val="Lienhypertexte"/>
            <w:noProof/>
          </w:rPr>
          <w:t>SCÈNE PREMIÈRE</w:t>
        </w:r>
        <w:r>
          <w:rPr>
            <w:noProof/>
            <w:webHidden/>
          </w:rPr>
          <w:tab/>
        </w:r>
        <w:r>
          <w:rPr>
            <w:noProof/>
            <w:webHidden/>
          </w:rPr>
          <w:fldChar w:fldCharType="begin"/>
        </w:r>
        <w:r>
          <w:rPr>
            <w:noProof/>
            <w:webHidden/>
          </w:rPr>
          <w:instrText xml:space="preserve"> PAGEREF _Toc195641070 \h </w:instrText>
        </w:r>
        <w:r>
          <w:rPr>
            <w:noProof/>
            <w:webHidden/>
          </w:rPr>
        </w:r>
        <w:r>
          <w:rPr>
            <w:noProof/>
            <w:webHidden/>
          </w:rPr>
          <w:fldChar w:fldCharType="separate"/>
        </w:r>
        <w:r w:rsidR="00CC7285">
          <w:rPr>
            <w:noProof/>
            <w:webHidden/>
          </w:rPr>
          <w:t>5</w:t>
        </w:r>
        <w:r>
          <w:rPr>
            <w:noProof/>
            <w:webHidden/>
          </w:rPr>
          <w:fldChar w:fldCharType="end"/>
        </w:r>
      </w:hyperlink>
    </w:p>
    <w:p w14:paraId="3A462799" w14:textId="6DE51B0A"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1" w:history="1">
        <w:r w:rsidRPr="00D57E80">
          <w:rPr>
            <w:rStyle w:val="Lienhypertexte"/>
            <w:noProof/>
          </w:rPr>
          <w:t>SCÈNE II</w:t>
        </w:r>
        <w:r>
          <w:rPr>
            <w:noProof/>
            <w:webHidden/>
          </w:rPr>
          <w:tab/>
        </w:r>
        <w:r>
          <w:rPr>
            <w:noProof/>
            <w:webHidden/>
          </w:rPr>
          <w:fldChar w:fldCharType="begin"/>
        </w:r>
        <w:r>
          <w:rPr>
            <w:noProof/>
            <w:webHidden/>
          </w:rPr>
          <w:instrText xml:space="preserve"> PAGEREF _Toc195641071 \h </w:instrText>
        </w:r>
        <w:r>
          <w:rPr>
            <w:noProof/>
            <w:webHidden/>
          </w:rPr>
        </w:r>
        <w:r>
          <w:rPr>
            <w:noProof/>
            <w:webHidden/>
          </w:rPr>
          <w:fldChar w:fldCharType="separate"/>
        </w:r>
        <w:r w:rsidR="00CC7285">
          <w:rPr>
            <w:noProof/>
            <w:webHidden/>
          </w:rPr>
          <w:t>15</w:t>
        </w:r>
        <w:r>
          <w:rPr>
            <w:noProof/>
            <w:webHidden/>
          </w:rPr>
          <w:fldChar w:fldCharType="end"/>
        </w:r>
      </w:hyperlink>
    </w:p>
    <w:p w14:paraId="3069EF93" w14:textId="2442715C"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2" w:history="1">
        <w:r w:rsidRPr="00D57E80">
          <w:rPr>
            <w:rStyle w:val="Lienhypertexte"/>
            <w:noProof/>
          </w:rPr>
          <w:t>SCÈNE III</w:t>
        </w:r>
        <w:r>
          <w:rPr>
            <w:noProof/>
            <w:webHidden/>
          </w:rPr>
          <w:tab/>
        </w:r>
        <w:r>
          <w:rPr>
            <w:noProof/>
            <w:webHidden/>
          </w:rPr>
          <w:fldChar w:fldCharType="begin"/>
        </w:r>
        <w:r>
          <w:rPr>
            <w:noProof/>
            <w:webHidden/>
          </w:rPr>
          <w:instrText xml:space="preserve"> PAGEREF _Toc195641072 \h </w:instrText>
        </w:r>
        <w:r>
          <w:rPr>
            <w:noProof/>
            <w:webHidden/>
          </w:rPr>
        </w:r>
        <w:r>
          <w:rPr>
            <w:noProof/>
            <w:webHidden/>
          </w:rPr>
          <w:fldChar w:fldCharType="separate"/>
        </w:r>
        <w:r w:rsidR="00CC7285">
          <w:rPr>
            <w:noProof/>
            <w:webHidden/>
          </w:rPr>
          <w:t>20</w:t>
        </w:r>
        <w:r>
          <w:rPr>
            <w:noProof/>
            <w:webHidden/>
          </w:rPr>
          <w:fldChar w:fldCharType="end"/>
        </w:r>
      </w:hyperlink>
    </w:p>
    <w:p w14:paraId="6B18AFD1" w14:textId="3A1E0813"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3" w:history="1">
        <w:r w:rsidRPr="00D57E80">
          <w:rPr>
            <w:rStyle w:val="Lienhypertexte"/>
            <w:noProof/>
          </w:rPr>
          <w:t>SCÈNE IV</w:t>
        </w:r>
        <w:r>
          <w:rPr>
            <w:noProof/>
            <w:webHidden/>
          </w:rPr>
          <w:tab/>
        </w:r>
        <w:r>
          <w:rPr>
            <w:noProof/>
            <w:webHidden/>
          </w:rPr>
          <w:fldChar w:fldCharType="begin"/>
        </w:r>
        <w:r>
          <w:rPr>
            <w:noProof/>
            <w:webHidden/>
          </w:rPr>
          <w:instrText xml:space="preserve"> PAGEREF _Toc195641073 \h </w:instrText>
        </w:r>
        <w:r>
          <w:rPr>
            <w:noProof/>
            <w:webHidden/>
          </w:rPr>
        </w:r>
        <w:r>
          <w:rPr>
            <w:noProof/>
            <w:webHidden/>
          </w:rPr>
          <w:fldChar w:fldCharType="separate"/>
        </w:r>
        <w:r w:rsidR="00CC7285">
          <w:rPr>
            <w:noProof/>
            <w:webHidden/>
          </w:rPr>
          <w:t>26</w:t>
        </w:r>
        <w:r>
          <w:rPr>
            <w:noProof/>
            <w:webHidden/>
          </w:rPr>
          <w:fldChar w:fldCharType="end"/>
        </w:r>
      </w:hyperlink>
    </w:p>
    <w:p w14:paraId="2D1DE7D4" w14:textId="0B7D08E9"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4" w:history="1">
        <w:r w:rsidRPr="00D57E80">
          <w:rPr>
            <w:rStyle w:val="Lienhypertexte"/>
            <w:noProof/>
          </w:rPr>
          <w:t>SCÈNE V</w:t>
        </w:r>
        <w:r>
          <w:rPr>
            <w:noProof/>
            <w:webHidden/>
          </w:rPr>
          <w:tab/>
        </w:r>
        <w:r>
          <w:rPr>
            <w:noProof/>
            <w:webHidden/>
          </w:rPr>
          <w:fldChar w:fldCharType="begin"/>
        </w:r>
        <w:r>
          <w:rPr>
            <w:noProof/>
            <w:webHidden/>
          </w:rPr>
          <w:instrText xml:space="preserve"> PAGEREF _Toc195641074 \h </w:instrText>
        </w:r>
        <w:r>
          <w:rPr>
            <w:noProof/>
            <w:webHidden/>
          </w:rPr>
        </w:r>
        <w:r>
          <w:rPr>
            <w:noProof/>
            <w:webHidden/>
          </w:rPr>
          <w:fldChar w:fldCharType="separate"/>
        </w:r>
        <w:r w:rsidR="00CC7285">
          <w:rPr>
            <w:noProof/>
            <w:webHidden/>
          </w:rPr>
          <w:t>29</w:t>
        </w:r>
        <w:r>
          <w:rPr>
            <w:noProof/>
            <w:webHidden/>
          </w:rPr>
          <w:fldChar w:fldCharType="end"/>
        </w:r>
      </w:hyperlink>
    </w:p>
    <w:p w14:paraId="6F537014" w14:textId="5C12A055"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5" w:history="1">
        <w:r w:rsidRPr="00D57E80">
          <w:rPr>
            <w:rStyle w:val="Lienhypertexte"/>
            <w:noProof/>
          </w:rPr>
          <w:t>SCÈNE VI</w:t>
        </w:r>
        <w:r>
          <w:rPr>
            <w:noProof/>
            <w:webHidden/>
          </w:rPr>
          <w:tab/>
        </w:r>
        <w:r>
          <w:rPr>
            <w:noProof/>
            <w:webHidden/>
          </w:rPr>
          <w:fldChar w:fldCharType="begin"/>
        </w:r>
        <w:r>
          <w:rPr>
            <w:noProof/>
            <w:webHidden/>
          </w:rPr>
          <w:instrText xml:space="preserve"> PAGEREF _Toc195641075 \h </w:instrText>
        </w:r>
        <w:r>
          <w:rPr>
            <w:noProof/>
            <w:webHidden/>
          </w:rPr>
        </w:r>
        <w:r>
          <w:rPr>
            <w:noProof/>
            <w:webHidden/>
          </w:rPr>
          <w:fldChar w:fldCharType="separate"/>
        </w:r>
        <w:r w:rsidR="00CC7285">
          <w:rPr>
            <w:noProof/>
            <w:webHidden/>
          </w:rPr>
          <w:t>33</w:t>
        </w:r>
        <w:r>
          <w:rPr>
            <w:noProof/>
            <w:webHidden/>
          </w:rPr>
          <w:fldChar w:fldCharType="end"/>
        </w:r>
      </w:hyperlink>
    </w:p>
    <w:p w14:paraId="6EFF94B7" w14:textId="2DD8BB97"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6" w:history="1">
        <w:r w:rsidRPr="00D57E80">
          <w:rPr>
            <w:rStyle w:val="Lienhypertexte"/>
            <w:noProof/>
          </w:rPr>
          <w:t>SCÈNE VII</w:t>
        </w:r>
        <w:r>
          <w:rPr>
            <w:noProof/>
            <w:webHidden/>
          </w:rPr>
          <w:tab/>
        </w:r>
        <w:r>
          <w:rPr>
            <w:noProof/>
            <w:webHidden/>
          </w:rPr>
          <w:fldChar w:fldCharType="begin"/>
        </w:r>
        <w:r>
          <w:rPr>
            <w:noProof/>
            <w:webHidden/>
          </w:rPr>
          <w:instrText xml:space="preserve"> PAGEREF _Toc195641076 \h </w:instrText>
        </w:r>
        <w:r>
          <w:rPr>
            <w:noProof/>
            <w:webHidden/>
          </w:rPr>
        </w:r>
        <w:r>
          <w:rPr>
            <w:noProof/>
            <w:webHidden/>
          </w:rPr>
          <w:fldChar w:fldCharType="separate"/>
        </w:r>
        <w:r w:rsidR="00CC7285">
          <w:rPr>
            <w:noProof/>
            <w:webHidden/>
          </w:rPr>
          <w:t>38</w:t>
        </w:r>
        <w:r>
          <w:rPr>
            <w:noProof/>
            <w:webHidden/>
          </w:rPr>
          <w:fldChar w:fldCharType="end"/>
        </w:r>
      </w:hyperlink>
    </w:p>
    <w:p w14:paraId="5DF92E95" w14:textId="3F63DA3A"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7" w:history="1">
        <w:r w:rsidRPr="00D57E80">
          <w:rPr>
            <w:rStyle w:val="Lienhypertexte"/>
            <w:noProof/>
          </w:rPr>
          <w:t>SCÈNE VIII</w:t>
        </w:r>
        <w:r>
          <w:rPr>
            <w:noProof/>
            <w:webHidden/>
          </w:rPr>
          <w:tab/>
        </w:r>
        <w:r>
          <w:rPr>
            <w:noProof/>
            <w:webHidden/>
          </w:rPr>
          <w:fldChar w:fldCharType="begin"/>
        </w:r>
        <w:r>
          <w:rPr>
            <w:noProof/>
            <w:webHidden/>
          </w:rPr>
          <w:instrText xml:space="preserve"> PAGEREF _Toc195641077 \h </w:instrText>
        </w:r>
        <w:r>
          <w:rPr>
            <w:noProof/>
            <w:webHidden/>
          </w:rPr>
        </w:r>
        <w:r>
          <w:rPr>
            <w:noProof/>
            <w:webHidden/>
          </w:rPr>
          <w:fldChar w:fldCharType="separate"/>
        </w:r>
        <w:r w:rsidR="00CC7285">
          <w:rPr>
            <w:noProof/>
            <w:webHidden/>
          </w:rPr>
          <w:t>39</w:t>
        </w:r>
        <w:r>
          <w:rPr>
            <w:noProof/>
            <w:webHidden/>
          </w:rPr>
          <w:fldChar w:fldCharType="end"/>
        </w:r>
      </w:hyperlink>
    </w:p>
    <w:p w14:paraId="3B7CFEF1" w14:textId="47DCC80F"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8" w:history="1">
        <w:r w:rsidRPr="00D57E80">
          <w:rPr>
            <w:rStyle w:val="Lienhypertexte"/>
            <w:noProof/>
          </w:rPr>
          <w:t>SCÈNE IX</w:t>
        </w:r>
        <w:r>
          <w:rPr>
            <w:noProof/>
            <w:webHidden/>
          </w:rPr>
          <w:tab/>
        </w:r>
        <w:r>
          <w:rPr>
            <w:noProof/>
            <w:webHidden/>
          </w:rPr>
          <w:fldChar w:fldCharType="begin"/>
        </w:r>
        <w:r>
          <w:rPr>
            <w:noProof/>
            <w:webHidden/>
          </w:rPr>
          <w:instrText xml:space="preserve"> PAGEREF _Toc195641078 \h </w:instrText>
        </w:r>
        <w:r>
          <w:rPr>
            <w:noProof/>
            <w:webHidden/>
          </w:rPr>
        </w:r>
        <w:r>
          <w:rPr>
            <w:noProof/>
            <w:webHidden/>
          </w:rPr>
          <w:fldChar w:fldCharType="separate"/>
        </w:r>
        <w:r w:rsidR="00CC7285">
          <w:rPr>
            <w:noProof/>
            <w:webHidden/>
          </w:rPr>
          <w:t>49</w:t>
        </w:r>
        <w:r>
          <w:rPr>
            <w:noProof/>
            <w:webHidden/>
          </w:rPr>
          <w:fldChar w:fldCharType="end"/>
        </w:r>
      </w:hyperlink>
    </w:p>
    <w:p w14:paraId="454D4435" w14:textId="4FFD948E"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79" w:history="1">
        <w:r w:rsidRPr="00D57E80">
          <w:rPr>
            <w:rStyle w:val="Lienhypertexte"/>
            <w:noProof/>
          </w:rPr>
          <w:t>SCÈNE X</w:t>
        </w:r>
        <w:r>
          <w:rPr>
            <w:noProof/>
            <w:webHidden/>
          </w:rPr>
          <w:tab/>
        </w:r>
        <w:r>
          <w:rPr>
            <w:noProof/>
            <w:webHidden/>
          </w:rPr>
          <w:fldChar w:fldCharType="begin"/>
        </w:r>
        <w:r>
          <w:rPr>
            <w:noProof/>
            <w:webHidden/>
          </w:rPr>
          <w:instrText xml:space="preserve"> PAGEREF _Toc195641079 \h </w:instrText>
        </w:r>
        <w:r>
          <w:rPr>
            <w:noProof/>
            <w:webHidden/>
          </w:rPr>
        </w:r>
        <w:r>
          <w:rPr>
            <w:noProof/>
            <w:webHidden/>
          </w:rPr>
          <w:fldChar w:fldCharType="separate"/>
        </w:r>
        <w:r w:rsidR="00CC7285">
          <w:rPr>
            <w:noProof/>
            <w:webHidden/>
          </w:rPr>
          <w:t>53</w:t>
        </w:r>
        <w:r>
          <w:rPr>
            <w:noProof/>
            <w:webHidden/>
          </w:rPr>
          <w:fldChar w:fldCharType="end"/>
        </w:r>
      </w:hyperlink>
    </w:p>
    <w:p w14:paraId="403E8B3B" w14:textId="7A613A43"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0" w:history="1">
        <w:r w:rsidRPr="00D57E80">
          <w:rPr>
            <w:rStyle w:val="Lienhypertexte"/>
            <w:noProof/>
          </w:rPr>
          <w:t>SCÈNE XI</w:t>
        </w:r>
        <w:r>
          <w:rPr>
            <w:noProof/>
            <w:webHidden/>
          </w:rPr>
          <w:tab/>
        </w:r>
        <w:r>
          <w:rPr>
            <w:noProof/>
            <w:webHidden/>
          </w:rPr>
          <w:fldChar w:fldCharType="begin"/>
        </w:r>
        <w:r>
          <w:rPr>
            <w:noProof/>
            <w:webHidden/>
          </w:rPr>
          <w:instrText xml:space="preserve"> PAGEREF _Toc195641080 \h </w:instrText>
        </w:r>
        <w:r>
          <w:rPr>
            <w:noProof/>
            <w:webHidden/>
          </w:rPr>
        </w:r>
        <w:r>
          <w:rPr>
            <w:noProof/>
            <w:webHidden/>
          </w:rPr>
          <w:fldChar w:fldCharType="separate"/>
        </w:r>
        <w:r w:rsidR="00CC7285">
          <w:rPr>
            <w:noProof/>
            <w:webHidden/>
          </w:rPr>
          <w:t>54</w:t>
        </w:r>
        <w:r>
          <w:rPr>
            <w:noProof/>
            <w:webHidden/>
          </w:rPr>
          <w:fldChar w:fldCharType="end"/>
        </w:r>
      </w:hyperlink>
    </w:p>
    <w:p w14:paraId="3A703871" w14:textId="02868DDA"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1" w:history="1">
        <w:r w:rsidRPr="00D57E80">
          <w:rPr>
            <w:rStyle w:val="Lienhypertexte"/>
            <w:noProof/>
          </w:rPr>
          <w:t>SCÈNE XII</w:t>
        </w:r>
        <w:r>
          <w:rPr>
            <w:noProof/>
            <w:webHidden/>
          </w:rPr>
          <w:tab/>
        </w:r>
        <w:r>
          <w:rPr>
            <w:noProof/>
            <w:webHidden/>
          </w:rPr>
          <w:fldChar w:fldCharType="begin"/>
        </w:r>
        <w:r>
          <w:rPr>
            <w:noProof/>
            <w:webHidden/>
          </w:rPr>
          <w:instrText xml:space="preserve"> PAGEREF _Toc195641081 \h </w:instrText>
        </w:r>
        <w:r>
          <w:rPr>
            <w:noProof/>
            <w:webHidden/>
          </w:rPr>
        </w:r>
        <w:r>
          <w:rPr>
            <w:noProof/>
            <w:webHidden/>
          </w:rPr>
          <w:fldChar w:fldCharType="separate"/>
        </w:r>
        <w:r w:rsidR="00CC7285">
          <w:rPr>
            <w:noProof/>
            <w:webHidden/>
          </w:rPr>
          <w:t>55</w:t>
        </w:r>
        <w:r>
          <w:rPr>
            <w:noProof/>
            <w:webHidden/>
          </w:rPr>
          <w:fldChar w:fldCharType="end"/>
        </w:r>
      </w:hyperlink>
    </w:p>
    <w:p w14:paraId="7E321100" w14:textId="389052F9"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2" w:history="1">
        <w:r w:rsidRPr="00D57E80">
          <w:rPr>
            <w:rStyle w:val="Lienhypertexte"/>
            <w:noProof/>
          </w:rPr>
          <w:t>SCÈNE XIII</w:t>
        </w:r>
        <w:r>
          <w:rPr>
            <w:noProof/>
            <w:webHidden/>
          </w:rPr>
          <w:tab/>
        </w:r>
        <w:r>
          <w:rPr>
            <w:noProof/>
            <w:webHidden/>
          </w:rPr>
          <w:fldChar w:fldCharType="begin"/>
        </w:r>
        <w:r>
          <w:rPr>
            <w:noProof/>
            <w:webHidden/>
          </w:rPr>
          <w:instrText xml:space="preserve"> PAGEREF _Toc195641082 \h </w:instrText>
        </w:r>
        <w:r>
          <w:rPr>
            <w:noProof/>
            <w:webHidden/>
          </w:rPr>
        </w:r>
        <w:r>
          <w:rPr>
            <w:noProof/>
            <w:webHidden/>
          </w:rPr>
          <w:fldChar w:fldCharType="separate"/>
        </w:r>
        <w:r w:rsidR="00CC7285">
          <w:rPr>
            <w:noProof/>
            <w:webHidden/>
          </w:rPr>
          <w:t>56</w:t>
        </w:r>
        <w:r>
          <w:rPr>
            <w:noProof/>
            <w:webHidden/>
          </w:rPr>
          <w:fldChar w:fldCharType="end"/>
        </w:r>
      </w:hyperlink>
    </w:p>
    <w:p w14:paraId="61C337EA" w14:textId="127ED840"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3" w:history="1">
        <w:r w:rsidRPr="00D57E80">
          <w:rPr>
            <w:rStyle w:val="Lienhypertexte"/>
            <w:noProof/>
          </w:rPr>
          <w:t>SCÈNE XIV</w:t>
        </w:r>
        <w:r>
          <w:rPr>
            <w:noProof/>
            <w:webHidden/>
          </w:rPr>
          <w:tab/>
        </w:r>
        <w:r>
          <w:rPr>
            <w:noProof/>
            <w:webHidden/>
          </w:rPr>
          <w:fldChar w:fldCharType="begin"/>
        </w:r>
        <w:r>
          <w:rPr>
            <w:noProof/>
            <w:webHidden/>
          </w:rPr>
          <w:instrText xml:space="preserve"> PAGEREF _Toc195641083 \h </w:instrText>
        </w:r>
        <w:r>
          <w:rPr>
            <w:noProof/>
            <w:webHidden/>
          </w:rPr>
        </w:r>
        <w:r>
          <w:rPr>
            <w:noProof/>
            <w:webHidden/>
          </w:rPr>
          <w:fldChar w:fldCharType="separate"/>
        </w:r>
        <w:r w:rsidR="00CC7285">
          <w:rPr>
            <w:noProof/>
            <w:webHidden/>
          </w:rPr>
          <w:t>57</w:t>
        </w:r>
        <w:r>
          <w:rPr>
            <w:noProof/>
            <w:webHidden/>
          </w:rPr>
          <w:fldChar w:fldCharType="end"/>
        </w:r>
      </w:hyperlink>
    </w:p>
    <w:p w14:paraId="19450339" w14:textId="150AE2B6"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4" w:history="1">
        <w:r w:rsidRPr="00D57E80">
          <w:rPr>
            <w:rStyle w:val="Lienhypertexte"/>
            <w:noProof/>
          </w:rPr>
          <w:t>SCENE XV</w:t>
        </w:r>
        <w:r>
          <w:rPr>
            <w:noProof/>
            <w:webHidden/>
          </w:rPr>
          <w:tab/>
        </w:r>
        <w:r>
          <w:rPr>
            <w:noProof/>
            <w:webHidden/>
          </w:rPr>
          <w:fldChar w:fldCharType="begin"/>
        </w:r>
        <w:r>
          <w:rPr>
            <w:noProof/>
            <w:webHidden/>
          </w:rPr>
          <w:instrText xml:space="preserve"> PAGEREF _Toc195641084 \h </w:instrText>
        </w:r>
        <w:r>
          <w:rPr>
            <w:noProof/>
            <w:webHidden/>
          </w:rPr>
        </w:r>
        <w:r>
          <w:rPr>
            <w:noProof/>
            <w:webHidden/>
          </w:rPr>
          <w:fldChar w:fldCharType="separate"/>
        </w:r>
        <w:r w:rsidR="00CC7285">
          <w:rPr>
            <w:noProof/>
            <w:webHidden/>
          </w:rPr>
          <w:t>58</w:t>
        </w:r>
        <w:r>
          <w:rPr>
            <w:noProof/>
            <w:webHidden/>
          </w:rPr>
          <w:fldChar w:fldCharType="end"/>
        </w:r>
      </w:hyperlink>
    </w:p>
    <w:p w14:paraId="079954D0" w14:textId="136F069E"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5" w:history="1">
        <w:r w:rsidRPr="00D57E80">
          <w:rPr>
            <w:rStyle w:val="Lienhypertexte"/>
            <w:noProof/>
          </w:rPr>
          <w:t>SCÈNE XVI</w:t>
        </w:r>
        <w:r>
          <w:rPr>
            <w:noProof/>
            <w:webHidden/>
          </w:rPr>
          <w:tab/>
        </w:r>
        <w:r>
          <w:rPr>
            <w:noProof/>
            <w:webHidden/>
          </w:rPr>
          <w:fldChar w:fldCharType="begin"/>
        </w:r>
        <w:r>
          <w:rPr>
            <w:noProof/>
            <w:webHidden/>
          </w:rPr>
          <w:instrText xml:space="preserve"> PAGEREF _Toc195641085 \h </w:instrText>
        </w:r>
        <w:r>
          <w:rPr>
            <w:noProof/>
            <w:webHidden/>
          </w:rPr>
        </w:r>
        <w:r>
          <w:rPr>
            <w:noProof/>
            <w:webHidden/>
          </w:rPr>
          <w:fldChar w:fldCharType="separate"/>
        </w:r>
        <w:r w:rsidR="00CC7285">
          <w:rPr>
            <w:noProof/>
            <w:webHidden/>
          </w:rPr>
          <w:t>60</w:t>
        </w:r>
        <w:r>
          <w:rPr>
            <w:noProof/>
            <w:webHidden/>
          </w:rPr>
          <w:fldChar w:fldCharType="end"/>
        </w:r>
      </w:hyperlink>
    </w:p>
    <w:p w14:paraId="20575E65" w14:textId="148C1307"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6" w:history="1">
        <w:r w:rsidRPr="00D57E80">
          <w:rPr>
            <w:rStyle w:val="Lienhypertexte"/>
            <w:noProof/>
          </w:rPr>
          <w:t>SCÈNE XVII</w:t>
        </w:r>
        <w:r>
          <w:rPr>
            <w:noProof/>
            <w:webHidden/>
          </w:rPr>
          <w:tab/>
        </w:r>
        <w:r>
          <w:rPr>
            <w:noProof/>
            <w:webHidden/>
          </w:rPr>
          <w:fldChar w:fldCharType="begin"/>
        </w:r>
        <w:r>
          <w:rPr>
            <w:noProof/>
            <w:webHidden/>
          </w:rPr>
          <w:instrText xml:space="preserve"> PAGEREF _Toc195641086 \h </w:instrText>
        </w:r>
        <w:r>
          <w:rPr>
            <w:noProof/>
            <w:webHidden/>
          </w:rPr>
        </w:r>
        <w:r>
          <w:rPr>
            <w:noProof/>
            <w:webHidden/>
          </w:rPr>
          <w:fldChar w:fldCharType="separate"/>
        </w:r>
        <w:r w:rsidR="00CC7285">
          <w:rPr>
            <w:noProof/>
            <w:webHidden/>
          </w:rPr>
          <w:t>61</w:t>
        </w:r>
        <w:r>
          <w:rPr>
            <w:noProof/>
            <w:webHidden/>
          </w:rPr>
          <w:fldChar w:fldCharType="end"/>
        </w:r>
      </w:hyperlink>
    </w:p>
    <w:p w14:paraId="52CD1052" w14:textId="34E42197"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7" w:history="1">
        <w:r w:rsidRPr="00D57E80">
          <w:rPr>
            <w:rStyle w:val="Lienhypertexte"/>
            <w:noProof/>
          </w:rPr>
          <w:t>SCÈNE XVIII</w:t>
        </w:r>
        <w:r>
          <w:rPr>
            <w:noProof/>
            <w:webHidden/>
          </w:rPr>
          <w:tab/>
        </w:r>
        <w:r>
          <w:rPr>
            <w:noProof/>
            <w:webHidden/>
          </w:rPr>
          <w:fldChar w:fldCharType="begin"/>
        </w:r>
        <w:r>
          <w:rPr>
            <w:noProof/>
            <w:webHidden/>
          </w:rPr>
          <w:instrText xml:space="preserve"> PAGEREF _Toc195641087 \h </w:instrText>
        </w:r>
        <w:r>
          <w:rPr>
            <w:noProof/>
            <w:webHidden/>
          </w:rPr>
        </w:r>
        <w:r>
          <w:rPr>
            <w:noProof/>
            <w:webHidden/>
          </w:rPr>
          <w:fldChar w:fldCharType="separate"/>
        </w:r>
        <w:r w:rsidR="00CC7285">
          <w:rPr>
            <w:noProof/>
            <w:webHidden/>
          </w:rPr>
          <w:t>65</w:t>
        </w:r>
        <w:r>
          <w:rPr>
            <w:noProof/>
            <w:webHidden/>
          </w:rPr>
          <w:fldChar w:fldCharType="end"/>
        </w:r>
      </w:hyperlink>
    </w:p>
    <w:p w14:paraId="1FF80C82" w14:textId="4B9690DF"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8" w:history="1">
        <w:r w:rsidRPr="00D57E80">
          <w:rPr>
            <w:rStyle w:val="Lienhypertexte"/>
            <w:noProof/>
          </w:rPr>
          <w:t>SCÈNE XIX</w:t>
        </w:r>
        <w:r>
          <w:rPr>
            <w:noProof/>
            <w:webHidden/>
          </w:rPr>
          <w:tab/>
        </w:r>
        <w:r>
          <w:rPr>
            <w:noProof/>
            <w:webHidden/>
          </w:rPr>
          <w:fldChar w:fldCharType="begin"/>
        </w:r>
        <w:r>
          <w:rPr>
            <w:noProof/>
            <w:webHidden/>
          </w:rPr>
          <w:instrText xml:space="preserve"> PAGEREF _Toc195641088 \h </w:instrText>
        </w:r>
        <w:r>
          <w:rPr>
            <w:noProof/>
            <w:webHidden/>
          </w:rPr>
        </w:r>
        <w:r>
          <w:rPr>
            <w:noProof/>
            <w:webHidden/>
          </w:rPr>
          <w:fldChar w:fldCharType="separate"/>
        </w:r>
        <w:r w:rsidR="00CC7285">
          <w:rPr>
            <w:noProof/>
            <w:webHidden/>
          </w:rPr>
          <w:t>71</w:t>
        </w:r>
        <w:r>
          <w:rPr>
            <w:noProof/>
            <w:webHidden/>
          </w:rPr>
          <w:fldChar w:fldCharType="end"/>
        </w:r>
      </w:hyperlink>
    </w:p>
    <w:p w14:paraId="0A048E3A" w14:textId="4DB49D2C"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89" w:history="1">
        <w:r w:rsidRPr="00D57E80">
          <w:rPr>
            <w:rStyle w:val="Lienhypertexte"/>
            <w:noProof/>
          </w:rPr>
          <w:t>SCÈNE XX</w:t>
        </w:r>
        <w:r>
          <w:rPr>
            <w:noProof/>
            <w:webHidden/>
          </w:rPr>
          <w:tab/>
        </w:r>
        <w:r>
          <w:rPr>
            <w:noProof/>
            <w:webHidden/>
          </w:rPr>
          <w:fldChar w:fldCharType="begin"/>
        </w:r>
        <w:r>
          <w:rPr>
            <w:noProof/>
            <w:webHidden/>
          </w:rPr>
          <w:instrText xml:space="preserve"> PAGEREF _Toc195641089 \h </w:instrText>
        </w:r>
        <w:r>
          <w:rPr>
            <w:noProof/>
            <w:webHidden/>
          </w:rPr>
        </w:r>
        <w:r>
          <w:rPr>
            <w:noProof/>
            <w:webHidden/>
          </w:rPr>
          <w:fldChar w:fldCharType="separate"/>
        </w:r>
        <w:r w:rsidR="00CC7285">
          <w:rPr>
            <w:noProof/>
            <w:webHidden/>
          </w:rPr>
          <w:t>74</w:t>
        </w:r>
        <w:r>
          <w:rPr>
            <w:noProof/>
            <w:webHidden/>
          </w:rPr>
          <w:fldChar w:fldCharType="end"/>
        </w:r>
      </w:hyperlink>
    </w:p>
    <w:p w14:paraId="6BD106FB" w14:textId="53AEEBD2" w:rsidR="004334F5" w:rsidRDefault="004334F5">
      <w:pPr>
        <w:pStyle w:val="TM1"/>
        <w:rPr>
          <w:rFonts w:asciiTheme="minorHAnsi" w:eastAsiaTheme="minorEastAsia" w:hAnsiTheme="minorHAnsi" w:cstheme="minorBidi"/>
          <w:bCs w:val="0"/>
          <w:iCs w:val="0"/>
          <w:noProof/>
          <w:color w:val="auto"/>
          <w:kern w:val="2"/>
          <w:sz w:val="24"/>
          <w:szCs w:val="24"/>
          <w14:ligatures w14:val="standardContextual"/>
        </w:rPr>
      </w:pPr>
      <w:hyperlink w:anchor="_Toc195641090" w:history="1">
        <w:r w:rsidRPr="00D57E80">
          <w:rPr>
            <w:rStyle w:val="Lienhypertexte"/>
            <w:noProof/>
          </w:rPr>
          <w:t>À propos de cette édition électronique</w:t>
        </w:r>
        <w:r>
          <w:rPr>
            <w:noProof/>
            <w:webHidden/>
          </w:rPr>
          <w:tab/>
        </w:r>
        <w:r>
          <w:rPr>
            <w:noProof/>
            <w:webHidden/>
          </w:rPr>
          <w:fldChar w:fldCharType="begin"/>
        </w:r>
        <w:r>
          <w:rPr>
            <w:noProof/>
            <w:webHidden/>
          </w:rPr>
          <w:instrText xml:space="preserve"> PAGEREF _Toc195641090 \h </w:instrText>
        </w:r>
        <w:r>
          <w:rPr>
            <w:noProof/>
            <w:webHidden/>
          </w:rPr>
        </w:r>
        <w:r>
          <w:rPr>
            <w:noProof/>
            <w:webHidden/>
          </w:rPr>
          <w:fldChar w:fldCharType="separate"/>
        </w:r>
        <w:r w:rsidR="00CC7285">
          <w:rPr>
            <w:noProof/>
            <w:webHidden/>
          </w:rPr>
          <w:t>81</w:t>
        </w:r>
        <w:r>
          <w:rPr>
            <w:noProof/>
            <w:webHidden/>
          </w:rPr>
          <w:fldChar w:fldCharType="end"/>
        </w:r>
      </w:hyperlink>
    </w:p>
    <w:p w14:paraId="380E8C47" w14:textId="4D05C910" w:rsidR="008C1598" w:rsidRPr="009C1C47" w:rsidRDefault="008C1598">
      <w:pPr>
        <w:spacing w:before="0" w:after="0" w:line="20" w:lineRule="exact"/>
      </w:pPr>
      <w:r w:rsidRPr="009C1C47">
        <w:fldChar w:fldCharType="end"/>
      </w:r>
    </w:p>
    <w:p w14:paraId="21283E96" w14:textId="77777777" w:rsidR="008C1598" w:rsidRPr="009C1C47" w:rsidRDefault="008C1598">
      <w:pPr>
        <w:pStyle w:val="Titre1"/>
      </w:pPr>
      <w:bookmarkStart w:id="0" w:name="_Toc195641069"/>
      <w:r w:rsidRPr="009C1C47">
        <w:lastRenderedPageBreak/>
        <w:t>PERSONNAGES</w:t>
      </w:r>
      <w:bookmarkEnd w:id="0"/>
    </w:p>
    <w:tbl>
      <w:tblPr>
        <w:tblW w:w="4000" w:type="pct"/>
        <w:jc w:val="center"/>
        <w:tblLayout w:type="fixed"/>
        <w:tblLook w:val="0000" w:firstRow="0" w:lastRow="0" w:firstColumn="0" w:lastColumn="0" w:noHBand="0" w:noVBand="0"/>
      </w:tblPr>
      <w:tblGrid>
        <w:gridCol w:w="3854"/>
        <w:gridCol w:w="3856"/>
      </w:tblGrid>
      <w:tr w:rsidR="008C1598" w:rsidRPr="009C1C47" w14:paraId="53E67291" w14:textId="77777777">
        <w:trPr>
          <w:cantSplit/>
          <w:jc w:val="center"/>
        </w:trPr>
        <w:tc>
          <w:tcPr>
            <w:tcW w:w="3854" w:type="dxa"/>
            <w:shd w:val="clear" w:color="auto" w:fill="auto"/>
            <w:vAlign w:val="center"/>
          </w:tcPr>
          <w:p w14:paraId="1FF5BC36" w14:textId="77777777" w:rsidR="008C1598" w:rsidRPr="009C1C47" w:rsidRDefault="008C1598">
            <w:pPr>
              <w:spacing w:before="120" w:after="120"/>
              <w:ind w:firstLine="0"/>
            </w:pPr>
            <w:proofErr w:type="spellStart"/>
            <w:r w:rsidRPr="009C1C47">
              <w:t>BOISRAMÉ</w:t>
            </w:r>
            <w:proofErr w:type="spellEnd"/>
          </w:p>
        </w:tc>
        <w:tc>
          <w:tcPr>
            <w:tcW w:w="3856" w:type="dxa"/>
            <w:shd w:val="clear" w:color="auto" w:fill="auto"/>
            <w:vAlign w:val="center"/>
          </w:tcPr>
          <w:p w14:paraId="3142348A" w14:textId="77777777" w:rsidR="008C1598" w:rsidRPr="009C1C47" w:rsidRDefault="008C1598">
            <w:pPr>
              <w:spacing w:before="120" w:after="120"/>
              <w:ind w:firstLine="0"/>
            </w:pPr>
            <w:r w:rsidRPr="009C1C47">
              <w:t>MM. </w:t>
            </w:r>
            <w:proofErr w:type="spellStart"/>
            <w:r w:rsidRPr="009C1C47">
              <w:t>L</w:t>
            </w:r>
            <w:r w:rsidRPr="009C1C47">
              <w:rPr>
                <w:rStyle w:val="Taille-1Caracteres"/>
              </w:rPr>
              <w:t>HÉRITIER</w:t>
            </w:r>
            <w:proofErr w:type="spellEnd"/>
            <w:r w:rsidRPr="009C1C47">
              <w:t xml:space="preserve">. </w:t>
            </w:r>
          </w:p>
        </w:tc>
      </w:tr>
      <w:tr w:rsidR="008C1598" w:rsidRPr="009C1C47" w14:paraId="4A7E714E" w14:textId="77777777">
        <w:trPr>
          <w:cantSplit/>
          <w:jc w:val="center"/>
        </w:trPr>
        <w:tc>
          <w:tcPr>
            <w:tcW w:w="3854" w:type="dxa"/>
            <w:shd w:val="clear" w:color="auto" w:fill="auto"/>
            <w:vAlign w:val="center"/>
          </w:tcPr>
          <w:p w14:paraId="4AC5F5BF" w14:textId="77777777" w:rsidR="008C1598" w:rsidRPr="009C1C47" w:rsidRDefault="008C1598">
            <w:pPr>
              <w:spacing w:before="120" w:after="120"/>
              <w:ind w:firstLine="0"/>
            </w:pPr>
            <w:proofErr w:type="spellStart"/>
            <w:r w:rsidRPr="009C1C47">
              <w:t>COURTANSOUX</w:t>
            </w:r>
            <w:proofErr w:type="spellEnd"/>
          </w:p>
        </w:tc>
        <w:tc>
          <w:tcPr>
            <w:tcW w:w="3856" w:type="dxa"/>
            <w:shd w:val="clear" w:color="auto" w:fill="auto"/>
            <w:vAlign w:val="center"/>
          </w:tcPr>
          <w:p w14:paraId="27718EC2" w14:textId="77777777" w:rsidR="008C1598" w:rsidRPr="009C1C47" w:rsidRDefault="008C1598">
            <w:pPr>
              <w:spacing w:before="120" w:after="120"/>
              <w:ind w:firstLine="0"/>
            </w:pPr>
            <w:r w:rsidRPr="009C1C47">
              <w:t>R.</w:t>
            </w:r>
            <w:r w:rsidR="00D049D2" w:rsidRPr="009C1C47">
              <w:t> </w:t>
            </w:r>
            <w:proofErr w:type="spellStart"/>
            <w:r w:rsidRPr="009C1C47">
              <w:t>L</w:t>
            </w:r>
            <w:r w:rsidRPr="009C1C47">
              <w:rPr>
                <w:rStyle w:val="Taille-1Caracteres"/>
              </w:rPr>
              <w:t>UGUET</w:t>
            </w:r>
            <w:proofErr w:type="spellEnd"/>
            <w:r w:rsidRPr="009C1C47">
              <w:t xml:space="preserve">. </w:t>
            </w:r>
          </w:p>
        </w:tc>
      </w:tr>
      <w:tr w:rsidR="008C1598" w:rsidRPr="009C1C47" w14:paraId="688CF14D" w14:textId="77777777">
        <w:trPr>
          <w:cantSplit/>
          <w:jc w:val="center"/>
        </w:trPr>
        <w:tc>
          <w:tcPr>
            <w:tcW w:w="3854" w:type="dxa"/>
            <w:shd w:val="clear" w:color="auto" w:fill="auto"/>
            <w:vAlign w:val="center"/>
          </w:tcPr>
          <w:p w14:paraId="6FCDAC74" w14:textId="77777777" w:rsidR="008C1598" w:rsidRPr="009C1C47" w:rsidRDefault="008C1598">
            <w:pPr>
              <w:spacing w:before="120" w:after="120"/>
              <w:ind w:firstLine="0"/>
            </w:pPr>
            <w:proofErr w:type="spellStart"/>
            <w:r w:rsidRPr="009C1C47">
              <w:t>PERDRIGEOT</w:t>
            </w:r>
            <w:proofErr w:type="spellEnd"/>
          </w:p>
        </w:tc>
        <w:tc>
          <w:tcPr>
            <w:tcW w:w="3856" w:type="dxa"/>
            <w:shd w:val="clear" w:color="auto" w:fill="auto"/>
            <w:vAlign w:val="center"/>
          </w:tcPr>
          <w:p w14:paraId="405DC64B" w14:textId="77777777" w:rsidR="008C1598" w:rsidRPr="009C1C47" w:rsidRDefault="008C1598">
            <w:pPr>
              <w:spacing w:before="120" w:after="120"/>
              <w:ind w:firstLine="0"/>
            </w:pPr>
            <w:r w:rsidRPr="009C1C47">
              <w:t>C</w:t>
            </w:r>
            <w:r w:rsidRPr="009C1C47">
              <w:rPr>
                <w:rStyle w:val="Taille-1Caracteres"/>
              </w:rPr>
              <w:t>ALVIN</w:t>
            </w:r>
            <w:r w:rsidRPr="009C1C47">
              <w:t xml:space="preserve">. </w:t>
            </w:r>
          </w:p>
        </w:tc>
      </w:tr>
      <w:tr w:rsidR="008C1598" w:rsidRPr="009C1C47" w14:paraId="5F56CF80" w14:textId="77777777">
        <w:trPr>
          <w:cantSplit/>
          <w:jc w:val="center"/>
        </w:trPr>
        <w:tc>
          <w:tcPr>
            <w:tcW w:w="3854" w:type="dxa"/>
            <w:shd w:val="clear" w:color="auto" w:fill="auto"/>
            <w:vAlign w:val="center"/>
          </w:tcPr>
          <w:p w14:paraId="021210CF" w14:textId="77777777" w:rsidR="008C1598" w:rsidRPr="009C1C47" w:rsidRDefault="008C1598">
            <w:pPr>
              <w:spacing w:before="120" w:after="120"/>
              <w:ind w:firstLine="0"/>
            </w:pPr>
            <w:proofErr w:type="spellStart"/>
            <w:r w:rsidRPr="009C1C47">
              <w:t>MARCADIEU</w:t>
            </w:r>
            <w:proofErr w:type="spellEnd"/>
          </w:p>
        </w:tc>
        <w:tc>
          <w:tcPr>
            <w:tcW w:w="3856" w:type="dxa"/>
            <w:shd w:val="clear" w:color="auto" w:fill="auto"/>
            <w:vAlign w:val="center"/>
          </w:tcPr>
          <w:p w14:paraId="0A1B9604" w14:textId="77777777" w:rsidR="008C1598" w:rsidRPr="009C1C47" w:rsidRDefault="008C1598">
            <w:pPr>
              <w:spacing w:before="120" w:after="120"/>
              <w:ind w:firstLine="0"/>
            </w:pPr>
            <w:r w:rsidRPr="009C1C47">
              <w:t>R</w:t>
            </w:r>
            <w:r w:rsidRPr="009C1C47">
              <w:rPr>
                <w:rStyle w:val="Taille-1Caracteres"/>
              </w:rPr>
              <w:t>AYMOND</w:t>
            </w:r>
            <w:r w:rsidRPr="009C1C47">
              <w:t xml:space="preserve">. </w:t>
            </w:r>
          </w:p>
        </w:tc>
      </w:tr>
      <w:tr w:rsidR="008C1598" w:rsidRPr="009C1C47" w14:paraId="656959DC" w14:textId="77777777">
        <w:trPr>
          <w:cantSplit/>
          <w:jc w:val="center"/>
        </w:trPr>
        <w:tc>
          <w:tcPr>
            <w:tcW w:w="3854" w:type="dxa"/>
            <w:shd w:val="clear" w:color="auto" w:fill="auto"/>
            <w:vAlign w:val="center"/>
          </w:tcPr>
          <w:p w14:paraId="20634D3D" w14:textId="77777777" w:rsidR="008C1598" w:rsidRPr="009C1C47" w:rsidRDefault="008C1598">
            <w:pPr>
              <w:spacing w:before="120" w:after="120"/>
              <w:ind w:firstLine="0"/>
            </w:pPr>
            <w:r w:rsidRPr="009C1C47">
              <w:t>EMMA</w:t>
            </w:r>
          </w:p>
        </w:tc>
        <w:tc>
          <w:tcPr>
            <w:tcW w:w="3856" w:type="dxa"/>
            <w:shd w:val="clear" w:color="auto" w:fill="auto"/>
            <w:vAlign w:val="center"/>
          </w:tcPr>
          <w:p w14:paraId="1C96EF5C" w14:textId="77777777" w:rsidR="008C1598" w:rsidRPr="009C1C47" w:rsidRDefault="008C1598">
            <w:pPr>
              <w:spacing w:before="120" w:after="120"/>
              <w:ind w:firstLine="0"/>
            </w:pPr>
            <w:r w:rsidRPr="009C1C47">
              <w:t>M</w:t>
            </w:r>
            <w:r w:rsidRPr="009C1C47">
              <w:rPr>
                <w:vertAlign w:val="superscript"/>
              </w:rPr>
              <w:t>mes</w:t>
            </w:r>
            <w:r w:rsidRPr="009C1C47">
              <w:t> J. de C</w:t>
            </w:r>
            <w:r w:rsidRPr="009C1C47">
              <w:rPr>
                <w:rStyle w:val="Taille-1Caracteres"/>
              </w:rPr>
              <w:t>LÉRY</w:t>
            </w:r>
            <w:r w:rsidRPr="009C1C47">
              <w:t xml:space="preserve">. </w:t>
            </w:r>
          </w:p>
        </w:tc>
      </w:tr>
      <w:tr w:rsidR="008C1598" w:rsidRPr="009C1C47" w14:paraId="70DF260F" w14:textId="77777777">
        <w:trPr>
          <w:cantSplit/>
          <w:jc w:val="center"/>
        </w:trPr>
        <w:tc>
          <w:tcPr>
            <w:tcW w:w="3854" w:type="dxa"/>
            <w:shd w:val="clear" w:color="auto" w:fill="auto"/>
            <w:vAlign w:val="center"/>
          </w:tcPr>
          <w:p w14:paraId="15A94B07" w14:textId="77777777" w:rsidR="008C1598" w:rsidRPr="009C1C47" w:rsidRDefault="008C1598">
            <w:pPr>
              <w:spacing w:before="120" w:after="120"/>
              <w:ind w:firstLine="0"/>
            </w:pPr>
            <w:r w:rsidRPr="009C1C47">
              <w:t>NATHALIE</w:t>
            </w:r>
          </w:p>
        </w:tc>
        <w:tc>
          <w:tcPr>
            <w:tcW w:w="3856" w:type="dxa"/>
            <w:shd w:val="clear" w:color="auto" w:fill="auto"/>
            <w:vAlign w:val="center"/>
          </w:tcPr>
          <w:p w14:paraId="1AB019EC" w14:textId="77777777" w:rsidR="008C1598" w:rsidRPr="009C1C47" w:rsidRDefault="008C1598">
            <w:pPr>
              <w:spacing w:before="120" w:after="120"/>
              <w:ind w:firstLine="0"/>
            </w:pPr>
            <w:proofErr w:type="spellStart"/>
            <w:r w:rsidRPr="009C1C47">
              <w:t>Eug</w:t>
            </w:r>
            <w:proofErr w:type="spellEnd"/>
            <w:r w:rsidRPr="009C1C47">
              <w:t>. L</w:t>
            </w:r>
            <w:r w:rsidRPr="009C1C47">
              <w:rPr>
                <w:rStyle w:val="Taille-1Caracteres"/>
              </w:rPr>
              <w:t>EMERCIER</w:t>
            </w:r>
            <w:r w:rsidRPr="009C1C47">
              <w:t xml:space="preserve">. </w:t>
            </w:r>
          </w:p>
        </w:tc>
      </w:tr>
    </w:tbl>
    <w:p w14:paraId="3BC3F78C" w14:textId="77777777" w:rsidR="008C1598" w:rsidRPr="009C1C47" w:rsidRDefault="008C1598">
      <w:pPr>
        <w:pStyle w:val="Centr"/>
        <w:spacing w:before="180" w:after="180"/>
      </w:pPr>
    </w:p>
    <w:p w14:paraId="67FC977D" w14:textId="77777777" w:rsidR="008C1598" w:rsidRPr="009C1C47" w:rsidRDefault="008C1598">
      <w:pPr>
        <w:pStyle w:val="Centr"/>
        <w:spacing w:before="180" w:after="180"/>
      </w:pPr>
      <w:r w:rsidRPr="009C1C47">
        <w:t>De nos jours, à la campagne, aux environs de Paris.</w:t>
      </w:r>
    </w:p>
    <w:p w14:paraId="604C8A3F" w14:textId="77777777" w:rsidR="008C1598" w:rsidRPr="009C1C47" w:rsidRDefault="008C1598"/>
    <w:p w14:paraId="73608C0B" w14:textId="77777777" w:rsidR="008C1598" w:rsidRPr="009C1C47" w:rsidRDefault="008C1598">
      <w:pPr>
        <w:pStyle w:val="Centr"/>
        <w:keepNext/>
      </w:pPr>
      <w:r w:rsidRPr="009C1C47">
        <w:rPr>
          <w:rStyle w:val="Taille-1Caracteres"/>
          <w:i/>
        </w:rPr>
        <w:t>Nota</w:t>
      </w:r>
      <w:r w:rsidRPr="009C1C47">
        <w:rPr>
          <w:rStyle w:val="Taille-1Caracteres"/>
        </w:rPr>
        <w:t>. – Les changements de position sont indiqués par des renvois au bas des pages. – Toutes les indications sont prises de la gauche du public.</w:t>
      </w:r>
    </w:p>
    <w:p w14:paraId="59E9772F" w14:textId="77777777" w:rsidR="008C1598" w:rsidRPr="009C1C47" w:rsidRDefault="008C1598">
      <w:pPr>
        <w:pStyle w:val="Centr"/>
        <w:keepNext/>
      </w:pPr>
      <w:r w:rsidRPr="009C1C47">
        <w:rPr>
          <w:rStyle w:val="Taille-1Caracteres"/>
        </w:rPr>
        <w:t>S’adresser, pour la mise en scène détaillée, à M. Rodriguez,</w:t>
      </w:r>
      <w:r w:rsidRPr="009C1C47">
        <w:rPr>
          <w:rStyle w:val="Taille-1Caracteres"/>
        </w:rPr>
        <w:br/>
        <w:t>régisseur général au théâtre du Palais-Royal</w:t>
      </w:r>
      <w:r w:rsidR="00D049D2" w:rsidRPr="009C1C47">
        <w:rPr>
          <w:rStyle w:val="Taille-1Caracteres"/>
        </w:rPr>
        <w:t>.</w:t>
      </w:r>
    </w:p>
    <w:p w14:paraId="6C8E2335" w14:textId="77777777" w:rsidR="008C1598" w:rsidRPr="009C1C47" w:rsidRDefault="008C1598">
      <w:pPr>
        <w:pStyle w:val="NormalEspAvtGrand"/>
        <w:pageBreakBefore/>
      </w:pPr>
    </w:p>
    <w:p w14:paraId="23E99FFE" w14:textId="77777777" w:rsidR="008C1598" w:rsidRPr="009C1C47" w:rsidRDefault="008C1598">
      <w:pPr>
        <w:pStyle w:val="Taille-1Suspendu1XRetrait1XEsp0"/>
        <w:ind w:left="680"/>
      </w:pPr>
      <w:r w:rsidRPr="009C1C47">
        <w:t xml:space="preserve">Un salon de campagne. – Portes vitrées au fond donnant sur le jardin. – Portes dans les pans coupés, donnant également sur le jardin. – Au deuxième plan, à gauche, une cheminée avec le feu préparé : sur la cheminée, une pendule. – Au premier plan, à droite, un secrétaire. – Au deuxième plan du même côté, une porte. – À gauche, une table avec un échiquier. – Un cabaret à liqueurs sur la cheminée, une </w:t>
      </w:r>
      <w:r w:rsidR="00D049D2" w:rsidRPr="009C1C47">
        <w:t>boî</w:t>
      </w:r>
      <w:r w:rsidRPr="009C1C47">
        <w:t>te à cigares sur le secrétaire, chaises, etc.</w:t>
      </w:r>
    </w:p>
    <w:p w14:paraId="54AB90F0" w14:textId="77777777" w:rsidR="008C1598" w:rsidRPr="009C1C47" w:rsidRDefault="008C1598">
      <w:pPr>
        <w:pStyle w:val="Titre1"/>
      </w:pPr>
      <w:bookmarkStart w:id="1" w:name="_Toc195641070"/>
      <w:r w:rsidRPr="009C1C47">
        <w:lastRenderedPageBreak/>
        <w:t>SCÈNE PREMIÈRE</w:t>
      </w:r>
      <w:bookmarkEnd w:id="1"/>
    </w:p>
    <w:p w14:paraId="54E433D5"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xml:space="preserve">, </w:t>
      </w:r>
      <w:proofErr w:type="spellStart"/>
      <w:r w:rsidRPr="009C1C47">
        <w:rPr>
          <w:rStyle w:val="Taille-1Caracteres"/>
        </w:rPr>
        <w:t>BOISRAMÉ</w:t>
      </w:r>
      <w:proofErr w:type="spellEnd"/>
      <w:r w:rsidRPr="009C1C47">
        <w:rPr>
          <w:rStyle w:val="Taille-1Caracteres"/>
        </w:rPr>
        <w:t xml:space="preserve">, EMMA, </w:t>
      </w:r>
      <w:proofErr w:type="spellStart"/>
      <w:r w:rsidRPr="009C1C47">
        <w:rPr>
          <w:rStyle w:val="Taille-1Caracteres"/>
        </w:rPr>
        <w:t>MARCADIEU</w:t>
      </w:r>
      <w:proofErr w:type="spellEnd"/>
      <w:r w:rsidRPr="009C1C47">
        <w:rPr>
          <w:rStyle w:val="Taille-1Caracteres"/>
        </w:rPr>
        <w:t>.</w:t>
      </w:r>
    </w:p>
    <w:p w14:paraId="51A55AC1" w14:textId="77777777" w:rsidR="008C1598" w:rsidRPr="009C1C47" w:rsidRDefault="008C1598"/>
    <w:p w14:paraId="4F9778ED" w14:textId="77777777" w:rsidR="008C1598" w:rsidRPr="009C1C47" w:rsidRDefault="008C1598">
      <w:pPr>
        <w:pStyle w:val="Centr"/>
        <w:keepNext/>
      </w:pPr>
      <w:r w:rsidRPr="009C1C47">
        <w:rPr>
          <w:rStyle w:val="Taille-1Caracteres"/>
        </w:rPr>
        <w:t xml:space="preserve">Au lever du rideau </w:t>
      </w:r>
      <w:proofErr w:type="spellStart"/>
      <w:r w:rsidRPr="009C1C47">
        <w:rPr>
          <w:rStyle w:val="Taille-1Caracteres"/>
        </w:rPr>
        <w:t>Courtansoux</w:t>
      </w:r>
      <w:proofErr w:type="spellEnd"/>
      <w:r w:rsidRPr="009C1C47">
        <w:rPr>
          <w:rStyle w:val="Taille-1Caracteres"/>
        </w:rPr>
        <w:t xml:space="preserve"> joue aux échecs avec </w:t>
      </w:r>
      <w:proofErr w:type="spellStart"/>
      <w:r w:rsidRPr="009C1C47">
        <w:rPr>
          <w:rStyle w:val="Taille-1Caracteres"/>
        </w:rPr>
        <w:t>Boisramé</w:t>
      </w:r>
      <w:proofErr w:type="spellEnd"/>
      <w:r w:rsidRPr="009C1C47">
        <w:rPr>
          <w:rStyle w:val="Taille-1Caracteres"/>
        </w:rPr>
        <w:t xml:space="preserve">, Emma va et vient. – </w:t>
      </w:r>
      <w:proofErr w:type="spellStart"/>
      <w:r w:rsidRPr="009C1C47">
        <w:rPr>
          <w:rStyle w:val="Taille-1Caracteres"/>
        </w:rPr>
        <w:t>Marcadieu</w:t>
      </w:r>
      <w:proofErr w:type="spellEnd"/>
      <w:r w:rsidRPr="009C1C47">
        <w:rPr>
          <w:rStyle w:val="Taille-1Caracteres"/>
        </w:rPr>
        <w:t xml:space="preserve"> apporte le café sur un plateau.</w:t>
      </w:r>
    </w:p>
    <w:p w14:paraId="0106FBA3" w14:textId="77777777" w:rsidR="008C1598" w:rsidRPr="009C1C47" w:rsidRDefault="008C1598"/>
    <w:p w14:paraId="03F04009"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entrant de droite.</w:t>
      </w:r>
    </w:p>
    <w:p w14:paraId="32D54601" w14:textId="77777777" w:rsidR="008C1598" w:rsidRPr="009C1C47" w:rsidRDefault="008C1598">
      <w:r w:rsidRPr="009C1C47">
        <w:t>Voilà le café.</w:t>
      </w:r>
    </w:p>
    <w:p w14:paraId="3AEB643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736FA5D2" w14:textId="77777777" w:rsidR="008C1598" w:rsidRPr="009C1C47" w:rsidRDefault="008C1598">
      <w:r w:rsidRPr="009C1C47">
        <w:t>Bon ! ça ne va pas traîner !</w:t>
      </w:r>
    </w:p>
    <w:p w14:paraId="1D394EBF" w14:textId="77777777" w:rsidR="008C1598" w:rsidRPr="009C1C47" w:rsidRDefault="008C1598">
      <w:pPr>
        <w:pStyle w:val="Droite"/>
      </w:pPr>
      <w:r w:rsidRPr="009C1C47">
        <w:rPr>
          <w:rStyle w:val="Taille-1Caracteres"/>
        </w:rPr>
        <w:t>Il avance une pièce.</w:t>
      </w:r>
    </w:p>
    <w:p w14:paraId="3A8EA6C4" w14:textId="77777777" w:rsidR="008C1598" w:rsidRPr="009C1C47" w:rsidRDefault="008C1598">
      <w:proofErr w:type="spellStart"/>
      <w:r w:rsidRPr="009C1C47">
        <w:rPr>
          <w:rStyle w:val="Taille-1Caracteres"/>
        </w:rPr>
        <w:t>MARCADIEU</w:t>
      </w:r>
      <w:proofErr w:type="spellEnd"/>
      <w:r w:rsidRPr="009C1C47">
        <w:rPr>
          <w:rStyle w:val="Appelnotedebasdep"/>
        </w:rPr>
        <w:footnoteReference w:id="1"/>
      </w:r>
      <w:r w:rsidRPr="009C1C47">
        <w:rPr>
          <w:rStyle w:val="Taille-1Caracteres"/>
        </w:rPr>
        <w:t>, tenant toujours le plateau et regardant jouer.</w:t>
      </w:r>
    </w:p>
    <w:p w14:paraId="0DA07B95" w14:textId="77777777" w:rsidR="008C1598" w:rsidRPr="009C1C47" w:rsidRDefault="008C1598">
      <w:r w:rsidRPr="009C1C47">
        <w:t>Oh ! qu’est-ce que vous faites là, monsieur ?</w:t>
      </w:r>
    </w:p>
    <w:p w14:paraId="60B1B67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CB16A3E" w14:textId="77777777" w:rsidR="008C1598" w:rsidRPr="009C1C47" w:rsidRDefault="008C1598">
      <w:r w:rsidRPr="009C1C47">
        <w:t>Eh bien, et toi ?</w:t>
      </w:r>
    </w:p>
    <w:p w14:paraId="5D4587CA"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F774439" w14:textId="77777777" w:rsidR="008C1598" w:rsidRPr="009C1C47" w:rsidRDefault="008C1598">
      <w:r w:rsidRPr="009C1C47">
        <w:t>Moi, je regarde. Votre reine est fichue !</w:t>
      </w:r>
    </w:p>
    <w:p w14:paraId="2D81118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B8950B0" w14:textId="77777777" w:rsidR="008C1598" w:rsidRPr="009C1C47" w:rsidRDefault="008C1598">
      <w:r w:rsidRPr="009C1C47">
        <w:t>Laisse-moi tranquille ! Je sais ce que je fais.</w:t>
      </w:r>
    </w:p>
    <w:p w14:paraId="6DE94D12" w14:textId="77777777" w:rsidR="008C1598" w:rsidRPr="009C1C47" w:rsidRDefault="008C1598">
      <w:pPr>
        <w:pStyle w:val="Droite"/>
      </w:pPr>
      <w:proofErr w:type="spellStart"/>
      <w:r w:rsidRPr="009C1C47">
        <w:rPr>
          <w:rStyle w:val="Taille-1Caracteres"/>
        </w:rPr>
        <w:lastRenderedPageBreak/>
        <w:t>Courtansoux</w:t>
      </w:r>
      <w:proofErr w:type="spellEnd"/>
      <w:r w:rsidRPr="009C1C47">
        <w:rPr>
          <w:rStyle w:val="Taille-1Caracteres"/>
        </w:rPr>
        <w:t xml:space="preserve"> joue.</w:t>
      </w:r>
    </w:p>
    <w:p w14:paraId="2A3EA34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00A9876" w14:textId="77777777" w:rsidR="008C1598" w:rsidRPr="009C1C47" w:rsidRDefault="008C1598">
      <w:r w:rsidRPr="009C1C47">
        <w:t>Heureusement qu’il n’a pas vu le coup !</w:t>
      </w:r>
    </w:p>
    <w:p w14:paraId="7187AD26" w14:textId="77777777" w:rsidR="008C1598" w:rsidRPr="009C1C47" w:rsidRDefault="008C1598">
      <w:pPr>
        <w:pStyle w:val="Droite"/>
      </w:pPr>
      <w:r w:rsidRPr="009C1C47">
        <w:rPr>
          <w:rStyle w:val="Taille-1Caracteres"/>
        </w:rPr>
        <w:t>Il remonte à gauche, derrière la table.</w:t>
      </w:r>
    </w:p>
    <w:p w14:paraId="7D0A732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4F1869A" w14:textId="77777777" w:rsidR="008C1598" w:rsidRPr="009C1C47" w:rsidRDefault="008C1598">
      <w:r w:rsidRPr="009C1C47">
        <w:t>Malheureusement ; le café refroidit !… (</w:t>
      </w:r>
      <w:r w:rsidRPr="009C1C47">
        <w:rPr>
          <w:rStyle w:val="Taille-1Caracteres"/>
        </w:rPr>
        <w:t>il joue.)</w:t>
      </w:r>
      <w:r w:rsidRPr="009C1C47">
        <w:t xml:space="preserve"> Allons donc, ganache !</w:t>
      </w:r>
    </w:p>
    <w:p w14:paraId="10C58229" w14:textId="77777777" w:rsidR="008C1598" w:rsidRPr="009C1C47" w:rsidRDefault="008C1598">
      <w:pPr>
        <w:pStyle w:val="Centr"/>
        <w:keepNext/>
      </w:pPr>
      <w:r w:rsidRPr="009C1C47">
        <w:rPr>
          <w:rStyle w:val="Taille-1Caracteres"/>
        </w:rPr>
        <w:t xml:space="preserve">EMMA, bas à </w:t>
      </w:r>
      <w:proofErr w:type="spellStart"/>
      <w:r w:rsidRPr="009C1C47">
        <w:rPr>
          <w:rStyle w:val="Taille-1Caracteres"/>
        </w:rPr>
        <w:t>Boisramé</w:t>
      </w:r>
      <w:proofErr w:type="spellEnd"/>
      <w:r w:rsidRPr="009C1C47">
        <w:rPr>
          <w:rStyle w:val="Taille-1Caracteres"/>
        </w:rPr>
        <w:t>.</w:t>
      </w:r>
    </w:p>
    <w:p w14:paraId="041F2BED" w14:textId="77777777" w:rsidR="008C1598" w:rsidRPr="009C1C47" w:rsidRDefault="008C1598">
      <w:r w:rsidRPr="009C1C47">
        <w:t>Fais attention, mon ami !</w:t>
      </w:r>
    </w:p>
    <w:p w14:paraId="3AE4CC16" w14:textId="77777777" w:rsidR="008C1598" w:rsidRPr="009C1C47" w:rsidRDefault="008C1598">
      <w:pPr>
        <w:pStyle w:val="Droite"/>
      </w:pPr>
      <w:r w:rsidRPr="009C1C47">
        <w:rPr>
          <w:rStyle w:val="Taille-1Caracteres"/>
        </w:rPr>
        <w:t>Elle gagne à droite</w:t>
      </w:r>
      <w:r w:rsidRPr="009C1C47">
        <w:rPr>
          <w:rStyle w:val="Appelnotedebasdep"/>
        </w:rPr>
        <w:footnoteReference w:id="2"/>
      </w:r>
      <w:r w:rsidRPr="009C1C47">
        <w:rPr>
          <w:rStyle w:val="Taille-1Caracteres"/>
        </w:rPr>
        <w:t>.</w:t>
      </w:r>
    </w:p>
    <w:p w14:paraId="7676292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E16A49A" w14:textId="77777777" w:rsidR="008C1598" w:rsidRPr="009C1C47" w:rsidRDefault="008C1598">
      <w:r w:rsidRPr="009C1C47">
        <w:t>À rien. Quand il joue aux échecs, qu’il réfléchit et qu’il se tient le nez, la terre tremblerait, la foudre tomberait, la maison croulerait…</w:t>
      </w:r>
    </w:p>
    <w:p w14:paraId="35B56829"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0B69B9ED" w14:textId="77777777" w:rsidR="008C1598" w:rsidRPr="009C1C47" w:rsidRDefault="008C1598">
      <w:r w:rsidRPr="009C1C47">
        <w:t>Oh ! je comprends ça !</w:t>
      </w:r>
    </w:p>
    <w:p w14:paraId="720E6215" w14:textId="77777777" w:rsidR="008C1598" w:rsidRPr="009C1C47" w:rsidRDefault="008C1598">
      <w:pPr>
        <w:pStyle w:val="Droite"/>
      </w:pPr>
      <w:r w:rsidRPr="009C1C47">
        <w:rPr>
          <w:rStyle w:val="Taille-1Caracteres"/>
        </w:rPr>
        <w:t>Dans son mouvement il renverse deux tasses sur le plateau.</w:t>
      </w:r>
    </w:p>
    <w:p w14:paraId="2CD5A72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B7B6AC0" w14:textId="77777777" w:rsidR="008C1598" w:rsidRPr="009C1C47" w:rsidRDefault="008C1598">
      <w:r w:rsidRPr="009C1C47">
        <w:t>Exemple ! – Tu n’as rien cassé, maladroit ?</w:t>
      </w:r>
    </w:p>
    <w:p w14:paraId="68BB15D3"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6C4123D4" w14:textId="77777777" w:rsidR="008C1598" w:rsidRPr="009C1C47" w:rsidRDefault="008C1598">
      <w:r w:rsidRPr="009C1C47">
        <w:t>Rien. – Mais, dites donc, monsieur, vous êtes bien un peu comme ça, vous… quand vous êtes absorbé !</w:t>
      </w:r>
    </w:p>
    <w:p w14:paraId="1A08769A"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51BAABB7" w14:textId="77777777" w:rsidR="008C1598" w:rsidRPr="009C1C47" w:rsidRDefault="008C1598">
      <w:r w:rsidRPr="009C1C47">
        <w:t>C’est vrai que quand je suis absorbé…</w:t>
      </w:r>
    </w:p>
    <w:p w14:paraId="015A670C" w14:textId="77777777" w:rsidR="008C1598" w:rsidRPr="009C1C47" w:rsidRDefault="008C1598">
      <w:pPr>
        <w:pStyle w:val="Centr"/>
        <w:keepNext/>
      </w:pPr>
      <w:r w:rsidRPr="009C1C47">
        <w:rPr>
          <w:rStyle w:val="Taille-1Caracteres"/>
        </w:rPr>
        <w:t>EMMA.</w:t>
      </w:r>
    </w:p>
    <w:p w14:paraId="042FE97E" w14:textId="77777777" w:rsidR="008C1598" w:rsidRPr="009C1C47" w:rsidRDefault="008C1598">
      <w:r w:rsidRPr="009C1C47">
        <w:t>La terre tremblerait… la foudre…</w:t>
      </w:r>
    </w:p>
    <w:p w14:paraId="3D1D27B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28A865D" w14:textId="77777777" w:rsidR="008C1598" w:rsidRPr="009C1C47" w:rsidRDefault="008C1598">
      <w:r w:rsidRPr="009C1C47">
        <w:t>C’est peut-être beaucoup dire !… mais je me souviendrai toujours, qu’une fois, le feu ayant pris dans cette cheminée, je ne m’en suis aperçu que quand les pompiers ont été partis ! – Tu te rappelles, toi ?…</w:t>
      </w:r>
    </w:p>
    <w:p w14:paraId="37516C50" w14:textId="77777777" w:rsidR="008C1598" w:rsidRPr="009C1C47" w:rsidRDefault="008C1598">
      <w:pPr>
        <w:pStyle w:val="Centr"/>
        <w:keepNext/>
      </w:pPr>
      <w:proofErr w:type="spellStart"/>
      <w:r w:rsidRPr="009C1C47">
        <w:rPr>
          <w:rStyle w:val="Taille-1Caracteres"/>
        </w:rPr>
        <w:t>MARCAD</w:t>
      </w:r>
      <w:r w:rsidR="00D049D2" w:rsidRPr="009C1C47">
        <w:rPr>
          <w:rStyle w:val="Taille-1Caracteres"/>
        </w:rPr>
        <w:t>I</w:t>
      </w:r>
      <w:r w:rsidRPr="009C1C47">
        <w:rPr>
          <w:rStyle w:val="Taille-1Caracteres"/>
        </w:rPr>
        <w:t>EU</w:t>
      </w:r>
      <w:proofErr w:type="spellEnd"/>
      <w:r w:rsidRPr="009C1C47">
        <w:rPr>
          <w:rStyle w:val="Taille-1Caracteres"/>
        </w:rPr>
        <w:t>.</w:t>
      </w:r>
    </w:p>
    <w:p w14:paraId="49B4FA53" w14:textId="77777777" w:rsidR="008C1598" w:rsidRPr="009C1C47" w:rsidRDefault="008C1598">
      <w:r w:rsidRPr="009C1C47">
        <w:t xml:space="preserve">Parfaitement ! – nous jouions ensemble… Monsieur </w:t>
      </w:r>
      <w:proofErr w:type="spellStart"/>
      <w:r w:rsidRPr="009C1C47">
        <w:t>Courtansoux</w:t>
      </w:r>
      <w:proofErr w:type="spellEnd"/>
      <w:r w:rsidRPr="009C1C47">
        <w:t xml:space="preserve"> se tient le nez : c’est sa manière. – Vous avez la vôtre ; vous vous grattez les mollets – moi, je n’ai pas remarqué ce que je fais…</w:t>
      </w:r>
    </w:p>
    <w:p w14:paraId="3EF4240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716431C" w14:textId="77777777" w:rsidR="008C1598" w:rsidRPr="009C1C47" w:rsidRDefault="008C1598">
      <w:r w:rsidRPr="009C1C47">
        <w:t>Ce que tu fais ?… Je vais te le dire : tu te dévisses les oreilles, et puis tu fais encore autre chose…</w:t>
      </w:r>
    </w:p>
    <w:p w14:paraId="6C194F9A"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220FBD42" w14:textId="77777777" w:rsidR="008C1598" w:rsidRPr="009C1C47" w:rsidRDefault="008C1598">
      <w:r w:rsidRPr="009C1C47">
        <w:t>Quoi donc, monsieur ?</w:t>
      </w:r>
    </w:p>
    <w:p w14:paraId="50DC5F9F" w14:textId="77777777" w:rsidR="008C1598" w:rsidRPr="009C1C47" w:rsidRDefault="008C1598">
      <w:pPr>
        <w:pStyle w:val="Centr"/>
        <w:keepNext/>
      </w:pPr>
      <w:proofErr w:type="spellStart"/>
      <w:r w:rsidRPr="009C1C47">
        <w:rPr>
          <w:rStyle w:val="Taille-1Caracteres"/>
        </w:rPr>
        <w:t>BOISRAMÉ</w:t>
      </w:r>
      <w:proofErr w:type="spellEnd"/>
      <w:r w:rsidR="00D049D2" w:rsidRPr="009C1C47">
        <w:rPr>
          <w:rStyle w:val="Taille-1Caracteres"/>
        </w:rPr>
        <w:t>.</w:t>
      </w:r>
    </w:p>
    <w:p w14:paraId="314D3E04" w14:textId="77777777" w:rsidR="008C1598" w:rsidRPr="009C1C47" w:rsidRDefault="008C1598">
      <w:r w:rsidRPr="009C1C47">
        <w:t>Tu poses ton plateau là, et tu t’en vas… tu vas au verger !</w:t>
      </w:r>
    </w:p>
    <w:p w14:paraId="7B50DE7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posant le plateau sur la table.</w:t>
      </w:r>
    </w:p>
    <w:p w14:paraId="68737237" w14:textId="77777777" w:rsidR="008C1598" w:rsidRPr="009C1C47" w:rsidRDefault="008C1598">
      <w:r w:rsidRPr="009C1C47">
        <w:t>Encore ?</w:t>
      </w:r>
    </w:p>
    <w:p w14:paraId="2FF192E8"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619D8979" w14:textId="77777777" w:rsidR="008C1598" w:rsidRPr="009C1C47" w:rsidRDefault="008C1598">
      <w:r w:rsidRPr="009C1C47">
        <w:t>Dame ! tant que tu n’auras pas pincé le maraudeur !</w:t>
      </w:r>
    </w:p>
    <w:p w14:paraId="73AFD3D3"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remontant à droite.</w:t>
      </w:r>
    </w:p>
    <w:p w14:paraId="3B5E42EF" w14:textId="77777777" w:rsidR="008C1598" w:rsidRPr="009C1C47" w:rsidRDefault="008C1598">
      <w:r w:rsidRPr="009C1C47">
        <w:t>Je le pincerai ! (</w:t>
      </w:r>
      <w:r w:rsidRPr="009C1C47">
        <w:rPr>
          <w:rStyle w:val="Taille-1Caracteres"/>
        </w:rPr>
        <w:t>À part.)</w:t>
      </w:r>
      <w:r w:rsidRPr="009C1C47">
        <w:t xml:space="preserve"> Mais je ne pincerai pas que lui ! J’ai des trucs pour pincer tout le monde !</w:t>
      </w:r>
    </w:p>
    <w:p w14:paraId="2A3A9947" w14:textId="77777777" w:rsidR="008C1598" w:rsidRPr="009C1C47" w:rsidRDefault="008C1598">
      <w:pPr>
        <w:pStyle w:val="Droite"/>
      </w:pPr>
      <w:r w:rsidRPr="009C1C47">
        <w:rPr>
          <w:rStyle w:val="Taille-1Caracteres"/>
        </w:rPr>
        <w:t>Il sort par le pan coupé de droite.</w:t>
      </w:r>
    </w:p>
    <w:p w14:paraId="2516F317" w14:textId="77777777" w:rsidR="008C1598" w:rsidRPr="009C1C47" w:rsidRDefault="008C1598">
      <w:pPr>
        <w:pStyle w:val="Centr"/>
        <w:keepNext/>
      </w:pPr>
      <w:proofErr w:type="spellStart"/>
      <w:r w:rsidRPr="009C1C47">
        <w:rPr>
          <w:rStyle w:val="Taille-1Caracteres"/>
        </w:rPr>
        <w:t>COURTANSOUX</w:t>
      </w:r>
      <w:proofErr w:type="spellEnd"/>
      <w:r w:rsidRPr="009C1C47">
        <w:rPr>
          <w:rStyle w:val="Appelnotedebasdep"/>
        </w:rPr>
        <w:footnoteReference w:id="3"/>
      </w:r>
      <w:r w:rsidRPr="009C1C47">
        <w:rPr>
          <w:rStyle w:val="Taille-1Caracteres"/>
        </w:rPr>
        <w:t>.</w:t>
      </w:r>
    </w:p>
    <w:p w14:paraId="7C7878F7" w14:textId="77777777" w:rsidR="008C1598" w:rsidRPr="009C1C47" w:rsidRDefault="008C1598">
      <w:r w:rsidRPr="009C1C47">
        <w:t>Échec et mat !… Ah ! ah ! vous n’êtes pas de taille, cher ami !</w:t>
      </w:r>
    </w:p>
    <w:p w14:paraId="34C5A41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se levant.</w:t>
      </w:r>
    </w:p>
    <w:p w14:paraId="1D354367" w14:textId="77777777" w:rsidR="008C1598" w:rsidRPr="009C1C47" w:rsidRDefault="008C1598">
      <w:r w:rsidRPr="009C1C47">
        <w:t>Non ! (</w:t>
      </w:r>
      <w:r w:rsidRPr="009C1C47">
        <w:rPr>
          <w:rStyle w:val="Taille-1Caracteres"/>
        </w:rPr>
        <w:t>À part.)</w:t>
      </w:r>
      <w:r w:rsidRPr="009C1C47">
        <w:t xml:space="preserve"> Ouf !</w:t>
      </w:r>
    </w:p>
    <w:p w14:paraId="1F67849C"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157255E" w14:textId="77777777" w:rsidR="008C1598" w:rsidRPr="009C1C47" w:rsidRDefault="008C1598">
      <w:r w:rsidRPr="009C1C47">
        <w:t>Votre revanche, allons !</w:t>
      </w:r>
    </w:p>
    <w:p w14:paraId="6741790A" w14:textId="77777777" w:rsidR="008C1598" w:rsidRPr="009C1C47" w:rsidRDefault="008C1598">
      <w:pPr>
        <w:pStyle w:val="Centr"/>
        <w:keepNext/>
      </w:pPr>
      <w:r w:rsidRPr="009C1C47">
        <w:rPr>
          <w:rStyle w:val="Taille-1Caracteres"/>
        </w:rPr>
        <w:t>EMMA, lui offrant une tasse de café.</w:t>
      </w:r>
    </w:p>
    <w:p w14:paraId="55CD5211" w14:textId="77777777" w:rsidR="008C1598" w:rsidRPr="009C1C47" w:rsidRDefault="008C1598">
      <w:r w:rsidRPr="009C1C47">
        <w:t>Le café est servi, monsieur le directeur général.</w:t>
      </w:r>
    </w:p>
    <w:p w14:paraId="40D2436C"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5D7159A1" w14:textId="77777777" w:rsidR="008C1598" w:rsidRPr="009C1C47" w:rsidRDefault="008C1598">
      <w:r w:rsidRPr="009C1C47">
        <w:t>Ah ! prendrai-je du café ?…</w:t>
      </w:r>
    </w:p>
    <w:p w14:paraId="608855B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prenant une tasse sur le plateau.</w:t>
      </w:r>
    </w:p>
    <w:p w14:paraId="694C7031" w14:textId="77777777" w:rsidR="008C1598" w:rsidRPr="009C1C47" w:rsidRDefault="008C1598">
      <w:r w:rsidRPr="009C1C47">
        <w:t>Certainement ! Du pur Zanzibar, acheté pour vous !</w:t>
      </w:r>
    </w:p>
    <w:p w14:paraId="34790289"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2163097A" w14:textId="77777777" w:rsidR="008C1598" w:rsidRPr="009C1C47" w:rsidRDefault="008C1598">
      <w:r w:rsidRPr="009C1C47">
        <w:t>Merci.</w:t>
      </w:r>
    </w:p>
    <w:p w14:paraId="6F6F60A3" w14:textId="77777777" w:rsidR="008C1598" w:rsidRPr="009C1C47" w:rsidRDefault="008C1598">
      <w:pPr>
        <w:pStyle w:val="Droite"/>
      </w:pPr>
      <w:r w:rsidRPr="009C1C47">
        <w:rPr>
          <w:rStyle w:val="Taille-1Caracteres"/>
        </w:rPr>
        <w:lastRenderedPageBreak/>
        <w:t>Il boit.</w:t>
      </w:r>
    </w:p>
    <w:p w14:paraId="1EDB4CD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buvant.</w:t>
      </w:r>
    </w:p>
    <w:p w14:paraId="5E1ED4A7" w14:textId="77777777" w:rsidR="008C1598" w:rsidRPr="009C1C47" w:rsidRDefault="008C1598">
      <w:r w:rsidRPr="009C1C47">
        <w:t>Il est froid ! que le diable l’emporte !</w:t>
      </w:r>
    </w:p>
    <w:p w14:paraId="5FD0E5A1" w14:textId="77777777" w:rsidR="008C1598" w:rsidRPr="009C1C47" w:rsidRDefault="008C1598">
      <w:pPr>
        <w:pStyle w:val="Centr"/>
        <w:keepNext/>
      </w:pPr>
      <w:r w:rsidRPr="009C1C47">
        <w:rPr>
          <w:rStyle w:val="Taille-1Caracteres"/>
        </w:rPr>
        <w:t>EMMA, bas.</w:t>
      </w:r>
    </w:p>
    <w:p w14:paraId="6C063EF5" w14:textId="77777777" w:rsidR="008C1598" w:rsidRPr="009C1C47" w:rsidRDefault="008C1598">
      <w:r w:rsidRPr="009C1C47">
        <w:t>Mon ami !</w:t>
      </w:r>
    </w:p>
    <w:p w14:paraId="46AA254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865F52F" w14:textId="77777777" w:rsidR="008C1598" w:rsidRPr="009C1C47" w:rsidRDefault="008C1598">
      <w:r w:rsidRPr="009C1C47">
        <w:t>C’est juste ! Il ne joue plus aux échecs.</w:t>
      </w:r>
    </w:p>
    <w:p w14:paraId="4A7BC95E" w14:textId="77777777" w:rsidR="008C1598" w:rsidRPr="009C1C47" w:rsidRDefault="008C1598">
      <w:pPr>
        <w:pStyle w:val="Centr"/>
        <w:keepNext/>
      </w:pPr>
      <w:r w:rsidRPr="009C1C47">
        <w:rPr>
          <w:rStyle w:val="Taille-1Caracteres"/>
        </w:rPr>
        <w:t xml:space="preserve">EMMA, très-empressée, offrant un verre de curaçao à </w:t>
      </w:r>
      <w:proofErr w:type="spellStart"/>
      <w:r w:rsidRPr="009C1C47">
        <w:rPr>
          <w:rStyle w:val="Taille-1Caracteres"/>
        </w:rPr>
        <w:t>Courtansoux</w:t>
      </w:r>
      <w:proofErr w:type="spellEnd"/>
      <w:r w:rsidRPr="009C1C47">
        <w:rPr>
          <w:rStyle w:val="Taille-1Caracteres"/>
        </w:rPr>
        <w:t>.</w:t>
      </w:r>
    </w:p>
    <w:p w14:paraId="09E8E4F5" w14:textId="77777777" w:rsidR="008C1598" w:rsidRPr="009C1C47" w:rsidRDefault="008C1598">
      <w:r w:rsidRPr="009C1C47">
        <w:t>Un peu de curaçao, monsieur le directeur général ?</w:t>
      </w:r>
    </w:p>
    <w:p w14:paraId="46A43B42"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prend le verre.</w:t>
      </w:r>
    </w:p>
    <w:p w14:paraId="25822BE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DDBA127" w14:textId="77777777" w:rsidR="008C1598" w:rsidRPr="009C1C47" w:rsidRDefault="008C1598">
      <w:r w:rsidRPr="009C1C47">
        <w:t>Du vrai curaçao de Hollande ! acheté pour vous !</w:t>
      </w:r>
    </w:p>
    <w:p w14:paraId="3DC21349" w14:textId="77777777" w:rsidR="008C1598" w:rsidRPr="009C1C47" w:rsidRDefault="008C1598">
      <w:pPr>
        <w:pStyle w:val="Centr"/>
        <w:keepNext/>
      </w:pPr>
      <w:proofErr w:type="spellStart"/>
      <w:r w:rsidRPr="009C1C47">
        <w:rPr>
          <w:rStyle w:val="Taille-1Caracteres"/>
        </w:rPr>
        <w:t>COU</w:t>
      </w:r>
      <w:r w:rsidR="009C1C47">
        <w:rPr>
          <w:rStyle w:val="Taille-1Caracteres"/>
        </w:rPr>
        <w:t>R</w:t>
      </w:r>
      <w:r w:rsidRPr="009C1C47">
        <w:rPr>
          <w:rStyle w:val="Taille-1Caracteres"/>
        </w:rPr>
        <w:t>TANSOUX</w:t>
      </w:r>
      <w:proofErr w:type="spellEnd"/>
      <w:r w:rsidRPr="009C1C47">
        <w:rPr>
          <w:rStyle w:val="Taille-1Caracteres"/>
        </w:rPr>
        <w:t>, se levant et passant</w:t>
      </w:r>
      <w:r w:rsidRPr="009C1C47">
        <w:rPr>
          <w:rStyle w:val="Appelnotedebasdep"/>
        </w:rPr>
        <w:footnoteReference w:id="4"/>
      </w:r>
      <w:r w:rsidRPr="009C1C47">
        <w:rPr>
          <w:rStyle w:val="Taille-1Caracteres"/>
        </w:rPr>
        <w:t>.</w:t>
      </w:r>
    </w:p>
    <w:p w14:paraId="596AA13F" w14:textId="77777777" w:rsidR="008C1598" w:rsidRPr="009C1C47" w:rsidRDefault="008C1598">
      <w:r w:rsidRPr="009C1C47">
        <w:t>Merci, cher ami ! vous me gâtez, cher ami !</w:t>
      </w:r>
    </w:p>
    <w:p w14:paraId="6AB8E3E6" w14:textId="77777777" w:rsidR="008C1598" w:rsidRPr="009C1C47" w:rsidRDefault="008C1598">
      <w:pPr>
        <w:pStyle w:val="Centr"/>
        <w:keepNext/>
      </w:pPr>
      <w:r w:rsidRPr="009C1C47">
        <w:rPr>
          <w:rStyle w:val="Taille-1Caracteres"/>
        </w:rPr>
        <w:t>EMMA.</w:t>
      </w:r>
    </w:p>
    <w:p w14:paraId="520BCB9D" w14:textId="77777777" w:rsidR="008C1598" w:rsidRPr="009C1C47" w:rsidRDefault="008C1598">
      <w:r w:rsidRPr="009C1C47">
        <w:t>C’est tant d’honneur que vous nous avez fait d’accepter notre modeste hospitalité !</w:t>
      </w:r>
    </w:p>
    <w:p w14:paraId="298F36CE"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6363E78" w14:textId="77777777" w:rsidR="008C1598" w:rsidRPr="009C1C47" w:rsidRDefault="008C1598">
      <w:r w:rsidRPr="009C1C47">
        <w:t>Oh ! modeste ! Vous m’avez donné un dîner !… un dîner !…</w:t>
      </w:r>
    </w:p>
    <w:p w14:paraId="1A07864B"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2DB7B919" w14:textId="77777777" w:rsidR="008C1598" w:rsidRPr="009C1C47" w:rsidRDefault="008C1598">
      <w:r w:rsidRPr="009C1C47">
        <w:t>Le dîner d’un humble agent d’assurances contre l’incendie. Je ne suis qu’un humble agent d’assurances…</w:t>
      </w:r>
    </w:p>
    <w:p w14:paraId="7C44C35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5075AA3" w14:textId="77777777" w:rsidR="008C1598" w:rsidRPr="009C1C47" w:rsidRDefault="008C1598">
      <w:r w:rsidRPr="009C1C47">
        <w:t>Je croyais votre position lucrative ?</w:t>
      </w:r>
    </w:p>
    <w:p w14:paraId="362D24AA" w14:textId="77777777" w:rsidR="008C1598" w:rsidRPr="009C1C47" w:rsidRDefault="008C1598">
      <w:pPr>
        <w:pStyle w:val="Centr"/>
        <w:keepNext/>
      </w:pPr>
      <w:r w:rsidRPr="009C1C47">
        <w:rPr>
          <w:rStyle w:val="Taille-1Caracteres"/>
        </w:rPr>
        <w:t>EMMA.</w:t>
      </w:r>
    </w:p>
    <w:p w14:paraId="7CE45490" w14:textId="77777777" w:rsidR="008C1598" w:rsidRPr="009C1C47" w:rsidRDefault="008C1598">
      <w:r w:rsidRPr="009C1C47">
        <w:t xml:space="preserve">Elle peut s’améliorer beaucoup. – Monsieur </w:t>
      </w:r>
      <w:proofErr w:type="spellStart"/>
      <w:r w:rsidRPr="009C1C47">
        <w:t>Bridache</w:t>
      </w:r>
      <w:proofErr w:type="spellEnd"/>
      <w:r w:rsidRPr="009C1C47">
        <w:t>, le chef du contentieux, n’est pas remplacé, et mon mari a des dispositions étonnantes pour le contentieux !</w:t>
      </w:r>
    </w:p>
    <w:p w14:paraId="5E8D0B1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3EFC8C6" w14:textId="77777777" w:rsidR="008C1598" w:rsidRPr="009C1C47" w:rsidRDefault="008C1598">
      <w:r w:rsidRPr="009C1C47">
        <w:t>Des vues très-nettes et une grande pratique ! mais laissons ! nous ne sommes pas ici pour causer administration.</w:t>
      </w:r>
    </w:p>
    <w:p w14:paraId="00F63617" w14:textId="77777777" w:rsidR="008C1598" w:rsidRPr="009C1C47" w:rsidRDefault="008C1598">
      <w:pPr>
        <w:pStyle w:val="Centr"/>
        <w:keepNext/>
      </w:pPr>
      <w:r w:rsidRPr="009C1C47">
        <w:rPr>
          <w:rStyle w:val="Taille-1Caracteres"/>
        </w:rPr>
        <w:t>EMMA.</w:t>
      </w:r>
    </w:p>
    <w:p w14:paraId="0085C1E3" w14:textId="77777777" w:rsidR="008C1598" w:rsidRPr="009C1C47" w:rsidRDefault="008C1598">
      <w:r w:rsidRPr="009C1C47">
        <w:t>Vous pourriez croire que notre hospitalité est intéressée…</w:t>
      </w:r>
    </w:p>
    <w:p w14:paraId="266BD76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débarrassant </w:t>
      </w:r>
      <w:proofErr w:type="spellStart"/>
      <w:r w:rsidRPr="009C1C47">
        <w:rPr>
          <w:rStyle w:val="Taille-1Caracteres"/>
        </w:rPr>
        <w:t>Courtansoux</w:t>
      </w:r>
      <w:proofErr w:type="spellEnd"/>
      <w:r w:rsidRPr="009C1C47">
        <w:rPr>
          <w:rStyle w:val="Taille-1Caracteres"/>
        </w:rPr>
        <w:t xml:space="preserve"> de son verre.</w:t>
      </w:r>
    </w:p>
    <w:p w14:paraId="1233DA75" w14:textId="77777777" w:rsidR="008C1598" w:rsidRPr="009C1C47" w:rsidRDefault="008C1598">
      <w:r w:rsidRPr="009C1C47">
        <w:t>Et Dieu sait !…</w:t>
      </w:r>
    </w:p>
    <w:p w14:paraId="6A5076A2"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passe à droite en faisant le geste qu’il ne doute nullement</w:t>
      </w:r>
      <w:r w:rsidRPr="009C1C47">
        <w:rPr>
          <w:rStyle w:val="Appelnotedebasdep"/>
        </w:rPr>
        <w:footnoteReference w:id="5"/>
      </w:r>
      <w:r w:rsidRPr="009C1C47">
        <w:rPr>
          <w:rStyle w:val="Taille-1Caracteres"/>
        </w:rPr>
        <w:t>.</w:t>
      </w:r>
    </w:p>
    <w:p w14:paraId="2BE408EB" w14:textId="77777777" w:rsidR="008C1598" w:rsidRPr="009C1C47" w:rsidRDefault="008C1598">
      <w:pPr>
        <w:pStyle w:val="Centr"/>
        <w:keepNext/>
      </w:pPr>
      <w:r w:rsidRPr="009C1C47">
        <w:rPr>
          <w:rStyle w:val="Taille-1Caracteres"/>
        </w:rPr>
        <w:t xml:space="preserve">EMMA, bas à </w:t>
      </w:r>
      <w:proofErr w:type="spellStart"/>
      <w:r w:rsidRPr="009C1C47">
        <w:rPr>
          <w:rStyle w:val="Taille-1Caracteres"/>
        </w:rPr>
        <w:t>Boisramé</w:t>
      </w:r>
      <w:proofErr w:type="spellEnd"/>
      <w:r w:rsidRPr="009C1C47">
        <w:rPr>
          <w:rStyle w:val="Taille-1Caracteres"/>
        </w:rPr>
        <w:t>.</w:t>
      </w:r>
    </w:p>
    <w:p w14:paraId="6636FC48" w14:textId="77777777" w:rsidR="008C1598" w:rsidRPr="009C1C47" w:rsidRDefault="008C1598">
      <w:r w:rsidRPr="009C1C47">
        <w:t>Il ne veut pas se prononcer !</w:t>
      </w:r>
    </w:p>
    <w:p w14:paraId="667938FC"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 bas.</w:t>
      </w:r>
    </w:p>
    <w:p w14:paraId="538C0BCA" w14:textId="77777777" w:rsidR="008C1598" w:rsidRPr="009C1C47" w:rsidRDefault="008C1598">
      <w:r w:rsidRPr="009C1C47">
        <w:t>Redoublons de séductions !</w:t>
      </w:r>
    </w:p>
    <w:p w14:paraId="3EAD21F8" w14:textId="77777777" w:rsidR="008C1598" w:rsidRPr="009C1C47" w:rsidRDefault="008C1598">
      <w:pPr>
        <w:pStyle w:val="Centr"/>
        <w:keepNext/>
      </w:pPr>
      <w:r w:rsidRPr="009C1C47">
        <w:rPr>
          <w:rStyle w:val="Taille-1Caracteres"/>
        </w:rPr>
        <w:t>EMMA.</w:t>
      </w:r>
    </w:p>
    <w:p w14:paraId="12FCFBEA" w14:textId="77777777" w:rsidR="008C1598" w:rsidRPr="009C1C47" w:rsidRDefault="008C1598">
      <w:r w:rsidRPr="009C1C47">
        <w:t xml:space="preserve">Vous fumez, monsieur </w:t>
      </w:r>
      <w:proofErr w:type="spellStart"/>
      <w:r w:rsidRPr="009C1C47">
        <w:t>Courtansoux</w:t>
      </w:r>
      <w:proofErr w:type="spellEnd"/>
      <w:r w:rsidRPr="009C1C47">
        <w:t> ?</w:t>
      </w:r>
    </w:p>
    <w:p w14:paraId="0E590B2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90E04DB" w14:textId="77777777" w:rsidR="008C1598" w:rsidRPr="009C1C47" w:rsidRDefault="008C1598">
      <w:r w:rsidRPr="009C1C47">
        <w:t>Rarement ! – Ce n’est pas une habitude !</w:t>
      </w:r>
    </w:p>
    <w:p w14:paraId="79DCFAA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allant à son secrétaire et y prenant une </w:t>
      </w:r>
      <w:r w:rsidR="00D049D2" w:rsidRPr="009C1C47">
        <w:rPr>
          <w:rStyle w:val="Taille-1Caracteres"/>
        </w:rPr>
        <w:t>boî</w:t>
      </w:r>
      <w:r w:rsidRPr="009C1C47">
        <w:rPr>
          <w:rStyle w:val="Taille-1Caracteres"/>
        </w:rPr>
        <w:t>te à cigares.</w:t>
      </w:r>
    </w:p>
    <w:p w14:paraId="2D89DD19" w14:textId="77777777" w:rsidR="008C1598" w:rsidRPr="009C1C47" w:rsidRDefault="008C1598">
      <w:r w:rsidRPr="009C1C47">
        <w:t>Vous ne me refuserez pas un cigare ! de vrais havanes, achetés pour vous !</w:t>
      </w:r>
    </w:p>
    <w:p w14:paraId="1CF3D38A" w14:textId="77777777" w:rsidR="008C1598" w:rsidRPr="009C1C47" w:rsidRDefault="008C1598">
      <w:pPr>
        <w:pStyle w:val="Centr"/>
        <w:keepNext/>
      </w:pPr>
      <w:proofErr w:type="spellStart"/>
      <w:r w:rsidRPr="009C1C47">
        <w:rPr>
          <w:rStyle w:val="Taille-1Caracteres"/>
        </w:rPr>
        <w:t>COURTANSOUX</w:t>
      </w:r>
      <w:proofErr w:type="spellEnd"/>
      <w:r w:rsidRPr="009C1C47">
        <w:rPr>
          <w:rStyle w:val="Appelnotedebasdep"/>
        </w:rPr>
        <w:footnoteReference w:id="6"/>
      </w:r>
      <w:r w:rsidRPr="009C1C47">
        <w:rPr>
          <w:rStyle w:val="Taille-1Caracteres"/>
        </w:rPr>
        <w:t>.</w:t>
      </w:r>
    </w:p>
    <w:p w14:paraId="5107053C" w14:textId="77777777" w:rsidR="008C1598" w:rsidRPr="009C1C47" w:rsidRDefault="008C1598">
      <w:r w:rsidRPr="009C1C47">
        <w:t>Je vous dis que vous me gâtez ! vous me rendrez malade !</w:t>
      </w:r>
    </w:p>
    <w:p w14:paraId="1560C02B" w14:textId="77777777" w:rsidR="008C1598" w:rsidRPr="009C1C47" w:rsidRDefault="008C1598">
      <w:pPr>
        <w:pStyle w:val="Centr"/>
        <w:keepNext/>
      </w:pPr>
      <w:r w:rsidRPr="009C1C47">
        <w:rPr>
          <w:rStyle w:val="Taille-1Caracteres"/>
        </w:rPr>
        <w:t>EMMA, lui présentant une allumette.</w:t>
      </w:r>
    </w:p>
    <w:p w14:paraId="3BB8DE47" w14:textId="77777777" w:rsidR="008C1598" w:rsidRPr="009C1C47" w:rsidRDefault="008C1598">
      <w:r w:rsidRPr="009C1C47">
        <w:t>Le ciel nous en préserve !</w:t>
      </w:r>
    </w:p>
    <w:p w14:paraId="3E342D8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2C33E73" w14:textId="77777777" w:rsidR="008C1598" w:rsidRPr="009C1C47" w:rsidRDefault="008C1598">
      <w:r w:rsidRPr="009C1C47">
        <w:t>J’aimerais mieux être malade moi-même ! mais un petit extra…</w:t>
      </w:r>
    </w:p>
    <w:p w14:paraId="473FBAA3" w14:textId="77777777" w:rsidR="008C1598" w:rsidRPr="009C1C47" w:rsidRDefault="008C1598">
      <w:pPr>
        <w:pStyle w:val="Droite"/>
      </w:pPr>
      <w:r w:rsidRPr="009C1C47">
        <w:rPr>
          <w:rStyle w:val="Taille-1Caracteres"/>
        </w:rPr>
        <w:t xml:space="preserve">Il repose la </w:t>
      </w:r>
      <w:r w:rsidR="00D049D2" w:rsidRPr="009C1C47">
        <w:rPr>
          <w:rStyle w:val="Taille-1Caracteres"/>
        </w:rPr>
        <w:t>boî</w:t>
      </w:r>
      <w:r w:rsidRPr="009C1C47">
        <w:rPr>
          <w:rStyle w:val="Taille-1Caracteres"/>
        </w:rPr>
        <w:t>te à cigares.</w:t>
      </w:r>
    </w:p>
    <w:p w14:paraId="72E7D89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436D8089" w14:textId="77777777" w:rsidR="008C1598" w:rsidRPr="009C1C47" w:rsidRDefault="008C1598">
      <w:r w:rsidRPr="009C1C47">
        <w:t>Un petit extra ? Merci ! trois services !… des vins capiteux !… du curaçao !… des cigares !… Le diable m’emporte ! je n’ai plus la visière bien nette…</w:t>
      </w:r>
    </w:p>
    <w:p w14:paraId="5AE8D385"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310787A9" w14:textId="77777777" w:rsidR="008C1598" w:rsidRPr="009C1C47" w:rsidRDefault="008C1598">
      <w:r w:rsidRPr="009C1C47">
        <w:t>Bravo ! c’était une petite trahison !</w:t>
      </w:r>
    </w:p>
    <w:p w14:paraId="08EC18E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4849D86" w14:textId="77777777" w:rsidR="008C1598" w:rsidRPr="009C1C47" w:rsidRDefault="008C1598">
      <w:r w:rsidRPr="009C1C47">
        <w:t>Une trahison ?</w:t>
      </w:r>
    </w:p>
    <w:p w14:paraId="4E9C19AF" w14:textId="77777777" w:rsidR="008C1598" w:rsidRPr="009C1C47" w:rsidRDefault="008C1598">
      <w:pPr>
        <w:pStyle w:val="Centr"/>
        <w:keepNext/>
      </w:pPr>
      <w:r w:rsidRPr="009C1C47">
        <w:rPr>
          <w:rStyle w:val="Taille-1Caracteres"/>
        </w:rPr>
        <w:t>EMMA.</w:t>
      </w:r>
    </w:p>
    <w:p w14:paraId="55924004" w14:textId="77777777" w:rsidR="008C1598" w:rsidRPr="009C1C47" w:rsidRDefault="008C1598">
      <w:r w:rsidRPr="009C1C47">
        <w:t>On pourra peut-être enfin vous battre aux échecs.</w:t>
      </w:r>
    </w:p>
    <w:p w14:paraId="66AEB37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726D5A8" w14:textId="77777777" w:rsidR="008C1598" w:rsidRPr="009C1C47" w:rsidRDefault="008C1598">
      <w:r w:rsidRPr="009C1C47">
        <w:t>Vous nous avez battus si souvent !</w:t>
      </w:r>
    </w:p>
    <w:p w14:paraId="07DF858C"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2512F479" w14:textId="77777777" w:rsidR="008C1598" w:rsidRPr="009C1C47" w:rsidRDefault="008C1598">
      <w:r w:rsidRPr="009C1C47">
        <w:t>C’est un jeu que j’aime assez.</w:t>
      </w:r>
    </w:p>
    <w:p w14:paraId="63398AA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1898B41" w14:textId="77777777" w:rsidR="008C1598" w:rsidRPr="009C1C47" w:rsidRDefault="008C1598">
      <w:r w:rsidRPr="009C1C47">
        <w:t>Et que vous jouez comme feu Philidor !</w:t>
      </w:r>
    </w:p>
    <w:p w14:paraId="04AFFAE2"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E386167" w14:textId="77777777" w:rsidR="008C1598" w:rsidRPr="009C1C47" w:rsidRDefault="008C1598">
      <w:r w:rsidRPr="009C1C47">
        <w:t>Je ne vous ai peut-être jamais raconté la partie que j’eus l’honneur de soutenir contre sir Staunton ?</w:t>
      </w:r>
    </w:p>
    <w:p w14:paraId="03FD9A31" w14:textId="77777777" w:rsidR="008C1598" w:rsidRPr="009C1C47" w:rsidRDefault="008C1598">
      <w:pPr>
        <w:pStyle w:val="Centr"/>
        <w:keepNext/>
      </w:pPr>
      <w:r w:rsidRPr="009C1C47">
        <w:rPr>
          <w:rStyle w:val="Taille-1Caracteres"/>
        </w:rPr>
        <w:t>EMMA, avec empressement.</w:t>
      </w:r>
    </w:p>
    <w:p w14:paraId="33110153" w14:textId="77777777" w:rsidR="008C1598" w:rsidRPr="009C1C47" w:rsidRDefault="008C1598">
      <w:r w:rsidRPr="009C1C47">
        <w:t>Jamais !</w:t>
      </w:r>
    </w:p>
    <w:p w14:paraId="2E6C977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6FC2AB8" w14:textId="77777777" w:rsidR="008C1598" w:rsidRPr="009C1C47" w:rsidRDefault="008C1598">
      <w:r w:rsidRPr="009C1C47">
        <w:t>Jamais ! racontez, monsieur le directeur général !</w:t>
      </w:r>
    </w:p>
    <w:p w14:paraId="62FF90EF" w14:textId="77777777" w:rsidR="008C1598" w:rsidRPr="009C1C47" w:rsidRDefault="008C1598">
      <w:pPr>
        <w:pStyle w:val="Centr"/>
        <w:keepNext/>
      </w:pPr>
      <w:r w:rsidRPr="009C1C47">
        <w:rPr>
          <w:rStyle w:val="Taille-1Caracteres"/>
        </w:rPr>
        <w:t>EMMA.</w:t>
      </w:r>
    </w:p>
    <w:p w14:paraId="01681498" w14:textId="77777777" w:rsidR="008C1598" w:rsidRPr="009C1C47" w:rsidRDefault="008C1598">
      <w:r w:rsidRPr="009C1C47">
        <w:t>Pendant que je prépare l’échiquier.</w:t>
      </w:r>
    </w:p>
    <w:p w14:paraId="10EAB0B0" w14:textId="77777777" w:rsidR="008C1598" w:rsidRPr="009C1C47" w:rsidRDefault="008C1598">
      <w:pPr>
        <w:pStyle w:val="Droite"/>
      </w:pPr>
      <w:r w:rsidRPr="009C1C47">
        <w:rPr>
          <w:rStyle w:val="Taille-1Caracteres"/>
        </w:rPr>
        <w:t>Elle va à l’échiquier où elle dispose les pièces.</w:t>
      </w:r>
    </w:p>
    <w:p w14:paraId="1688FC86"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204C6295" w14:textId="77777777" w:rsidR="008C1598" w:rsidRPr="009C1C47" w:rsidRDefault="008C1598">
      <w:r w:rsidRPr="009C1C47">
        <w:t>Un rude adversaire, sir Staunton !… – Vous n’êtes pas pressé de prendre votre revanche ?</w:t>
      </w:r>
    </w:p>
    <w:p w14:paraId="2D6EAB4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9AEC83D" w14:textId="77777777" w:rsidR="008C1598" w:rsidRPr="009C1C47" w:rsidRDefault="008C1598">
      <w:r w:rsidRPr="009C1C47">
        <w:t>Nous sommes à vos ordres.</w:t>
      </w:r>
    </w:p>
    <w:p w14:paraId="11446F6B" w14:textId="77777777" w:rsidR="008C1598" w:rsidRPr="009C1C47" w:rsidRDefault="008C1598">
      <w:pPr>
        <w:pStyle w:val="Centr"/>
        <w:keepNext/>
      </w:pPr>
      <w:r w:rsidRPr="009C1C47">
        <w:rPr>
          <w:rStyle w:val="Taille-1Caracteres"/>
        </w:rPr>
        <w:t>EMMA, quittant l’échiquier.</w:t>
      </w:r>
    </w:p>
    <w:p w14:paraId="09730DE4" w14:textId="77777777" w:rsidR="008C1598" w:rsidRPr="009C1C47" w:rsidRDefault="008C1598">
      <w:r w:rsidRPr="009C1C47">
        <w:t>Vous préféreriez faire un tour de jardin ?</w:t>
      </w:r>
    </w:p>
    <w:p w14:paraId="1DE88D87"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D8A3DE2" w14:textId="77777777" w:rsidR="008C1598" w:rsidRPr="009C1C47" w:rsidRDefault="008C1598">
      <w:r w:rsidRPr="009C1C47">
        <w:t>Je le préférerais !… (</w:t>
      </w:r>
      <w:r w:rsidRPr="009C1C47">
        <w:rPr>
          <w:rStyle w:val="Taille-1Caracteres"/>
        </w:rPr>
        <w:t xml:space="preserve">Bas à </w:t>
      </w:r>
      <w:proofErr w:type="spellStart"/>
      <w:r w:rsidRPr="009C1C47">
        <w:rPr>
          <w:rStyle w:val="Taille-1Caracteres"/>
        </w:rPr>
        <w:t>Boisra</w:t>
      </w:r>
      <w:r w:rsidR="009C1C47">
        <w:rPr>
          <w:rStyle w:val="Taille-1Caracteres"/>
        </w:rPr>
        <w:t>m</w:t>
      </w:r>
      <w:r w:rsidRPr="009C1C47">
        <w:rPr>
          <w:rStyle w:val="Taille-1Caracteres"/>
        </w:rPr>
        <w:t>é</w:t>
      </w:r>
      <w:proofErr w:type="spellEnd"/>
      <w:r w:rsidRPr="009C1C47">
        <w:rPr>
          <w:rStyle w:val="Taille-1Caracteres"/>
        </w:rPr>
        <w:t xml:space="preserve"> qu’il prend à l’écart.)</w:t>
      </w:r>
      <w:r w:rsidRPr="009C1C47">
        <w:t xml:space="preserve"> Êtes-vous bien sûr de la maturité des abricots que vous m’avez servis ?</w:t>
      </w:r>
    </w:p>
    <w:p w14:paraId="3B74F46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0D03DC7" w14:textId="77777777" w:rsidR="008C1598" w:rsidRPr="009C1C47" w:rsidRDefault="008C1598">
      <w:r w:rsidRPr="009C1C47">
        <w:t>J’en réponds sur ma tête ! des abricots de mon verger !</w:t>
      </w:r>
    </w:p>
    <w:p w14:paraId="1FDEBD88"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3F19D3C3" w14:textId="77777777" w:rsidR="008C1598" w:rsidRPr="009C1C47" w:rsidRDefault="008C1598">
      <w:r w:rsidRPr="009C1C47">
        <w:t>Joli verger ! Je l’ai traversé en venant ici…</w:t>
      </w:r>
    </w:p>
    <w:p w14:paraId="5CDDB30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0294565" w14:textId="77777777" w:rsidR="008C1598" w:rsidRPr="009C1C47" w:rsidRDefault="008C1598">
      <w:r w:rsidRPr="009C1C47">
        <w:t>Vous n’êtes pas indisposé ?</w:t>
      </w:r>
    </w:p>
    <w:p w14:paraId="0A57FC3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C73E9F3" w14:textId="77777777" w:rsidR="008C1598" w:rsidRPr="009C1C47" w:rsidRDefault="008C1598">
      <w:r w:rsidRPr="009C1C47">
        <w:t>Non… mais je prendrai l’air avec plaisir !…</w:t>
      </w:r>
    </w:p>
    <w:p w14:paraId="35E307E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lui prenant le bras.</w:t>
      </w:r>
    </w:p>
    <w:p w14:paraId="61B36091" w14:textId="77777777" w:rsidR="008C1598" w:rsidRPr="009C1C47" w:rsidRDefault="008C1598">
      <w:r w:rsidRPr="009C1C47">
        <w:t>Allons !… vous verrez ma tonnelle, mes cloches à melons, et vous me raconterez votre partie contre sir Staunton…</w:t>
      </w:r>
    </w:p>
    <w:p w14:paraId="398C7C3C" w14:textId="77777777" w:rsidR="008C1598" w:rsidRPr="009C1C47" w:rsidRDefault="008C1598">
      <w:pPr>
        <w:pStyle w:val="Droite"/>
      </w:pPr>
      <w:r w:rsidRPr="009C1C47">
        <w:rPr>
          <w:rStyle w:val="Taille-1Caracteres"/>
        </w:rPr>
        <w:t>Ils remontent.</w:t>
      </w:r>
    </w:p>
    <w:p w14:paraId="5D86D04E"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17F21741" w14:textId="77777777" w:rsidR="008C1598" w:rsidRPr="009C1C47" w:rsidRDefault="008C1598">
      <w:r w:rsidRPr="009C1C47">
        <w:t>Un rude adversaire, sir Staunton ! c’était à Londres… en 1841…</w:t>
      </w:r>
    </w:p>
    <w:p w14:paraId="3D72E710" w14:textId="77777777" w:rsidR="008C1598" w:rsidRPr="009C1C47" w:rsidRDefault="008C1598">
      <w:pPr>
        <w:pStyle w:val="Droite"/>
      </w:pPr>
      <w:r w:rsidRPr="009C1C47">
        <w:rPr>
          <w:rStyle w:val="Taille-1Caracteres"/>
        </w:rPr>
        <w:t>Ils sortent par le fond.</w:t>
      </w:r>
    </w:p>
    <w:p w14:paraId="7C173177" w14:textId="77777777" w:rsidR="008C1598" w:rsidRPr="009C1C47" w:rsidRDefault="008C1598">
      <w:pPr>
        <w:pStyle w:val="Titre1"/>
      </w:pPr>
      <w:bookmarkStart w:id="2" w:name="_Toc195641071"/>
      <w:r w:rsidRPr="009C1C47">
        <w:lastRenderedPageBreak/>
        <w:t>SCÈNE II</w:t>
      </w:r>
      <w:bookmarkEnd w:id="2"/>
    </w:p>
    <w:p w14:paraId="20D1AE93" w14:textId="77777777" w:rsidR="008C1598" w:rsidRPr="009C1C47" w:rsidRDefault="008C1598">
      <w:pPr>
        <w:pStyle w:val="Centr"/>
        <w:keepNext/>
      </w:pPr>
      <w:r w:rsidRPr="009C1C47">
        <w:rPr>
          <w:rStyle w:val="Taille-1Caracteres"/>
        </w:rPr>
        <w:t xml:space="preserve">EMMA, puis </w:t>
      </w:r>
      <w:proofErr w:type="spellStart"/>
      <w:r w:rsidRPr="009C1C47">
        <w:rPr>
          <w:rStyle w:val="Taille-1Caracteres"/>
        </w:rPr>
        <w:t>PERDRIGEOT</w:t>
      </w:r>
      <w:proofErr w:type="spellEnd"/>
      <w:r w:rsidRPr="009C1C47">
        <w:rPr>
          <w:rStyle w:val="Taille-1Caracteres"/>
        </w:rPr>
        <w:t xml:space="preserve">, puis </w:t>
      </w:r>
      <w:proofErr w:type="spellStart"/>
      <w:r w:rsidRPr="009C1C47">
        <w:rPr>
          <w:rStyle w:val="Taille-1Caracteres"/>
        </w:rPr>
        <w:t>BOISRAMÉ</w:t>
      </w:r>
      <w:proofErr w:type="spellEnd"/>
      <w:r w:rsidRPr="009C1C47">
        <w:rPr>
          <w:rStyle w:val="Taille-1Caracteres"/>
        </w:rPr>
        <w:t>.</w:t>
      </w:r>
    </w:p>
    <w:p w14:paraId="2722F91F" w14:textId="77777777" w:rsidR="008C1598" w:rsidRPr="009C1C47" w:rsidRDefault="008C1598">
      <w:pPr>
        <w:pStyle w:val="Centr"/>
        <w:keepNext/>
      </w:pPr>
    </w:p>
    <w:p w14:paraId="03BBEB30" w14:textId="77777777" w:rsidR="008C1598" w:rsidRPr="009C1C47" w:rsidRDefault="008C1598">
      <w:pPr>
        <w:pStyle w:val="Centr"/>
        <w:keepNext/>
      </w:pPr>
      <w:r w:rsidRPr="009C1C47">
        <w:rPr>
          <w:rStyle w:val="Taille-1Caracteres"/>
        </w:rPr>
        <w:t>EMMA.</w:t>
      </w:r>
    </w:p>
    <w:p w14:paraId="5B3A4A81" w14:textId="77777777" w:rsidR="008C1598" w:rsidRPr="009C1C47" w:rsidRDefault="008C1598">
      <w:r w:rsidRPr="009C1C47">
        <w:t>Enfin !… me voilà seule !… Sept heures !… monsieur Frédéric devrait être là ! huit jours qu’il n’est venu…</w:t>
      </w:r>
    </w:p>
    <w:p w14:paraId="66492E4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entrant par le pan coupé de gauche avec un sac à la main.</w:t>
      </w:r>
    </w:p>
    <w:p w14:paraId="208207FB" w14:textId="77777777" w:rsidR="008C1598" w:rsidRPr="009C1C47" w:rsidRDefault="008C1598">
      <w:r w:rsidRPr="009C1C47">
        <w:t>Emma !</w:t>
      </w:r>
    </w:p>
    <w:p w14:paraId="3778F104" w14:textId="77777777" w:rsidR="008C1598" w:rsidRPr="009C1C47" w:rsidRDefault="008C1598">
      <w:pPr>
        <w:pStyle w:val="Centr"/>
        <w:keepNext/>
      </w:pPr>
      <w:r w:rsidRPr="009C1C47">
        <w:rPr>
          <w:rStyle w:val="Taille-1Caracteres"/>
        </w:rPr>
        <w:t>EMMA, se retournant</w:t>
      </w:r>
      <w:r w:rsidRPr="009C1C47">
        <w:rPr>
          <w:rStyle w:val="Appelnotedebasdep"/>
        </w:rPr>
        <w:footnoteReference w:id="7"/>
      </w:r>
      <w:r w:rsidRPr="009C1C47">
        <w:rPr>
          <w:rStyle w:val="Taille-1Caracteres"/>
        </w:rPr>
        <w:t>.</w:t>
      </w:r>
    </w:p>
    <w:p w14:paraId="35C2EF36" w14:textId="77777777" w:rsidR="008C1598" w:rsidRPr="009C1C47" w:rsidRDefault="008C1598">
      <w:r w:rsidRPr="009C1C47">
        <w:t>Ah ! monsieur Frédéric !</w:t>
      </w:r>
    </w:p>
    <w:p w14:paraId="125FAC6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posant son sac sur une chaise près de la table.</w:t>
      </w:r>
    </w:p>
    <w:p w14:paraId="7B65D7B0" w14:textId="77777777" w:rsidR="008C1598" w:rsidRPr="009C1C47" w:rsidRDefault="008C1598">
      <w:r w:rsidRPr="009C1C47">
        <w:t>Vous ne m’attendiez pas ?</w:t>
      </w:r>
    </w:p>
    <w:p w14:paraId="0D1066D6" w14:textId="77777777" w:rsidR="008C1598" w:rsidRPr="009C1C47" w:rsidRDefault="008C1598">
      <w:pPr>
        <w:pStyle w:val="Centr"/>
        <w:keepNext/>
      </w:pPr>
      <w:r w:rsidRPr="009C1C47">
        <w:rPr>
          <w:rStyle w:val="Taille-1Caracteres"/>
        </w:rPr>
        <w:t>EMMA.</w:t>
      </w:r>
    </w:p>
    <w:p w14:paraId="4945E8CC" w14:textId="77777777" w:rsidR="008C1598" w:rsidRPr="009C1C47" w:rsidRDefault="008C1598">
      <w:r w:rsidRPr="009C1C47">
        <w:t>Huit jours sans venir !</w:t>
      </w:r>
    </w:p>
    <w:p w14:paraId="1A00B7C6"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896DC5B" w14:textId="77777777" w:rsidR="008C1598" w:rsidRPr="009C1C47" w:rsidRDefault="008C1598">
      <w:r w:rsidRPr="009C1C47">
        <w:t>Plaignez-moi ! ne m’accusez pas ! – Les affaires… une liquidation énorme !…</w:t>
      </w:r>
    </w:p>
    <w:p w14:paraId="3E905617" w14:textId="77777777" w:rsidR="008C1598" w:rsidRPr="009C1C47" w:rsidRDefault="008C1598">
      <w:pPr>
        <w:pStyle w:val="Centr"/>
        <w:keepNext/>
      </w:pPr>
      <w:r w:rsidRPr="009C1C47">
        <w:rPr>
          <w:rStyle w:val="Taille-1Caracteres"/>
        </w:rPr>
        <w:lastRenderedPageBreak/>
        <w:t>EMMA.</w:t>
      </w:r>
    </w:p>
    <w:p w14:paraId="424391B0" w14:textId="77777777" w:rsidR="008C1598" w:rsidRPr="009C1C47" w:rsidRDefault="008C1598">
      <w:r w:rsidRPr="009C1C47">
        <w:t>Il n’y avait pas de liquidation, autrefois !… Vous ne m’aimez plus, monsieur Frédéric.</w:t>
      </w:r>
    </w:p>
    <w:p w14:paraId="3538E4E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2B25532" w14:textId="77777777" w:rsidR="008C1598" w:rsidRPr="009C1C47" w:rsidRDefault="008C1598">
      <w:r w:rsidRPr="009C1C47">
        <w:t>Je ne vous aime plus ?… – Je le devrais, pour tant de froideur !</w:t>
      </w:r>
    </w:p>
    <w:p w14:paraId="6E7B52DA" w14:textId="77777777" w:rsidR="008C1598" w:rsidRPr="009C1C47" w:rsidRDefault="008C1598">
      <w:pPr>
        <w:pStyle w:val="Centr"/>
        <w:keepNext/>
      </w:pPr>
      <w:r w:rsidRPr="009C1C47">
        <w:rPr>
          <w:rStyle w:val="Taille-1Caracteres"/>
        </w:rPr>
        <w:t>EMMA.</w:t>
      </w:r>
    </w:p>
    <w:p w14:paraId="0C26606C" w14:textId="77777777" w:rsidR="008C1598" w:rsidRPr="009C1C47" w:rsidRDefault="008C1598">
      <w:r w:rsidRPr="009C1C47">
        <w:t>Qu’exigez-vous davantage ? Je vous ai donné mon cœur !</w:t>
      </w:r>
    </w:p>
    <w:p w14:paraId="374DC00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CCC1672" w14:textId="77777777" w:rsidR="008C1598" w:rsidRPr="009C1C47" w:rsidRDefault="008C1598">
      <w:r w:rsidRPr="009C1C47">
        <w:t>Possible ! mais à quel prix, Emma ?</w:t>
      </w:r>
    </w:p>
    <w:p w14:paraId="7C85E7B4" w14:textId="77777777" w:rsidR="008C1598" w:rsidRPr="009C1C47" w:rsidRDefault="008C1598">
      <w:pPr>
        <w:pStyle w:val="Centr"/>
        <w:keepNext/>
      </w:pPr>
      <w:r w:rsidRPr="009C1C47">
        <w:rPr>
          <w:rStyle w:val="Taille-1Caracteres"/>
        </w:rPr>
        <w:t>EMMA.</w:t>
      </w:r>
    </w:p>
    <w:p w14:paraId="3816F1DB" w14:textId="77777777" w:rsidR="008C1598" w:rsidRPr="009C1C47" w:rsidRDefault="008C1598">
      <w:r w:rsidRPr="009C1C47">
        <w:t>Prenez garde !… mon mari peut rentrer !…</w:t>
      </w:r>
    </w:p>
    <w:p w14:paraId="63493600"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AA976DE" w14:textId="77777777" w:rsidR="008C1598" w:rsidRPr="009C1C47" w:rsidRDefault="008C1598">
      <w:r w:rsidRPr="009C1C47">
        <w:t>Oui, je sais ! il peut rentrer, et il rentrera </w:t>
      </w:r>
      <w:r w:rsidR="00D049D2" w:rsidRPr="009C1C47">
        <w:t>!</w:t>
      </w:r>
      <w:r w:rsidRPr="009C1C47">
        <w:t xml:space="preserve"> et je sais ce qui m’attend : il me fera arroser ses pétunias !… – Car j’arrose ses pétunias… je sarcle son jardin… je bêche ses massifs !… il a un jardinier, mais c’est moi qui jardine ! – Ah ! tenez ! vous m’avez donné votre cœur, mais votre mari me le fait bien payer !</w:t>
      </w:r>
    </w:p>
    <w:p w14:paraId="2241E67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la cantonade.</w:t>
      </w:r>
    </w:p>
    <w:p w14:paraId="5532FF1A" w14:textId="77777777" w:rsidR="008C1598" w:rsidRPr="009C1C47" w:rsidRDefault="008C1598">
      <w:r w:rsidRPr="009C1C47">
        <w:t>Je sais bien qu’ils ont soif, les pétunias…</w:t>
      </w:r>
    </w:p>
    <w:p w14:paraId="2071782A" w14:textId="77777777" w:rsidR="008C1598" w:rsidRPr="009C1C47" w:rsidRDefault="008C1598">
      <w:pPr>
        <w:pStyle w:val="Centr"/>
        <w:keepNext/>
      </w:pPr>
      <w:r w:rsidRPr="009C1C47">
        <w:rPr>
          <w:rStyle w:val="Taille-1Caracteres"/>
        </w:rPr>
        <w:t>EMMA.</w:t>
      </w:r>
    </w:p>
    <w:p w14:paraId="3C1BB66E" w14:textId="77777777" w:rsidR="008C1598" w:rsidRPr="009C1C47" w:rsidRDefault="008C1598">
      <w:r w:rsidRPr="009C1C47">
        <w:t>Éloignez-vous ! c’est lui !</w:t>
      </w:r>
    </w:p>
    <w:p w14:paraId="0E326544" w14:textId="77777777" w:rsidR="008C1598" w:rsidRPr="009C1C47" w:rsidRDefault="008C1598">
      <w:pPr>
        <w:pStyle w:val="Centr"/>
        <w:keepNext/>
      </w:pPr>
      <w:proofErr w:type="spellStart"/>
      <w:r w:rsidRPr="009C1C47">
        <w:rPr>
          <w:rStyle w:val="Taille-1Caracteres"/>
        </w:rPr>
        <w:lastRenderedPageBreak/>
        <w:t>BOISRAMÉ</w:t>
      </w:r>
      <w:proofErr w:type="spellEnd"/>
      <w:r w:rsidR="00D049D2" w:rsidRPr="009C1C47">
        <w:rPr>
          <w:rStyle w:val="Taille-1Caracteres"/>
        </w:rPr>
        <w:t>,</w:t>
      </w:r>
      <w:r w:rsidRPr="009C1C47">
        <w:rPr>
          <w:rStyle w:val="Taille-1Caracteres"/>
        </w:rPr>
        <w:t xml:space="preserve"> de même.</w:t>
      </w:r>
    </w:p>
    <w:p w14:paraId="3E63AA3C" w14:textId="77777777" w:rsidR="008C1598" w:rsidRPr="009C1C47" w:rsidRDefault="008C1598">
      <w:r w:rsidRPr="009C1C47">
        <w:t>Ils crèvent de soif !…</w:t>
      </w:r>
    </w:p>
    <w:p w14:paraId="1086930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15C3DF45" w14:textId="77777777" w:rsidR="008C1598" w:rsidRPr="009C1C47" w:rsidRDefault="008C1598">
      <w:r w:rsidRPr="009C1C47">
        <w:t>Dame, depuis huit jours !…</w:t>
      </w:r>
    </w:p>
    <w:p w14:paraId="16591E7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entrant par le pan coupé de droite.</w:t>
      </w:r>
    </w:p>
    <w:p w14:paraId="73F301F0" w14:textId="77777777" w:rsidR="008C1598" w:rsidRPr="009C1C47" w:rsidRDefault="008C1598">
      <w:r w:rsidRPr="009C1C47">
        <w:t xml:space="preserve">Si </w:t>
      </w:r>
      <w:proofErr w:type="spellStart"/>
      <w:r w:rsidRPr="009C1C47">
        <w:t>Perdrigeot</w:t>
      </w:r>
      <w:proofErr w:type="spellEnd"/>
      <w:r w:rsidRPr="009C1C47">
        <w:t xml:space="preserve"> venait… pardi !… (</w:t>
      </w:r>
      <w:r w:rsidRPr="009C1C47">
        <w:rPr>
          <w:rStyle w:val="Taille-1Caracteres"/>
        </w:rPr>
        <w:t>Il l’aperçoit.)</w:t>
      </w:r>
      <w:r w:rsidRPr="009C1C47">
        <w:t xml:space="preserve"> Il est venu, ce cher ami !…</w:t>
      </w:r>
    </w:p>
    <w:p w14:paraId="4C9E494D" w14:textId="77777777" w:rsidR="008C1598" w:rsidRPr="009C1C47" w:rsidRDefault="008C1598">
      <w:pPr>
        <w:pStyle w:val="Centr"/>
        <w:keepNext/>
      </w:pPr>
      <w:proofErr w:type="spellStart"/>
      <w:r w:rsidRPr="009C1C47">
        <w:rPr>
          <w:rStyle w:val="Taille-1Caracteres"/>
        </w:rPr>
        <w:t>PERDRIGEOT</w:t>
      </w:r>
      <w:proofErr w:type="spellEnd"/>
      <w:r w:rsidRPr="009C1C47">
        <w:rPr>
          <w:rStyle w:val="Appelnotedebasdep"/>
        </w:rPr>
        <w:footnoteReference w:id="8"/>
      </w:r>
      <w:r w:rsidRPr="009C1C47">
        <w:rPr>
          <w:rStyle w:val="Taille-1Caracteres"/>
        </w:rPr>
        <w:t>.</w:t>
      </w:r>
    </w:p>
    <w:p w14:paraId="6F6EE536" w14:textId="77777777" w:rsidR="008C1598" w:rsidRPr="009C1C47" w:rsidRDefault="008C1598">
      <w:r w:rsidRPr="009C1C47">
        <w:t xml:space="preserve">Cet excellent </w:t>
      </w:r>
      <w:proofErr w:type="spellStart"/>
      <w:r w:rsidRPr="009C1C47">
        <w:t>Boisramé</w:t>
      </w:r>
      <w:proofErr w:type="spellEnd"/>
      <w:r w:rsidRPr="009C1C47">
        <w:t> !…</w:t>
      </w:r>
    </w:p>
    <w:p w14:paraId="0C5C4B72" w14:textId="77777777" w:rsidR="008C1598" w:rsidRPr="009C1C47" w:rsidRDefault="008C1598">
      <w:pPr>
        <w:pStyle w:val="Droite"/>
      </w:pPr>
      <w:r w:rsidRPr="009C1C47">
        <w:rPr>
          <w:rStyle w:val="Taille-1Caracteres"/>
        </w:rPr>
        <w:t>Ils se serrent la main.</w:t>
      </w:r>
    </w:p>
    <w:p w14:paraId="4BC70D9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Emma.</w:t>
      </w:r>
    </w:p>
    <w:p w14:paraId="2E60FDAC" w14:textId="77777777" w:rsidR="008C1598" w:rsidRPr="009C1C47" w:rsidRDefault="008C1598">
      <w:r w:rsidRPr="009C1C47">
        <w:t>Tu ne me prévenais pas ?</w:t>
      </w:r>
    </w:p>
    <w:p w14:paraId="59F0829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ACE5276" w14:textId="77777777" w:rsidR="008C1598" w:rsidRPr="009C1C47" w:rsidRDefault="008C1598">
      <w:r w:rsidRPr="009C1C47">
        <w:t>Je ne fais que d’arriver.</w:t>
      </w:r>
    </w:p>
    <w:p w14:paraId="583E6BE2" w14:textId="77777777" w:rsidR="008C1598" w:rsidRPr="009C1C47" w:rsidRDefault="008C1598">
      <w:pPr>
        <w:pStyle w:val="Centr"/>
        <w:keepNext/>
      </w:pPr>
      <w:r w:rsidRPr="009C1C47">
        <w:rPr>
          <w:rStyle w:val="Taille-1Caracteres"/>
        </w:rPr>
        <w:t>EMMA.</w:t>
      </w:r>
    </w:p>
    <w:p w14:paraId="6DBD900B" w14:textId="77777777" w:rsidR="008C1598" w:rsidRPr="009C1C47" w:rsidRDefault="008C1598">
      <w:r w:rsidRPr="009C1C47">
        <w:t xml:space="preserve">Vous avez abandonné monsieur </w:t>
      </w:r>
      <w:proofErr w:type="spellStart"/>
      <w:r w:rsidRPr="009C1C47">
        <w:t>Courtansoux</w:t>
      </w:r>
      <w:proofErr w:type="spellEnd"/>
      <w:r w:rsidRPr="009C1C47">
        <w:t> ?</w:t>
      </w:r>
    </w:p>
    <w:p w14:paraId="1C4BF92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9A0EF4F" w14:textId="77777777" w:rsidR="008C1598" w:rsidRPr="009C1C47" w:rsidRDefault="008C1598">
      <w:r w:rsidRPr="009C1C47">
        <w:t>Oui, il était décidément un peu indisposé.</w:t>
      </w:r>
    </w:p>
    <w:p w14:paraId="1E096365"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936EE49" w14:textId="77777777" w:rsidR="008C1598" w:rsidRPr="009C1C47" w:rsidRDefault="008C1598">
      <w:r w:rsidRPr="009C1C47">
        <w:t>Ton directeur général ?</w:t>
      </w:r>
    </w:p>
    <w:p w14:paraId="7B604321"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36FC364F" w14:textId="77777777" w:rsidR="008C1598" w:rsidRPr="009C1C47" w:rsidRDefault="008C1598">
      <w:r w:rsidRPr="009C1C47">
        <w:t>Oui, cher ami, mon directeur général que j’ai reçu ce soir… que j’ai traité ! bourré ! gavé ! trop peut-être !</w:t>
      </w:r>
    </w:p>
    <w:p w14:paraId="04BC4F24" w14:textId="77777777" w:rsidR="008C1598" w:rsidRPr="009C1C47" w:rsidRDefault="008C1598">
      <w:pPr>
        <w:pStyle w:val="Centr"/>
        <w:keepNext/>
      </w:pPr>
      <w:r w:rsidRPr="009C1C47">
        <w:rPr>
          <w:rStyle w:val="Taille-1Caracteres"/>
        </w:rPr>
        <w:t>EMMA.</w:t>
      </w:r>
    </w:p>
    <w:p w14:paraId="4734D4C5" w14:textId="77777777" w:rsidR="008C1598" w:rsidRPr="009C1C47" w:rsidRDefault="008C1598">
      <w:r w:rsidRPr="009C1C47">
        <w:t>Est-ce qu’il serait rentré chez lui ?</w:t>
      </w:r>
    </w:p>
    <w:p w14:paraId="50D3685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95715EB" w14:textId="77777777" w:rsidR="008C1598" w:rsidRPr="009C1C47" w:rsidRDefault="008C1598">
      <w:r w:rsidRPr="009C1C47">
        <w:t>Non ! il se promène ! et ma revanche donc ? Il ne nous en ferait pas grâce de sa revanche !</w:t>
      </w:r>
    </w:p>
    <w:p w14:paraId="7CF0AE4F" w14:textId="77777777" w:rsidR="008C1598" w:rsidRPr="009C1C47" w:rsidRDefault="008C1598">
      <w:pPr>
        <w:pStyle w:val="Centr"/>
        <w:keepNext/>
      </w:pPr>
      <w:r w:rsidRPr="009C1C47">
        <w:rPr>
          <w:rStyle w:val="Taille-1Caracteres"/>
        </w:rPr>
        <w:t>EMMA.</w:t>
      </w:r>
    </w:p>
    <w:p w14:paraId="385C1A04" w14:textId="77777777" w:rsidR="008C1598" w:rsidRPr="009C1C47" w:rsidRDefault="008C1598">
      <w:r w:rsidRPr="009C1C47">
        <w:t>Aux échecs.</w:t>
      </w:r>
    </w:p>
    <w:p w14:paraId="405ED51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11225BDB" w14:textId="77777777" w:rsidR="008C1598" w:rsidRPr="009C1C47" w:rsidRDefault="008C1598">
      <w:r w:rsidRPr="009C1C47">
        <w:t>Il joue bien ?</w:t>
      </w:r>
    </w:p>
    <w:p w14:paraId="6E2A9B6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397A244" w14:textId="77777777" w:rsidR="008C1598" w:rsidRPr="009C1C47" w:rsidRDefault="008C1598">
      <w:r w:rsidRPr="009C1C47">
        <w:t>Ah ! ouiche ! une mazette !</w:t>
      </w:r>
    </w:p>
    <w:p w14:paraId="1B38F63A" w14:textId="77777777" w:rsidR="008C1598" w:rsidRPr="009C1C47" w:rsidRDefault="008C1598">
      <w:pPr>
        <w:pStyle w:val="Centr"/>
        <w:keepNext/>
      </w:pPr>
      <w:r w:rsidRPr="009C1C47">
        <w:rPr>
          <w:rStyle w:val="Taille-1Caracteres"/>
        </w:rPr>
        <w:t>EMMA.</w:t>
      </w:r>
    </w:p>
    <w:p w14:paraId="734ADBB8" w14:textId="77777777" w:rsidR="008C1598" w:rsidRPr="009C1C47" w:rsidRDefault="008C1598">
      <w:r w:rsidRPr="009C1C47">
        <w:t>Qui n’a que des prétentions !</w:t>
      </w:r>
    </w:p>
    <w:p w14:paraId="19DC1B1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C07A436" w14:textId="77777777" w:rsidR="008C1598" w:rsidRPr="009C1C47" w:rsidRDefault="008C1598">
      <w:r w:rsidRPr="009C1C47">
        <w:t>Des prétentions stupides !</w:t>
      </w:r>
    </w:p>
    <w:p w14:paraId="3C336C35" w14:textId="77777777" w:rsidR="008C1598" w:rsidRPr="009C1C47" w:rsidRDefault="008C1598">
      <w:pPr>
        <w:pStyle w:val="Centr"/>
        <w:keepNext/>
      </w:pPr>
      <w:r w:rsidRPr="009C1C47">
        <w:rPr>
          <w:rStyle w:val="Taille-1Caracteres"/>
        </w:rPr>
        <w:t>EMMA.</w:t>
      </w:r>
    </w:p>
    <w:p w14:paraId="1BCAF6C3" w14:textId="77777777" w:rsidR="008C1598" w:rsidRPr="009C1C47" w:rsidRDefault="008C1598">
      <w:r w:rsidRPr="009C1C47">
        <w:t>Et une histoire de partie d’échecs !</w:t>
      </w:r>
    </w:p>
    <w:p w14:paraId="5469519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76BAA8D" w14:textId="77777777" w:rsidR="008C1598" w:rsidRPr="009C1C47" w:rsidRDefault="008C1598">
      <w:r w:rsidRPr="009C1C47">
        <w:t>Contre sir Staunton !… il vient de me la raconter encore !</w:t>
      </w:r>
    </w:p>
    <w:p w14:paraId="287AD2DE" w14:textId="77777777" w:rsidR="008C1598" w:rsidRPr="009C1C47" w:rsidRDefault="008C1598">
      <w:pPr>
        <w:pStyle w:val="Centr"/>
        <w:keepNext/>
      </w:pPr>
      <w:r w:rsidRPr="009C1C47">
        <w:rPr>
          <w:rStyle w:val="Taille-1Caracteres"/>
        </w:rPr>
        <w:lastRenderedPageBreak/>
        <w:t>EMMA.</w:t>
      </w:r>
    </w:p>
    <w:p w14:paraId="0AF85ADB" w14:textId="77777777" w:rsidR="008C1598" w:rsidRPr="009C1C47" w:rsidRDefault="008C1598">
      <w:r w:rsidRPr="009C1C47">
        <w:t>Il nous l’a racontée vingt fois !</w:t>
      </w:r>
    </w:p>
    <w:p w14:paraId="74C22C9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83697EB" w14:textId="77777777" w:rsidR="008C1598" w:rsidRPr="009C1C47" w:rsidRDefault="008C1598">
      <w:r w:rsidRPr="009C1C47">
        <w:t>Ah ! s’il n’était pas mon directeur général !…</w:t>
      </w:r>
    </w:p>
    <w:p w14:paraId="416EE937"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traverse au fond.</w:t>
      </w:r>
    </w:p>
    <w:p w14:paraId="56F5AA76" w14:textId="77777777" w:rsidR="008C1598" w:rsidRPr="009C1C47" w:rsidRDefault="008C1598">
      <w:pPr>
        <w:pStyle w:val="Centr"/>
        <w:keepNext/>
      </w:pPr>
      <w:r w:rsidRPr="009C1C47">
        <w:rPr>
          <w:rStyle w:val="Taille-1Caracteres"/>
        </w:rPr>
        <w:t>EMMA.</w:t>
      </w:r>
    </w:p>
    <w:p w14:paraId="299955A6" w14:textId="77777777" w:rsidR="008C1598" w:rsidRPr="009C1C47" w:rsidRDefault="008C1598">
      <w:r w:rsidRPr="009C1C47">
        <w:t>Le voici qui revient !</w:t>
      </w:r>
    </w:p>
    <w:p w14:paraId="7A77808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58B3A06" w14:textId="77777777" w:rsidR="008C1598" w:rsidRPr="009C1C47" w:rsidRDefault="008C1598">
      <w:r w:rsidRPr="009C1C47">
        <w:t>Va le rejoindre ! et s’il te raconte l’histoire de sir Staunton…</w:t>
      </w:r>
    </w:p>
    <w:p w14:paraId="593DD6D0" w14:textId="77777777" w:rsidR="008C1598" w:rsidRPr="009C1C47" w:rsidRDefault="008C1598">
      <w:pPr>
        <w:pStyle w:val="Centr"/>
        <w:keepNext/>
      </w:pPr>
      <w:r w:rsidRPr="009C1C47">
        <w:rPr>
          <w:rStyle w:val="Taille-1Caracteres"/>
        </w:rPr>
        <w:t>EMMA.</w:t>
      </w:r>
    </w:p>
    <w:p w14:paraId="3466D336" w14:textId="77777777" w:rsidR="008C1598" w:rsidRPr="009C1C47" w:rsidRDefault="008C1598">
      <w:r w:rsidRPr="009C1C47">
        <w:t>…</w:t>
      </w:r>
      <w:r w:rsidR="00417EDD">
        <w:rPr>
          <w:rFonts w:eastAsia="Amasis30"/>
        </w:rPr>
        <w:t> </w:t>
      </w:r>
      <w:r w:rsidRPr="009C1C47">
        <w:t>Je penserai au contentieux !</w:t>
      </w:r>
    </w:p>
    <w:p w14:paraId="67C19CCD" w14:textId="77777777" w:rsidR="008C1598" w:rsidRPr="009C1C47" w:rsidRDefault="008C1598">
      <w:pPr>
        <w:pStyle w:val="Droite"/>
      </w:pPr>
      <w:r w:rsidRPr="009C1C47">
        <w:rPr>
          <w:rStyle w:val="Taille-1Caracteres"/>
        </w:rPr>
        <w:t>Elle sort par le fond.</w:t>
      </w:r>
    </w:p>
    <w:p w14:paraId="09A94AAE" w14:textId="77777777" w:rsidR="008C1598" w:rsidRPr="009C1C47" w:rsidRDefault="008C1598">
      <w:pPr>
        <w:pStyle w:val="Titre1"/>
      </w:pPr>
      <w:bookmarkStart w:id="3" w:name="_Toc195641072"/>
      <w:r w:rsidRPr="009C1C47">
        <w:lastRenderedPageBreak/>
        <w:t>SCÈNE III</w:t>
      </w:r>
      <w:bookmarkEnd w:id="3"/>
    </w:p>
    <w:p w14:paraId="3EA29F6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w:t>
      </w:r>
      <w:proofErr w:type="spellStart"/>
      <w:r w:rsidRPr="009C1C47">
        <w:rPr>
          <w:rStyle w:val="Taille-1Caracteres"/>
        </w:rPr>
        <w:t>PERDRIGEOT</w:t>
      </w:r>
      <w:proofErr w:type="spellEnd"/>
      <w:r w:rsidRPr="009C1C47">
        <w:rPr>
          <w:rStyle w:val="Taille-1Caracteres"/>
        </w:rPr>
        <w:t>.</w:t>
      </w:r>
    </w:p>
    <w:p w14:paraId="7FC9C9A4" w14:textId="77777777" w:rsidR="008C1598" w:rsidRPr="009C1C47" w:rsidRDefault="008C1598">
      <w:pPr>
        <w:pStyle w:val="Centr"/>
        <w:keepNext/>
      </w:pPr>
    </w:p>
    <w:p w14:paraId="7B49A49E" w14:textId="77777777" w:rsidR="008C1598" w:rsidRPr="009C1C47" w:rsidRDefault="008C1598">
      <w:pPr>
        <w:pStyle w:val="Centr"/>
        <w:keepNext/>
      </w:pPr>
      <w:proofErr w:type="spellStart"/>
      <w:r w:rsidRPr="009C1C47">
        <w:rPr>
          <w:rStyle w:val="Taille-1Caracteres"/>
        </w:rPr>
        <w:t>BOISRAMÉ</w:t>
      </w:r>
      <w:proofErr w:type="spellEnd"/>
      <w:r w:rsidRPr="009C1C47">
        <w:rPr>
          <w:rStyle w:val="Appelnotedebasdep"/>
        </w:rPr>
        <w:footnoteReference w:id="9"/>
      </w:r>
      <w:r w:rsidRPr="009C1C47">
        <w:rPr>
          <w:rStyle w:val="Taille-1Caracteres"/>
        </w:rPr>
        <w:t>.</w:t>
      </w:r>
    </w:p>
    <w:p w14:paraId="533D2DF8" w14:textId="77777777" w:rsidR="008C1598" w:rsidRPr="009C1C47" w:rsidRDefault="008C1598">
      <w:r w:rsidRPr="009C1C47">
        <w:t>Elle pensera au contentieux !… Elle est charmante, ma femme !</w:t>
      </w:r>
    </w:p>
    <w:p w14:paraId="6D19649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234414F" w14:textId="77777777" w:rsidR="008C1598" w:rsidRPr="009C1C47" w:rsidRDefault="008C1598">
      <w:r w:rsidRPr="009C1C47">
        <w:t>À qui le dis-tu ?</w:t>
      </w:r>
    </w:p>
    <w:p w14:paraId="29BA286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5ABB8F3" w14:textId="77777777" w:rsidR="008C1598" w:rsidRPr="009C1C47" w:rsidRDefault="008C1598">
      <w:r w:rsidRPr="009C1C47">
        <w:t>Mais tu arrives bien ! J’ai une confidence à te faire…</w:t>
      </w:r>
    </w:p>
    <w:p w14:paraId="07E33D77" w14:textId="77777777" w:rsidR="008C1598" w:rsidRPr="009C1C47" w:rsidRDefault="008C1598">
      <w:pPr>
        <w:pStyle w:val="Centr"/>
        <w:keepNext/>
      </w:pPr>
      <w:proofErr w:type="spellStart"/>
      <w:r w:rsidRPr="009C1C47">
        <w:rPr>
          <w:rStyle w:val="Taille-1Caracteres"/>
        </w:rPr>
        <w:t>PERD</w:t>
      </w:r>
      <w:r w:rsidR="00D049D2" w:rsidRPr="009C1C47">
        <w:rPr>
          <w:rStyle w:val="Taille-1Caracteres"/>
        </w:rPr>
        <w:t>RI</w:t>
      </w:r>
      <w:r w:rsidRPr="009C1C47">
        <w:rPr>
          <w:rStyle w:val="Taille-1Caracteres"/>
        </w:rPr>
        <w:t>GEOT</w:t>
      </w:r>
      <w:proofErr w:type="spellEnd"/>
      <w:r w:rsidRPr="009C1C47">
        <w:rPr>
          <w:rStyle w:val="Taille-1Caracteres"/>
        </w:rPr>
        <w:t>.</w:t>
      </w:r>
    </w:p>
    <w:p w14:paraId="33B9A305" w14:textId="77777777" w:rsidR="008C1598" w:rsidRPr="009C1C47" w:rsidRDefault="008C1598">
      <w:r w:rsidRPr="009C1C47">
        <w:t>Je la connais : tes pétunias ont soif !</w:t>
      </w:r>
    </w:p>
    <w:p w14:paraId="73AFD7C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BF5A26B" w14:textId="77777777" w:rsidR="008C1598" w:rsidRPr="009C1C47" w:rsidRDefault="008C1598">
      <w:r w:rsidRPr="009C1C47">
        <w:t>Et un service à te demander…</w:t>
      </w:r>
    </w:p>
    <w:p w14:paraId="5964B47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76C3205" w14:textId="77777777" w:rsidR="008C1598" w:rsidRPr="009C1C47" w:rsidRDefault="008C1598">
      <w:r w:rsidRPr="009C1C47">
        <w:t>Connu aussi : de les arroser !</w:t>
      </w:r>
    </w:p>
    <w:p w14:paraId="5CC795C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FCAA4D9" w14:textId="77777777" w:rsidR="008C1598" w:rsidRPr="009C1C47" w:rsidRDefault="008C1598">
      <w:r w:rsidRPr="009C1C47">
        <w:t>D’abord !…</w:t>
      </w:r>
    </w:p>
    <w:p w14:paraId="4C230EB2" w14:textId="77777777" w:rsidR="008C1598" w:rsidRPr="009C1C47" w:rsidRDefault="008C1598">
      <w:pPr>
        <w:pStyle w:val="Centr"/>
        <w:keepNext/>
      </w:pPr>
      <w:proofErr w:type="spellStart"/>
      <w:r w:rsidRPr="009C1C47">
        <w:rPr>
          <w:rStyle w:val="Taille-1Caracteres"/>
        </w:rPr>
        <w:lastRenderedPageBreak/>
        <w:t>PERDRIGEOT</w:t>
      </w:r>
      <w:proofErr w:type="spellEnd"/>
      <w:r w:rsidRPr="009C1C47">
        <w:rPr>
          <w:rStyle w:val="Taille-1Caracteres"/>
        </w:rPr>
        <w:t>.</w:t>
      </w:r>
    </w:p>
    <w:p w14:paraId="77F791DC" w14:textId="77777777" w:rsidR="008C1598" w:rsidRPr="009C1C47" w:rsidRDefault="008C1598">
      <w:r w:rsidRPr="009C1C47">
        <w:t>Mais tu as un jardinier ?</w:t>
      </w:r>
    </w:p>
    <w:p w14:paraId="6FA3A4E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3F9EEAF" w14:textId="77777777" w:rsidR="008C1598" w:rsidRPr="009C1C47" w:rsidRDefault="008C1598">
      <w:proofErr w:type="spellStart"/>
      <w:r w:rsidRPr="009C1C47">
        <w:t>Marcadieu</w:t>
      </w:r>
      <w:proofErr w:type="spellEnd"/>
      <w:r w:rsidRPr="009C1C47">
        <w:t> ?… il ne peut pas !</w:t>
      </w:r>
    </w:p>
    <w:p w14:paraId="5646956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CDE648F" w14:textId="77777777" w:rsidR="008C1598" w:rsidRPr="009C1C47" w:rsidRDefault="008C1598">
      <w:r w:rsidRPr="009C1C47">
        <w:t>Il est malade ?</w:t>
      </w:r>
    </w:p>
    <w:p w14:paraId="2AC4C17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93F4527" w14:textId="77777777" w:rsidR="008C1598" w:rsidRPr="009C1C47" w:rsidRDefault="008C1598">
      <w:r w:rsidRPr="009C1C47">
        <w:t>Non, mais, le soir, je l’éloigne… J’ai des raisons pour l’éloigner le soir…</w:t>
      </w:r>
    </w:p>
    <w:p w14:paraId="6B4CCF3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CB68051" w14:textId="77777777" w:rsidR="008C1598" w:rsidRPr="009C1C47" w:rsidRDefault="008C1598">
      <w:r w:rsidRPr="009C1C47">
        <w:t>Des mystères ?</w:t>
      </w:r>
    </w:p>
    <w:p w14:paraId="00658FB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3468BA3" w14:textId="77777777" w:rsidR="008C1598" w:rsidRPr="009C1C47" w:rsidRDefault="008C1598">
      <w:r w:rsidRPr="009C1C47">
        <w:t>Une églogue… une ébauche d’églogue !</w:t>
      </w:r>
    </w:p>
    <w:p w14:paraId="5467BC3D"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AAD5816" w14:textId="77777777" w:rsidR="008C1598" w:rsidRPr="009C1C47" w:rsidRDefault="008C1598">
      <w:r w:rsidRPr="009C1C47">
        <w:t>Débauche !</w:t>
      </w:r>
    </w:p>
    <w:p w14:paraId="57191B5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93B6A51" w14:textId="77777777" w:rsidR="008C1598" w:rsidRPr="009C1C47" w:rsidRDefault="008C1598">
      <w:r w:rsidRPr="009C1C47">
        <w:t>Débauche si tu veux ? quoique jusqu’ici la friponne…</w:t>
      </w:r>
    </w:p>
    <w:p w14:paraId="776A93B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EB1E212" w14:textId="77777777" w:rsidR="008C1598" w:rsidRPr="009C1C47" w:rsidRDefault="008C1598">
      <w:r w:rsidRPr="009C1C47">
        <w:t xml:space="preserve">Une friponne, </w:t>
      </w:r>
      <w:proofErr w:type="spellStart"/>
      <w:r w:rsidRPr="009C1C47">
        <w:t>Boisramé</w:t>
      </w:r>
      <w:proofErr w:type="spellEnd"/>
      <w:r w:rsidRPr="009C1C47">
        <w:t> ? Et ta femme ?</w:t>
      </w:r>
    </w:p>
    <w:p w14:paraId="193A997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81F3F27" w14:textId="77777777" w:rsidR="008C1598" w:rsidRPr="009C1C47" w:rsidRDefault="008C1598">
      <w:r w:rsidRPr="009C1C47">
        <w:t>Oh ! ma femme ne se doute de rien ! – Et comme c’est le mari qui me gêne…</w:t>
      </w:r>
    </w:p>
    <w:p w14:paraId="61C6A6D7" w14:textId="77777777" w:rsidR="008C1598" w:rsidRPr="009C1C47" w:rsidRDefault="008C1598">
      <w:pPr>
        <w:pStyle w:val="Centr"/>
        <w:keepNext/>
      </w:pPr>
      <w:proofErr w:type="spellStart"/>
      <w:r w:rsidRPr="009C1C47">
        <w:rPr>
          <w:rStyle w:val="Taille-1Caracteres"/>
        </w:rPr>
        <w:lastRenderedPageBreak/>
        <w:t>PERDRIGEOT</w:t>
      </w:r>
      <w:proofErr w:type="spellEnd"/>
      <w:r w:rsidRPr="009C1C47">
        <w:rPr>
          <w:rStyle w:val="Taille-1Caracteres"/>
        </w:rPr>
        <w:t>.</w:t>
      </w:r>
    </w:p>
    <w:p w14:paraId="1CFB60B2" w14:textId="77777777" w:rsidR="008C1598" w:rsidRPr="009C1C47" w:rsidRDefault="008C1598">
      <w:r w:rsidRPr="009C1C47">
        <w:t>Ah ! c’est aussi un mari qui te gêne !… (</w:t>
      </w:r>
      <w:r w:rsidRPr="009C1C47">
        <w:rPr>
          <w:rStyle w:val="Taille-1Caracteres"/>
        </w:rPr>
        <w:t>À part.)</w:t>
      </w:r>
      <w:r w:rsidRPr="009C1C47">
        <w:t xml:space="preserve"> Il y a un Dieu vengeur ! (</w:t>
      </w:r>
      <w:r w:rsidRPr="009C1C47">
        <w:rPr>
          <w:rStyle w:val="Taille-1Caracteres"/>
        </w:rPr>
        <w:t>Haut.)</w:t>
      </w:r>
      <w:r w:rsidRPr="009C1C47">
        <w:t xml:space="preserve"> Et qu’en fais-tu, du mari ?</w:t>
      </w:r>
    </w:p>
    <w:p w14:paraId="72B9574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B56AECA" w14:textId="77777777" w:rsidR="008C1598" w:rsidRPr="009C1C47" w:rsidRDefault="008C1598">
      <w:r w:rsidRPr="009C1C47">
        <w:t>Je l’envoie au verger !</w:t>
      </w:r>
    </w:p>
    <w:p w14:paraId="577C4D6E"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6B34AD4" w14:textId="77777777" w:rsidR="008C1598" w:rsidRPr="009C1C47" w:rsidRDefault="008C1598">
      <w:r w:rsidRPr="009C1C47">
        <w:t>Il est bon d’aller au verger comme ça !… tu n’y irais pas, toi !…</w:t>
      </w:r>
    </w:p>
    <w:p w14:paraId="374A870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129D8A0" w14:textId="77777777" w:rsidR="008C1598" w:rsidRPr="009C1C47" w:rsidRDefault="008C1598">
      <w:r w:rsidRPr="009C1C47">
        <w:t>Il faut bien qu’il y aille ! c’est mon domestique !</w:t>
      </w:r>
    </w:p>
    <w:p w14:paraId="7D6852DB"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63F8882" w14:textId="77777777" w:rsidR="008C1598" w:rsidRPr="009C1C47" w:rsidRDefault="008C1598">
      <w:proofErr w:type="spellStart"/>
      <w:r w:rsidRPr="009C1C47">
        <w:t>Marcadieu</w:t>
      </w:r>
      <w:proofErr w:type="spellEnd"/>
      <w:r w:rsidRPr="009C1C47">
        <w:t> ?</w:t>
      </w:r>
    </w:p>
    <w:p w14:paraId="6E649AE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49741D2" w14:textId="77777777" w:rsidR="008C1598" w:rsidRPr="009C1C47" w:rsidRDefault="008C1598">
      <w:r w:rsidRPr="009C1C47">
        <w:t>Tu n’as pas vu sa femme ?</w:t>
      </w:r>
    </w:p>
    <w:p w14:paraId="59C4EE3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2F41836" w14:textId="77777777" w:rsidR="008C1598" w:rsidRPr="009C1C47" w:rsidRDefault="008C1598">
      <w:r w:rsidRPr="009C1C47">
        <w:t>Ici ?</w:t>
      </w:r>
    </w:p>
    <w:p w14:paraId="1951B41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E76ECE2" w14:textId="77777777" w:rsidR="008C1598" w:rsidRPr="009C1C47" w:rsidRDefault="008C1598">
      <w:r w:rsidRPr="009C1C47">
        <w:t>Oui ! elle est venue passer quatre jours, et repart ce soir pour Paris, où elle est demoiselle première… chez une blanchisseuse de fin.</w:t>
      </w:r>
    </w:p>
    <w:p w14:paraId="636A9715"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souriant.</w:t>
      </w:r>
    </w:p>
    <w:p w14:paraId="0B32D993" w14:textId="77777777" w:rsidR="008C1598" w:rsidRPr="009C1C47" w:rsidRDefault="008C1598">
      <w:r w:rsidRPr="009C1C47">
        <w:t>C’est une blanchisseuse de fin ?</w:t>
      </w:r>
    </w:p>
    <w:p w14:paraId="38D180D1"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5847B667" w14:textId="77777777" w:rsidR="008C1598" w:rsidRPr="009C1C47" w:rsidRDefault="008C1598">
      <w:r w:rsidRPr="009C1C47">
        <w:t>Pourquoi souris-tu ?</w:t>
      </w:r>
    </w:p>
    <w:p w14:paraId="522D7D8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634DA3D" w14:textId="77777777" w:rsidR="008C1598" w:rsidRPr="009C1C47" w:rsidRDefault="008C1598">
      <w:r w:rsidRPr="009C1C47">
        <w:t xml:space="preserve">Parce que c’est une coïncidence singulière ! J’ai aussi mon idylle dans le blanchissage de fin… une petite collègue de madame </w:t>
      </w:r>
      <w:proofErr w:type="spellStart"/>
      <w:r w:rsidRPr="009C1C47">
        <w:t>Marcadieu</w:t>
      </w:r>
      <w:proofErr w:type="spellEnd"/>
      <w:r w:rsidRPr="009C1C47">
        <w:t xml:space="preserve">, qui m’apporte mon linge le samedi matin… jeune et jolie… mais revenons à la tienne… ou à celle de </w:t>
      </w:r>
      <w:proofErr w:type="spellStart"/>
      <w:r w:rsidRPr="009C1C47">
        <w:t>Marcadieu</w:t>
      </w:r>
      <w:proofErr w:type="spellEnd"/>
      <w:r w:rsidRPr="009C1C47">
        <w:t> !</w:t>
      </w:r>
    </w:p>
    <w:p w14:paraId="24A5333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0AADC1C" w14:textId="77777777" w:rsidR="008C1598" w:rsidRPr="009C1C47" w:rsidRDefault="008C1598">
      <w:r w:rsidRPr="009C1C47">
        <w:t xml:space="preserve">Celle de </w:t>
      </w:r>
      <w:proofErr w:type="spellStart"/>
      <w:r w:rsidRPr="009C1C47">
        <w:t>Marcadieu</w:t>
      </w:r>
      <w:proofErr w:type="spellEnd"/>
      <w:r w:rsidRPr="009C1C47">
        <w:t>, car jusqu’à cette heure…</w:t>
      </w:r>
    </w:p>
    <w:p w14:paraId="65CB062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8B8A452" w14:textId="77777777" w:rsidR="008C1598" w:rsidRPr="009C1C47" w:rsidRDefault="008C1598">
      <w:r w:rsidRPr="009C1C47">
        <w:t>Farouche ?</w:t>
      </w:r>
    </w:p>
    <w:p w14:paraId="1E84AB9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2B6A1FB" w14:textId="77777777" w:rsidR="008C1598" w:rsidRPr="009C1C47" w:rsidRDefault="008C1598">
      <w:proofErr w:type="spellStart"/>
      <w:r w:rsidRPr="009C1C47">
        <w:t>Heuh</w:t>
      </w:r>
      <w:proofErr w:type="spellEnd"/>
      <w:r w:rsidRPr="009C1C47">
        <w:t> !… mais elle a été rosière, ici, il y a deux ans… c’est même moi qui la couronnai.</w:t>
      </w:r>
    </w:p>
    <w:p w14:paraId="1370FEE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0EF2919" w14:textId="77777777" w:rsidR="008C1598" w:rsidRPr="009C1C47" w:rsidRDefault="008C1598">
      <w:r w:rsidRPr="009C1C47">
        <w:t>Oh ! bien, ce n’est pas la mienne !… alors elle est prude ?</w:t>
      </w:r>
    </w:p>
    <w:p w14:paraId="22088DB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D321D45" w14:textId="77777777" w:rsidR="008C1598" w:rsidRPr="009C1C47" w:rsidRDefault="008C1598">
      <w:r w:rsidRPr="009C1C47">
        <w:t>Elle est bébête !… à part ça, je ne me plains pas, et le soir, au jardin, sous de frivoles prétextes… Bref, c’est mon dernier soir ! ou ce soir… ou jamais !</w:t>
      </w:r>
    </w:p>
    <w:p w14:paraId="4699ADD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10AEFFC7" w14:textId="77777777" w:rsidR="008C1598" w:rsidRPr="009C1C47" w:rsidRDefault="008C1598">
      <w:r w:rsidRPr="009C1C47">
        <w:t>Eh bien, et ta partie d’échecs ?</w:t>
      </w:r>
    </w:p>
    <w:p w14:paraId="249733A3"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57A4AC7C" w14:textId="77777777" w:rsidR="008C1598" w:rsidRPr="009C1C47" w:rsidRDefault="008C1598">
      <w:r w:rsidRPr="009C1C47">
        <w:t xml:space="preserve">Tu la feras pour moi, avec Emma, que tu conseilleras… et que tu retiendras ici, tandis que </w:t>
      </w:r>
      <w:proofErr w:type="spellStart"/>
      <w:r w:rsidRPr="009C1C47">
        <w:t>Marcadieu</w:t>
      </w:r>
      <w:proofErr w:type="spellEnd"/>
      <w:r w:rsidRPr="009C1C47">
        <w:t xml:space="preserve"> sera au verger, à guetter mon voleur.</w:t>
      </w:r>
    </w:p>
    <w:p w14:paraId="6379FAB2"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9935CD9" w14:textId="77777777" w:rsidR="008C1598" w:rsidRPr="009C1C47" w:rsidRDefault="008C1598">
      <w:r w:rsidRPr="009C1C47">
        <w:t>Ton voleur ?</w:t>
      </w:r>
    </w:p>
    <w:p w14:paraId="055DD70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C0F44D0" w14:textId="77777777" w:rsidR="008C1598" w:rsidRPr="009C1C47" w:rsidRDefault="008C1598">
      <w:r w:rsidRPr="009C1C47">
        <w:t xml:space="preserve">C’est mon truc ! Je me suis dérobé des abricots… verts ! et comme </w:t>
      </w:r>
      <w:proofErr w:type="spellStart"/>
      <w:r w:rsidRPr="009C1C47">
        <w:t>Marcadieu</w:t>
      </w:r>
      <w:proofErr w:type="spellEnd"/>
      <w:r w:rsidRPr="009C1C47">
        <w:t>, qui est la probité même, les compte tous les jours…</w:t>
      </w:r>
    </w:p>
    <w:p w14:paraId="70CFE9E1"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34C4290" w14:textId="77777777" w:rsidR="008C1598" w:rsidRPr="009C1C47" w:rsidRDefault="008C1598">
      <w:r w:rsidRPr="009C1C47">
        <w:t>Il s’est aperçu qu’il en manquait ?</w:t>
      </w:r>
    </w:p>
    <w:p w14:paraId="4FA288D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tirant des abricots verts de sa poche.</w:t>
      </w:r>
    </w:p>
    <w:p w14:paraId="2967B988" w14:textId="77777777" w:rsidR="008C1598" w:rsidRPr="009C1C47" w:rsidRDefault="008C1598">
      <w:r w:rsidRPr="009C1C47">
        <w:t>Les voici !… Je n’ai pas osé les manger.</w:t>
      </w:r>
    </w:p>
    <w:p w14:paraId="0B4556B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E1BBEA8" w14:textId="77777777" w:rsidR="008C1598" w:rsidRPr="009C1C47" w:rsidRDefault="008C1598">
      <w:r w:rsidRPr="009C1C47">
        <w:t>Les noyaux t’auraient trahi !</w:t>
      </w:r>
    </w:p>
    <w:p w14:paraId="096E24A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17FCFAF" w14:textId="77777777" w:rsidR="008C1598" w:rsidRPr="009C1C47" w:rsidRDefault="008C1598">
      <w:r w:rsidRPr="009C1C47">
        <w:t>Oui, d’abord ; et puis ils sont verts, et, l’été, le fruit vert… mange-les, toi !…</w:t>
      </w:r>
    </w:p>
    <w:p w14:paraId="7F4F6A4D"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4AE043C" w14:textId="77777777" w:rsidR="008C1598" w:rsidRPr="009C1C47" w:rsidRDefault="008C1598">
      <w:r w:rsidRPr="009C1C47">
        <w:t>Merci !</w:t>
      </w:r>
    </w:p>
    <w:p w14:paraId="42E539C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EE75CAA" w14:textId="77777777" w:rsidR="008C1598" w:rsidRPr="009C1C47" w:rsidRDefault="008C1598">
      <w:r w:rsidRPr="009C1C47">
        <w:t xml:space="preserve">Oh ! bien, je les offrirai à </w:t>
      </w:r>
      <w:proofErr w:type="spellStart"/>
      <w:r w:rsidRPr="009C1C47">
        <w:t>Courtansoux</w:t>
      </w:r>
      <w:proofErr w:type="spellEnd"/>
      <w:r w:rsidRPr="009C1C47">
        <w:t xml:space="preserve"> – il n’est pas si difficile que toi !</w:t>
      </w:r>
    </w:p>
    <w:p w14:paraId="3CDAD4E1" w14:textId="77777777" w:rsidR="008C1598" w:rsidRPr="009C1C47" w:rsidRDefault="008C1598">
      <w:pPr>
        <w:pStyle w:val="Droite"/>
      </w:pPr>
      <w:r w:rsidRPr="009C1C47">
        <w:rPr>
          <w:rStyle w:val="Taille-1Caracteres"/>
        </w:rPr>
        <w:lastRenderedPageBreak/>
        <w:t>Il les remet dans sa poche.</w:t>
      </w:r>
    </w:p>
    <w:p w14:paraId="32257D9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35049D2" w14:textId="77777777" w:rsidR="008C1598" w:rsidRPr="009C1C47" w:rsidRDefault="008C1598">
      <w:r w:rsidRPr="009C1C47">
        <w:t xml:space="preserve">Alors, </w:t>
      </w:r>
      <w:proofErr w:type="spellStart"/>
      <w:r w:rsidRPr="009C1C47">
        <w:t>Marcadieu</w:t>
      </w:r>
      <w:proofErr w:type="spellEnd"/>
      <w:r w:rsidRPr="009C1C47">
        <w:t xml:space="preserve"> va faire le guet ?…</w:t>
      </w:r>
    </w:p>
    <w:p w14:paraId="1A2CE51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75C869B" w14:textId="77777777" w:rsidR="008C1598" w:rsidRPr="009C1C47" w:rsidRDefault="008C1598">
      <w:r w:rsidRPr="009C1C47">
        <w:t>Avec mon fusil !… derrière ma haie !… au verger !… ça m’assure une heure, tu comprends !…</w:t>
      </w:r>
    </w:p>
    <w:p w14:paraId="43A4C27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2C47CF6" w14:textId="77777777" w:rsidR="008C1598" w:rsidRPr="009C1C47" w:rsidRDefault="008C1598">
      <w:r w:rsidRPr="009C1C47">
        <w:t>Parfaitement !… l’heure du verger.</w:t>
      </w:r>
    </w:p>
    <w:p w14:paraId="66FAB24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A95F727" w14:textId="77777777" w:rsidR="008C1598" w:rsidRPr="009C1C47" w:rsidRDefault="008C1598">
      <w:r w:rsidRPr="009C1C47">
        <w:t>L’heure du verger ! (</w:t>
      </w:r>
      <w:r w:rsidRPr="009C1C47">
        <w:rPr>
          <w:rStyle w:val="Taille-1Caracteres"/>
        </w:rPr>
        <w:t xml:space="preserve">Apercevant la valise de </w:t>
      </w:r>
      <w:proofErr w:type="spellStart"/>
      <w:r w:rsidRPr="009C1C47">
        <w:rPr>
          <w:rStyle w:val="Taille-1Caracteres"/>
        </w:rPr>
        <w:t>Perdrigeot</w:t>
      </w:r>
      <w:proofErr w:type="spellEnd"/>
      <w:r w:rsidRPr="009C1C47">
        <w:rPr>
          <w:rStyle w:val="Taille-1Caracteres"/>
        </w:rPr>
        <w:t>.)</w:t>
      </w:r>
      <w:r w:rsidRPr="009C1C47">
        <w:t xml:space="preserve"> Qu’est-ce que c’est que ça ?</w:t>
      </w:r>
    </w:p>
    <w:p w14:paraId="2637773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8E4A5D0" w14:textId="77777777" w:rsidR="008C1598" w:rsidRPr="009C1C47" w:rsidRDefault="008C1598">
      <w:r w:rsidRPr="009C1C47">
        <w:t>C’est mon sac.</w:t>
      </w:r>
    </w:p>
    <w:p w14:paraId="36B9DE9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39C8838" w14:textId="77777777" w:rsidR="008C1598" w:rsidRPr="009C1C47" w:rsidRDefault="008C1598">
      <w:r w:rsidRPr="009C1C47">
        <w:t>Tu couches ici ?</w:t>
      </w:r>
    </w:p>
    <w:p w14:paraId="77228583" w14:textId="77777777" w:rsidR="008C1598" w:rsidRPr="00A1311C" w:rsidRDefault="008C1598" w:rsidP="00A1311C">
      <w:pPr>
        <w:pStyle w:val="Centr"/>
        <w:keepNext/>
        <w:rPr>
          <w:rStyle w:val="Taille-1Caracteres"/>
        </w:rPr>
      </w:pPr>
      <w:proofErr w:type="spellStart"/>
      <w:r w:rsidRPr="009C1C47">
        <w:rPr>
          <w:rStyle w:val="Taille-1Caracteres"/>
        </w:rPr>
        <w:t>PERDRIGEOT</w:t>
      </w:r>
      <w:proofErr w:type="spellEnd"/>
      <w:r w:rsidRPr="009C1C47">
        <w:rPr>
          <w:rStyle w:val="Taille-1Caracteres"/>
        </w:rPr>
        <w:t>.</w:t>
      </w:r>
    </w:p>
    <w:p w14:paraId="0268E323" w14:textId="77777777" w:rsidR="008C1598" w:rsidRPr="009C1C47" w:rsidRDefault="008C1598">
      <w:r w:rsidRPr="009C1C47">
        <w:t>Ça dépend !… J’attends une dépêche de Paris.</w:t>
      </w:r>
    </w:p>
    <w:p w14:paraId="0CDE629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A7959DB" w14:textId="77777777" w:rsidR="008C1598" w:rsidRPr="009C1C47" w:rsidRDefault="008C1598">
      <w:r w:rsidRPr="009C1C47">
        <w:t>Tu devrais !… Tu recommencerais d’arroser demain… Je te ferais éveiller de grand matin. (</w:t>
      </w:r>
      <w:r w:rsidRPr="009C1C47">
        <w:rPr>
          <w:rStyle w:val="Taille-1Caracteres"/>
        </w:rPr>
        <w:t>Prenant le sac.)</w:t>
      </w:r>
      <w:r w:rsidRPr="009C1C47">
        <w:t xml:space="preserve"> Je monte ton sac dans la chambre bleue, et je te rapporte l’arrosoir.</w:t>
      </w:r>
    </w:p>
    <w:p w14:paraId="2C7901F7" w14:textId="77777777" w:rsidR="008C1598" w:rsidRPr="009C1C47" w:rsidRDefault="008C1598">
      <w:pPr>
        <w:pStyle w:val="Droite"/>
      </w:pPr>
      <w:r w:rsidRPr="009C1C47">
        <w:rPr>
          <w:rStyle w:val="Taille-1Caracteres"/>
        </w:rPr>
        <w:t>Il sort par le premier plan à droite.</w:t>
      </w:r>
    </w:p>
    <w:p w14:paraId="394D1C00" w14:textId="77777777" w:rsidR="008C1598" w:rsidRPr="009C1C47" w:rsidRDefault="008C1598">
      <w:pPr>
        <w:pStyle w:val="Titre1"/>
      </w:pPr>
      <w:bookmarkStart w:id="4" w:name="_Toc195641073"/>
      <w:r w:rsidRPr="009C1C47">
        <w:lastRenderedPageBreak/>
        <w:t>SCÈNE IV</w:t>
      </w:r>
      <w:bookmarkEnd w:id="4"/>
    </w:p>
    <w:p w14:paraId="5E37F97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puis NATHALIE.</w:t>
      </w:r>
    </w:p>
    <w:p w14:paraId="246A901E" w14:textId="77777777" w:rsidR="008C1598" w:rsidRPr="009C1C47" w:rsidRDefault="008C1598">
      <w:pPr>
        <w:pStyle w:val="Centr"/>
        <w:keepNext/>
      </w:pPr>
    </w:p>
    <w:p w14:paraId="27279DB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seul.</w:t>
      </w:r>
    </w:p>
    <w:p w14:paraId="35DA9F58" w14:textId="77777777" w:rsidR="008C1598" w:rsidRPr="009C1C47" w:rsidRDefault="008C1598">
      <w:r w:rsidRPr="009C1C47">
        <w:t>…</w:t>
      </w:r>
      <w:r w:rsidR="00417EDD">
        <w:rPr>
          <w:rFonts w:eastAsia="Amasis30"/>
        </w:rPr>
        <w:t> </w:t>
      </w:r>
      <w:r w:rsidRPr="009C1C47">
        <w:t>Et il me rapporte l’arrosoir !</w:t>
      </w:r>
      <w:r w:rsidR="00D049D2" w:rsidRPr="009C1C47">
        <w:t>…</w:t>
      </w:r>
      <w:r w:rsidRPr="009C1C47">
        <w:t xml:space="preserve"> Ah ! non, merci !… Les pétunias, passe ! – mais les échecs maintenant !… Oh ! oh !… Et pour ce que j’y gagne ?… Des lombagos, pour arroser !… et des coryzas, pour aller rêver à la brune, au jardin, avec Emma, sous la tonnelle… Elle assise sur le banc, moi agenouillé à ses pieds… dans le gravier… le petit gravier qui me meurtrit les genoux… écoutant les rossignols et comptant les étoiles !… Non ! non !… c’est le dernier soir !… ou ce soir ou jamais, comme dit </w:t>
      </w:r>
      <w:proofErr w:type="spellStart"/>
      <w:r w:rsidRPr="009C1C47">
        <w:t>Boisramé</w:t>
      </w:r>
      <w:proofErr w:type="spellEnd"/>
      <w:r w:rsidRPr="009C1C47">
        <w:t>… et si elle me résiste ?… si elle me résiste je ne l’assassinerai pas, non, mais je reviendrai à Nathalie, qui ne m’a pas résisté, et qui n’a pas de mari, que je sache, pour me faire arroser !… Je reviendrai à Nathalie !…</w:t>
      </w:r>
    </w:p>
    <w:p w14:paraId="1F1FC45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au dehors, appelant.</w:t>
      </w:r>
    </w:p>
    <w:p w14:paraId="20BC217D" w14:textId="77777777" w:rsidR="008C1598" w:rsidRPr="009C1C47" w:rsidRDefault="008C1598">
      <w:r w:rsidRPr="009C1C47">
        <w:t>Nathalie !</w:t>
      </w:r>
    </w:p>
    <w:p w14:paraId="6C5D70C1"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étonné.</w:t>
      </w:r>
    </w:p>
    <w:p w14:paraId="57BB8CBB" w14:textId="77777777" w:rsidR="008C1598" w:rsidRPr="009C1C47" w:rsidRDefault="008C1598">
      <w:r w:rsidRPr="009C1C47">
        <w:t>Nathalie ! il y a de l’écho !</w:t>
      </w:r>
    </w:p>
    <w:p w14:paraId="5112BC1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au dehors.</w:t>
      </w:r>
    </w:p>
    <w:p w14:paraId="56C5EC15" w14:textId="77777777" w:rsidR="008C1598" w:rsidRPr="009C1C47" w:rsidRDefault="008C1598">
      <w:r w:rsidRPr="009C1C47">
        <w:t>Portez l’arrosoir au petit salon !</w:t>
      </w:r>
    </w:p>
    <w:p w14:paraId="01FED0E7" w14:textId="77777777" w:rsidR="008C1598" w:rsidRPr="009C1C47" w:rsidRDefault="008C1598">
      <w:pPr>
        <w:pStyle w:val="Centr"/>
        <w:keepNext/>
      </w:pPr>
      <w:r w:rsidRPr="009C1C47">
        <w:rPr>
          <w:rStyle w:val="Taille-1Caracteres"/>
        </w:rPr>
        <w:t>NATHALIE, au dehors.</w:t>
      </w:r>
    </w:p>
    <w:p w14:paraId="27A0D748" w14:textId="77777777" w:rsidR="008C1598" w:rsidRPr="009C1C47" w:rsidRDefault="008C1598">
      <w:r w:rsidRPr="009C1C47">
        <w:t>Oui, monsieur.</w:t>
      </w:r>
    </w:p>
    <w:p w14:paraId="606FA2D3" w14:textId="77777777" w:rsidR="008C1598" w:rsidRPr="009C1C47" w:rsidRDefault="008C1598">
      <w:pPr>
        <w:pStyle w:val="Centr"/>
        <w:keepNext/>
      </w:pPr>
      <w:proofErr w:type="spellStart"/>
      <w:r w:rsidRPr="009C1C47">
        <w:rPr>
          <w:rStyle w:val="Taille-1Caracteres"/>
        </w:rPr>
        <w:lastRenderedPageBreak/>
        <w:t>PERDRIGEOT</w:t>
      </w:r>
      <w:proofErr w:type="spellEnd"/>
      <w:r w:rsidRPr="009C1C47">
        <w:rPr>
          <w:rStyle w:val="Taille-1Caracteres"/>
        </w:rPr>
        <w:t>.</w:t>
      </w:r>
    </w:p>
    <w:p w14:paraId="35C655F0" w14:textId="77777777" w:rsidR="008C1598" w:rsidRPr="009C1C47" w:rsidRDefault="008C1598">
      <w:r w:rsidRPr="009C1C47">
        <w:t>Cette voix ?</w:t>
      </w:r>
    </w:p>
    <w:p w14:paraId="14DBB780" w14:textId="77777777" w:rsidR="008C1598" w:rsidRPr="009C1C47" w:rsidRDefault="008C1598">
      <w:pPr>
        <w:pStyle w:val="Centr"/>
        <w:keepNext/>
      </w:pPr>
      <w:r w:rsidRPr="009C1C47">
        <w:rPr>
          <w:rStyle w:val="Taille-1Caracteres"/>
        </w:rPr>
        <w:t xml:space="preserve">NATHALIE, entrant par le pan coupé de gauche, un arrosoir à la main et reconnaissant </w:t>
      </w:r>
      <w:proofErr w:type="spellStart"/>
      <w:r w:rsidRPr="009C1C47">
        <w:rPr>
          <w:rStyle w:val="Taille-1Caracteres"/>
        </w:rPr>
        <w:t>Perdrigeot</w:t>
      </w:r>
      <w:proofErr w:type="spellEnd"/>
      <w:r w:rsidR="008D3574" w:rsidRPr="009C1C47">
        <w:rPr>
          <w:rStyle w:val="Taille-1Caracteres"/>
        </w:rPr>
        <w:t>.</w:t>
      </w:r>
    </w:p>
    <w:p w14:paraId="4C1B5EC6" w14:textId="77777777" w:rsidR="008C1598" w:rsidRPr="009C1C47" w:rsidRDefault="008C1598">
      <w:r w:rsidRPr="009C1C47">
        <w:t xml:space="preserve">Monsieur </w:t>
      </w:r>
      <w:proofErr w:type="spellStart"/>
      <w:r w:rsidRPr="009C1C47">
        <w:t>Perdrigeot</w:t>
      </w:r>
      <w:proofErr w:type="spellEnd"/>
      <w:r w:rsidRPr="009C1C47">
        <w:t> !</w:t>
      </w:r>
    </w:p>
    <w:p w14:paraId="510FB16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la reconnaissant</w:t>
      </w:r>
      <w:r w:rsidRPr="009C1C47">
        <w:rPr>
          <w:rStyle w:val="Appelnotedebasdep"/>
        </w:rPr>
        <w:footnoteReference w:id="10"/>
      </w:r>
      <w:r w:rsidRPr="009C1C47">
        <w:rPr>
          <w:rStyle w:val="Taille-1Caracteres"/>
        </w:rPr>
        <w:t>.</w:t>
      </w:r>
    </w:p>
    <w:p w14:paraId="62150C89" w14:textId="77777777" w:rsidR="008C1598" w:rsidRPr="009C1C47" w:rsidRDefault="008C1598">
      <w:r w:rsidRPr="009C1C47">
        <w:t>Nathalie !… (</w:t>
      </w:r>
      <w:r w:rsidRPr="009C1C47">
        <w:rPr>
          <w:rStyle w:val="Taille-1Caracteres"/>
        </w:rPr>
        <w:t>À part</w:t>
      </w:r>
      <w:r w:rsidRPr="009C1C47">
        <w:t xml:space="preserve">). Oh ! la rosière à </w:t>
      </w:r>
      <w:proofErr w:type="spellStart"/>
      <w:r w:rsidRPr="009C1C47">
        <w:t>Boisramé</w:t>
      </w:r>
      <w:proofErr w:type="spellEnd"/>
      <w:r w:rsidRPr="009C1C47">
        <w:t> ! (</w:t>
      </w:r>
      <w:r w:rsidRPr="009C1C47">
        <w:rPr>
          <w:rStyle w:val="Taille-1Caracteres"/>
        </w:rPr>
        <w:t>Haut.)</w:t>
      </w:r>
      <w:r w:rsidRPr="009C1C47">
        <w:t xml:space="preserve"> Comme on se retrouve !</w:t>
      </w:r>
    </w:p>
    <w:p w14:paraId="5C8EE159" w14:textId="77777777" w:rsidR="008C1598" w:rsidRPr="009C1C47" w:rsidRDefault="008C1598">
      <w:pPr>
        <w:pStyle w:val="Centr"/>
        <w:keepNext/>
      </w:pPr>
      <w:r w:rsidRPr="009C1C47">
        <w:rPr>
          <w:rStyle w:val="Taille-1Caracteres"/>
        </w:rPr>
        <w:t>NATHALIE, posant l’arrosoir au fond et descendant.</w:t>
      </w:r>
    </w:p>
    <w:p w14:paraId="7067FDA7" w14:textId="77777777" w:rsidR="008C1598" w:rsidRPr="009C1C47" w:rsidRDefault="008C1598">
      <w:r w:rsidRPr="009C1C47">
        <w:t>Chut !</w:t>
      </w:r>
    </w:p>
    <w:p w14:paraId="607AE63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5DE4084" w14:textId="77777777" w:rsidR="008C1598" w:rsidRPr="009C1C47" w:rsidRDefault="008C1598">
      <w:r w:rsidRPr="009C1C47">
        <w:t>Oui, je sais, maintenant ! tu as un mari ! un mari que tu m’avais caché !</w:t>
      </w:r>
    </w:p>
    <w:p w14:paraId="1A5DE9D0" w14:textId="77777777" w:rsidR="008C1598" w:rsidRPr="009C1C47" w:rsidRDefault="008C1598">
      <w:pPr>
        <w:pStyle w:val="Centr"/>
        <w:keepNext/>
      </w:pPr>
      <w:r w:rsidRPr="009C1C47">
        <w:rPr>
          <w:rStyle w:val="Taille-1Caracteres"/>
        </w:rPr>
        <w:t>NATHALIE.</w:t>
      </w:r>
    </w:p>
    <w:p w14:paraId="1FDF8C95" w14:textId="77777777" w:rsidR="008C1598" w:rsidRPr="009C1C47" w:rsidRDefault="008C1598">
      <w:r w:rsidRPr="009C1C47">
        <w:t>Je l’avais oublié !</w:t>
      </w:r>
    </w:p>
    <w:p w14:paraId="5E20F68F"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19FC243" w14:textId="77777777" w:rsidR="008C1598" w:rsidRPr="009C1C47" w:rsidRDefault="008C1598">
      <w:r w:rsidRPr="009C1C47">
        <w:t>Heureusement pour moi ! – ça n’est pas ce que je te reproche, d’avoir oublié ton mari…</w:t>
      </w:r>
    </w:p>
    <w:p w14:paraId="58EC56E9" w14:textId="77777777" w:rsidR="008C1598" w:rsidRPr="009C1C47" w:rsidRDefault="008C1598">
      <w:pPr>
        <w:pStyle w:val="Centr"/>
        <w:keepNext/>
      </w:pPr>
      <w:r w:rsidRPr="009C1C47">
        <w:rPr>
          <w:rStyle w:val="Taille-1Caracteres"/>
        </w:rPr>
        <w:t>NATHALIE.</w:t>
      </w:r>
    </w:p>
    <w:p w14:paraId="7DCF08ED" w14:textId="77777777" w:rsidR="008C1598" w:rsidRPr="009C1C47" w:rsidRDefault="008C1598">
      <w:r w:rsidRPr="009C1C47">
        <w:t>Qu’est-ce que vous me reprochez alors ?…</w:t>
      </w:r>
    </w:p>
    <w:p w14:paraId="0A96559A"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 au dehors, appelant.</w:t>
      </w:r>
    </w:p>
    <w:p w14:paraId="445E9ED5" w14:textId="77777777" w:rsidR="008C1598" w:rsidRPr="009C1C47" w:rsidRDefault="008C1598">
      <w:proofErr w:type="spellStart"/>
      <w:r w:rsidRPr="009C1C47">
        <w:t>Perdrigeot</w:t>
      </w:r>
      <w:proofErr w:type="spellEnd"/>
      <w:r w:rsidRPr="009C1C47">
        <w:t xml:space="preserve"> ! </w:t>
      </w:r>
      <w:proofErr w:type="spellStart"/>
      <w:r w:rsidRPr="009C1C47">
        <w:t>Perdrigeot</w:t>
      </w:r>
      <w:proofErr w:type="spellEnd"/>
      <w:r w:rsidRPr="009C1C47">
        <w:t> !</w:t>
      </w:r>
    </w:p>
    <w:p w14:paraId="7D001975"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7DD93AB" w14:textId="77777777" w:rsidR="008C1598" w:rsidRPr="009C1C47" w:rsidRDefault="008C1598">
      <w:r w:rsidRPr="009C1C47">
        <w:t>Voilà !… (</w:t>
      </w:r>
      <w:r w:rsidRPr="009C1C47">
        <w:rPr>
          <w:rStyle w:val="Taille-1Caracteres"/>
        </w:rPr>
        <w:t>À Nathalie</w:t>
      </w:r>
      <w:r w:rsidRPr="009C1C47">
        <w:t>). Je te le dirai samedi, friponne !…</w:t>
      </w:r>
    </w:p>
    <w:p w14:paraId="5A76CBD4" w14:textId="77777777" w:rsidR="008C1598" w:rsidRPr="009C1C47" w:rsidRDefault="008C1598">
      <w:pPr>
        <w:pStyle w:val="Droite"/>
      </w:pPr>
      <w:r w:rsidRPr="009C1C47">
        <w:rPr>
          <w:rStyle w:val="Taille-1Caracteres"/>
        </w:rPr>
        <w:t>Il va pour sortir.</w:t>
      </w:r>
    </w:p>
    <w:p w14:paraId="1A767383" w14:textId="77777777" w:rsidR="008C1598" w:rsidRPr="009C1C47" w:rsidRDefault="008C1598">
      <w:pPr>
        <w:pStyle w:val="Centr"/>
        <w:keepNext/>
      </w:pPr>
      <w:r w:rsidRPr="009C1C47">
        <w:rPr>
          <w:rStyle w:val="Taille-1Caracteres"/>
        </w:rPr>
        <w:t>NATHALIE.</w:t>
      </w:r>
    </w:p>
    <w:p w14:paraId="4D3A26DB" w14:textId="77777777" w:rsidR="008C1598" w:rsidRPr="009C1C47" w:rsidRDefault="008C1598">
      <w:r w:rsidRPr="009C1C47">
        <w:t>Vous oubliez l’arrosoir !</w:t>
      </w:r>
    </w:p>
    <w:p w14:paraId="4AF1773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prenant l’arrosoir.</w:t>
      </w:r>
    </w:p>
    <w:p w14:paraId="2C77B37A" w14:textId="77777777" w:rsidR="008C1598" w:rsidRPr="009C1C47" w:rsidRDefault="008C1598">
      <w:r w:rsidRPr="009C1C47">
        <w:t>Ah ! oui !… l’arrosoir !… (</w:t>
      </w:r>
      <w:r w:rsidRPr="009C1C47">
        <w:rPr>
          <w:rStyle w:val="Taille-1Caracteres"/>
        </w:rPr>
        <w:t>À part.)</w:t>
      </w:r>
      <w:r w:rsidRPr="009C1C47">
        <w:t xml:space="preserve"> C’était un sort que j’arrose pour les maris !…</w:t>
      </w:r>
    </w:p>
    <w:p w14:paraId="072D2D22" w14:textId="77777777" w:rsidR="008C1598" w:rsidRPr="009C1C47" w:rsidRDefault="008C1598">
      <w:pPr>
        <w:pStyle w:val="Droite"/>
      </w:pPr>
      <w:r w:rsidRPr="009C1C47">
        <w:rPr>
          <w:rStyle w:val="Taille-1Caracteres"/>
        </w:rPr>
        <w:t>Il sort par le pan coupé de gauche.</w:t>
      </w:r>
    </w:p>
    <w:p w14:paraId="6B2934B6" w14:textId="77777777" w:rsidR="008C1598" w:rsidRPr="009C1C47" w:rsidRDefault="008C1598">
      <w:pPr>
        <w:pStyle w:val="Titre1"/>
      </w:pPr>
      <w:bookmarkStart w:id="5" w:name="_Toc195641074"/>
      <w:r w:rsidRPr="009C1C47">
        <w:lastRenderedPageBreak/>
        <w:t>SCÈNE V</w:t>
      </w:r>
      <w:bookmarkEnd w:id="5"/>
    </w:p>
    <w:p w14:paraId="26D80F46" w14:textId="77777777" w:rsidR="008C1598" w:rsidRPr="009C1C47" w:rsidRDefault="008C1598">
      <w:pPr>
        <w:pStyle w:val="Centr"/>
        <w:keepNext/>
      </w:pPr>
      <w:r w:rsidRPr="009C1C47">
        <w:rPr>
          <w:rStyle w:val="Taille-1Caracteres"/>
        </w:rPr>
        <w:t xml:space="preserve">NATHALIE, puis </w:t>
      </w:r>
      <w:proofErr w:type="spellStart"/>
      <w:r w:rsidRPr="009C1C47">
        <w:rPr>
          <w:rStyle w:val="Taille-1Caracteres"/>
        </w:rPr>
        <w:t>BOISRAMÉ</w:t>
      </w:r>
      <w:proofErr w:type="spellEnd"/>
      <w:r w:rsidRPr="009C1C47">
        <w:rPr>
          <w:rStyle w:val="Taille-1Caracteres"/>
        </w:rPr>
        <w:t>.</w:t>
      </w:r>
    </w:p>
    <w:p w14:paraId="49CEAC4C" w14:textId="77777777" w:rsidR="008C1598" w:rsidRPr="009C1C47" w:rsidRDefault="008C1598">
      <w:pPr>
        <w:pStyle w:val="Centr"/>
        <w:keepNext/>
      </w:pPr>
    </w:p>
    <w:p w14:paraId="18B4BE79" w14:textId="77777777" w:rsidR="008C1598" w:rsidRPr="009C1C47" w:rsidRDefault="008C1598">
      <w:pPr>
        <w:pStyle w:val="Centr"/>
        <w:keepNext/>
      </w:pPr>
      <w:r w:rsidRPr="009C1C47">
        <w:rPr>
          <w:rStyle w:val="Taille-1Caracteres"/>
        </w:rPr>
        <w:t>NATHALIE, seule.</w:t>
      </w:r>
    </w:p>
    <w:p w14:paraId="68FBD9C8" w14:textId="77777777" w:rsidR="008C1598" w:rsidRPr="009C1C47" w:rsidRDefault="008C1598">
      <w:r w:rsidRPr="009C1C47">
        <w:t xml:space="preserve">Qu’est-ce qu’il peut avoir à me reprocher, monsieur </w:t>
      </w:r>
      <w:proofErr w:type="spellStart"/>
      <w:r w:rsidRPr="009C1C47">
        <w:t>Perdrigeot</w:t>
      </w:r>
      <w:proofErr w:type="spellEnd"/>
      <w:r w:rsidRPr="009C1C47">
        <w:t> ?… – Je ne sais pas, moi… sans doute pour ses cols… Il bougonne toujours pour ses cols ! – N’empêche qu’il est très-gentil dans le fond !… Sept heures, et demie, l’omnibus américain ne passe qu’à neuf heures et mon petit paquet est prêt !</w:t>
      </w:r>
      <w:r w:rsidR="002A3F4A">
        <w:t>...</w:t>
      </w:r>
      <w:r w:rsidRPr="009C1C47">
        <w:t xml:space="preserve"> Un peu de linge, et une robe de rechange ; la pareille !… les deux robes de monsieur </w:t>
      </w:r>
      <w:proofErr w:type="spellStart"/>
      <w:r w:rsidRPr="009C1C47">
        <w:t>Perdrigeot</w:t>
      </w:r>
      <w:proofErr w:type="spellEnd"/>
      <w:r w:rsidRPr="009C1C47">
        <w:t xml:space="preserve"> !… – Je vais toujours emporter le café ; ça sera ça de moins pour </w:t>
      </w:r>
      <w:proofErr w:type="spellStart"/>
      <w:r w:rsidRPr="009C1C47">
        <w:t>Marcadieu</w:t>
      </w:r>
      <w:proofErr w:type="spellEnd"/>
      <w:r w:rsidRPr="009C1C47">
        <w:t>.</w:t>
      </w:r>
    </w:p>
    <w:p w14:paraId="20DEC5D8" w14:textId="77777777" w:rsidR="008C1598" w:rsidRPr="009C1C47" w:rsidRDefault="008C1598">
      <w:pPr>
        <w:pStyle w:val="Droite"/>
      </w:pPr>
      <w:r w:rsidRPr="009C1C47">
        <w:rPr>
          <w:rStyle w:val="Taille-1Caracteres"/>
        </w:rPr>
        <w:t>Elle va à la table.</w:t>
      </w:r>
    </w:p>
    <w:p w14:paraId="1D58B06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entrant par le fond</w:t>
      </w:r>
      <w:r w:rsidRPr="009C1C47">
        <w:rPr>
          <w:rStyle w:val="Appelnotedebasdep"/>
        </w:rPr>
        <w:footnoteReference w:id="11"/>
      </w:r>
      <w:r w:rsidRPr="009C1C47">
        <w:rPr>
          <w:rStyle w:val="Taille-1Caracteres"/>
        </w:rPr>
        <w:t>.</w:t>
      </w:r>
    </w:p>
    <w:p w14:paraId="6E75584E" w14:textId="77777777" w:rsidR="008C1598" w:rsidRPr="009C1C47" w:rsidRDefault="008C1598">
      <w:r w:rsidRPr="009C1C47">
        <w:t>Nathalie !… qu’est-ce que vous faites là ?</w:t>
      </w:r>
    </w:p>
    <w:p w14:paraId="26C99B34" w14:textId="77777777" w:rsidR="008C1598" w:rsidRPr="009C1C47" w:rsidRDefault="008C1598">
      <w:pPr>
        <w:pStyle w:val="Centr"/>
        <w:keepNext/>
      </w:pPr>
      <w:r w:rsidRPr="009C1C47">
        <w:rPr>
          <w:rStyle w:val="Taille-1Caracteres"/>
        </w:rPr>
        <w:t>NATHALIE.</w:t>
      </w:r>
    </w:p>
    <w:p w14:paraId="1F53DEE7" w14:textId="77777777" w:rsidR="008C1598" w:rsidRPr="009C1C47" w:rsidRDefault="008C1598">
      <w:r w:rsidRPr="009C1C47">
        <w:t>Je prends le plateau.</w:t>
      </w:r>
    </w:p>
    <w:p w14:paraId="6F9B028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8BDFC18" w14:textId="77777777" w:rsidR="008C1598" w:rsidRPr="009C1C47" w:rsidRDefault="008C1598">
      <w:r w:rsidRPr="009C1C47">
        <w:t>Chère petite ! elle prend le plateau !… Pauvres serviteurs, ils prennent le plateau, et ils ne prennent pas le café !… Est-ce que vous trouvez que c’est bien, vous ?</w:t>
      </w:r>
    </w:p>
    <w:p w14:paraId="1B7CFDF6" w14:textId="77777777" w:rsidR="008C1598" w:rsidRPr="009C1C47" w:rsidRDefault="008C1598">
      <w:pPr>
        <w:pStyle w:val="Centr"/>
        <w:keepNext/>
      </w:pPr>
      <w:r w:rsidRPr="009C1C47">
        <w:rPr>
          <w:rStyle w:val="Taille-1Caracteres"/>
        </w:rPr>
        <w:lastRenderedPageBreak/>
        <w:t>NATHALIE.</w:t>
      </w:r>
    </w:p>
    <w:p w14:paraId="252786A8" w14:textId="77777777" w:rsidR="008C1598" w:rsidRPr="009C1C47" w:rsidRDefault="008C1598">
      <w:r w:rsidRPr="009C1C47">
        <w:t>Oh ! vous, vous n’êtes pas fier !</w:t>
      </w:r>
    </w:p>
    <w:p w14:paraId="7865AF0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FF86AC5" w14:textId="77777777" w:rsidR="008C1598" w:rsidRPr="009C1C47" w:rsidRDefault="008C1598">
      <w:r w:rsidRPr="009C1C47">
        <w:t>Non, je ne suis pas fier ! Je trinquerais avec mon jardinier ! Je joue bien aux échecs avec lui, l’hiver, quand je n’ai personne, et que ça ennuie ma femme ! Je lui ai appris… il est même plus fort que moi !… Je ne suis pas fier ! Prenez donc une tasse de café, Nathalie.</w:t>
      </w:r>
    </w:p>
    <w:p w14:paraId="2824EF7E" w14:textId="77777777" w:rsidR="008C1598" w:rsidRPr="009C1C47" w:rsidRDefault="008C1598">
      <w:pPr>
        <w:pStyle w:val="Centr"/>
        <w:keepNext/>
      </w:pPr>
      <w:r w:rsidRPr="009C1C47">
        <w:rPr>
          <w:rStyle w:val="Taille-1Caracteres"/>
        </w:rPr>
        <w:t>NATHALIE, assise près de la table.</w:t>
      </w:r>
    </w:p>
    <w:p w14:paraId="2C048C37" w14:textId="77777777" w:rsidR="008C1598" w:rsidRPr="009C1C47" w:rsidRDefault="008C1598">
      <w:r w:rsidRPr="009C1C47">
        <w:t>Je n’oserai jamais !</w:t>
      </w:r>
    </w:p>
    <w:p w14:paraId="4583F2D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20832A4" w14:textId="77777777" w:rsidR="008C1598" w:rsidRPr="009C1C47" w:rsidRDefault="008C1598">
      <w:r w:rsidRPr="009C1C47">
        <w:t>Osez, chère petite ! (</w:t>
      </w:r>
      <w:r w:rsidRPr="009C1C47">
        <w:rPr>
          <w:rStyle w:val="Taille-1Caracteres"/>
        </w:rPr>
        <w:t>Il verse une tasse.)</w:t>
      </w:r>
      <w:r w:rsidRPr="009C1C47">
        <w:t xml:space="preserve"> Vous partez ce soir ?</w:t>
      </w:r>
    </w:p>
    <w:p w14:paraId="3F8BA62E" w14:textId="77777777" w:rsidR="008C1598" w:rsidRPr="009C1C47" w:rsidRDefault="008C1598">
      <w:pPr>
        <w:pStyle w:val="Centr"/>
        <w:keepNext/>
      </w:pPr>
      <w:r w:rsidRPr="009C1C47">
        <w:rPr>
          <w:rStyle w:val="Taille-1Caracteres"/>
        </w:rPr>
        <w:t>NATHALIE.</w:t>
      </w:r>
    </w:p>
    <w:p w14:paraId="6B72FC10" w14:textId="77777777" w:rsidR="008C1598" w:rsidRPr="009C1C47" w:rsidRDefault="008C1598">
      <w:r w:rsidRPr="009C1C47">
        <w:t>Par l’omnibus américain.</w:t>
      </w:r>
    </w:p>
    <w:p w14:paraId="353CEB5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D1D80C8" w14:textId="77777777" w:rsidR="008C1598" w:rsidRPr="009C1C47" w:rsidRDefault="008C1598">
      <w:r w:rsidRPr="009C1C47">
        <w:t>Je ne veux pas que vous n’emportiez que nos regrets.</w:t>
      </w:r>
    </w:p>
    <w:p w14:paraId="6FE2757C" w14:textId="77777777" w:rsidR="008C1598" w:rsidRPr="009C1C47" w:rsidRDefault="008C1598">
      <w:pPr>
        <w:pStyle w:val="Droite"/>
      </w:pPr>
      <w:r w:rsidRPr="009C1C47">
        <w:rPr>
          <w:rStyle w:val="Taille-1Caracteres"/>
        </w:rPr>
        <w:t>Il lui donne cinq louis.</w:t>
      </w:r>
    </w:p>
    <w:p w14:paraId="5DC20790" w14:textId="77777777" w:rsidR="008C1598" w:rsidRPr="009C1C47" w:rsidRDefault="008C1598">
      <w:pPr>
        <w:pStyle w:val="Centr"/>
        <w:keepNext/>
      </w:pPr>
      <w:r w:rsidRPr="009C1C47">
        <w:rPr>
          <w:rStyle w:val="Taille-1Caracteres"/>
        </w:rPr>
        <w:t>NATHALIE, se levant et passant</w:t>
      </w:r>
      <w:r w:rsidRPr="009C1C47">
        <w:rPr>
          <w:rStyle w:val="Appelnotedebasdep"/>
        </w:rPr>
        <w:footnoteReference w:id="12"/>
      </w:r>
      <w:r w:rsidRPr="009C1C47">
        <w:rPr>
          <w:rStyle w:val="Taille-1Caracteres"/>
        </w:rPr>
        <w:t>.</w:t>
      </w:r>
    </w:p>
    <w:p w14:paraId="77A90057" w14:textId="77777777" w:rsidR="008C1598" w:rsidRPr="009C1C47" w:rsidRDefault="008C1598">
      <w:r w:rsidRPr="009C1C47">
        <w:t>Cent francs ! Oh ! vous me gâtez !</w:t>
      </w:r>
    </w:p>
    <w:p w14:paraId="297F126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0AF2AD27" w14:textId="77777777" w:rsidR="008C1598" w:rsidRPr="009C1C47" w:rsidRDefault="008C1598">
      <w:r w:rsidRPr="009C1C47">
        <w:t>Avec préméditation. (</w:t>
      </w:r>
      <w:r w:rsidRPr="009C1C47">
        <w:rPr>
          <w:rStyle w:val="Taille-1Caracteres"/>
        </w:rPr>
        <w:t>Haut.)</w:t>
      </w:r>
      <w:r w:rsidRPr="009C1C47">
        <w:t xml:space="preserve"> Deux morceaux de sucre ?</w:t>
      </w:r>
    </w:p>
    <w:p w14:paraId="1AE96492" w14:textId="77777777" w:rsidR="008C1598" w:rsidRPr="009C1C47" w:rsidRDefault="008C1598">
      <w:pPr>
        <w:pStyle w:val="Centr"/>
        <w:keepNext/>
      </w:pPr>
      <w:r w:rsidRPr="009C1C47">
        <w:rPr>
          <w:rStyle w:val="Taille-1Caracteres"/>
        </w:rPr>
        <w:lastRenderedPageBreak/>
        <w:t>NATHALIE.</w:t>
      </w:r>
    </w:p>
    <w:p w14:paraId="06C3FFBF" w14:textId="77777777" w:rsidR="008C1598" w:rsidRPr="009C1C47" w:rsidRDefault="008C1598">
      <w:r w:rsidRPr="009C1C47">
        <w:t>Trois ? si vous voulez bien ?</w:t>
      </w:r>
    </w:p>
    <w:p w14:paraId="2836F98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la table.</w:t>
      </w:r>
    </w:p>
    <w:p w14:paraId="600FCA9E" w14:textId="77777777" w:rsidR="008C1598" w:rsidRPr="009C1C47" w:rsidRDefault="008C1598">
      <w:r w:rsidRPr="009C1C47">
        <w:t>J’en mets quatre ! (</w:t>
      </w:r>
      <w:r w:rsidRPr="009C1C47">
        <w:rPr>
          <w:rStyle w:val="Taille-1Caracteres"/>
        </w:rPr>
        <w:t>À part.)</w:t>
      </w:r>
      <w:r w:rsidRPr="009C1C47">
        <w:t xml:space="preserve"> Cinq louis et beaucoup de sucre, je rapproche les distances !</w:t>
      </w:r>
    </w:p>
    <w:p w14:paraId="58DD0509" w14:textId="77777777" w:rsidR="008C1598" w:rsidRPr="009C1C47" w:rsidRDefault="008C1598">
      <w:pPr>
        <w:pStyle w:val="Centr"/>
        <w:keepNext/>
      </w:pPr>
      <w:r w:rsidRPr="009C1C47">
        <w:rPr>
          <w:rStyle w:val="Taille-1Caracteres"/>
        </w:rPr>
        <w:t>NATHALIE.</w:t>
      </w:r>
    </w:p>
    <w:p w14:paraId="32170ADA" w14:textId="77777777" w:rsidR="008C1598" w:rsidRPr="009C1C47" w:rsidRDefault="008C1598">
      <w:r w:rsidRPr="009C1C47">
        <w:t>Merci, monsieur !</w:t>
      </w:r>
    </w:p>
    <w:p w14:paraId="39082C3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mettant un cinquième morceau de sucre dans la tasse de Nathalie, à part.</w:t>
      </w:r>
    </w:p>
    <w:p w14:paraId="0994AD06" w14:textId="77777777" w:rsidR="008C1598" w:rsidRPr="009C1C47" w:rsidRDefault="008C1598">
      <w:r w:rsidRPr="009C1C47">
        <w:t>Je comble l’abîme ! (</w:t>
      </w:r>
      <w:r w:rsidRPr="009C1C47">
        <w:rPr>
          <w:rStyle w:val="Taille-1Caracteres"/>
        </w:rPr>
        <w:t>Haut.)</w:t>
      </w:r>
      <w:r w:rsidRPr="009C1C47">
        <w:t xml:space="preserve"> car je n’oublie pas la douce cérémonie où je couronnai votre front… virginal… alors !</w:t>
      </w:r>
    </w:p>
    <w:p w14:paraId="27BE6266" w14:textId="77777777" w:rsidR="008C1598" w:rsidRPr="009C1C47" w:rsidRDefault="008C1598">
      <w:pPr>
        <w:pStyle w:val="Droite"/>
      </w:pPr>
      <w:r w:rsidRPr="009C1C47">
        <w:rPr>
          <w:rStyle w:val="Taille-1Caracteres"/>
        </w:rPr>
        <w:t>Il lui apporte la tasse.</w:t>
      </w:r>
    </w:p>
    <w:p w14:paraId="4DD1A4C4" w14:textId="77777777" w:rsidR="008C1598" w:rsidRPr="009C1C47" w:rsidRDefault="008C1598">
      <w:pPr>
        <w:pStyle w:val="Centr"/>
        <w:keepNext/>
      </w:pPr>
      <w:r w:rsidRPr="009C1C47">
        <w:rPr>
          <w:rStyle w:val="Taille-1Caracteres"/>
        </w:rPr>
        <w:t>NATHALIE.</w:t>
      </w:r>
    </w:p>
    <w:p w14:paraId="7EAAD881" w14:textId="77777777" w:rsidR="008C1598" w:rsidRPr="009C1C47" w:rsidRDefault="008C1598">
      <w:proofErr w:type="spellStart"/>
      <w:r w:rsidRPr="009C1C47">
        <w:t>C’</w:t>
      </w:r>
      <w:proofErr w:type="spellEnd"/>
      <w:r w:rsidRPr="009C1C47">
        <w:t>est-il fondu ?</w:t>
      </w:r>
    </w:p>
    <w:p w14:paraId="7B40BCE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D9AF2DA" w14:textId="77777777" w:rsidR="008C1598" w:rsidRPr="009C1C47" w:rsidRDefault="008C1598">
      <w:r w:rsidRPr="009C1C47">
        <w:t>Oui ! Buvez ! (</w:t>
      </w:r>
      <w:r w:rsidRPr="009C1C47">
        <w:rPr>
          <w:rStyle w:val="Taille-1Caracteres"/>
        </w:rPr>
        <w:t>Nathalie prend la tasse et boit.)</w:t>
      </w:r>
      <w:r w:rsidRPr="009C1C47">
        <w:t xml:space="preserve"> Vous étiez bien jolie !</w:t>
      </w:r>
    </w:p>
    <w:p w14:paraId="3C63A3C9" w14:textId="77777777" w:rsidR="008C1598" w:rsidRPr="009C1C47" w:rsidRDefault="008C1598">
      <w:pPr>
        <w:pStyle w:val="Centr"/>
        <w:keepNext/>
      </w:pPr>
      <w:r w:rsidRPr="009C1C47">
        <w:rPr>
          <w:rStyle w:val="Taille-1Caracteres"/>
        </w:rPr>
        <w:t>NATHALIE.</w:t>
      </w:r>
    </w:p>
    <w:p w14:paraId="558F22F8" w14:textId="77777777" w:rsidR="008C1598" w:rsidRPr="009C1C47" w:rsidRDefault="008C1598">
      <w:r w:rsidRPr="009C1C47">
        <w:t>Je n’ai pas changé ?</w:t>
      </w:r>
    </w:p>
    <w:p w14:paraId="6F3D72D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36B676B" w14:textId="77777777" w:rsidR="008C1598" w:rsidRPr="009C1C47" w:rsidRDefault="008C1598">
      <w:r w:rsidRPr="009C1C47">
        <w:t>Un peu, mais à mon gré !… Je vous aime mieux comme vous êtes maintenant !</w:t>
      </w:r>
    </w:p>
    <w:p w14:paraId="6A6B2818" w14:textId="77777777" w:rsidR="008C1598" w:rsidRPr="009C1C47" w:rsidRDefault="008C1598">
      <w:pPr>
        <w:pStyle w:val="Droite"/>
      </w:pPr>
      <w:r w:rsidRPr="009C1C47">
        <w:rPr>
          <w:rStyle w:val="Taille-1Caracteres"/>
        </w:rPr>
        <w:t>Il pose la tasse sur la table et revient près de Nathalie.</w:t>
      </w:r>
    </w:p>
    <w:p w14:paraId="2BEE11B6" w14:textId="77777777" w:rsidR="008C1598" w:rsidRPr="009C1C47" w:rsidRDefault="008C1598">
      <w:pPr>
        <w:pStyle w:val="Centr"/>
        <w:keepNext/>
      </w:pPr>
      <w:r w:rsidRPr="009C1C47">
        <w:rPr>
          <w:rStyle w:val="Taille-1Caracteres"/>
        </w:rPr>
        <w:lastRenderedPageBreak/>
        <w:t>NATHALIE.</w:t>
      </w:r>
    </w:p>
    <w:p w14:paraId="672A49A8" w14:textId="77777777" w:rsidR="008C1598" w:rsidRPr="009C1C47" w:rsidRDefault="008C1598">
      <w:r w:rsidRPr="009C1C47">
        <w:t xml:space="preserve">Monsieur </w:t>
      </w:r>
      <w:proofErr w:type="spellStart"/>
      <w:r w:rsidRPr="009C1C47">
        <w:t>Boisramé</w:t>
      </w:r>
      <w:proofErr w:type="spellEnd"/>
      <w:r w:rsidRPr="009C1C47">
        <w:t> !…</w:t>
      </w:r>
    </w:p>
    <w:p w14:paraId="5C58AA5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lui prenant la taille.</w:t>
      </w:r>
    </w:p>
    <w:p w14:paraId="508CA70C" w14:textId="77777777" w:rsidR="008C1598" w:rsidRPr="009C1C47" w:rsidRDefault="008C1598">
      <w:r w:rsidRPr="009C1C47">
        <w:t>Je t’aime mieux ! et si tu veux revenir ce soir… au jardin… sous la tonnelle… à huit heures ?…</w:t>
      </w:r>
    </w:p>
    <w:p w14:paraId="3EF15B77" w14:textId="77777777" w:rsidR="008C1598" w:rsidRPr="009C1C47" w:rsidRDefault="008C1598">
      <w:pPr>
        <w:pStyle w:val="Centr"/>
        <w:keepNext/>
      </w:pPr>
      <w:r w:rsidRPr="009C1C47">
        <w:rPr>
          <w:rStyle w:val="Taille-1Caracteres"/>
        </w:rPr>
        <w:t>NATHALIE, passant à gauche</w:t>
      </w:r>
      <w:r w:rsidRPr="009C1C47">
        <w:rPr>
          <w:rStyle w:val="Appelnotedebasdep"/>
        </w:rPr>
        <w:footnoteReference w:id="13"/>
      </w:r>
      <w:r w:rsidRPr="009C1C47">
        <w:rPr>
          <w:rStyle w:val="Taille-1Caracteres"/>
        </w:rPr>
        <w:t>.</w:t>
      </w:r>
    </w:p>
    <w:p w14:paraId="4C4EB17B" w14:textId="77777777" w:rsidR="008C1598" w:rsidRPr="009C1C47" w:rsidRDefault="008C1598">
      <w:r w:rsidRPr="009C1C47">
        <w:t>Vous me chatouillez !</w:t>
      </w:r>
    </w:p>
    <w:p w14:paraId="01FB9FF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2D339560" w14:textId="77777777" w:rsidR="008C1598" w:rsidRPr="009C1C47" w:rsidRDefault="008C1598">
      <w:r w:rsidRPr="009C1C47">
        <w:t>Avec préméditation !</w:t>
      </w:r>
    </w:p>
    <w:p w14:paraId="2EF65FE4" w14:textId="77777777" w:rsidR="008C1598" w:rsidRPr="009C1C47" w:rsidRDefault="008C1598">
      <w:pPr>
        <w:pStyle w:val="Centr"/>
        <w:keepNext/>
      </w:pPr>
      <w:r w:rsidRPr="009C1C47">
        <w:rPr>
          <w:rStyle w:val="Taille-1Caracteres"/>
        </w:rPr>
        <w:t xml:space="preserve">LA VOIX DE </w:t>
      </w:r>
      <w:proofErr w:type="spellStart"/>
      <w:r w:rsidRPr="009C1C47">
        <w:rPr>
          <w:rStyle w:val="Taille-1Caracteres"/>
        </w:rPr>
        <w:t>MARCADIEU</w:t>
      </w:r>
      <w:proofErr w:type="spellEnd"/>
      <w:r w:rsidRPr="009C1C47">
        <w:rPr>
          <w:rStyle w:val="Taille-1Caracteres"/>
        </w:rPr>
        <w:t>, au dehors.</w:t>
      </w:r>
    </w:p>
    <w:p w14:paraId="3CC97A68" w14:textId="77777777" w:rsidR="008C1598" w:rsidRPr="009C1C47" w:rsidRDefault="008C1598">
      <w:r w:rsidRPr="009C1C47">
        <w:t>Arrosez aussi les géraniums !</w:t>
      </w:r>
    </w:p>
    <w:p w14:paraId="1869B3B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A1F1A7D" w14:textId="77777777" w:rsidR="008C1598" w:rsidRPr="009C1C47" w:rsidRDefault="008C1598">
      <w:proofErr w:type="spellStart"/>
      <w:r w:rsidRPr="009C1C47">
        <w:t>Marcadieu</w:t>
      </w:r>
      <w:proofErr w:type="spellEnd"/>
      <w:r w:rsidRPr="009C1C47">
        <w:t> !</w:t>
      </w:r>
    </w:p>
    <w:p w14:paraId="0648060E" w14:textId="77777777" w:rsidR="008C1598" w:rsidRPr="009C1C47" w:rsidRDefault="008C1598">
      <w:pPr>
        <w:pStyle w:val="Centr"/>
        <w:keepNext/>
      </w:pPr>
      <w:r w:rsidRPr="009C1C47">
        <w:rPr>
          <w:rStyle w:val="Taille-1Caracteres"/>
        </w:rPr>
        <w:t>NATHALIE, remontant.</w:t>
      </w:r>
    </w:p>
    <w:p w14:paraId="141CF5FE" w14:textId="77777777" w:rsidR="008C1598" w:rsidRPr="009C1C47" w:rsidRDefault="008C1598">
      <w:r w:rsidRPr="009C1C47">
        <w:t>Mon mari !… j’emporte le plateau !…</w:t>
      </w:r>
    </w:p>
    <w:p w14:paraId="3615DFE0" w14:textId="77777777" w:rsidR="008C1598" w:rsidRPr="009C1C47" w:rsidRDefault="008C1598">
      <w:pPr>
        <w:pStyle w:val="Droite"/>
      </w:pPr>
      <w:r w:rsidRPr="009C1C47">
        <w:rPr>
          <w:rStyle w:val="Taille-1Caracteres"/>
        </w:rPr>
        <w:t>Elle prend le plateau et sort par le pan coupé de gauche</w:t>
      </w:r>
      <w:r w:rsidRPr="009C1C47">
        <w:rPr>
          <w:rStyle w:val="Taille-1Caracteres"/>
        </w:rPr>
        <w:br/>
        <w:t xml:space="preserve">après avoir échangé un regard avec </w:t>
      </w:r>
      <w:proofErr w:type="spellStart"/>
      <w:r w:rsidRPr="009C1C47">
        <w:rPr>
          <w:rStyle w:val="Taille-1Caracteres"/>
        </w:rPr>
        <w:t>Boisramé</w:t>
      </w:r>
      <w:proofErr w:type="spellEnd"/>
      <w:r w:rsidRPr="009C1C47">
        <w:rPr>
          <w:rStyle w:val="Taille-1Caracteres"/>
        </w:rPr>
        <w:t>.</w:t>
      </w:r>
    </w:p>
    <w:p w14:paraId="003A5C9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avec fatuité.</w:t>
      </w:r>
    </w:p>
    <w:p w14:paraId="59FF840B" w14:textId="77777777" w:rsidR="008C1598" w:rsidRPr="009C1C47" w:rsidRDefault="008C1598">
      <w:r w:rsidRPr="009C1C47">
        <w:t>Quelque chose me dit que sera ce soir !</w:t>
      </w:r>
    </w:p>
    <w:p w14:paraId="3A797CC1" w14:textId="77777777" w:rsidR="008C1598" w:rsidRPr="009C1C47" w:rsidRDefault="008C1598">
      <w:pPr>
        <w:pStyle w:val="Titre1"/>
      </w:pPr>
      <w:bookmarkStart w:id="6" w:name="_Toc195641075"/>
      <w:r w:rsidRPr="009C1C47">
        <w:lastRenderedPageBreak/>
        <w:t>SCÈNE VI</w:t>
      </w:r>
      <w:bookmarkEnd w:id="6"/>
    </w:p>
    <w:p w14:paraId="61B3C969"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xml:space="preserve">, </w:t>
      </w:r>
      <w:proofErr w:type="spellStart"/>
      <w:r w:rsidRPr="009C1C47">
        <w:rPr>
          <w:rStyle w:val="Taille-1Caracteres"/>
        </w:rPr>
        <w:t>BOISRAMÉ</w:t>
      </w:r>
      <w:proofErr w:type="spellEnd"/>
      <w:r w:rsidRPr="009C1C47">
        <w:rPr>
          <w:rStyle w:val="Taille-1Caracteres"/>
        </w:rPr>
        <w:t>.</w:t>
      </w:r>
    </w:p>
    <w:p w14:paraId="49429E0E" w14:textId="77777777" w:rsidR="008C1598" w:rsidRPr="009C1C47" w:rsidRDefault="008C1598">
      <w:pPr>
        <w:pStyle w:val="Centr"/>
        <w:keepNext/>
      </w:pPr>
    </w:p>
    <w:p w14:paraId="1BB661EB"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entrant avec un pot de couleur verte, et un pinceau. – À la cantonade.</w:t>
      </w:r>
    </w:p>
    <w:p w14:paraId="3ED73E40" w14:textId="77777777" w:rsidR="008C1598" w:rsidRPr="009C1C47" w:rsidRDefault="008C1598">
      <w:r w:rsidRPr="009C1C47">
        <w:t>Arrosez les géraniums pendant que vous y êtes !</w:t>
      </w:r>
    </w:p>
    <w:p w14:paraId="627BFAD5" w14:textId="77777777" w:rsidR="008C1598" w:rsidRPr="009C1C47" w:rsidRDefault="008C1598">
      <w:pPr>
        <w:pStyle w:val="Droite"/>
      </w:pPr>
      <w:r w:rsidRPr="009C1C47">
        <w:rPr>
          <w:rStyle w:val="Taille-1Caracteres"/>
        </w:rPr>
        <w:t>Il dépose le pot de couleur en dehors de la porte.</w:t>
      </w:r>
    </w:p>
    <w:p w14:paraId="4952B89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57F3778" w14:textId="77777777" w:rsidR="008C1598" w:rsidRPr="009C1C47" w:rsidRDefault="008C1598">
      <w:r w:rsidRPr="009C1C47">
        <w:t>C’est encore toi, tu n’es pas parti ?</w:t>
      </w:r>
    </w:p>
    <w:p w14:paraId="7C7FB12F"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9BD59ED" w14:textId="77777777" w:rsidR="008C1598" w:rsidRPr="009C1C47" w:rsidRDefault="008C1598">
      <w:r w:rsidRPr="009C1C47">
        <w:t>Pour le guet ? Il y a temps pour tout !</w:t>
      </w:r>
    </w:p>
    <w:p w14:paraId="002FAAB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FB44116" w14:textId="77777777" w:rsidR="008C1598" w:rsidRPr="009C1C47" w:rsidRDefault="008C1598">
      <w:r w:rsidRPr="009C1C47">
        <w:t>Temps pour tout ?… Et mes abricots ! mes pauvres abricots !…</w:t>
      </w:r>
    </w:p>
    <w:p w14:paraId="0131BB58"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6BECD25E" w14:textId="77777777" w:rsidR="008C1598" w:rsidRPr="009C1C47" w:rsidRDefault="008C1598">
      <w:r w:rsidRPr="009C1C47">
        <w:t>J’y vais… mais il n’y a pas que les abricots… il y a autre chose !</w:t>
      </w:r>
    </w:p>
    <w:p w14:paraId="774F5137"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8EB941B" w14:textId="77777777" w:rsidR="008C1598" w:rsidRPr="009C1C47" w:rsidRDefault="008C1598">
      <w:r w:rsidRPr="009C1C47">
        <w:t>Au verger ?</w:t>
      </w:r>
    </w:p>
    <w:p w14:paraId="409DA3A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7A9C2152" w14:textId="77777777" w:rsidR="008C1598" w:rsidRPr="009C1C47" w:rsidRDefault="008C1598">
      <w:r w:rsidRPr="009C1C47">
        <w:t>À la maison !</w:t>
      </w:r>
    </w:p>
    <w:p w14:paraId="52B736F5"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59C42BB2" w14:textId="77777777" w:rsidR="008C1598" w:rsidRPr="009C1C47" w:rsidRDefault="008C1598">
      <w:r w:rsidRPr="009C1C47">
        <w:t>Ici ?</w:t>
      </w:r>
    </w:p>
    <w:p w14:paraId="55CD2B9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3B0D6D0F" w14:textId="77777777" w:rsidR="008C1598" w:rsidRPr="009C1C47" w:rsidRDefault="008C1598">
      <w:r w:rsidRPr="009C1C47">
        <w:t>Depuis quelques jours !… ça sent le louche !</w:t>
      </w:r>
    </w:p>
    <w:p w14:paraId="0D1DBD4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48F41F8B" w14:textId="77777777" w:rsidR="008C1598" w:rsidRPr="009C1C47" w:rsidRDefault="008C1598">
      <w:r w:rsidRPr="009C1C47">
        <w:t>Le louche !… aurait-il un soupçon ?</w:t>
      </w:r>
    </w:p>
    <w:p w14:paraId="586AF8E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1ADB94DB" w14:textId="77777777" w:rsidR="008C1598" w:rsidRPr="009C1C47" w:rsidRDefault="008C1598">
      <w:r w:rsidRPr="009C1C47">
        <w:t>J’ai le flair.</w:t>
      </w:r>
    </w:p>
    <w:p w14:paraId="74EA4E5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5BCCC6C2" w14:textId="77777777" w:rsidR="008C1598" w:rsidRPr="009C1C47" w:rsidRDefault="008C1598">
      <w:r w:rsidRPr="009C1C47">
        <w:t>Bigre !</w:t>
      </w:r>
    </w:p>
    <w:p w14:paraId="59F1E840"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3067CF0B" w14:textId="77777777" w:rsidR="008C1598" w:rsidRPr="009C1C47" w:rsidRDefault="008C1598">
      <w:r w:rsidRPr="009C1C47">
        <w:t>Mais j’ouvre l’œil…</w:t>
      </w:r>
    </w:p>
    <w:p w14:paraId="197EB32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2CAB0CE6" w14:textId="77777777" w:rsidR="008C1598" w:rsidRPr="009C1C47" w:rsidRDefault="008C1598">
      <w:r w:rsidRPr="009C1C47">
        <w:t>Il me fait frémir !</w:t>
      </w:r>
    </w:p>
    <w:p w14:paraId="391A9C76"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CF12A97" w14:textId="77777777" w:rsidR="008C1598" w:rsidRPr="009C1C47" w:rsidRDefault="008C1598">
      <w:r w:rsidRPr="009C1C47">
        <w:t>Et si je la pince ?…</w:t>
      </w:r>
    </w:p>
    <w:p w14:paraId="5AFBC6E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0809B8C0" w14:textId="77777777" w:rsidR="008C1598" w:rsidRPr="009C1C47" w:rsidRDefault="008C1598">
      <w:r w:rsidRPr="009C1C47">
        <w:t>Sa femme !</w:t>
      </w:r>
    </w:p>
    <w:p w14:paraId="78015FC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67C396A7" w14:textId="77777777" w:rsidR="008C1598" w:rsidRPr="009C1C47" w:rsidRDefault="008C1598">
      <w:r w:rsidRPr="009C1C47">
        <w:t>Je vous le dirai.</w:t>
      </w:r>
    </w:p>
    <w:p w14:paraId="55776433"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604BE911" w14:textId="77777777" w:rsidR="008C1598" w:rsidRPr="009C1C47" w:rsidRDefault="008C1598">
      <w:r w:rsidRPr="009C1C47">
        <w:t>À moi ?… (</w:t>
      </w:r>
      <w:r w:rsidRPr="009C1C47">
        <w:rPr>
          <w:rStyle w:val="Taille-1Caracteres"/>
        </w:rPr>
        <w:t>À part.)</w:t>
      </w:r>
      <w:r w:rsidRPr="009C1C47">
        <w:t xml:space="preserve"> Au moins n’est-ce pas moi qu’il soupçonne !</w:t>
      </w:r>
    </w:p>
    <w:p w14:paraId="5B392AA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3B25738D" w14:textId="77777777" w:rsidR="008C1598" w:rsidRPr="009C1C47" w:rsidRDefault="008C1598">
      <w:r w:rsidRPr="009C1C47">
        <w:t>C’est que je suis un bon domestique !</w:t>
      </w:r>
    </w:p>
    <w:p w14:paraId="26CEB4E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2FDC83E" w14:textId="77777777" w:rsidR="008C1598" w:rsidRPr="009C1C47" w:rsidRDefault="008C1598">
      <w:r w:rsidRPr="009C1C47">
        <w:t>Oui.</w:t>
      </w:r>
    </w:p>
    <w:p w14:paraId="3CF7EEAE"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0E8C623B" w14:textId="77777777" w:rsidR="008C1598" w:rsidRPr="009C1C47" w:rsidRDefault="008C1598">
      <w:r w:rsidRPr="009C1C47">
        <w:t>Franc du collier !</w:t>
      </w:r>
    </w:p>
    <w:p w14:paraId="3AA11CD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1DB5E48" w14:textId="77777777" w:rsidR="008C1598" w:rsidRPr="009C1C47" w:rsidRDefault="008C1598">
      <w:r w:rsidRPr="009C1C47">
        <w:t>Sans doute !</w:t>
      </w:r>
    </w:p>
    <w:p w14:paraId="67BCE09F"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54022640" w14:textId="77777777" w:rsidR="008C1598" w:rsidRPr="009C1C47" w:rsidRDefault="008C1598">
      <w:r w:rsidRPr="009C1C47">
        <w:t>Fidèle !</w:t>
      </w:r>
    </w:p>
    <w:p w14:paraId="7182541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FE002D1" w14:textId="77777777" w:rsidR="008C1598" w:rsidRPr="009C1C47" w:rsidRDefault="008C1598">
      <w:r w:rsidRPr="009C1C47">
        <w:t>Assurément !… Mais en fait de fidélité…</w:t>
      </w:r>
    </w:p>
    <w:p w14:paraId="3FD8E278"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7E74E790" w14:textId="77777777" w:rsidR="008C1598" w:rsidRPr="009C1C47" w:rsidRDefault="008C1598">
      <w:r w:rsidRPr="009C1C47">
        <w:t>Nous verrons bien.</w:t>
      </w:r>
    </w:p>
    <w:p w14:paraId="65E4749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8590F96" w14:textId="77777777" w:rsidR="008C1598" w:rsidRPr="009C1C47" w:rsidRDefault="008C1598">
      <w:r w:rsidRPr="009C1C47">
        <w:t>Car tu n’as pas de preuves ?</w:t>
      </w:r>
    </w:p>
    <w:p w14:paraId="5BB79B59"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2DCF8577" w14:textId="77777777" w:rsidR="008C1598" w:rsidRPr="009C1C47" w:rsidRDefault="008C1598">
      <w:r w:rsidRPr="009C1C47">
        <w:t>Je n’en ai pas, et j’en ai !</w:t>
      </w:r>
    </w:p>
    <w:p w14:paraId="0D4001CC"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6B91A13C" w14:textId="77777777" w:rsidR="008C1598" w:rsidRPr="009C1C47" w:rsidRDefault="008C1598">
      <w:r w:rsidRPr="009C1C47">
        <w:t>Ah !</w:t>
      </w:r>
    </w:p>
    <w:p w14:paraId="4CE3687E"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B2C809D" w14:textId="77777777" w:rsidR="008C1598" w:rsidRPr="009C1C47" w:rsidRDefault="008C1598">
      <w:r w:rsidRPr="009C1C47">
        <w:t>Le gravier piétiné… ce bout de fil que j’ai trouvé… cette aiguille à bas… cette épingle à cheveux…</w:t>
      </w:r>
    </w:p>
    <w:p w14:paraId="054EF4E2" w14:textId="77777777" w:rsidR="008C1598" w:rsidRPr="009C1C47" w:rsidRDefault="008C1598">
      <w:pPr>
        <w:pStyle w:val="Droite"/>
      </w:pPr>
      <w:r w:rsidRPr="009C1C47">
        <w:rPr>
          <w:rStyle w:val="Taille-1Caracteres"/>
        </w:rPr>
        <w:t>Il les montre.</w:t>
      </w:r>
    </w:p>
    <w:p w14:paraId="4115408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758ED8E" w14:textId="77777777" w:rsidR="008C1598" w:rsidRPr="009C1C47" w:rsidRDefault="008C1598">
      <w:r w:rsidRPr="009C1C47">
        <w:t>La plus honnête femme peut égarer une épingle à cheveux dans les allées…</w:t>
      </w:r>
    </w:p>
    <w:p w14:paraId="599E461D" w14:textId="77777777" w:rsidR="008C1598" w:rsidRPr="009C1C47" w:rsidRDefault="008C1598">
      <w:pPr>
        <w:pStyle w:val="Centr"/>
        <w:keepNext/>
      </w:pPr>
      <w:proofErr w:type="spellStart"/>
      <w:r w:rsidRPr="009C1C47">
        <w:rPr>
          <w:rStyle w:val="Taille-1Caracteres"/>
        </w:rPr>
        <w:t>MARCA</w:t>
      </w:r>
      <w:r w:rsidR="008D3574" w:rsidRPr="009C1C47">
        <w:rPr>
          <w:rStyle w:val="Taille-1Caracteres"/>
        </w:rPr>
        <w:t>DI</w:t>
      </w:r>
      <w:r w:rsidRPr="009C1C47">
        <w:rPr>
          <w:rStyle w:val="Taille-1Caracteres"/>
        </w:rPr>
        <w:t>EU</w:t>
      </w:r>
      <w:proofErr w:type="spellEnd"/>
      <w:r w:rsidRPr="009C1C47">
        <w:rPr>
          <w:rStyle w:val="Taille-1Caracteres"/>
        </w:rPr>
        <w:t>.</w:t>
      </w:r>
    </w:p>
    <w:p w14:paraId="27F4A519" w14:textId="77777777" w:rsidR="008C1598" w:rsidRPr="009C1C47" w:rsidRDefault="008C1598">
      <w:r w:rsidRPr="009C1C47">
        <w:t>Pas dans les allées !… au pied du banc… du banc vert… sous la tonnelle !</w:t>
      </w:r>
    </w:p>
    <w:p w14:paraId="6F6E6C6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A41675B" w14:textId="77777777" w:rsidR="008C1598" w:rsidRPr="009C1C47" w:rsidRDefault="008C1598">
      <w:r w:rsidRPr="009C1C47">
        <w:t>Sous la tonnelle !</w:t>
      </w:r>
    </w:p>
    <w:p w14:paraId="3A271A40"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0926DD66" w14:textId="77777777" w:rsidR="008C1598" w:rsidRPr="009C1C47" w:rsidRDefault="008C1598">
      <w:r w:rsidRPr="009C1C47">
        <w:t>Et tous les jours quelque chose ! Je le sais bien, c’est le seul endroit que je ratisse !</w:t>
      </w:r>
    </w:p>
    <w:p w14:paraId="330844D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5F46653E" w14:textId="77777777" w:rsidR="008C1598" w:rsidRPr="009C1C47" w:rsidRDefault="008C1598">
      <w:r w:rsidRPr="009C1C47">
        <w:t>La jalousie a des instincts infernaux !… (</w:t>
      </w:r>
      <w:r w:rsidRPr="009C1C47">
        <w:rPr>
          <w:rStyle w:val="Taille-1Caracteres"/>
        </w:rPr>
        <w:t>Haut.)</w:t>
      </w:r>
      <w:r w:rsidRPr="009C1C47">
        <w:t xml:space="preserve"> Ah ! tu ratisses ?</w:t>
      </w:r>
    </w:p>
    <w:p w14:paraId="2AA6D3A4"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5D12056E" w14:textId="77777777" w:rsidR="008C1598" w:rsidRPr="009C1C47" w:rsidRDefault="008C1598">
      <w:r w:rsidRPr="009C1C47">
        <w:t>Pour la pincer !</w:t>
      </w:r>
    </w:p>
    <w:p w14:paraId="17673869"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6DEBD9C0" w14:textId="77777777" w:rsidR="008C1598" w:rsidRPr="009C1C47" w:rsidRDefault="008C1598">
      <w:r w:rsidRPr="009C1C47">
        <w:t>Pour la pincer !… et sur des indices aussi vagues, tu ne crains pas de soupçonner une blanche colombe…</w:t>
      </w:r>
    </w:p>
    <w:p w14:paraId="0C0D9124"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7F85C540" w14:textId="77777777" w:rsidR="008C1598" w:rsidRPr="009C1C47" w:rsidRDefault="008C1598">
      <w:r w:rsidRPr="009C1C47">
        <w:t>Puisque je ratissais.</w:t>
      </w:r>
    </w:p>
    <w:p w14:paraId="49ED2AC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A8ED7F4" w14:textId="77777777" w:rsidR="008C1598" w:rsidRPr="009C1C47" w:rsidRDefault="008C1598">
      <w:r w:rsidRPr="009C1C47">
        <w:t>Assez ! – Tiens, tu es plus bête qu’autre chose ! garde tes soupçons, si tu veux, mais ne m’en dis rien ! ne m’en dis rien, et va au verger !</w:t>
      </w:r>
    </w:p>
    <w:p w14:paraId="44FF864E" w14:textId="77777777" w:rsidR="008C1598" w:rsidRPr="009C1C47" w:rsidRDefault="008C1598">
      <w:pPr>
        <w:pStyle w:val="Centr"/>
        <w:keepNext/>
      </w:pPr>
      <w:proofErr w:type="spellStart"/>
      <w:r w:rsidRPr="009C1C47">
        <w:rPr>
          <w:rStyle w:val="Taille-1Caracteres"/>
        </w:rPr>
        <w:t>MARCAD</w:t>
      </w:r>
      <w:r w:rsidR="008D3574" w:rsidRPr="009C1C47">
        <w:rPr>
          <w:rStyle w:val="Taille-1Caracteres"/>
        </w:rPr>
        <w:t>I</w:t>
      </w:r>
      <w:r w:rsidRPr="009C1C47">
        <w:rPr>
          <w:rStyle w:val="Taille-1Caracteres"/>
        </w:rPr>
        <w:t>EU</w:t>
      </w:r>
      <w:proofErr w:type="spellEnd"/>
      <w:r w:rsidRPr="009C1C47">
        <w:rPr>
          <w:rStyle w:val="Taille-1Caracteres"/>
        </w:rPr>
        <w:t>.</w:t>
      </w:r>
    </w:p>
    <w:p w14:paraId="19D02FEF" w14:textId="77777777" w:rsidR="008C1598" w:rsidRPr="009C1C47" w:rsidRDefault="008C1598">
      <w:r w:rsidRPr="009C1C47">
        <w:t>J’y vais.</w:t>
      </w:r>
    </w:p>
    <w:p w14:paraId="62CBB63E" w14:textId="77777777" w:rsidR="008C1598" w:rsidRPr="009C1C47" w:rsidRDefault="008C1598">
      <w:pPr>
        <w:pStyle w:val="Droite"/>
      </w:pPr>
      <w:r w:rsidRPr="009C1C47">
        <w:rPr>
          <w:rStyle w:val="Taille-1Caracteres"/>
        </w:rPr>
        <w:t>Il remonte</w:t>
      </w:r>
      <w:r w:rsidR="008D3574" w:rsidRPr="009C1C47">
        <w:rPr>
          <w:rStyle w:val="Taille-1Caracteres"/>
        </w:rPr>
        <w:t>.</w:t>
      </w:r>
    </w:p>
    <w:p w14:paraId="3C1B613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16E062E" w14:textId="77777777" w:rsidR="008C1598" w:rsidRPr="009C1C47" w:rsidRDefault="008C1598">
      <w:r w:rsidRPr="009C1C47">
        <w:t>Et pas de grâce au maraudeur !</w:t>
      </w:r>
    </w:p>
    <w:p w14:paraId="74EFBBD8"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2C0642F6" w14:textId="77777777" w:rsidR="008C1598" w:rsidRPr="009C1C47" w:rsidRDefault="008C1598">
      <w:r w:rsidRPr="009C1C47">
        <w:t>Une charge de gros sel… où vous m’avez dit !</w:t>
      </w:r>
    </w:p>
    <w:p w14:paraId="07438F3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remontant.</w:t>
      </w:r>
    </w:p>
    <w:p w14:paraId="45D90AA4" w14:textId="77777777" w:rsidR="008C1598" w:rsidRPr="009C1C47" w:rsidRDefault="008C1598">
      <w:r w:rsidRPr="009C1C47">
        <w:t>Va ! j’ai idée que tu le pinceras ! (</w:t>
      </w:r>
      <w:r w:rsidRPr="009C1C47">
        <w:rPr>
          <w:rStyle w:val="Taille-1Caracteres"/>
        </w:rPr>
        <w:t>Sortant.)</w:t>
      </w:r>
      <w:r w:rsidRPr="009C1C47">
        <w:t xml:space="preserve"> Moi, j’ai mon plan, et puisqu’il ratisse !…</w:t>
      </w:r>
    </w:p>
    <w:p w14:paraId="327A0621" w14:textId="77777777" w:rsidR="008C1598" w:rsidRPr="009C1C47" w:rsidRDefault="008C1598">
      <w:pPr>
        <w:pStyle w:val="Droite"/>
      </w:pPr>
      <w:r w:rsidRPr="009C1C47">
        <w:rPr>
          <w:rStyle w:val="Taille-1Caracteres"/>
        </w:rPr>
        <w:t>Il sort par le pan coupé de droite.</w:t>
      </w:r>
    </w:p>
    <w:p w14:paraId="0E49DD95" w14:textId="77777777" w:rsidR="008C1598" w:rsidRPr="009C1C47" w:rsidRDefault="008C1598">
      <w:pPr>
        <w:pStyle w:val="Titre1"/>
      </w:pPr>
      <w:bookmarkStart w:id="7" w:name="_Toc195641076"/>
      <w:r w:rsidRPr="009C1C47">
        <w:lastRenderedPageBreak/>
        <w:t>SCÈNE VII</w:t>
      </w:r>
      <w:bookmarkEnd w:id="7"/>
    </w:p>
    <w:p w14:paraId="42C65C7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seul.</w:t>
      </w:r>
    </w:p>
    <w:p w14:paraId="4ED5478C" w14:textId="77777777" w:rsidR="008C1598" w:rsidRPr="009C1C47" w:rsidRDefault="008C1598">
      <w:r w:rsidRPr="009C1C47">
        <w:t>Moi aussi, j’ai idée que je le pincerai !… je les pincerai tous les deux : le maraudeur… et l’autre… le séducteur !… Le maraudeur, avec son flingot, et le séducteur… J’ai mon truc, et ce qu’il est simple !… (</w:t>
      </w:r>
      <w:r w:rsidRPr="009C1C47">
        <w:rPr>
          <w:rStyle w:val="Taille-1Caracteres"/>
        </w:rPr>
        <w:t>Prenant le pot de couleur.)</w:t>
      </w:r>
      <w:r w:rsidRPr="009C1C47">
        <w:t xml:space="preserve"> Vous avez un banc, sous une tonnelle, dans votre jardin, un banc vert, où vous soupçonnez que les tourtereaux vont roucouler… Vous prenez une brosse, et un pot de couleur verte… et </w:t>
      </w:r>
      <w:proofErr w:type="spellStart"/>
      <w:r w:rsidRPr="009C1C47">
        <w:t>v’lan</w:t>
      </w:r>
      <w:proofErr w:type="spellEnd"/>
      <w:r w:rsidRPr="009C1C47">
        <w:t xml:space="preserve">, </w:t>
      </w:r>
      <w:proofErr w:type="spellStart"/>
      <w:r w:rsidRPr="009C1C47">
        <w:t>v’lan</w:t>
      </w:r>
      <w:proofErr w:type="spellEnd"/>
      <w:r w:rsidRPr="009C1C47">
        <w:t>, tout du long, sur le banc !… (</w:t>
      </w:r>
      <w:r w:rsidRPr="009C1C47">
        <w:rPr>
          <w:rStyle w:val="Taille-1Caracteres"/>
        </w:rPr>
        <w:t xml:space="preserve">Il fait le geste de peindre le banc.) </w:t>
      </w:r>
      <w:r w:rsidRPr="009C1C47">
        <w:t>Voilà le trébuchet pour pincer les femmes !… Oh ! la société qui revient !…</w:t>
      </w:r>
    </w:p>
    <w:p w14:paraId="6726A04C" w14:textId="77777777" w:rsidR="008C1598" w:rsidRPr="009C1C47" w:rsidRDefault="008C1598">
      <w:pPr>
        <w:pStyle w:val="Droite"/>
      </w:pPr>
      <w:r w:rsidRPr="009C1C47">
        <w:rPr>
          <w:rStyle w:val="Taille-1Caracteres"/>
        </w:rPr>
        <w:t>Il sort par la droite en emportant le pot de couleur.</w:t>
      </w:r>
    </w:p>
    <w:p w14:paraId="4FE066AA" w14:textId="77777777" w:rsidR="008C1598" w:rsidRPr="009C1C47" w:rsidRDefault="008C1598">
      <w:pPr>
        <w:pStyle w:val="Titre1"/>
      </w:pPr>
      <w:bookmarkStart w:id="8" w:name="_Toc195641077"/>
      <w:r w:rsidRPr="009C1C47">
        <w:lastRenderedPageBreak/>
        <w:t>SCÈNE VIII</w:t>
      </w:r>
      <w:bookmarkEnd w:id="8"/>
    </w:p>
    <w:p w14:paraId="6ECF668A" w14:textId="77777777" w:rsidR="008C1598" w:rsidRPr="009C1C47" w:rsidRDefault="008C1598">
      <w:pPr>
        <w:pStyle w:val="Centr"/>
        <w:keepNext/>
      </w:pPr>
      <w:r w:rsidRPr="009C1C47">
        <w:rPr>
          <w:rStyle w:val="Taille-1Caracteres"/>
        </w:rPr>
        <w:t xml:space="preserve">EMMA, puis </w:t>
      </w:r>
      <w:proofErr w:type="spellStart"/>
      <w:r w:rsidRPr="009C1C47">
        <w:rPr>
          <w:rStyle w:val="Taille-1Caracteres"/>
        </w:rPr>
        <w:t>COURTANSOUX</w:t>
      </w:r>
      <w:proofErr w:type="spellEnd"/>
      <w:r w:rsidRPr="009C1C47">
        <w:rPr>
          <w:rStyle w:val="Taille-1Caracteres"/>
        </w:rPr>
        <w:t xml:space="preserve"> et </w:t>
      </w:r>
      <w:proofErr w:type="spellStart"/>
      <w:r w:rsidRPr="009C1C47">
        <w:rPr>
          <w:rStyle w:val="Taille-1Caracteres"/>
        </w:rPr>
        <w:t>BOISRAMÉ</w:t>
      </w:r>
      <w:proofErr w:type="spellEnd"/>
      <w:r w:rsidRPr="009C1C47">
        <w:rPr>
          <w:rStyle w:val="Taille-1Caracteres"/>
        </w:rPr>
        <w:t xml:space="preserve">, puis NATHALIE, puis </w:t>
      </w:r>
      <w:proofErr w:type="spellStart"/>
      <w:r w:rsidRPr="009C1C47">
        <w:rPr>
          <w:rStyle w:val="Taille-1Caracteres"/>
        </w:rPr>
        <w:t>PERDRIGEOT</w:t>
      </w:r>
      <w:proofErr w:type="spellEnd"/>
      <w:r w:rsidRPr="009C1C47">
        <w:rPr>
          <w:rStyle w:val="Taille-1Caracteres"/>
        </w:rPr>
        <w:t>.</w:t>
      </w:r>
    </w:p>
    <w:p w14:paraId="259DB3B8" w14:textId="77777777" w:rsidR="008C1598" w:rsidRPr="009C1C47" w:rsidRDefault="008C1598">
      <w:pPr>
        <w:pStyle w:val="Centr"/>
      </w:pPr>
    </w:p>
    <w:p w14:paraId="2E046FCA" w14:textId="77777777" w:rsidR="008C1598" w:rsidRPr="009C1C47" w:rsidRDefault="008C1598">
      <w:pPr>
        <w:pStyle w:val="Centr"/>
        <w:keepNext/>
      </w:pPr>
      <w:r w:rsidRPr="009C1C47">
        <w:rPr>
          <w:rStyle w:val="Taille-1Caracteres"/>
        </w:rPr>
        <w:t>EMMA, entrant par le fond.</w:t>
      </w:r>
    </w:p>
    <w:p w14:paraId="7B4158F8" w14:textId="77777777" w:rsidR="008C1598" w:rsidRPr="009C1C47" w:rsidRDefault="008C1598">
      <w:r w:rsidRPr="009C1C47">
        <w:t>Tout de suite !… tout de suite !… Je vais demander du thé !</w:t>
      </w:r>
    </w:p>
    <w:p w14:paraId="14FF11F7" w14:textId="77777777" w:rsidR="008C1598" w:rsidRPr="009C1C47" w:rsidRDefault="008C1598">
      <w:pPr>
        <w:pStyle w:val="Droite"/>
      </w:pPr>
      <w:r w:rsidRPr="009C1C47">
        <w:rPr>
          <w:rStyle w:val="Taille-1Caracteres"/>
        </w:rPr>
        <w:t xml:space="preserve">Elle sonne à la cheminée, </w:t>
      </w:r>
      <w:proofErr w:type="spellStart"/>
      <w:r w:rsidRPr="009C1C47">
        <w:rPr>
          <w:rStyle w:val="Taille-1Caracteres"/>
        </w:rPr>
        <w:t>Boisramé</w:t>
      </w:r>
      <w:proofErr w:type="spellEnd"/>
      <w:r w:rsidRPr="009C1C47">
        <w:rPr>
          <w:rStyle w:val="Taille-1Caracteres"/>
        </w:rPr>
        <w:t xml:space="preserve"> entre par le fond, donnant le bras à </w:t>
      </w:r>
      <w:proofErr w:type="spellStart"/>
      <w:r w:rsidRPr="009C1C47">
        <w:rPr>
          <w:rStyle w:val="Taille-1Caracteres"/>
        </w:rPr>
        <w:t>Courtansoux</w:t>
      </w:r>
      <w:proofErr w:type="spellEnd"/>
      <w:r w:rsidRPr="009C1C47">
        <w:rPr>
          <w:rStyle w:val="Taille-1Caracteres"/>
        </w:rPr>
        <w:t>.</w:t>
      </w:r>
    </w:p>
    <w:p w14:paraId="1860EB8D" w14:textId="77777777" w:rsidR="008C1598" w:rsidRPr="009C1C47" w:rsidRDefault="008C1598">
      <w:pPr>
        <w:pStyle w:val="Centr"/>
        <w:keepNext/>
      </w:pPr>
      <w:proofErr w:type="spellStart"/>
      <w:r w:rsidRPr="009C1C47">
        <w:rPr>
          <w:rStyle w:val="Taille-1Caracteres"/>
        </w:rPr>
        <w:t>COURTANSOUX</w:t>
      </w:r>
      <w:proofErr w:type="spellEnd"/>
      <w:r w:rsidRPr="009C1C47">
        <w:rPr>
          <w:rStyle w:val="Appelnotedebasdep"/>
        </w:rPr>
        <w:footnoteReference w:id="14"/>
      </w:r>
      <w:r w:rsidRPr="009C1C47">
        <w:rPr>
          <w:rStyle w:val="Taille-1Caracteres"/>
        </w:rPr>
        <w:t>.</w:t>
      </w:r>
    </w:p>
    <w:p w14:paraId="59394A40" w14:textId="77777777" w:rsidR="008C1598" w:rsidRPr="009C1C47" w:rsidRDefault="008C1598">
      <w:r w:rsidRPr="009C1C47">
        <w:t>J’aurais dû me méfier des abricots…</w:t>
      </w:r>
    </w:p>
    <w:p w14:paraId="05E264C7" w14:textId="77777777" w:rsidR="008C1598" w:rsidRPr="009C1C47" w:rsidRDefault="008C1598">
      <w:pPr>
        <w:pStyle w:val="Centr"/>
        <w:keepNext/>
      </w:pPr>
      <w:r w:rsidRPr="009C1C47">
        <w:rPr>
          <w:rStyle w:val="Taille-1Caracteres"/>
        </w:rPr>
        <w:t>NATHALIE, entrant par le pan coupé de gauche.</w:t>
      </w:r>
    </w:p>
    <w:p w14:paraId="5940CC81" w14:textId="77777777" w:rsidR="008C1598" w:rsidRPr="009C1C47" w:rsidRDefault="008C1598">
      <w:r w:rsidRPr="009C1C47">
        <w:t>Madame a sonné ?</w:t>
      </w:r>
    </w:p>
    <w:p w14:paraId="25F26321" w14:textId="77777777" w:rsidR="008C1598" w:rsidRPr="009C1C47" w:rsidRDefault="008C1598">
      <w:pPr>
        <w:pStyle w:val="Centr"/>
        <w:keepNext/>
      </w:pPr>
      <w:r w:rsidRPr="009C1C47">
        <w:rPr>
          <w:rStyle w:val="Taille-1Caracteres"/>
        </w:rPr>
        <w:t>EMMA.</w:t>
      </w:r>
    </w:p>
    <w:p w14:paraId="5ED1C2E7" w14:textId="77777777" w:rsidR="008C1598" w:rsidRPr="009C1C47" w:rsidRDefault="008C1598">
      <w:r w:rsidRPr="009C1C47">
        <w:t>Apportez la lampe… et servez le thé… vite !</w:t>
      </w:r>
    </w:p>
    <w:p w14:paraId="302EF08F" w14:textId="77777777" w:rsidR="008C1598" w:rsidRPr="009C1C47" w:rsidRDefault="008C1598">
      <w:pPr>
        <w:pStyle w:val="Droite"/>
      </w:pPr>
      <w:r w:rsidRPr="009C1C47">
        <w:rPr>
          <w:rStyle w:val="Taille-1Caracteres"/>
        </w:rPr>
        <w:t>Nathalie sort.</w:t>
      </w:r>
    </w:p>
    <w:p w14:paraId="13CF733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à </w:t>
      </w:r>
      <w:proofErr w:type="spellStart"/>
      <w:r w:rsidRPr="009C1C47">
        <w:rPr>
          <w:rStyle w:val="Taille-1Caracteres"/>
        </w:rPr>
        <w:t>Courtansoux</w:t>
      </w:r>
      <w:proofErr w:type="spellEnd"/>
      <w:r w:rsidRPr="009C1C47">
        <w:rPr>
          <w:rStyle w:val="Taille-1Caracteres"/>
        </w:rPr>
        <w:t xml:space="preserve">, </w:t>
      </w:r>
      <w:proofErr w:type="spellStart"/>
      <w:r w:rsidRPr="009C1C47">
        <w:rPr>
          <w:rStyle w:val="Taille-1Caracteres"/>
        </w:rPr>
        <w:t>Boisramé</w:t>
      </w:r>
      <w:proofErr w:type="spellEnd"/>
      <w:r w:rsidRPr="009C1C47">
        <w:rPr>
          <w:rStyle w:val="Taille-1Caracteres"/>
        </w:rPr>
        <w:t xml:space="preserve"> tient un râteau avec lequel il est entré.</w:t>
      </w:r>
    </w:p>
    <w:p w14:paraId="1883F9F2" w14:textId="77777777" w:rsidR="008C1598" w:rsidRPr="009C1C47" w:rsidRDefault="008C1598">
      <w:r w:rsidRPr="009C1C47">
        <w:t>Vous ne voudriez pas qu’on fît du feu ?</w:t>
      </w:r>
    </w:p>
    <w:p w14:paraId="1A188126" w14:textId="77777777" w:rsidR="008C1598" w:rsidRPr="009C1C47" w:rsidRDefault="008C1598">
      <w:pPr>
        <w:pStyle w:val="Centr"/>
        <w:keepNext/>
      </w:pPr>
      <w:r w:rsidRPr="009C1C47">
        <w:rPr>
          <w:rStyle w:val="Taille-1Caracteres"/>
        </w:rPr>
        <w:t>EMMA.</w:t>
      </w:r>
    </w:p>
    <w:p w14:paraId="391F462D" w14:textId="77777777" w:rsidR="008C1598" w:rsidRPr="009C1C47" w:rsidRDefault="008C1598">
      <w:r w:rsidRPr="009C1C47">
        <w:t>Il est tout préparé.</w:t>
      </w:r>
    </w:p>
    <w:p w14:paraId="7FD40F19"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055441B9" w14:textId="77777777" w:rsidR="008C1598" w:rsidRPr="009C1C47" w:rsidRDefault="008C1598">
      <w:r w:rsidRPr="009C1C47">
        <w:t>Non… merci… je vous donne beaucoup de peine… Je ferais peut-être mieux de rentrer chez moi.</w:t>
      </w:r>
    </w:p>
    <w:p w14:paraId="0C6A11A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C330289" w14:textId="77777777" w:rsidR="008C1598" w:rsidRPr="009C1C47" w:rsidRDefault="008C1598">
      <w:r w:rsidRPr="009C1C47">
        <w:t>Plus tard ! l’air vous a saisi ! Remettez-vous d’abord ! (</w:t>
      </w:r>
      <w:proofErr w:type="spellStart"/>
      <w:r w:rsidRPr="009C1C47">
        <w:rPr>
          <w:rStyle w:val="Taille-1Caracteres"/>
        </w:rPr>
        <w:t>Courtansoux</w:t>
      </w:r>
      <w:proofErr w:type="spellEnd"/>
      <w:r w:rsidRPr="009C1C47">
        <w:rPr>
          <w:rStyle w:val="Taille-1Caracteres"/>
        </w:rPr>
        <w:t xml:space="preserve"> s’assied à gauche de la table. – Bas à sa femme.) </w:t>
      </w:r>
      <w:r w:rsidRPr="009C1C47">
        <w:t>Nous n’avons pas de chance !</w:t>
      </w:r>
    </w:p>
    <w:p w14:paraId="2BF532B0" w14:textId="77777777" w:rsidR="008C1598" w:rsidRPr="009C1C47" w:rsidRDefault="008C1598">
      <w:pPr>
        <w:pStyle w:val="Centr"/>
        <w:keepNext/>
      </w:pPr>
      <w:r w:rsidRPr="009C1C47">
        <w:rPr>
          <w:rStyle w:val="Taille-1Caracteres"/>
        </w:rPr>
        <w:t>EMMA, bas</w:t>
      </w:r>
      <w:r w:rsidRPr="009C1C47">
        <w:rPr>
          <w:rStyle w:val="Appelnotedebasdep"/>
        </w:rPr>
        <w:footnoteReference w:id="15"/>
      </w:r>
      <w:r w:rsidRPr="009C1C47">
        <w:rPr>
          <w:rStyle w:val="Taille-1Caracteres"/>
        </w:rPr>
        <w:t>.</w:t>
      </w:r>
    </w:p>
    <w:p w14:paraId="78A65982" w14:textId="77777777" w:rsidR="008C1598" w:rsidRPr="009C1C47" w:rsidRDefault="008C1598">
      <w:r w:rsidRPr="009C1C47">
        <w:t>J’ai pourtant écouté toute l’histoire de sir Staunton !</w:t>
      </w:r>
    </w:p>
    <w:p w14:paraId="20C4CCAF" w14:textId="77777777" w:rsidR="008C1598" w:rsidRPr="009C1C47" w:rsidRDefault="008C1598">
      <w:pPr>
        <w:pStyle w:val="Droite"/>
      </w:pPr>
      <w:r w:rsidRPr="009C1C47">
        <w:rPr>
          <w:rStyle w:val="Taille-1Caracteres"/>
        </w:rPr>
        <w:t>Nathalie apporte la lampe qu’elle pose sur la table et sort.</w:t>
      </w:r>
    </w:p>
    <w:p w14:paraId="38ED242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s’approchant de </w:t>
      </w:r>
      <w:proofErr w:type="spellStart"/>
      <w:r w:rsidRPr="009C1C47">
        <w:rPr>
          <w:rStyle w:val="Taille-1Caracteres"/>
        </w:rPr>
        <w:t>Courtansoux</w:t>
      </w:r>
      <w:proofErr w:type="spellEnd"/>
      <w:r w:rsidRPr="009C1C47">
        <w:rPr>
          <w:rStyle w:val="Appelnotedebasdep"/>
        </w:rPr>
        <w:footnoteReference w:id="16"/>
      </w:r>
      <w:r w:rsidRPr="009C1C47">
        <w:rPr>
          <w:rStyle w:val="Taille-1Caracteres"/>
        </w:rPr>
        <w:t>.</w:t>
      </w:r>
    </w:p>
    <w:p w14:paraId="7C919A93" w14:textId="77777777" w:rsidR="008C1598" w:rsidRPr="009C1C47" w:rsidRDefault="008C1598">
      <w:r w:rsidRPr="009C1C47">
        <w:t>La lumière ne vous gêne pas ?</w:t>
      </w:r>
    </w:p>
    <w:p w14:paraId="78E3FD7F" w14:textId="77777777" w:rsidR="008C1598" w:rsidRPr="009C1C47" w:rsidRDefault="008C1598">
      <w:pPr>
        <w:pStyle w:val="Droite"/>
      </w:pPr>
      <w:r w:rsidRPr="009C1C47">
        <w:rPr>
          <w:rStyle w:val="Taille-1Caracteres"/>
        </w:rPr>
        <w:t>Il baisse l’abat-jour.</w:t>
      </w:r>
    </w:p>
    <w:p w14:paraId="5D80FA54"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381058D5" w14:textId="77777777" w:rsidR="008C1598" w:rsidRPr="009C1C47" w:rsidRDefault="008C1598">
      <w:r w:rsidRPr="009C1C47">
        <w:t>Non !</w:t>
      </w:r>
    </w:p>
    <w:p w14:paraId="662CC7EE" w14:textId="77777777" w:rsidR="008C1598" w:rsidRPr="009C1C47" w:rsidRDefault="008C1598">
      <w:pPr>
        <w:pStyle w:val="Centr"/>
        <w:keepNext/>
      </w:pPr>
      <w:r w:rsidRPr="009C1C47">
        <w:rPr>
          <w:rStyle w:val="Taille-1Caracteres"/>
        </w:rPr>
        <w:t>EMMA.</w:t>
      </w:r>
    </w:p>
    <w:p w14:paraId="5EFEEC85" w14:textId="77777777" w:rsidR="008C1598" w:rsidRPr="009C1C47" w:rsidRDefault="008C1598">
      <w:r w:rsidRPr="009C1C47">
        <w:t>Nous ne nous pardonnerions pas de vous avoir…</w:t>
      </w:r>
    </w:p>
    <w:p w14:paraId="74C49C3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5A97AB1" w14:textId="77777777" w:rsidR="008C1598" w:rsidRPr="009C1C47" w:rsidRDefault="008C1598">
      <w:r w:rsidRPr="009C1C47">
        <w:t>…</w:t>
      </w:r>
      <w:r w:rsidR="00417EDD">
        <w:rPr>
          <w:rFonts w:eastAsia="Amasis30"/>
        </w:rPr>
        <w:t> </w:t>
      </w:r>
      <w:r w:rsidRPr="009C1C47">
        <w:t>Indisposé ! (</w:t>
      </w:r>
      <w:r w:rsidRPr="009C1C47">
        <w:rPr>
          <w:rStyle w:val="Taille-1Caracteres"/>
        </w:rPr>
        <w:t>À Emma.)</w:t>
      </w:r>
      <w:r w:rsidRPr="009C1C47">
        <w:t xml:space="preserve"> Indisposé est le mot !</w:t>
      </w:r>
    </w:p>
    <w:p w14:paraId="41D49F42"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14EE8158" w14:textId="77777777" w:rsidR="008C1598" w:rsidRPr="009C1C47" w:rsidRDefault="008C1598">
      <w:r w:rsidRPr="009C1C47">
        <w:t>Je crois que ce ne sera rien.</w:t>
      </w:r>
    </w:p>
    <w:p w14:paraId="1CE4C2B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F0DE336" w14:textId="77777777" w:rsidR="008C1598" w:rsidRPr="009C1C47" w:rsidRDefault="008C1598">
      <w:r w:rsidRPr="009C1C47">
        <w:rPr>
          <w:rStyle w:val="Taille-1Caracteres"/>
        </w:rPr>
        <w:t>Je l’espère.</w:t>
      </w:r>
    </w:p>
    <w:p w14:paraId="22D2391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5E573E8" w14:textId="77777777" w:rsidR="008C1598" w:rsidRPr="009C1C47" w:rsidRDefault="008C1598">
      <w:r w:rsidRPr="009C1C47">
        <w:t>Je suis mieux déjà.</w:t>
      </w:r>
    </w:p>
    <w:p w14:paraId="7E9C86D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5EDADD0" w14:textId="77777777" w:rsidR="008C1598" w:rsidRPr="009C1C47" w:rsidRDefault="008C1598">
      <w:r w:rsidRPr="009C1C47">
        <w:t>Alors, bataille !</w:t>
      </w:r>
    </w:p>
    <w:p w14:paraId="1A31D7F6"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536B237" w14:textId="77777777" w:rsidR="008C1598" w:rsidRPr="009C1C47" w:rsidRDefault="008C1598">
      <w:r w:rsidRPr="009C1C47">
        <w:t>Oui ! le jeu me distraira.</w:t>
      </w:r>
    </w:p>
    <w:p w14:paraId="1E5FA42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Emma.</w:t>
      </w:r>
    </w:p>
    <w:p w14:paraId="56291A2C" w14:textId="77777777" w:rsidR="008C1598" w:rsidRPr="009C1C47" w:rsidRDefault="008C1598">
      <w:r w:rsidRPr="009C1C47">
        <w:t>Prépare l’échiquier ! (</w:t>
      </w:r>
      <w:r w:rsidRPr="009C1C47">
        <w:rPr>
          <w:rStyle w:val="Taille-1Caracteres"/>
        </w:rPr>
        <w:t xml:space="preserve">Emma va s’asseoir en face de </w:t>
      </w:r>
      <w:proofErr w:type="spellStart"/>
      <w:r w:rsidRPr="009C1C47">
        <w:rPr>
          <w:rStyle w:val="Taille-1Caracteres"/>
        </w:rPr>
        <w:t>Courtansoux</w:t>
      </w:r>
      <w:proofErr w:type="spellEnd"/>
      <w:r w:rsidRPr="009C1C47">
        <w:rPr>
          <w:rStyle w:val="Taille-1Caracteres"/>
        </w:rPr>
        <w:t xml:space="preserve">. – </w:t>
      </w:r>
      <w:proofErr w:type="spellStart"/>
      <w:r w:rsidRPr="009C1C47">
        <w:rPr>
          <w:rStyle w:val="Taille-1Caracteres"/>
        </w:rPr>
        <w:t>Perdrigeot</w:t>
      </w:r>
      <w:proofErr w:type="spellEnd"/>
      <w:r w:rsidRPr="009C1C47">
        <w:rPr>
          <w:rStyle w:val="Taille-1Caracteres"/>
        </w:rPr>
        <w:t xml:space="preserve"> </w:t>
      </w:r>
      <w:r w:rsidR="008D3574" w:rsidRPr="009C1C47">
        <w:rPr>
          <w:rStyle w:val="Taille-1Caracteres"/>
        </w:rPr>
        <w:t>paraî</w:t>
      </w:r>
      <w:r w:rsidRPr="009C1C47">
        <w:rPr>
          <w:rStyle w:val="Taille-1Caracteres"/>
        </w:rPr>
        <w:t>t a</w:t>
      </w:r>
      <w:r w:rsidR="008D3574" w:rsidRPr="009C1C47">
        <w:rPr>
          <w:rStyle w:val="Taille-1Caracteres"/>
        </w:rPr>
        <w:t>u</w:t>
      </w:r>
      <w:r w:rsidRPr="009C1C47">
        <w:rPr>
          <w:rStyle w:val="Taille-1Caracteres"/>
        </w:rPr>
        <w:t xml:space="preserve"> fond à droite avec un chapeau de paille, un tablier bleu, et deux arrosoirs</w:t>
      </w:r>
      <w:r w:rsidRPr="009C1C47">
        <w:rPr>
          <w:rStyle w:val="Appelnotedebasdep"/>
        </w:rPr>
        <w:footnoteReference w:id="17"/>
      </w:r>
      <w:r w:rsidRPr="009C1C47">
        <w:rPr>
          <w:rStyle w:val="Taille-1Caracteres"/>
        </w:rPr>
        <w:t>.)</w:t>
      </w:r>
      <w:r w:rsidRPr="009C1C47">
        <w:t xml:space="preserve"> Arrive donc, toi ! Monsieur </w:t>
      </w:r>
      <w:proofErr w:type="spellStart"/>
      <w:r w:rsidRPr="009C1C47">
        <w:t>Courtansoux</w:t>
      </w:r>
      <w:proofErr w:type="spellEnd"/>
      <w:r w:rsidRPr="009C1C47">
        <w:t xml:space="preserve"> est impatient !</w:t>
      </w:r>
    </w:p>
    <w:p w14:paraId="01DDF80F"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part.</w:t>
      </w:r>
    </w:p>
    <w:p w14:paraId="3B820468" w14:textId="77777777" w:rsidR="008C1598" w:rsidRPr="009C1C47" w:rsidRDefault="008C1598">
      <w:r w:rsidRPr="009C1C47">
        <w:t>Ah ! oui ! oui ! les échecs, maintenant !</w:t>
      </w:r>
    </w:p>
    <w:p w14:paraId="05EFE307"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à </w:t>
      </w:r>
      <w:proofErr w:type="spellStart"/>
      <w:r w:rsidRPr="009C1C47">
        <w:rPr>
          <w:rStyle w:val="Taille-1Caracteres"/>
        </w:rPr>
        <w:t>Courtansoux</w:t>
      </w:r>
      <w:proofErr w:type="spellEnd"/>
      <w:r w:rsidRPr="009C1C47">
        <w:rPr>
          <w:rStyle w:val="Taille-1Caracteres"/>
        </w:rPr>
        <w:t>.</w:t>
      </w:r>
    </w:p>
    <w:p w14:paraId="5EE53478" w14:textId="77777777" w:rsidR="008C1598" w:rsidRPr="009C1C47" w:rsidRDefault="008C1598">
      <w:r w:rsidRPr="009C1C47">
        <w:t xml:space="preserve">Monsieur le directeur général, je vous présente </w:t>
      </w:r>
      <w:proofErr w:type="spellStart"/>
      <w:r w:rsidRPr="009C1C47">
        <w:t>Perdrigeot</w:t>
      </w:r>
      <w:proofErr w:type="spellEnd"/>
      <w:r w:rsidRPr="009C1C47">
        <w:t>.</w:t>
      </w:r>
    </w:p>
    <w:p w14:paraId="1A1AD0E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saluant.</w:t>
      </w:r>
    </w:p>
    <w:p w14:paraId="11CC6085" w14:textId="77777777" w:rsidR="008C1598" w:rsidRPr="009C1C47" w:rsidRDefault="008C1598">
      <w:r w:rsidRPr="009C1C47">
        <w:t>Monsieur…</w:t>
      </w:r>
    </w:p>
    <w:p w14:paraId="689F8FCD"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 sans se déranger.</w:t>
      </w:r>
    </w:p>
    <w:p w14:paraId="4C5CA23C" w14:textId="77777777" w:rsidR="008C1598" w:rsidRPr="009C1C47" w:rsidRDefault="008C1598">
      <w:r w:rsidRPr="009C1C47">
        <w:t>Enchanté, mon garçon… mes compliments… votre jardin est bien tenu…</w:t>
      </w:r>
    </w:p>
    <w:p w14:paraId="18C8ADD1"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5C0F27B" w14:textId="77777777" w:rsidR="008C1598" w:rsidRPr="009C1C47" w:rsidRDefault="008C1598">
      <w:r w:rsidRPr="009C1C47">
        <w:t>Mon jardin ?</w:t>
      </w:r>
    </w:p>
    <w:p w14:paraId="3623446E"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2051172" w14:textId="77777777" w:rsidR="008C1598" w:rsidRPr="009C1C47" w:rsidRDefault="008C1598">
      <w:r w:rsidRPr="009C1C47">
        <w:t>Mais vous cueillez vos abricots trop verts !</w:t>
      </w:r>
    </w:p>
    <w:p w14:paraId="177B01F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souriant.</w:t>
      </w:r>
    </w:p>
    <w:p w14:paraId="6506C8AE" w14:textId="77777777" w:rsidR="008C1598" w:rsidRPr="009C1C47" w:rsidRDefault="008C1598">
      <w:r w:rsidRPr="009C1C47">
        <w:t xml:space="preserve">C’est le tablier… débarrasse-toi ! </w:t>
      </w:r>
      <w:proofErr w:type="spellStart"/>
      <w:r w:rsidRPr="009C1C47">
        <w:t>Perdrigeot</w:t>
      </w:r>
      <w:proofErr w:type="spellEnd"/>
      <w:r w:rsidRPr="009C1C47">
        <w:t>, marchand de soieries, rue d’Aboukir.</w:t>
      </w:r>
    </w:p>
    <w:p w14:paraId="504DA04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4D0B11FF" w14:textId="77777777" w:rsidR="008C1598" w:rsidRPr="009C1C47" w:rsidRDefault="008C1598">
      <w:r w:rsidRPr="009C1C47">
        <w:t>Mille pardons !… je vous avais pris pour le jardinier.</w:t>
      </w:r>
    </w:p>
    <w:p w14:paraId="3CBE38AE" w14:textId="77777777" w:rsidR="008C1598" w:rsidRPr="009C1C47" w:rsidRDefault="008C1598">
      <w:pPr>
        <w:pStyle w:val="Centr"/>
        <w:keepNext/>
      </w:pPr>
      <w:r w:rsidRPr="009C1C47">
        <w:rPr>
          <w:rStyle w:val="Taille-1Caracteres"/>
        </w:rPr>
        <w:t>EMMA.</w:t>
      </w:r>
    </w:p>
    <w:p w14:paraId="68914B44" w14:textId="77777777" w:rsidR="008C1598" w:rsidRPr="009C1C47" w:rsidRDefault="008C1598">
      <w:r w:rsidRPr="009C1C47">
        <w:t xml:space="preserve">Monsieur </w:t>
      </w:r>
      <w:proofErr w:type="spellStart"/>
      <w:r w:rsidRPr="009C1C47">
        <w:t>Perdrigeot</w:t>
      </w:r>
      <w:proofErr w:type="spellEnd"/>
      <w:r w:rsidRPr="009C1C47">
        <w:t>, notre meilleur ami.</w:t>
      </w:r>
    </w:p>
    <w:p w14:paraId="29016AA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bas.</w:t>
      </w:r>
    </w:p>
    <w:p w14:paraId="3665B202" w14:textId="77777777" w:rsidR="008C1598" w:rsidRPr="009C1C47" w:rsidRDefault="008C1598">
      <w:r w:rsidRPr="009C1C47">
        <w:t>Merci.</w:t>
      </w:r>
    </w:p>
    <w:p w14:paraId="766ABDAE" w14:textId="77777777" w:rsidR="008C1598" w:rsidRPr="009C1C47" w:rsidRDefault="008C1598">
      <w:pPr>
        <w:pStyle w:val="Droite"/>
      </w:pPr>
      <w:r w:rsidRPr="009C1C47">
        <w:rPr>
          <w:rStyle w:val="Taille-1Caracteres"/>
        </w:rPr>
        <w:t>Il lui serre la main.</w:t>
      </w:r>
    </w:p>
    <w:p w14:paraId="77FBBCE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au-dessus de la table</w:t>
      </w:r>
      <w:r w:rsidRPr="009C1C47">
        <w:rPr>
          <w:rStyle w:val="Appelnotedebasdep"/>
        </w:rPr>
        <w:footnoteReference w:id="18"/>
      </w:r>
      <w:r w:rsidRPr="009C1C47">
        <w:rPr>
          <w:rStyle w:val="Taille-1Caracteres"/>
        </w:rPr>
        <w:t>.</w:t>
      </w:r>
    </w:p>
    <w:p w14:paraId="0F8C1F6D" w14:textId="77777777" w:rsidR="008C1598" w:rsidRPr="009C1C47" w:rsidRDefault="008C1598">
      <w:r w:rsidRPr="009C1C47">
        <w:t>Et joueur d’échecs… émérite !</w:t>
      </w:r>
    </w:p>
    <w:p w14:paraId="0D9E6328"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se lève et salue profondément.</w:t>
      </w:r>
    </w:p>
    <w:p w14:paraId="104E9EBF" w14:textId="77777777" w:rsidR="008C1598" w:rsidRPr="009C1C47" w:rsidRDefault="008C1598">
      <w:pPr>
        <w:pStyle w:val="Centr"/>
        <w:keepNext/>
      </w:pPr>
      <w:r w:rsidRPr="009C1C47">
        <w:rPr>
          <w:rStyle w:val="Taille-1Caracteres"/>
        </w:rPr>
        <w:lastRenderedPageBreak/>
        <w:t>EMMA, assise.</w:t>
      </w:r>
    </w:p>
    <w:p w14:paraId="332CB51E" w14:textId="77777777" w:rsidR="008C1598" w:rsidRPr="009C1C47" w:rsidRDefault="008C1598">
      <w:r w:rsidRPr="009C1C47">
        <w:t>Quoique bien indigne de se mesurer avec vous !</w:t>
      </w:r>
    </w:p>
    <w:p w14:paraId="552D0E6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C8F2CDC" w14:textId="77777777" w:rsidR="008C1598" w:rsidRPr="009C1C47" w:rsidRDefault="008C1598">
      <w:r w:rsidRPr="009C1C47">
        <w:t>Avec l’adversaire de sir Staunton ?</w:t>
      </w:r>
    </w:p>
    <w:p w14:paraId="5BB8D5C7"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assis.</w:t>
      </w:r>
    </w:p>
    <w:p w14:paraId="5CEE15AC" w14:textId="77777777" w:rsidR="008C1598" w:rsidRPr="009C1C47" w:rsidRDefault="008C1598">
      <w:r w:rsidRPr="009C1C47">
        <w:t>Un rude adversaire, sir Staunton !… – Vous n’avez peut-être jamais raconté à monsieur la partie que j’eus l’honneur de soutenir contre sir Staunton !</w:t>
      </w:r>
    </w:p>
    <w:p w14:paraId="34C2544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E281E1B" w14:textId="77777777" w:rsidR="008C1598" w:rsidRPr="009C1C47" w:rsidRDefault="008C1598">
      <w:r w:rsidRPr="009C1C47">
        <w:t>Jamais ! (</w:t>
      </w:r>
      <w:r w:rsidRPr="009C1C47">
        <w:rPr>
          <w:rStyle w:val="Taille-1Caracteres"/>
        </w:rPr>
        <w:t>Regardant la pendule. – À part.)</w:t>
      </w:r>
      <w:r w:rsidRPr="009C1C47">
        <w:t xml:space="preserve"> Huit heures moins dix… nous avons le temps !…</w:t>
      </w:r>
    </w:p>
    <w:p w14:paraId="0417C462" w14:textId="77777777" w:rsidR="008C1598" w:rsidRPr="009C1C47" w:rsidRDefault="008C1598">
      <w:pPr>
        <w:pStyle w:val="Centr"/>
        <w:keepNext/>
      </w:pPr>
      <w:r w:rsidRPr="009C1C47">
        <w:rPr>
          <w:rStyle w:val="Taille-1Caracteres"/>
        </w:rPr>
        <w:t>EMMA, plaçant les pièces.</w:t>
      </w:r>
    </w:p>
    <w:p w14:paraId="1ED59D86" w14:textId="77777777" w:rsidR="008C1598" w:rsidRPr="009C1C47" w:rsidRDefault="008C1598">
      <w:r w:rsidRPr="009C1C47">
        <w:t>Racontez, monsieur le directeur général.</w:t>
      </w:r>
    </w:p>
    <w:p w14:paraId="0408E0D2"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3A5822C" w14:textId="77777777" w:rsidR="008C1598" w:rsidRPr="009C1C47" w:rsidRDefault="008C1598">
      <w:r w:rsidRPr="009C1C47">
        <w:t>C’était à Londres, en 1841… mais après ! après cette partie !</w:t>
      </w:r>
    </w:p>
    <w:p w14:paraId="5F7FC06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3060BC2" w14:textId="77777777" w:rsidR="008C1598" w:rsidRPr="009C1C47" w:rsidRDefault="008C1598">
      <w:r w:rsidRPr="009C1C47">
        <w:t>C’est un récit que j’entends toujours avec un plaisir nouveau !</w:t>
      </w:r>
    </w:p>
    <w:p w14:paraId="59FDFC79" w14:textId="77777777" w:rsidR="008C1598" w:rsidRPr="009C1C47" w:rsidRDefault="008C1598">
      <w:pPr>
        <w:pStyle w:val="Centr"/>
        <w:keepNext/>
      </w:pPr>
      <w:r w:rsidRPr="009C1C47">
        <w:rPr>
          <w:rStyle w:val="Taille-1Caracteres"/>
        </w:rPr>
        <w:t>EMMA.</w:t>
      </w:r>
    </w:p>
    <w:p w14:paraId="7FCB967A" w14:textId="77777777" w:rsidR="008C1598" w:rsidRPr="009C1C47" w:rsidRDefault="008C1598">
      <w:r w:rsidRPr="009C1C47">
        <w:t>Une bataille qui dura dix-sept heures !… mais l’échiquier est prêt ; qui commence ?</w:t>
      </w:r>
    </w:p>
    <w:p w14:paraId="4058D56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B00DAC4" w14:textId="77777777" w:rsidR="008C1598" w:rsidRPr="009C1C47" w:rsidRDefault="008C1598">
      <w:r w:rsidRPr="009C1C47">
        <w:t xml:space="preserve">Monsieur </w:t>
      </w:r>
      <w:proofErr w:type="spellStart"/>
      <w:r w:rsidRPr="009C1C47">
        <w:t>Courtansoux</w:t>
      </w:r>
      <w:proofErr w:type="spellEnd"/>
      <w:r w:rsidRPr="009C1C47">
        <w:t xml:space="preserve"> et toi ; nous te conseillerons.</w:t>
      </w:r>
    </w:p>
    <w:p w14:paraId="5AD56A11"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4852F859" w14:textId="77777777" w:rsidR="008C1598" w:rsidRPr="009C1C47" w:rsidRDefault="008C1598">
      <w:r w:rsidRPr="009C1C47">
        <w:t xml:space="preserve">Non pas, </w:t>
      </w:r>
      <w:proofErr w:type="spellStart"/>
      <w:r w:rsidRPr="009C1C47">
        <w:t>Boisramé</w:t>
      </w:r>
      <w:proofErr w:type="spellEnd"/>
      <w:r w:rsidRPr="009C1C47">
        <w:t>, c’est à vous que je dois votre revanche.</w:t>
      </w:r>
    </w:p>
    <w:p w14:paraId="320E56E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B29D82D" w14:textId="77777777" w:rsidR="008C1598" w:rsidRPr="009C1C47" w:rsidRDefault="008C1598">
      <w:r w:rsidRPr="009C1C47">
        <w:t>Oh ! je vous ferai bien crédit !</w:t>
      </w:r>
    </w:p>
    <w:p w14:paraId="3F572FE2"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ED4BC8F" w14:textId="77777777" w:rsidR="008C1598" w:rsidRPr="009C1C47" w:rsidRDefault="008C1598">
      <w:r w:rsidRPr="009C1C47">
        <w:t xml:space="preserve">Du tout, du tout ! mettez-vous là ! madame </w:t>
      </w:r>
      <w:proofErr w:type="spellStart"/>
      <w:r w:rsidRPr="009C1C47">
        <w:t>Boisramé</w:t>
      </w:r>
      <w:proofErr w:type="spellEnd"/>
      <w:r w:rsidRPr="009C1C47">
        <w:t xml:space="preserve"> nous excusera !</w:t>
      </w:r>
    </w:p>
    <w:p w14:paraId="12526A0E" w14:textId="77777777" w:rsidR="008C1598" w:rsidRPr="009C1C47" w:rsidRDefault="008C1598">
      <w:pPr>
        <w:pStyle w:val="Centr"/>
        <w:keepNext/>
      </w:pPr>
      <w:r w:rsidRPr="009C1C47">
        <w:rPr>
          <w:rStyle w:val="Taille-1Caracteres"/>
        </w:rPr>
        <w:t>EMMA, se levant.</w:t>
      </w:r>
    </w:p>
    <w:p w14:paraId="7EBB6616" w14:textId="77777777" w:rsidR="008C1598" w:rsidRPr="009C1C47" w:rsidRDefault="008C1598">
      <w:r w:rsidRPr="009C1C47">
        <w:t>Comment donc !</w:t>
      </w:r>
    </w:p>
    <w:p w14:paraId="7648535F"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bas à Emma.</w:t>
      </w:r>
    </w:p>
    <w:p w14:paraId="4FB36D9B" w14:textId="77777777" w:rsidR="008C1598" w:rsidRPr="009C1C47" w:rsidRDefault="008C1598">
      <w:r w:rsidRPr="009C1C47">
        <w:t>Avec reconnaissance !</w:t>
      </w:r>
    </w:p>
    <w:p w14:paraId="3180A42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regardant la pendule, à part.</w:t>
      </w:r>
    </w:p>
    <w:p w14:paraId="2F266BFF" w14:textId="77777777" w:rsidR="008C1598" w:rsidRPr="009C1C47" w:rsidRDefault="008C1598">
      <w:r w:rsidRPr="009C1C47">
        <w:t>Huit heures moins cinq !</w:t>
      </w:r>
    </w:p>
    <w:p w14:paraId="7009EAD4"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4782B503" w14:textId="77777777" w:rsidR="008C1598" w:rsidRPr="009C1C47" w:rsidRDefault="008C1598">
      <w:r w:rsidRPr="009C1C47">
        <w:t>À vous de commencer.</w:t>
      </w:r>
    </w:p>
    <w:p w14:paraId="7C67007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688CC6A" w14:textId="77777777" w:rsidR="008C1598" w:rsidRPr="009C1C47" w:rsidRDefault="008C1598">
      <w:r w:rsidRPr="009C1C47">
        <w:t xml:space="preserve">Vous ne voulez pas de </w:t>
      </w:r>
      <w:proofErr w:type="spellStart"/>
      <w:r w:rsidRPr="009C1C47">
        <w:t>Perdrigeot</w:t>
      </w:r>
      <w:proofErr w:type="spellEnd"/>
      <w:r w:rsidRPr="009C1C47">
        <w:t> ?</w:t>
      </w:r>
    </w:p>
    <w:p w14:paraId="1916BE93"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1899CC7F" w14:textId="77777777" w:rsidR="008C1598" w:rsidRPr="009C1C47" w:rsidRDefault="008C1598">
      <w:r w:rsidRPr="009C1C47">
        <w:t xml:space="preserve">Plus tard ! à la belle ! la belle à monsieur </w:t>
      </w:r>
      <w:proofErr w:type="spellStart"/>
      <w:r w:rsidRPr="009C1C47">
        <w:t>Perdrigeot</w:t>
      </w:r>
      <w:proofErr w:type="spellEnd"/>
      <w:r w:rsidRPr="009C1C47">
        <w:t> !</w:t>
      </w:r>
    </w:p>
    <w:p w14:paraId="5F46D55D"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Emma.</w:t>
      </w:r>
    </w:p>
    <w:p w14:paraId="3B743796" w14:textId="77777777" w:rsidR="008C1598" w:rsidRPr="009C1C47" w:rsidRDefault="008C1598">
      <w:r w:rsidRPr="009C1C47">
        <w:t>Délicate allusion !</w:t>
      </w:r>
    </w:p>
    <w:p w14:paraId="7485576C" w14:textId="77777777" w:rsidR="008C1598" w:rsidRPr="009C1C47" w:rsidRDefault="008C1598">
      <w:pPr>
        <w:pStyle w:val="Droite"/>
      </w:pPr>
      <w:r w:rsidRPr="009C1C47">
        <w:rPr>
          <w:rStyle w:val="Taille-1Caracteres"/>
        </w:rPr>
        <w:t>Emma s’éloigne de lui et va vers la table.</w:t>
      </w:r>
    </w:p>
    <w:p w14:paraId="3A77B396"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1D3143F5" w14:textId="77777777" w:rsidR="008C1598" w:rsidRPr="009C1C47" w:rsidRDefault="008C1598">
      <w:r w:rsidRPr="009C1C47">
        <w:t>Commencez donc ! ça n’a pas l’air de vous amuser !</w:t>
      </w:r>
    </w:p>
    <w:p w14:paraId="0608C5E7"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99CF5BA" w14:textId="77777777" w:rsidR="008C1598" w:rsidRPr="009C1C47" w:rsidRDefault="008C1598">
      <w:r w:rsidRPr="009C1C47">
        <w:t>Moi ?… si on peut dire ?… (</w:t>
      </w:r>
      <w:r w:rsidRPr="009C1C47">
        <w:rPr>
          <w:rStyle w:val="Taille-1Caracteres"/>
        </w:rPr>
        <w:t>Il s’assied en rechignant. – À part.)</w:t>
      </w:r>
      <w:r w:rsidRPr="009C1C47">
        <w:t xml:space="preserve"> Ganache !… et Nathalie qui va m’attendre ! (</w:t>
      </w:r>
      <w:r w:rsidRPr="009C1C47">
        <w:rPr>
          <w:rStyle w:val="Taille-1Caracteres"/>
        </w:rPr>
        <w:t>Haut.)</w:t>
      </w:r>
      <w:r w:rsidRPr="009C1C47">
        <w:t xml:space="preserve"> Vous êtes bien, maintenant ?</w:t>
      </w:r>
    </w:p>
    <w:p w14:paraId="358BAD00" w14:textId="77777777" w:rsidR="008C1598" w:rsidRPr="009C1C47" w:rsidRDefault="008C1598">
      <w:pPr>
        <w:pStyle w:val="Droite"/>
      </w:pPr>
      <w:r w:rsidRPr="009C1C47">
        <w:rPr>
          <w:rStyle w:val="Taille-1Caracteres"/>
        </w:rPr>
        <w:t>La partie commence.</w:t>
      </w:r>
    </w:p>
    <w:p w14:paraId="4A7896F7"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F4463E4" w14:textId="77777777" w:rsidR="008C1598" w:rsidRPr="009C1C47" w:rsidRDefault="008C1598">
      <w:r w:rsidRPr="009C1C47">
        <w:t>Tout à fait bien.</w:t>
      </w:r>
    </w:p>
    <w:p w14:paraId="4DB8D35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691265F" w14:textId="77777777" w:rsidR="008C1598" w:rsidRPr="009C1C47" w:rsidRDefault="008C1598">
      <w:r w:rsidRPr="009C1C47">
        <w:t>Vous ne préféreriez pas prendre le thé, d’abord ?</w:t>
      </w:r>
    </w:p>
    <w:p w14:paraId="4979DBF5"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2F830DA" w14:textId="77777777" w:rsidR="008C1598" w:rsidRPr="009C1C47" w:rsidRDefault="008C1598">
      <w:r w:rsidRPr="009C1C47">
        <w:t>Non.</w:t>
      </w:r>
    </w:p>
    <w:p w14:paraId="6676F5C8" w14:textId="77777777" w:rsidR="008C1598" w:rsidRPr="009C1C47" w:rsidRDefault="008C1598">
      <w:pPr>
        <w:pStyle w:val="Centr"/>
        <w:keepNext/>
      </w:pPr>
      <w:r w:rsidRPr="009C1C47">
        <w:rPr>
          <w:rStyle w:val="Taille-1Caracteres"/>
        </w:rPr>
        <w:t>EMMA</w:t>
      </w:r>
      <w:r w:rsidRPr="009C1C47">
        <w:rPr>
          <w:rStyle w:val="Appelnotedebasdep"/>
        </w:rPr>
        <w:footnoteReference w:id="19"/>
      </w:r>
      <w:r w:rsidRPr="009C1C47">
        <w:rPr>
          <w:rStyle w:val="Taille-1Caracteres"/>
        </w:rPr>
        <w:t>.</w:t>
      </w:r>
    </w:p>
    <w:p w14:paraId="7CBFEAA5" w14:textId="77777777" w:rsidR="008C1598" w:rsidRPr="009C1C47" w:rsidRDefault="008C1598">
      <w:r w:rsidRPr="009C1C47">
        <w:t>Mais, qu’est-ce que vous faites de ce râteau, mon ami ?</w:t>
      </w:r>
    </w:p>
    <w:p w14:paraId="6999B8D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9552EE1" w14:textId="77777777" w:rsidR="008C1598" w:rsidRPr="009C1C47" w:rsidRDefault="008C1598">
      <w:r w:rsidRPr="009C1C47">
        <w:t>Je m’appuie dessus… je me donne une contenance !</w:t>
      </w:r>
    </w:p>
    <w:p w14:paraId="63F4439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2CD2714B" w14:textId="77777777" w:rsidR="008C1598" w:rsidRPr="009C1C47" w:rsidRDefault="008C1598">
      <w:r w:rsidRPr="009C1C47">
        <w:t>Laissez donc ! c’est un fétiche !</w:t>
      </w:r>
    </w:p>
    <w:p w14:paraId="205117E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après avoir joué.</w:t>
      </w:r>
    </w:p>
    <w:p w14:paraId="620DA6BE" w14:textId="77777777" w:rsidR="008C1598" w:rsidRPr="009C1C47" w:rsidRDefault="008C1598">
      <w:r w:rsidRPr="009C1C47">
        <w:t>Oh ! j’ai fait une imprudence !</w:t>
      </w:r>
    </w:p>
    <w:p w14:paraId="40C2B3F8"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 s’absorbant.</w:t>
      </w:r>
    </w:p>
    <w:p w14:paraId="087F0EFC" w14:textId="77777777" w:rsidR="008C1598" w:rsidRPr="009C1C47" w:rsidRDefault="008C1598">
      <w:r w:rsidRPr="009C1C47">
        <w:t>Chut !</w:t>
      </w:r>
    </w:p>
    <w:p w14:paraId="0D6E7D84" w14:textId="77777777" w:rsidR="008C1598" w:rsidRPr="009C1C47" w:rsidRDefault="008C1598">
      <w:pPr>
        <w:pStyle w:val="Droite"/>
      </w:pPr>
      <w:r w:rsidRPr="009C1C47">
        <w:rPr>
          <w:rStyle w:val="Taille-1Caracteres"/>
        </w:rPr>
        <w:t xml:space="preserve">Il joue. </w:t>
      </w:r>
      <w:proofErr w:type="spellStart"/>
      <w:r w:rsidRPr="009C1C47">
        <w:rPr>
          <w:rStyle w:val="Taille-1Caracteres"/>
        </w:rPr>
        <w:t>Boisramé</w:t>
      </w:r>
      <w:proofErr w:type="spellEnd"/>
      <w:r w:rsidRPr="009C1C47">
        <w:rPr>
          <w:rStyle w:val="Taille-1Caracteres"/>
        </w:rPr>
        <w:t xml:space="preserve"> va pour avancer un cavalier.</w:t>
      </w:r>
    </w:p>
    <w:p w14:paraId="62D1EB9F"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l’arrêtant.</w:t>
      </w:r>
    </w:p>
    <w:p w14:paraId="2A491538" w14:textId="77777777" w:rsidR="008C1598" w:rsidRPr="009C1C47" w:rsidRDefault="008C1598">
      <w:r w:rsidRPr="009C1C47">
        <w:t>Pas le cavalier !</w:t>
      </w:r>
    </w:p>
    <w:p w14:paraId="50BFD2B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A04B536" w14:textId="77777777" w:rsidR="008C1598" w:rsidRPr="009C1C47" w:rsidRDefault="008C1598">
      <w:r w:rsidRPr="009C1C47">
        <w:t>Mais si, le cavalier ! (</w:t>
      </w:r>
      <w:r w:rsidRPr="009C1C47">
        <w:rPr>
          <w:rStyle w:val="Taille-1Caracteres"/>
        </w:rPr>
        <w:t>Bas.)</w:t>
      </w:r>
      <w:r w:rsidRPr="009C1C47">
        <w:t xml:space="preserve"> Il faut se faire battre !</w:t>
      </w:r>
    </w:p>
    <w:p w14:paraId="51A8D1ED" w14:textId="77777777" w:rsidR="008C1598" w:rsidRPr="009C1C47" w:rsidRDefault="008C1598">
      <w:pPr>
        <w:pStyle w:val="Centr"/>
        <w:keepNext/>
      </w:pPr>
      <w:r w:rsidRPr="009C1C47">
        <w:rPr>
          <w:rStyle w:val="Taille-1Caracteres"/>
        </w:rPr>
        <w:t>EMMA, même jeu.</w:t>
      </w:r>
    </w:p>
    <w:p w14:paraId="548A4DDC" w14:textId="77777777" w:rsidR="008C1598" w:rsidRPr="009C1C47" w:rsidRDefault="008C1598">
      <w:r w:rsidRPr="009C1C47">
        <w:t>Ça le flatte !</w:t>
      </w:r>
    </w:p>
    <w:p w14:paraId="58D9C5D0" w14:textId="77777777" w:rsidR="008C1598" w:rsidRPr="009C1C47" w:rsidRDefault="008C1598">
      <w:pPr>
        <w:pStyle w:val="Droite"/>
      </w:pPr>
      <w:r w:rsidRPr="009C1C47">
        <w:rPr>
          <w:rStyle w:val="Taille-1Caracteres"/>
        </w:rPr>
        <w:t>Elle remonte à droite.</w:t>
      </w:r>
    </w:p>
    <w:p w14:paraId="3586B50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même jeu.</w:t>
      </w:r>
    </w:p>
    <w:p w14:paraId="0BDC6A33" w14:textId="77777777" w:rsidR="008C1598" w:rsidRPr="009C1C47" w:rsidRDefault="008C1598">
      <w:r w:rsidRPr="009C1C47">
        <w:t>Nous jouons à qui perd gagne !</w:t>
      </w:r>
    </w:p>
    <w:p w14:paraId="21E2DC07" w14:textId="77777777" w:rsidR="008C1598" w:rsidRPr="009C1C47" w:rsidRDefault="008C1598">
      <w:pPr>
        <w:pStyle w:val="Centr"/>
        <w:keepNext/>
      </w:pPr>
      <w:proofErr w:type="spellStart"/>
      <w:r w:rsidRPr="009C1C47">
        <w:rPr>
          <w:rStyle w:val="Taille-1Caracteres"/>
        </w:rPr>
        <w:t>PERDRIGEOT</w:t>
      </w:r>
      <w:proofErr w:type="spellEnd"/>
      <w:r w:rsidRPr="009C1C47">
        <w:rPr>
          <w:rStyle w:val="Appelnotedebasdep"/>
        </w:rPr>
        <w:footnoteReference w:id="20"/>
      </w:r>
      <w:r w:rsidRPr="009C1C47">
        <w:rPr>
          <w:rStyle w:val="Taille-1Caracteres"/>
        </w:rPr>
        <w:t>.</w:t>
      </w:r>
    </w:p>
    <w:p w14:paraId="171FC68C" w14:textId="77777777" w:rsidR="008C1598" w:rsidRPr="009C1C47" w:rsidRDefault="008C1598">
      <w:r w:rsidRPr="009C1C47">
        <w:t>Alors… le fou, là !… Ce sera encore plus mauvais !</w:t>
      </w:r>
    </w:p>
    <w:p w14:paraId="39109FB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4DCBBB18" w14:textId="77777777" w:rsidR="008C1598" w:rsidRPr="009C1C47" w:rsidRDefault="008C1598">
      <w:r w:rsidRPr="009C1C47">
        <w:t>Huit heures ! Nathalie m’attend ! (</w:t>
      </w:r>
      <w:r w:rsidRPr="009C1C47">
        <w:rPr>
          <w:rStyle w:val="Taille-1Caracteres"/>
        </w:rPr>
        <w:t>À Emma qui va sortir.)</w:t>
      </w:r>
      <w:r w:rsidRPr="009C1C47">
        <w:t xml:space="preserve"> Où vas-tu, toi ?</w:t>
      </w:r>
    </w:p>
    <w:p w14:paraId="1BD5677B" w14:textId="77777777" w:rsidR="008C1598" w:rsidRPr="009C1C47" w:rsidRDefault="008C1598">
      <w:pPr>
        <w:pStyle w:val="Centr"/>
        <w:keepNext/>
      </w:pPr>
      <w:r w:rsidRPr="009C1C47">
        <w:rPr>
          <w:rStyle w:val="Taille-1Caracteres"/>
        </w:rPr>
        <w:t>EMMA, prête à sortir par le pan coupé de droite.</w:t>
      </w:r>
    </w:p>
    <w:p w14:paraId="64EF9267" w14:textId="77777777" w:rsidR="008C1598" w:rsidRPr="009C1C47" w:rsidRDefault="008C1598">
      <w:r w:rsidRPr="009C1C47">
        <w:t>Je vais au jardin…</w:t>
      </w:r>
    </w:p>
    <w:p w14:paraId="55D06683"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 à part.</w:t>
      </w:r>
    </w:p>
    <w:p w14:paraId="36F99B6A" w14:textId="77777777" w:rsidR="008C1598" w:rsidRPr="009C1C47" w:rsidRDefault="008C1598">
      <w:r w:rsidRPr="009C1C47">
        <w:t>Au jardin, merci ! et mon rendez-vous !</w:t>
      </w:r>
    </w:p>
    <w:p w14:paraId="20CBF399" w14:textId="77777777" w:rsidR="008C1598" w:rsidRPr="009C1C47" w:rsidRDefault="008C1598">
      <w:pPr>
        <w:pStyle w:val="Centr"/>
        <w:keepNext/>
      </w:pPr>
      <w:r w:rsidRPr="009C1C47">
        <w:rPr>
          <w:rStyle w:val="Taille-1Caracteres"/>
        </w:rPr>
        <w:t>EMMA.</w:t>
      </w:r>
    </w:p>
    <w:p w14:paraId="4B4CF000" w14:textId="77777777" w:rsidR="008C1598" w:rsidRPr="009C1C47" w:rsidRDefault="008C1598">
      <w:r w:rsidRPr="009C1C47">
        <w:t>J’ai un peu de migraine…</w:t>
      </w:r>
    </w:p>
    <w:p w14:paraId="61A00B69" w14:textId="77777777" w:rsidR="008C1598" w:rsidRPr="009C1C47" w:rsidRDefault="008C1598">
      <w:pPr>
        <w:pStyle w:val="Centr"/>
      </w:pPr>
      <w:proofErr w:type="spellStart"/>
      <w:r w:rsidRPr="009C1C47">
        <w:rPr>
          <w:rStyle w:val="Taille-1Caracteres"/>
        </w:rPr>
        <w:t>BOISRAMÉ</w:t>
      </w:r>
      <w:proofErr w:type="spellEnd"/>
      <w:r w:rsidRPr="009C1C47">
        <w:rPr>
          <w:rStyle w:val="Taille-1Caracteres"/>
        </w:rPr>
        <w:t>.</w:t>
      </w:r>
    </w:p>
    <w:p w14:paraId="53E2AC10" w14:textId="77777777" w:rsidR="008C1598" w:rsidRPr="009C1C47" w:rsidRDefault="008C1598">
      <w:r w:rsidRPr="009C1C47">
        <w:t>J’en ai plus que toi, et je reste !… reste aussi !</w:t>
      </w:r>
    </w:p>
    <w:p w14:paraId="39EFB163"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sans lever les yeux, – jouant.</w:t>
      </w:r>
    </w:p>
    <w:p w14:paraId="3B74F90F" w14:textId="77777777" w:rsidR="008C1598" w:rsidRPr="009C1C47" w:rsidRDefault="008C1598">
      <w:r w:rsidRPr="009C1C47">
        <w:t xml:space="preserve">Défendez votre tour, </w:t>
      </w:r>
      <w:proofErr w:type="spellStart"/>
      <w:r w:rsidRPr="009C1C47">
        <w:t>Boisramé</w:t>
      </w:r>
      <w:proofErr w:type="spellEnd"/>
      <w:r w:rsidRPr="009C1C47">
        <w:t>.</w:t>
      </w:r>
    </w:p>
    <w:p w14:paraId="118382F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D447214" w14:textId="77777777" w:rsidR="008C1598" w:rsidRPr="009C1C47" w:rsidRDefault="008C1598">
      <w:r w:rsidRPr="009C1C47">
        <w:t>Ma tour… ou mon tour ?… Attends ! Attends ! je vais t’embarrasser !</w:t>
      </w:r>
    </w:p>
    <w:p w14:paraId="45D9717C" w14:textId="77777777" w:rsidR="008C1598" w:rsidRPr="009C1C47" w:rsidRDefault="008C1598">
      <w:pPr>
        <w:pStyle w:val="Droite"/>
      </w:pPr>
      <w:r w:rsidRPr="009C1C47">
        <w:rPr>
          <w:rStyle w:val="Taille-1Caracteres"/>
        </w:rPr>
        <w:t>Il joue.</w:t>
      </w:r>
    </w:p>
    <w:p w14:paraId="41E38494"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5061F622" w14:textId="77777777" w:rsidR="008C1598" w:rsidRPr="009C1C47" w:rsidRDefault="008C1598">
      <w:proofErr w:type="spellStart"/>
      <w:r w:rsidRPr="009C1C47">
        <w:t>Heuh</w:t>
      </w:r>
      <w:proofErr w:type="spellEnd"/>
      <w:r w:rsidRPr="009C1C47">
        <w:t> !…</w:t>
      </w:r>
    </w:p>
    <w:p w14:paraId="592C646C" w14:textId="77777777" w:rsidR="008C1598" w:rsidRPr="009C1C47" w:rsidRDefault="008C1598">
      <w:pPr>
        <w:pStyle w:val="Droite"/>
      </w:pPr>
      <w:r w:rsidRPr="009C1C47">
        <w:rPr>
          <w:rStyle w:val="Taille-1Caracteres"/>
        </w:rPr>
        <w:t>Il se prend le nez et réfléchit.</w:t>
      </w:r>
    </w:p>
    <w:p w14:paraId="1715568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8A65ED4" w14:textId="77777777" w:rsidR="008C1598" w:rsidRPr="009C1C47" w:rsidRDefault="008C1598">
      <w:r w:rsidRPr="009C1C47">
        <w:t xml:space="preserve">J’ai la tête comme un boisseau ! et cette tension d’esprit… Prends un peu ma place, </w:t>
      </w:r>
      <w:proofErr w:type="spellStart"/>
      <w:r w:rsidRPr="009C1C47">
        <w:t>Perdrigeot</w:t>
      </w:r>
      <w:proofErr w:type="spellEnd"/>
      <w:r w:rsidRPr="009C1C47">
        <w:t> !</w:t>
      </w:r>
    </w:p>
    <w:p w14:paraId="1190AB4F" w14:textId="77777777" w:rsidR="008C1598" w:rsidRPr="009C1C47" w:rsidRDefault="008C1598">
      <w:pPr>
        <w:pStyle w:val="Droite"/>
      </w:pPr>
      <w:r w:rsidRPr="009C1C47">
        <w:rPr>
          <w:rStyle w:val="Taille-1Caracteres"/>
        </w:rPr>
        <w:t>Il se lève.</w:t>
      </w:r>
    </w:p>
    <w:p w14:paraId="7608A35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46EBF1B" w14:textId="77777777" w:rsidR="008C1598" w:rsidRPr="009C1C47" w:rsidRDefault="008C1598">
      <w:r w:rsidRPr="009C1C47">
        <w:t>Par exemple !</w:t>
      </w:r>
    </w:p>
    <w:p w14:paraId="67A656BB" w14:textId="77777777" w:rsidR="008C1598" w:rsidRPr="009C1C47" w:rsidRDefault="008C1598">
      <w:pPr>
        <w:pStyle w:val="Centr"/>
        <w:keepNext/>
      </w:pPr>
      <w:r w:rsidRPr="009C1C47">
        <w:rPr>
          <w:rStyle w:val="Taille-1Caracteres"/>
        </w:rPr>
        <w:lastRenderedPageBreak/>
        <w:t>EMMA.</w:t>
      </w:r>
    </w:p>
    <w:p w14:paraId="735A41A9" w14:textId="77777777" w:rsidR="008C1598" w:rsidRPr="009C1C47" w:rsidRDefault="008C1598">
      <w:r w:rsidRPr="009C1C47">
        <w:t xml:space="preserve">Prenez un peu sa place, monsieur </w:t>
      </w:r>
      <w:proofErr w:type="spellStart"/>
      <w:r w:rsidRPr="009C1C47">
        <w:t>Perdrigeot</w:t>
      </w:r>
      <w:proofErr w:type="spellEnd"/>
      <w:r w:rsidRPr="009C1C47">
        <w:t xml:space="preserve">… puisque monsieur </w:t>
      </w:r>
      <w:proofErr w:type="spellStart"/>
      <w:r w:rsidRPr="009C1C47">
        <w:t>Boisramé</w:t>
      </w:r>
      <w:proofErr w:type="spellEnd"/>
      <w:r w:rsidRPr="009C1C47">
        <w:t xml:space="preserve"> a la migraine.</w:t>
      </w:r>
    </w:p>
    <w:p w14:paraId="6895E8A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A0B3D09" w14:textId="77777777" w:rsidR="008C1598" w:rsidRPr="009C1C47" w:rsidRDefault="008C1598">
      <w:r w:rsidRPr="009C1C47">
        <w:t xml:space="preserve">Mais </w:t>
      </w:r>
      <w:proofErr w:type="spellStart"/>
      <w:r w:rsidRPr="009C1C47">
        <w:t>Courtansoux</w:t>
      </w:r>
      <w:proofErr w:type="spellEnd"/>
      <w:r w:rsidRPr="009C1C47">
        <w:t xml:space="preserve"> s’apercevra…</w:t>
      </w:r>
    </w:p>
    <w:p w14:paraId="7C31717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FDAAAFD" w14:textId="77777777" w:rsidR="008C1598" w:rsidRPr="009C1C47" w:rsidRDefault="008C1598">
      <w:r w:rsidRPr="009C1C47">
        <w:t>De rien ! quand il joue aux échecs…</w:t>
      </w:r>
    </w:p>
    <w:p w14:paraId="52DE6DC5" w14:textId="77777777" w:rsidR="008C1598" w:rsidRPr="009C1C47" w:rsidRDefault="008C1598">
      <w:pPr>
        <w:pStyle w:val="Centr"/>
        <w:keepNext/>
      </w:pPr>
      <w:r w:rsidRPr="009C1C47">
        <w:rPr>
          <w:rStyle w:val="Taille-1Caracteres"/>
        </w:rPr>
        <w:t>EMMA.</w:t>
      </w:r>
    </w:p>
    <w:p w14:paraId="3A2611CF" w14:textId="77777777" w:rsidR="008C1598" w:rsidRPr="009C1C47" w:rsidRDefault="008C1598">
      <w:r w:rsidRPr="009C1C47">
        <w:t>Qu’il réfléchit…</w:t>
      </w:r>
    </w:p>
    <w:p w14:paraId="6185F39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ADF9776" w14:textId="77777777" w:rsidR="008C1598" w:rsidRPr="009C1C47" w:rsidRDefault="008C1598">
      <w:r w:rsidRPr="009C1C47">
        <w:t>Et qu’il se tient le nez… la terre tremblerait…</w:t>
      </w:r>
    </w:p>
    <w:p w14:paraId="1EC28A5F" w14:textId="77777777" w:rsidR="008C1598" w:rsidRPr="009C1C47" w:rsidRDefault="008C1598">
      <w:pPr>
        <w:pStyle w:val="Centr"/>
        <w:keepNext/>
      </w:pPr>
      <w:r w:rsidRPr="009C1C47">
        <w:rPr>
          <w:rStyle w:val="Taille-1Caracteres"/>
        </w:rPr>
        <w:t>EMMA.</w:t>
      </w:r>
    </w:p>
    <w:p w14:paraId="284325C5" w14:textId="77777777" w:rsidR="008C1598" w:rsidRPr="009C1C47" w:rsidRDefault="008C1598">
      <w:r w:rsidRPr="009C1C47">
        <w:t>La foudre tomberait…</w:t>
      </w:r>
    </w:p>
    <w:p w14:paraId="330CC67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C25A8A8" w14:textId="77777777" w:rsidR="008C1598" w:rsidRPr="009C1C47" w:rsidRDefault="008C1598">
      <w:r w:rsidRPr="009C1C47">
        <w:t>La maison croulerait !…</w:t>
      </w:r>
    </w:p>
    <w:p w14:paraId="1BC3F313" w14:textId="77777777" w:rsidR="008C1598" w:rsidRPr="009C1C47" w:rsidRDefault="008C1598">
      <w:pPr>
        <w:pStyle w:val="Droite"/>
      </w:pPr>
      <w:r w:rsidRPr="009C1C47">
        <w:rPr>
          <w:rStyle w:val="Taille-1Caracteres"/>
        </w:rPr>
        <w:t>Il frappe violemment avec son râteau.</w:t>
      </w:r>
    </w:p>
    <w:p w14:paraId="4750E2AA" w14:textId="77777777" w:rsidR="008C1598" w:rsidRPr="009C1C47" w:rsidRDefault="008C1598">
      <w:pPr>
        <w:pStyle w:val="Centr"/>
        <w:keepNext/>
      </w:pPr>
      <w:proofErr w:type="spellStart"/>
      <w:r w:rsidRPr="009C1C47">
        <w:rPr>
          <w:rStyle w:val="Taille-1Caracteres"/>
        </w:rPr>
        <w:t>PERDRIGEOT</w:t>
      </w:r>
      <w:proofErr w:type="spellEnd"/>
      <w:r w:rsidR="008D3574" w:rsidRPr="009C1C47">
        <w:rPr>
          <w:rStyle w:val="Taille-1Caracteres"/>
        </w:rPr>
        <w:t>.</w:t>
      </w:r>
    </w:p>
    <w:p w14:paraId="05146788" w14:textId="77777777" w:rsidR="008C1598" w:rsidRPr="009C1C47" w:rsidRDefault="008C1598">
      <w:r w:rsidRPr="009C1C47">
        <w:t>Comme toi alors, quand tu te grattes les mollets…</w:t>
      </w:r>
    </w:p>
    <w:p w14:paraId="7AD482B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5A80DDC" w14:textId="77777777" w:rsidR="008C1598" w:rsidRPr="009C1C47" w:rsidRDefault="008C1598">
      <w:r w:rsidRPr="009C1C47">
        <w:t>Prends ma place ! (</w:t>
      </w:r>
      <w:r w:rsidRPr="009C1C47">
        <w:rPr>
          <w:rStyle w:val="Taille-1Caracteres"/>
        </w:rPr>
        <w:t xml:space="preserve">Il fait asseoir </w:t>
      </w:r>
      <w:proofErr w:type="spellStart"/>
      <w:r w:rsidRPr="009C1C47">
        <w:rPr>
          <w:rStyle w:val="Taille-1Caracteres"/>
        </w:rPr>
        <w:t>Perdrigeot</w:t>
      </w:r>
      <w:proofErr w:type="spellEnd"/>
      <w:r w:rsidRPr="009C1C47">
        <w:rPr>
          <w:rStyle w:val="Taille-1Caracteres"/>
        </w:rPr>
        <w:t>. – À Emma.)</w:t>
      </w:r>
      <w:r w:rsidRPr="009C1C47">
        <w:t xml:space="preserve"> Et toi, conseille-le ! (</w:t>
      </w:r>
      <w:r w:rsidRPr="009C1C47">
        <w:rPr>
          <w:rStyle w:val="Taille-1Caracteres"/>
        </w:rPr>
        <w:t>À part.)</w:t>
      </w:r>
      <w:r w:rsidRPr="009C1C47">
        <w:t xml:space="preserve"> Je puis m’en aller !… huit heures dix !… pourvu que Nathalie m’ait attendu ? Ah ! </w:t>
      </w:r>
      <w:proofErr w:type="spellStart"/>
      <w:r w:rsidRPr="009C1C47">
        <w:t>Marcadieu</w:t>
      </w:r>
      <w:proofErr w:type="spellEnd"/>
      <w:r w:rsidRPr="009C1C47">
        <w:t xml:space="preserve"> ratisse !</w:t>
      </w:r>
    </w:p>
    <w:p w14:paraId="5B28872A" w14:textId="77777777" w:rsidR="008C1598" w:rsidRPr="009C1C47" w:rsidRDefault="008C1598">
      <w:pPr>
        <w:pStyle w:val="Droite"/>
      </w:pPr>
      <w:r w:rsidRPr="009C1C47">
        <w:rPr>
          <w:rStyle w:val="Taille-1Caracteres"/>
        </w:rPr>
        <w:t>Il sort par le pan coupé de droite eu brandissant son râteau.</w:t>
      </w:r>
    </w:p>
    <w:p w14:paraId="3CD632B8" w14:textId="77777777" w:rsidR="008C1598" w:rsidRPr="009C1C47" w:rsidRDefault="008C1598">
      <w:pPr>
        <w:pStyle w:val="Titre1"/>
      </w:pPr>
      <w:bookmarkStart w:id="9" w:name="_Toc195641078"/>
      <w:r w:rsidRPr="009C1C47">
        <w:lastRenderedPageBreak/>
        <w:t>SCÈNE IX</w:t>
      </w:r>
      <w:bookmarkEnd w:id="9"/>
    </w:p>
    <w:p w14:paraId="00649C3B" w14:textId="77777777" w:rsidR="008C1598" w:rsidRPr="009C1C47" w:rsidRDefault="008C1598">
      <w:pPr>
        <w:pStyle w:val="Centr"/>
        <w:keepNext/>
      </w:pPr>
      <w:r w:rsidRPr="009C1C47">
        <w:rPr>
          <w:rStyle w:val="Taille-1Caracteres"/>
        </w:rPr>
        <w:t xml:space="preserve">Les Mêmes, moins </w:t>
      </w:r>
      <w:proofErr w:type="spellStart"/>
      <w:r w:rsidRPr="009C1C47">
        <w:rPr>
          <w:rStyle w:val="Taille-1Caracteres"/>
        </w:rPr>
        <w:t>BOISRAM</w:t>
      </w:r>
      <w:r w:rsidR="008D3574" w:rsidRPr="009C1C47">
        <w:rPr>
          <w:rStyle w:val="Taille-1Caracteres"/>
        </w:rPr>
        <w:t>É</w:t>
      </w:r>
      <w:proofErr w:type="spellEnd"/>
      <w:r w:rsidRPr="009C1C47">
        <w:rPr>
          <w:rStyle w:val="Taille-1Caracteres"/>
        </w:rPr>
        <w:t>.</w:t>
      </w:r>
    </w:p>
    <w:p w14:paraId="2ECA3FAD" w14:textId="77777777" w:rsidR="008C1598" w:rsidRPr="009C1C47" w:rsidRDefault="008C1598"/>
    <w:p w14:paraId="1FF9AB30"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assis devant l’échiquier, à Emma</w:t>
      </w:r>
      <w:r w:rsidRPr="009C1C47">
        <w:rPr>
          <w:rStyle w:val="Appelnotedebasdep"/>
        </w:rPr>
        <w:footnoteReference w:id="21"/>
      </w:r>
      <w:r w:rsidRPr="009C1C47">
        <w:rPr>
          <w:rStyle w:val="Taille-1Caracteres"/>
        </w:rPr>
        <w:t>.</w:t>
      </w:r>
    </w:p>
    <w:p w14:paraId="48292269" w14:textId="77777777" w:rsidR="008C1598" w:rsidRPr="009C1C47" w:rsidRDefault="008C1598">
      <w:r w:rsidRPr="009C1C47">
        <w:t>Et vous disiez que vous m’aviez donné votre cœur ?</w:t>
      </w:r>
    </w:p>
    <w:p w14:paraId="6D19E50B" w14:textId="77777777" w:rsidR="008C1598" w:rsidRPr="009C1C47" w:rsidRDefault="008C1598">
      <w:pPr>
        <w:pStyle w:val="Centr"/>
        <w:keepNext/>
      </w:pPr>
      <w:r w:rsidRPr="009C1C47">
        <w:rPr>
          <w:rStyle w:val="Taille-1Caracteres"/>
        </w:rPr>
        <w:t>EMMA.</w:t>
      </w:r>
    </w:p>
    <w:p w14:paraId="1574BB1A" w14:textId="77777777" w:rsidR="008C1598" w:rsidRPr="009C1C47" w:rsidRDefault="008C1598">
      <w:r w:rsidRPr="009C1C47">
        <w:t>Mon mari a l’amitié un peu égoïste.</w:t>
      </w:r>
    </w:p>
    <w:p w14:paraId="3A3AA1B2"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65A0DEA" w14:textId="77777777" w:rsidR="008C1598" w:rsidRPr="009C1C47" w:rsidRDefault="008C1598">
      <w:r w:rsidRPr="009C1C47">
        <w:t>Ça ne serait rien si vous aviez l’amour moins effarouché !</w:t>
      </w:r>
    </w:p>
    <w:p w14:paraId="77D4CB8E" w14:textId="77777777" w:rsidR="008C1598" w:rsidRPr="009C1C47" w:rsidRDefault="008C1598">
      <w:pPr>
        <w:pStyle w:val="Centr"/>
        <w:keepNext/>
      </w:pPr>
      <w:r w:rsidRPr="009C1C47">
        <w:rPr>
          <w:rStyle w:val="Taille-1Caracteres"/>
        </w:rPr>
        <w:t>EMMA.</w:t>
      </w:r>
    </w:p>
    <w:p w14:paraId="39920909" w14:textId="77777777" w:rsidR="008C1598" w:rsidRPr="009C1C47" w:rsidRDefault="008C1598">
      <w:r w:rsidRPr="009C1C47">
        <w:t>Prenez garde !</w:t>
      </w:r>
    </w:p>
    <w:p w14:paraId="32718140"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se levant.</w:t>
      </w:r>
    </w:p>
    <w:p w14:paraId="47784C11" w14:textId="77777777" w:rsidR="008C1598" w:rsidRPr="009C1C47" w:rsidRDefault="008C1598">
      <w:r w:rsidRPr="009C1C47">
        <w:t xml:space="preserve">À qui ? </w:t>
      </w:r>
      <w:proofErr w:type="spellStart"/>
      <w:r w:rsidRPr="009C1C47">
        <w:t>Boisramé</w:t>
      </w:r>
      <w:proofErr w:type="spellEnd"/>
      <w:r w:rsidRPr="009C1C47">
        <w:t xml:space="preserve"> n’est plus là !</w:t>
      </w:r>
    </w:p>
    <w:p w14:paraId="6D0AFD84" w14:textId="77777777" w:rsidR="008C1598" w:rsidRPr="009C1C47" w:rsidRDefault="008C1598">
      <w:pPr>
        <w:pStyle w:val="Centr"/>
        <w:keepNext/>
      </w:pPr>
      <w:r w:rsidRPr="009C1C47">
        <w:rPr>
          <w:rStyle w:val="Taille-1Caracteres"/>
        </w:rPr>
        <w:t>EMMA.</w:t>
      </w:r>
    </w:p>
    <w:p w14:paraId="59ACACE2" w14:textId="77777777" w:rsidR="008C1598" w:rsidRPr="009C1C47" w:rsidRDefault="008C1598">
      <w:r w:rsidRPr="009C1C47">
        <w:t xml:space="preserve">Mais monsieur </w:t>
      </w:r>
      <w:proofErr w:type="spellStart"/>
      <w:r w:rsidRPr="009C1C47">
        <w:t>Courtansoux</w:t>
      </w:r>
      <w:proofErr w:type="spellEnd"/>
      <w:r w:rsidRPr="009C1C47">
        <w:t> ?</w:t>
      </w:r>
    </w:p>
    <w:p w14:paraId="507144B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4665941" w14:textId="77777777" w:rsidR="008C1598" w:rsidRPr="009C1C47" w:rsidRDefault="008C1598">
      <w:r w:rsidRPr="009C1C47">
        <w:t>Sorti aussi ! il se tient le nez ! – il se tient le nez, et je puis vous dire…</w:t>
      </w:r>
    </w:p>
    <w:p w14:paraId="057AE99C"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 jouant. Il frappe chaque fois sur l’échiquier, avec les pièces qu’il avance, un coup sec qui avertit les autres personnages.</w:t>
      </w:r>
    </w:p>
    <w:p w14:paraId="5760B4BA" w14:textId="77777777" w:rsidR="008C1598" w:rsidRPr="009C1C47" w:rsidRDefault="008C1598">
      <w:r w:rsidRPr="009C1C47">
        <w:t xml:space="preserve">Attention au cavalier, </w:t>
      </w:r>
      <w:proofErr w:type="spellStart"/>
      <w:r w:rsidRPr="009C1C47">
        <w:t>Boisramé</w:t>
      </w:r>
      <w:proofErr w:type="spellEnd"/>
      <w:r w:rsidRPr="009C1C47">
        <w:t> !</w:t>
      </w:r>
    </w:p>
    <w:p w14:paraId="3402201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allant à la table, à Emma.</w:t>
      </w:r>
    </w:p>
    <w:p w14:paraId="50969229" w14:textId="77777777" w:rsidR="008C1598" w:rsidRPr="009C1C47" w:rsidRDefault="008C1598">
      <w:r w:rsidRPr="009C1C47">
        <w:t>Venez au moins me conseiller !</w:t>
      </w:r>
    </w:p>
    <w:p w14:paraId="3B720D61" w14:textId="77777777" w:rsidR="008C1598" w:rsidRPr="009C1C47" w:rsidRDefault="008C1598">
      <w:pPr>
        <w:pStyle w:val="Centr"/>
        <w:keepNext/>
      </w:pPr>
      <w:r w:rsidRPr="009C1C47">
        <w:rPr>
          <w:rStyle w:val="Taille-1Caracteres"/>
        </w:rPr>
        <w:t>EMMA.</w:t>
      </w:r>
    </w:p>
    <w:p w14:paraId="21781DF4" w14:textId="77777777" w:rsidR="008C1598" w:rsidRPr="009C1C47" w:rsidRDefault="008C1598">
      <w:r w:rsidRPr="009C1C47">
        <w:t>Oui, mais soyez prudent !</w:t>
      </w:r>
    </w:p>
    <w:p w14:paraId="1821D9B5"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assis.</w:t>
      </w:r>
    </w:p>
    <w:p w14:paraId="65A9B3D7" w14:textId="77777777" w:rsidR="008C1598" w:rsidRPr="009C1C47" w:rsidRDefault="008C1598">
      <w:r w:rsidRPr="009C1C47">
        <w:t>Je le serai ! je vais toujours l’embarrasser un peu.</w:t>
      </w:r>
    </w:p>
    <w:p w14:paraId="3A653D10" w14:textId="77777777" w:rsidR="008C1598" w:rsidRPr="009C1C47" w:rsidRDefault="008C1598">
      <w:pPr>
        <w:pStyle w:val="Droite"/>
      </w:pPr>
      <w:r w:rsidRPr="009C1C47">
        <w:rPr>
          <w:rStyle w:val="Taille-1Caracteres"/>
        </w:rPr>
        <w:t>Il joue.</w:t>
      </w:r>
    </w:p>
    <w:p w14:paraId="58E44F40"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49C12C2E" w14:textId="77777777" w:rsidR="008C1598" w:rsidRPr="009C1C47" w:rsidRDefault="008C1598">
      <w:proofErr w:type="spellStart"/>
      <w:r w:rsidRPr="009C1C47">
        <w:t>Heuh</w:t>
      </w:r>
      <w:proofErr w:type="spellEnd"/>
      <w:r w:rsidRPr="009C1C47">
        <w:t> !</w:t>
      </w:r>
    </w:p>
    <w:p w14:paraId="12C8CA10" w14:textId="77777777" w:rsidR="008C1598" w:rsidRPr="009C1C47" w:rsidRDefault="008C1598">
      <w:pPr>
        <w:pStyle w:val="Droite"/>
      </w:pPr>
      <w:r w:rsidRPr="009C1C47">
        <w:rPr>
          <w:rStyle w:val="Taille-1Caracteres"/>
        </w:rPr>
        <w:t>Il se prend le nez.</w:t>
      </w:r>
    </w:p>
    <w:p w14:paraId="3BFC8A20"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se levant.</w:t>
      </w:r>
    </w:p>
    <w:p w14:paraId="624BBDF2" w14:textId="77777777" w:rsidR="008C1598" w:rsidRPr="009C1C47" w:rsidRDefault="008C1598">
      <w:r w:rsidRPr="009C1C47">
        <w:t>Nous pouvons causer ! – car j’ai besoin de causer avec vous, Emma !</w:t>
      </w:r>
    </w:p>
    <w:p w14:paraId="0EC2E254" w14:textId="77777777" w:rsidR="008C1598" w:rsidRPr="009C1C47" w:rsidRDefault="008C1598">
      <w:pPr>
        <w:pStyle w:val="Centr"/>
        <w:keepNext/>
      </w:pPr>
      <w:r w:rsidRPr="009C1C47">
        <w:rPr>
          <w:rStyle w:val="Taille-1Caracteres"/>
        </w:rPr>
        <w:t>EMMA.</w:t>
      </w:r>
    </w:p>
    <w:p w14:paraId="65717C31" w14:textId="77777777" w:rsidR="008C1598" w:rsidRPr="009C1C47" w:rsidRDefault="008C1598">
      <w:r w:rsidRPr="009C1C47">
        <w:t>Plus bas, mon mari peut rentrer !</w:t>
      </w:r>
    </w:p>
    <w:p w14:paraId="4DB64F2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6082FFC" w14:textId="77777777" w:rsidR="008C1598" w:rsidRPr="009C1C47" w:rsidRDefault="008C1598">
      <w:r w:rsidRPr="009C1C47">
        <w:t>Oh, je sais ! il peut rentrer ! et il rentrera !… mais non, il ne rentrera pas de sitôt !… il ne rentrera pas, et cette heure est à nous !… nous sommes seuls…</w:t>
      </w:r>
    </w:p>
    <w:p w14:paraId="6325D10E"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joue.</w:t>
      </w:r>
    </w:p>
    <w:p w14:paraId="3CD1DF40" w14:textId="77777777" w:rsidR="008C1598" w:rsidRPr="009C1C47" w:rsidRDefault="008C1598">
      <w:pPr>
        <w:pStyle w:val="Centr"/>
        <w:keepNext/>
      </w:pPr>
      <w:r w:rsidRPr="009C1C47">
        <w:rPr>
          <w:rStyle w:val="Taille-1Caracteres"/>
        </w:rPr>
        <w:lastRenderedPageBreak/>
        <w:t>EMMA.</w:t>
      </w:r>
    </w:p>
    <w:p w14:paraId="5A6E79EF" w14:textId="77777777" w:rsidR="008C1598" w:rsidRPr="009C1C47" w:rsidRDefault="008C1598">
      <w:r w:rsidRPr="009C1C47">
        <w:t>Ah ! mon Dieu ! il a joué !</w:t>
      </w:r>
    </w:p>
    <w:p w14:paraId="5B489DF0" w14:textId="77777777" w:rsidR="008C1598" w:rsidRPr="009C1C47" w:rsidRDefault="008C1598">
      <w:pPr>
        <w:pStyle w:val="Droite"/>
      </w:pPr>
      <w:r w:rsidRPr="009C1C47">
        <w:rPr>
          <w:rStyle w:val="Taille-1Caracteres"/>
        </w:rPr>
        <w:t>Elle va vivement à la table et joue au hasard</w:t>
      </w:r>
      <w:r w:rsidRPr="009C1C47">
        <w:rPr>
          <w:rStyle w:val="Appelnotedebasdep"/>
        </w:rPr>
        <w:footnoteReference w:id="22"/>
      </w:r>
      <w:r w:rsidRPr="009C1C47">
        <w:rPr>
          <w:rStyle w:val="Taille-1Caracteres"/>
        </w:rPr>
        <w:t>.</w:t>
      </w:r>
    </w:p>
    <w:p w14:paraId="0BDFF16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293CE7DE" w14:textId="77777777" w:rsidR="008C1598" w:rsidRPr="009C1C47" w:rsidRDefault="008C1598">
      <w:r w:rsidRPr="009C1C47">
        <w:t>Pas mal, ce coup-là !</w:t>
      </w:r>
    </w:p>
    <w:p w14:paraId="2097F542" w14:textId="77777777" w:rsidR="008C1598" w:rsidRPr="009C1C47" w:rsidRDefault="008C1598">
      <w:pPr>
        <w:pStyle w:val="Centr"/>
        <w:keepNext/>
      </w:pPr>
      <w:r w:rsidRPr="009C1C47">
        <w:rPr>
          <w:rStyle w:val="Taille-1Caracteres"/>
        </w:rPr>
        <w:t>EMMA.</w:t>
      </w:r>
    </w:p>
    <w:p w14:paraId="00A8B501" w14:textId="77777777" w:rsidR="008C1598" w:rsidRPr="009C1C47" w:rsidRDefault="008C1598">
      <w:r w:rsidRPr="009C1C47">
        <w:t>Une inspiration.</w:t>
      </w:r>
    </w:p>
    <w:p w14:paraId="63349A8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4197C4B" w14:textId="77777777" w:rsidR="008C1598" w:rsidRPr="009C1C47" w:rsidRDefault="008C1598">
      <w:proofErr w:type="spellStart"/>
      <w:r w:rsidRPr="009C1C47">
        <w:t>Heuh</w:t>
      </w:r>
      <w:proofErr w:type="spellEnd"/>
      <w:r w:rsidRPr="009C1C47">
        <w:t> !</w:t>
      </w:r>
    </w:p>
    <w:p w14:paraId="10C23E96" w14:textId="77777777" w:rsidR="008C1598" w:rsidRPr="009C1C47" w:rsidRDefault="008C1598">
      <w:pPr>
        <w:pStyle w:val="Droite"/>
      </w:pPr>
      <w:r w:rsidRPr="009C1C47">
        <w:rPr>
          <w:rStyle w:val="Taille-1Caracteres"/>
        </w:rPr>
        <w:t>Il se prend le nez.</w:t>
      </w:r>
    </w:p>
    <w:p w14:paraId="06E7C55B"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xml:space="preserve">, après s’être assuré que </w:t>
      </w:r>
      <w:proofErr w:type="spellStart"/>
      <w:r w:rsidRPr="009C1C47">
        <w:rPr>
          <w:rStyle w:val="Taille-1Caracteres"/>
        </w:rPr>
        <w:t>Courtansoux</w:t>
      </w:r>
      <w:proofErr w:type="spellEnd"/>
      <w:r w:rsidRPr="009C1C47">
        <w:rPr>
          <w:rStyle w:val="Taille-1Caracteres"/>
        </w:rPr>
        <w:t xml:space="preserve"> s’est pris le nez.</w:t>
      </w:r>
    </w:p>
    <w:p w14:paraId="048AE4C4" w14:textId="77777777" w:rsidR="008C1598" w:rsidRPr="009C1C47" w:rsidRDefault="008C1598">
      <w:r w:rsidRPr="009C1C47">
        <w:t>Nous sommes seuls… Écoutez-moi, Emma !… car si votre cœur reste pour moi de roc…</w:t>
      </w:r>
    </w:p>
    <w:p w14:paraId="5F76E93A" w14:textId="77777777" w:rsidR="008C1598" w:rsidRPr="009C1C47" w:rsidRDefault="008C1598">
      <w:pPr>
        <w:pStyle w:val="Droite"/>
      </w:pPr>
      <w:r w:rsidRPr="009C1C47">
        <w:rPr>
          <w:rStyle w:val="Taille-1Caracteres"/>
        </w:rPr>
        <w:t>Il lui prend les mains.</w:t>
      </w:r>
    </w:p>
    <w:p w14:paraId="6FDE2E7C" w14:textId="77777777" w:rsidR="008C1598" w:rsidRPr="009C1C47" w:rsidRDefault="008C1598">
      <w:pPr>
        <w:pStyle w:val="Centr"/>
        <w:keepNext/>
      </w:pPr>
      <w:r w:rsidRPr="009C1C47">
        <w:rPr>
          <w:rStyle w:val="Taille-1Caracteres"/>
        </w:rPr>
        <w:t>EMMA, passant à droite</w:t>
      </w:r>
      <w:r w:rsidRPr="009C1C47">
        <w:rPr>
          <w:rStyle w:val="Appelnotedebasdep"/>
        </w:rPr>
        <w:footnoteReference w:id="23"/>
      </w:r>
      <w:r w:rsidRPr="009C1C47">
        <w:rPr>
          <w:rStyle w:val="Taille-1Caracteres"/>
        </w:rPr>
        <w:t>.</w:t>
      </w:r>
    </w:p>
    <w:p w14:paraId="39AA31C6" w14:textId="77777777" w:rsidR="008C1598" w:rsidRPr="009C1C47" w:rsidRDefault="008C1598">
      <w:r w:rsidRPr="009C1C47">
        <w:t>Laissez ma main, je vous prie !</w:t>
      </w:r>
    </w:p>
    <w:p w14:paraId="514453F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5561F2B" w14:textId="77777777" w:rsidR="008C1598" w:rsidRPr="009C1C47" w:rsidRDefault="008C1598">
      <w:r w:rsidRPr="009C1C47">
        <w:t>Si vous me refusez jusqu’à cette innocente faveur de presser votre main dans les miennes…</w:t>
      </w:r>
    </w:p>
    <w:p w14:paraId="13F698CE" w14:textId="77777777" w:rsidR="008C1598" w:rsidRPr="009C1C47" w:rsidRDefault="008C1598">
      <w:pPr>
        <w:pStyle w:val="Centr"/>
        <w:keepNext/>
      </w:pPr>
      <w:r w:rsidRPr="009C1C47">
        <w:rPr>
          <w:rStyle w:val="Taille-1Caracteres"/>
        </w:rPr>
        <w:lastRenderedPageBreak/>
        <w:t>EMMA.</w:t>
      </w:r>
    </w:p>
    <w:p w14:paraId="7650C4B0" w14:textId="77777777" w:rsidR="008C1598" w:rsidRPr="009C1C47" w:rsidRDefault="008C1598">
      <w:r w:rsidRPr="009C1C47">
        <w:t>Vous m’effrayez !</w:t>
      </w:r>
    </w:p>
    <w:p w14:paraId="13969A70" w14:textId="77777777" w:rsidR="008C1598" w:rsidRPr="009C1C47" w:rsidRDefault="008C1598">
      <w:pPr>
        <w:pStyle w:val="Centr"/>
        <w:keepNext/>
      </w:pPr>
      <w:proofErr w:type="spellStart"/>
      <w:r w:rsidRPr="009C1C47">
        <w:rPr>
          <w:rStyle w:val="Taille-1Caracteres"/>
        </w:rPr>
        <w:t>PERDRIGEOT</w:t>
      </w:r>
      <w:proofErr w:type="spellEnd"/>
      <w:r w:rsidR="008D3574" w:rsidRPr="009C1C47">
        <w:rPr>
          <w:rStyle w:val="Taille-1Caracteres"/>
        </w:rPr>
        <w:t>.</w:t>
      </w:r>
    </w:p>
    <w:p w14:paraId="13AF6FF7" w14:textId="77777777" w:rsidR="008C1598" w:rsidRPr="009C1C47" w:rsidRDefault="008C1598">
      <w:r w:rsidRPr="009C1C47">
        <w:t>Tant mieux ! car il faut en finir ! c’est trop, ou trop peu que vous m’accordez !…</w:t>
      </w:r>
    </w:p>
    <w:p w14:paraId="4C670FD3"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jouant.</w:t>
      </w:r>
    </w:p>
    <w:p w14:paraId="28D6FB3A" w14:textId="77777777" w:rsidR="008C1598" w:rsidRPr="009C1C47" w:rsidRDefault="008C1598">
      <w:r w:rsidRPr="009C1C47">
        <w:t xml:space="preserve">Votre dame est en prise, </w:t>
      </w:r>
      <w:proofErr w:type="spellStart"/>
      <w:r w:rsidRPr="009C1C47">
        <w:t>Boisramé</w:t>
      </w:r>
      <w:proofErr w:type="spellEnd"/>
      <w:r w:rsidRPr="009C1C47">
        <w:t>…</w:t>
      </w:r>
    </w:p>
    <w:p w14:paraId="5A70B74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xml:space="preserve">, il va pousser un pion et revient après que </w:t>
      </w:r>
      <w:proofErr w:type="spellStart"/>
      <w:r w:rsidRPr="009C1C47">
        <w:rPr>
          <w:rStyle w:val="Taille-1Caracteres"/>
        </w:rPr>
        <w:t>Courtansoux</w:t>
      </w:r>
      <w:proofErr w:type="spellEnd"/>
      <w:r w:rsidRPr="009C1C47">
        <w:rPr>
          <w:rStyle w:val="Taille-1Caracteres"/>
        </w:rPr>
        <w:t xml:space="preserve"> s’est pris le nez.</w:t>
      </w:r>
    </w:p>
    <w:p w14:paraId="313455D8" w14:textId="77777777" w:rsidR="008C1598" w:rsidRPr="009C1C47" w:rsidRDefault="008C1598">
      <w:r w:rsidRPr="009C1C47">
        <w:t>Trop ou trop peu ! – Je vous adore, Emma ! mon sort est dans vos mains, aimez-moi comme je veux être aimé !…</w:t>
      </w:r>
    </w:p>
    <w:p w14:paraId="3FCE0FA4" w14:textId="77777777" w:rsidR="008C1598" w:rsidRPr="009C1C47" w:rsidRDefault="008C1598">
      <w:pPr>
        <w:pStyle w:val="Centr"/>
        <w:keepNext/>
      </w:pPr>
      <w:r w:rsidRPr="009C1C47">
        <w:rPr>
          <w:rStyle w:val="Taille-1Caracteres"/>
        </w:rPr>
        <w:t>EMMA.</w:t>
      </w:r>
    </w:p>
    <w:p w14:paraId="5F3AEE0D" w14:textId="77777777" w:rsidR="008C1598" w:rsidRPr="009C1C47" w:rsidRDefault="008C1598">
      <w:r w:rsidRPr="009C1C47">
        <w:t>Ah ! monsieur Frédéric ! c’est un crime de chuchoter de pareilles choses à l’oreille d’une honnête femme !</w:t>
      </w:r>
    </w:p>
    <w:p w14:paraId="72CB6301" w14:textId="77777777" w:rsidR="008C1598" w:rsidRPr="009C1C47" w:rsidRDefault="008C1598">
      <w:pPr>
        <w:pStyle w:val="Droite"/>
      </w:pPr>
      <w:r w:rsidRPr="009C1C47">
        <w:rPr>
          <w:rStyle w:val="Taille-1Caracteres"/>
        </w:rPr>
        <w:t>Elle sort vivement par le fond.</w:t>
      </w:r>
    </w:p>
    <w:p w14:paraId="7FA207FC" w14:textId="77777777" w:rsidR="008C1598" w:rsidRPr="009C1C47" w:rsidRDefault="008C1598">
      <w:pPr>
        <w:pStyle w:val="Titre1"/>
      </w:pPr>
      <w:bookmarkStart w:id="10" w:name="_Toc195641079"/>
      <w:r w:rsidRPr="009C1C47">
        <w:lastRenderedPageBreak/>
        <w:t>SCÈNE X</w:t>
      </w:r>
      <w:bookmarkEnd w:id="10"/>
    </w:p>
    <w:p w14:paraId="06193AA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xml:space="preserve">, </w:t>
      </w:r>
      <w:proofErr w:type="spellStart"/>
      <w:r w:rsidRPr="009C1C47">
        <w:rPr>
          <w:rStyle w:val="Taille-1Caracteres"/>
        </w:rPr>
        <w:t>COURTANSOUX</w:t>
      </w:r>
      <w:proofErr w:type="spellEnd"/>
      <w:r w:rsidRPr="009C1C47">
        <w:rPr>
          <w:rStyle w:val="Taille-1Caracteres"/>
        </w:rPr>
        <w:t>.</w:t>
      </w:r>
    </w:p>
    <w:p w14:paraId="10EC9029" w14:textId="77777777" w:rsidR="008C1598" w:rsidRPr="009C1C47" w:rsidRDefault="008C1598"/>
    <w:p w14:paraId="5E6326C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part</w:t>
      </w:r>
      <w:r w:rsidRPr="009C1C47">
        <w:rPr>
          <w:rStyle w:val="Appelnotedebasdep"/>
        </w:rPr>
        <w:footnoteReference w:id="24"/>
      </w:r>
      <w:r w:rsidRPr="009C1C47">
        <w:rPr>
          <w:rStyle w:val="Taille-1Caracteres"/>
        </w:rPr>
        <w:t>.</w:t>
      </w:r>
    </w:p>
    <w:p w14:paraId="1CD438E7" w14:textId="77777777" w:rsidR="008C1598" w:rsidRPr="009C1C47" w:rsidRDefault="008C1598">
      <w:r w:rsidRPr="009C1C47">
        <w:t>Elle m’échappe !… troublée ! profondément troublée !… Elle est allée au jardin… sous la tonnelle… Et la tonnelle… la poésie de l’heure… la nuit noire… les femmes sont si bizarres !…</w:t>
      </w:r>
    </w:p>
    <w:p w14:paraId="1497B2C3" w14:textId="77777777" w:rsidR="008C1598" w:rsidRPr="009C1C47" w:rsidRDefault="008C1598">
      <w:pPr>
        <w:pStyle w:val="Droite"/>
      </w:pPr>
      <w:r w:rsidRPr="009C1C47">
        <w:rPr>
          <w:rStyle w:val="Taille-1Caracteres"/>
        </w:rPr>
        <w:t>Il va sortir.</w:t>
      </w:r>
    </w:p>
    <w:p w14:paraId="1AB1A933"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jouant.</w:t>
      </w:r>
    </w:p>
    <w:p w14:paraId="2CB4D282" w14:textId="77777777" w:rsidR="008C1598" w:rsidRPr="009C1C47" w:rsidRDefault="008C1598">
      <w:r w:rsidRPr="009C1C47">
        <w:t>À la dame !</w:t>
      </w:r>
    </w:p>
    <w:p w14:paraId="2FFC9BEB" w14:textId="77777777" w:rsidR="008C1598" w:rsidRPr="009C1C47" w:rsidRDefault="008C1598">
      <w:pPr>
        <w:pStyle w:val="Centr"/>
        <w:keepNext/>
      </w:pPr>
      <w:proofErr w:type="spellStart"/>
      <w:r w:rsidRPr="009C1C47">
        <w:rPr>
          <w:rStyle w:val="Taille-1Caracteres"/>
        </w:rPr>
        <w:t>PERDRIG</w:t>
      </w:r>
      <w:r w:rsidR="009C1C47">
        <w:rPr>
          <w:rStyle w:val="Taille-1Caracteres"/>
        </w:rPr>
        <w:t>E</w:t>
      </w:r>
      <w:r w:rsidRPr="009C1C47">
        <w:rPr>
          <w:rStyle w:val="Taille-1Caracteres"/>
        </w:rPr>
        <w:t>OT</w:t>
      </w:r>
      <w:proofErr w:type="spellEnd"/>
      <w:r w:rsidRPr="009C1C47">
        <w:rPr>
          <w:rStyle w:val="Taille-1Caracteres"/>
        </w:rPr>
        <w:t>, s’arrêtant brusquement, à part.</w:t>
      </w:r>
    </w:p>
    <w:p w14:paraId="08F66648" w14:textId="77777777" w:rsidR="008C1598" w:rsidRPr="009C1C47" w:rsidRDefault="008C1598">
      <w:r w:rsidRPr="009C1C47">
        <w:t>Encore ! mais il joue sans réfléchir, cet animal-là !</w:t>
      </w:r>
    </w:p>
    <w:p w14:paraId="6FBE9ED0" w14:textId="77777777" w:rsidR="008C1598" w:rsidRPr="009C1C47" w:rsidRDefault="008C1598">
      <w:pPr>
        <w:pStyle w:val="Droite"/>
      </w:pPr>
      <w:r w:rsidRPr="009C1C47">
        <w:rPr>
          <w:rStyle w:val="Taille-1Caracteres"/>
        </w:rPr>
        <w:t xml:space="preserve">Il joue et sort par le fond, après que </w:t>
      </w:r>
      <w:proofErr w:type="spellStart"/>
      <w:r w:rsidRPr="009C1C47">
        <w:rPr>
          <w:rStyle w:val="Taille-1Caracteres"/>
        </w:rPr>
        <w:t>Courtanso</w:t>
      </w:r>
      <w:r w:rsidR="009C1C47">
        <w:rPr>
          <w:rStyle w:val="Taille-1Caracteres"/>
        </w:rPr>
        <w:t>u</w:t>
      </w:r>
      <w:r w:rsidRPr="009C1C47">
        <w:rPr>
          <w:rStyle w:val="Taille-1Caracteres"/>
        </w:rPr>
        <w:t>x</w:t>
      </w:r>
      <w:proofErr w:type="spellEnd"/>
      <w:r w:rsidRPr="009C1C47">
        <w:rPr>
          <w:rStyle w:val="Taille-1Caracteres"/>
        </w:rPr>
        <w:t xml:space="preserve"> s’est pris le nez.</w:t>
      </w:r>
    </w:p>
    <w:p w14:paraId="7EDF766A" w14:textId="77777777" w:rsidR="008C1598" w:rsidRPr="009C1C47" w:rsidRDefault="008C1598">
      <w:pPr>
        <w:pStyle w:val="Titre1"/>
      </w:pPr>
      <w:bookmarkStart w:id="11" w:name="_Toc195641080"/>
      <w:r w:rsidRPr="009C1C47">
        <w:lastRenderedPageBreak/>
        <w:t>SCÈNE XI</w:t>
      </w:r>
      <w:bookmarkEnd w:id="11"/>
    </w:p>
    <w:p w14:paraId="5DCEAD3A"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xml:space="preserve">, puis </w:t>
      </w:r>
      <w:proofErr w:type="spellStart"/>
      <w:r w:rsidRPr="009C1C47">
        <w:rPr>
          <w:rStyle w:val="Taille-1Caracteres"/>
        </w:rPr>
        <w:t>MARCADIEU</w:t>
      </w:r>
      <w:proofErr w:type="spellEnd"/>
      <w:r w:rsidRPr="009C1C47">
        <w:rPr>
          <w:rStyle w:val="Taille-1Caracteres"/>
        </w:rPr>
        <w:t>.</w:t>
      </w:r>
    </w:p>
    <w:p w14:paraId="5CD8797D"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xml:space="preserve"> reste seul un moment.</w:t>
      </w:r>
    </w:p>
    <w:p w14:paraId="77B98E11" w14:textId="77777777" w:rsidR="008C1598" w:rsidRPr="009C1C47" w:rsidRDefault="008C1598"/>
    <w:p w14:paraId="248C2454"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xml:space="preserve">, rentrant par le pan </w:t>
      </w:r>
      <w:r w:rsidR="00D13342" w:rsidRPr="009C1C47">
        <w:rPr>
          <w:rStyle w:val="Taille-1Caracteres"/>
        </w:rPr>
        <w:t>coup</w:t>
      </w:r>
      <w:r w:rsidR="00D13342">
        <w:rPr>
          <w:rStyle w:val="Taille-1Caracteres"/>
        </w:rPr>
        <w:t>é</w:t>
      </w:r>
      <w:r w:rsidR="00D13342" w:rsidRPr="009C1C47">
        <w:rPr>
          <w:rStyle w:val="Taille-1Caracteres"/>
        </w:rPr>
        <w:t xml:space="preserve"> </w:t>
      </w:r>
      <w:r w:rsidRPr="009C1C47">
        <w:rPr>
          <w:rStyle w:val="Taille-1Caracteres"/>
        </w:rPr>
        <w:t>de droite avec le pot de couleur</w:t>
      </w:r>
      <w:r w:rsidRPr="009C1C47">
        <w:rPr>
          <w:rStyle w:val="Appelnotedebasdep"/>
        </w:rPr>
        <w:footnoteReference w:id="25"/>
      </w:r>
      <w:r w:rsidRPr="009C1C47">
        <w:rPr>
          <w:rStyle w:val="Taille-1Caracteres"/>
        </w:rPr>
        <w:t>.</w:t>
      </w:r>
    </w:p>
    <w:p w14:paraId="2F5A71A0" w14:textId="77777777" w:rsidR="008C1598" w:rsidRPr="009C1C47" w:rsidRDefault="008C1598">
      <w:r w:rsidRPr="009C1C47">
        <w:t>J’arrive de la tonnelle !… ça y est !… Et je n’ai eu que le temps de sauter la haie, pour rentrer par le verger !… le sable criait déjà doucement, (</w:t>
      </w:r>
      <w:r w:rsidRPr="009C1C47">
        <w:rPr>
          <w:rStyle w:val="Taille-1Caracteres"/>
        </w:rPr>
        <w:t>Il cache son pot à couleur derrière le secrétaire.)</w:t>
      </w:r>
      <w:r w:rsidRPr="009C1C47">
        <w:t xml:space="preserve"> Tiens, le joueur d’échecs ! on l’a lâché, tout le monde l’a lâché ! (</w:t>
      </w:r>
      <w:proofErr w:type="spellStart"/>
      <w:r w:rsidRPr="009C1C47">
        <w:rPr>
          <w:rStyle w:val="Taille-1Caracteres"/>
        </w:rPr>
        <w:t>Courtansoux</w:t>
      </w:r>
      <w:proofErr w:type="spellEnd"/>
      <w:r w:rsidRPr="009C1C47">
        <w:rPr>
          <w:rStyle w:val="Taille-1Caracteres"/>
        </w:rPr>
        <w:t xml:space="preserve"> avance un pion, il va regarder en se grattant les oreilles.)</w:t>
      </w:r>
      <w:r w:rsidRPr="009C1C47">
        <w:t xml:space="preserve"> Ah ! mais voilà une partie compromise !</w:t>
      </w:r>
    </w:p>
    <w:p w14:paraId="3BC5C910" w14:textId="77777777" w:rsidR="008C1598" w:rsidRPr="009C1C47" w:rsidRDefault="008C1598">
      <w:pPr>
        <w:pStyle w:val="Droite"/>
      </w:pPr>
      <w:r w:rsidRPr="009C1C47">
        <w:rPr>
          <w:rStyle w:val="Taille-1Caracteres"/>
        </w:rPr>
        <w:t>Il s’assied et pousse un pion, puis réfléchit.</w:t>
      </w:r>
    </w:p>
    <w:p w14:paraId="2DBF3EA9"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se démenant sur sa chaise. – Il pousse un pion.</w:t>
      </w:r>
    </w:p>
    <w:p w14:paraId="1CD396B0" w14:textId="77777777" w:rsidR="008C1598" w:rsidRPr="009C1C47" w:rsidRDefault="008C1598">
      <w:r w:rsidRPr="009C1C47">
        <w:t>Diables d’abricots !…</w:t>
      </w:r>
    </w:p>
    <w:p w14:paraId="7C48A7BD" w14:textId="77777777" w:rsidR="008C1598" w:rsidRPr="009C1C47" w:rsidRDefault="008C1598">
      <w:pPr>
        <w:pStyle w:val="Droite"/>
      </w:pPr>
      <w:r w:rsidRPr="009C1C47">
        <w:rPr>
          <w:rStyle w:val="Taille-1Caracteres"/>
        </w:rPr>
        <w:t>Il fait une grimace, se lève et sort précipitamment par le fond.</w:t>
      </w:r>
    </w:p>
    <w:p w14:paraId="0A57FAA5" w14:textId="77777777" w:rsidR="008C1598" w:rsidRPr="009C1C47" w:rsidRDefault="008C1598">
      <w:pPr>
        <w:pStyle w:val="Titre1"/>
      </w:pPr>
      <w:bookmarkStart w:id="12" w:name="_Toc195641081"/>
      <w:r w:rsidRPr="009C1C47">
        <w:lastRenderedPageBreak/>
        <w:t>SCÈNE XII</w:t>
      </w:r>
      <w:bookmarkEnd w:id="12"/>
    </w:p>
    <w:p w14:paraId="6C373E84"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xml:space="preserve">, puis </w:t>
      </w:r>
      <w:proofErr w:type="spellStart"/>
      <w:r w:rsidRPr="009C1C47">
        <w:rPr>
          <w:rStyle w:val="Taille-1Caracteres"/>
        </w:rPr>
        <w:t>BOISRAMÉ</w:t>
      </w:r>
      <w:proofErr w:type="spellEnd"/>
      <w:r w:rsidRPr="009C1C47">
        <w:rPr>
          <w:rStyle w:val="Taille-1Caracteres"/>
        </w:rPr>
        <w:t>.</w:t>
      </w:r>
    </w:p>
    <w:p w14:paraId="1E663F19" w14:textId="77777777" w:rsidR="008C1598" w:rsidRPr="009C1C47" w:rsidRDefault="008C1598">
      <w:pPr>
        <w:pStyle w:val="Centr"/>
        <w:keepNext/>
      </w:pPr>
    </w:p>
    <w:p w14:paraId="538F605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entrant par le pan coupé à gauche après un petit temps. Sa veste blanche est rayée de vert dans le dos</w:t>
      </w:r>
      <w:r w:rsidRPr="009C1C47">
        <w:rPr>
          <w:rStyle w:val="Appelnotedebasdep"/>
        </w:rPr>
        <w:footnoteReference w:id="26"/>
      </w:r>
      <w:r w:rsidRPr="009C1C47">
        <w:rPr>
          <w:rStyle w:val="Taille-1Caracteres"/>
        </w:rPr>
        <w:t>.</w:t>
      </w:r>
    </w:p>
    <w:p w14:paraId="3E700E00" w14:textId="77777777" w:rsidR="008C1598" w:rsidRPr="009C1C47" w:rsidRDefault="008C1598">
      <w:r w:rsidRPr="009C1C47">
        <w:t>J’arrive de la tonnelle !… Eh bien, je n’ai pas de chance ! J’étais arrivé le premier… Le temps de s’asseoir… cri… cri… le sable a crié !… un pas sur le gravier… nous nous sommes sauvés… et me voilà… c’est cinq louis fichus à la rivière !… (</w:t>
      </w:r>
      <w:proofErr w:type="spellStart"/>
      <w:r w:rsidRPr="009C1C47">
        <w:rPr>
          <w:rStyle w:val="Taille-1Caracteres"/>
        </w:rPr>
        <w:t>Marcadieu</w:t>
      </w:r>
      <w:proofErr w:type="spellEnd"/>
      <w:r w:rsidRPr="009C1C47">
        <w:rPr>
          <w:rStyle w:val="Taille-1Caracteres"/>
        </w:rPr>
        <w:t xml:space="preserve"> joue.)</w:t>
      </w:r>
      <w:r w:rsidRPr="009C1C47">
        <w:t xml:space="preserve"> Il est seul ! on l’a lâché ! tous les deux l’ont lâché ! (</w:t>
      </w:r>
      <w:r w:rsidRPr="009C1C47">
        <w:rPr>
          <w:rStyle w:val="Taille-1Caracteres"/>
        </w:rPr>
        <w:t xml:space="preserve">Il vient s’asseoir en face de </w:t>
      </w:r>
      <w:proofErr w:type="spellStart"/>
      <w:r w:rsidRPr="009C1C47">
        <w:rPr>
          <w:rStyle w:val="Taille-1Caracteres"/>
        </w:rPr>
        <w:t>Marcadieu</w:t>
      </w:r>
      <w:proofErr w:type="spellEnd"/>
      <w:r w:rsidRPr="009C1C47">
        <w:rPr>
          <w:rStyle w:val="Taille-1Caracteres"/>
        </w:rPr>
        <w:t>, et avance une pièce.)</w:t>
      </w:r>
      <w:r w:rsidRPr="009C1C47">
        <w:t xml:space="preserve"> Mais c’est une partie qui peut se gagner !… Attention, </w:t>
      </w:r>
      <w:proofErr w:type="spellStart"/>
      <w:r w:rsidRPr="009C1C47">
        <w:t>Boisramé</w:t>
      </w:r>
      <w:proofErr w:type="spellEnd"/>
      <w:r w:rsidRPr="009C1C47">
        <w:t> !</w:t>
      </w:r>
    </w:p>
    <w:p w14:paraId="6BD5DD68" w14:textId="77777777" w:rsidR="008C1598" w:rsidRPr="009C1C47" w:rsidRDefault="008C1598">
      <w:pPr>
        <w:pStyle w:val="Droite"/>
      </w:pPr>
      <w:r w:rsidRPr="009C1C47">
        <w:rPr>
          <w:rStyle w:val="Taille-1Caracteres"/>
        </w:rPr>
        <w:t xml:space="preserve">Il joue, puis se met à se gratter les mollets. – Inconsciemment il allonge un coup de pied sous la table à </w:t>
      </w:r>
      <w:proofErr w:type="spellStart"/>
      <w:r w:rsidRPr="009C1C47">
        <w:rPr>
          <w:rStyle w:val="Taille-1Caracteres"/>
        </w:rPr>
        <w:t>Marcadieu</w:t>
      </w:r>
      <w:proofErr w:type="spellEnd"/>
      <w:r w:rsidRPr="009C1C47">
        <w:rPr>
          <w:rStyle w:val="Taille-1Caracteres"/>
        </w:rPr>
        <w:t>.</w:t>
      </w:r>
    </w:p>
    <w:p w14:paraId="069BBC98"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xml:space="preserve">, </w:t>
      </w:r>
      <w:r w:rsidR="008D3574" w:rsidRPr="009C1C47">
        <w:rPr>
          <w:rStyle w:val="Taille-1Caracteres"/>
        </w:rPr>
        <w:t>à</w:t>
      </w:r>
      <w:r w:rsidRPr="009C1C47">
        <w:rPr>
          <w:rStyle w:val="Taille-1Caracteres"/>
        </w:rPr>
        <w:t xml:space="preserve"> part.</w:t>
      </w:r>
    </w:p>
    <w:p w14:paraId="1F9ED695" w14:textId="77777777" w:rsidR="008C1598" w:rsidRPr="009C1C47" w:rsidRDefault="008C1598">
      <w:r w:rsidRPr="009C1C47">
        <w:t>Oh ! le bourgeois ! je ne m’étais pas aperçu du changement !… faut pas qu’il me trouve ici, tout de même !… Il se gratte les mollets ; je puis me sauver…</w:t>
      </w:r>
    </w:p>
    <w:p w14:paraId="2B9AD0EC" w14:textId="77777777" w:rsidR="008C1598" w:rsidRPr="009C1C47" w:rsidRDefault="008C1598">
      <w:pPr>
        <w:pStyle w:val="Droite"/>
      </w:pPr>
      <w:r w:rsidRPr="009C1C47">
        <w:rPr>
          <w:rStyle w:val="Taille-1Caracteres"/>
        </w:rPr>
        <w:t>Il sort par la droite.</w:t>
      </w:r>
    </w:p>
    <w:p w14:paraId="6D4DA973" w14:textId="77777777" w:rsidR="008C1598" w:rsidRPr="009C1C47" w:rsidRDefault="008C1598">
      <w:pPr>
        <w:pStyle w:val="Titre1"/>
      </w:pPr>
      <w:bookmarkStart w:id="13" w:name="_Toc195641082"/>
      <w:r w:rsidRPr="009C1C47">
        <w:lastRenderedPageBreak/>
        <w:t>SCÈNE XIII</w:t>
      </w:r>
      <w:bookmarkEnd w:id="13"/>
    </w:p>
    <w:p w14:paraId="576A981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NATHALIE.</w:t>
      </w:r>
    </w:p>
    <w:p w14:paraId="2F587E3F" w14:textId="77777777" w:rsidR="008C1598" w:rsidRPr="009C1C47" w:rsidRDefault="008C1598"/>
    <w:p w14:paraId="70F007F5" w14:textId="77777777" w:rsidR="008C1598" w:rsidRPr="009C1C47" w:rsidRDefault="008C1598">
      <w:pPr>
        <w:pStyle w:val="Centr"/>
        <w:keepNext/>
      </w:pPr>
      <w:r w:rsidRPr="009C1C47">
        <w:rPr>
          <w:rStyle w:val="Taille-1Caracteres"/>
        </w:rPr>
        <w:t>NATHALIE, entrant par la gauche avec le thé qu’elle pose sur un petit guéridon a</w:t>
      </w:r>
      <w:r w:rsidR="008D3574" w:rsidRPr="009C1C47">
        <w:rPr>
          <w:rStyle w:val="Taille-1Caracteres"/>
        </w:rPr>
        <w:t>u</w:t>
      </w:r>
      <w:r w:rsidRPr="009C1C47">
        <w:rPr>
          <w:rStyle w:val="Taille-1Caracteres"/>
        </w:rPr>
        <w:t xml:space="preserve"> fond à droite. Sa robe claire est aussi rayée de vert.</w:t>
      </w:r>
    </w:p>
    <w:p w14:paraId="436E3060" w14:textId="77777777" w:rsidR="008C1598" w:rsidRPr="009C1C47" w:rsidRDefault="008C1598">
      <w:r w:rsidRPr="009C1C47">
        <w:t>J’arrive de la tonnelle !… le temps de rentrer par l’office, pour rapporter le thé ! et quelle venette !…</w:t>
      </w:r>
    </w:p>
    <w:p w14:paraId="75429BC7" w14:textId="77777777" w:rsidR="008C1598" w:rsidRPr="009C1C47" w:rsidRDefault="008C1598">
      <w:pPr>
        <w:pStyle w:val="Droite"/>
      </w:pPr>
      <w:r w:rsidRPr="009C1C47">
        <w:rPr>
          <w:rStyle w:val="Taille-1Caracteres"/>
        </w:rPr>
        <w:t>Elle sort à droite.</w:t>
      </w:r>
    </w:p>
    <w:p w14:paraId="175F1762" w14:textId="77777777" w:rsidR="008C1598" w:rsidRPr="009C1C47" w:rsidRDefault="008C1598">
      <w:pPr>
        <w:pStyle w:val="Titre1"/>
      </w:pPr>
      <w:bookmarkStart w:id="14" w:name="_Toc195641083"/>
      <w:r w:rsidRPr="009C1C47">
        <w:lastRenderedPageBreak/>
        <w:t>SCÈNE XIV</w:t>
      </w:r>
      <w:bookmarkEnd w:id="14"/>
    </w:p>
    <w:p w14:paraId="3610C84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w:t>
      </w:r>
      <w:proofErr w:type="spellStart"/>
      <w:r w:rsidRPr="009C1C47">
        <w:rPr>
          <w:rStyle w:val="Taille-1Caracteres"/>
        </w:rPr>
        <w:t>PERDRIGEOT</w:t>
      </w:r>
      <w:proofErr w:type="spellEnd"/>
      <w:r w:rsidRPr="009C1C47">
        <w:rPr>
          <w:rStyle w:val="Taille-1Caracteres"/>
        </w:rPr>
        <w:t>.</w:t>
      </w:r>
    </w:p>
    <w:p w14:paraId="3CDFC55A" w14:textId="77777777" w:rsidR="008C1598" w:rsidRPr="009C1C47" w:rsidRDefault="008C1598"/>
    <w:p w14:paraId="6FA2CFB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entrant par le fond.</w:t>
      </w:r>
    </w:p>
    <w:p w14:paraId="54072D91" w14:textId="77777777" w:rsidR="008C1598" w:rsidRPr="009C1C47" w:rsidRDefault="008C1598">
      <w:r w:rsidRPr="009C1C47">
        <w:rPr>
          <w:rStyle w:val="Taille-1Caracteres"/>
        </w:rPr>
        <w:t>J’arrive de la tonnelle !… Eh bien, non ! ce n’était pas ce que je pensais !… Elle ne m’a seulement pas permis de m’asseoir à ses côtés !… aussi est-ce fini !… Je ne reviendrai pas de quelques jours… j’aime mieux ça !…</w:t>
      </w:r>
    </w:p>
    <w:p w14:paraId="326BF336" w14:textId="77777777" w:rsidR="008C1598" w:rsidRPr="009C1C47" w:rsidRDefault="008C1598">
      <w:pPr>
        <w:pStyle w:val="Titre1"/>
      </w:pPr>
      <w:bookmarkStart w:id="15" w:name="_Toc195641084"/>
      <w:proofErr w:type="spellStart"/>
      <w:r w:rsidRPr="009C1C47">
        <w:lastRenderedPageBreak/>
        <w:t>SCENE</w:t>
      </w:r>
      <w:proofErr w:type="spellEnd"/>
      <w:r w:rsidRPr="009C1C47">
        <w:t xml:space="preserve"> XV</w:t>
      </w:r>
      <w:bookmarkEnd w:id="15"/>
    </w:p>
    <w:p w14:paraId="725E28CB" w14:textId="77777777" w:rsidR="008C1598" w:rsidRPr="009C1C47" w:rsidRDefault="008C1598">
      <w:pPr>
        <w:pStyle w:val="Centr"/>
        <w:keepNext/>
      </w:pPr>
      <w:r w:rsidRPr="009C1C47">
        <w:rPr>
          <w:rStyle w:val="Taille-1Caracteres"/>
        </w:rPr>
        <w:t>Les mêmes, EMMA.</w:t>
      </w:r>
    </w:p>
    <w:p w14:paraId="214FED35" w14:textId="77777777" w:rsidR="008C1598" w:rsidRPr="009C1C47" w:rsidRDefault="008C1598">
      <w:pPr>
        <w:pStyle w:val="Centr"/>
        <w:keepNext/>
      </w:pPr>
    </w:p>
    <w:p w14:paraId="124BCEAB" w14:textId="77777777" w:rsidR="008C1598" w:rsidRPr="009C1C47" w:rsidRDefault="008C1598">
      <w:pPr>
        <w:pStyle w:val="Centr"/>
        <w:keepNext/>
      </w:pPr>
      <w:r w:rsidRPr="009C1C47">
        <w:rPr>
          <w:rStyle w:val="Taille-1Caracteres"/>
        </w:rPr>
        <w:t>EMMA, entrant par le pan coupé de droite ; sa robe est rayée de vert</w:t>
      </w:r>
      <w:r w:rsidRPr="009C1C47">
        <w:rPr>
          <w:rStyle w:val="Appelnotedebasdep"/>
        </w:rPr>
        <w:footnoteReference w:id="27"/>
      </w:r>
      <w:r w:rsidRPr="009C1C47">
        <w:rPr>
          <w:rStyle w:val="Taille-1Caracteres"/>
        </w:rPr>
        <w:t>.</w:t>
      </w:r>
    </w:p>
    <w:p w14:paraId="01442362" w14:textId="77777777" w:rsidR="008C1598" w:rsidRPr="009C1C47" w:rsidRDefault="008C1598">
      <w:r w:rsidRPr="009C1C47">
        <w:t xml:space="preserve">Vous encore, monsieur </w:t>
      </w:r>
      <w:proofErr w:type="spellStart"/>
      <w:r w:rsidRPr="009C1C47">
        <w:t>Perdrigeot</w:t>
      </w:r>
      <w:proofErr w:type="spellEnd"/>
      <w:r w:rsidRPr="009C1C47">
        <w:t> ?</w:t>
      </w:r>
    </w:p>
    <w:p w14:paraId="2E0E0EFD"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C61D614" w14:textId="77777777" w:rsidR="008C1598" w:rsidRPr="009C1C47" w:rsidRDefault="008C1598">
      <w:r w:rsidRPr="009C1C47">
        <w:t>Rassurez-vous, madame ! je pars ce soir !… le temps de reprendre mon sac dans la chambre bleue…</w:t>
      </w:r>
    </w:p>
    <w:p w14:paraId="005E9E44" w14:textId="77777777" w:rsidR="008C1598" w:rsidRPr="009C1C47" w:rsidRDefault="008C1598">
      <w:pPr>
        <w:pStyle w:val="Droite"/>
      </w:pPr>
      <w:proofErr w:type="spellStart"/>
      <w:r w:rsidRPr="009C1C47">
        <w:rPr>
          <w:rStyle w:val="Taille-1Caracteres"/>
        </w:rPr>
        <w:t>Boisramé</w:t>
      </w:r>
      <w:proofErr w:type="spellEnd"/>
      <w:r w:rsidRPr="009C1C47">
        <w:rPr>
          <w:rStyle w:val="Taille-1Caracteres"/>
        </w:rPr>
        <w:t xml:space="preserve"> joue.</w:t>
      </w:r>
    </w:p>
    <w:p w14:paraId="48EA3C3E" w14:textId="77777777" w:rsidR="008C1598" w:rsidRPr="009C1C47" w:rsidRDefault="008C1598">
      <w:pPr>
        <w:pStyle w:val="Centr"/>
        <w:keepNext/>
      </w:pPr>
      <w:r w:rsidRPr="009C1C47">
        <w:rPr>
          <w:rStyle w:val="Taille-1Caracteres"/>
        </w:rPr>
        <w:t>EMMA.</w:t>
      </w:r>
    </w:p>
    <w:p w14:paraId="5D15F070" w14:textId="77777777" w:rsidR="008C1598" w:rsidRPr="009C1C47" w:rsidRDefault="008C1598">
      <w:r w:rsidRPr="009C1C47">
        <w:t>Il a joué !</w:t>
      </w:r>
    </w:p>
    <w:p w14:paraId="2DB5DFB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35543FF4" w14:textId="77777777" w:rsidR="008C1598" w:rsidRPr="009C1C47" w:rsidRDefault="008C1598">
      <w:r w:rsidRPr="009C1C47">
        <w:t>Il joue tout le temps ! c’est une borne !… (</w:t>
      </w:r>
      <w:r w:rsidRPr="009C1C47">
        <w:rPr>
          <w:rStyle w:val="Taille-1Caracteres"/>
        </w:rPr>
        <w:t xml:space="preserve">Il va jouer.) </w:t>
      </w:r>
      <w:r w:rsidRPr="009C1C47">
        <w:t xml:space="preserve">Oh ! c’était </w:t>
      </w:r>
      <w:proofErr w:type="spellStart"/>
      <w:r w:rsidRPr="009C1C47">
        <w:t>Boisramé</w:t>
      </w:r>
      <w:proofErr w:type="spellEnd"/>
      <w:r w:rsidRPr="009C1C47">
        <w:t> !</w:t>
      </w:r>
    </w:p>
    <w:p w14:paraId="7C2650A0" w14:textId="77777777" w:rsidR="008C1598" w:rsidRPr="009C1C47" w:rsidRDefault="008C1598">
      <w:pPr>
        <w:pStyle w:val="Centr"/>
        <w:keepNext/>
      </w:pPr>
      <w:r w:rsidRPr="009C1C47">
        <w:rPr>
          <w:rStyle w:val="Taille-1Caracteres"/>
        </w:rPr>
        <w:t>EMMA, très-effrayée.</w:t>
      </w:r>
    </w:p>
    <w:p w14:paraId="64EFF3EC" w14:textId="77777777" w:rsidR="008C1598" w:rsidRPr="009C1C47" w:rsidRDefault="008C1598">
      <w:r w:rsidRPr="009C1C47">
        <w:t>Mon mari ! nous sommes perdus !</w:t>
      </w:r>
    </w:p>
    <w:p w14:paraId="646D90DB"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A5AFF84" w14:textId="77777777" w:rsidR="008C1598" w:rsidRPr="009C1C47" w:rsidRDefault="008C1598">
      <w:r w:rsidRPr="009C1C47">
        <w:t>Non ! il se gratte les mollets !… Il n’a rien vu ! rien entendu ! Adieu, Emma ! adieu, cruelle !</w:t>
      </w:r>
    </w:p>
    <w:p w14:paraId="7009629C" w14:textId="77777777" w:rsidR="008C1598" w:rsidRPr="009C1C47" w:rsidRDefault="008C1598">
      <w:pPr>
        <w:pStyle w:val="Centr"/>
        <w:keepNext/>
      </w:pPr>
      <w:r w:rsidRPr="009C1C47">
        <w:rPr>
          <w:rStyle w:val="Taille-1Caracteres"/>
        </w:rPr>
        <w:lastRenderedPageBreak/>
        <w:t>EMMA, bas.</w:t>
      </w:r>
    </w:p>
    <w:p w14:paraId="3318FDF3" w14:textId="77777777" w:rsidR="008C1598" w:rsidRPr="009C1C47" w:rsidRDefault="008C1598">
      <w:r w:rsidRPr="009C1C47">
        <w:t>Monsieur Frédéric ! de grâce…</w:t>
      </w:r>
    </w:p>
    <w:p w14:paraId="60D30FBE"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1C0FDC45" w14:textId="77777777" w:rsidR="008C1598" w:rsidRPr="009C1C47" w:rsidRDefault="008C1598">
      <w:r w:rsidRPr="009C1C47">
        <w:t>Non !… ne revenons pas sur le passé ! je m’éloignerai, c’est juré !</w:t>
      </w:r>
      <w:r w:rsidR="008D3574" w:rsidRPr="009C1C47">
        <w:t>…</w:t>
      </w:r>
      <w:r w:rsidRPr="009C1C47">
        <w:t xml:space="preserve"> Je vous oublierai, si je le puis !… je voyagerai… quand j’aurai mon sac…</w:t>
      </w:r>
    </w:p>
    <w:p w14:paraId="2781FA4A" w14:textId="77777777" w:rsidR="008C1598" w:rsidRPr="009C1C47" w:rsidRDefault="008C1598">
      <w:pPr>
        <w:pStyle w:val="Centr"/>
        <w:keepNext/>
      </w:pPr>
      <w:r w:rsidRPr="009C1C47">
        <w:rPr>
          <w:rStyle w:val="Taille-1Caracteres"/>
        </w:rPr>
        <w:t>EMMA.</w:t>
      </w:r>
    </w:p>
    <w:p w14:paraId="406BBDB4" w14:textId="77777777" w:rsidR="008C1598" w:rsidRPr="009C1C47" w:rsidRDefault="008C1598">
      <w:r w:rsidRPr="009C1C47">
        <w:t>Je vais dire qu’on vous le descende !…</w:t>
      </w:r>
    </w:p>
    <w:p w14:paraId="00596D8C"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1CC4E75" w14:textId="77777777" w:rsidR="008C1598" w:rsidRPr="009C1C47" w:rsidRDefault="008C1598">
      <w:r w:rsidRPr="009C1C47">
        <w:t>Merci !… adieu !</w:t>
      </w:r>
    </w:p>
    <w:p w14:paraId="15EA93A2" w14:textId="77777777" w:rsidR="008C1598" w:rsidRPr="009C1C47" w:rsidRDefault="008C1598">
      <w:pPr>
        <w:pStyle w:val="Centr"/>
        <w:keepNext/>
      </w:pPr>
      <w:r w:rsidRPr="009C1C47">
        <w:rPr>
          <w:rStyle w:val="Taille-1Caracteres"/>
        </w:rPr>
        <w:t>EMMA, sortant.</w:t>
      </w:r>
    </w:p>
    <w:p w14:paraId="632E6762" w14:textId="77777777" w:rsidR="008C1598" w:rsidRPr="009C1C47" w:rsidRDefault="008C1598">
      <w:r w:rsidRPr="009C1C47">
        <w:t>Adieu !</w:t>
      </w:r>
    </w:p>
    <w:p w14:paraId="064107BD" w14:textId="77777777" w:rsidR="008C1598" w:rsidRPr="009C1C47" w:rsidRDefault="008C1598">
      <w:pPr>
        <w:pStyle w:val="Droite"/>
      </w:pPr>
      <w:r w:rsidRPr="009C1C47">
        <w:rPr>
          <w:rStyle w:val="Taille-1Caracteres"/>
        </w:rPr>
        <w:t>Elle entre à droite, deuxième plan.</w:t>
      </w:r>
    </w:p>
    <w:p w14:paraId="07D29376" w14:textId="77777777" w:rsidR="008C1598" w:rsidRPr="009C1C47" w:rsidRDefault="008C1598">
      <w:pPr>
        <w:pStyle w:val="Titre1"/>
      </w:pPr>
      <w:bookmarkStart w:id="16" w:name="_Toc195641085"/>
      <w:r w:rsidRPr="009C1C47">
        <w:lastRenderedPageBreak/>
        <w:t>SCÈNE XVI</w:t>
      </w:r>
      <w:bookmarkEnd w:id="16"/>
    </w:p>
    <w:p w14:paraId="346FD96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w:t>
      </w:r>
      <w:proofErr w:type="spellStart"/>
      <w:r w:rsidRPr="009C1C47">
        <w:rPr>
          <w:rStyle w:val="Taille-1Caracteres"/>
        </w:rPr>
        <w:t>PERDRIGEOT</w:t>
      </w:r>
      <w:proofErr w:type="spellEnd"/>
      <w:r w:rsidRPr="009C1C47">
        <w:rPr>
          <w:rStyle w:val="Taille-1Caracteres"/>
        </w:rPr>
        <w:t>.</w:t>
      </w:r>
    </w:p>
    <w:p w14:paraId="41F32AF7" w14:textId="77777777" w:rsidR="008C1598" w:rsidRPr="009C1C47" w:rsidRDefault="008C1598"/>
    <w:p w14:paraId="28C41F92"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06FBF5B7" w14:textId="77777777" w:rsidR="008C1598" w:rsidRPr="009C1C47" w:rsidRDefault="008C1598">
      <w:r w:rsidRPr="009C1C47">
        <w:t>J’aime mieux ça !… (</w:t>
      </w:r>
      <w:r w:rsidRPr="009C1C47">
        <w:rPr>
          <w:rStyle w:val="Taille-1Caracteres"/>
        </w:rPr>
        <w:t>Regardant à gauche.)</w:t>
      </w:r>
      <w:r w:rsidRPr="009C1C47">
        <w:t xml:space="preserve"> Tiens, tiens, mais cette ombre qui passe… serait-ce Nathalie qui se dirigerait vers la tonnelle ? </w:t>
      </w:r>
      <w:proofErr w:type="spellStart"/>
      <w:r w:rsidRPr="009C1C47">
        <w:t>Marcadieu</w:t>
      </w:r>
      <w:proofErr w:type="spellEnd"/>
      <w:r w:rsidRPr="009C1C47">
        <w:t xml:space="preserve"> est au verger, et </w:t>
      </w:r>
      <w:proofErr w:type="spellStart"/>
      <w:r w:rsidRPr="009C1C47">
        <w:t>Boisramé</w:t>
      </w:r>
      <w:proofErr w:type="spellEnd"/>
      <w:r w:rsidRPr="009C1C47">
        <w:t xml:space="preserve"> se gratte les mollets ! (</w:t>
      </w:r>
      <w:r w:rsidRPr="009C1C47">
        <w:rPr>
          <w:rStyle w:val="Taille-1Caracteres"/>
        </w:rPr>
        <w:t>En sortant.)</w:t>
      </w:r>
      <w:r w:rsidRPr="009C1C47">
        <w:t xml:space="preserve"> Serait-ce Nathalie ?</w:t>
      </w:r>
    </w:p>
    <w:p w14:paraId="0B0E2083" w14:textId="77777777" w:rsidR="008C1598" w:rsidRPr="009C1C47" w:rsidRDefault="008C1598">
      <w:pPr>
        <w:pStyle w:val="Droite"/>
      </w:pPr>
      <w:r w:rsidRPr="009C1C47">
        <w:rPr>
          <w:rStyle w:val="Taille-1Caracteres"/>
        </w:rPr>
        <w:t>Il sort à gauche.</w:t>
      </w:r>
    </w:p>
    <w:p w14:paraId="3801E974" w14:textId="77777777" w:rsidR="008C1598" w:rsidRPr="009C1C47" w:rsidRDefault="008C1598">
      <w:pPr>
        <w:pStyle w:val="Titre1"/>
      </w:pPr>
      <w:bookmarkStart w:id="17" w:name="_Toc195641086"/>
      <w:r w:rsidRPr="009C1C47">
        <w:lastRenderedPageBreak/>
        <w:t>SCÈNE XVII</w:t>
      </w:r>
      <w:bookmarkEnd w:id="17"/>
    </w:p>
    <w:p w14:paraId="3C65D2E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puis </w:t>
      </w:r>
      <w:proofErr w:type="spellStart"/>
      <w:r w:rsidRPr="009C1C47">
        <w:rPr>
          <w:rStyle w:val="Taille-1Caracteres"/>
        </w:rPr>
        <w:t>MARCADIEU</w:t>
      </w:r>
      <w:proofErr w:type="spellEnd"/>
      <w:r w:rsidRPr="009C1C47">
        <w:rPr>
          <w:rStyle w:val="Taille-1Caracteres"/>
        </w:rPr>
        <w:t>.</w:t>
      </w:r>
    </w:p>
    <w:p w14:paraId="2958672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s’est endormi.</w:t>
      </w:r>
    </w:p>
    <w:p w14:paraId="3F7ABD81" w14:textId="77777777" w:rsidR="008C1598" w:rsidRPr="009C1C47" w:rsidRDefault="008C1598"/>
    <w:p w14:paraId="62C4D261"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entrant du pan coupé de droite</w:t>
      </w:r>
      <w:r w:rsidRPr="009C1C47">
        <w:rPr>
          <w:rStyle w:val="Appelnotedebasdep"/>
        </w:rPr>
        <w:footnoteReference w:id="28"/>
      </w:r>
      <w:r w:rsidRPr="009C1C47">
        <w:rPr>
          <w:rStyle w:val="Taille-1Caracteres"/>
        </w:rPr>
        <w:t>.</w:t>
      </w:r>
    </w:p>
    <w:p w14:paraId="33C7CF3F" w14:textId="77777777" w:rsidR="008C1598" w:rsidRPr="009C1C47" w:rsidRDefault="008C1598">
      <w:r w:rsidRPr="009C1C47">
        <w:t>Personne au verger !… ah ! par exemple !… encore tout seul, le bourgeois !… il n’a pas démarré, depuis une heure ! Qu’est-ce que vous vous faites là, monsieur ? vous dormez ?</w:t>
      </w:r>
    </w:p>
    <w:p w14:paraId="13666EF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s’éveillant.</w:t>
      </w:r>
    </w:p>
    <w:p w14:paraId="5BBBD3B8" w14:textId="77777777" w:rsidR="008C1598" w:rsidRPr="009C1C47" w:rsidRDefault="008C1598">
      <w:r w:rsidRPr="009C1C47">
        <w:t>Mais non, je ne dors pas !… Hein ?… quoi ?… plus personne !… ils sont partis ?</w:t>
      </w:r>
    </w:p>
    <w:p w14:paraId="4FB61974"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17FB484A" w14:textId="77777777" w:rsidR="008C1598" w:rsidRPr="009C1C47" w:rsidRDefault="008C1598">
      <w:r w:rsidRPr="009C1C47">
        <w:t>Il y a beau temps !… Vous dormiez comme une souche !… alors la société…</w:t>
      </w:r>
    </w:p>
    <w:p w14:paraId="1E110DD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F4D75A2" w14:textId="77777777" w:rsidR="008C1598" w:rsidRPr="009C1C47" w:rsidRDefault="008C1598">
      <w:r w:rsidRPr="009C1C47">
        <w:t>Où est-elle la société ?</w:t>
      </w:r>
    </w:p>
    <w:p w14:paraId="29A690FC"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sournoisement.</w:t>
      </w:r>
    </w:p>
    <w:p w14:paraId="7614D1CF" w14:textId="77777777" w:rsidR="008C1598" w:rsidRPr="009C1C47" w:rsidRDefault="008C1598">
      <w:r w:rsidRPr="009C1C47">
        <w:t>On saura peut-être !</w:t>
      </w:r>
    </w:p>
    <w:p w14:paraId="17C1F03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se levant.</w:t>
      </w:r>
    </w:p>
    <w:p w14:paraId="0629CEFE" w14:textId="77777777" w:rsidR="008C1598" w:rsidRPr="009C1C47" w:rsidRDefault="008C1598">
      <w:r w:rsidRPr="009C1C47">
        <w:t>On saura ?… Et toi… qu’est-ce que tu fais, toi ? tu n’es pas allé au verger, animal ?</w:t>
      </w:r>
    </w:p>
    <w:p w14:paraId="0CF6ABA9" w14:textId="77777777" w:rsidR="008C1598" w:rsidRPr="009C1C47" w:rsidRDefault="008C1598">
      <w:pPr>
        <w:pStyle w:val="Centr"/>
        <w:keepNext/>
      </w:pPr>
      <w:proofErr w:type="spellStart"/>
      <w:r w:rsidRPr="009C1C47">
        <w:rPr>
          <w:rStyle w:val="Taille-1Caracteres"/>
        </w:rPr>
        <w:lastRenderedPageBreak/>
        <w:t>MARCADIEU</w:t>
      </w:r>
      <w:proofErr w:type="spellEnd"/>
      <w:r w:rsidRPr="009C1C47">
        <w:rPr>
          <w:rStyle w:val="Taille-1Caracteres"/>
        </w:rPr>
        <w:t>.</w:t>
      </w:r>
    </w:p>
    <w:p w14:paraId="6E242D83" w14:textId="77777777" w:rsidR="008C1598" w:rsidRPr="009C1C47" w:rsidRDefault="008C1598">
      <w:r w:rsidRPr="009C1C47">
        <w:t>Au verger, j’en viens !</w:t>
      </w:r>
    </w:p>
    <w:p w14:paraId="7CF2E07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C9B1CD1" w14:textId="77777777" w:rsidR="008C1598" w:rsidRPr="009C1C47" w:rsidRDefault="008C1598">
      <w:r w:rsidRPr="009C1C47">
        <w:t>Allons donc !… c’était toi !… c’était bien toi, imbécile !</w:t>
      </w:r>
    </w:p>
    <w:p w14:paraId="35AD25B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E8CA244" w14:textId="77777777" w:rsidR="008C1598" w:rsidRPr="009C1C47" w:rsidRDefault="008C1598">
      <w:r w:rsidRPr="009C1C47">
        <w:t>Moi, quoi ?</w:t>
      </w:r>
    </w:p>
    <w:p w14:paraId="0439DAC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A8BCAFB" w14:textId="77777777" w:rsidR="008C1598" w:rsidRPr="009C1C47" w:rsidRDefault="008C1598">
      <w:r w:rsidRPr="009C1C47">
        <w:t>Toi… sur le sable… ton pas… cri… cri… dans le gravier.</w:t>
      </w:r>
    </w:p>
    <w:p w14:paraId="1FF6D73A"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5BAB8FF4" w14:textId="77777777" w:rsidR="008C1598" w:rsidRPr="009C1C47" w:rsidRDefault="008C1598">
      <w:r w:rsidRPr="009C1C47">
        <w:t>Dans le gravier ? c’était pas moi.</w:t>
      </w:r>
    </w:p>
    <w:p w14:paraId="5FBE733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856A3DA" w14:textId="77777777" w:rsidR="008C1598" w:rsidRPr="009C1C47" w:rsidRDefault="008C1598">
      <w:r w:rsidRPr="009C1C47">
        <w:t>C’était toi, crétin, toi qui rôdais, pour pincer le séducteur… le soi-disant séducteur !</w:t>
      </w:r>
    </w:p>
    <w:p w14:paraId="1ED8B5BE"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7AC101CD" w14:textId="77777777" w:rsidR="008C1598" w:rsidRPr="009C1C47" w:rsidRDefault="008C1598">
      <w:r w:rsidRPr="009C1C47">
        <w:t>Oh bien ! c’était pas la peine de rôder, et si je ne me trompe, ils s’auront bien pincés tout seuls.</w:t>
      </w:r>
    </w:p>
    <w:p w14:paraId="596F162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effrayé.</w:t>
      </w:r>
    </w:p>
    <w:p w14:paraId="15B09ED2" w14:textId="77777777" w:rsidR="008C1598" w:rsidRPr="009C1C47" w:rsidRDefault="008C1598">
      <w:r w:rsidRPr="009C1C47">
        <w:t>Comment tout seuls ?</w:t>
      </w:r>
    </w:p>
    <w:p w14:paraId="33C9A5EC"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59EF1B16" w14:textId="77777777" w:rsidR="008C1598" w:rsidRPr="009C1C47" w:rsidRDefault="008C1598">
      <w:r w:rsidRPr="009C1C47">
        <w:t>Un truc à moi !</w:t>
      </w:r>
    </w:p>
    <w:p w14:paraId="44EEF85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EBA7AFA" w14:textId="77777777" w:rsidR="008C1598" w:rsidRPr="009C1C47" w:rsidRDefault="008C1598">
      <w:r w:rsidRPr="009C1C47">
        <w:t>Et ce truc, butor ?</w:t>
      </w:r>
    </w:p>
    <w:p w14:paraId="730C79F8" w14:textId="77777777" w:rsidR="008C1598" w:rsidRPr="009C1C47" w:rsidRDefault="008C1598">
      <w:pPr>
        <w:pStyle w:val="Centr"/>
        <w:keepNext/>
      </w:pPr>
      <w:proofErr w:type="spellStart"/>
      <w:r w:rsidRPr="009C1C47">
        <w:rPr>
          <w:rStyle w:val="Taille-1Caracteres"/>
        </w:rPr>
        <w:lastRenderedPageBreak/>
        <w:t>MARCADIEU</w:t>
      </w:r>
      <w:proofErr w:type="spellEnd"/>
      <w:r w:rsidRPr="009C1C47">
        <w:rPr>
          <w:rStyle w:val="Taille-1Caracteres"/>
        </w:rPr>
        <w:t>.</w:t>
      </w:r>
    </w:p>
    <w:p w14:paraId="40B0254A" w14:textId="77777777" w:rsidR="008C1598" w:rsidRPr="009C1C47" w:rsidRDefault="008C1598">
      <w:r w:rsidRPr="009C1C47">
        <w:t>Bien simple : j’ai repeint le banc à neuf.</w:t>
      </w:r>
    </w:p>
    <w:p w14:paraId="40936E0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 se t</w:t>
      </w:r>
      <w:r w:rsidR="00CC43B7">
        <w:rPr>
          <w:rStyle w:val="Taille-1Caracteres"/>
        </w:rPr>
        <w:t>â</w:t>
      </w:r>
      <w:r w:rsidRPr="009C1C47">
        <w:rPr>
          <w:rStyle w:val="Taille-1Caracteres"/>
        </w:rPr>
        <w:t>tant.</w:t>
      </w:r>
    </w:p>
    <w:p w14:paraId="72F032AB" w14:textId="77777777" w:rsidR="008C1598" w:rsidRPr="009C1C47" w:rsidRDefault="008C1598">
      <w:r w:rsidRPr="009C1C47">
        <w:t>Sapristi !… en ai-je ?… et Nathalie !…</w:t>
      </w:r>
    </w:p>
    <w:p w14:paraId="03D4B233"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11C50D8C" w14:textId="77777777" w:rsidR="008C1598" w:rsidRPr="009C1C47" w:rsidRDefault="008C1598">
      <w:r w:rsidRPr="009C1C47">
        <w:t>Maintenant, regardez madame…</w:t>
      </w:r>
    </w:p>
    <w:p w14:paraId="4FA55E1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6188FD3" w14:textId="77777777" w:rsidR="008C1598" w:rsidRPr="009C1C47" w:rsidRDefault="008C1598">
      <w:r w:rsidRPr="009C1C47">
        <w:t>Ma femme ?</w:t>
      </w:r>
    </w:p>
    <w:p w14:paraId="47524CD8"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3B5AE757" w14:textId="77777777" w:rsidR="008C1598" w:rsidRPr="009C1C47" w:rsidRDefault="008C1598">
      <w:r w:rsidRPr="009C1C47">
        <w:t>Regardez-la… où elle s’assied !… si elle a du vert…</w:t>
      </w:r>
    </w:p>
    <w:p w14:paraId="2969CB8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AB1A221" w14:textId="77777777" w:rsidR="008C1598" w:rsidRPr="009C1C47" w:rsidRDefault="008C1598">
      <w:r w:rsidRPr="009C1C47">
        <w:t>Ma femme ? misérable ! Tu osais soupçonner ma femme ?</w:t>
      </w:r>
    </w:p>
    <w:p w14:paraId="6BA5ACA5"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4DDD1BEB" w14:textId="77777777" w:rsidR="008C1598" w:rsidRPr="009C1C47" w:rsidRDefault="008C1598">
      <w:r w:rsidRPr="009C1C47">
        <w:t>Dame ! c’est toujours pas la mienne qui irait roucouler dans votre jardin.</w:t>
      </w:r>
    </w:p>
    <w:p w14:paraId="3684E87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3D67B11" w14:textId="77777777" w:rsidR="008C1598" w:rsidRPr="009C1C47" w:rsidRDefault="008C1598">
      <w:r w:rsidRPr="009C1C47">
        <w:t>Qu’en sais-tu, idiot ?</w:t>
      </w:r>
    </w:p>
    <w:p w14:paraId="763BF53E" w14:textId="77777777" w:rsidR="008C1598" w:rsidRPr="009C1C47" w:rsidRDefault="008C1598">
      <w:pPr>
        <w:pStyle w:val="Centr"/>
        <w:keepNext/>
      </w:pPr>
      <w:proofErr w:type="spellStart"/>
      <w:r w:rsidRPr="009C1C47">
        <w:rPr>
          <w:rStyle w:val="Taille-1Caracteres"/>
        </w:rPr>
        <w:t>MARCADIEU</w:t>
      </w:r>
      <w:proofErr w:type="spellEnd"/>
      <w:r w:rsidR="008D3574" w:rsidRPr="009C1C47">
        <w:rPr>
          <w:rStyle w:val="Taille-1Caracteres"/>
        </w:rPr>
        <w:t>.</w:t>
      </w:r>
    </w:p>
    <w:p w14:paraId="753C42F5" w14:textId="77777777" w:rsidR="008C1598" w:rsidRPr="009C1C47" w:rsidRDefault="008C1598">
      <w:r w:rsidRPr="009C1C47">
        <w:t>Nathalie, il n’y a pas de danger ! elle a été rosière !</w:t>
      </w:r>
    </w:p>
    <w:p w14:paraId="23E19F8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1B1AE86" w14:textId="77777777" w:rsidR="008C1598" w:rsidRPr="009C1C47" w:rsidRDefault="008C1598">
      <w:r w:rsidRPr="009C1C47">
        <w:t xml:space="preserve">Mais je vous prie de croire que madame </w:t>
      </w:r>
      <w:proofErr w:type="spellStart"/>
      <w:r w:rsidRPr="009C1C47">
        <w:t>Boisramé</w:t>
      </w:r>
      <w:proofErr w:type="spellEnd"/>
      <w:r w:rsidRPr="009C1C47">
        <w:t>…</w:t>
      </w:r>
    </w:p>
    <w:p w14:paraId="38811229" w14:textId="77777777" w:rsidR="008C1598" w:rsidRPr="009C1C47" w:rsidRDefault="008C1598">
      <w:pPr>
        <w:pStyle w:val="Centr"/>
        <w:keepNext/>
      </w:pPr>
      <w:proofErr w:type="spellStart"/>
      <w:r w:rsidRPr="009C1C47">
        <w:rPr>
          <w:rStyle w:val="Taille-1Caracteres"/>
        </w:rPr>
        <w:lastRenderedPageBreak/>
        <w:t>MARCADIEU</w:t>
      </w:r>
      <w:proofErr w:type="spellEnd"/>
      <w:r w:rsidRPr="009C1C47">
        <w:rPr>
          <w:rStyle w:val="Taille-1Caracteres"/>
        </w:rPr>
        <w:t>.</w:t>
      </w:r>
    </w:p>
    <w:p w14:paraId="4AA293AC" w14:textId="77777777" w:rsidR="008C1598" w:rsidRPr="009C1C47" w:rsidRDefault="008C1598">
      <w:r w:rsidRPr="009C1C47">
        <w:t>Pas certifiée toujours !… Nathalie a été certifiée !… vous avez certifié Nathalie !</w:t>
      </w:r>
    </w:p>
    <w:p w14:paraId="5A08131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2D11886" w14:textId="77777777" w:rsidR="008C1598" w:rsidRPr="009C1C47" w:rsidRDefault="008C1598">
      <w:r w:rsidRPr="009C1C47">
        <w:t>Assez ! vous êtes un drôle ! un insolent ! sortez !</w:t>
      </w:r>
    </w:p>
    <w:p w14:paraId="2AA684E1"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5144680F" w14:textId="77777777" w:rsidR="008C1598" w:rsidRPr="009C1C47" w:rsidRDefault="008C1598">
      <w:r w:rsidRPr="009C1C47">
        <w:t>C’est bon !… je sors !… je retourne au verger !… avec votre fusil, pincer votre maraudeur !… (</w:t>
      </w:r>
      <w:r w:rsidRPr="009C1C47">
        <w:rPr>
          <w:rStyle w:val="Taille-1Caracteres"/>
        </w:rPr>
        <w:t>Sortant.)</w:t>
      </w:r>
      <w:r w:rsidRPr="009C1C47">
        <w:t xml:space="preserve"> N’empêche que si elle avait du vert…</w:t>
      </w:r>
    </w:p>
    <w:p w14:paraId="4858DA65" w14:textId="77777777" w:rsidR="008C1598" w:rsidRPr="009C1C47" w:rsidRDefault="008C1598">
      <w:pPr>
        <w:pStyle w:val="Droite"/>
      </w:pPr>
      <w:r w:rsidRPr="009C1C47">
        <w:rPr>
          <w:rStyle w:val="Taille-1Caracteres"/>
        </w:rPr>
        <w:t>Il sort par le pan coupé de droite.</w:t>
      </w:r>
    </w:p>
    <w:p w14:paraId="13BF3175" w14:textId="77777777" w:rsidR="008C1598" w:rsidRPr="009C1C47" w:rsidRDefault="008C1598">
      <w:pPr>
        <w:pStyle w:val="Titre1"/>
      </w:pPr>
      <w:bookmarkStart w:id="18" w:name="_Toc195641087"/>
      <w:r w:rsidRPr="009C1C47">
        <w:lastRenderedPageBreak/>
        <w:t>SCÈNE XVIII</w:t>
      </w:r>
      <w:bookmarkEnd w:id="18"/>
    </w:p>
    <w:p w14:paraId="28D9040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puis EMMA, puis </w:t>
      </w:r>
      <w:proofErr w:type="spellStart"/>
      <w:r w:rsidRPr="009C1C47">
        <w:rPr>
          <w:rStyle w:val="Taille-1Caracteres"/>
        </w:rPr>
        <w:t>COURTANSOUX</w:t>
      </w:r>
      <w:proofErr w:type="spellEnd"/>
      <w:r w:rsidRPr="009C1C47">
        <w:rPr>
          <w:rStyle w:val="Taille-1Caracteres"/>
        </w:rPr>
        <w:t>.</w:t>
      </w:r>
    </w:p>
    <w:p w14:paraId="287C9F65" w14:textId="77777777" w:rsidR="008C1598" w:rsidRPr="009C1C47" w:rsidRDefault="008C1598"/>
    <w:p w14:paraId="4FFB9C2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seul.</w:t>
      </w:r>
    </w:p>
    <w:p w14:paraId="02A2D320" w14:textId="77777777" w:rsidR="008C1598" w:rsidRPr="009C1C47" w:rsidRDefault="008C1598">
      <w:r w:rsidRPr="009C1C47">
        <w:t>Si elle avait du vert ?… si ma femme avait du vert ?… Allons donc !… Emma !… un ange… une colombe sans tache ! L’animal… il m’a fait une émotion !… Parce que sa femme a été rosière !… mais c’est sa femme qui a du vert… Il faut l’avertir… (</w:t>
      </w:r>
      <w:r w:rsidRPr="009C1C47">
        <w:rPr>
          <w:rStyle w:val="Taille-1Caracteres"/>
        </w:rPr>
        <w:t>Appelant</w:t>
      </w:r>
      <w:r w:rsidRPr="009C1C47">
        <w:t>). Nathalie !… C’est elle qui serait perdue !… Nathalie !…</w:t>
      </w:r>
    </w:p>
    <w:p w14:paraId="3B8A1A43" w14:textId="77777777" w:rsidR="008C1598" w:rsidRPr="009C1C47" w:rsidRDefault="008C1598">
      <w:pPr>
        <w:pStyle w:val="Centr"/>
        <w:keepNext/>
      </w:pPr>
      <w:r w:rsidRPr="009C1C47">
        <w:rPr>
          <w:rStyle w:val="Taille-1Caracteres"/>
        </w:rPr>
        <w:t>EMMA, entrant de droite, deuxième plan</w:t>
      </w:r>
      <w:r w:rsidRPr="009C1C47">
        <w:rPr>
          <w:rStyle w:val="Appelnotedebasdep"/>
        </w:rPr>
        <w:footnoteReference w:id="29"/>
      </w:r>
      <w:r w:rsidRPr="009C1C47">
        <w:rPr>
          <w:rStyle w:val="Taille-1Caracteres"/>
        </w:rPr>
        <w:t>.</w:t>
      </w:r>
    </w:p>
    <w:p w14:paraId="3C1E598E" w14:textId="77777777" w:rsidR="008C1598" w:rsidRPr="009C1C47" w:rsidRDefault="008C1598">
      <w:r w:rsidRPr="009C1C47">
        <w:t>Qu’est-ce que tu lui veux, mon ami ?</w:t>
      </w:r>
    </w:p>
    <w:p w14:paraId="735E659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076B425F" w14:textId="77777777" w:rsidR="008C1598" w:rsidRPr="009C1C47" w:rsidRDefault="008C1598">
      <w:r w:rsidRPr="009C1C47">
        <w:t>Ma femme ! (</w:t>
      </w:r>
      <w:r w:rsidRPr="009C1C47">
        <w:rPr>
          <w:rStyle w:val="Taille-1Caracteres"/>
        </w:rPr>
        <w:t>Haut.)</w:t>
      </w:r>
      <w:r w:rsidRPr="009C1C47">
        <w:t xml:space="preserve"> moi ?… rien !… Je ne sais pas… je voulais m’assurer…</w:t>
      </w:r>
    </w:p>
    <w:p w14:paraId="38DDF022" w14:textId="77777777" w:rsidR="008C1598" w:rsidRPr="009C1C47" w:rsidRDefault="008C1598">
      <w:pPr>
        <w:pStyle w:val="Centr"/>
        <w:keepNext/>
      </w:pPr>
      <w:r w:rsidRPr="009C1C47">
        <w:rPr>
          <w:rStyle w:val="Taille-1Caracteres"/>
        </w:rPr>
        <w:t>EMMA.</w:t>
      </w:r>
    </w:p>
    <w:p w14:paraId="355215FA" w14:textId="77777777" w:rsidR="008C1598" w:rsidRPr="009C1C47" w:rsidRDefault="008C1598">
      <w:r w:rsidRPr="009C1C47">
        <w:t>De quoi ?… tu parais ému…</w:t>
      </w:r>
    </w:p>
    <w:p w14:paraId="2921F88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749262C" w14:textId="77777777" w:rsidR="008C1598" w:rsidRPr="009C1C47" w:rsidRDefault="008C1598">
      <w:r w:rsidRPr="009C1C47">
        <w:t>Le parais-je ?… (</w:t>
      </w:r>
      <w:r w:rsidRPr="009C1C47">
        <w:rPr>
          <w:rStyle w:val="Taille-1Caracteres"/>
        </w:rPr>
        <w:t>À part</w:t>
      </w:r>
      <w:r w:rsidRPr="009C1C47">
        <w:t>). Je le suis… cet imbécile avec ses soupçons !… (</w:t>
      </w:r>
      <w:r w:rsidRPr="009C1C47">
        <w:rPr>
          <w:rStyle w:val="Taille-1Caracteres"/>
        </w:rPr>
        <w:t>Haut.)</w:t>
      </w:r>
      <w:r w:rsidRPr="009C1C47">
        <w:t xml:space="preserve"> Imagine-toi que </w:t>
      </w:r>
      <w:proofErr w:type="spellStart"/>
      <w:r w:rsidRPr="009C1C47">
        <w:t>Marcadieu</w:t>
      </w:r>
      <w:proofErr w:type="spellEnd"/>
      <w:r w:rsidRPr="009C1C47">
        <w:t>… mais tu n’es pas allée t’asseoir au jardin ?</w:t>
      </w:r>
    </w:p>
    <w:p w14:paraId="6C4A1D81" w14:textId="77777777" w:rsidR="008C1598" w:rsidRPr="009C1C47" w:rsidRDefault="008C1598">
      <w:pPr>
        <w:pStyle w:val="Centr"/>
        <w:keepNext/>
      </w:pPr>
      <w:r w:rsidRPr="009C1C47">
        <w:rPr>
          <w:rStyle w:val="Taille-1Caracteres"/>
        </w:rPr>
        <w:lastRenderedPageBreak/>
        <w:t>EMMA, troublée.</w:t>
      </w:r>
    </w:p>
    <w:p w14:paraId="725ACE8D" w14:textId="77777777" w:rsidR="008C1598" w:rsidRPr="009C1C47" w:rsidRDefault="008C1598">
      <w:r w:rsidRPr="009C1C47">
        <w:t>Au jardin ?</w:t>
      </w:r>
    </w:p>
    <w:p w14:paraId="20B2FE9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DDED5EF" w14:textId="77777777" w:rsidR="008C1598" w:rsidRPr="009C1C47" w:rsidRDefault="008C1598">
      <w:r w:rsidRPr="009C1C47">
        <w:t>Sous la tonnelle ?… sur le banc ?…</w:t>
      </w:r>
    </w:p>
    <w:p w14:paraId="38C1DFD5" w14:textId="77777777" w:rsidR="008C1598" w:rsidRPr="009C1C47" w:rsidRDefault="008C1598">
      <w:pPr>
        <w:pStyle w:val="Centr"/>
        <w:keepNext/>
      </w:pPr>
      <w:r w:rsidRPr="009C1C47">
        <w:rPr>
          <w:rStyle w:val="Taille-1Caracteres"/>
        </w:rPr>
        <w:t>EMMA, même jeu.</w:t>
      </w:r>
    </w:p>
    <w:p w14:paraId="00B4B617" w14:textId="77777777" w:rsidR="008C1598" w:rsidRPr="009C1C47" w:rsidRDefault="008C1598">
      <w:r w:rsidRPr="009C1C47">
        <w:t>Sur le banc ?</w:t>
      </w:r>
    </w:p>
    <w:p w14:paraId="2FBA3D5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16CEFF4E" w14:textId="77777777" w:rsidR="008C1598" w:rsidRPr="009C1C47" w:rsidRDefault="008C1598">
      <w:r w:rsidRPr="009C1C47">
        <w:t>Elle se trouble ! (</w:t>
      </w:r>
      <w:r w:rsidRPr="009C1C47">
        <w:rPr>
          <w:rStyle w:val="Taille-1Caracteres"/>
        </w:rPr>
        <w:t>Haut, la faisant passer à gauche.)</w:t>
      </w:r>
      <w:r w:rsidRPr="009C1C47">
        <w:t xml:space="preserve"> Tu n’es pas… Ah !</w:t>
      </w:r>
    </w:p>
    <w:p w14:paraId="1E251F21" w14:textId="77777777" w:rsidR="008C1598" w:rsidRPr="009C1C47" w:rsidRDefault="008C1598">
      <w:pPr>
        <w:pStyle w:val="Centr"/>
        <w:keepNext/>
      </w:pPr>
      <w:r w:rsidRPr="009C1C47">
        <w:rPr>
          <w:rStyle w:val="Taille-1Caracteres"/>
        </w:rPr>
        <w:t>EMMA</w:t>
      </w:r>
      <w:r w:rsidRPr="009C1C47">
        <w:rPr>
          <w:rStyle w:val="Appelnotedebasdep"/>
        </w:rPr>
        <w:footnoteReference w:id="30"/>
      </w:r>
      <w:r w:rsidRPr="009C1C47">
        <w:rPr>
          <w:rStyle w:val="Taille-1Caracteres"/>
        </w:rPr>
        <w:t>.</w:t>
      </w:r>
    </w:p>
    <w:p w14:paraId="1127F145" w14:textId="77777777" w:rsidR="008C1598" w:rsidRPr="009C1C47" w:rsidRDefault="008C1598">
      <w:r w:rsidRPr="009C1C47">
        <w:t>Quoi ?</w:t>
      </w:r>
    </w:p>
    <w:p w14:paraId="445FAFB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5E48776" w14:textId="77777777" w:rsidR="008C1598" w:rsidRPr="009C1C47" w:rsidRDefault="008C1598">
      <w:r w:rsidRPr="009C1C47">
        <w:t>Vous vous êtes assise !…</w:t>
      </w:r>
    </w:p>
    <w:p w14:paraId="4B2D8DC9" w14:textId="77777777" w:rsidR="008C1598" w:rsidRPr="009C1C47" w:rsidRDefault="008C1598">
      <w:pPr>
        <w:pStyle w:val="Centr"/>
        <w:keepNext/>
      </w:pPr>
      <w:r w:rsidRPr="009C1C47">
        <w:rPr>
          <w:rStyle w:val="Taille-1Caracteres"/>
        </w:rPr>
        <w:t>EMMA.</w:t>
      </w:r>
    </w:p>
    <w:p w14:paraId="2DA542A5" w14:textId="77777777" w:rsidR="008C1598" w:rsidRPr="009C1C47" w:rsidRDefault="008C1598">
      <w:r w:rsidRPr="009C1C47">
        <w:t>Mais…</w:t>
      </w:r>
    </w:p>
    <w:p w14:paraId="37FA79A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F18C61E" w14:textId="77777777" w:rsidR="008C1598" w:rsidRPr="009C1C47" w:rsidRDefault="008C1598">
      <w:r w:rsidRPr="009C1C47">
        <w:t>Sous la tonnelle ! sur le banc ! ne niez pas ! il était peint de frais !</w:t>
      </w:r>
    </w:p>
    <w:p w14:paraId="14754252" w14:textId="77777777" w:rsidR="008C1598" w:rsidRPr="009C1C47" w:rsidRDefault="008C1598">
      <w:pPr>
        <w:pStyle w:val="Centr"/>
        <w:keepNext/>
      </w:pPr>
      <w:r w:rsidRPr="009C1C47">
        <w:rPr>
          <w:rStyle w:val="Taille-1Caracteres"/>
        </w:rPr>
        <w:t>EMMA, à part.</w:t>
      </w:r>
    </w:p>
    <w:p w14:paraId="717DF9F6" w14:textId="77777777" w:rsidR="008C1598" w:rsidRPr="009C1C47" w:rsidRDefault="008C1598">
      <w:r w:rsidRPr="009C1C47">
        <w:t>Ciel !</w:t>
      </w:r>
    </w:p>
    <w:p w14:paraId="08EB38B9"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42EBC97A" w14:textId="77777777" w:rsidR="008C1598" w:rsidRPr="009C1C47" w:rsidRDefault="008C1598">
      <w:r w:rsidRPr="009C1C47">
        <w:t>Son nom ?</w:t>
      </w:r>
    </w:p>
    <w:p w14:paraId="6A9D36F8" w14:textId="77777777" w:rsidR="008C1598" w:rsidRPr="009C1C47" w:rsidRDefault="008C1598">
      <w:pPr>
        <w:pStyle w:val="Centr"/>
        <w:keepNext/>
      </w:pPr>
      <w:r w:rsidRPr="009C1C47">
        <w:rPr>
          <w:rStyle w:val="Taille-1Caracteres"/>
        </w:rPr>
        <w:t>EMMA.</w:t>
      </w:r>
    </w:p>
    <w:p w14:paraId="2C52A648" w14:textId="77777777" w:rsidR="008C1598" w:rsidRPr="009C1C47" w:rsidRDefault="008C1598">
      <w:r w:rsidRPr="009C1C47">
        <w:t>Quel nom ?</w:t>
      </w:r>
    </w:p>
    <w:p w14:paraId="79C1D7F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C882230" w14:textId="77777777" w:rsidR="008C1598" w:rsidRPr="009C1C47" w:rsidRDefault="008C1598">
      <w:r w:rsidRPr="009C1C47">
        <w:t>Le nom de votre complice ?</w:t>
      </w:r>
    </w:p>
    <w:p w14:paraId="2D94491B" w14:textId="77777777" w:rsidR="008C1598" w:rsidRPr="009C1C47" w:rsidRDefault="008C1598">
      <w:pPr>
        <w:pStyle w:val="Centr"/>
        <w:keepNext/>
      </w:pPr>
      <w:r w:rsidRPr="009C1C47">
        <w:rPr>
          <w:rStyle w:val="Taille-1Caracteres"/>
        </w:rPr>
        <w:t>EMMA.</w:t>
      </w:r>
    </w:p>
    <w:p w14:paraId="2CC55718" w14:textId="77777777" w:rsidR="008C1598" w:rsidRPr="009C1C47" w:rsidRDefault="008C1598">
      <w:r w:rsidRPr="009C1C47">
        <w:t>Mais…</w:t>
      </w:r>
    </w:p>
    <w:p w14:paraId="29AAF5B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EA1E1C0" w14:textId="77777777" w:rsidR="008C1598" w:rsidRPr="009C1C47" w:rsidRDefault="008C1598">
      <w:r w:rsidRPr="009C1C47">
        <w:t>Vous refusez de le nommer ? soit ! je le chercherai !</w:t>
      </w:r>
    </w:p>
    <w:p w14:paraId="435E3BEC" w14:textId="77777777" w:rsidR="008C1598" w:rsidRPr="009C1C47" w:rsidRDefault="008C1598">
      <w:pPr>
        <w:pStyle w:val="Centr"/>
        <w:keepNext/>
      </w:pPr>
      <w:r w:rsidRPr="009C1C47">
        <w:rPr>
          <w:rStyle w:val="Taille-1Caracteres"/>
        </w:rPr>
        <w:t>EMMA, se rassurant.</w:t>
      </w:r>
    </w:p>
    <w:p w14:paraId="112D96EB" w14:textId="77777777" w:rsidR="008C1598" w:rsidRPr="009C1C47" w:rsidRDefault="008C1598">
      <w:r w:rsidRPr="009C1C47">
        <w:t>Cherchez-le !</w:t>
      </w:r>
    </w:p>
    <w:p w14:paraId="1D03621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5D76A25" w14:textId="77777777" w:rsidR="008C1598" w:rsidRPr="009C1C47" w:rsidRDefault="008C1598">
      <w:r w:rsidRPr="009C1C47">
        <w:t>Et je le trouverai… les mêmes indices le trahiront !</w:t>
      </w:r>
    </w:p>
    <w:p w14:paraId="540FDA18" w14:textId="77777777" w:rsidR="008C1598" w:rsidRPr="009C1C47" w:rsidRDefault="008C1598">
      <w:pPr>
        <w:pStyle w:val="Centr"/>
        <w:keepNext/>
      </w:pPr>
      <w:r w:rsidRPr="009C1C47">
        <w:rPr>
          <w:rStyle w:val="Taille-1Caracteres"/>
        </w:rPr>
        <w:t>EMMA.</w:t>
      </w:r>
    </w:p>
    <w:p w14:paraId="7F2E9D96" w14:textId="77777777" w:rsidR="008C1598" w:rsidRPr="009C1C47" w:rsidRDefault="008C1598">
      <w:r w:rsidRPr="009C1C47">
        <w:t>Évidemment !</w:t>
      </w:r>
    </w:p>
    <w:p w14:paraId="3A607FA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30DDC66" w14:textId="77777777" w:rsidR="008C1598" w:rsidRPr="009C1C47" w:rsidRDefault="008C1598">
      <w:r w:rsidRPr="009C1C47">
        <w:t>Je le reconnaîtrai… à son vert !</w:t>
      </w:r>
    </w:p>
    <w:p w14:paraId="65CCE768" w14:textId="77777777" w:rsidR="008C1598" w:rsidRPr="009C1C47" w:rsidRDefault="008C1598">
      <w:pPr>
        <w:pStyle w:val="Centr"/>
        <w:keepNext/>
      </w:pPr>
      <w:r w:rsidRPr="009C1C47">
        <w:rPr>
          <w:rStyle w:val="Taille-1Caracteres"/>
        </w:rPr>
        <w:t>EMMA.</w:t>
      </w:r>
    </w:p>
    <w:p w14:paraId="00D65D06" w14:textId="77777777" w:rsidR="008C1598" w:rsidRPr="009C1C47" w:rsidRDefault="008C1598">
      <w:r w:rsidRPr="009C1C47">
        <w:t>Vous le reconnaîtrez !</w:t>
      </w:r>
    </w:p>
    <w:p w14:paraId="3ABB534C"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3F775337" w14:textId="77777777" w:rsidR="008C1598" w:rsidRPr="009C1C47" w:rsidRDefault="008C1598">
      <w:r w:rsidRPr="009C1C47">
        <w:t>Ah ça ! mais vous n’allez pas me railler maintenant ?… Au déshonneur vous n’ajouterez, pas le sarcasme ?</w:t>
      </w:r>
    </w:p>
    <w:p w14:paraId="5FC04AA8"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paraît au fond.</w:t>
      </w:r>
    </w:p>
    <w:p w14:paraId="6EFCFB86" w14:textId="77777777" w:rsidR="008C1598" w:rsidRPr="009C1C47" w:rsidRDefault="008C1598">
      <w:r w:rsidRPr="009C1C47">
        <w:t>Ah ! me voilà !</w:t>
      </w:r>
    </w:p>
    <w:p w14:paraId="7A4A447A" w14:textId="77777777" w:rsidR="008C1598" w:rsidRPr="009C1C47" w:rsidRDefault="008C1598">
      <w:pPr>
        <w:pStyle w:val="Droite"/>
      </w:pPr>
      <w:r w:rsidRPr="009C1C47">
        <w:rPr>
          <w:rStyle w:val="Taille-1Caracteres"/>
        </w:rPr>
        <w:t>Son habit est abondamment rayé de vert.</w:t>
      </w:r>
    </w:p>
    <w:p w14:paraId="0E3205D1" w14:textId="77777777" w:rsidR="008C1598" w:rsidRPr="009C1C47" w:rsidRDefault="008C1598">
      <w:pPr>
        <w:pStyle w:val="Centr"/>
        <w:keepNext/>
      </w:pPr>
      <w:r w:rsidRPr="009C1C47">
        <w:rPr>
          <w:rStyle w:val="Taille-1Caracteres"/>
        </w:rPr>
        <w:t xml:space="preserve">EMMA, bas à </w:t>
      </w:r>
      <w:proofErr w:type="spellStart"/>
      <w:r w:rsidRPr="009C1C47">
        <w:rPr>
          <w:rStyle w:val="Taille-1Caracteres"/>
        </w:rPr>
        <w:t>Boisramé</w:t>
      </w:r>
      <w:proofErr w:type="spellEnd"/>
      <w:r w:rsidRPr="009C1C47">
        <w:rPr>
          <w:rStyle w:val="Taille-1Caracteres"/>
        </w:rPr>
        <w:t>.</w:t>
      </w:r>
    </w:p>
    <w:p w14:paraId="3015E264" w14:textId="77777777" w:rsidR="008C1598" w:rsidRPr="009C1C47" w:rsidRDefault="008C1598">
      <w:r w:rsidRPr="009C1C47">
        <w:t>Prenez garde !… monsieur le directeur général !</w:t>
      </w:r>
    </w:p>
    <w:p w14:paraId="529AEA6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à part.</w:t>
      </w:r>
    </w:p>
    <w:p w14:paraId="1C1F1D41" w14:textId="77777777" w:rsidR="008C1598" w:rsidRPr="009C1C47" w:rsidRDefault="008C1598">
      <w:proofErr w:type="spellStart"/>
      <w:r w:rsidRPr="009C1C47">
        <w:t>Courtansoux</w:t>
      </w:r>
      <w:proofErr w:type="spellEnd"/>
      <w:r w:rsidRPr="009C1C47">
        <w:t> ! Elle s’est troublée !</w:t>
      </w:r>
    </w:p>
    <w:p w14:paraId="70B2040D"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au public</w:t>
      </w:r>
      <w:r w:rsidRPr="009C1C47">
        <w:rPr>
          <w:rStyle w:val="Appelnotedebasdep"/>
        </w:rPr>
        <w:footnoteReference w:id="31"/>
      </w:r>
      <w:r w:rsidRPr="009C1C47">
        <w:rPr>
          <w:rStyle w:val="Taille-1Caracteres"/>
        </w:rPr>
        <w:t>.</w:t>
      </w:r>
    </w:p>
    <w:p w14:paraId="785264D3" w14:textId="77777777" w:rsidR="008C1598" w:rsidRPr="009C1C47" w:rsidRDefault="008C1598">
      <w:r w:rsidRPr="009C1C47">
        <w:t>J’arrive de la tonnelle. Cette fois, le grand air m’a réussi…</w:t>
      </w:r>
    </w:p>
    <w:p w14:paraId="0BF2E77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le regardant, à part.</w:t>
      </w:r>
    </w:p>
    <w:p w14:paraId="00A6A0F8" w14:textId="77777777" w:rsidR="008C1598" w:rsidRPr="009C1C47" w:rsidRDefault="008C1598">
      <w:r w:rsidRPr="009C1C47">
        <w:t>C’est lui !</w:t>
      </w:r>
    </w:p>
    <w:p w14:paraId="1379EA51" w14:textId="77777777" w:rsidR="008C1598" w:rsidRPr="009C1C47" w:rsidRDefault="008C1598">
      <w:pPr>
        <w:pStyle w:val="Centr"/>
        <w:keepNext/>
      </w:pPr>
      <w:r w:rsidRPr="009C1C47">
        <w:rPr>
          <w:rStyle w:val="Taille-1Caracteres"/>
        </w:rPr>
        <w:t>EMMA, de même.</w:t>
      </w:r>
    </w:p>
    <w:p w14:paraId="471EDCF3" w14:textId="77777777" w:rsidR="008C1598" w:rsidRPr="009C1C47" w:rsidRDefault="008C1598">
      <w:r w:rsidRPr="009C1C47">
        <w:t>Ah !</w:t>
      </w:r>
    </w:p>
    <w:p w14:paraId="060F2C1D"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allant pour s’asseoir.</w:t>
      </w:r>
    </w:p>
    <w:p w14:paraId="0F1BF774" w14:textId="77777777" w:rsidR="008C1598" w:rsidRPr="009C1C47" w:rsidRDefault="008C1598">
      <w:r w:rsidRPr="009C1C47">
        <w:t>Allons-nous reprendre notre petite partie ?</w:t>
      </w:r>
    </w:p>
    <w:p w14:paraId="3EF0E95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retirant la chaise.</w:t>
      </w:r>
    </w:p>
    <w:p w14:paraId="3B34A465" w14:textId="77777777" w:rsidR="008C1598" w:rsidRPr="009C1C47" w:rsidRDefault="008C1598">
      <w:r w:rsidRPr="009C1C47">
        <w:t>Ne vous asseyez pas !…</w:t>
      </w:r>
    </w:p>
    <w:p w14:paraId="6D937ED8" w14:textId="77777777" w:rsidR="008C1598" w:rsidRPr="009C1C47" w:rsidRDefault="008C1598">
      <w:pPr>
        <w:pStyle w:val="Droite"/>
      </w:pPr>
      <w:proofErr w:type="spellStart"/>
      <w:r w:rsidRPr="009C1C47">
        <w:rPr>
          <w:rStyle w:val="Taille-1Caracteres"/>
        </w:rPr>
        <w:lastRenderedPageBreak/>
        <w:t>Courtansoux</w:t>
      </w:r>
      <w:proofErr w:type="spellEnd"/>
      <w:r w:rsidRPr="009C1C47">
        <w:rPr>
          <w:rStyle w:val="Taille-1Caracteres"/>
        </w:rPr>
        <w:t xml:space="preserve"> tombe.</w:t>
      </w:r>
    </w:p>
    <w:p w14:paraId="4E762199"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assis par terre.</w:t>
      </w:r>
    </w:p>
    <w:p w14:paraId="24F3D19C" w14:textId="77777777" w:rsidR="008C1598" w:rsidRPr="009C1C47" w:rsidRDefault="008C1598">
      <w:r w:rsidRPr="009C1C47">
        <w:t>Quelle est cette mauvaise plaisanterie ?</w:t>
      </w:r>
    </w:p>
    <w:p w14:paraId="38BD1E2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furieux.</w:t>
      </w:r>
    </w:p>
    <w:p w14:paraId="4A3A4E6D" w14:textId="77777777" w:rsidR="008C1598" w:rsidRPr="009C1C47" w:rsidRDefault="008C1598">
      <w:r w:rsidRPr="009C1C47">
        <w:t>Une plaisanterie ?</w:t>
      </w:r>
    </w:p>
    <w:p w14:paraId="39DF9566" w14:textId="77777777" w:rsidR="008C1598" w:rsidRPr="009C1C47" w:rsidRDefault="008C1598">
      <w:pPr>
        <w:pStyle w:val="Centr"/>
        <w:keepNext/>
      </w:pPr>
      <w:r w:rsidRPr="009C1C47">
        <w:rPr>
          <w:rStyle w:val="Taille-1Caracteres"/>
        </w:rPr>
        <w:t>EMMA.</w:t>
      </w:r>
    </w:p>
    <w:p w14:paraId="51732FD0" w14:textId="77777777" w:rsidR="008C1598" w:rsidRPr="009C1C47" w:rsidRDefault="008C1598">
      <w:r w:rsidRPr="009C1C47">
        <w:t>Mais mon ami !…</w:t>
      </w:r>
    </w:p>
    <w:p w14:paraId="4AFE1C8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19911FB" w14:textId="77777777" w:rsidR="008C1598" w:rsidRPr="009C1C47" w:rsidRDefault="008C1598">
      <w:r w:rsidRPr="009C1C47">
        <w:t>Laissez-moi, vous ?… une plaisanterie ! malédiction !</w:t>
      </w:r>
    </w:p>
    <w:p w14:paraId="385380B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se relevant.</w:t>
      </w:r>
    </w:p>
    <w:p w14:paraId="767E68C3" w14:textId="77777777" w:rsidR="008C1598" w:rsidRPr="009C1C47" w:rsidRDefault="008C1598">
      <w:r w:rsidRPr="009C1C47">
        <w:t>Ce n’est pas drôle ce que vous avez fait là ?…</w:t>
      </w:r>
    </w:p>
    <w:p w14:paraId="6A85F11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F7E905E" w14:textId="77777777" w:rsidR="008C1598" w:rsidRPr="009C1C47" w:rsidRDefault="008C1598">
      <w:r w:rsidRPr="009C1C47">
        <w:t>Vous allez me rendre raison !</w:t>
      </w:r>
    </w:p>
    <w:p w14:paraId="2575228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19BAF169" w14:textId="77777777" w:rsidR="008C1598" w:rsidRPr="009C1C47" w:rsidRDefault="008C1598">
      <w:r w:rsidRPr="009C1C47">
        <w:t>Qu’est-ce qu’il dit ?</w:t>
      </w:r>
    </w:p>
    <w:p w14:paraId="33CC047D"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4D503DB" w14:textId="77777777" w:rsidR="008C1598" w:rsidRPr="009C1C47" w:rsidRDefault="008C1598">
      <w:r w:rsidRPr="009C1C47">
        <w:t>Je dis que vous ne ferez pas de ma femme le marchepied de ma fortune !</w:t>
      </w:r>
    </w:p>
    <w:p w14:paraId="6B01B73B"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3BDF47FF" w14:textId="77777777" w:rsidR="008C1598" w:rsidRPr="009C1C47" w:rsidRDefault="008C1598">
      <w:r w:rsidRPr="009C1C47">
        <w:t>Il est fou !</w:t>
      </w:r>
    </w:p>
    <w:p w14:paraId="7FD9DB5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3BFE940" w14:textId="77777777" w:rsidR="008C1598" w:rsidRPr="009C1C47" w:rsidRDefault="008C1598">
      <w:r w:rsidRPr="009C1C47">
        <w:t>Oui !… fou !… votre sang ou le mien !… j’ai des pistolets dans ce tiroir !</w:t>
      </w:r>
    </w:p>
    <w:p w14:paraId="54641DE1"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1FDB3494" w14:textId="77777777" w:rsidR="008C1598" w:rsidRPr="009C1C47" w:rsidRDefault="008C1598">
      <w:r w:rsidRPr="009C1C47">
        <w:t>Des pistolets !</w:t>
      </w:r>
    </w:p>
    <w:p w14:paraId="377CE490" w14:textId="77777777" w:rsidR="008C1598" w:rsidRPr="009C1C47" w:rsidRDefault="008C1598">
      <w:pPr>
        <w:pStyle w:val="Centr"/>
        <w:keepNext/>
      </w:pPr>
      <w:r w:rsidRPr="009C1C47">
        <w:rPr>
          <w:rStyle w:val="Taille-1Caracteres"/>
        </w:rPr>
        <w:t>EMMA.</w:t>
      </w:r>
    </w:p>
    <w:p w14:paraId="4D593723" w14:textId="77777777" w:rsidR="008C1598" w:rsidRPr="009C1C47" w:rsidRDefault="008C1598">
      <w:r w:rsidRPr="009C1C47">
        <w:t>Calme-toi, mon ami !…</w:t>
      </w:r>
    </w:p>
    <w:p w14:paraId="72A516D9"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26A7A91" w14:textId="77777777" w:rsidR="008C1598" w:rsidRPr="009C1C47" w:rsidRDefault="008C1598">
      <w:r w:rsidRPr="009C1C47">
        <w:t>Silence ! Je pourrais vous tuer !… je m’en rapporte au jugement de la providence.</w:t>
      </w:r>
    </w:p>
    <w:p w14:paraId="09ECF0B5" w14:textId="77777777" w:rsidR="008C1598" w:rsidRPr="009C1C47" w:rsidRDefault="008C1598">
      <w:pPr>
        <w:pStyle w:val="Droite"/>
      </w:pPr>
      <w:r w:rsidRPr="009C1C47">
        <w:rPr>
          <w:rStyle w:val="Taille-1Caracteres"/>
        </w:rPr>
        <w:t>Il va ouvrir son secrétaire.</w:t>
      </w:r>
    </w:p>
    <w:p w14:paraId="61DB1609"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2CE93FA5" w14:textId="77777777" w:rsidR="008C1598" w:rsidRPr="009C1C47" w:rsidRDefault="008C1598">
      <w:r w:rsidRPr="009C1C47">
        <w:t>Un duel !</w:t>
      </w:r>
      <w:r w:rsidR="008D3574" w:rsidRPr="009C1C47">
        <w:t>…</w:t>
      </w:r>
      <w:r w:rsidRPr="009C1C47">
        <w:t xml:space="preserve"> il est enragé !… </w:t>
      </w:r>
      <w:r w:rsidRPr="009C1C47">
        <w:rPr>
          <w:lang w:val="it-IT"/>
        </w:rPr>
        <w:t>Oh ! ma foi !…</w:t>
      </w:r>
    </w:p>
    <w:p w14:paraId="0B3B77C2" w14:textId="77777777" w:rsidR="008C1598" w:rsidRPr="009C1C47" w:rsidRDefault="008C1598">
      <w:pPr>
        <w:pStyle w:val="Droite"/>
      </w:pPr>
      <w:r w:rsidRPr="009C1C47">
        <w:rPr>
          <w:rStyle w:val="Taille-1Caracteres"/>
        </w:rPr>
        <w:t>Il remonte.</w:t>
      </w:r>
    </w:p>
    <w:p w14:paraId="036E06A7" w14:textId="77777777" w:rsidR="008C1598" w:rsidRPr="009C1C47" w:rsidRDefault="008C1598">
      <w:pPr>
        <w:pStyle w:val="Centr"/>
        <w:keepNext/>
      </w:pPr>
      <w:r w:rsidRPr="009C1C47">
        <w:rPr>
          <w:rStyle w:val="Taille-1Caracteres"/>
        </w:rPr>
        <w:t>EMMA, courant après lui.</w:t>
      </w:r>
    </w:p>
    <w:p w14:paraId="2F01D87C" w14:textId="77777777" w:rsidR="008C1598" w:rsidRPr="009C1C47" w:rsidRDefault="008C1598">
      <w:r w:rsidRPr="009C1C47">
        <w:t>Où courez-vous ?</w:t>
      </w:r>
    </w:p>
    <w:p w14:paraId="74DAE024"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0BD5AFC8" w14:textId="77777777" w:rsidR="008C1598" w:rsidRPr="009C1C47" w:rsidRDefault="008C1598">
      <w:r w:rsidRPr="009C1C47">
        <w:t>Chez moi… m’enfermer… me barricader !</w:t>
      </w:r>
    </w:p>
    <w:p w14:paraId="1FC531F2" w14:textId="77777777" w:rsidR="008C1598" w:rsidRPr="009C1C47" w:rsidRDefault="008C1598">
      <w:pPr>
        <w:pStyle w:val="Centr"/>
        <w:keepNext/>
      </w:pPr>
      <w:r w:rsidRPr="009C1C47">
        <w:rPr>
          <w:rStyle w:val="Taille-1Caracteres"/>
        </w:rPr>
        <w:t>EMMA.</w:t>
      </w:r>
    </w:p>
    <w:p w14:paraId="6B19E3C8" w14:textId="77777777" w:rsidR="008C1598" w:rsidRPr="009C1C47" w:rsidRDefault="008C1598">
      <w:r w:rsidRPr="009C1C47">
        <w:t>Non, demeurez ! pour vous justifier !… pour me justifier !</w:t>
      </w:r>
    </w:p>
    <w:p w14:paraId="5B446BD0"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AE8E3A6" w14:textId="77777777" w:rsidR="008C1598" w:rsidRPr="009C1C47" w:rsidRDefault="008C1598">
      <w:r w:rsidRPr="009C1C47">
        <w:t>Avec ça qu’il veut rien entendre !… Il a été mordu, on ne raisonne pas un homme qui a été mordu !</w:t>
      </w:r>
    </w:p>
    <w:p w14:paraId="03725663" w14:textId="77777777" w:rsidR="008C1598" w:rsidRPr="009C1C47" w:rsidRDefault="008C1598">
      <w:pPr>
        <w:pStyle w:val="Droite"/>
      </w:pPr>
      <w:r w:rsidRPr="009C1C47">
        <w:rPr>
          <w:rStyle w:val="Taille-1Caracteres"/>
        </w:rPr>
        <w:t>Il disparaît par le fond.</w:t>
      </w:r>
    </w:p>
    <w:p w14:paraId="5468C9D6" w14:textId="77777777" w:rsidR="008C1598" w:rsidRPr="009C1C47" w:rsidRDefault="008C1598">
      <w:pPr>
        <w:pStyle w:val="Titre1"/>
      </w:pPr>
      <w:bookmarkStart w:id="19" w:name="_Toc195641088"/>
      <w:r w:rsidRPr="009C1C47">
        <w:lastRenderedPageBreak/>
        <w:t>SCÈNE XIX</w:t>
      </w:r>
      <w:bookmarkEnd w:id="19"/>
    </w:p>
    <w:p w14:paraId="53140795"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xml:space="preserve">, EMMA, puis </w:t>
      </w:r>
      <w:proofErr w:type="spellStart"/>
      <w:r w:rsidRPr="009C1C47">
        <w:rPr>
          <w:rStyle w:val="Taille-1Caracteres"/>
        </w:rPr>
        <w:t>PERDRIGEOT</w:t>
      </w:r>
      <w:proofErr w:type="spellEnd"/>
      <w:r w:rsidRPr="009C1C47">
        <w:rPr>
          <w:rStyle w:val="Taille-1Caracteres"/>
        </w:rPr>
        <w:t>.</w:t>
      </w:r>
    </w:p>
    <w:p w14:paraId="4273CE19" w14:textId="77777777" w:rsidR="008C1598" w:rsidRPr="009C1C47" w:rsidRDefault="008C1598"/>
    <w:p w14:paraId="6FB66F4B" w14:textId="77777777" w:rsidR="008C1598" w:rsidRPr="009C1C47" w:rsidRDefault="008C1598">
      <w:pPr>
        <w:pStyle w:val="Centr"/>
        <w:keepNext/>
      </w:pPr>
      <w:r w:rsidRPr="009C1C47">
        <w:rPr>
          <w:rStyle w:val="Taille-1Caracteres"/>
        </w:rPr>
        <w:t>EMMA</w:t>
      </w:r>
      <w:r w:rsidRPr="009C1C47">
        <w:rPr>
          <w:rStyle w:val="Appelnotedebasdep"/>
        </w:rPr>
        <w:footnoteReference w:id="32"/>
      </w:r>
      <w:r w:rsidRPr="009C1C47">
        <w:rPr>
          <w:rStyle w:val="Taille-1Caracteres"/>
        </w:rPr>
        <w:t>.</w:t>
      </w:r>
    </w:p>
    <w:p w14:paraId="44D884C2" w14:textId="77777777" w:rsidR="008C1598" w:rsidRPr="009C1C47" w:rsidRDefault="008C1598">
      <w:r w:rsidRPr="009C1C47">
        <w:t>Quelle fatalité !… (</w:t>
      </w:r>
      <w:r w:rsidRPr="009C1C47">
        <w:rPr>
          <w:rStyle w:val="Taille-1Caracteres"/>
        </w:rPr>
        <w:t xml:space="preserve">Apercevant </w:t>
      </w:r>
      <w:proofErr w:type="spellStart"/>
      <w:r w:rsidRPr="009C1C47">
        <w:rPr>
          <w:rStyle w:val="Taille-1Caracteres"/>
        </w:rPr>
        <w:t>Boisramé</w:t>
      </w:r>
      <w:proofErr w:type="spellEnd"/>
      <w:r w:rsidRPr="009C1C47">
        <w:rPr>
          <w:rStyle w:val="Taille-1Caracteres"/>
        </w:rPr>
        <w:t xml:space="preserve"> qui lui tourne le dos.)</w:t>
      </w:r>
      <w:r w:rsidRPr="009C1C47">
        <w:t xml:space="preserve"> Ah ! il a du vert aussi !</w:t>
      </w:r>
    </w:p>
    <w:p w14:paraId="4169F1B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avec ses pistolets qu’il a cherchés dans tous les tiroirs.</w:t>
      </w:r>
    </w:p>
    <w:p w14:paraId="186A3719" w14:textId="77777777" w:rsidR="008C1598" w:rsidRPr="009C1C47" w:rsidRDefault="008C1598">
      <w:r w:rsidRPr="009C1C47">
        <w:t>Sortons, monsieur !… il s’est échappé !</w:t>
      </w:r>
      <w:r w:rsidR="007512C7" w:rsidRPr="009C1C47">
        <w:t>…</w:t>
      </w:r>
      <w:r w:rsidRPr="009C1C47">
        <w:t xml:space="preserve"> mais je le rattraperai !</w:t>
      </w:r>
    </w:p>
    <w:p w14:paraId="3DD0701B" w14:textId="77777777" w:rsidR="008C1598" w:rsidRPr="009C1C47" w:rsidRDefault="008C1598">
      <w:pPr>
        <w:pStyle w:val="Droite"/>
      </w:pPr>
      <w:r w:rsidRPr="009C1C47">
        <w:rPr>
          <w:rStyle w:val="Taille-1Caracteres"/>
        </w:rPr>
        <w:t>Il remonte.</w:t>
      </w:r>
    </w:p>
    <w:p w14:paraId="0069943A" w14:textId="77777777" w:rsidR="008C1598" w:rsidRPr="009C1C47" w:rsidRDefault="008C1598">
      <w:pPr>
        <w:pStyle w:val="Centr"/>
        <w:keepNext/>
      </w:pPr>
      <w:r w:rsidRPr="009C1C47">
        <w:rPr>
          <w:rStyle w:val="Taille-1Caracteres"/>
        </w:rPr>
        <w:t>EMMA.</w:t>
      </w:r>
    </w:p>
    <w:p w14:paraId="6D68356E" w14:textId="77777777" w:rsidR="008C1598" w:rsidRPr="009C1C47" w:rsidRDefault="008C1598">
      <w:r w:rsidRPr="009C1C47">
        <w:t>Mon ami, de grâce, écoutez-moi !</w:t>
      </w:r>
    </w:p>
    <w:p w14:paraId="51D6BE4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terrible.</w:t>
      </w:r>
    </w:p>
    <w:p w14:paraId="364EF260" w14:textId="77777777" w:rsidR="008C1598" w:rsidRPr="009C1C47" w:rsidRDefault="008C1598">
      <w:r w:rsidRPr="009C1C47">
        <w:t>Arrière ! laissez passer la justice du foyer !</w:t>
      </w:r>
    </w:p>
    <w:p w14:paraId="0DB53062" w14:textId="77777777" w:rsidR="008C1598" w:rsidRPr="009C1C47" w:rsidRDefault="008C1598">
      <w:pPr>
        <w:pStyle w:val="Droite"/>
      </w:pPr>
      <w:proofErr w:type="spellStart"/>
      <w:r w:rsidRPr="009C1C47">
        <w:rPr>
          <w:rStyle w:val="Taille-1Caracteres"/>
        </w:rPr>
        <w:t>Courtansoux</w:t>
      </w:r>
      <w:proofErr w:type="spellEnd"/>
      <w:r w:rsidRPr="009C1C47">
        <w:rPr>
          <w:rStyle w:val="Taille-1Caracteres"/>
        </w:rPr>
        <w:t xml:space="preserve"> pousse un cri de douleur au dehors.</w:t>
      </w:r>
    </w:p>
    <w:p w14:paraId="7B0DDB7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la cantonade, au fond.</w:t>
      </w:r>
    </w:p>
    <w:p w14:paraId="5DA96974" w14:textId="77777777" w:rsidR="008C1598" w:rsidRPr="009C1C47" w:rsidRDefault="008C1598">
      <w:r w:rsidRPr="009C1C47">
        <w:t>Ne courez donc plus ! Vous allez vous casser la figure !</w:t>
      </w:r>
    </w:p>
    <w:p w14:paraId="473F5F7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53ED171" w14:textId="77777777" w:rsidR="008C1598" w:rsidRPr="009C1C47" w:rsidRDefault="008C1598">
      <w:proofErr w:type="spellStart"/>
      <w:r w:rsidRPr="009C1C47">
        <w:t>Courtansoux</w:t>
      </w:r>
      <w:proofErr w:type="spellEnd"/>
      <w:r w:rsidRPr="009C1C47">
        <w:t> ?</w:t>
      </w:r>
    </w:p>
    <w:p w14:paraId="35F5BB23" w14:textId="77777777" w:rsidR="008C1598" w:rsidRPr="009C1C47" w:rsidRDefault="008C1598">
      <w:pPr>
        <w:pStyle w:val="Droite"/>
      </w:pPr>
      <w:r w:rsidRPr="009C1C47">
        <w:rPr>
          <w:rStyle w:val="Taille-1Caracteres"/>
        </w:rPr>
        <w:t>Nouveaux cris plus éloignés avec bruit de vitres qui se cassent.</w:t>
      </w:r>
    </w:p>
    <w:p w14:paraId="2F18F473" w14:textId="77777777" w:rsidR="008C1598" w:rsidRPr="009C1C47" w:rsidRDefault="008C1598">
      <w:pPr>
        <w:pStyle w:val="Centr"/>
        <w:keepNext/>
      </w:pPr>
      <w:proofErr w:type="spellStart"/>
      <w:r w:rsidRPr="009C1C47">
        <w:rPr>
          <w:rStyle w:val="Taille-1Caracteres"/>
        </w:rPr>
        <w:lastRenderedPageBreak/>
        <w:t>PERDRIGEOT</w:t>
      </w:r>
      <w:proofErr w:type="spellEnd"/>
      <w:r w:rsidRPr="009C1C47">
        <w:rPr>
          <w:rStyle w:val="Taille-1Caracteres"/>
        </w:rPr>
        <w:t>, paraissant au fond</w:t>
      </w:r>
      <w:r w:rsidRPr="009C1C47">
        <w:rPr>
          <w:rStyle w:val="Appelnotedebasdep"/>
        </w:rPr>
        <w:footnoteReference w:id="33"/>
      </w:r>
      <w:r w:rsidRPr="009C1C47">
        <w:rPr>
          <w:rStyle w:val="Taille-1Caracteres"/>
        </w:rPr>
        <w:t>.</w:t>
      </w:r>
    </w:p>
    <w:p w14:paraId="6B66A53C" w14:textId="77777777" w:rsidR="008C1598" w:rsidRPr="009C1C47" w:rsidRDefault="008C1598">
      <w:proofErr w:type="spellStart"/>
      <w:r w:rsidRPr="009C1C47">
        <w:t>Courtansoux</w:t>
      </w:r>
      <w:proofErr w:type="spellEnd"/>
      <w:r w:rsidRPr="009C1C47">
        <w:t xml:space="preserve"> qui se jette dans les cloches à melons !</w:t>
      </w:r>
    </w:p>
    <w:p w14:paraId="5BDDD73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8976DD1" w14:textId="77777777" w:rsidR="008C1598" w:rsidRPr="009C1C47" w:rsidRDefault="008C1598">
      <w:r w:rsidRPr="009C1C47">
        <w:t>Tant mieux, le misérable !</w:t>
      </w:r>
    </w:p>
    <w:p w14:paraId="145CD44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8486A1B" w14:textId="77777777" w:rsidR="008C1598" w:rsidRPr="009C1C47" w:rsidRDefault="008C1598">
      <w:r w:rsidRPr="009C1C47">
        <w:t>Ton directeur général ?</w:t>
      </w:r>
    </w:p>
    <w:p w14:paraId="1D1B5E22"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DF70D67" w14:textId="77777777" w:rsidR="008C1598" w:rsidRPr="009C1C47" w:rsidRDefault="008C1598">
      <w:r w:rsidRPr="009C1C47">
        <w:t>L’amant de ma femme !</w:t>
      </w:r>
    </w:p>
    <w:p w14:paraId="49C9F418"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3A62817" w14:textId="77777777" w:rsidR="008C1598" w:rsidRPr="009C1C47" w:rsidRDefault="008C1598">
      <w:r w:rsidRPr="009C1C47">
        <w:t>Allons donc !</w:t>
      </w:r>
    </w:p>
    <w:p w14:paraId="785CDF5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1DF1A092" w14:textId="77777777" w:rsidR="008C1598" w:rsidRPr="009C1C47" w:rsidRDefault="008C1598">
      <w:r w:rsidRPr="009C1C47">
        <w:t>J’ai des preuves !… le banc était peint de frais !</w:t>
      </w:r>
    </w:p>
    <w:p w14:paraId="59A9B3E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E67FEA8" w14:textId="77777777" w:rsidR="008C1598" w:rsidRPr="009C1C47" w:rsidRDefault="008C1598">
      <w:r w:rsidRPr="009C1C47">
        <w:t>Quel banc ?</w:t>
      </w:r>
    </w:p>
    <w:p w14:paraId="56A16D6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9EE608F" w14:textId="77777777" w:rsidR="008C1598" w:rsidRPr="009C1C47" w:rsidRDefault="008C1598">
      <w:r w:rsidRPr="009C1C47">
        <w:t>Sous la tonnelle !</w:t>
      </w:r>
    </w:p>
    <w:p w14:paraId="18FB0F8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part.</w:t>
      </w:r>
    </w:p>
    <w:p w14:paraId="728EEBF4" w14:textId="77777777" w:rsidR="008C1598" w:rsidRPr="009C1C47" w:rsidRDefault="008C1598">
      <w:r w:rsidRPr="009C1C47">
        <w:t>Sapristi !… et Nathalie !</w:t>
      </w:r>
    </w:p>
    <w:p w14:paraId="6FFEE7E6" w14:textId="77777777" w:rsidR="008C1598" w:rsidRPr="009C1C47" w:rsidRDefault="008C1598">
      <w:pPr>
        <w:pStyle w:val="Droite"/>
      </w:pPr>
      <w:r w:rsidRPr="009C1C47">
        <w:rPr>
          <w:rStyle w:val="Taille-1Caracteres"/>
        </w:rPr>
        <w:t>On entend un coup de fusil.</w:t>
      </w:r>
    </w:p>
    <w:p w14:paraId="211350ED" w14:textId="77777777" w:rsidR="008C1598" w:rsidRPr="009C1C47" w:rsidRDefault="008C1598">
      <w:pPr>
        <w:pStyle w:val="Centr"/>
        <w:keepNext/>
      </w:pPr>
      <w:r w:rsidRPr="009C1C47">
        <w:rPr>
          <w:rStyle w:val="Taille-1Caracteres"/>
        </w:rPr>
        <w:lastRenderedPageBreak/>
        <w:t>EMMA.</w:t>
      </w:r>
    </w:p>
    <w:p w14:paraId="7D145D00" w14:textId="77777777" w:rsidR="008C1598" w:rsidRPr="009C1C47" w:rsidRDefault="008C1598">
      <w:r w:rsidRPr="009C1C47">
        <w:t>Ce coup de fusil ?</w:t>
      </w:r>
    </w:p>
    <w:p w14:paraId="1140BF17"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BEF9305" w14:textId="77777777" w:rsidR="008C1598" w:rsidRPr="009C1C47" w:rsidRDefault="008C1598">
      <w:r w:rsidRPr="009C1C47">
        <w:t xml:space="preserve">C’est </w:t>
      </w:r>
      <w:proofErr w:type="spellStart"/>
      <w:r w:rsidRPr="009C1C47">
        <w:t>Marcadieu</w:t>
      </w:r>
      <w:proofErr w:type="spellEnd"/>
      <w:r w:rsidRPr="009C1C47">
        <w:t xml:space="preserve"> qui l’achève !…</w:t>
      </w:r>
    </w:p>
    <w:p w14:paraId="30E81377"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523F7E64" w14:textId="77777777" w:rsidR="008C1598" w:rsidRPr="009C1C47" w:rsidRDefault="008C1598">
      <w:r w:rsidRPr="009C1C47">
        <w:t>Au verger ?…</w:t>
      </w:r>
    </w:p>
    <w:p w14:paraId="68E0AB13"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E0FF58F" w14:textId="77777777" w:rsidR="008C1598" w:rsidRPr="009C1C47" w:rsidRDefault="008C1598">
      <w:r w:rsidRPr="009C1C47">
        <w:t>Au verger !… pour rentrer chez lui, il aura pris au plus court !</w:t>
      </w:r>
    </w:p>
    <w:p w14:paraId="154C39E1" w14:textId="77777777" w:rsidR="008C1598" w:rsidRPr="009C1C47" w:rsidRDefault="008C1598">
      <w:pPr>
        <w:pStyle w:val="Titre1"/>
      </w:pPr>
      <w:bookmarkStart w:id="20" w:name="_Toc195641089"/>
      <w:r w:rsidRPr="009C1C47">
        <w:lastRenderedPageBreak/>
        <w:t>SCÈNE XX</w:t>
      </w:r>
      <w:bookmarkEnd w:id="20"/>
    </w:p>
    <w:p w14:paraId="285538CB" w14:textId="77777777" w:rsidR="008C1598" w:rsidRPr="009C1C47" w:rsidRDefault="008C1598">
      <w:pPr>
        <w:pStyle w:val="Centr"/>
        <w:keepNext/>
      </w:pPr>
      <w:r w:rsidRPr="009C1C47">
        <w:rPr>
          <w:rStyle w:val="Taille-1Caracteres"/>
        </w:rPr>
        <w:t xml:space="preserve">Les mêmes, </w:t>
      </w:r>
      <w:proofErr w:type="spellStart"/>
      <w:r w:rsidRPr="009C1C47">
        <w:rPr>
          <w:rStyle w:val="Taille-1Caracteres"/>
        </w:rPr>
        <w:t>MARCADIEU</w:t>
      </w:r>
      <w:proofErr w:type="spellEnd"/>
      <w:r w:rsidRPr="009C1C47">
        <w:rPr>
          <w:rStyle w:val="Taille-1Caracteres"/>
        </w:rPr>
        <w:t xml:space="preserve">, </w:t>
      </w:r>
      <w:proofErr w:type="spellStart"/>
      <w:r w:rsidRPr="009C1C47">
        <w:rPr>
          <w:rStyle w:val="Taille-1Caracteres"/>
        </w:rPr>
        <w:t>COURTANSOUX</w:t>
      </w:r>
      <w:proofErr w:type="spellEnd"/>
      <w:r w:rsidRPr="009C1C47">
        <w:rPr>
          <w:rStyle w:val="Taille-1Caracteres"/>
        </w:rPr>
        <w:t>, puis NATHALIE.</w:t>
      </w:r>
    </w:p>
    <w:p w14:paraId="6870853B" w14:textId="77777777" w:rsidR="008C1598" w:rsidRPr="009C1C47" w:rsidRDefault="008C1598"/>
    <w:p w14:paraId="3FB41F3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xml:space="preserve">, entrant du fond et tenant </w:t>
      </w:r>
      <w:proofErr w:type="spellStart"/>
      <w:r w:rsidRPr="009C1C47">
        <w:rPr>
          <w:rStyle w:val="Taille-1Caracteres"/>
        </w:rPr>
        <w:t>Courtansoux</w:t>
      </w:r>
      <w:proofErr w:type="spellEnd"/>
      <w:r w:rsidRPr="009C1C47">
        <w:rPr>
          <w:rStyle w:val="Taille-1Caracteres"/>
        </w:rPr>
        <w:t xml:space="preserve"> par le collet</w:t>
      </w:r>
      <w:r w:rsidRPr="009C1C47">
        <w:rPr>
          <w:rStyle w:val="Appelnotedebasdep"/>
        </w:rPr>
        <w:footnoteReference w:id="34"/>
      </w:r>
      <w:r w:rsidRPr="009C1C47">
        <w:rPr>
          <w:rStyle w:val="Taille-1Caracteres"/>
        </w:rPr>
        <w:t>.</w:t>
      </w:r>
    </w:p>
    <w:p w14:paraId="7C1D972E" w14:textId="77777777" w:rsidR="008C1598" w:rsidRPr="009C1C47" w:rsidRDefault="008C1598">
      <w:r w:rsidRPr="009C1C47">
        <w:t>Arrive donc, canaille !… gredin !… maraudeur !</w:t>
      </w:r>
    </w:p>
    <w:p w14:paraId="163DADA2" w14:textId="77777777" w:rsidR="008C1598" w:rsidRPr="009C1C47" w:rsidRDefault="008C1598">
      <w:pPr>
        <w:pStyle w:val="Centr"/>
        <w:keepNext/>
      </w:pPr>
      <w:r w:rsidRPr="009C1C47">
        <w:rPr>
          <w:rStyle w:val="Taille-1Caracteres"/>
        </w:rPr>
        <w:t>EMMA.</w:t>
      </w:r>
    </w:p>
    <w:p w14:paraId="573AE54F" w14:textId="77777777" w:rsidR="008C1598" w:rsidRPr="009C1C47" w:rsidRDefault="008C1598">
      <w:r w:rsidRPr="009C1C47">
        <w:t>Qu’avez-vous fait, malheureux ?</w:t>
      </w:r>
    </w:p>
    <w:p w14:paraId="097BF027"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w:t>
      </w:r>
    </w:p>
    <w:p w14:paraId="72B8C395" w14:textId="77777777" w:rsidR="008C1598" w:rsidRPr="009C1C47" w:rsidRDefault="008C1598">
      <w:r w:rsidRPr="009C1C47">
        <w:t>J’ai fait mouche !… (</w:t>
      </w:r>
      <w:r w:rsidRPr="009C1C47">
        <w:rPr>
          <w:rStyle w:val="Taille-1Caracteres"/>
        </w:rPr>
        <w:t xml:space="preserve">Reconnaissant </w:t>
      </w:r>
      <w:proofErr w:type="spellStart"/>
      <w:r w:rsidRPr="009C1C47">
        <w:rPr>
          <w:rStyle w:val="Taille-1Caracteres"/>
        </w:rPr>
        <w:t>Courtansoux</w:t>
      </w:r>
      <w:proofErr w:type="spellEnd"/>
      <w:r w:rsidRPr="009C1C47">
        <w:rPr>
          <w:rStyle w:val="Taille-1Caracteres"/>
        </w:rPr>
        <w:t>.)</w:t>
      </w:r>
      <w:r w:rsidRPr="009C1C47">
        <w:t xml:space="preserve"> Le joueur d’échecs !…</w:t>
      </w:r>
    </w:p>
    <w:p w14:paraId="35342CE8"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son chapeau écrasé, en désordre et boitant légèrement.</w:t>
      </w:r>
    </w:p>
    <w:p w14:paraId="2DAB8AD6" w14:textId="77777777" w:rsidR="008C1598" w:rsidRPr="009C1C47" w:rsidRDefault="008C1598">
      <w:r w:rsidRPr="009C1C47">
        <w:t>Dites-le donc tout de suite, que vous voulez m’assassiner !</w:t>
      </w:r>
    </w:p>
    <w:p w14:paraId="28FA0351" w14:textId="77777777" w:rsidR="008C1598" w:rsidRPr="009C1C47" w:rsidRDefault="008C1598">
      <w:pPr>
        <w:pStyle w:val="Centr"/>
        <w:keepNext/>
      </w:pPr>
      <w:r w:rsidRPr="009C1C47">
        <w:rPr>
          <w:rStyle w:val="Taille-1Caracteres"/>
        </w:rPr>
        <w:t>EMMA.</w:t>
      </w:r>
    </w:p>
    <w:p w14:paraId="1A5E1085" w14:textId="77777777" w:rsidR="008C1598" w:rsidRPr="009C1C47" w:rsidRDefault="008C1598">
      <w:r w:rsidRPr="009C1C47">
        <w:t>Dans quel état !</w:t>
      </w:r>
    </w:p>
    <w:p w14:paraId="25AC8CD8"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67A3FBBB" w14:textId="77777777" w:rsidR="008C1598" w:rsidRPr="009C1C47" w:rsidRDefault="008C1598">
      <w:r w:rsidRPr="009C1C47">
        <w:t>Achevez-moi… et que ça finisse !</w:t>
      </w:r>
    </w:p>
    <w:p w14:paraId="18FD16CB"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406025C4" w14:textId="77777777" w:rsidR="008C1598" w:rsidRPr="009C1C47" w:rsidRDefault="008C1598">
      <w:r w:rsidRPr="009C1C47">
        <w:t>Ça va finir ! choisissez votre arme !</w:t>
      </w:r>
    </w:p>
    <w:p w14:paraId="439596A3" w14:textId="77777777" w:rsidR="008C1598" w:rsidRPr="009C1C47" w:rsidRDefault="008C1598">
      <w:pPr>
        <w:pStyle w:val="Centr"/>
        <w:keepNext/>
      </w:pPr>
      <w:proofErr w:type="spellStart"/>
      <w:r w:rsidRPr="009C1C47">
        <w:rPr>
          <w:rStyle w:val="Taille-1Caracteres"/>
        </w:rPr>
        <w:lastRenderedPageBreak/>
        <w:t>COURTANSOUX</w:t>
      </w:r>
      <w:proofErr w:type="spellEnd"/>
      <w:r w:rsidRPr="009C1C47">
        <w:rPr>
          <w:rStyle w:val="Taille-1Caracteres"/>
        </w:rPr>
        <w:t>.</w:t>
      </w:r>
    </w:p>
    <w:p w14:paraId="5CC0BB29" w14:textId="77777777" w:rsidR="008C1598" w:rsidRPr="009C1C47" w:rsidRDefault="008C1598">
      <w:r w:rsidRPr="009C1C47">
        <w:t xml:space="preserve">Encore !… mais saperlipopette ! qu’est-ce que je vous ai fait, </w:t>
      </w:r>
      <w:proofErr w:type="spellStart"/>
      <w:r w:rsidRPr="009C1C47">
        <w:t>Boisramé</w:t>
      </w:r>
      <w:proofErr w:type="spellEnd"/>
      <w:r w:rsidRPr="009C1C47">
        <w:t> ?</w:t>
      </w:r>
    </w:p>
    <w:p w14:paraId="68D90CD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9CE014C" w14:textId="77777777" w:rsidR="008C1598" w:rsidRPr="009C1C47" w:rsidRDefault="008C1598">
      <w:r w:rsidRPr="009C1C47">
        <w:t>Il le demande !… Vous ne vous êtes pas assis sur mon banc, sous ma tonnelle ?</w:t>
      </w:r>
    </w:p>
    <w:p w14:paraId="1F14AA1C"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76CEC46B" w14:textId="77777777" w:rsidR="008C1598" w:rsidRPr="009C1C47" w:rsidRDefault="008C1598">
      <w:r w:rsidRPr="009C1C47">
        <w:t>Oui, un moment… après ma promenade !</w:t>
      </w:r>
    </w:p>
    <w:p w14:paraId="75522B5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6C54925F" w14:textId="77777777" w:rsidR="008C1598" w:rsidRPr="009C1C47" w:rsidRDefault="008C1598">
      <w:r w:rsidRPr="009C1C47">
        <w:t>Avec qui ?</w:t>
      </w:r>
    </w:p>
    <w:p w14:paraId="03803F86"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xml:space="preserve">, à </w:t>
      </w:r>
      <w:proofErr w:type="spellStart"/>
      <w:r w:rsidRPr="009C1C47">
        <w:rPr>
          <w:rStyle w:val="Taille-1Caracteres"/>
        </w:rPr>
        <w:t>demi-voix</w:t>
      </w:r>
      <w:proofErr w:type="spellEnd"/>
      <w:r w:rsidRPr="009C1C47">
        <w:rPr>
          <w:rStyle w:val="Taille-1Caracteres"/>
        </w:rPr>
        <w:t>.</w:t>
      </w:r>
    </w:p>
    <w:p w14:paraId="6A11B8A4" w14:textId="77777777" w:rsidR="008C1598" w:rsidRPr="009C1C47" w:rsidRDefault="008C1598">
      <w:r w:rsidRPr="009C1C47">
        <w:t>Avec qui ? mais tout seul ! naturellement.</w:t>
      </w:r>
    </w:p>
    <w:p w14:paraId="44E557ED" w14:textId="77777777" w:rsidR="008C1598" w:rsidRPr="009C1C47" w:rsidRDefault="008C1598">
      <w:pPr>
        <w:pStyle w:val="Droite"/>
      </w:pPr>
      <w:r w:rsidRPr="009C1C47">
        <w:rPr>
          <w:rStyle w:val="Taille-1Caracteres"/>
        </w:rPr>
        <w:t>Il va s’asseoir à la table.</w:t>
      </w:r>
    </w:p>
    <w:p w14:paraId="2D6AEB9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79DD37E0" w14:textId="77777777" w:rsidR="008C1598" w:rsidRPr="009C1C47" w:rsidRDefault="008C1598">
      <w:r w:rsidRPr="009C1C47">
        <w:t>Naturellement ?</w:t>
      </w:r>
    </w:p>
    <w:p w14:paraId="36B590C6" w14:textId="77777777" w:rsidR="008C1598" w:rsidRPr="009C1C47" w:rsidRDefault="008C1598">
      <w:pPr>
        <w:pStyle w:val="Centr"/>
        <w:keepNext/>
      </w:pPr>
      <w:r w:rsidRPr="009C1C47">
        <w:rPr>
          <w:rStyle w:val="Taille-1Caracteres"/>
        </w:rPr>
        <w:t xml:space="preserve">NATHALIE, entrant de droite avec le sac de </w:t>
      </w:r>
      <w:proofErr w:type="spellStart"/>
      <w:r w:rsidRPr="009C1C47">
        <w:rPr>
          <w:rStyle w:val="Taille-1Caracteres"/>
        </w:rPr>
        <w:t>Perdrigeot</w:t>
      </w:r>
      <w:proofErr w:type="spellEnd"/>
      <w:r w:rsidRPr="009C1C47">
        <w:rPr>
          <w:rStyle w:val="Taille-1Caracteres"/>
        </w:rPr>
        <w:t> ; elle a changé de robe</w:t>
      </w:r>
      <w:r w:rsidRPr="009C1C47">
        <w:rPr>
          <w:rStyle w:val="Appelnotedebasdep"/>
        </w:rPr>
        <w:footnoteReference w:id="35"/>
      </w:r>
      <w:r w:rsidRPr="009C1C47">
        <w:rPr>
          <w:rStyle w:val="Taille-1Caracteres"/>
        </w:rPr>
        <w:t>.</w:t>
      </w:r>
    </w:p>
    <w:p w14:paraId="6E7FD445" w14:textId="77777777" w:rsidR="008C1598" w:rsidRPr="009C1C47" w:rsidRDefault="008C1598">
      <w:r w:rsidRPr="009C1C47">
        <w:t>Voilà l’omnibus !</w:t>
      </w:r>
    </w:p>
    <w:p w14:paraId="38FF3AD3"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à part.</w:t>
      </w:r>
    </w:p>
    <w:p w14:paraId="32808FE3" w14:textId="77777777" w:rsidR="008C1598" w:rsidRPr="009C1C47" w:rsidRDefault="008C1598">
      <w:r w:rsidRPr="009C1C47">
        <w:t>Nathalie, maintenant ! quelle tuile !</w:t>
      </w:r>
    </w:p>
    <w:p w14:paraId="091CCC23"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 à part.</w:t>
      </w:r>
    </w:p>
    <w:p w14:paraId="30D017EF" w14:textId="77777777" w:rsidR="008C1598" w:rsidRPr="009C1C47" w:rsidRDefault="008C1598">
      <w:r w:rsidRPr="009C1C47">
        <w:t>Quelle cheminée !… n’</w:t>
      </w:r>
      <w:proofErr w:type="spellStart"/>
      <w:r w:rsidRPr="009C1C47">
        <w:t>entrez</w:t>
      </w:r>
      <w:proofErr w:type="spellEnd"/>
      <w:r w:rsidRPr="009C1C47">
        <w:t xml:space="preserve"> pas !</w:t>
      </w:r>
    </w:p>
    <w:p w14:paraId="3A32EEA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EFAA422" w14:textId="77777777" w:rsidR="008C1598" w:rsidRPr="009C1C47" w:rsidRDefault="008C1598">
      <w:r w:rsidRPr="009C1C47">
        <w:t>N’</w:t>
      </w:r>
      <w:proofErr w:type="spellStart"/>
      <w:r w:rsidRPr="009C1C47">
        <w:t>entrez</w:t>
      </w:r>
      <w:proofErr w:type="spellEnd"/>
      <w:r w:rsidRPr="009C1C47">
        <w:t xml:space="preserve"> pas !</w:t>
      </w:r>
    </w:p>
    <w:p w14:paraId="007784EC"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0432F9AD" w14:textId="77777777" w:rsidR="008C1598" w:rsidRPr="009C1C47" w:rsidRDefault="008C1598">
      <w:r w:rsidRPr="009C1C47">
        <w:t>N’</w:t>
      </w:r>
      <w:proofErr w:type="spellStart"/>
      <w:r w:rsidRPr="009C1C47">
        <w:t>entrez</w:t>
      </w:r>
      <w:proofErr w:type="spellEnd"/>
      <w:r w:rsidRPr="009C1C47">
        <w:t xml:space="preserve"> pas !</w:t>
      </w:r>
    </w:p>
    <w:p w14:paraId="32A10E35" w14:textId="77777777" w:rsidR="008C1598" w:rsidRPr="009C1C47" w:rsidRDefault="008C1598">
      <w:pPr>
        <w:pStyle w:val="Centr"/>
        <w:keepNext/>
      </w:pPr>
      <w:r w:rsidRPr="009C1C47">
        <w:rPr>
          <w:rStyle w:val="Taille-1Caracteres"/>
        </w:rPr>
        <w:t>EMMA.</w:t>
      </w:r>
    </w:p>
    <w:p w14:paraId="67AADA9B" w14:textId="77777777" w:rsidR="008C1598" w:rsidRPr="009C1C47" w:rsidRDefault="008C1598">
      <w:r w:rsidRPr="009C1C47">
        <w:t>Pourquoi ?</w:t>
      </w:r>
    </w:p>
    <w:p w14:paraId="20915493" w14:textId="77777777" w:rsidR="008C1598" w:rsidRPr="009C1C47" w:rsidRDefault="008C1598">
      <w:pPr>
        <w:pStyle w:val="Centr"/>
        <w:keepNext/>
      </w:pPr>
      <w:proofErr w:type="spellStart"/>
      <w:r w:rsidRPr="009C1C47">
        <w:rPr>
          <w:rStyle w:val="Taille-1Caracteres"/>
        </w:rPr>
        <w:t>MARCAD</w:t>
      </w:r>
      <w:r w:rsidR="007512C7" w:rsidRPr="009C1C47">
        <w:rPr>
          <w:rStyle w:val="Taille-1Caracteres"/>
        </w:rPr>
        <w:t>I</w:t>
      </w:r>
      <w:r w:rsidRPr="009C1C47">
        <w:rPr>
          <w:rStyle w:val="Taille-1Caracteres"/>
        </w:rPr>
        <w:t>EU</w:t>
      </w:r>
      <w:proofErr w:type="spellEnd"/>
      <w:r w:rsidRPr="009C1C47">
        <w:rPr>
          <w:rStyle w:val="Taille-1Caracteres"/>
        </w:rPr>
        <w:t>.</w:t>
      </w:r>
    </w:p>
    <w:p w14:paraId="0266488C" w14:textId="77777777" w:rsidR="008C1598" w:rsidRPr="009C1C47" w:rsidRDefault="008C1598">
      <w:r w:rsidRPr="009C1C47">
        <w:t>Oui, pourquoi ?… Entre donc !… Je veux qu’elle entre !… On verra si c’est elle qui allait roucouler !…</w:t>
      </w:r>
    </w:p>
    <w:p w14:paraId="28F9DEBB" w14:textId="77777777" w:rsidR="008C1598" w:rsidRPr="009C1C47" w:rsidRDefault="008C1598">
      <w:pPr>
        <w:pStyle w:val="Droite"/>
      </w:pPr>
      <w:r w:rsidRPr="009C1C47">
        <w:rPr>
          <w:rStyle w:val="Taille-1Caracteres"/>
        </w:rPr>
        <w:t>Il la prend par la main et la fait descendre.</w:t>
      </w:r>
    </w:p>
    <w:p w14:paraId="14E2646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regardant, à part.</w:t>
      </w:r>
    </w:p>
    <w:p w14:paraId="4C33BF27" w14:textId="77777777" w:rsidR="008C1598" w:rsidRPr="009C1C47" w:rsidRDefault="008C1598">
      <w:r w:rsidRPr="009C1C47">
        <w:t>Rien !</w:t>
      </w:r>
    </w:p>
    <w:p w14:paraId="78392A49"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même jeu, à part.</w:t>
      </w:r>
    </w:p>
    <w:p w14:paraId="44181AAC" w14:textId="77777777" w:rsidR="008C1598" w:rsidRPr="009C1C47" w:rsidRDefault="008C1598">
      <w:r w:rsidRPr="009C1C47">
        <w:t>Rien ! (</w:t>
      </w:r>
      <w:r w:rsidRPr="009C1C47">
        <w:rPr>
          <w:rStyle w:val="Taille-1Caracteres"/>
        </w:rPr>
        <w:t>Bas.)</w:t>
      </w:r>
      <w:r w:rsidRPr="009C1C47">
        <w:t xml:space="preserve"> C’est une chance ! mais c’est singulier !…</w:t>
      </w:r>
    </w:p>
    <w:p w14:paraId="6BC3FE8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908EDF7" w14:textId="77777777" w:rsidR="008C1598" w:rsidRPr="009C1C47" w:rsidRDefault="008C1598">
      <w:r w:rsidRPr="009C1C47">
        <w:t>Oui, c’est singulier !… parce que je suis bien certain, moi…</w:t>
      </w:r>
    </w:p>
    <w:p w14:paraId="469E040E" w14:textId="77777777" w:rsidR="008C1598" w:rsidRPr="009C1C47" w:rsidRDefault="008C1598">
      <w:pPr>
        <w:pStyle w:val="Droite"/>
      </w:pPr>
      <w:proofErr w:type="spellStart"/>
      <w:r w:rsidRPr="009C1C47">
        <w:rPr>
          <w:rStyle w:val="Taille-1Caracteres"/>
        </w:rPr>
        <w:t>Marcadieu</w:t>
      </w:r>
      <w:proofErr w:type="spellEnd"/>
      <w:r w:rsidRPr="009C1C47">
        <w:rPr>
          <w:rStyle w:val="Taille-1Caracteres"/>
        </w:rPr>
        <w:t xml:space="preserve"> et Nathalie remontent.</w:t>
      </w:r>
    </w:p>
    <w:p w14:paraId="370E796F"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15563D4" w14:textId="77777777" w:rsidR="008C1598" w:rsidRPr="009C1C47" w:rsidRDefault="008C1598">
      <w:r w:rsidRPr="009C1C47">
        <w:t>Eh bien, et moi ?</w:t>
      </w:r>
    </w:p>
    <w:p w14:paraId="03E380F4" w14:textId="77777777" w:rsidR="008C1598" w:rsidRPr="009C1C47" w:rsidRDefault="008C1598">
      <w:pPr>
        <w:pStyle w:val="Centr"/>
        <w:keepNext/>
      </w:pPr>
      <w:proofErr w:type="spellStart"/>
      <w:r w:rsidRPr="009C1C47">
        <w:rPr>
          <w:rStyle w:val="Taille-1Caracteres"/>
        </w:rPr>
        <w:lastRenderedPageBreak/>
        <w:t>BOISRAMÉ</w:t>
      </w:r>
      <w:proofErr w:type="spellEnd"/>
      <w:r w:rsidRPr="009C1C47">
        <w:rPr>
          <w:rStyle w:val="Taille-1Caracteres"/>
        </w:rPr>
        <w:t>.</w:t>
      </w:r>
    </w:p>
    <w:p w14:paraId="49D6C850" w14:textId="77777777" w:rsidR="008C1598" w:rsidRPr="009C1C47" w:rsidRDefault="008C1598">
      <w:r w:rsidRPr="009C1C47">
        <w:t>J’étais arrivé le premier… sous la tonnelle… Nathalie s’assied…</w:t>
      </w:r>
    </w:p>
    <w:p w14:paraId="4FCF7D54"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607D84E" w14:textId="77777777" w:rsidR="008C1598" w:rsidRPr="009C1C47" w:rsidRDefault="008C1598">
      <w:r w:rsidRPr="009C1C47">
        <w:t>Nathalie ?… (</w:t>
      </w:r>
      <w:r w:rsidRPr="009C1C47">
        <w:rPr>
          <w:rStyle w:val="Taille-1Caracteres"/>
        </w:rPr>
        <w:t>À part.)</w:t>
      </w:r>
      <w:r w:rsidRPr="009C1C47">
        <w:t xml:space="preserve"> Oh ! </w:t>
      </w:r>
      <w:r w:rsidR="008D7D14">
        <w:t>c</w:t>
      </w:r>
      <w:r w:rsidR="008D7D14" w:rsidRPr="009C1C47">
        <w:t xml:space="preserve">et </w:t>
      </w:r>
      <w:r w:rsidRPr="009C1C47">
        <w:t>éclair ! (</w:t>
      </w:r>
      <w:r w:rsidRPr="009C1C47">
        <w:rPr>
          <w:rStyle w:val="Taille-1Caracteres"/>
        </w:rPr>
        <w:t xml:space="preserve">À </w:t>
      </w:r>
      <w:proofErr w:type="spellStart"/>
      <w:r w:rsidRPr="009C1C47">
        <w:rPr>
          <w:rStyle w:val="Taille-1Caracteres"/>
        </w:rPr>
        <w:t>Boisramé</w:t>
      </w:r>
      <w:proofErr w:type="spellEnd"/>
      <w:r w:rsidRPr="009C1C47">
        <w:rPr>
          <w:rStyle w:val="Taille-1Caracteres"/>
        </w:rPr>
        <w:t>, et faisant derrière son épaule des signes à Emma qui s’est approchée pour écouter.)</w:t>
      </w:r>
      <w:r w:rsidRPr="009C1C47">
        <w:t xml:space="preserve"> Nathalie… ou ta femme !</w:t>
      </w:r>
    </w:p>
    <w:p w14:paraId="56020B8A"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78199DB" w14:textId="77777777" w:rsidR="008C1598" w:rsidRPr="009C1C47" w:rsidRDefault="008C1598">
      <w:r w:rsidRPr="009C1C47">
        <w:t>Ma femme ?…</w:t>
      </w:r>
    </w:p>
    <w:p w14:paraId="31F82F8A"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194497D4" w14:textId="77777777" w:rsidR="008C1598" w:rsidRPr="009C1C47" w:rsidRDefault="008C1598">
      <w:r w:rsidRPr="009C1C47">
        <w:t>Dans l’obscurité on peut s’y tromper !</w:t>
      </w:r>
    </w:p>
    <w:p w14:paraId="7781598F"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855AFF8" w14:textId="77777777" w:rsidR="008C1598" w:rsidRPr="009C1C47" w:rsidRDefault="008C1598">
      <w:r w:rsidRPr="009C1C47">
        <w:t>Ma femme ?…</w:t>
      </w:r>
    </w:p>
    <w:p w14:paraId="4A4CA206"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78F08D5A" w14:textId="77777777" w:rsidR="008C1598" w:rsidRPr="009C1C47" w:rsidRDefault="008C1598">
      <w:r w:rsidRPr="009C1C47">
        <w:t>Que tu prenais pour Nathalie !</w:t>
      </w:r>
    </w:p>
    <w:p w14:paraId="3F6BB958"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22B2445B" w14:textId="77777777" w:rsidR="008C1598" w:rsidRPr="009C1C47" w:rsidRDefault="008C1598">
      <w:r w:rsidRPr="009C1C47">
        <w:t>Veux-tu bien te taire !</w:t>
      </w:r>
    </w:p>
    <w:p w14:paraId="2BF5134D" w14:textId="77777777" w:rsidR="008C1598" w:rsidRPr="009C1C47" w:rsidRDefault="008C1598">
      <w:pPr>
        <w:pStyle w:val="Centr"/>
        <w:keepNext/>
      </w:pPr>
      <w:r w:rsidRPr="009C1C47">
        <w:rPr>
          <w:rStyle w:val="Taille-1Caracteres"/>
        </w:rPr>
        <w:t>EMMA, s’approchant.</w:t>
      </w:r>
    </w:p>
    <w:p w14:paraId="73F24C4F" w14:textId="77777777" w:rsidR="008C1598" w:rsidRPr="009C1C47" w:rsidRDefault="008C1598">
      <w:r w:rsidRPr="009C1C47">
        <w:t>À quoi bon ? Je savais tout !</w:t>
      </w:r>
    </w:p>
    <w:p w14:paraId="31665CA6"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EFD2026" w14:textId="77777777" w:rsidR="008C1598" w:rsidRPr="009C1C47" w:rsidRDefault="008C1598">
      <w:r w:rsidRPr="009C1C47">
        <w:t>C’était toi ?</w:t>
      </w:r>
    </w:p>
    <w:p w14:paraId="0FC73576" w14:textId="77777777" w:rsidR="008C1598" w:rsidRPr="009C1C47" w:rsidRDefault="008C1598">
      <w:pPr>
        <w:pStyle w:val="Centr"/>
        <w:keepNext/>
      </w:pPr>
      <w:r w:rsidRPr="009C1C47">
        <w:rPr>
          <w:rStyle w:val="Taille-1Caracteres"/>
        </w:rPr>
        <w:t>EMMA.</w:t>
      </w:r>
    </w:p>
    <w:p w14:paraId="685AB9AB" w14:textId="77777777" w:rsidR="008C1598" w:rsidRPr="009C1C47" w:rsidRDefault="008C1598">
      <w:r w:rsidRPr="009C1C47">
        <w:t>C’était moi !… et que cette leçon vous apprenne…</w:t>
      </w:r>
    </w:p>
    <w:p w14:paraId="7B91D219" w14:textId="77777777" w:rsidR="008C1598" w:rsidRPr="009C1C47" w:rsidRDefault="008C1598">
      <w:pPr>
        <w:pStyle w:val="Centr"/>
        <w:keepNext/>
      </w:pPr>
      <w:proofErr w:type="spellStart"/>
      <w:r w:rsidRPr="009C1C47">
        <w:rPr>
          <w:rStyle w:val="Taille-1Caracteres"/>
        </w:rPr>
        <w:lastRenderedPageBreak/>
        <w:t>PERDRIGEOT</w:t>
      </w:r>
      <w:proofErr w:type="spellEnd"/>
      <w:r w:rsidRPr="009C1C47">
        <w:rPr>
          <w:rStyle w:val="Taille-1Caracteres"/>
        </w:rPr>
        <w:t>.</w:t>
      </w:r>
    </w:p>
    <w:p w14:paraId="24360863" w14:textId="77777777" w:rsidR="008C1598" w:rsidRPr="009C1C47" w:rsidRDefault="008C1598">
      <w:r w:rsidRPr="009C1C47">
        <w:t>À laisser les roses aux rosières !</w:t>
      </w:r>
    </w:p>
    <w:p w14:paraId="47EC88D1"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849A55F" w14:textId="77777777" w:rsidR="008C1598" w:rsidRPr="009C1C47" w:rsidRDefault="008C1598">
      <w:r w:rsidRPr="009C1C47">
        <w:t>Me pardonnes-tu, chérie ?…</w:t>
      </w:r>
    </w:p>
    <w:p w14:paraId="1C5A197C" w14:textId="77777777" w:rsidR="008C1598" w:rsidRPr="009C1C47" w:rsidRDefault="008C1598">
      <w:pPr>
        <w:pStyle w:val="Centr"/>
        <w:keepNext/>
      </w:pPr>
      <w:r w:rsidRPr="009C1C47">
        <w:rPr>
          <w:rStyle w:val="Taille-1Caracteres"/>
        </w:rPr>
        <w:t>EMMA.</w:t>
      </w:r>
    </w:p>
    <w:p w14:paraId="47907A12" w14:textId="77777777" w:rsidR="008C1598" w:rsidRPr="009C1C47" w:rsidRDefault="008C1598">
      <w:r w:rsidRPr="009C1C47">
        <w:t xml:space="preserve">Pourvu que monsieur </w:t>
      </w:r>
      <w:proofErr w:type="spellStart"/>
      <w:r w:rsidRPr="009C1C47">
        <w:t>Courtansoux</w:t>
      </w:r>
      <w:proofErr w:type="spellEnd"/>
      <w:r w:rsidRPr="009C1C47">
        <w:t xml:space="preserve"> soit aussi généreux que moi ?</w:t>
      </w:r>
    </w:p>
    <w:p w14:paraId="0CA7DE15"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assis devant l’échiquier et combinant un coup.</w:t>
      </w:r>
    </w:p>
    <w:p w14:paraId="1EFF816E" w14:textId="77777777" w:rsidR="008C1598" w:rsidRPr="009C1C47" w:rsidRDefault="008C1598">
      <w:proofErr w:type="spellStart"/>
      <w:r w:rsidRPr="009C1C47">
        <w:t>Heuh</w:t>
      </w:r>
      <w:proofErr w:type="spellEnd"/>
      <w:r w:rsidRPr="009C1C47">
        <w:t> !…</w:t>
      </w:r>
    </w:p>
    <w:p w14:paraId="4B151C79" w14:textId="77777777" w:rsidR="008C1598" w:rsidRPr="009C1C47" w:rsidRDefault="008C1598">
      <w:pPr>
        <w:pStyle w:val="Droite"/>
      </w:pPr>
      <w:r w:rsidRPr="009C1C47">
        <w:rPr>
          <w:rStyle w:val="Taille-1Caracteres"/>
        </w:rPr>
        <w:t>Il se tient le nez.</w:t>
      </w:r>
    </w:p>
    <w:p w14:paraId="03F21AB0"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 se retournant.</w:t>
      </w:r>
    </w:p>
    <w:p w14:paraId="79F68569" w14:textId="77777777" w:rsidR="008C1598" w:rsidRPr="009C1C47" w:rsidRDefault="008C1598">
      <w:r w:rsidRPr="009C1C47">
        <w:t>Chut ! il se tient le nez !… il ne s’est aperçu de rien !</w:t>
      </w:r>
    </w:p>
    <w:p w14:paraId="0169052F" w14:textId="77777777" w:rsidR="008C1598" w:rsidRPr="009C1C47" w:rsidRDefault="008C1598">
      <w:pPr>
        <w:pStyle w:val="Droite"/>
      </w:pPr>
      <w:r w:rsidRPr="009C1C47">
        <w:rPr>
          <w:rStyle w:val="Taille-1Caracteres"/>
        </w:rPr>
        <w:t xml:space="preserve">Il va s’asseoir en face de </w:t>
      </w:r>
      <w:proofErr w:type="spellStart"/>
      <w:r w:rsidRPr="009C1C47">
        <w:rPr>
          <w:rStyle w:val="Taille-1Caracteres"/>
        </w:rPr>
        <w:t>Courtansoux</w:t>
      </w:r>
      <w:proofErr w:type="spellEnd"/>
      <w:r w:rsidRPr="009C1C47">
        <w:rPr>
          <w:rStyle w:val="Taille-1Caracteres"/>
        </w:rPr>
        <w:t>.</w:t>
      </w:r>
    </w:p>
    <w:p w14:paraId="34F88F40" w14:textId="77777777" w:rsidR="008C1598" w:rsidRPr="009C1C47" w:rsidRDefault="008C1598">
      <w:pPr>
        <w:pStyle w:val="Centr"/>
        <w:keepNext/>
      </w:pPr>
      <w:r w:rsidRPr="009C1C47">
        <w:rPr>
          <w:rStyle w:val="Taille-1Caracteres"/>
        </w:rPr>
        <w:t>NATHALIE</w:t>
      </w:r>
      <w:r w:rsidRPr="009C1C47">
        <w:rPr>
          <w:rStyle w:val="Appelnotedebasdep"/>
        </w:rPr>
        <w:footnoteReference w:id="36"/>
      </w:r>
      <w:r w:rsidRPr="009C1C47">
        <w:rPr>
          <w:rStyle w:val="Taille-1Caracteres"/>
        </w:rPr>
        <w:t>.</w:t>
      </w:r>
    </w:p>
    <w:p w14:paraId="3E9C666A" w14:textId="77777777" w:rsidR="008C1598" w:rsidRPr="009C1C47" w:rsidRDefault="008C1598">
      <w:r w:rsidRPr="009C1C47">
        <w:t>L’omnibus !…</w:t>
      </w:r>
    </w:p>
    <w:p w14:paraId="1111BF86"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 bas à Emma.</w:t>
      </w:r>
    </w:p>
    <w:p w14:paraId="70ED2CBA" w14:textId="77777777" w:rsidR="008C1598" w:rsidRPr="009C1C47" w:rsidRDefault="008C1598">
      <w:r w:rsidRPr="009C1C47">
        <w:t>Adieu, madame, et pour quelque temps !</w:t>
      </w:r>
    </w:p>
    <w:p w14:paraId="55D9CC7C" w14:textId="77777777" w:rsidR="008C1598" w:rsidRPr="009C1C47" w:rsidRDefault="008C1598">
      <w:pPr>
        <w:pStyle w:val="Centr"/>
        <w:keepNext/>
      </w:pPr>
      <w:r w:rsidRPr="009C1C47">
        <w:rPr>
          <w:rStyle w:val="Taille-1Caracteres"/>
        </w:rPr>
        <w:t>EMMA.</w:t>
      </w:r>
    </w:p>
    <w:p w14:paraId="1F86A710" w14:textId="77777777" w:rsidR="008C1598" w:rsidRPr="009C1C47" w:rsidRDefault="008C1598">
      <w:r w:rsidRPr="009C1C47">
        <w:t>Ah ! maintenant, pour toujours !</w:t>
      </w:r>
    </w:p>
    <w:p w14:paraId="0BC3C783" w14:textId="77777777" w:rsidR="008C1598" w:rsidRPr="009C1C47" w:rsidRDefault="008C1598">
      <w:pPr>
        <w:pStyle w:val="Droite"/>
      </w:pPr>
      <w:r w:rsidRPr="009C1C47">
        <w:rPr>
          <w:rStyle w:val="Taille-1Caracteres"/>
        </w:rPr>
        <w:t>Elle vient à la table.</w:t>
      </w:r>
    </w:p>
    <w:p w14:paraId="70C9B6FE" w14:textId="77777777" w:rsidR="008C1598" w:rsidRPr="009C1C47" w:rsidRDefault="008C1598">
      <w:pPr>
        <w:pStyle w:val="Centr"/>
        <w:keepNext/>
      </w:pPr>
      <w:r w:rsidRPr="009C1C47">
        <w:rPr>
          <w:rStyle w:val="Taille-1Caracteres"/>
        </w:rPr>
        <w:lastRenderedPageBreak/>
        <w:t xml:space="preserve">NATHALIE, à </w:t>
      </w:r>
      <w:proofErr w:type="spellStart"/>
      <w:r w:rsidRPr="009C1C47">
        <w:rPr>
          <w:rStyle w:val="Taille-1Caracteres"/>
        </w:rPr>
        <w:t>Perdrigeot</w:t>
      </w:r>
      <w:proofErr w:type="spellEnd"/>
      <w:r w:rsidRPr="009C1C47">
        <w:rPr>
          <w:rStyle w:val="Appelnotedebasdep"/>
        </w:rPr>
        <w:footnoteReference w:id="37"/>
      </w:r>
      <w:r w:rsidRPr="009C1C47">
        <w:rPr>
          <w:rStyle w:val="Taille-1Caracteres"/>
        </w:rPr>
        <w:t>.</w:t>
      </w:r>
    </w:p>
    <w:p w14:paraId="057E1647" w14:textId="77777777" w:rsidR="008C1598" w:rsidRPr="009C1C47" w:rsidRDefault="008C1598">
      <w:r w:rsidRPr="009C1C47">
        <w:t>Voici votre sac, monsieur !…</w:t>
      </w:r>
    </w:p>
    <w:p w14:paraId="512959C4" w14:textId="77777777" w:rsidR="008C1598" w:rsidRPr="009C1C47" w:rsidRDefault="008C1598">
      <w:pPr>
        <w:pStyle w:val="Droite"/>
      </w:pPr>
      <w:r w:rsidRPr="009C1C47">
        <w:rPr>
          <w:rStyle w:val="Taille-1Caracteres"/>
        </w:rPr>
        <w:t xml:space="preserve">Elle remonte. </w:t>
      </w:r>
      <w:proofErr w:type="spellStart"/>
      <w:r w:rsidRPr="009C1C47">
        <w:rPr>
          <w:rStyle w:val="Taille-1Caracteres"/>
        </w:rPr>
        <w:t>Marcadieu</w:t>
      </w:r>
      <w:proofErr w:type="spellEnd"/>
      <w:r w:rsidRPr="009C1C47">
        <w:rPr>
          <w:rStyle w:val="Taille-1Caracteres"/>
        </w:rPr>
        <w:t xml:space="preserve"> au fond.</w:t>
      </w:r>
    </w:p>
    <w:p w14:paraId="3A6581FB"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6338427D" w14:textId="77777777" w:rsidR="008C1598" w:rsidRPr="009C1C47" w:rsidRDefault="008C1598">
      <w:r w:rsidRPr="009C1C47">
        <w:t>Mon sac !… Oh ! comme il est engraissé !… (</w:t>
      </w:r>
      <w:r w:rsidRPr="009C1C47">
        <w:rPr>
          <w:rStyle w:val="Taille-1Caracteres"/>
        </w:rPr>
        <w:t>Il l’ouvre, on voit la première robe de Nathalie toute rayée de vert.)</w:t>
      </w:r>
      <w:r w:rsidRPr="009C1C47">
        <w:t xml:space="preserve"> Je comprends maintenant !…</w:t>
      </w:r>
    </w:p>
    <w:p w14:paraId="005B9A1E"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5534292B" w14:textId="77777777" w:rsidR="008C1598" w:rsidRPr="009C1C47" w:rsidRDefault="008C1598">
      <w:r w:rsidRPr="009C1C47">
        <w:t>Qu’est-ce que c’est que ça ?</w:t>
      </w:r>
    </w:p>
    <w:p w14:paraId="4D1C4045" w14:textId="77777777" w:rsidR="008C1598" w:rsidRPr="009C1C47" w:rsidRDefault="008C1598">
      <w:pPr>
        <w:pStyle w:val="Centr"/>
        <w:keepNext/>
      </w:pPr>
      <w:proofErr w:type="spellStart"/>
      <w:r w:rsidRPr="009C1C47">
        <w:rPr>
          <w:rStyle w:val="Taille-1Caracteres"/>
        </w:rPr>
        <w:t>PERDRIGEOT</w:t>
      </w:r>
      <w:proofErr w:type="spellEnd"/>
      <w:r w:rsidRPr="009C1C47">
        <w:rPr>
          <w:rStyle w:val="Taille-1Caracteres"/>
        </w:rPr>
        <w:t>.</w:t>
      </w:r>
    </w:p>
    <w:p w14:paraId="4FDA83A3" w14:textId="77777777" w:rsidR="008C1598" w:rsidRPr="009C1C47" w:rsidRDefault="008C1598">
      <w:r w:rsidRPr="009C1C47">
        <w:t>C’est un store pour ma salle à manger !…</w:t>
      </w:r>
    </w:p>
    <w:p w14:paraId="0CF8E5A0" w14:textId="77777777" w:rsidR="008C1598" w:rsidRPr="009C1C47" w:rsidRDefault="008C1598">
      <w:pPr>
        <w:pStyle w:val="Droite"/>
      </w:pPr>
      <w:r w:rsidRPr="009C1C47">
        <w:rPr>
          <w:rStyle w:val="Taille-1Caracteres"/>
        </w:rPr>
        <w:t>Il referme son sac.</w:t>
      </w:r>
    </w:p>
    <w:p w14:paraId="438DE3B2" w14:textId="77777777" w:rsidR="008C1598" w:rsidRPr="009C1C47" w:rsidRDefault="008C1598">
      <w:pPr>
        <w:pStyle w:val="Centr"/>
        <w:keepNext/>
      </w:pPr>
      <w:proofErr w:type="spellStart"/>
      <w:r w:rsidRPr="009C1C47">
        <w:rPr>
          <w:rStyle w:val="Taille-1Caracteres"/>
        </w:rPr>
        <w:t>MARCADIEU</w:t>
      </w:r>
      <w:proofErr w:type="spellEnd"/>
      <w:r w:rsidRPr="009C1C47">
        <w:rPr>
          <w:rStyle w:val="Taille-1Caracteres"/>
        </w:rPr>
        <w:t>, à Nathalie.</w:t>
      </w:r>
    </w:p>
    <w:p w14:paraId="356502D3" w14:textId="77777777" w:rsidR="008C1598" w:rsidRPr="009C1C47" w:rsidRDefault="008C1598">
      <w:r w:rsidRPr="009C1C47">
        <w:t>Adieu, ma petite, et continue d’être sage !… (</w:t>
      </w:r>
      <w:r w:rsidRPr="009C1C47">
        <w:rPr>
          <w:rStyle w:val="Taille-1Caracteres"/>
        </w:rPr>
        <w:t xml:space="preserve">À </w:t>
      </w:r>
      <w:proofErr w:type="spellStart"/>
      <w:r w:rsidRPr="009C1C47">
        <w:rPr>
          <w:rStyle w:val="Taille-1Caracteres"/>
        </w:rPr>
        <w:t>Perdrigeot</w:t>
      </w:r>
      <w:proofErr w:type="spellEnd"/>
      <w:r w:rsidRPr="009C1C47">
        <w:rPr>
          <w:rStyle w:val="Taille-1Caracteres"/>
        </w:rPr>
        <w:t>.)</w:t>
      </w:r>
      <w:r w:rsidRPr="009C1C47">
        <w:t xml:space="preserve"> Monsieur, je vous la confie !…</w:t>
      </w:r>
    </w:p>
    <w:p w14:paraId="7F2A2659"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 jouant.</w:t>
      </w:r>
    </w:p>
    <w:p w14:paraId="0F0E3266" w14:textId="77777777" w:rsidR="008C1598" w:rsidRPr="009C1C47" w:rsidRDefault="008C1598">
      <w:r w:rsidRPr="009C1C47">
        <w:t>Échec et mat !… vous n’êtes pas de taille, cher ami !</w:t>
      </w:r>
    </w:p>
    <w:p w14:paraId="2EB03584" w14:textId="77777777" w:rsidR="008C1598" w:rsidRPr="009C1C47" w:rsidRDefault="008C1598">
      <w:pPr>
        <w:pStyle w:val="Centr"/>
        <w:keepNext/>
      </w:pPr>
      <w:proofErr w:type="spellStart"/>
      <w:r w:rsidRPr="009C1C47">
        <w:rPr>
          <w:rStyle w:val="Taille-1Caracteres"/>
        </w:rPr>
        <w:t>BOISRAMÉ</w:t>
      </w:r>
      <w:proofErr w:type="spellEnd"/>
      <w:r w:rsidRPr="009C1C47">
        <w:rPr>
          <w:rStyle w:val="Taille-1Caracteres"/>
        </w:rPr>
        <w:t>.</w:t>
      </w:r>
    </w:p>
    <w:p w14:paraId="3901E737" w14:textId="77777777" w:rsidR="008C1598" w:rsidRPr="009C1C47" w:rsidRDefault="008C1598">
      <w:r w:rsidRPr="009C1C47">
        <w:t>C’est égal, monsieur le directeur général, c’est une partie qui a été bien disputée !</w:t>
      </w:r>
    </w:p>
    <w:p w14:paraId="190FEFCA" w14:textId="77777777" w:rsidR="008C1598" w:rsidRPr="009C1C47" w:rsidRDefault="008C1598">
      <w:pPr>
        <w:pStyle w:val="Centr"/>
        <w:keepNext/>
      </w:pPr>
      <w:r w:rsidRPr="009C1C47">
        <w:rPr>
          <w:rStyle w:val="Taille-1Caracteres"/>
        </w:rPr>
        <w:lastRenderedPageBreak/>
        <w:t>EMMA.</w:t>
      </w:r>
    </w:p>
    <w:p w14:paraId="136EE4D0" w14:textId="77777777" w:rsidR="008C1598" w:rsidRPr="009C1C47" w:rsidRDefault="008C1598">
      <w:r w:rsidRPr="009C1C47">
        <w:t>Et qui doit vous rappeler… sir Staunton !</w:t>
      </w:r>
    </w:p>
    <w:p w14:paraId="204CBD88" w14:textId="77777777" w:rsidR="008C1598" w:rsidRPr="009C1C47" w:rsidRDefault="008C1598">
      <w:pPr>
        <w:pStyle w:val="Centr"/>
        <w:keepNext/>
      </w:pPr>
      <w:proofErr w:type="spellStart"/>
      <w:r w:rsidRPr="009C1C47">
        <w:rPr>
          <w:rStyle w:val="Taille-1Caracteres"/>
        </w:rPr>
        <w:t>COURTANSOUX</w:t>
      </w:r>
      <w:proofErr w:type="spellEnd"/>
      <w:r w:rsidRPr="009C1C47">
        <w:rPr>
          <w:rStyle w:val="Taille-1Caracteres"/>
        </w:rPr>
        <w:t>.</w:t>
      </w:r>
    </w:p>
    <w:p w14:paraId="3B0FC633" w14:textId="77777777" w:rsidR="008C1598" w:rsidRPr="009C1C47" w:rsidRDefault="008C1598">
      <w:r w:rsidRPr="009C1C47">
        <w:t>Un rude adversaire, sir Staunton !… C’était à Londres en 1841…</w:t>
      </w:r>
    </w:p>
    <w:p w14:paraId="67336A6B" w14:textId="77777777" w:rsidR="008C1598" w:rsidRPr="009C1C47" w:rsidRDefault="008C1598">
      <w:pPr>
        <w:pStyle w:val="Droite"/>
      </w:pPr>
      <w:r w:rsidRPr="009C1C47">
        <w:rPr>
          <w:rStyle w:val="Taille-1Caracteres"/>
        </w:rPr>
        <w:t xml:space="preserve">Pendant ce temps </w:t>
      </w:r>
      <w:proofErr w:type="spellStart"/>
      <w:r w:rsidRPr="009C1C47">
        <w:rPr>
          <w:rStyle w:val="Taille-1Caracteres"/>
        </w:rPr>
        <w:t>Perdrigeot</w:t>
      </w:r>
      <w:proofErr w:type="spellEnd"/>
      <w:r w:rsidRPr="009C1C47">
        <w:rPr>
          <w:rStyle w:val="Taille-1Caracteres"/>
        </w:rPr>
        <w:t xml:space="preserve"> et Nathalie, au fond, s’apprêtent à partir et </w:t>
      </w:r>
      <w:proofErr w:type="spellStart"/>
      <w:r w:rsidRPr="009C1C47">
        <w:rPr>
          <w:rStyle w:val="Taille-1Caracteres"/>
        </w:rPr>
        <w:t>Marcadieu</w:t>
      </w:r>
      <w:proofErr w:type="spellEnd"/>
      <w:r w:rsidRPr="009C1C47">
        <w:rPr>
          <w:rStyle w:val="Taille-1Caracteres"/>
        </w:rPr>
        <w:t xml:space="preserve"> leur fait ses adieux.</w:t>
      </w:r>
    </w:p>
    <w:p w14:paraId="3A86672F" w14:textId="77777777" w:rsidR="008C1598" w:rsidRPr="009C1C47" w:rsidRDefault="008C1598"/>
    <w:p w14:paraId="51314785" w14:textId="77777777" w:rsidR="008C1598" w:rsidRPr="009C1C47" w:rsidRDefault="008C1598">
      <w:pPr>
        <w:pStyle w:val="Centr"/>
        <w:sectPr w:rsidR="008C1598" w:rsidRPr="009C1C47">
          <w:footerReference w:type="even" r:id="rId11"/>
          <w:footerReference w:type="default" r:id="rId12"/>
          <w:footerReference w:type="first" r:id="rId13"/>
          <w:pgSz w:w="11906" w:h="16838"/>
          <w:pgMar w:top="1134" w:right="1134" w:bottom="1134" w:left="1134" w:header="720" w:footer="709" w:gutter="0"/>
          <w:cols w:space="720"/>
          <w:titlePg/>
          <w:docGrid w:linePitch="360"/>
        </w:sectPr>
      </w:pPr>
      <w:r w:rsidRPr="009C1C47">
        <w:t>FIN</w:t>
      </w:r>
    </w:p>
    <w:p w14:paraId="6A91A429" w14:textId="77777777" w:rsidR="008C1598" w:rsidRPr="009C1C47" w:rsidRDefault="008C1598">
      <w:pPr>
        <w:pStyle w:val="Titre1"/>
        <w:spacing w:before="0" w:after="480"/>
      </w:pPr>
      <w:bookmarkStart w:id="21" w:name="_Toc195641090"/>
      <w:r w:rsidRPr="009C1C47">
        <w:lastRenderedPageBreak/>
        <w:t>À propos de cette édition électronique</w:t>
      </w:r>
      <w:bookmarkEnd w:id="21"/>
    </w:p>
    <w:p w14:paraId="7053B9D8" w14:textId="77777777" w:rsidR="008C1598" w:rsidRPr="009C1C47" w:rsidRDefault="008C1598">
      <w:pPr>
        <w:spacing w:before="180" w:after="180"/>
        <w:ind w:firstLine="0"/>
        <w:jc w:val="center"/>
      </w:pPr>
      <w:r w:rsidRPr="009C1C47">
        <w:rPr>
          <w:b/>
          <w:bCs/>
          <w:szCs w:val="32"/>
        </w:rPr>
        <w:t>Texte libre de droits.</w:t>
      </w:r>
    </w:p>
    <w:p w14:paraId="570D8476" w14:textId="77777777" w:rsidR="008C1598" w:rsidRPr="009C1C47" w:rsidRDefault="008C1598">
      <w:pPr>
        <w:pStyle w:val="Centr"/>
        <w:spacing w:before="180" w:after="180"/>
      </w:pPr>
      <w:r w:rsidRPr="009C1C47">
        <w:t>Corrections, édition, conversion informatique et publication par le groupe :</w:t>
      </w:r>
    </w:p>
    <w:p w14:paraId="3C9F7969" w14:textId="77777777" w:rsidR="008C1598" w:rsidRPr="009C1C47" w:rsidRDefault="008C1598">
      <w:pPr>
        <w:spacing w:before="180" w:after="180"/>
        <w:ind w:firstLine="0"/>
        <w:jc w:val="center"/>
      </w:pPr>
      <w:r w:rsidRPr="009C1C47">
        <w:rPr>
          <w:b/>
          <w:bCs/>
          <w:i/>
          <w:iCs/>
          <w:szCs w:val="32"/>
        </w:rPr>
        <w:t>Ebooks libres et gratuits</w:t>
      </w:r>
    </w:p>
    <w:p w14:paraId="4D01831E" w14:textId="77777777" w:rsidR="008C1598" w:rsidRPr="009C1C47" w:rsidRDefault="00A1311C">
      <w:pPr>
        <w:pStyle w:val="Centr"/>
        <w:spacing w:before="180" w:after="180"/>
      </w:pPr>
      <w:hyperlink r:id="rId14" w:history="1">
        <w:r w:rsidRPr="001A0EBA">
          <w:rPr>
            <w:rStyle w:val="Lienhypertexte"/>
            <w:b/>
            <w:szCs w:val="32"/>
          </w:rPr>
          <w:t>https://fr.groups.yahoo.com/group/ebooksgratuits</w:t>
        </w:r>
      </w:hyperlink>
    </w:p>
    <w:p w14:paraId="4E0FE4CC" w14:textId="77777777" w:rsidR="008C1598" w:rsidRPr="009C1C47" w:rsidRDefault="008C1598">
      <w:pPr>
        <w:pStyle w:val="Centr"/>
        <w:spacing w:before="180" w:after="180"/>
      </w:pPr>
      <w:r w:rsidRPr="009C1C47">
        <w:t>Adresse du site web du groupe :</w:t>
      </w:r>
      <w:r w:rsidRPr="009C1C47">
        <w:br/>
      </w:r>
      <w:hyperlink r:id="rId15" w:history="1">
        <w:r w:rsidR="00A1311C" w:rsidRPr="001A0EBA">
          <w:rPr>
            <w:rStyle w:val="Lienhypertexte"/>
            <w:b/>
            <w:bCs/>
            <w:szCs w:val="32"/>
          </w:rPr>
          <w:t>https://www.ebooksgratuits.com/</w:t>
        </w:r>
      </w:hyperlink>
    </w:p>
    <w:p w14:paraId="52C94A36" w14:textId="77777777" w:rsidR="008C1598" w:rsidRPr="009C1C47" w:rsidRDefault="008C1598">
      <w:pPr>
        <w:pStyle w:val="Centr"/>
        <w:spacing w:before="180" w:after="180"/>
      </w:pPr>
      <w:r w:rsidRPr="009C1C47">
        <w:t>—</w:t>
      </w:r>
    </w:p>
    <w:p w14:paraId="0F30ED3C" w14:textId="77777777" w:rsidR="008C1598" w:rsidRPr="009C1C47" w:rsidRDefault="00A1311C">
      <w:pPr>
        <w:spacing w:before="180" w:after="180"/>
        <w:ind w:firstLine="0"/>
        <w:jc w:val="center"/>
      </w:pPr>
      <w:r>
        <w:rPr>
          <w:b/>
          <w:bCs/>
          <w:szCs w:val="32"/>
        </w:rPr>
        <w:t>Avril</w:t>
      </w:r>
      <w:r w:rsidR="008C1598" w:rsidRPr="009C1C47">
        <w:rPr>
          <w:b/>
          <w:bCs/>
          <w:szCs w:val="32"/>
        </w:rPr>
        <w:t xml:space="preserve"> 20</w:t>
      </w:r>
      <w:r>
        <w:rPr>
          <w:b/>
          <w:bCs/>
          <w:szCs w:val="32"/>
        </w:rPr>
        <w:t>2</w:t>
      </w:r>
      <w:r w:rsidR="008C1598" w:rsidRPr="009C1C47">
        <w:rPr>
          <w:b/>
          <w:bCs/>
          <w:szCs w:val="32"/>
        </w:rPr>
        <w:t>5</w:t>
      </w:r>
    </w:p>
    <w:p w14:paraId="6309D4B0" w14:textId="77777777" w:rsidR="008C1598" w:rsidRPr="009C1C47" w:rsidRDefault="008C1598">
      <w:pPr>
        <w:pStyle w:val="Centr"/>
        <w:spacing w:before="180" w:after="180"/>
      </w:pPr>
      <w:r w:rsidRPr="009C1C47">
        <w:rPr>
          <w:b/>
          <w:bCs/>
          <w:szCs w:val="32"/>
        </w:rPr>
        <w:t>—</w:t>
      </w:r>
    </w:p>
    <w:p w14:paraId="0B313F21" w14:textId="77777777" w:rsidR="008C1598" w:rsidRPr="009C1C47" w:rsidRDefault="008C1598">
      <w:pPr>
        <w:spacing w:before="180" w:after="180"/>
      </w:pPr>
      <w:r w:rsidRPr="009C1C47">
        <w:t>— </w:t>
      </w:r>
      <w:r w:rsidRPr="009C1C47">
        <w:rPr>
          <w:b/>
        </w:rPr>
        <w:t>Élaboration de ce livre électronique</w:t>
      </w:r>
      <w:r w:rsidRPr="009C1C47">
        <w:t> :</w:t>
      </w:r>
    </w:p>
    <w:p w14:paraId="7B4F8AA2" w14:textId="77777777" w:rsidR="008C1598" w:rsidRPr="009C1C47" w:rsidRDefault="008C1598">
      <w:pPr>
        <w:spacing w:before="180" w:after="180"/>
      </w:pPr>
      <w:r w:rsidRPr="009C1C47">
        <w:t xml:space="preserve">Les membres de </w:t>
      </w:r>
      <w:r w:rsidRPr="009C1C47">
        <w:rPr>
          <w:i/>
        </w:rPr>
        <w:t>Ebooks libres et gratuits</w:t>
      </w:r>
      <w:r w:rsidRPr="009C1C47">
        <w:t xml:space="preserve"> qui ont participé à l’élaboration de ce livre, sont :</w:t>
      </w:r>
      <w:r w:rsidR="00A1311C">
        <w:t xml:space="preserve"> </w:t>
      </w:r>
      <w:proofErr w:type="spellStart"/>
      <w:r w:rsidR="00A1311C" w:rsidRPr="00A1311C">
        <w:t>LaurentL</w:t>
      </w:r>
      <w:proofErr w:type="spellEnd"/>
      <w:r w:rsidR="00A1311C" w:rsidRPr="00A1311C">
        <w:t xml:space="preserve">, </w:t>
      </w:r>
      <w:proofErr w:type="spellStart"/>
      <w:r w:rsidR="00A1311C" w:rsidRPr="00A1311C">
        <w:t>YvetteT</w:t>
      </w:r>
      <w:proofErr w:type="spellEnd"/>
      <w:r w:rsidR="00A1311C" w:rsidRPr="00A1311C">
        <w:t xml:space="preserve">, </w:t>
      </w:r>
      <w:proofErr w:type="spellStart"/>
      <w:r w:rsidR="00A1311C" w:rsidRPr="00A1311C">
        <w:t>PatriceC</w:t>
      </w:r>
      <w:proofErr w:type="spellEnd"/>
      <w:r w:rsidR="00A1311C" w:rsidRPr="00A1311C">
        <w:t>, Jean-Luc</w:t>
      </w:r>
      <w:r w:rsidR="00A1311C">
        <w:t xml:space="preserve">, </w:t>
      </w:r>
      <w:proofErr w:type="spellStart"/>
      <w:r w:rsidR="00A1311C">
        <w:t>Coolmicro</w:t>
      </w:r>
      <w:proofErr w:type="spellEnd"/>
      <w:r w:rsidR="00A1311C">
        <w:t>.</w:t>
      </w:r>
    </w:p>
    <w:p w14:paraId="35866B27" w14:textId="77777777" w:rsidR="008C1598" w:rsidRPr="009C1C47" w:rsidRDefault="008C1598">
      <w:pPr>
        <w:spacing w:before="180" w:after="180"/>
      </w:pPr>
      <w:r w:rsidRPr="009C1C47">
        <w:t>— </w:t>
      </w:r>
      <w:r w:rsidRPr="009C1C47">
        <w:rPr>
          <w:b/>
        </w:rPr>
        <w:t>Dispositions</w:t>
      </w:r>
      <w:r w:rsidRPr="009C1C47">
        <w:t> :</w:t>
      </w:r>
    </w:p>
    <w:p w14:paraId="00C98C37" w14:textId="77777777" w:rsidR="008C1598" w:rsidRPr="009C1C47" w:rsidRDefault="008C1598">
      <w:pPr>
        <w:spacing w:before="180" w:after="180"/>
      </w:pPr>
      <w:r w:rsidRPr="009C1C47">
        <w:t xml:space="preserve">Les livres que nous mettons à votre disposition, sont des textes libres de droits, que vous pouvez utiliser librement, </w:t>
      </w:r>
      <w:r w:rsidRPr="009C1C47">
        <w:rPr>
          <w:u w:val="single"/>
        </w:rPr>
        <w:t>à une fin non commerciale et non professionnelle</w:t>
      </w:r>
      <w:r w:rsidRPr="009C1C47">
        <w:t>. Tout lien vers notre site est bienvenu…</w:t>
      </w:r>
    </w:p>
    <w:p w14:paraId="4F14D3AD" w14:textId="77777777" w:rsidR="008C1598" w:rsidRPr="009C1C47" w:rsidRDefault="008C1598">
      <w:pPr>
        <w:spacing w:before="180" w:after="180"/>
      </w:pPr>
      <w:r w:rsidRPr="009C1C47">
        <w:t>— </w:t>
      </w:r>
      <w:r w:rsidRPr="009C1C47">
        <w:rPr>
          <w:b/>
        </w:rPr>
        <w:t>Qualité</w:t>
      </w:r>
      <w:r w:rsidRPr="009C1C47">
        <w:t> :</w:t>
      </w:r>
    </w:p>
    <w:p w14:paraId="6D096871" w14:textId="77777777" w:rsidR="008C1598" w:rsidRPr="009C1C47" w:rsidRDefault="008C1598">
      <w:pPr>
        <w:spacing w:before="180" w:after="180"/>
      </w:pPr>
      <w:r w:rsidRPr="009C1C47">
        <w:t>Les textes sont livrés tels quels sans garantie de leur intégrité parfaite par rapport à l’original. Nous rappelons que c’est un travail d’amateurs non rétribués et que nous essayons de promouvoir la culture littéraire avec de maigres moyens.</w:t>
      </w:r>
    </w:p>
    <w:p w14:paraId="1CF89F21" w14:textId="77777777" w:rsidR="008C1598" w:rsidRPr="009C1C47" w:rsidRDefault="008C1598">
      <w:pPr>
        <w:spacing w:before="180" w:after="180"/>
        <w:ind w:firstLine="0"/>
        <w:jc w:val="center"/>
      </w:pPr>
      <w:r w:rsidRPr="009C1C47">
        <w:rPr>
          <w:i/>
          <w:iCs/>
          <w:szCs w:val="32"/>
        </w:rPr>
        <w:t>Votre aide est la bienvenue !</w:t>
      </w:r>
    </w:p>
    <w:p w14:paraId="08FD7402" w14:textId="77777777" w:rsidR="008C1598" w:rsidRPr="009C1C47" w:rsidRDefault="008C1598">
      <w:pPr>
        <w:pStyle w:val="Centr"/>
        <w:suppressAutoHyphens/>
        <w:spacing w:before="180" w:after="180"/>
      </w:pPr>
      <w:r w:rsidRPr="009C1C47">
        <w:t>VOUS POUVEZ NOUS AIDER À FAIRE CONNAÎTRE CES CLASSIQUES LITTÉRAIRES.</w:t>
      </w:r>
    </w:p>
    <w:sectPr w:rsidR="008C1598" w:rsidRPr="009C1C47" w:rsidSect="00A1311C">
      <w:footerReference w:type="even" r:id="rId16"/>
      <w:footerReference w:type="default" r:id="rId17"/>
      <w:footerReference w:type="first" r:id="rId18"/>
      <w:pgSz w:w="11906" w:h="16838" w:code="9"/>
      <w:pgMar w:top="567" w:right="567" w:bottom="567"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8BA6" w14:textId="77777777" w:rsidR="007827CF" w:rsidRDefault="007827CF">
      <w:pPr>
        <w:spacing w:before="0" w:after="0"/>
      </w:pPr>
      <w:r>
        <w:separator/>
      </w:r>
    </w:p>
  </w:endnote>
  <w:endnote w:type="continuationSeparator" w:id="0">
    <w:p w14:paraId="13A8A64B" w14:textId="77777777" w:rsidR="007827CF" w:rsidRDefault="007827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A552" w14:textId="77777777" w:rsidR="008C1598" w:rsidRDefault="008C1598">
    <w:pPr>
      <w:pStyle w:val="Pieddepage"/>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r>
      <w:rPr>
        <w:rStyle w:val="Numrodepage"/>
        <w:rFonts w:eastAsia="Amasis30"/>
      </w:rPr>
      <w:t xml:space="preserve"> </w:t>
    </w:r>
    <w:r>
      <w:rPr>
        <w:rStyle w:val="Numrodepage"/>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F2263" w14:textId="77777777" w:rsidR="008C1598" w:rsidRDefault="008C159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D4567" w14:textId="77777777" w:rsidR="008C1598" w:rsidRDefault="008C1598">
    <w:pPr>
      <w:pStyle w:val="Pieddepage"/>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sidR="002B6E65">
      <w:rPr>
        <w:rStyle w:val="Numrodepage"/>
        <w:noProof/>
      </w:rPr>
      <w:t>53</w:t>
    </w:r>
    <w:r>
      <w:rPr>
        <w:rStyle w:val="Numrodepage"/>
      </w:rPr>
      <w:fldChar w:fldCharType="end"/>
    </w:r>
    <w:r>
      <w:rPr>
        <w:rStyle w:val="Numrodepage"/>
        <w:rFonts w:eastAsia="Amasis30"/>
      </w:rPr>
      <w:t xml:space="preserve"> </w:t>
    </w:r>
    <w:r>
      <w:rPr>
        <w:rStyle w:val="Numrodepage"/>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DA7CC" w14:textId="77777777" w:rsidR="008C1598" w:rsidRDefault="008C1598">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2A50" w14:textId="77777777" w:rsidR="008C1598" w:rsidRDefault="008C159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5A97" w14:textId="77777777" w:rsidR="008C1598" w:rsidRDefault="008C1598">
    <w:pPr>
      <w:pStyle w:val="Pieddepage"/>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sidR="008D7D14">
      <w:rPr>
        <w:rStyle w:val="Numrodepage"/>
        <w:noProof/>
      </w:rPr>
      <w:t>81</w:t>
    </w:r>
    <w:r>
      <w:rPr>
        <w:rStyle w:val="Numrodepage"/>
      </w:rPr>
      <w:fldChar w:fldCharType="end"/>
    </w:r>
    <w:r>
      <w:rPr>
        <w:rStyle w:val="Numrodepage"/>
        <w:rFonts w:eastAsia="Amasis30"/>
      </w:rPr>
      <w:t xml:space="preserve"> </w:t>
    </w:r>
    <w:r>
      <w:rPr>
        <w:rStyle w:val="Numrodepage"/>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52DB" w14:textId="77777777" w:rsidR="008C1598" w:rsidRDefault="008C15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1F3C1" w14:textId="77777777" w:rsidR="007827CF" w:rsidRDefault="007827CF">
      <w:pPr>
        <w:spacing w:before="0" w:after="0"/>
      </w:pPr>
      <w:r>
        <w:separator/>
      </w:r>
    </w:p>
  </w:footnote>
  <w:footnote w:type="continuationSeparator" w:id="0">
    <w:p w14:paraId="709DE8E6" w14:textId="77777777" w:rsidR="007827CF" w:rsidRDefault="007827CF">
      <w:pPr>
        <w:spacing w:before="0" w:after="0"/>
      </w:pPr>
      <w:r>
        <w:continuationSeparator/>
      </w:r>
    </w:p>
  </w:footnote>
  <w:footnote w:id="1">
    <w:p w14:paraId="25604F97" w14:textId="77777777" w:rsidR="008C1598" w:rsidRPr="00F92C6F" w:rsidRDefault="008C1598" w:rsidP="00D049D2">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 xml:space="preserve">, </w:t>
      </w:r>
      <w:proofErr w:type="spellStart"/>
      <w:r w:rsidRPr="00F92C6F">
        <w:t>Marcadieu</w:t>
      </w:r>
      <w:proofErr w:type="spellEnd"/>
      <w:r w:rsidRPr="00F92C6F">
        <w:t>.</w:t>
      </w:r>
    </w:p>
  </w:footnote>
  <w:footnote w:id="2">
    <w:p w14:paraId="7ADA23F3"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Marcadieu</w:t>
      </w:r>
      <w:proofErr w:type="spellEnd"/>
      <w:r w:rsidRPr="00F92C6F">
        <w:t xml:space="preserve">, </w:t>
      </w:r>
      <w:proofErr w:type="spellStart"/>
      <w:r w:rsidRPr="00F92C6F">
        <w:t>Boisramé</w:t>
      </w:r>
      <w:proofErr w:type="spellEnd"/>
      <w:r w:rsidRPr="00F92C6F">
        <w:t>, Emma.</w:t>
      </w:r>
    </w:p>
  </w:footnote>
  <w:footnote w:id="3">
    <w:p w14:paraId="1DA22827"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w:t>
      </w:r>
    </w:p>
  </w:footnote>
  <w:footnote w:id="4">
    <w:p w14:paraId="70EB11D8"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Courtansoux</w:t>
      </w:r>
      <w:proofErr w:type="spellEnd"/>
      <w:r w:rsidRPr="00F92C6F">
        <w:t xml:space="preserve">, </w:t>
      </w:r>
      <w:proofErr w:type="spellStart"/>
      <w:r w:rsidRPr="00F92C6F">
        <w:t>Boisramé</w:t>
      </w:r>
      <w:proofErr w:type="spellEnd"/>
      <w:r w:rsidRPr="00F92C6F">
        <w:t>.</w:t>
      </w:r>
    </w:p>
  </w:footnote>
  <w:footnote w:id="5">
    <w:p w14:paraId="051875B9"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Courtansoux</w:t>
      </w:r>
      <w:proofErr w:type="spellEnd"/>
      <w:r w:rsidRPr="00F92C6F">
        <w:t xml:space="preserve">, </w:t>
      </w:r>
      <w:proofErr w:type="spellStart"/>
      <w:r w:rsidRPr="00F92C6F">
        <w:t>Boisramé</w:t>
      </w:r>
      <w:proofErr w:type="spellEnd"/>
      <w:r w:rsidRPr="00F92C6F">
        <w:t>.</w:t>
      </w:r>
    </w:p>
  </w:footnote>
  <w:footnote w:id="6">
    <w:p w14:paraId="1668DD34"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Boisramé</w:t>
      </w:r>
      <w:proofErr w:type="spellEnd"/>
      <w:r w:rsidRPr="00F92C6F">
        <w:t xml:space="preserve">, </w:t>
      </w:r>
      <w:proofErr w:type="spellStart"/>
      <w:r w:rsidRPr="00F92C6F">
        <w:t>Courtansoux</w:t>
      </w:r>
      <w:proofErr w:type="spellEnd"/>
      <w:r w:rsidRPr="00F92C6F">
        <w:t>.</w:t>
      </w:r>
    </w:p>
  </w:footnote>
  <w:footnote w:id="7">
    <w:p w14:paraId="4FFAC0B2"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Perdrigeot</w:t>
      </w:r>
      <w:proofErr w:type="spellEnd"/>
      <w:r w:rsidRPr="00F92C6F">
        <w:t>, Emma.</w:t>
      </w:r>
    </w:p>
  </w:footnote>
  <w:footnote w:id="8">
    <w:p w14:paraId="61BF5E54"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Perdrigeot</w:t>
      </w:r>
      <w:proofErr w:type="spellEnd"/>
      <w:r w:rsidRPr="00F92C6F">
        <w:t xml:space="preserve">, </w:t>
      </w:r>
      <w:proofErr w:type="spellStart"/>
      <w:r w:rsidRPr="00F92C6F">
        <w:t>Boisramé</w:t>
      </w:r>
      <w:proofErr w:type="spellEnd"/>
      <w:r w:rsidRPr="00F92C6F">
        <w:t>, Emma.</w:t>
      </w:r>
    </w:p>
  </w:footnote>
  <w:footnote w:id="9">
    <w:p w14:paraId="0592AB6A"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Perdrigeot</w:t>
      </w:r>
      <w:proofErr w:type="spellEnd"/>
      <w:r w:rsidRPr="00F92C6F">
        <w:t xml:space="preserve">, </w:t>
      </w:r>
      <w:proofErr w:type="spellStart"/>
      <w:r w:rsidRPr="00F92C6F">
        <w:t>Boisramé</w:t>
      </w:r>
      <w:proofErr w:type="spellEnd"/>
      <w:r w:rsidRPr="00F92C6F">
        <w:t>.</w:t>
      </w:r>
    </w:p>
  </w:footnote>
  <w:footnote w:id="10">
    <w:p w14:paraId="66C6AE63"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Nathalie, </w:t>
      </w:r>
      <w:proofErr w:type="spellStart"/>
      <w:r w:rsidRPr="00F92C6F">
        <w:t>Perdrigeot</w:t>
      </w:r>
      <w:proofErr w:type="spellEnd"/>
      <w:r w:rsidRPr="00F92C6F">
        <w:t>.</w:t>
      </w:r>
    </w:p>
  </w:footnote>
  <w:footnote w:id="11">
    <w:p w14:paraId="6F1D0499"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Nathalie, </w:t>
      </w:r>
      <w:proofErr w:type="spellStart"/>
      <w:r w:rsidRPr="00F92C6F">
        <w:t>Boisramé</w:t>
      </w:r>
      <w:proofErr w:type="spellEnd"/>
      <w:r w:rsidRPr="00F92C6F">
        <w:t>.</w:t>
      </w:r>
    </w:p>
  </w:footnote>
  <w:footnote w:id="12">
    <w:p w14:paraId="47464C5B"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Boisramé</w:t>
      </w:r>
      <w:proofErr w:type="spellEnd"/>
      <w:r w:rsidRPr="00F92C6F">
        <w:t>, Nathalie.</w:t>
      </w:r>
    </w:p>
  </w:footnote>
  <w:footnote w:id="13">
    <w:p w14:paraId="6EEC12C0"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Nathalie, </w:t>
      </w:r>
      <w:proofErr w:type="spellStart"/>
      <w:r w:rsidRPr="00F92C6F">
        <w:t>Boisramé</w:t>
      </w:r>
      <w:proofErr w:type="spellEnd"/>
      <w:r w:rsidRPr="00F92C6F">
        <w:t>.</w:t>
      </w:r>
    </w:p>
  </w:footnote>
  <w:footnote w:id="14">
    <w:p w14:paraId="71984BD4"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Courtansoux</w:t>
      </w:r>
      <w:proofErr w:type="spellEnd"/>
      <w:r w:rsidRPr="00F92C6F">
        <w:t xml:space="preserve">, </w:t>
      </w:r>
      <w:proofErr w:type="spellStart"/>
      <w:r w:rsidRPr="00F92C6F">
        <w:t>Boisramé</w:t>
      </w:r>
      <w:proofErr w:type="spellEnd"/>
      <w:r w:rsidRPr="00F92C6F">
        <w:t>.</w:t>
      </w:r>
    </w:p>
  </w:footnote>
  <w:footnote w:id="15">
    <w:p w14:paraId="7AA1FC6C"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w:t>
      </w:r>
    </w:p>
  </w:footnote>
  <w:footnote w:id="16">
    <w:p w14:paraId="335DB78B"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Boisramé</w:t>
      </w:r>
      <w:proofErr w:type="spellEnd"/>
      <w:r w:rsidRPr="00F92C6F">
        <w:t>.</w:t>
      </w:r>
    </w:p>
  </w:footnote>
  <w:footnote w:id="17">
    <w:p w14:paraId="2D571029"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 xml:space="preserve">, </w:t>
      </w:r>
      <w:proofErr w:type="spellStart"/>
      <w:r w:rsidRPr="00F92C6F">
        <w:t>Perdrigeot</w:t>
      </w:r>
      <w:proofErr w:type="spellEnd"/>
      <w:r w:rsidRPr="00F92C6F">
        <w:t>.</w:t>
      </w:r>
    </w:p>
  </w:footnote>
  <w:footnote w:id="18">
    <w:p w14:paraId="0013C55F"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Boisramé</w:t>
      </w:r>
      <w:proofErr w:type="spellEnd"/>
      <w:r w:rsidRPr="00F92C6F">
        <w:t xml:space="preserve">, Emma, </w:t>
      </w:r>
      <w:proofErr w:type="spellStart"/>
      <w:r w:rsidRPr="00F92C6F">
        <w:t>Perdrigeot</w:t>
      </w:r>
      <w:proofErr w:type="spellEnd"/>
      <w:r w:rsidRPr="00F92C6F">
        <w:t>.</w:t>
      </w:r>
    </w:p>
  </w:footnote>
  <w:footnote w:id="19">
    <w:p w14:paraId="11878423"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 xml:space="preserve">, </w:t>
      </w:r>
      <w:proofErr w:type="spellStart"/>
      <w:r w:rsidRPr="00F92C6F">
        <w:t>Perdrigeot</w:t>
      </w:r>
      <w:proofErr w:type="spellEnd"/>
      <w:r w:rsidRPr="00F92C6F">
        <w:t>.</w:t>
      </w:r>
    </w:p>
  </w:footnote>
  <w:footnote w:id="20">
    <w:p w14:paraId="16E4F628"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Perdrigeot</w:t>
      </w:r>
      <w:proofErr w:type="spellEnd"/>
      <w:r w:rsidRPr="00F92C6F">
        <w:t xml:space="preserve">, </w:t>
      </w:r>
      <w:proofErr w:type="spellStart"/>
      <w:r w:rsidRPr="00F92C6F">
        <w:t>Boisramé</w:t>
      </w:r>
      <w:proofErr w:type="spellEnd"/>
      <w:r w:rsidRPr="00F92C6F">
        <w:t>, Emma.</w:t>
      </w:r>
    </w:p>
  </w:footnote>
  <w:footnote w:id="21">
    <w:p w14:paraId="68C40994"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Perdrigeot</w:t>
      </w:r>
      <w:proofErr w:type="spellEnd"/>
      <w:r w:rsidRPr="00F92C6F">
        <w:t>, Emma.</w:t>
      </w:r>
    </w:p>
  </w:footnote>
  <w:footnote w:id="22">
    <w:p w14:paraId="43B0717D"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Perdrigeot</w:t>
      </w:r>
      <w:proofErr w:type="spellEnd"/>
      <w:r w:rsidRPr="00F92C6F">
        <w:t>.</w:t>
      </w:r>
    </w:p>
  </w:footnote>
  <w:footnote w:id="23">
    <w:p w14:paraId="62FEA04D"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Perdrigeot</w:t>
      </w:r>
      <w:proofErr w:type="spellEnd"/>
      <w:r w:rsidRPr="00F92C6F">
        <w:t>, Emma.</w:t>
      </w:r>
    </w:p>
  </w:footnote>
  <w:footnote w:id="24">
    <w:p w14:paraId="5D588648"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Perdrigeot</w:t>
      </w:r>
      <w:proofErr w:type="spellEnd"/>
      <w:r w:rsidRPr="00F92C6F">
        <w:t>.</w:t>
      </w:r>
    </w:p>
  </w:footnote>
  <w:footnote w:id="25">
    <w:p w14:paraId="28246FF8"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Marcadieu</w:t>
      </w:r>
      <w:proofErr w:type="spellEnd"/>
      <w:r w:rsidRPr="00F92C6F">
        <w:t>.</w:t>
      </w:r>
    </w:p>
  </w:footnote>
  <w:footnote w:id="26">
    <w:p w14:paraId="18E84195"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Marcadieu</w:t>
      </w:r>
      <w:proofErr w:type="spellEnd"/>
      <w:r w:rsidRPr="00F92C6F">
        <w:t xml:space="preserve">, </w:t>
      </w:r>
      <w:proofErr w:type="spellStart"/>
      <w:r w:rsidRPr="00F92C6F">
        <w:t>Boisramé</w:t>
      </w:r>
      <w:proofErr w:type="spellEnd"/>
      <w:r w:rsidRPr="00F92C6F">
        <w:t>.</w:t>
      </w:r>
    </w:p>
  </w:footnote>
  <w:footnote w:id="27">
    <w:p w14:paraId="2128A55B"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Boisramé</w:t>
      </w:r>
      <w:proofErr w:type="spellEnd"/>
      <w:r w:rsidRPr="00F92C6F">
        <w:t xml:space="preserve">, </w:t>
      </w:r>
      <w:proofErr w:type="spellStart"/>
      <w:r w:rsidRPr="00F92C6F">
        <w:t>Perdrigeot</w:t>
      </w:r>
      <w:proofErr w:type="spellEnd"/>
      <w:r w:rsidRPr="00F92C6F">
        <w:t>, Emma.</w:t>
      </w:r>
    </w:p>
  </w:footnote>
  <w:footnote w:id="28">
    <w:p w14:paraId="2F5C5EB0"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Boisramé</w:t>
      </w:r>
      <w:proofErr w:type="spellEnd"/>
      <w:r w:rsidRPr="00F92C6F">
        <w:t xml:space="preserve">, </w:t>
      </w:r>
      <w:proofErr w:type="spellStart"/>
      <w:r w:rsidRPr="00F92C6F">
        <w:t>Marcadieu</w:t>
      </w:r>
      <w:proofErr w:type="spellEnd"/>
      <w:r w:rsidRPr="00F92C6F">
        <w:t>.</w:t>
      </w:r>
    </w:p>
  </w:footnote>
  <w:footnote w:id="29">
    <w:p w14:paraId="05A95C7C"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Boisramé</w:t>
      </w:r>
      <w:proofErr w:type="spellEnd"/>
      <w:r w:rsidRPr="00F92C6F">
        <w:t>, Emma.</w:t>
      </w:r>
    </w:p>
  </w:footnote>
  <w:footnote w:id="30">
    <w:p w14:paraId="4D4DACA8"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Boisramé</w:t>
      </w:r>
      <w:proofErr w:type="spellEnd"/>
      <w:r w:rsidRPr="00F92C6F">
        <w:t>.</w:t>
      </w:r>
    </w:p>
  </w:footnote>
  <w:footnote w:id="31">
    <w:p w14:paraId="37E577EE"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Courtansoux</w:t>
      </w:r>
      <w:proofErr w:type="spellEnd"/>
      <w:r w:rsidRPr="00F92C6F">
        <w:t xml:space="preserve">, </w:t>
      </w:r>
      <w:proofErr w:type="spellStart"/>
      <w:r w:rsidRPr="00F92C6F">
        <w:t>Boisramé</w:t>
      </w:r>
      <w:proofErr w:type="spellEnd"/>
      <w:r w:rsidRPr="00F92C6F">
        <w:t>.</w:t>
      </w:r>
    </w:p>
  </w:footnote>
  <w:footnote w:id="32">
    <w:p w14:paraId="7936C990"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Boisramé</w:t>
      </w:r>
      <w:proofErr w:type="spellEnd"/>
      <w:r w:rsidRPr="00F92C6F">
        <w:t>.</w:t>
      </w:r>
    </w:p>
  </w:footnote>
  <w:footnote w:id="33">
    <w:p w14:paraId="45DF8CED"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Perdrigeot</w:t>
      </w:r>
      <w:proofErr w:type="spellEnd"/>
      <w:r w:rsidRPr="00F92C6F">
        <w:t xml:space="preserve">, </w:t>
      </w:r>
      <w:proofErr w:type="spellStart"/>
      <w:r w:rsidRPr="00F92C6F">
        <w:t>Boisramé</w:t>
      </w:r>
      <w:proofErr w:type="spellEnd"/>
      <w:r w:rsidRPr="00F92C6F">
        <w:t>.</w:t>
      </w:r>
    </w:p>
  </w:footnote>
  <w:footnote w:id="34">
    <w:p w14:paraId="2C2E446E" w14:textId="77777777" w:rsidR="008C1598" w:rsidRPr="00F92C6F" w:rsidRDefault="008C1598">
      <w:pPr>
        <w:pStyle w:val="Notedebasdepage"/>
      </w:pPr>
      <w:r w:rsidRPr="00F92C6F">
        <w:rPr>
          <w:rStyle w:val="Appelnotedebasdep"/>
        </w:rPr>
        <w:footnoteRef/>
      </w:r>
      <w:r w:rsidRPr="00F92C6F">
        <w:rPr>
          <w:rFonts w:eastAsia="Amasis30"/>
        </w:rPr>
        <w:t xml:space="preserve"> </w:t>
      </w:r>
      <w:r w:rsidRPr="00F92C6F">
        <w:t xml:space="preserve">Emma, </w:t>
      </w:r>
      <w:proofErr w:type="spellStart"/>
      <w:r w:rsidRPr="00F92C6F">
        <w:t>Marcadieu</w:t>
      </w:r>
      <w:proofErr w:type="spellEnd"/>
      <w:r w:rsidRPr="00F92C6F">
        <w:t xml:space="preserve">, </w:t>
      </w:r>
      <w:proofErr w:type="spellStart"/>
      <w:r w:rsidRPr="00F92C6F">
        <w:t>Courtansoux</w:t>
      </w:r>
      <w:proofErr w:type="spellEnd"/>
      <w:r w:rsidRPr="00F92C6F">
        <w:t xml:space="preserve">, </w:t>
      </w:r>
      <w:proofErr w:type="spellStart"/>
      <w:r w:rsidRPr="00F92C6F">
        <w:t>Perdrigeot</w:t>
      </w:r>
      <w:proofErr w:type="spellEnd"/>
      <w:r w:rsidRPr="00F92C6F">
        <w:t xml:space="preserve">, </w:t>
      </w:r>
      <w:proofErr w:type="spellStart"/>
      <w:r w:rsidRPr="00F92C6F">
        <w:t>Boisramé</w:t>
      </w:r>
      <w:proofErr w:type="spellEnd"/>
      <w:r w:rsidRPr="00F92C6F">
        <w:t>.</w:t>
      </w:r>
    </w:p>
  </w:footnote>
  <w:footnote w:id="35">
    <w:p w14:paraId="0603EBC2"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 xml:space="preserve">, </w:t>
      </w:r>
      <w:proofErr w:type="spellStart"/>
      <w:r w:rsidRPr="00F92C6F">
        <w:t>Perdrigeot</w:t>
      </w:r>
      <w:proofErr w:type="spellEnd"/>
      <w:r w:rsidRPr="00F92C6F">
        <w:t xml:space="preserve">, </w:t>
      </w:r>
      <w:proofErr w:type="spellStart"/>
      <w:r w:rsidRPr="00F92C6F">
        <w:t>Marcadieu</w:t>
      </w:r>
      <w:proofErr w:type="spellEnd"/>
      <w:r w:rsidRPr="00F92C6F">
        <w:t xml:space="preserve"> et Nathalie au fond.</w:t>
      </w:r>
    </w:p>
  </w:footnote>
  <w:footnote w:id="36">
    <w:p w14:paraId="5F782301"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w:t>
      </w:r>
      <w:proofErr w:type="spellStart"/>
      <w:r w:rsidRPr="00F92C6F">
        <w:t>Boisramé</w:t>
      </w:r>
      <w:proofErr w:type="spellEnd"/>
      <w:r w:rsidRPr="00F92C6F">
        <w:t xml:space="preserve">, Emma, </w:t>
      </w:r>
      <w:proofErr w:type="spellStart"/>
      <w:r w:rsidRPr="00F92C6F">
        <w:t>Perdrigeot</w:t>
      </w:r>
      <w:proofErr w:type="spellEnd"/>
      <w:r w:rsidRPr="00F92C6F">
        <w:t xml:space="preserve">, Nathalie, </w:t>
      </w:r>
      <w:proofErr w:type="spellStart"/>
      <w:r w:rsidRPr="00F92C6F">
        <w:t>Marcadieu</w:t>
      </w:r>
      <w:proofErr w:type="spellEnd"/>
      <w:r w:rsidRPr="00F92C6F">
        <w:t>.</w:t>
      </w:r>
    </w:p>
  </w:footnote>
  <w:footnote w:id="37">
    <w:p w14:paraId="1EE3B9AD" w14:textId="77777777" w:rsidR="008C1598" w:rsidRPr="00F92C6F" w:rsidRDefault="008C1598">
      <w:pPr>
        <w:pStyle w:val="Notedebasdepage"/>
      </w:pPr>
      <w:r w:rsidRPr="00F92C6F">
        <w:rPr>
          <w:rStyle w:val="Appelnotedebasdep"/>
        </w:rPr>
        <w:footnoteRef/>
      </w:r>
      <w:r w:rsidRPr="00F92C6F">
        <w:rPr>
          <w:rFonts w:eastAsia="Amasis30"/>
        </w:rPr>
        <w:t xml:space="preserve"> </w:t>
      </w:r>
      <w:proofErr w:type="spellStart"/>
      <w:r w:rsidRPr="00F92C6F">
        <w:t>Courtansoux</w:t>
      </w:r>
      <w:proofErr w:type="spellEnd"/>
      <w:r w:rsidRPr="00F92C6F">
        <w:t xml:space="preserve">, Emma, </w:t>
      </w:r>
      <w:proofErr w:type="spellStart"/>
      <w:r w:rsidRPr="00F92C6F">
        <w:t>Boisramé</w:t>
      </w:r>
      <w:proofErr w:type="spellEnd"/>
      <w:r w:rsidRPr="00F92C6F">
        <w:t xml:space="preserve">, </w:t>
      </w:r>
      <w:proofErr w:type="spellStart"/>
      <w:r w:rsidRPr="00F92C6F">
        <w:t>Perdrigeot</w:t>
      </w:r>
      <w:proofErr w:type="spellEnd"/>
      <w:r w:rsidRPr="00F92C6F">
        <w:t>, Nathalie.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3601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BB9"/>
    <w:rsid w:val="00042E5C"/>
    <w:rsid w:val="00065811"/>
    <w:rsid w:val="002A3F4A"/>
    <w:rsid w:val="002B6E65"/>
    <w:rsid w:val="002F2EEE"/>
    <w:rsid w:val="00417EDD"/>
    <w:rsid w:val="004334F5"/>
    <w:rsid w:val="0045191B"/>
    <w:rsid w:val="004F18AA"/>
    <w:rsid w:val="00572BF5"/>
    <w:rsid w:val="0058776F"/>
    <w:rsid w:val="005D205C"/>
    <w:rsid w:val="00624551"/>
    <w:rsid w:val="007512C7"/>
    <w:rsid w:val="007827CF"/>
    <w:rsid w:val="007A1D20"/>
    <w:rsid w:val="0081560D"/>
    <w:rsid w:val="008B4AD6"/>
    <w:rsid w:val="008C1598"/>
    <w:rsid w:val="008D3574"/>
    <w:rsid w:val="008D4C67"/>
    <w:rsid w:val="008D7D14"/>
    <w:rsid w:val="0092027E"/>
    <w:rsid w:val="00954BBC"/>
    <w:rsid w:val="009C1C47"/>
    <w:rsid w:val="00A1311C"/>
    <w:rsid w:val="00A21BB9"/>
    <w:rsid w:val="00AF7AF2"/>
    <w:rsid w:val="00B9567E"/>
    <w:rsid w:val="00C525DA"/>
    <w:rsid w:val="00CC43B7"/>
    <w:rsid w:val="00CC62CB"/>
    <w:rsid w:val="00CC7285"/>
    <w:rsid w:val="00D049D2"/>
    <w:rsid w:val="00D13342"/>
    <w:rsid w:val="00E3408A"/>
    <w:rsid w:val="00F222B3"/>
    <w:rsid w:val="00F509A6"/>
    <w:rsid w:val="00F92C6F"/>
    <w:rsid w:val="00FE4A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72C64F"/>
  <w15:chartTrackingRefBased/>
  <w15:docId w15:val="{898E3E88-85C0-46BF-B23D-07995FDD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91B"/>
    <w:pPr>
      <w:spacing w:before="240" w:after="240"/>
      <w:ind w:firstLine="680"/>
      <w:jc w:val="both"/>
    </w:pPr>
    <w:rPr>
      <w:rFonts w:ascii="Amasis30" w:hAnsi="Amasis30" w:cs="Amasis30"/>
      <w:sz w:val="36"/>
      <w:szCs w:val="24"/>
      <w:lang w:eastAsia="zh-CN"/>
    </w:rPr>
  </w:style>
  <w:style w:type="paragraph" w:styleId="Titre1">
    <w:name w:val="heading 1"/>
    <w:basedOn w:val="Normal"/>
    <w:next w:val="Normal"/>
    <w:qFormat/>
    <w:pPr>
      <w:keepNext/>
      <w:pageBreakBefore/>
      <w:numPr>
        <w:numId w:val="1"/>
      </w:numPr>
      <w:suppressAutoHyphens/>
      <w:spacing w:before="960" w:after="720"/>
      <w:jc w:val="center"/>
      <w:outlineLvl w:val="0"/>
    </w:pPr>
    <w:rPr>
      <w:rFonts w:cs="Arial"/>
      <w:b/>
      <w:bCs/>
      <w:sz w:val="48"/>
      <w:szCs w:val="44"/>
    </w:rPr>
  </w:style>
  <w:style w:type="paragraph" w:styleId="Titre2">
    <w:name w:val="heading 2"/>
    <w:basedOn w:val="Normal"/>
    <w:next w:val="Normal"/>
    <w:qFormat/>
    <w:pPr>
      <w:keepNext/>
      <w:keepLines/>
      <w:numPr>
        <w:ilvl w:val="1"/>
        <w:numId w:val="1"/>
      </w:numPr>
      <w:suppressAutoHyphens/>
      <w:spacing w:before="960" w:after="720"/>
      <w:jc w:val="center"/>
      <w:outlineLvl w:val="1"/>
    </w:pPr>
    <w:rPr>
      <w:rFonts w:cs="Arial"/>
      <w:b/>
      <w:bCs/>
      <w:iCs/>
      <w:sz w:val="44"/>
      <w:szCs w:val="40"/>
    </w:rPr>
  </w:style>
  <w:style w:type="paragraph" w:styleId="Titre3">
    <w:name w:val="heading 3"/>
    <w:basedOn w:val="Normal"/>
    <w:next w:val="Normal"/>
    <w:qFormat/>
    <w:pPr>
      <w:keepNext/>
      <w:numPr>
        <w:ilvl w:val="2"/>
        <w:numId w:val="1"/>
      </w:numPr>
      <w:suppressAutoHyphens/>
      <w:spacing w:before="480"/>
      <w:jc w:val="center"/>
      <w:outlineLvl w:val="2"/>
    </w:pPr>
    <w:rPr>
      <w:rFonts w:cs="Arial"/>
      <w:b/>
      <w:bCs/>
      <w:sz w:val="4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Amasis30" w:hAnsi="Amasis30" w:cs="Amasis30"/>
      <w:color w:val="004080"/>
      <w:u w:val="single"/>
    </w:rPr>
  </w:style>
  <w:style w:type="character" w:styleId="Numrodepage">
    <w:name w:val="page number"/>
    <w:rsid w:val="0045191B"/>
  </w:style>
  <w:style w:type="character" w:customStyle="1" w:styleId="Taille-1Caracteres">
    <w:name w:val="Taille-1Caracteres"/>
    <w:rPr>
      <w:sz w:val="32"/>
      <w:szCs w:val="20"/>
    </w:rPr>
  </w:style>
  <w:style w:type="character" w:styleId="Appelnotedebasdep">
    <w:name w:val="footnote reference"/>
    <w:rPr>
      <w:vertAlign w:val="superscript"/>
    </w:rPr>
  </w:style>
  <w:style w:type="character" w:styleId="Appeldenotedefin">
    <w:name w:val="endnote reference"/>
    <w:rPr>
      <w:vertAlign w:val="superscript"/>
    </w:rPr>
  </w:style>
  <w:style w:type="paragraph" w:styleId="Corpsdetexte">
    <w:name w:val="Body Text"/>
    <w:basedOn w:val="Normal"/>
    <w:pPr>
      <w:spacing w:before="0"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rPr>
  </w:style>
  <w:style w:type="paragraph" w:styleId="TM1">
    <w:name w:val="toc 1"/>
    <w:basedOn w:val="Normal"/>
    <w:next w:val="Normal"/>
    <w:uiPriority w:val="39"/>
    <w:pPr>
      <w:tabs>
        <w:tab w:val="right" w:leader="dot" w:pos="9639"/>
      </w:tabs>
      <w:spacing w:before="180" w:after="180"/>
      <w:ind w:firstLine="0"/>
      <w:jc w:val="left"/>
    </w:pPr>
    <w:rPr>
      <w:bCs/>
      <w:iCs/>
      <w:color w:val="000080"/>
      <w:szCs w:val="28"/>
      <w:lang w:eastAsia="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ind w:firstLine="0"/>
      <w:jc w:val="center"/>
    </w:pPr>
    <w:rPr>
      <w:sz w:val="32"/>
    </w:rPr>
  </w:style>
  <w:style w:type="paragraph" w:styleId="TM2">
    <w:name w:val="toc 2"/>
    <w:basedOn w:val="Normal"/>
    <w:next w:val="Normal"/>
    <w:pPr>
      <w:tabs>
        <w:tab w:val="right" w:leader="dot" w:pos="9639"/>
      </w:tabs>
      <w:spacing w:before="120" w:after="120"/>
      <w:ind w:left="284" w:firstLine="0"/>
      <w:jc w:val="left"/>
    </w:pPr>
    <w:rPr>
      <w:color w:val="000080"/>
      <w:sz w:val="34"/>
      <w:lang w:eastAsia="fr-FR"/>
    </w:rPr>
  </w:style>
  <w:style w:type="paragraph" w:styleId="TM3">
    <w:name w:val="toc 3"/>
    <w:basedOn w:val="Normal"/>
    <w:next w:val="Normal"/>
    <w:pPr>
      <w:tabs>
        <w:tab w:val="right" w:leader="dot" w:pos="9639"/>
      </w:tabs>
      <w:spacing w:before="120" w:after="120"/>
      <w:ind w:left="567" w:firstLine="0"/>
      <w:jc w:val="left"/>
    </w:pPr>
    <w:rPr>
      <w:color w:val="000080"/>
      <w:sz w:val="32"/>
    </w:rPr>
  </w:style>
  <w:style w:type="paragraph" w:styleId="TM4">
    <w:name w:val="toc 4"/>
    <w:basedOn w:val="Normal"/>
    <w:next w:val="Normal"/>
    <w:pPr>
      <w:ind w:left="780"/>
    </w:pPr>
  </w:style>
  <w:style w:type="paragraph" w:styleId="TM5">
    <w:name w:val="toc 5"/>
    <w:basedOn w:val="Normal"/>
    <w:next w:val="Normal"/>
    <w:pPr>
      <w:ind w:left="1040"/>
    </w:pPr>
  </w:style>
  <w:style w:type="paragraph" w:styleId="TM6">
    <w:name w:val="toc 6"/>
    <w:basedOn w:val="Normal"/>
    <w:next w:val="Normal"/>
    <w:pPr>
      <w:ind w:left="1300"/>
    </w:pPr>
  </w:style>
  <w:style w:type="paragraph" w:styleId="TM7">
    <w:name w:val="toc 7"/>
    <w:basedOn w:val="Normal"/>
    <w:next w:val="Normal"/>
    <w:pPr>
      <w:ind w:left="1560"/>
    </w:pPr>
  </w:style>
  <w:style w:type="paragraph" w:styleId="TM8">
    <w:name w:val="toc 8"/>
    <w:basedOn w:val="Normal"/>
    <w:next w:val="Normal"/>
    <w:pPr>
      <w:ind w:left="1820"/>
    </w:pPr>
  </w:style>
  <w:style w:type="paragraph" w:styleId="TM9">
    <w:name w:val="toc 9"/>
    <w:basedOn w:val="Normal"/>
    <w:next w:val="Normal"/>
    <w:pPr>
      <w:ind w:left="2080"/>
    </w:pPr>
  </w:style>
  <w:style w:type="paragraph" w:styleId="Notedebasdepage">
    <w:name w:val="footnote text"/>
    <w:basedOn w:val="Normal"/>
    <w:rsid w:val="0045191B"/>
    <w:rPr>
      <w:sz w:val="32"/>
      <w:szCs w:val="30"/>
    </w:rPr>
  </w:style>
  <w:style w:type="paragraph" w:customStyle="1" w:styleId="Auteur">
    <w:name w:val="Auteur"/>
    <w:basedOn w:val="Normal"/>
    <w:pPr>
      <w:spacing w:before="0" w:after="1800"/>
      <w:ind w:right="851" w:firstLine="0"/>
      <w:jc w:val="right"/>
    </w:pPr>
    <w:rPr>
      <w:sz w:val="48"/>
    </w:rPr>
  </w:style>
  <w:style w:type="paragraph" w:customStyle="1" w:styleId="Titrelivre">
    <w:name w:val="Titre_livre"/>
    <w:basedOn w:val="Normal"/>
    <w:pPr>
      <w:spacing w:before="0" w:after="1200"/>
      <w:ind w:left="2268" w:right="851" w:firstLine="0"/>
      <w:jc w:val="right"/>
    </w:pPr>
    <w:rPr>
      <w:b/>
      <w:bCs/>
      <w:sz w:val="72"/>
    </w:rPr>
  </w:style>
  <w:style w:type="paragraph" w:customStyle="1" w:styleId="Soustitrelivre">
    <w:name w:val="Sous_titre_livre"/>
    <w:basedOn w:val="Normal"/>
    <w:pPr>
      <w:spacing w:before="0" w:after="2160"/>
      <w:ind w:left="2268" w:right="851" w:firstLine="0"/>
      <w:jc w:val="right"/>
    </w:pPr>
    <w:rPr>
      <w:bCs/>
      <w:sz w:val="44"/>
      <w:szCs w:val="36"/>
    </w:rPr>
  </w:style>
  <w:style w:type="paragraph" w:customStyle="1" w:styleId="Photoauteur">
    <w:name w:val="Photo_auteur"/>
    <w:basedOn w:val="Normal"/>
    <w:pPr>
      <w:spacing w:after="1080"/>
      <w:ind w:left="2268" w:firstLine="0"/>
      <w:jc w:val="center"/>
    </w:pPr>
    <w:rPr>
      <w:lang w:eastAsia="fr-FR"/>
    </w:rPr>
  </w:style>
  <w:style w:type="paragraph" w:customStyle="1" w:styleId="DateSortie">
    <w:name w:val="Date_Sortie"/>
    <w:basedOn w:val="Normal"/>
    <w:pPr>
      <w:spacing w:before="0" w:after="0"/>
      <w:ind w:right="1418" w:firstLine="0"/>
      <w:jc w:val="right"/>
    </w:pPr>
    <w:rPr>
      <w:bCs/>
      <w:sz w:val="40"/>
    </w:rPr>
  </w:style>
  <w:style w:type="paragraph" w:customStyle="1" w:styleId="Titretablematires">
    <w:name w:val="Titre table matières"/>
    <w:basedOn w:val="Normal"/>
    <w:pPr>
      <w:pBdr>
        <w:top w:val="single" w:sz="8" w:space="1" w:color="000000"/>
        <w:left w:val="none" w:sz="0" w:space="0" w:color="000000"/>
        <w:bottom w:val="single" w:sz="8" w:space="1" w:color="000000"/>
        <w:right w:val="none" w:sz="0" w:space="0" w:color="000000"/>
      </w:pBdr>
      <w:ind w:left="2552" w:right="2552" w:firstLine="0"/>
      <w:jc w:val="center"/>
    </w:pPr>
    <w:rPr>
      <w:bCs/>
    </w:rPr>
  </w:style>
  <w:style w:type="paragraph" w:customStyle="1" w:styleId="Centr">
    <w:name w:val="Centré"/>
    <w:basedOn w:val="Normal"/>
    <w:pPr>
      <w:ind w:firstLine="0"/>
      <w:jc w:val="center"/>
    </w:pPr>
    <w:rPr>
      <w:szCs w:val="20"/>
    </w:rPr>
  </w:style>
  <w:style w:type="paragraph" w:customStyle="1" w:styleId="NormalEspAvtGrand">
    <w:name w:val="NormalEspAvtGrand"/>
    <w:basedOn w:val="Normal"/>
    <w:pPr>
      <w:spacing w:before="2640"/>
    </w:pPr>
    <w:rPr>
      <w:szCs w:val="20"/>
    </w:rPr>
  </w:style>
  <w:style w:type="paragraph" w:customStyle="1" w:styleId="Droite">
    <w:name w:val="Droite"/>
    <w:basedOn w:val="Normal"/>
    <w:next w:val="Normal"/>
    <w:pPr>
      <w:ind w:firstLine="0"/>
      <w:jc w:val="right"/>
    </w:pPr>
    <w:rPr>
      <w:szCs w:val="20"/>
    </w:rPr>
  </w:style>
  <w:style w:type="paragraph" w:styleId="Notedefin">
    <w:name w:val="endnote text"/>
    <w:basedOn w:val="Normal"/>
    <w:rsid w:val="0045191B"/>
    <w:rPr>
      <w:sz w:val="32"/>
      <w:szCs w:val="20"/>
      <w:lang w:val="x-none"/>
    </w:rPr>
  </w:style>
  <w:style w:type="paragraph" w:customStyle="1" w:styleId="Taille-1Suspendu1XRetrait1XEsp0">
    <w:name w:val="Taille-1Suspendu1XRetrait1XEsp0"/>
    <w:basedOn w:val="Normal"/>
    <w:rsid w:val="0045191B"/>
    <w:pPr>
      <w:spacing w:before="0" w:after="0"/>
      <w:ind w:left="1360" w:hanging="680"/>
    </w:pPr>
    <w:rPr>
      <w:sz w:val="32"/>
      <w:szCs w:val="20"/>
    </w:rPr>
  </w:style>
  <w:style w:type="paragraph" w:styleId="Textedebulles">
    <w:name w:val="Balloon Text"/>
    <w:basedOn w:val="Normal"/>
    <w:pPr>
      <w:spacing w:before="0" w:after="0"/>
      <w:ind w:firstLine="0"/>
      <w:jc w:val="left"/>
    </w:pPr>
    <w:rPr>
      <w:rFonts w:ascii="Tahoma" w:eastAsia="Calibri" w:hAnsi="Tahoma" w:cs="Tahoma"/>
      <w:sz w:val="16"/>
      <w:szCs w:val="16"/>
    </w:rPr>
  </w:style>
  <w:style w:type="paragraph" w:styleId="Paragraphedeliste">
    <w:name w:val="List Paragraph"/>
    <w:basedOn w:val="Normal"/>
    <w:qFormat/>
    <w:pPr>
      <w:spacing w:before="0" w:after="200" w:line="276" w:lineRule="auto"/>
      <w:ind w:left="720" w:firstLine="0"/>
      <w:contextualSpacing/>
      <w:jc w:val="left"/>
    </w:pPr>
    <w:rPr>
      <w:rFonts w:ascii="Calibri" w:eastAsia="Calibri" w:hAnsi="Calibri" w:cs="Arial"/>
      <w:sz w:val="22"/>
      <w:szCs w:val="22"/>
    </w:rPr>
  </w:style>
  <w:style w:type="character" w:styleId="Marquedecommentaire">
    <w:name w:val="annotation reference"/>
    <w:uiPriority w:val="99"/>
    <w:semiHidden/>
    <w:unhideWhenUsed/>
    <w:rsid w:val="009C1C47"/>
    <w:rPr>
      <w:sz w:val="16"/>
      <w:szCs w:val="16"/>
    </w:rPr>
  </w:style>
  <w:style w:type="paragraph" w:styleId="Commentaire">
    <w:name w:val="annotation text"/>
    <w:basedOn w:val="Normal"/>
    <w:link w:val="CommentaireCar"/>
    <w:uiPriority w:val="99"/>
    <w:semiHidden/>
    <w:unhideWhenUsed/>
    <w:rsid w:val="009C1C47"/>
    <w:rPr>
      <w:rFonts w:cs="Times New Roman"/>
      <w:sz w:val="20"/>
      <w:szCs w:val="20"/>
      <w:lang w:val="x-none"/>
    </w:rPr>
  </w:style>
  <w:style w:type="character" w:customStyle="1" w:styleId="CommentaireCar">
    <w:name w:val="Commentaire Car"/>
    <w:link w:val="Commentaire"/>
    <w:uiPriority w:val="99"/>
    <w:semiHidden/>
    <w:rsid w:val="009C1C47"/>
    <w:rPr>
      <w:rFonts w:ascii="Amasis30" w:hAnsi="Amasis30" w:cs="Amasis30"/>
      <w:lang w:eastAsia="zh-CN"/>
    </w:rPr>
  </w:style>
  <w:style w:type="paragraph" w:styleId="Objetducommentaire">
    <w:name w:val="annotation subject"/>
    <w:basedOn w:val="Commentaire"/>
    <w:next w:val="Commentaire"/>
    <w:link w:val="ObjetducommentaireCar"/>
    <w:uiPriority w:val="99"/>
    <w:semiHidden/>
    <w:unhideWhenUsed/>
    <w:rsid w:val="009C1C47"/>
    <w:rPr>
      <w:b/>
      <w:bCs/>
    </w:rPr>
  </w:style>
  <w:style w:type="character" w:customStyle="1" w:styleId="ObjetducommentaireCar">
    <w:name w:val="Objet du commentaire Car"/>
    <w:link w:val="Objetducommentaire"/>
    <w:uiPriority w:val="99"/>
    <w:semiHidden/>
    <w:rsid w:val="009C1C47"/>
    <w:rPr>
      <w:rFonts w:ascii="Amasis30" w:hAnsi="Amasis30" w:cs="Amasis30"/>
      <w:b/>
      <w:bCs/>
      <w:lang w:eastAsia="zh-CN"/>
    </w:rPr>
  </w:style>
  <w:style w:type="paragraph" w:styleId="Rvision">
    <w:name w:val="Revision"/>
    <w:hidden/>
    <w:uiPriority w:val="99"/>
    <w:semiHidden/>
    <w:rsid w:val="00A1311C"/>
    <w:rPr>
      <w:rFonts w:ascii="Amasis30" w:hAnsi="Amasis30" w:cs="Amasis30"/>
      <w:sz w:val="36"/>
      <w:szCs w:val="24"/>
      <w:lang w:eastAsia="zh-CN"/>
    </w:rPr>
  </w:style>
  <w:style w:type="character" w:styleId="Mentionnonrsolue">
    <w:name w:val="Unresolved Mention"/>
    <w:uiPriority w:val="99"/>
    <w:semiHidden/>
    <w:unhideWhenUsed/>
    <w:rsid w:val="00A13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06"/>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booksgratuits.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fr.groups.yahoo.com/group/ebooksgratu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D303F-5DDA-4330-8E5D-D0E894CA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4</TotalTime>
  <Pages>1</Pages>
  <Words>7025</Words>
  <Characters>38638</Characters>
  <Application>Microsoft Office Word</Application>
  <DocSecurity>0</DocSecurity>
  <Lines>321</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Titre du livre</vt:lpstr>
      <vt:lpstr>Titre du livre</vt:lpstr>
    </vt:vector>
  </TitlesOfParts>
  <Company>Ebooks libres et gratuits</Company>
  <LinksUpToDate>false</LinksUpToDate>
  <CharactersWithSpaces>45572</CharactersWithSpaces>
  <SharedDoc>false</SharedDoc>
  <HLinks>
    <vt:vector size="144" baseType="variant">
      <vt:variant>
        <vt:i4>2359399</vt:i4>
      </vt:variant>
      <vt:variant>
        <vt:i4>141</vt:i4>
      </vt:variant>
      <vt:variant>
        <vt:i4>0</vt:i4>
      </vt:variant>
      <vt:variant>
        <vt:i4>5</vt:i4>
      </vt:variant>
      <vt:variant>
        <vt:lpwstr>https://www.ebooksgratuits.com/</vt:lpwstr>
      </vt:variant>
      <vt:variant>
        <vt:lpwstr/>
      </vt:variant>
      <vt:variant>
        <vt:i4>2031634</vt:i4>
      </vt:variant>
      <vt:variant>
        <vt:i4>138</vt:i4>
      </vt:variant>
      <vt:variant>
        <vt:i4>0</vt:i4>
      </vt:variant>
      <vt:variant>
        <vt:i4>5</vt:i4>
      </vt:variant>
      <vt:variant>
        <vt:lpwstr>https://fr.groups.yahoo.com/group/ebooksgratuits</vt:lpwstr>
      </vt:variant>
      <vt:variant>
        <vt:lpwstr/>
      </vt:variant>
      <vt:variant>
        <vt:i4>2031670</vt:i4>
      </vt:variant>
      <vt:variant>
        <vt:i4>131</vt:i4>
      </vt:variant>
      <vt:variant>
        <vt:i4>0</vt:i4>
      </vt:variant>
      <vt:variant>
        <vt:i4>5</vt:i4>
      </vt:variant>
      <vt:variant>
        <vt:lpwstr/>
      </vt:variant>
      <vt:variant>
        <vt:lpwstr>_Toc195640673</vt:lpwstr>
      </vt:variant>
      <vt:variant>
        <vt:i4>2031670</vt:i4>
      </vt:variant>
      <vt:variant>
        <vt:i4>125</vt:i4>
      </vt:variant>
      <vt:variant>
        <vt:i4>0</vt:i4>
      </vt:variant>
      <vt:variant>
        <vt:i4>5</vt:i4>
      </vt:variant>
      <vt:variant>
        <vt:lpwstr/>
      </vt:variant>
      <vt:variant>
        <vt:lpwstr>_Toc195640672</vt:lpwstr>
      </vt:variant>
      <vt:variant>
        <vt:i4>2031670</vt:i4>
      </vt:variant>
      <vt:variant>
        <vt:i4>119</vt:i4>
      </vt:variant>
      <vt:variant>
        <vt:i4>0</vt:i4>
      </vt:variant>
      <vt:variant>
        <vt:i4>5</vt:i4>
      </vt:variant>
      <vt:variant>
        <vt:lpwstr/>
      </vt:variant>
      <vt:variant>
        <vt:lpwstr>_Toc195640671</vt:lpwstr>
      </vt:variant>
      <vt:variant>
        <vt:i4>2031670</vt:i4>
      </vt:variant>
      <vt:variant>
        <vt:i4>113</vt:i4>
      </vt:variant>
      <vt:variant>
        <vt:i4>0</vt:i4>
      </vt:variant>
      <vt:variant>
        <vt:i4>5</vt:i4>
      </vt:variant>
      <vt:variant>
        <vt:lpwstr/>
      </vt:variant>
      <vt:variant>
        <vt:lpwstr>_Toc195640670</vt:lpwstr>
      </vt:variant>
      <vt:variant>
        <vt:i4>1966134</vt:i4>
      </vt:variant>
      <vt:variant>
        <vt:i4>107</vt:i4>
      </vt:variant>
      <vt:variant>
        <vt:i4>0</vt:i4>
      </vt:variant>
      <vt:variant>
        <vt:i4>5</vt:i4>
      </vt:variant>
      <vt:variant>
        <vt:lpwstr/>
      </vt:variant>
      <vt:variant>
        <vt:lpwstr>_Toc195640669</vt:lpwstr>
      </vt:variant>
      <vt:variant>
        <vt:i4>1966134</vt:i4>
      </vt:variant>
      <vt:variant>
        <vt:i4>101</vt:i4>
      </vt:variant>
      <vt:variant>
        <vt:i4>0</vt:i4>
      </vt:variant>
      <vt:variant>
        <vt:i4>5</vt:i4>
      </vt:variant>
      <vt:variant>
        <vt:lpwstr/>
      </vt:variant>
      <vt:variant>
        <vt:lpwstr>_Toc195640668</vt:lpwstr>
      </vt:variant>
      <vt:variant>
        <vt:i4>1966134</vt:i4>
      </vt:variant>
      <vt:variant>
        <vt:i4>95</vt:i4>
      </vt:variant>
      <vt:variant>
        <vt:i4>0</vt:i4>
      </vt:variant>
      <vt:variant>
        <vt:i4>5</vt:i4>
      </vt:variant>
      <vt:variant>
        <vt:lpwstr/>
      </vt:variant>
      <vt:variant>
        <vt:lpwstr>_Toc195640667</vt:lpwstr>
      </vt:variant>
      <vt:variant>
        <vt:i4>1966134</vt:i4>
      </vt:variant>
      <vt:variant>
        <vt:i4>89</vt:i4>
      </vt:variant>
      <vt:variant>
        <vt:i4>0</vt:i4>
      </vt:variant>
      <vt:variant>
        <vt:i4>5</vt:i4>
      </vt:variant>
      <vt:variant>
        <vt:lpwstr/>
      </vt:variant>
      <vt:variant>
        <vt:lpwstr>_Toc195640666</vt:lpwstr>
      </vt:variant>
      <vt:variant>
        <vt:i4>1966134</vt:i4>
      </vt:variant>
      <vt:variant>
        <vt:i4>83</vt:i4>
      </vt:variant>
      <vt:variant>
        <vt:i4>0</vt:i4>
      </vt:variant>
      <vt:variant>
        <vt:i4>5</vt:i4>
      </vt:variant>
      <vt:variant>
        <vt:lpwstr/>
      </vt:variant>
      <vt:variant>
        <vt:lpwstr>_Toc195640665</vt:lpwstr>
      </vt:variant>
      <vt:variant>
        <vt:i4>1966134</vt:i4>
      </vt:variant>
      <vt:variant>
        <vt:i4>77</vt:i4>
      </vt:variant>
      <vt:variant>
        <vt:i4>0</vt:i4>
      </vt:variant>
      <vt:variant>
        <vt:i4>5</vt:i4>
      </vt:variant>
      <vt:variant>
        <vt:lpwstr/>
      </vt:variant>
      <vt:variant>
        <vt:lpwstr>_Toc195640664</vt:lpwstr>
      </vt:variant>
      <vt:variant>
        <vt:i4>1966134</vt:i4>
      </vt:variant>
      <vt:variant>
        <vt:i4>71</vt:i4>
      </vt:variant>
      <vt:variant>
        <vt:i4>0</vt:i4>
      </vt:variant>
      <vt:variant>
        <vt:i4>5</vt:i4>
      </vt:variant>
      <vt:variant>
        <vt:lpwstr/>
      </vt:variant>
      <vt:variant>
        <vt:lpwstr>_Toc195640663</vt:lpwstr>
      </vt:variant>
      <vt:variant>
        <vt:i4>1966134</vt:i4>
      </vt:variant>
      <vt:variant>
        <vt:i4>65</vt:i4>
      </vt:variant>
      <vt:variant>
        <vt:i4>0</vt:i4>
      </vt:variant>
      <vt:variant>
        <vt:i4>5</vt:i4>
      </vt:variant>
      <vt:variant>
        <vt:lpwstr/>
      </vt:variant>
      <vt:variant>
        <vt:lpwstr>_Toc195640662</vt:lpwstr>
      </vt:variant>
      <vt:variant>
        <vt:i4>1966134</vt:i4>
      </vt:variant>
      <vt:variant>
        <vt:i4>59</vt:i4>
      </vt:variant>
      <vt:variant>
        <vt:i4>0</vt:i4>
      </vt:variant>
      <vt:variant>
        <vt:i4>5</vt:i4>
      </vt:variant>
      <vt:variant>
        <vt:lpwstr/>
      </vt:variant>
      <vt:variant>
        <vt:lpwstr>_Toc195640661</vt:lpwstr>
      </vt:variant>
      <vt:variant>
        <vt:i4>1966134</vt:i4>
      </vt:variant>
      <vt:variant>
        <vt:i4>53</vt:i4>
      </vt:variant>
      <vt:variant>
        <vt:i4>0</vt:i4>
      </vt:variant>
      <vt:variant>
        <vt:i4>5</vt:i4>
      </vt:variant>
      <vt:variant>
        <vt:lpwstr/>
      </vt:variant>
      <vt:variant>
        <vt:lpwstr>_Toc195640660</vt:lpwstr>
      </vt:variant>
      <vt:variant>
        <vt:i4>1900598</vt:i4>
      </vt:variant>
      <vt:variant>
        <vt:i4>47</vt:i4>
      </vt:variant>
      <vt:variant>
        <vt:i4>0</vt:i4>
      </vt:variant>
      <vt:variant>
        <vt:i4>5</vt:i4>
      </vt:variant>
      <vt:variant>
        <vt:lpwstr/>
      </vt:variant>
      <vt:variant>
        <vt:lpwstr>_Toc195640659</vt:lpwstr>
      </vt:variant>
      <vt:variant>
        <vt:i4>1900598</vt:i4>
      </vt:variant>
      <vt:variant>
        <vt:i4>41</vt:i4>
      </vt:variant>
      <vt:variant>
        <vt:i4>0</vt:i4>
      </vt:variant>
      <vt:variant>
        <vt:i4>5</vt:i4>
      </vt:variant>
      <vt:variant>
        <vt:lpwstr/>
      </vt:variant>
      <vt:variant>
        <vt:lpwstr>_Toc195640658</vt:lpwstr>
      </vt:variant>
      <vt:variant>
        <vt:i4>1900598</vt:i4>
      </vt:variant>
      <vt:variant>
        <vt:i4>35</vt:i4>
      </vt:variant>
      <vt:variant>
        <vt:i4>0</vt:i4>
      </vt:variant>
      <vt:variant>
        <vt:i4>5</vt:i4>
      </vt:variant>
      <vt:variant>
        <vt:lpwstr/>
      </vt:variant>
      <vt:variant>
        <vt:lpwstr>_Toc195640657</vt:lpwstr>
      </vt:variant>
      <vt:variant>
        <vt:i4>1900598</vt:i4>
      </vt:variant>
      <vt:variant>
        <vt:i4>29</vt:i4>
      </vt:variant>
      <vt:variant>
        <vt:i4>0</vt:i4>
      </vt:variant>
      <vt:variant>
        <vt:i4>5</vt:i4>
      </vt:variant>
      <vt:variant>
        <vt:lpwstr/>
      </vt:variant>
      <vt:variant>
        <vt:lpwstr>_Toc195640656</vt:lpwstr>
      </vt:variant>
      <vt:variant>
        <vt:i4>1900598</vt:i4>
      </vt:variant>
      <vt:variant>
        <vt:i4>23</vt:i4>
      </vt:variant>
      <vt:variant>
        <vt:i4>0</vt:i4>
      </vt:variant>
      <vt:variant>
        <vt:i4>5</vt:i4>
      </vt:variant>
      <vt:variant>
        <vt:lpwstr/>
      </vt:variant>
      <vt:variant>
        <vt:lpwstr>_Toc195640655</vt:lpwstr>
      </vt:variant>
      <vt:variant>
        <vt:i4>1900598</vt:i4>
      </vt:variant>
      <vt:variant>
        <vt:i4>17</vt:i4>
      </vt:variant>
      <vt:variant>
        <vt:i4>0</vt:i4>
      </vt:variant>
      <vt:variant>
        <vt:i4>5</vt:i4>
      </vt:variant>
      <vt:variant>
        <vt:lpwstr/>
      </vt:variant>
      <vt:variant>
        <vt:lpwstr>_Toc195640654</vt:lpwstr>
      </vt:variant>
      <vt:variant>
        <vt:i4>1900598</vt:i4>
      </vt:variant>
      <vt:variant>
        <vt:i4>11</vt:i4>
      </vt:variant>
      <vt:variant>
        <vt:i4>0</vt:i4>
      </vt:variant>
      <vt:variant>
        <vt:i4>5</vt:i4>
      </vt:variant>
      <vt:variant>
        <vt:lpwstr/>
      </vt:variant>
      <vt:variant>
        <vt:lpwstr>_Toc195640653</vt:lpwstr>
      </vt:variant>
      <vt:variant>
        <vt:i4>1900598</vt:i4>
      </vt:variant>
      <vt:variant>
        <vt:i4>5</vt:i4>
      </vt:variant>
      <vt:variant>
        <vt:i4>0</vt:i4>
      </vt:variant>
      <vt:variant>
        <vt:i4>5</vt:i4>
      </vt:variant>
      <vt:variant>
        <vt:lpwstr/>
      </vt:variant>
      <vt:variant>
        <vt:lpwstr>_Toc195640652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Partie d'échecs</dc:title>
  <dc:subject>Théâtre</dc:subject>
  <dc:creator>Paul Ferrier</dc:creator>
  <cp:keywords/>
  <dc:description>Dans cette comédie de moeurs pleine de quiproquos et de jeux de séduction, l'intrigue se déroule autour d'une partie d'échecs qui masque de multiples manigances amoureuses. Boisramé, agent d'assurances ambitieux, invite son directeur général Courtansoux à passer la soirée chez lui pour le flatter et obtenir une promotion. Pendant ce temps, Boisramé et son ami Perdrigeot essaient chacun de séduire une femme : Boisramé vise Nathalie, la femme du jardinier Marcadieu, tandis que Perdrigeot poursuit Emma, la femme de Boisramé.
L'élément comique repose sur la confusion et les allers-retours entre le salon et le jardin, où la fameuse tonnelle devient le lieu des rendez-vous galants. Marcadieu, soupçonneux, peint le banc de la tonnelle en vert pour piéger les amoureux : quiconque s'y assied repartira avec des traces révélatrices. Le stratagème fonctionne... mais pas comme prévu.</dc:description>
  <cp:lastModifiedBy>Cool Micro</cp:lastModifiedBy>
  <cp:revision>6</cp:revision>
  <cp:lastPrinted>2025-04-15T18:25:00Z</cp:lastPrinted>
  <dcterms:created xsi:type="dcterms:W3CDTF">2025-04-15T18:18:00Z</dcterms:created>
  <dcterms:modified xsi:type="dcterms:W3CDTF">2025-04-15T18:26:00Z</dcterms:modified>
  <cp:category>Théâtre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