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083E8" w14:textId="37F216DC" w:rsidR="00D26B46" w:rsidRDefault="001F19F8" w:rsidP="00EE5D7B">
      <w:pPr>
        <w:pStyle w:val="Photoauteur"/>
      </w:pPr>
      <w:r>
        <w:drawing>
          <wp:inline distT="0" distB="0" distL="0" distR="0" wp14:anchorId="4F734144" wp14:editId="20CF5BD2">
            <wp:extent cx="2570480" cy="3161030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316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57728" behindDoc="0" locked="0" layoutInCell="1" allowOverlap="1" wp14:anchorId="139BAA8B" wp14:editId="61132EA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10277" w14:textId="77777777" w:rsidR="00D26B46" w:rsidRDefault="00D26B46">
      <w:pPr>
        <w:pStyle w:val="Auteur"/>
      </w:pPr>
      <w:r>
        <w:t>Augustin Fresnel</w:t>
      </w:r>
    </w:p>
    <w:p w14:paraId="76688F5B" w14:textId="04C1435C" w:rsidR="00D26B46" w:rsidRPr="00EE5D7B" w:rsidRDefault="00D26B46">
      <w:pPr>
        <w:pStyle w:val="Titrelivre"/>
        <w:rPr>
          <w:kern w:val="60"/>
          <w:sz w:val="64"/>
          <w:szCs w:val="64"/>
        </w:rPr>
      </w:pPr>
      <w:r w:rsidRPr="00EE5D7B">
        <w:rPr>
          <w:sz w:val="64"/>
          <w:szCs w:val="64"/>
        </w:rPr>
        <w:t>MÉMOIRE SUR UN NOUVEAU SYSTÈME D</w:t>
      </w:r>
      <w:r w:rsidR="00EE5D7B">
        <w:rPr>
          <w:sz w:val="64"/>
          <w:szCs w:val="64"/>
        </w:rPr>
        <w:t>’</w:t>
      </w:r>
      <w:r w:rsidRPr="00EE5D7B">
        <w:rPr>
          <w:sz w:val="64"/>
          <w:szCs w:val="64"/>
        </w:rPr>
        <w:t>ÉCLAIRAGE DES PHARES</w:t>
      </w:r>
    </w:p>
    <w:p w14:paraId="43D20C61" w14:textId="7DB8EE2E" w:rsidR="00D26B46" w:rsidRDefault="00D26B46">
      <w:pPr>
        <w:pStyle w:val="DateSortie"/>
      </w:pPr>
      <w:r w:rsidRPr="00A864BA">
        <w:t>lu à l</w:t>
      </w:r>
      <w:r w:rsidR="00EE5D7B">
        <w:t>’</w:t>
      </w:r>
      <w:r w:rsidRPr="00A864BA">
        <w:t>Académie des Sciences le 2</w:t>
      </w:r>
      <w:r w:rsidR="00EE5D7B" w:rsidRPr="00A864BA">
        <w:t>9</w:t>
      </w:r>
      <w:r w:rsidR="00EE5D7B">
        <w:t> </w:t>
      </w:r>
      <w:r w:rsidR="00EE5D7B" w:rsidRPr="00A864BA">
        <w:t>juillet</w:t>
      </w:r>
      <w:r w:rsidRPr="00A864BA">
        <w:t xml:space="preserve"> 1822</w:t>
      </w:r>
    </w:p>
    <w:p w14:paraId="6C31B6C2" w14:textId="77777777" w:rsidR="00D26B46" w:rsidRPr="00EE5D7B" w:rsidRDefault="00D26B46" w:rsidP="00EE5D7B">
      <w:pPr>
        <w:ind w:left="2340" w:firstLine="0"/>
        <w:jc w:val="center"/>
        <w:sectPr w:rsidR="00D26B46" w:rsidRPr="00EE5D7B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4A3D224B" w14:textId="77777777" w:rsidR="00D26B46" w:rsidRDefault="00D26B46" w:rsidP="00EE5D7B">
      <w:pPr>
        <w:pStyle w:val="Titretablematires"/>
      </w:pPr>
      <w:r>
        <w:lastRenderedPageBreak/>
        <w:t>Table des matières</w:t>
      </w:r>
    </w:p>
    <w:p w14:paraId="26596DCA" w14:textId="77777777" w:rsidR="00D26B46" w:rsidRDefault="00D26B46"/>
    <w:p w14:paraId="297569C9" w14:textId="0B2055A1" w:rsidR="000174C9" w:rsidRDefault="00D26B46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</w:instrText>
      </w:r>
      <w:r w:rsidR="005E0539">
        <w:rPr>
          <w:noProof w:val="0"/>
        </w:rPr>
        <w:instrText>TOC</w:instrText>
      </w:r>
      <w:r>
        <w:rPr>
          <w:noProof w:val="0"/>
        </w:rPr>
        <w:instrText xml:space="preserve"> \o "1-3" \h \z </w:instrText>
      </w:r>
      <w:r>
        <w:rPr>
          <w:noProof w:val="0"/>
        </w:rPr>
        <w:fldChar w:fldCharType="separate"/>
      </w:r>
      <w:hyperlink w:anchor="_Toc195639235" w:history="1">
        <w:r w:rsidR="000174C9" w:rsidRPr="00B272F6">
          <w:rPr>
            <w:rStyle w:val="Lienhypertexte"/>
          </w:rPr>
          <w:t>MÉMOIRE SUR UN NOUVEAU SYSTÈME D’ÉCLAIRAGE DES PHARES</w:t>
        </w:r>
        <w:r w:rsidR="000174C9">
          <w:rPr>
            <w:webHidden/>
          </w:rPr>
          <w:tab/>
        </w:r>
        <w:r w:rsidR="000174C9">
          <w:rPr>
            <w:webHidden/>
          </w:rPr>
          <w:fldChar w:fldCharType="begin"/>
        </w:r>
        <w:r w:rsidR="000174C9">
          <w:rPr>
            <w:webHidden/>
          </w:rPr>
          <w:instrText xml:space="preserve"> PAGEREF _Toc195639235 \h </w:instrText>
        </w:r>
        <w:r w:rsidR="000174C9">
          <w:rPr>
            <w:webHidden/>
          </w:rPr>
        </w:r>
        <w:r w:rsidR="000174C9">
          <w:rPr>
            <w:webHidden/>
          </w:rPr>
          <w:fldChar w:fldCharType="separate"/>
        </w:r>
        <w:r w:rsidR="00D10338">
          <w:rPr>
            <w:webHidden/>
          </w:rPr>
          <w:t>3</w:t>
        </w:r>
        <w:r w:rsidR="000174C9">
          <w:rPr>
            <w:webHidden/>
          </w:rPr>
          <w:fldChar w:fldCharType="end"/>
        </w:r>
      </w:hyperlink>
    </w:p>
    <w:p w14:paraId="186812B2" w14:textId="128B5547" w:rsidR="000174C9" w:rsidRDefault="000174C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9236" w:history="1">
        <w:r w:rsidRPr="00B272F6">
          <w:rPr>
            <w:rStyle w:val="Lienhypertexte"/>
          </w:rPr>
          <w:t>NOTE SUR LES BECS À MÈCHES CONCENTRIQUES,  EXTRAITE DES ANNALES DE CHIMIE ET DE PHYSIQUE DU MOIS D’AVRIL 1821.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6BA205DC" w14:textId="42579897" w:rsidR="000174C9" w:rsidRDefault="000174C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9237" w:history="1">
        <w:r w:rsidRPr="00B272F6">
          <w:rPr>
            <w:rStyle w:val="Lienhypertexte"/>
          </w:rPr>
          <w:t>EXPLICATION DES PLANCHES.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41C7C8E6" w14:textId="6669F9B8" w:rsidR="000174C9" w:rsidRDefault="000174C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5639238" w:history="1">
        <w:r w:rsidRPr="00B272F6">
          <w:rPr>
            <w:rStyle w:val="Lienhypertexte"/>
          </w:rPr>
          <w:t>EXPLICATION DE LA PLANCHE PREMIÈRE.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287302B0" w14:textId="6ACA2FFD" w:rsidR="000174C9" w:rsidRDefault="000174C9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5639239" w:history="1">
        <w:r w:rsidRPr="00B272F6">
          <w:rPr>
            <w:rStyle w:val="Lienhypertexte"/>
          </w:rPr>
          <w:t>EXPLICATION DES FIGURES DE LA SECONDE PLANCHE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5F3AD953" w14:textId="357CA439" w:rsidR="000174C9" w:rsidRDefault="000174C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9240" w:history="1">
        <w:r w:rsidRPr="00B272F6">
          <w:rPr>
            <w:rStyle w:val="Lienhypertexte"/>
          </w:rPr>
          <w:t>PROCÈS-VERBAL  De l’Expérience faite, le 20 Août 1822, par la Commission des Phares, sur l’Appareil lenticulaire à feux tournans destiné à l’éclairage du Phare de Cordouan.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6FB0389D" w14:textId="7CF81851" w:rsidR="000174C9" w:rsidRDefault="000174C9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9241" w:history="1">
        <w:r w:rsidRPr="00B272F6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_Toc195639241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10338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14:paraId="4E63F428" w14:textId="5678DBB7" w:rsidR="00D26B46" w:rsidRDefault="00D26B46">
      <w:r>
        <w:fldChar w:fldCharType="end"/>
      </w:r>
    </w:p>
    <w:p w14:paraId="6B9A777F" w14:textId="63B03D56" w:rsidR="00D26B46" w:rsidRPr="00A864BA" w:rsidRDefault="00D26B46" w:rsidP="00EE5D7B">
      <w:pPr>
        <w:pStyle w:val="Titre1"/>
      </w:pPr>
      <w:bookmarkStart w:id="0" w:name="_Toc245637709"/>
      <w:bookmarkStart w:id="1" w:name="_Toc195639235"/>
      <w:r w:rsidRPr="00A864BA">
        <w:lastRenderedPageBreak/>
        <w:t>MÉMOIRE</w:t>
      </w:r>
      <w:r w:rsidR="00EE5D7B">
        <w:t xml:space="preserve"> </w:t>
      </w:r>
      <w:r w:rsidRPr="00A864BA">
        <w:t>SUR</w:t>
      </w:r>
      <w:r w:rsidRPr="00A864BA">
        <w:br/>
        <w:t>UN NOUVEAU SYSTÈME D</w:t>
      </w:r>
      <w:r w:rsidR="00EE5D7B">
        <w:t>’</w:t>
      </w:r>
      <w:r w:rsidRPr="00A864BA">
        <w:t>ÉCLAIRAGE</w:t>
      </w:r>
      <w:r w:rsidRPr="00A864BA">
        <w:br/>
        <w:t>DES PHARES</w:t>
      </w:r>
      <w:bookmarkEnd w:id="0"/>
      <w:bookmarkEnd w:id="1"/>
      <w:r w:rsidRPr="00A864BA">
        <w:br/>
      </w:r>
    </w:p>
    <w:p w14:paraId="04675CB6" w14:textId="7F0A314D" w:rsidR="00EE5D7B" w:rsidRDefault="00D26B46" w:rsidP="00EE5D7B">
      <w:r w:rsidRPr="00A864BA">
        <w:t>Il existe</w:t>
      </w:r>
      <w:r w:rsidR="00EE5D7B">
        <w:t xml:space="preserve">, </w:t>
      </w:r>
      <w:r w:rsidRPr="00A864BA">
        <w:t>depuis plusieurs années</w:t>
      </w:r>
      <w:r w:rsidR="00EE5D7B">
        <w:t xml:space="preserve">, </w:t>
      </w:r>
      <w:r w:rsidRPr="00A864BA">
        <w:t>une commission des phares</w:t>
      </w:r>
      <w:r w:rsidR="00EE5D7B">
        <w:t xml:space="preserve">, </w:t>
      </w:r>
      <w:r w:rsidRPr="00A864BA">
        <w:t xml:space="preserve">dont les membres ont été choisis parmi les </w:t>
      </w:r>
      <w:proofErr w:type="spellStart"/>
      <w:r w:rsidRPr="00A864BA">
        <w:t>savans</w:t>
      </w:r>
      <w:proofErr w:type="spellEnd"/>
      <w:r w:rsidRPr="00A864BA">
        <w:t xml:space="preserve"> les plus distingués et les inspecteurs du corps royal des ponts et chaussées</w:t>
      </w:r>
      <w:r w:rsidR="00EE5D7B">
        <w:t xml:space="preserve">. </w:t>
      </w:r>
      <w:r w:rsidRPr="00A864BA">
        <w:t>Chargés de présenter un projet général de la distr</w:t>
      </w:r>
      <w:r w:rsidRPr="00A864BA">
        <w:t>i</w:t>
      </w:r>
      <w:r w:rsidRPr="00A864BA">
        <w:t>bution des phares sur les côtes de France</w:t>
      </w:r>
      <w:r w:rsidR="00EE5D7B">
        <w:t xml:space="preserve">, </w:t>
      </w:r>
      <w:r w:rsidRPr="00A864BA">
        <w:t>ils avaient dû che</w:t>
      </w:r>
      <w:r w:rsidRPr="00A864BA">
        <w:t>r</w:t>
      </w:r>
      <w:r w:rsidRPr="00A864BA">
        <w:t>cher d</w:t>
      </w:r>
      <w:r w:rsidR="00EE5D7B">
        <w:t>’</w:t>
      </w:r>
      <w:r w:rsidRPr="00A864BA">
        <w:t>abord si le système d</w:t>
      </w:r>
      <w:r w:rsidR="00EE5D7B">
        <w:t>’</w:t>
      </w:r>
      <w:r w:rsidRPr="00A864BA">
        <w:t>éclairage adopté n</w:t>
      </w:r>
      <w:r w:rsidR="00EE5D7B">
        <w:t>’</w:t>
      </w:r>
      <w:r w:rsidRPr="00A864BA">
        <w:t>était pas susce</w:t>
      </w:r>
      <w:r w:rsidRPr="00A864BA">
        <w:t>p</w:t>
      </w:r>
      <w:r w:rsidRPr="00A864BA">
        <w:t xml:space="preserve">tible de quelques </w:t>
      </w:r>
      <w:proofErr w:type="spellStart"/>
      <w:r w:rsidRPr="00A864BA">
        <w:t>perfectionnemens</w:t>
      </w:r>
      <w:proofErr w:type="spellEnd"/>
      <w:r w:rsidR="00EE5D7B">
        <w:t xml:space="preserve"> ; </w:t>
      </w:r>
      <w:r w:rsidRPr="00A864BA">
        <w:t>ils avaient déjà fait pl</w:t>
      </w:r>
      <w:r w:rsidRPr="00A864BA">
        <w:t>u</w:t>
      </w:r>
      <w:r w:rsidRPr="00A864BA">
        <w:t>sieurs observations intéressantes sur la vivacité de la lumière que produisent de petites mèches placées dans les grands réfle</w:t>
      </w:r>
      <w:r w:rsidRPr="00A864BA">
        <w:t>c</w:t>
      </w:r>
      <w:r w:rsidRPr="00A864BA">
        <w:t xml:space="preserve">teurs de </w:t>
      </w:r>
      <w:r w:rsidR="00EE5D7B">
        <w:t>M. </w:t>
      </w:r>
      <w:r w:rsidRPr="00A864BA">
        <w:rPr>
          <w:i/>
        </w:rPr>
        <w:t>Lenoir</w:t>
      </w:r>
      <w:r w:rsidR="00EE5D7B">
        <w:t xml:space="preserve"> : </w:t>
      </w:r>
      <w:r w:rsidRPr="00A864BA">
        <w:t>mais les fonctions que la plupart d</w:t>
      </w:r>
      <w:r w:rsidR="00EE5D7B">
        <w:t>’</w:t>
      </w:r>
      <w:r w:rsidRPr="00A864BA">
        <w:t>entre eux ont à remplir ne leur permettant pas de donner à ces r</w:t>
      </w:r>
      <w:r w:rsidRPr="00A864BA">
        <w:t>e</w:t>
      </w:r>
      <w:r w:rsidRPr="00A864BA">
        <w:t>cherche</w:t>
      </w:r>
      <w:r>
        <w:t>s</w:t>
      </w:r>
      <w:r w:rsidRPr="00A864BA">
        <w:t xml:space="preserve"> le temps qu</w:t>
      </w:r>
      <w:r w:rsidR="00EE5D7B">
        <w:t>’</w:t>
      </w:r>
      <w:r w:rsidRPr="00A864BA">
        <w:t>elles exigeaient</w:t>
      </w:r>
      <w:r w:rsidR="00EE5D7B">
        <w:t xml:space="preserve">, </w:t>
      </w:r>
      <w:r w:rsidRPr="00A864BA">
        <w:t xml:space="preserve">en 1819 </w:t>
      </w:r>
      <w:r w:rsidR="00EE5D7B">
        <w:t>M. </w:t>
      </w:r>
      <w:r w:rsidRPr="00A864BA">
        <w:rPr>
          <w:i/>
        </w:rPr>
        <w:t>Arago</w:t>
      </w:r>
      <w:r w:rsidRPr="00A864BA">
        <w:t xml:space="preserve"> leur o</w:t>
      </w:r>
      <w:r w:rsidRPr="00A864BA">
        <w:t>f</w:t>
      </w:r>
      <w:r w:rsidRPr="00A864BA">
        <w:t>frit de se charger des expériences</w:t>
      </w:r>
      <w:r w:rsidR="00EE5D7B">
        <w:t xml:space="preserve">, </w:t>
      </w:r>
      <w:r w:rsidRPr="00A864BA">
        <w:t xml:space="preserve">en demandant que </w:t>
      </w:r>
      <w:r w:rsidR="00EE5D7B">
        <w:t>M. </w:t>
      </w:r>
      <w:r w:rsidRPr="00A864BA">
        <w:rPr>
          <w:i/>
        </w:rPr>
        <w:t>Mathieu</w:t>
      </w:r>
      <w:r w:rsidRPr="00A864BA">
        <w:t xml:space="preserve"> et moi lui fussions adjoints</w:t>
      </w:r>
      <w:r w:rsidR="00EE5D7B">
        <w:t xml:space="preserve">. </w:t>
      </w:r>
      <w:r w:rsidRPr="00A864BA">
        <w:t>Cette proposition</w:t>
      </w:r>
      <w:r w:rsidR="00EE5D7B">
        <w:t xml:space="preserve">, </w:t>
      </w:r>
      <w:r w:rsidRPr="00A864BA">
        <w:t>adoptée par la co</w:t>
      </w:r>
      <w:r w:rsidRPr="00A864BA">
        <w:t>m</w:t>
      </w:r>
      <w:r w:rsidRPr="00A864BA">
        <w:t>mission</w:t>
      </w:r>
      <w:r w:rsidR="00EE5D7B">
        <w:t xml:space="preserve">, </w:t>
      </w:r>
      <w:r w:rsidRPr="00A864BA">
        <w:t xml:space="preserve">fut soumise à </w:t>
      </w:r>
      <w:r w:rsidR="00EE5D7B">
        <w:t>M. </w:t>
      </w:r>
      <w:proofErr w:type="spellStart"/>
      <w:r w:rsidRPr="00A864BA">
        <w:rPr>
          <w:i/>
        </w:rPr>
        <w:t>Becquey</w:t>
      </w:r>
      <w:proofErr w:type="spellEnd"/>
      <w:r w:rsidRPr="00A864BA">
        <w:t xml:space="preserve"> directeur général des ponts et chaussées et des mines</w:t>
      </w:r>
      <w:r w:rsidR="00EE5D7B">
        <w:t xml:space="preserve">, </w:t>
      </w:r>
      <w:r w:rsidRPr="00A864BA">
        <w:t>qui l</w:t>
      </w:r>
      <w:r w:rsidR="00EE5D7B">
        <w:t>’</w:t>
      </w:r>
      <w:r w:rsidRPr="00A864BA">
        <w:t>approuva ég</w:t>
      </w:r>
      <w:r w:rsidRPr="00A864BA">
        <w:t>a</w:t>
      </w:r>
      <w:r w:rsidRPr="00A864BA">
        <w:t>lement</w:t>
      </w:r>
      <w:r w:rsidR="00EE5D7B">
        <w:t xml:space="preserve">, </w:t>
      </w:r>
      <w:r w:rsidRPr="00A864BA">
        <w:t>et me recommanda d</w:t>
      </w:r>
      <w:r w:rsidR="00EE5D7B">
        <w:t>’</w:t>
      </w:r>
      <w:r w:rsidRPr="00A864BA">
        <w:t>apporter tous mes soins à ces r</w:t>
      </w:r>
      <w:r w:rsidRPr="00A864BA">
        <w:t>e</w:t>
      </w:r>
      <w:r w:rsidRPr="00A864BA">
        <w:t>cherches</w:t>
      </w:r>
      <w:r w:rsidR="00EE5D7B">
        <w:t xml:space="preserve">. </w:t>
      </w:r>
      <w:r w:rsidRPr="00A864BA">
        <w:t xml:space="preserve">Le </w:t>
      </w:r>
      <w:proofErr w:type="spellStart"/>
      <w:r w:rsidRPr="00A864BA">
        <w:t>desir</w:t>
      </w:r>
      <w:proofErr w:type="spellEnd"/>
      <w:r w:rsidRPr="00A864BA">
        <w:t xml:space="preserve"> de justifier sa confiance et celle de la commi</w:t>
      </w:r>
      <w:r w:rsidRPr="00A864BA">
        <w:t>s</w:t>
      </w:r>
      <w:r w:rsidRPr="00A864BA">
        <w:t>sion des phares</w:t>
      </w:r>
      <w:r w:rsidR="00EE5D7B">
        <w:t xml:space="preserve">, </w:t>
      </w:r>
      <w:r w:rsidRPr="00A864BA">
        <w:t>contribua</w:t>
      </w:r>
      <w:r w:rsidR="00EE5D7B">
        <w:t xml:space="preserve">, </w:t>
      </w:r>
      <w:r w:rsidRPr="00A864BA">
        <w:t>autant que l</w:t>
      </w:r>
      <w:r w:rsidR="00EE5D7B">
        <w:t>’</w:t>
      </w:r>
      <w:r w:rsidRPr="00A864BA">
        <w:t>importance même de l</w:t>
      </w:r>
      <w:r w:rsidR="00EE5D7B">
        <w:t>’</w:t>
      </w:r>
      <w:r w:rsidRPr="00A864BA">
        <w:t>objet</w:t>
      </w:r>
      <w:r w:rsidR="00EE5D7B">
        <w:t xml:space="preserve">, </w:t>
      </w:r>
      <w:r w:rsidRPr="00A864BA">
        <w:t>à diriger toutes mes pe</w:t>
      </w:r>
      <w:r w:rsidRPr="00A864BA">
        <w:t>n</w:t>
      </w:r>
      <w:r w:rsidRPr="00A864BA">
        <w:t>sées de ce côté</w:t>
      </w:r>
      <w:r w:rsidR="00EE5D7B">
        <w:t>.</w:t>
      </w:r>
    </w:p>
    <w:p w14:paraId="4EDAB397" w14:textId="77777777" w:rsidR="00EE5D7B" w:rsidRDefault="00D26B46" w:rsidP="00D26B46">
      <w:pPr>
        <w:pStyle w:val="Retraitcorpsdetexte2"/>
      </w:pPr>
      <w:r w:rsidRPr="00A864BA">
        <w:t>Je songeai</w:t>
      </w:r>
      <w:r w:rsidR="00EE5D7B">
        <w:t xml:space="preserve">, </w:t>
      </w:r>
      <w:r w:rsidRPr="00A864BA">
        <w:t>dès le commencement</w:t>
      </w:r>
      <w:r w:rsidR="00EE5D7B">
        <w:t xml:space="preserve">, </w:t>
      </w:r>
      <w:r w:rsidRPr="00A864BA">
        <w:t>à substituer de grandes lentilles de verre aux réflecteurs paraboliques</w:t>
      </w:r>
      <w:r w:rsidR="00EE5D7B">
        <w:t xml:space="preserve">. </w:t>
      </w:r>
      <w:r w:rsidRPr="00A864BA">
        <w:t>On sait qu</w:t>
      </w:r>
      <w:r w:rsidR="00EE5D7B">
        <w:t>’</w:t>
      </w:r>
      <w:r w:rsidRPr="00A864BA">
        <w:t>une lentille</w:t>
      </w:r>
      <w:r w:rsidR="00EE5D7B">
        <w:t xml:space="preserve">, </w:t>
      </w:r>
      <w:r w:rsidRPr="00A864BA">
        <w:t>comme un miroir parabolique</w:t>
      </w:r>
      <w:r w:rsidR="00EE5D7B">
        <w:t xml:space="preserve">, </w:t>
      </w:r>
      <w:proofErr w:type="spellStart"/>
      <w:r w:rsidRPr="00A864BA">
        <w:t>a</w:t>
      </w:r>
      <w:proofErr w:type="spellEnd"/>
      <w:r w:rsidRPr="00A864BA">
        <w:t xml:space="preserve"> la propriété de rendre parallèles les rayons partis de son foyer</w:t>
      </w:r>
      <w:r w:rsidR="00EE5D7B">
        <w:t xml:space="preserve"> ; </w:t>
      </w:r>
      <w:r w:rsidRPr="00A864BA">
        <w:t xml:space="preserve">elle </w:t>
      </w:r>
      <w:r w:rsidRPr="00A864BA">
        <w:lastRenderedPageBreak/>
        <w:t>produit par réfra</w:t>
      </w:r>
      <w:r w:rsidRPr="00A864BA">
        <w:t>c</w:t>
      </w:r>
      <w:r w:rsidRPr="00A864BA">
        <w:t>tion l</w:t>
      </w:r>
      <w:r w:rsidR="00EE5D7B">
        <w:t>’</w:t>
      </w:r>
      <w:r w:rsidRPr="00A864BA">
        <w:t>effet que le miroir parabolique produit par réflexion</w:t>
      </w:r>
      <w:r w:rsidR="00EE5D7B">
        <w:t xml:space="preserve">. </w:t>
      </w:r>
      <w:r w:rsidRPr="00A864BA">
        <w:t>Cette application des le</w:t>
      </w:r>
      <w:r w:rsidRPr="00A864BA">
        <w:t>n</w:t>
      </w:r>
      <w:r w:rsidRPr="00A864BA">
        <w:t>tilles à l</w:t>
      </w:r>
      <w:r w:rsidR="00EE5D7B">
        <w:t>’</w:t>
      </w:r>
      <w:r w:rsidRPr="00A864BA">
        <w:t>éclairage des phares ne pouvait être une idée nouvelle</w:t>
      </w:r>
      <w:r w:rsidR="00EE5D7B">
        <w:t xml:space="preserve">, </w:t>
      </w:r>
      <w:r w:rsidRPr="00A864BA">
        <w:t>car elle vient trop a</w:t>
      </w:r>
      <w:r w:rsidRPr="00A864BA">
        <w:t>i</w:t>
      </w:r>
      <w:r w:rsidRPr="00A864BA">
        <w:t>sément à la pensée</w:t>
      </w:r>
      <w:r w:rsidR="00EE5D7B">
        <w:t xml:space="preserve">, </w:t>
      </w:r>
      <w:r w:rsidRPr="00A864BA">
        <w:t>et il existe</w:t>
      </w:r>
      <w:r w:rsidR="00EE5D7B">
        <w:t xml:space="preserve">, </w:t>
      </w:r>
      <w:r w:rsidRPr="00A864BA">
        <w:t>en effet</w:t>
      </w:r>
      <w:r w:rsidR="00EE5D7B">
        <w:t xml:space="preserve">, </w:t>
      </w:r>
      <w:r w:rsidRPr="00A864BA">
        <w:t>un phare lenticulaire en Angleterre</w:t>
      </w:r>
      <w:r w:rsidR="00EE5D7B">
        <w:t xml:space="preserve"> ; </w:t>
      </w:r>
      <w:r w:rsidRPr="00A864BA">
        <w:t>mais il p</w:t>
      </w:r>
      <w:r w:rsidRPr="00A864BA">
        <w:t>a</w:t>
      </w:r>
      <w:r w:rsidRPr="00A864BA">
        <w:t>raît qu</w:t>
      </w:r>
      <w:r w:rsidR="00EE5D7B">
        <w:t>’</w:t>
      </w:r>
      <w:r w:rsidRPr="00A864BA">
        <w:t>il a peu d</w:t>
      </w:r>
      <w:r w:rsidR="00EE5D7B">
        <w:t>’</w:t>
      </w:r>
      <w:r w:rsidRPr="00A864BA">
        <w:t>éclat</w:t>
      </w:r>
      <w:r w:rsidR="00EE5D7B">
        <w:t xml:space="preserve">, </w:t>
      </w:r>
      <w:r w:rsidRPr="00A864BA">
        <w:t>ce qui tient probablement à la grande épaisseur des lentilles employées</w:t>
      </w:r>
      <w:r w:rsidR="00EE5D7B">
        <w:t xml:space="preserve">, </w:t>
      </w:r>
      <w:r w:rsidRPr="00A864BA">
        <w:t>qui est de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20</w:t>
      </w:r>
      <w:r w:rsidR="00EE5D7B">
        <w:t xml:space="preserve">, </w:t>
      </w:r>
      <w:r w:rsidRPr="00A864BA">
        <w:t>et peut-être aussi à la disposition générale de l</w:t>
      </w:r>
      <w:r w:rsidR="00EE5D7B">
        <w:t>’</w:t>
      </w:r>
      <w:r w:rsidRPr="00A864BA">
        <w:t>appareil</w:t>
      </w:r>
      <w:r w:rsidR="00EE5D7B">
        <w:t xml:space="preserve">, </w:t>
      </w:r>
      <w:r w:rsidRPr="00A864BA">
        <w:t>sur l</w:t>
      </w:r>
      <w:r w:rsidRPr="00A864BA">
        <w:t>a</w:t>
      </w:r>
      <w:r w:rsidRPr="00A864BA">
        <w:t>quelle je n</w:t>
      </w:r>
      <w:r w:rsidR="00EE5D7B">
        <w:t>’</w:t>
      </w:r>
      <w:r w:rsidRPr="00A864BA">
        <w:t xml:space="preserve">ai pas de </w:t>
      </w:r>
      <w:proofErr w:type="spellStart"/>
      <w:r w:rsidRPr="00A864BA">
        <w:t>renseignemens</w:t>
      </w:r>
      <w:proofErr w:type="spellEnd"/>
      <w:r w:rsidRPr="00A864BA">
        <w:t xml:space="preserve"> précis</w:t>
      </w:r>
      <w:r w:rsidR="00EE5D7B">
        <w:t>.</w:t>
      </w:r>
    </w:p>
    <w:p w14:paraId="044DCC2B" w14:textId="0C5C5FFA" w:rsidR="00D26B46" w:rsidRPr="00A864BA" w:rsidRDefault="00D26B46" w:rsidP="00D26B46"/>
    <w:p w14:paraId="2846785D" w14:textId="77777777" w:rsidR="00EE5D7B" w:rsidRDefault="00D26B46" w:rsidP="00EE5D7B">
      <w:r w:rsidRPr="00A864BA">
        <w:t>Si l</w:t>
      </w:r>
      <w:r w:rsidR="00EE5D7B">
        <w:t>’</w:t>
      </w:r>
      <w:r w:rsidRPr="00A864BA">
        <w:t>épaisseur des lentilles n</w:t>
      </w:r>
      <w:r w:rsidR="00EE5D7B">
        <w:t>’</w:t>
      </w:r>
      <w:r w:rsidRPr="00A864BA">
        <w:t>excédait pas l</w:t>
      </w:r>
      <w:r w:rsidR="00EE5D7B">
        <w:t>’</w:t>
      </w:r>
      <w:r w:rsidRPr="00A864BA">
        <w:t>épaisseur ord</w:t>
      </w:r>
      <w:r w:rsidRPr="00A864BA">
        <w:t>i</w:t>
      </w:r>
      <w:r w:rsidRPr="00A864BA">
        <w:t>naire des glaces</w:t>
      </w:r>
      <w:r w:rsidR="00EE5D7B">
        <w:t xml:space="preserve">, </w:t>
      </w:r>
      <w:r w:rsidRPr="00A864BA">
        <w:t>la lumière absorbée par le verre ne serait qu</w:t>
      </w:r>
      <w:r w:rsidR="00EE5D7B">
        <w:t>’</w:t>
      </w:r>
      <w:r w:rsidRPr="00A864BA">
        <w:t>une très-petite partie de celle qui le traverse</w:t>
      </w:r>
      <w:r w:rsidR="00EE5D7B">
        <w:t xml:space="preserve"> : </w:t>
      </w:r>
      <w:r w:rsidRPr="00A864BA">
        <w:t>la perte résu</w:t>
      </w:r>
      <w:r w:rsidRPr="00A864BA">
        <w:t>l</w:t>
      </w:r>
      <w:r w:rsidRPr="00A864BA">
        <w:t>tant de la r</w:t>
      </w:r>
      <w:r w:rsidRPr="00A864BA">
        <w:t>é</w:t>
      </w:r>
      <w:r w:rsidRPr="00A864BA">
        <w:t>flexion partielle des rayons aux deux surfaces n</w:t>
      </w:r>
      <w:r w:rsidR="00EE5D7B">
        <w:t>’</w:t>
      </w:r>
      <w:r w:rsidRPr="00A864BA">
        <w:t>est que d</w:t>
      </w:r>
      <w:r w:rsidR="00EE5D7B">
        <w:t>’</w:t>
      </w:r>
      <w:r w:rsidRPr="00A864BA">
        <w:t>un vin</w:t>
      </w:r>
      <w:r w:rsidRPr="00A864BA">
        <w:t>g</w:t>
      </w:r>
      <w:r w:rsidRPr="00A864BA">
        <w:t>tième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 xml:space="preserve">après les expériences de </w:t>
      </w:r>
      <w:r w:rsidRPr="00A864BA">
        <w:rPr>
          <w:i/>
          <w:iCs/>
        </w:rPr>
        <w:t>Bouguer</w:t>
      </w:r>
      <w:r w:rsidR="00EE5D7B">
        <w:t xml:space="preserve"> ; </w:t>
      </w:r>
      <w:r w:rsidRPr="006C18F0">
        <w:t xml:space="preserve">et </w:t>
      </w:r>
      <w:r w:rsidRPr="00A864BA">
        <w:t>en la supposant même d</w:t>
      </w:r>
      <w:r w:rsidR="00EE5D7B">
        <w:t>’</w:t>
      </w:r>
      <w:r w:rsidRPr="00A864BA">
        <w:t>un douzième</w:t>
      </w:r>
      <w:r w:rsidR="00EE5D7B">
        <w:t xml:space="preserve">, </w:t>
      </w:r>
      <w:r w:rsidRPr="00A864BA">
        <w:t>on voit combien peu la l</w:t>
      </w:r>
      <w:r w:rsidRPr="00A864BA">
        <w:t>u</w:t>
      </w:r>
      <w:r w:rsidRPr="00A864BA">
        <w:t>mière serait affaiblie par son passage au travers de ces lentilles</w:t>
      </w:r>
      <w:r w:rsidR="00EE5D7B">
        <w:t xml:space="preserve">, </w:t>
      </w:r>
      <w:r w:rsidRPr="00A864BA">
        <w:t>et quels avantages elles auraient à cet égard sur les meilleurs r</w:t>
      </w:r>
      <w:r w:rsidRPr="00A864BA">
        <w:t>é</w:t>
      </w:r>
      <w:r w:rsidRPr="00A864BA">
        <w:t>flecteurs métalliques</w:t>
      </w:r>
      <w:r w:rsidR="00EE5D7B">
        <w:t xml:space="preserve">, </w:t>
      </w:r>
      <w:r w:rsidRPr="00A864BA">
        <w:t>qui a</w:t>
      </w:r>
      <w:r w:rsidRPr="00A864BA">
        <w:t>b</w:t>
      </w:r>
      <w:r w:rsidRPr="00A864BA">
        <w:t>sorbent la moitié de la lumière sous des incidences peu obliques</w:t>
      </w:r>
      <w:r w:rsidR="00EE5D7B">
        <w:t xml:space="preserve">, </w:t>
      </w:r>
      <w:r w:rsidRPr="00A864BA">
        <w:t>telles que celles de la majeure pa</w:t>
      </w:r>
      <w:r w:rsidRPr="00A864BA">
        <w:t>r</w:t>
      </w:r>
      <w:r w:rsidRPr="00A864BA">
        <w:t>tie des rayons dans les miroirs paraboliques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cette r</w:t>
      </w:r>
      <w:r w:rsidRPr="00A864BA">
        <w:t>é</w:t>
      </w:r>
      <w:r w:rsidRPr="00A864BA">
        <w:t>flexion qui m</w:t>
      </w:r>
      <w:r w:rsidR="00EE5D7B">
        <w:t>’</w:t>
      </w:r>
      <w:r w:rsidRPr="00A864BA">
        <w:t>avait donné l</w:t>
      </w:r>
      <w:r w:rsidR="00EE5D7B">
        <w:t>’</w:t>
      </w:r>
      <w:r w:rsidRPr="00A864BA">
        <w:t>espoir d</w:t>
      </w:r>
      <w:r w:rsidR="00EE5D7B">
        <w:t>’</w:t>
      </w:r>
      <w:r w:rsidRPr="00A864BA">
        <w:t>apporter une économie n</w:t>
      </w:r>
      <w:r w:rsidRPr="00A864BA">
        <w:t>o</w:t>
      </w:r>
      <w:r w:rsidRPr="00A864BA">
        <w:t>table dans l</w:t>
      </w:r>
      <w:r w:rsidR="00EE5D7B">
        <w:t>’</w:t>
      </w:r>
      <w:r w:rsidRPr="00A864BA">
        <w:t>emploi de la lumière</w:t>
      </w:r>
      <w:r w:rsidR="00EE5D7B">
        <w:t xml:space="preserve">, </w:t>
      </w:r>
      <w:r w:rsidRPr="00A864BA">
        <w:t>en substituant des lentilles aux miroirs parab</w:t>
      </w:r>
      <w:r w:rsidRPr="00A864BA">
        <w:t>o</w:t>
      </w:r>
      <w:r w:rsidRPr="00A864BA">
        <w:t>liques</w:t>
      </w:r>
      <w:r w:rsidR="00EE5D7B">
        <w:t>.</w:t>
      </w:r>
    </w:p>
    <w:p w14:paraId="18DC08BE" w14:textId="77777777" w:rsidR="00EE5D7B" w:rsidRDefault="00D26B46" w:rsidP="00D26B46">
      <w:pPr>
        <w:pStyle w:val="Retraitcorpsdetexte2"/>
      </w:pPr>
      <w:r w:rsidRPr="00A864BA">
        <w:t xml:space="preserve">Des liquides bien </w:t>
      </w:r>
      <w:proofErr w:type="spellStart"/>
      <w:r w:rsidRPr="00A864BA">
        <w:t>transparens</w:t>
      </w:r>
      <w:proofErr w:type="spellEnd"/>
      <w:r w:rsidR="00EE5D7B">
        <w:t xml:space="preserve">, </w:t>
      </w:r>
      <w:r w:rsidRPr="00A864BA">
        <w:t>tels que l</w:t>
      </w:r>
      <w:r w:rsidR="00EE5D7B">
        <w:t>’</w:t>
      </w:r>
      <w:r w:rsidRPr="00A864BA">
        <w:t>eau et l</w:t>
      </w:r>
      <w:r w:rsidR="00EE5D7B">
        <w:t>’</w:t>
      </w:r>
      <w:r w:rsidRPr="00A864BA">
        <w:t>esprit de vin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absorbent qu</w:t>
      </w:r>
      <w:r w:rsidR="00EE5D7B">
        <w:t>’</w:t>
      </w:r>
      <w:r w:rsidRPr="00A864BA">
        <w:t>une faible partie de la lumière qui les tr</w:t>
      </w:r>
      <w:r w:rsidRPr="00A864BA">
        <w:t>a</w:t>
      </w:r>
      <w:r w:rsidRPr="00A864BA">
        <w:t>verse</w:t>
      </w:r>
      <w:r w:rsidR="00EE5D7B">
        <w:t xml:space="preserve">, </w:t>
      </w:r>
      <w:r w:rsidRPr="00A864BA">
        <w:t>même sur une lo</w:t>
      </w:r>
      <w:r w:rsidRPr="00A864BA">
        <w:t>n</w:t>
      </w:r>
      <w:r w:rsidRPr="00A864BA">
        <w:t>gueur de vingt à trente centimètres</w:t>
      </w:r>
      <w:r w:rsidR="00EE5D7B">
        <w:t xml:space="preserve"> ; </w:t>
      </w:r>
      <w:r w:rsidRPr="00A864BA">
        <w:t>et l</w:t>
      </w:r>
      <w:r w:rsidR="00EE5D7B">
        <w:t>’</w:t>
      </w:r>
      <w:r w:rsidRPr="00A864BA">
        <w:t>on aurait pu songer à a</w:t>
      </w:r>
      <w:r w:rsidRPr="00A864BA">
        <w:t>p</w:t>
      </w:r>
      <w:r w:rsidRPr="00A864BA">
        <w:t>pliquer aux phares les grandes lentilles que l</w:t>
      </w:r>
      <w:r w:rsidR="00EE5D7B">
        <w:t>’</w:t>
      </w:r>
      <w:r w:rsidRPr="00A864BA">
        <w:t>on fait avec deux verres bombés entre lesquels on introduit un liquide</w:t>
      </w:r>
      <w:r w:rsidR="00EE5D7B">
        <w:t xml:space="preserve"> ; </w:t>
      </w:r>
      <w:r w:rsidRPr="00A864BA">
        <w:t>mais outre que le poids énorme de ces lentilles a</w:t>
      </w:r>
      <w:r w:rsidRPr="00A864BA">
        <w:t>u</w:t>
      </w:r>
      <w:r w:rsidRPr="00A864BA">
        <w:t xml:space="preserve">rait beaucoup fatigué le mécanisme qui fait </w:t>
      </w:r>
      <w:r w:rsidRPr="00A864BA">
        <w:lastRenderedPageBreak/>
        <w:t>tourner l</w:t>
      </w:r>
      <w:r w:rsidR="00EE5D7B">
        <w:t>’</w:t>
      </w:r>
      <w:r w:rsidRPr="00A864BA">
        <w:t>appareil dans les phares à éclipses</w:t>
      </w:r>
      <w:r w:rsidR="00EE5D7B">
        <w:t xml:space="preserve">, </w:t>
      </w:r>
      <w:r w:rsidRPr="00A864BA">
        <w:t xml:space="preserve">le séjour prolongé des liquides entre ces verres bombés </w:t>
      </w:r>
      <w:proofErr w:type="spellStart"/>
      <w:r w:rsidRPr="00A864BA">
        <w:t>aur</w:t>
      </w:r>
      <w:r>
        <w:t>o</w:t>
      </w:r>
      <w:r w:rsidRPr="00A864BA">
        <w:t>it</w:t>
      </w:r>
      <w:proofErr w:type="spellEnd"/>
      <w:r w:rsidRPr="00A864BA">
        <w:t xml:space="preserve"> fini par les salir intérieurement</w:t>
      </w:r>
      <w:r w:rsidR="00EE5D7B">
        <w:t xml:space="preserve">, </w:t>
      </w:r>
      <w:r w:rsidRPr="00A864BA">
        <w:t>et il aurait été très-difficile de les nettoyer</w:t>
      </w:r>
      <w:r w:rsidR="00EE5D7B">
        <w:t xml:space="preserve">. </w:t>
      </w:r>
      <w:r w:rsidRPr="00A864BA">
        <w:t>Le mastic servant à luter leurs bords aurait pu d</w:t>
      </w:r>
      <w:r w:rsidR="00EE5D7B">
        <w:t>’</w:t>
      </w:r>
      <w:r w:rsidRPr="00A864BA">
        <w:t>ailleurs se dégrader en quelques points et donner passage au liquide</w:t>
      </w:r>
      <w:r w:rsidR="00EE5D7B">
        <w:t xml:space="preserve">. </w:t>
      </w:r>
      <w:r w:rsidRPr="00A864BA">
        <w:t>Il était donc beaucoup plus sûr de n</w:t>
      </w:r>
      <w:r w:rsidR="00EE5D7B">
        <w:t>’</w:t>
      </w:r>
      <w:r w:rsidRPr="00A864BA">
        <w:t>employer que des matières s</w:t>
      </w:r>
      <w:r w:rsidRPr="00A864BA">
        <w:t>o</w:t>
      </w:r>
      <w:r w:rsidRPr="00A864BA">
        <w:t>lides</w:t>
      </w:r>
      <w:r w:rsidR="00EE5D7B">
        <w:t>.</w:t>
      </w:r>
    </w:p>
    <w:p w14:paraId="7CA88B76" w14:textId="32844F1E" w:rsidR="00D26B46" w:rsidRPr="00A864BA" w:rsidRDefault="00D26B46" w:rsidP="00D26B46"/>
    <w:p w14:paraId="0746C1A5" w14:textId="77777777" w:rsidR="00EE5D7B" w:rsidRDefault="00D26B46" w:rsidP="00EE5D7B">
      <w:r w:rsidRPr="00A864BA">
        <w:t>Il était nécessaire aussi</w:t>
      </w:r>
      <w:r w:rsidR="00EE5D7B">
        <w:t xml:space="preserve">, </w:t>
      </w:r>
      <w:r w:rsidRPr="00A864BA">
        <w:t>pour ne pas perdre une trop grande partie des rayons émis par la lumière placée au foyer</w:t>
      </w:r>
      <w:r w:rsidR="00EE5D7B">
        <w:t xml:space="preserve">, </w:t>
      </w:r>
      <w:r w:rsidRPr="00A864BA">
        <w:t>que chaque lentille embrassât tous ceux qui sont compris dans un angle de 45°</w:t>
      </w:r>
      <w:r w:rsidR="00EE5D7B">
        <w:t xml:space="preserve">, </w:t>
      </w:r>
      <w:r w:rsidRPr="00A864BA">
        <w:t>ce qui exige que l</w:t>
      </w:r>
      <w:r w:rsidR="00EE5D7B">
        <w:t>’</w:t>
      </w:r>
      <w:r w:rsidRPr="00A864BA">
        <w:t>angle prismatique du verre au bord de la lentille</w:t>
      </w:r>
      <w:r w:rsidR="00EE5D7B">
        <w:t xml:space="preserve">, </w:t>
      </w:r>
      <w:r w:rsidRPr="00A864BA">
        <w:t>ait 40°</w:t>
      </w:r>
      <w:r w:rsidR="00EE5D7B">
        <w:t xml:space="preserve">. </w:t>
      </w:r>
      <w:r w:rsidRPr="00A864BA">
        <w:t>On voit quelle épaisseur en résult</w:t>
      </w:r>
      <w:r w:rsidRPr="00A864BA">
        <w:t>e</w:t>
      </w:r>
      <w:r w:rsidRPr="00A864BA">
        <w:t>rait au centre</w:t>
      </w:r>
      <w:r w:rsidR="00EE5D7B">
        <w:t xml:space="preserve">, </w:t>
      </w:r>
      <w:r w:rsidRPr="00A864BA">
        <w:t>si la lentille était terminée par une surface sph</w:t>
      </w:r>
      <w:r w:rsidRPr="00A864BA">
        <w:t>é</w:t>
      </w:r>
      <w:r w:rsidRPr="00A864BA">
        <w:t>rique continue</w:t>
      </w:r>
      <w:r w:rsidR="00EE5D7B">
        <w:t xml:space="preserve"> : </w:t>
      </w:r>
      <w:r w:rsidRPr="00A864BA">
        <w:t>cette grande épaisseur aurait le double inco</w:t>
      </w:r>
      <w:r w:rsidRPr="00A864BA">
        <w:t>n</w:t>
      </w:r>
      <w:r w:rsidRPr="00A864BA">
        <w:t>vénient d</w:t>
      </w:r>
      <w:r w:rsidR="00EE5D7B">
        <w:t>’</w:t>
      </w:r>
      <w:r w:rsidRPr="00A864BA">
        <w:t>affaiblir beaucoup la l</w:t>
      </w:r>
      <w:r w:rsidRPr="00A864BA">
        <w:t>u</w:t>
      </w:r>
      <w:r w:rsidRPr="00A864BA">
        <w:t>mière qui la traverserait</w:t>
      </w:r>
      <w:r w:rsidR="00EE5D7B">
        <w:t xml:space="preserve">, </w:t>
      </w:r>
      <w:r w:rsidRPr="00A864BA">
        <w:t>et de donner à la lentille un poids trop considérable</w:t>
      </w:r>
      <w:r w:rsidR="00EE5D7B">
        <w:t>.</w:t>
      </w:r>
    </w:p>
    <w:p w14:paraId="79B1483C" w14:textId="77777777" w:rsidR="00EE5D7B" w:rsidRDefault="00D26B46" w:rsidP="00D26B46">
      <w:pPr>
        <w:pStyle w:val="Retraitcorpsdetexte2"/>
      </w:pPr>
      <w:r w:rsidRPr="00A864BA">
        <w:t>Mais si l</w:t>
      </w:r>
      <w:r w:rsidR="00EE5D7B">
        <w:t>’</w:t>
      </w:r>
      <w:r w:rsidRPr="00A864BA">
        <w:t>on divise celle-ci en anneaux concentriques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on ôte à la petite lentille du centre et aux anneaux qui l</w:t>
      </w:r>
      <w:r w:rsidR="00EE5D7B">
        <w:t>’</w:t>
      </w:r>
      <w:r w:rsidRPr="00A864BA">
        <w:t>entourent toute la partie inutile de leur épaisseur</w:t>
      </w:r>
      <w:r w:rsidR="00EE5D7B">
        <w:t xml:space="preserve">, </w:t>
      </w:r>
      <w:r w:rsidRPr="00A864BA">
        <w:t>en leur en laissant seulement assez pour qu</w:t>
      </w:r>
      <w:r w:rsidR="00EE5D7B">
        <w:t>’</w:t>
      </w:r>
      <w:r w:rsidRPr="00A864BA">
        <w:t>ils puissent être solidement unis par leurs bords les plus minces</w:t>
      </w:r>
      <w:r w:rsidR="00EE5D7B">
        <w:t xml:space="preserve">, </w:t>
      </w:r>
      <w:r w:rsidRPr="00A864BA">
        <w:t>on conçoit qu</w:t>
      </w:r>
      <w:r w:rsidR="00EE5D7B">
        <w:t>’</w:t>
      </w:r>
      <w:r w:rsidRPr="00A864BA">
        <w:t>on peut ég</w:t>
      </w:r>
      <w:r w:rsidRPr="00A864BA">
        <w:t>a</w:t>
      </w:r>
      <w:r w:rsidRPr="00A864BA">
        <w:t xml:space="preserve">lement obtenir le parallélisme des rayons </w:t>
      </w:r>
      <w:proofErr w:type="spellStart"/>
      <w:r w:rsidRPr="00A864BA">
        <w:t>émergens</w:t>
      </w:r>
      <w:proofErr w:type="spellEnd"/>
      <w:r w:rsidRPr="00A864BA">
        <w:t xml:space="preserve"> partis du foyer</w:t>
      </w:r>
      <w:r w:rsidR="00EE5D7B">
        <w:t xml:space="preserve">, </w:t>
      </w:r>
      <w:r w:rsidRPr="00A864BA">
        <w:t>ou</w:t>
      </w:r>
      <w:r w:rsidR="00EE5D7B">
        <w:t xml:space="preserve">, </w:t>
      </w:r>
      <w:r w:rsidRPr="00A864BA">
        <w:t>ce qui revient au même</w:t>
      </w:r>
      <w:r w:rsidR="00EE5D7B">
        <w:t xml:space="preserve">, </w:t>
      </w:r>
      <w:r w:rsidRPr="00A864BA">
        <w:t xml:space="preserve">la réunion au foyer des rayons </w:t>
      </w:r>
      <w:proofErr w:type="spellStart"/>
      <w:r w:rsidRPr="00A864BA">
        <w:t>incidens</w:t>
      </w:r>
      <w:proofErr w:type="spellEnd"/>
      <w:r w:rsidRPr="00A864BA">
        <w:t xml:space="preserve"> parallèles à l</w:t>
      </w:r>
      <w:r w:rsidR="00EE5D7B">
        <w:t>’</w:t>
      </w:r>
      <w:r w:rsidRPr="00A864BA">
        <w:t>axe de la le</w:t>
      </w:r>
      <w:r w:rsidRPr="00A864BA">
        <w:t>n</w:t>
      </w:r>
      <w:r w:rsidRPr="00A864BA">
        <w:t>tille</w:t>
      </w:r>
      <w:r w:rsidR="00EE5D7B">
        <w:t xml:space="preserve">, </w:t>
      </w:r>
      <w:r w:rsidRPr="00A864BA">
        <w:t>en donnant à la surface de chaque anneau la courbure et l</w:t>
      </w:r>
      <w:r w:rsidR="00EE5D7B">
        <w:t>’</w:t>
      </w:r>
      <w:r w:rsidRPr="00A864BA">
        <w:t>inclinaison conv</w:t>
      </w:r>
      <w:r w:rsidRPr="00A864BA">
        <w:t>e</w:t>
      </w:r>
      <w:r w:rsidRPr="00A864BA">
        <w:t>nables</w:t>
      </w:r>
      <w:r w:rsidR="00EE5D7B">
        <w:t>.</w:t>
      </w:r>
    </w:p>
    <w:p w14:paraId="464DF9DA" w14:textId="407F962E" w:rsidR="00D26B46" w:rsidRPr="00A864BA" w:rsidRDefault="00D26B46" w:rsidP="00D26B46"/>
    <w:p w14:paraId="5CCCB7AC" w14:textId="77777777" w:rsidR="00EE5D7B" w:rsidRDefault="00D26B46" w:rsidP="00EE5D7B">
      <w:r w:rsidRPr="00A864BA">
        <w:t>C</w:t>
      </w:r>
      <w:r w:rsidR="00EE5D7B">
        <w:t>’</w:t>
      </w:r>
      <w:r w:rsidRPr="00A864BA">
        <w:t xml:space="preserve">est </w:t>
      </w:r>
      <w:r w:rsidRPr="00A864BA">
        <w:rPr>
          <w:i/>
        </w:rPr>
        <w:t>Buffon</w:t>
      </w:r>
      <w:r w:rsidRPr="00A864BA">
        <w:t xml:space="preserve"> qui a imaginé le premier les lentilles à éch</w:t>
      </w:r>
      <w:r w:rsidRPr="00A864BA">
        <w:t>e</w:t>
      </w:r>
      <w:r w:rsidRPr="00A864BA">
        <w:t>lons</w:t>
      </w:r>
      <w:r w:rsidR="00EE5D7B">
        <w:t xml:space="preserve">, </w:t>
      </w:r>
      <w:r w:rsidRPr="00A864BA">
        <w:t xml:space="preserve">pour augmenter la puissance des verres </w:t>
      </w:r>
      <w:proofErr w:type="spellStart"/>
      <w:r w:rsidRPr="00A864BA">
        <w:t>ardens</w:t>
      </w:r>
      <w:proofErr w:type="spellEnd"/>
      <w:r w:rsidRPr="00A864BA">
        <w:t xml:space="preserve"> en </w:t>
      </w:r>
      <w:r w:rsidRPr="00A864BA">
        <w:lastRenderedPageBreak/>
        <w:t>dim</w:t>
      </w:r>
      <w:r w:rsidRPr="00A864BA">
        <w:t>i</w:t>
      </w:r>
      <w:r w:rsidRPr="00A864BA">
        <w:t>nuant leur épaisseur</w:t>
      </w:r>
      <w:r w:rsidR="00EE5D7B">
        <w:t xml:space="preserve"> ; </w:t>
      </w:r>
      <w:r w:rsidRPr="00A864BA">
        <w:t>mais d</w:t>
      </w:r>
      <w:r w:rsidR="00EE5D7B">
        <w:t>’</w:t>
      </w:r>
      <w:r w:rsidRPr="00A864BA">
        <w:t>après ce qu</w:t>
      </w:r>
      <w:r w:rsidR="00EE5D7B">
        <w:t>’</w:t>
      </w:r>
      <w:r w:rsidRPr="00A864BA">
        <w:t>il dit sur ce sujet</w:t>
      </w:r>
      <w:r w:rsidR="00EE5D7B">
        <w:t xml:space="preserve">, </w:t>
      </w:r>
      <w:r w:rsidRPr="00A864BA">
        <w:t>il est évident qu</w:t>
      </w:r>
      <w:r w:rsidR="00EE5D7B">
        <w:t>’</w:t>
      </w:r>
      <w:r w:rsidRPr="00A864BA">
        <w:t>il proposait de les faire d</w:t>
      </w:r>
      <w:r w:rsidR="00EE5D7B">
        <w:t>’</w:t>
      </w:r>
      <w:r w:rsidRPr="00A864BA">
        <w:t>un seul mo</w:t>
      </w:r>
      <w:r w:rsidRPr="00A864BA">
        <w:t>r</w:t>
      </w:r>
      <w:r w:rsidRPr="00A864BA">
        <w:t>ceau de verre</w:t>
      </w:r>
      <w:r w:rsidR="00EE5D7B">
        <w:t xml:space="preserve">, </w:t>
      </w:r>
      <w:r w:rsidRPr="00A864BA">
        <w:t>ce qui rend leur exécution presque impossible</w:t>
      </w:r>
      <w:r w:rsidR="00EE5D7B">
        <w:t xml:space="preserve">, </w:t>
      </w:r>
      <w:proofErr w:type="spellStart"/>
      <w:r w:rsidRPr="00A864BA">
        <w:t>sur-tout</w:t>
      </w:r>
      <w:proofErr w:type="spellEnd"/>
      <w:r w:rsidRPr="00A864BA">
        <w:t xml:space="preserve"> dans de grandes dimensions</w:t>
      </w:r>
      <w:r w:rsidR="00EE5D7B">
        <w:t xml:space="preserve">, </w:t>
      </w:r>
      <w:r w:rsidRPr="00A864BA">
        <w:t>à cause de la difficulté d</w:t>
      </w:r>
      <w:r w:rsidR="00EE5D7B">
        <w:t>’</w:t>
      </w:r>
      <w:r w:rsidRPr="00A864BA">
        <w:t>user le verre et d</w:t>
      </w:r>
      <w:r w:rsidR="00EE5D7B">
        <w:t>’</w:t>
      </w:r>
      <w:r w:rsidRPr="00A864BA">
        <w:t>en doucir et polir la surface</w:t>
      </w:r>
      <w:r w:rsidR="00EE5D7B">
        <w:t xml:space="preserve">, </w:t>
      </w:r>
      <w:r w:rsidRPr="00A864BA">
        <w:t>lorsqu</w:t>
      </w:r>
      <w:r w:rsidR="00EE5D7B">
        <w:t>’</w:t>
      </w:r>
      <w:r w:rsidRPr="00A864BA">
        <w:t>elle présente de pareils ressauts</w:t>
      </w:r>
      <w:r w:rsidR="00EE5D7B">
        <w:t xml:space="preserve">. </w:t>
      </w:r>
      <w:r w:rsidRPr="00A864BA">
        <w:t>Voici comme il s</w:t>
      </w:r>
      <w:r w:rsidR="00EE5D7B">
        <w:t>’</w:t>
      </w:r>
      <w:r w:rsidRPr="00A864BA">
        <w:t>exprime</w:t>
      </w:r>
      <w:r w:rsidR="00EE5D7B">
        <w:t> :</w:t>
      </w:r>
    </w:p>
    <w:p w14:paraId="40138A28" w14:textId="77777777" w:rsidR="00EE5D7B" w:rsidRDefault="00EE5D7B" w:rsidP="00EE5D7B">
      <w:r>
        <w:t>« </w:t>
      </w:r>
      <w:r w:rsidR="00D26B46" w:rsidRPr="00A864BA">
        <w:t>J</w:t>
      </w:r>
      <w:r>
        <w:t>’</w:t>
      </w:r>
      <w:r w:rsidR="00D26B46" w:rsidRPr="00A864BA">
        <w:t>ai donc cherché les moyens de parer à cet inconvénient</w:t>
      </w:r>
      <w:r>
        <w:t xml:space="preserve"> (</w:t>
      </w:r>
      <w:r w:rsidR="00D26B46" w:rsidRPr="00A864BA">
        <w:t>celui de la trop grande épaisseur</w:t>
      </w:r>
      <w:r>
        <w:t xml:space="preserve">), </w:t>
      </w:r>
      <w:r w:rsidR="00D26B46" w:rsidRPr="00A864BA">
        <w:t>et j</w:t>
      </w:r>
      <w:r>
        <w:t>’</w:t>
      </w:r>
      <w:r w:rsidR="00D26B46" w:rsidRPr="00A864BA">
        <w:t>ai trouvé une manière simple et assez aisée de diminuer réellement les épaisseurs des lentilles</w:t>
      </w:r>
      <w:r>
        <w:t xml:space="preserve">, </w:t>
      </w:r>
      <w:r w:rsidR="00D26B46" w:rsidRPr="00A864BA">
        <w:t>autant qu</w:t>
      </w:r>
      <w:r>
        <w:t>’</w:t>
      </w:r>
      <w:r w:rsidR="00D26B46" w:rsidRPr="00A864BA">
        <w:t>il me plaît</w:t>
      </w:r>
      <w:r>
        <w:t xml:space="preserve">, </w:t>
      </w:r>
      <w:r w:rsidR="00D26B46" w:rsidRPr="00A864BA">
        <w:t>sans pour cela diminuer sens</w:t>
      </w:r>
      <w:r w:rsidR="00D26B46" w:rsidRPr="00A864BA">
        <w:t>i</w:t>
      </w:r>
      <w:r w:rsidR="00D26B46" w:rsidRPr="00A864BA">
        <w:t>blement leur di</w:t>
      </w:r>
      <w:r w:rsidR="00D26B46" w:rsidRPr="00A864BA">
        <w:t>a</w:t>
      </w:r>
      <w:r w:rsidR="00D26B46" w:rsidRPr="00A864BA">
        <w:t xml:space="preserve">mètre et sans </w:t>
      </w:r>
      <w:proofErr w:type="spellStart"/>
      <w:r w:rsidR="00D26B46" w:rsidRPr="00A864BA">
        <w:t>alonger</w:t>
      </w:r>
      <w:proofErr w:type="spellEnd"/>
      <w:r w:rsidR="00D26B46" w:rsidRPr="00A864BA">
        <w:t xml:space="preserve"> leur foyer</w:t>
      </w:r>
      <w:r>
        <w:t>.</w:t>
      </w:r>
    </w:p>
    <w:p w14:paraId="6E7C48D9" w14:textId="77777777" w:rsidR="00EE5D7B" w:rsidRDefault="00EE5D7B" w:rsidP="00EE5D7B">
      <w:r>
        <w:t>» </w:t>
      </w:r>
      <w:r w:rsidR="00D26B46" w:rsidRPr="00A864BA">
        <w:t>Ce moyen consiste à travailler ma pièce de verre par échelons</w:t>
      </w:r>
      <w:r>
        <w:t xml:space="preserve">. </w:t>
      </w:r>
      <w:r w:rsidR="00D26B46" w:rsidRPr="00A864BA">
        <w:t>Supposons</w:t>
      </w:r>
      <w:r>
        <w:t xml:space="preserve">, </w:t>
      </w:r>
      <w:r w:rsidR="00D26B46" w:rsidRPr="00A864BA">
        <w:t>pour me faire mieux entendre</w:t>
      </w:r>
      <w:r>
        <w:t xml:space="preserve">, </w:t>
      </w:r>
      <w:r w:rsidR="00D26B46" w:rsidRPr="00A864BA">
        <w:t>que je veuille dim</w:t>
      </w:r>
      <w:r w:rsidR="00D26B46" w:rsidRPr="00A864BA">
        <w:t>i</w:t>
      </w:r>
      <w:r w:rsidR="00D26B46" w:rsidRPr="00A864BA">
        <w:t>nuer de 2 pouces l</w:t>
      </w:r>
      <w:r>
        <w:t>’</w:t>
      </w:r>
      <w:r w:rsidR="00D26B46" w:rsidRPr="00A864BA">
        <w:t>épaisseur d</w:t>
      </w:r>
      <w:r>
        <w:t>’</w:t>
      </w:r>
      <w:r w:rsidR="00D26B46" w:rsidRPr="00A864BA">
        <w:t>une lentille de verre qui a 26 pouces de diamètre</w:t>
      </w:r>
      <w:r>
        <w:t xml:space="preserve">, </w:t>
      </w:r>
      <w:r w:rsidR="00D26B46" w:rsidRPr="00A864BA">
        <w:t>5 pieds de foyer et 3 pouces d</w:t>
      </w:r>
      <w:r>
        <w:t>’</w:t>
      </w:r>
      <w:r w:rsidR="00D26B46" w:rsidRPr="00A864BA">
        <w:t>épaisseur au centre</w:t>
      </w:r>
      <w:r>
        <w:t xml:space="preserve"> ; </w:t>
      </w:r>
      <w:r w:rsidR="00D26B46" w:rsidRPr="00A864BA">
        <w:t>je divise l</w:t>
      </w:r>
      <w:r>
        <w:t>’</w:t>
      </w:r>
      <w:r w:rsidR="00D26B46" w:rsidRPr="00A864BA">
        <w:t>arc de cette lentille en trois parties</w:t>
      </w:r>
      <w:r>
        <w:t xml:space="preserve">, </w:t>
      </w:r>
      <w:r w:rsidR="00D26B46" w:rsidRPr="00A864BA">
        <w:t xml:space="preserve">et je </w:t>
      </w:r>
      <w:r w:rsidR="00D26B46" w:rsidRPr="00A864BA">
        <w:rPr>
          <w:i/>
        </w:rPr>
        <w:t>rapproche concentriquement</w:t>
      </w:r>
      <w:r w:rsidR="00D26B46" w:rsidRPr="00A864BA">
        <w:t xml:space="preserve"> chacune de ces po</w:t>
      </w:r>
      <w:r w:rsidR="00D26B46" w:rsidRPr="00A864BA">
        <w:t>r</w:t>
      </w:r>
      <w:r w:rsidR="00D26B46" w:rsidRPr="00A864BA">
        <w:t>tions d</w:t>
      </w:r>
      <w:r>
        <w:t>’</w:t>
      </w:r>
      <w:r w:rsidR="00D26B46" w:rsidRPr="00A864BA">
        <w:t>arc</w:t>
      </w:r>
      <w:r>
        <w:t xml:space="preserve">, </w:t>
      </w:r>
      <w:r w:rsidR="00D26B46" w:rsidRPr="00A864BA">
        <w:t>en sorte qu</w:t>
      </w:r>
      <w:r>
        <w:t>’</w:t>
      </w:r>
      <w:r w:rsidR="00D26B46" w:rsidRPr="00A864BA">
        <w:t>il ne reste qu</w:t>
      </w:r>
      <w:r>
        <w:t>’</w:t>
      </w:r>
      <w:r w:rsidR="00D26B46" w:rsidRPr="00A864BA">
        <w:t>un pouce d</w:t>
      </w:r>
      <w:r>
        <w:t>’</w:t>
      </w:r>
      <w:r w:rsidR="00D26B46" w:rsidRPr="00A864BA">
        <w:t>épaisseur au centre</w:t>
      </w:r>
      <w:r>
        <w:t xml:space="preserve"> ; </w:t>
      </w:r>
      <w:r w:rsidR="00D26B46" w:rsidRPr="00A864BA">
        <w:t>et je forme de chaque côté un échelon d</w:t>
      </w:r>
      <w:r>
        <w:t>’</w:t>
      </w:r>
      <w:r w:rsidR="00D26B46" w:rsidRPr="00A864BA">
        <w:t>un demi-pouce</w:t>
      </w:r>
      <w:r>
        <w:t xml:space="preserve">, </w:t>
      </w:r>
      <w:r w:rsidR="00D26B46" w:rsidRPr="00A864BA">
        <w:t>pour rapprocher de même les parties co</w:t>
      </w:r>
      <w:r w:rsidR="00D26B46" w:rsidRPr="00A864BA">
        <w:t>r</w:t>
      </w:r>
      <w:r w:rsidR="00D26B46" w:rsidRPr="00A864BA">
        <w:t>respondantes</w:t>
      </w:r>
      <w:r>
        <w:t xml:space="preserve"> ; </w:t>
      </w:r>
      <w:r w:rsidR="00D26B46" w:rsidRPr="00A864BA">
        <w:t>par ce moyen</w:t>
      </w:r>
      <w:r>
        <w:t xml:space="preserve">, </w:t>
      </w:r>
      <w:r w:rsidR="00D26B46" w:rsidRPr="00A864BA">
        <w:t>en faisant un second échelon</w:t>
      </w:r>
      <w:r>
        <w:t xml:space="preserve">, </w:t>
      </w:r>
      <w:r w:rsidR="00D26B46" w:rsidRPr="00A864BA">
        <w:t>j</w:t>
      </w:r>
      <w:r>
        <w:t>’</w:t>
      </w:r>
      <w:r w:rsidR="00D26B46" w:rsidRPr="00A864BA">
        <w:t>arrive à l</w:t>
      </w:r>
      <w:r>
        <w:t>’</w:t>
      </w:r>
      <w:r w:rsidR="00D26B46" w:rsidRPr="00A864BA">
        <w:t>extrémité du diamètre</w:t>
      </w:r>
      <w:r>
        <w:t xml:space="preserve">, </w:t>
      </w:r>
      <w:r w:rsidR="00D26B46" w:rsidRPr="00A864BA">
        <w:t>et j</w:t>
      </w:r>
      <w:r>
        <w:t>’</w:t>
      </w:r>
      <w:r w:rsidR="00D26B46" w:rsidRPr="00A864BA">
        <w:t>ai une lentille à échelons</w:t>
      </w:r>
      <w:r>
        <w:t xml:space="preserve">, </w:t>
      </w:r>
      <w:r w:rsidR="00D26B46" w:rsidRPr="00A864BA">
        <w:t>qui est à-peu-près du même foyer</w:t>
      </w:r>
      <w:r>
        <w:t xml:space="preserve">, </w:t>
      </w:r>
      <w:r w:rsidR="00D26B46" w:rsidRPr="00A864BA">
        <w:t>et qui a le même diamètre</w:t>
      </w:r>
      <w:r>
        <w:t xml:space="preserve">, </w:t>
      </w:r>
      <w:r w:rsidR="00D26B46" w:rsidRPr="00A864BA">
        <w:t>et près de deux fois moins d</w:t>
      </w:r>
      <w:r>
        <w:t>’</w:t>
      </w:r>
      <w:r w:rsidR="00D26B46" w:rsidRPr="00A864BA">
        <w:t>épaisseur que la première</w:t>
      </w:r>
      <w:r>
        <w:t xml:space="preserve">, </w:t>
      </w:r>
      <w:r w:rsidR="00D26B46" w:rsidRPr="00A864BA">
        <w:t>ce qui est un très-grand avantage</w:t>
      </w:r>
      <w:r>
        <w:t>.</w:t>
      </w:r>
    </w:p>
    <w:p w14:paraId="70635A04" w14:textId="77777777" w:rsidR="00EE5D7B" w:rsidRDefault="00EE5D7B" w:rsidP="00EE5D7B">
      <w:r>
        <w:t>» </w:t>
      </w:r>
      <w:r w:rsidR="00D26B46" w:rsidRPr="00A864BA">
        <w:rPr>
          <w:i/>
          <w:iCs/>
        </w:rPr>
        <w:t>Si l</w:t>
      </w:r>
      <w:r>
        <w:rPr>
          <w:i/>
          <w:iCs/>
        </w:rPr>
        <w:t>’</w:t>
      </w:r>
      <w:r w:rsidR="00D26B46" w:rsidRPr="00A864BA">
        <w:rPr>
          <w:i/>
          <w:iCs/>
        </w:rPr>
        <w:t>on vient à bout de fondre une pièce de verre de 4 pieds de diamètre sur 2 pouces et 1/2 d</w:t>
      </w:r>
      <w:r>
        <w:rPr>
          <w:i/>
          <w:iCs/>
        </w:rPr>
        <w:t>’</w:t>
      </w:r>
      <w:r w:rsidR="00D26B46" w:rsidRPr="00A864BA">
        <w:rPr>
          <w:i/>
          <w:iCs/>
        </w:rPr>
        <w:t>épaisseur</w:t>
      </w:r>
      <w:r>
        <w:rPr>
          <w:i/>
          <w:iCs/>
        </w:rPr>
        <w:t xml:space="preserve">, </w:t>
      </w:r>
      <w:r w:rsidR="00D26B46" w:rsidRPr="00A864BA">
        <w:t>et de la tr</w:t>
      </w:r>
      <w:r w:rsidR="00D26B46" w:rsidRPr="00A864BA">
        <w:t>a</w:t>
      </w:r>
      <w:r w:rsidR="00D26B46" w:rsidRPr="00A864BA">
        <w:t>vailler par échelons sur un foyer de 8 pieds</w:t>
      </w:r>
      <w:r>
        <w:t xml:space="preserve">, </w:t>
      </w:r>
      <w:r w:rsidR="00D26B46" w:rsidRPr="00A864BA">
        <w:t>j</w:t>
      </w:r>
      <w:r>
        <w:t>’</w:t>
      </w:r>
      <w:r w:rsidR="00D26B46" w:rsidRPr="00A864BA">
        <w:t>ai supputé qu</w:t>
      </w:r>
      <w:r>
        <w:t>’</w:t>
      </w:r>
      <w:r w:rsidR="00D26B46" w:rsidRPr="00A864BA">
        <w:t>en laissant même 1 pouce et 1/2 d</w:t>
      </w:r>
      <w:r>
        <w:t>’</w:t>
      </w:r>
      <w:r w:rsidR="00D26B46" w:rsidRPr="00A864BA">
        <w:t>épaisseur au centre de cette le</w:t>
      </w:r>
      <w:r w:rsidR="00D26B46" w:rsidRPr="00A864BA">
        <w:t>n</w:t>
      </w:r>
      <w:r w:rsidR="00D26B46" w:rsidRPr="00A864BA">
        <w:t>tille et à la couronne intérieure des échelons</w:t>
      </w:r>
      <w:r>
        <w:t xml:space="preserve">, </w:t>
      </w:r>
      <w:r w:rsidR="00D26B46" w:rsidRPr="00A864BA">
        <w:t>la chaleur de cette le</w:t>
      </w:r>
      <w:r w:rsidR="00D26B46" w:rsidRPr="00A864BA">
        <w:t>n</w:t>
      </w:r>
      <w:r w:rsidR="00D26B46" w:rsidRPr="00A864BA">
        <w:t>tille sera à celle de la lentille du Palais-Royal</w:t>
      </w:r>
      <w:r>
        <w:t xml:space="preserve">, </w:t>
      </w:r>
      <w:r w:rsidR="00D26B46" w:rsidRPr="00A864BA">
        <w:t xml:space="preserve">comme </w:t>
      </w:r>
      <w:r w:rsidR="00D26B46" w:rsidRPr="00A864BA">
        <w:lastRenderedPageBreak/>
        <w:t>28 sont à 6</w:t>
      </w:r>
      <w:r>
        <w:t xml:space="preserve">, </w:t>
      </w:r>
      <w:r w:rsidR="00D26B46" w:rsidRPr="00A864BA">
        <w:t>sans compter l</w:t>
      </w:r>
      <w:r>
        <w:t>’</w:t>
      </w:r>
      <w:r w:rsidR="00D26B46" w:rsidRPr="00A864BA">
        <w:t>effet de la diff</w:t>
      </w:r>
      <w:r w:rsidR="00D26B46" w:rsidRPr="00A864BA">
        <w:t>é</w:t>
      </w:r>
      <w:r w:rsidR="00D26B46" w:rsidRPr="00A864BA">
        <w:t>rence des épaisseurs</w:t>
      </w:r>
      <w:r>
        <w:t xml:space="preserve">, </w:t>
      </w:r>
      <w:r w:rsidR="00D26B46" w:rsidRPr="00A864BA">
        <w:t>qui est très-considérable et que je ne puis e</w:t>
      </w:r>
      <w:r w:rsidR="00D26B46" w:rsidRPr="00A864BA">
        <w:t>s</w:t>
      </w:r>
      <w:r w:rsidR="00D26B46" w:rsidRPr="00A864BA">
        <w:t>timer d</w:t>
      </w:r>
      <w:r>
        <w:t>’</w:t>
      </w:r>
      <w:r w:rsidR="00D26B46" w:rsidRPr="00A864BA">
        <w:t>avance</w:t>
      </w:r>
      <w:r>
        <w:t>.</w:t>
      </w:r>
    </w:p>
    <w:p w14:paraId="4DC0C3B3" w14:textId="31038DCA" w:rsidR="00EE5D7B" w:rsidRDefault="00EE5D7B" w:rsidP="00EE5D7B">
      <w:r>
        <w:t>» </w:t>
      </w:r>
      <w:r w:rsidR="00D26B46" w:rsidRPr="00A864BA">
        <w:t>Cette dernière espèce de miroir réfringent est tout ce qu</w:t>
      </w:r>
      <w:r>
        <w:t>’</w:t>
      </w:r>
      <w:r w:rsidR="00D26B46" w:rsidRPr="00A864BA">
        <w:t>on peut faire de plus parfait en ce genre</w:t>
      </w:r>
      <w:r>
        <w:t xml:space="preserve"> ; </w:t>
      </w:r>
      <w:r w:rsidR="00D26B46" w:rsidRPr="00A864BA">
        <w:t>et quand même nous le réduirions a 3 pieds de diamètre sur 15 lignes d</w:t>
      </w:r>
      <w:r>
        <w:t>’</w:t>
      </w:r>
      <w:r w:rsidR="00D26B46" w:rsidRPr="00A864BA">
        <w:t>épaisseur au centre et 6 pieds de foyer</w:t>
      </w:r>
      <w:r>
        <w:t xml:space="preserve">, </w:t>
      </w:r>
      <w:r w:rsidR="00D26B46" w:rsidRPr="00A864BA">
        <w:t>ce qui en rendra l</w:t>
      </w:r>
      <w:r>
        <w:t>’</w:t>
      </w:r>
      <w:r w:rsidR="00D26B46" w:rsidRPr="00A864BA">
        <w:t>exécution moins difficile</w:t>
      </w:r>
      <w:r>
        <w:t xml:space="preserve">, </w:t>
      </w:r>
      <w:r w:rsidR="00D26B46" w:rsidRPr="00A864BA">
        <w:t>on aurait toujours un degré de ch</w:t>
      </w:r>
      <w:r w:rsidR="00D26B46" w:rsidRPr="00A864BA">
        <w:t>a</w:t>
      </w:r>
      <w:r w:rsidR="00D26B46" w:rsidRPr="00A864BA">
        <w:t>leur quatre fois au moins plus grand que celui des fortes le</w:t>
      </w:r>
      <w:r w:rsidR="00D26B46" w:rsidRPr="00A864BA">
        <w:t>n</w:t>
      </w:r>
      <w:r w:rsidR="00D26B46" w:rsidRPr="00A864BA">
        <w:t>tilles que l</w:t>
      </w:r>
      <w:r>
        <w:t>’</w:t>
      </w:r>
      <w:r w:rsidR="00D26B46" w:rsidRPr="00A864BA">
        <w:t>on connaisse</w:t>
      </w:r>
      <w:r>
        <w:t xml:space="preserve">. </w:t>
      </w:r>
      <w:r w:rsidR="00D26B46" w:rsidRPr="00A864BA">
        <w:t>J</w:t>
      </w:r>
      <w:r>
        <w:t>’</w:t>
      </w:r>
      <w:r w:rsidR="00D26B46" w:rsidRPr="00A864BA">
        <w:t>ose dire que ce miroir à échelons s</w:t>
      </w:r>
      <w:r w:rsidR="00D26B46" w:rsidRPr="00A864BA">
        <w:t>e</w:t>
      </w:r>
      <w:r w:rsidR="00D26B46" w:rsidRPr="00A864BA">
        <w:t xml:space="preserve">rait un des plus utiles </w:t>
      </w:r>
      <w:proofErr w:type="spellStart"/>
      <w:r w:rsidR="00D26B46" w:rsidRPr="00A864BA">
        <w:t>instrumens</w:t>
      </w:r>
      <w:proofErr w:type="spellEnd"/>
      <w:r w:rsidR="00D26B46" w:rsidRPr="00A864BA">
        <w:t xml:space="preserve"> de physique</w:t>
      </w:r>
      <w:r>
        <w:t xml:space="preserve"> ; </w:t>
      </w:r>
      <w:r w:rsidR="00D26B46" w:rsidRPr="00A864BA">
        <w:rPr>
          <w:i/>
          <w:iCs/>
        </w:rPr>
        <w:t>je l</w:t>
      </w:r>
      <w:r>
        <w:rPr>
          <w:i/>
          <w:iCs/>
        </w:rPr>
        <w:t>’</w:t>
      </w:r>
      <w:r w:rsidR="00D26B46" w:rsidRPr="00A864BA">
        <w:rPr>
          <w:i/>
          <w:iCs/>
        </w:rPr>
        <w:t>ai imaginé il y a plus de vingt-cinq ans</w:t>
      </w:r>
      <w:r>
        <w:rPr>
          <w:i/>
          <w:iCs/>
        </w:rPr>
        <w:t xml:space="preserve">, </w:t>
      </w:r>
      <w:r w:rsidR="00D26B46" w:rsidRPr="00A864BA">
        <w:t xml:space="preserve">et tous les </w:t>
      </w:r>
      <w:proofErr w:type="spellStart"/>
      <w:r w:rsidR="00D26B46" w:rsidRPr="00A864BA">
        <w:t>savans</w:t>
      </w:r>
      <w:proofErr w:type="spellEnd"/>
      <w:r w:rsidR="00D26B46" w:rsidRPr="00A864BA">
        <w:t xml:space="preserve"> auxquels j</w:t>
      </w:r>
      <w:r>
        <w:t>’</w:t>
      </w:r>
      <w:r w:rsidR="00D26B46" w:rsidRPr="00A864BA">
        <w:t xml:space="preserve">en ai parlé </w:t>
      </w:r>
      <w:proofErr w:type="spellStart"/>
      <w:r w:rsidR="00D26B46" w:rsidRPr="00A864BA">
        <w:t>desireraient</w:t>
      </w:r>
      <w:proofErr w:type="spellEnd"/>
      <w:r w:rsidR="00D26B46" w:rsidRPr="00A864BA">
        <w:t xml:space="preserve"> qu</w:t>
      </w:r>
      <w:r>
        <w:t>’</w:t>
      </w:r>
      <w:r w:rsidR="00D26B46" w:rsidRPr="00A864BA">
        <w:t>il fût exécuté</w:t>
      </w:r>
      <w:r>
        <w:t xml:space="preserve">. </w:t>
      </w:r>
      <w:r w:rsidR="00D26B46" w:rsidRPr="00A864BA">
        <w:t>On en tirerait de grands avantages pour l</w:t>
      </w:r>
      <w:r>
        <w:t>’</w:t>
      </w:r>
      <w:r w:rsidR="00D26B46" w:rsidRPr="00A864BA">
        <w:t>avancement des sciences</w:t>
      </w:r>
      <w:r>
        <w:t xml:space="preserve"> : </w:t>
      </w:r>
      <w:r w:rsidR="00D26B46" w:rsidRPr="00A864BA">
        <w:t>et y adaptant un h</w:t>
      </w:r>
      <w:r w:rsidR="00D26B46" w:rsidRPr="00A864BA">
        <w:t>é</w:t>
      </w:r>
      <w:r w:rsidR="00D26B46" w:rsidRPr="00A864BA">
        <w:t>liomètre</w:t>
      </w:r>
      <w:r>
        <w:t xml:space="preserve">, </w:t>
      </w:r>
      <w:r w:rsidR="00D26B46" w:rsidRPr="00A864BA">
        <w:t>on pourrait faire à son foyer toutes les opérations de la chimie au</w:t>
      </w:r>
      <w:r w:rsidR="00D26B46" w:rsidRPr="00A864BA">
        <w:t>s</w:t>
      </w:r>
      <w:r w:rsidR="00D26B46" w:rsidRPr="00A864BA">
        <w:t>si commodément qu</w:t>
      </w:r>
      <w:r>
        <w:t>’</w:t>
      </w:r>
      <w:r w:rsidR="00D26B46" w:rsidRPr="00A864BA">
        <w:t>on le fait au feu des fourneaux</w:t>
      </w:r>
      <w:r>
        <w:t xml:space="preserve">, </w:t>
      </w:r>
      <w:r w:rsidR="00D26B46" w:rsidRPr="00A864BA">
        <w:t>&amp;c</w:t>
      </w:r>
      <w:r>
        <w:t>. »</w:t>
      </w:r>
    </w:p>
    <w:p w14:paraId="3217D428" w14:textId="77777777" w:rsidR="00EE5D7B" w:rsidRDefault="00D26B46" w:rsidP="00EE5D7B">
      <w:r w:rsidRPr="00A864BA">
        <w:t>Cette citation prouve suffisamment que Buffon n</w:t>
      </w:r>
      <w:r w:rsidR="00EE5D7B">
        <w:t>’</w:t>
      </w:r>
      <w:r w:rsidRPr="00A864BA">
        <w:t>avait pas so</w:t>
      </w:r>
      <w:r w:rsidRPr="00A864BA">
        <w:t>n</w:t>
      </w:r>
      <w:r w:rsidRPr="00A864BA">
        <w:t>gé à composer les lentilles à échelons de plusieurs morceaux</w:t>
      </w:r>
      <w:r w:rsidR="00EE5D7B">
        <w:t xml:space="preserve">, </w:t>
      </w:r>
      <w:r w:rsidRPr="00A864BA">
        <w:t>pui</w:t>
      </w:r>
      <w:r w:rsidRPr="00A864BA">
        <w:t>s</w:t>
      </w:r>
      <w:r w:rsidRPr="00A864BA">
        <w:t>qu</w:t>
      </w:r>
      <w:r w:rsidR="00EE5D7B">
        <w:t>’</w:t>
      </w:r>
      <w:r w:rsidRPr="00A864BA">
        <w:t xml:space="preserve">il fait dépendre leur construction de la fonte </w:t>
      </w:r>
      <w:r w:rsidRPr="00A864BA">
        <w:rPr>
          <w:i/>
          <w:iCs/>
        </w:rPr>
        <w:t>d</w:t>
      </w:r>
      <w:r w:rsidR="00EE5D7B">
        <w:rPr>
          <w:i/>
          <w:iCs/>
        </w:rPr>
        <w:t>’</w:t>
      </w:r>
      <w:r w:rsidRPr="00A864BA">
        <w:rPr>
          <w:i/>
          <w:iCs/>
        </w:rPr>
        <w:t>une pièce de verre de 4 pieds de diamètre sur 2 pouces et 1/2 d</w:t>
      </w:r>
      <w:r w:rsidR="00EE5D7B">
        <w:rPr>
          <w:i/>
          <w:iCs/>
        </w:rPr>
        <w:t>’</w:t>
      </w:r>
      <w:r w:rsidRPr="00A864BA">
        <w:rPr>
          <w:i/>
          <w:iCs/>
        </w:rPr>
        <w:t>épaisseur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il supp</w:t>
      </w:r>
      <w:r w:rsidRPr="00A864BA">
        <w:t>o</w:t>
      </w:r>
      <w:r w:rsidRPr="00A864BA">
        <w:t xml:space="preserve">se ensuite réduite à </w:t>
      </w:r>
      <w:r w:rsidRPr="00A864BA">
        <w:rPr>
          <w:i/>
          <w:iCs/>
        </w:rPr>
        <w:t>3 pieds de diamètre sur 15 lignes d</w:t>
      </w:r>
      <w:r w:rsidR="00EE5D7B">
        <w:rPr>
          <w:i/>
          <w:iCs/>
        </w:rPr>
        <w:t>’</w:t>
      </w:r>
      <w:r w:rsidRPr="00A864BA">
        <w:rPr>
          <w:i/>
          <w:iCs/>
        </w:rPr>
        <w:t>épaisseur</w:t>
      </w:r>
      <w:r w:rsidR="00EE5D7B">
        <w:rPr>
          <w:i/>
          <w:iCs/>
        </w:rPr>
        <w:t xml:space="preserve">, </w:t>
      </w:r>
      <w:r w:rsidRPr="00A864BA">
        <w:rPr>
          <w:i/>
          <w:iCs/>
        </w:rPr>
        <w:t>pour rendre l</w:t>
      </w:r>
      <w:r w:rsidR="00EE5D7B">
        <w:rPr>
          <w:i/>
          <w:iCs/>
        </w:rPr>
        <w:t>’</w:t>
      </w:r>
      <w:r w:rsidRPr="00A864BA">
        <w:rPr>
          <w:i/>
          <w:iCs/>
        </w:rPr>
        <w:t>exécution plus facile</w:t>
      </w:r>
      <w:r w:rsidR="00EE5D7B">
        <w:t xml:space="preserve">. </w:t>
      </w:r>
      <w:r w:rsidRPr="00A864BA">
        <w:t>Or</w:t>
      </w:r>
      <w:r w:rsidR="00EE5D7B">
        <w:t xml:space="preserve">, </w:t>
      </w:r>
      <w:r w:rsidRPr="00A864BA">
        <w:t>en faisant ces lentilles de plusieurs morceaux</w:t>
      </w:r>
      <w:r w:rsidR="00EE5D7B">
        <w:t xml:space="preserve">, </w:t>
      </w:r>
      <w:r w:rsidRPr="00A864BA">
        <w:t>il est aussi facile d</w:t>
      </w:r>
      <w:r w:rsidR="00EE5D7B">
        <w:t>’</w:t>
      </w:r>
      <w:r w:rsidRPr="00A864BA">
        <w:t>en con</w:t>
      </w:r>
      <w:r w:rsidRPr="00A864BA">
        <w:t>s</w:t>
      </w:r>
      <w:r w:rsidRPr="00A864BA">
        <w:t>truire une de 4 pieds de diamètre qu</w:t>
      </w:r>
      <w:r w:rsidR="00EE5D7B">
        <w:t>’</w:t>
      </w:r>
      <w:r w:rsidRPr="00A864BA">
        <w:t>une de 3</w:t>
      </w:r>
      <w:r w:rsidR="00EE5D7B">
        <w:t xml:space="preserve">, </w:t>
      </w:r>
      <w:r w:rsidRPr="00A864BA">
        <w:t xml:space="preserve">et même en leur donnant un foyer beaucoup plus court que ne le supposait </w:t>
      </w:r>
      <w:r w:rsidRPr="00A864BA">
        <w:rPr>
          <w:i/>
          <w:iCs/>
        </w:rPr>
        <w:t>Bu</w:t>
      </w:r>
      <w:r w:rsidRPr="00A864BA">
        <w:rPr>
          <w:i/>
          <w:iCs/>
        </w:rPr>
        <w:t>f</w:t>
      </w:r>
      <w:r w:rsidRPr="00A864BA">
        <w:rPr>
          <w:i/>
          <w:iCs/>
        </w:rPr>
        <w:t>fon</w:t>
      </w:r>
      <w:r w:rsidR="00EE5D7B">
        <w:t xml:space="preserve">. </w:t>
      </w:r>
      <w:r w:rsidRPr="00A864BA">
        <w:t>On conçoit aisément pou</w:t>
      </w:r>
      <w:r w:rsidRPr="00A864BA">
        <w:t>r</w:t>
      </w:r>
      <w:r w:rsidRPr="00A864BA">
        <w:t>quoi</w:t>
      </w:r>
      <w:r w:rsidR="00EE5D7B">
        <w:t xml:space="preserve">, </w:t>
      </w:r>
      <w:r w:rsidRPr="00A864BA">
        <w:rPr>
          <w:i/>
          <w:iCs/>
        </w:rPr>
        <w:t>vingt-cinq ans après</w:t>
      </w:r>
      <w:r w:rsidRPr="00A864BA">
        <w:t xml:space="preserve"> avoir inventé ces lentilles et malgré son vif </w:t>
      </w:r>
      <w:proofErr w:type="spellStart"/>
      <w:r w:rsidRPr="00A864BA">
        <w:t>desir</w:t>
      </w:r>
      <w:proofErr w:type="spellEnd"/>
      <w:r w:rsidRPr="00A864BA">
        <w:t xml:space="preserve"> d</w:t>
      </w:r>
      <w:r w:rsidR="00EE5D7B">
        <w:t>’</w:t>
      </w:r>
      <w:r w:rsidRPr="00A864BA">
        <w:t>en po</w:t>
      </w:r>
      <w:r w:rsidRPr="00A864BA">
        <w:t>s</w:t>
      </w:r>
      <w:r w:rsidRPr="00A864BA">
        <w:t>séder une</w:t>
      </w:r>
      <w:r w:rsidR="00EE5D7B">
        <w:t xml:space="preserve">, </w:t>
      </w:r>
      <w:r w:rsidRPr="00A864BA">
        <w:t>le même savant qui avait créé ce beau miroir d</w:t>
      </w:r>
      <w:r w:rsidR="00EE5D7B">
        <w:t>’</w:t>
      </w:r>
      <w:r w:rsidRPr="00A864BA">
        <w:t>Archimède dont la construction était plus compliquée et plus di</w:t>
      </w:r>
      <w:r w:rsidRPr="00A864BA">
        <w:t>s</w:t>
      </w:r>
      <w:r w:rsidRPr="00A864BA">
        <w:t>pendieuse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 xml:space="preserve">avait pu faire exécuter une </w:t>
      </w:r>
      <w:r w:rsidRPr="00A864BA">
        <w:lastRenderedPageBreak/>
        <w:t>lentille à échelons de trois pieds de di</w:t>
      </w:r>
      <w:r w:rsidRPr="00A864BA">
        <w:t>a</w:t>
      </w:r>
      <w:r w:rsidRPr="00A864BA">
        <w:t>mètre</w:t>
      </w:r>
      <w:r w:rsidR="00EE5D7B">
        <w:t xml:space="preserve"> ; </w:t>
      </w:r>
      <w:r w:rsidRPr="00A864BA">
        <w:t>c</w:t>
      </w:r>
      <w:r w:rsidR="00EE5D7B">
        <w:t>’</w:t>
      </w:r>
      <w:r w:rsidRPr="00A864BA">
        <w:t>est qu</w:t>
      </w:r>
      <w:r w:rsidR="00EE5D7B">
        <w:t>’</w:t>
      </w:r>
      <w:r w:rsidRPr="00A864BA">
        <w:t>il n</w:t>
      </w:r>
      <w:r w:rsidR="00EE5D7B">
        <w:t>’</w:t>
      </w:r>
      <w:r w:rsidRPr="00A864BA">
        <w:t>avait pas pensé à la faire de plusieurs mo</w:t>
      </w:r>
      <w:r w:rsidRPr="00A864BA">
        <w:t>r</w:t>
      </w:r>
      <w:r w:rsidRPr="00A864BA">
        <w:t>ceaux</w:t>
      </w:r>
      <w:r w:rsidRPr="00A864BA">
        <w:rPr>
          <w:rStyle w:val="Appelnotedebasdep"/>
        </w:rPr>
        <w:footnoteReference w:id="1"/>
      </w:r>
      <w:r w:rsidR="00EE5D7B">
        <w:t>.</w:t>
      </w:r>
    </w:p>
    <w:p w14:paraId="512F48DF" w14:textId="77777777" w:rsidR="00EE5D7B" w:rsidRDefault="00D26B46" w:rsidP="00EE5D7B">
      <w:r w:rsidRPr="00A864BA">
        <w:t>Il n</w:t>
      </w:r>
      <w:r w:rsidR="00EE5D7B">
        <w:t>’</w:t>
      </w:r>
      <w:r w:rsidRPr="00A864BA">
        <w:t>avait pas fait attention non plus</w:t>
      </w:r>
      <w:r w:rsidR="00EE5D7B">
        <w:t xml:space="preserve">, </w:t>
      </w:r>
      <w:r w:rsidRPr="00A864BA">
        <w:t>à ce qu</w:t>
      </w:r>
      <w:r w:rsidR="00EE5D7B">
        <w:t>’</w:t>
      </w:r>
      <w:r w:rsidRPr="00A864BA">
        <w:t>il paraît</w:t>
      </w:r>
      <w:r w:rsidR="00EE5D7B">
        <w:t xml:space="preserve">, </w:t>
      </w:r>
      <w:r w:rsidRPr="00A864BA">
        <w:t>à un grand avantage que présente l</w:t>
      </w:r>
      <w:r w:rsidR="00EE5D7B">
        <w:t>’</w:t>
      </w:r>
      <w:r w:rsidRPr="00A864BA">
        <w:t>exécution séparée de la surface de chaque anneau</w:t>
      </w:r>
      <w:r w:rsidR="00EE5D7B">
        <w:t xml:space="preserve">, </w:t>
      </w:r>
      <w:r w:rsidRPr="00A864BA">
        <w:t>qui est de corriger presque entièrement l</w:t>
      </w:r>
      <w:r w:rsidR="00EE5D7B">
        <w:t>’</w:t>
      </w:r>
      <w:r w:rsidRPr="00A864BA">
        <w:t>aberration de sphéricité</w:t>
      </w:r>
      <w:r w:rsidR="00EE5D7B">
        <w:t xml:space="preserve">, </w:t>
      </w:r>
      <w:r w:rsidRPr="00A864BA">
        <w:t>quand les anneaux sont suffisa</w:t>
      </w:r>
      <w:r w:rsidRPr="00A864BA">
        <w:t>m</w:t>
      </w:r>
      <w:r w:rsidRPr="00A864BA">
        <w:t>ment multipliés</w:t>
      </w:r>
      <w:r w:rsidR="00EE5D7B">
        <w:t xml:space="preserve">, </w:t>
      </w:r>
      <w:r w:rsidRPr="00A864BA">
        <w:t>en déterminant par le calcul le centre et le rayon de courbure de chacun des arcs gén</w:t>
      </w:r>
      <w:r w:rsidRPr="00A864BA">
        <w:t>é</w:t>
      </w:r>
      <w:r w:rsidRPr="00A864BA">
        <w:t>rateurs</w:t>
      </w:r>
      <w:r w:rsidR="00EE5D7B">
        <w:t xml:space="preserve"> ; </w:t>
      </w:r>
      <w:r w:rsidRPr="00A864BA">
        <w:t>car après avoir conçu d</w:t>
      </w:r>
      <w:r w:rsidR="00EE5D7B">
        <w:t>’</w:t>
      </w:r>
      <w:r w:rsidRPr="00A864BA">
        <w:t>abord la lentille terminée par une même surface sphérique</w:t>
      </w:r>
      <w:r w:rsidR="00EE5D7B">
        <w:t xml:space="preserve">, </w:t>
      </w:r>
      <w:r w:rsidRPr="00A864BA">
        <w:t>il suppose qu</w:t>
      </w:r>
      <w:r w:rsidR="00EE5D7B">
        <w:t>’</w:t>
      </w:r>
      <w:r w:rsidRPr="00A864BA">
        <w:t>on dépr</w:t>
      </w:r>
      <w:r w:rsidRPr="00A864BA">
        <w:t>i</w:t>
      </w:r>
      <w:r w:rsidRPr="00A864BA">
        <w:t>me celle-ci par échelons</w:t>
      </w:r>
      <w:r w:rsidR="00EE5D7B">
        <w:t xml:space="preserve">, </w:t>
      </w:r>
      <w:r w:rsidRPr="00A864BA">
        <w:t xml:space="preserve">mais de manière que les nouvelles portions de surfaces sphériques soient </w:t>
      </w:r>
      <w:r w:rsidRPr="00A864BA">
        <w:rPr>
          <w:i/>
          <w:iCs/>
        </w:rPr>
        <w:t>conce</w:t>
      </w:r>
      <w:r w:rsidRPr="00A864BA">
        <w:rPr>
          <w:i/>
          <w:iCs/>
        </w:rPr>
        <w:t>n</w:t>
      </w:r>
      <w:r w:rsidRPr="00A864BA">
        <w:rPr>
          <w:i/>
          <w:iCs/>
        </w:rPr>
        <w:t>triques</w:t>
      </w:r>
      <w:r w:rsidRPr="00A864BA">
        <w:t xml:space="preserve"> à la première</w:t>
      </w:r>
      <w:r w:rsidR="00EE5D7B">
        <w:t xml:space="preserve"> ; </w:t>
      </w:r>
      <w:r w:rsidRPr="00A864BA">
        <w:t>ce qui n</w:t>
      </w:r>
      <w:r w:rsidR="00EE5D7B">
        <w:t>’</w:t>
      </w:r>
      <w:r w:rsidRPr="00A864BA">
        <w:t>est point le véritable moyen de corriger l</w:t>
      </w:r>
      <w:r w:rsidR="00EE5D7B">
        <w:t>’</w:t>
      </w:r>
      <w:r w:rsidRPr="00A864BA">
        <w:t>aberration de sphéricité</w:t>
      </w:r>
      <w:r w:rsidR="00EE5D7B">
        <w:t xml:space="preserve">. </w:t>
      </w:r>
      <w:r w:rsidRPr="00A864BA">
        <w:t>Le calcul apprend que les arcs générateurs des anneaux</w:t>
      </w:r>
      <w:r w:rsidR="00EE5D7B">
        <w:t xml:space="preserve">, </w:t>
      </w:r>
      <w:r w:rsidRPr="00A864BA">
        <w:t>non-seulement ne doivent pas avoir le même centre</w:t>
      </w:r>
      <w:r w:rsidR="00EE5D7B">
        <w:t xml:space="preserve">, </w:t>
      </w:r>
      <w:r w:rsidRPr="00A864BA">
        <w:t xml:space="preserve">mais encore que ces </w:t>
      </w:r>
      <w:proofErr w:type="spellStart"/>
      <w:r w:rsidRPr="00A864BA">
        <w:t>diff</w:t>
      </w:r>
      <w:r w:rsidRPr="00A864BA">
        <w:t>é</w:t>
      </w:r>
      <w:r w:rsidRPr="00A864BA">
        <w:t>rens</w:t>
      </w:r>
      <w:proofErr w:type="spellEnd"/>
      <w:r w:rsidRPr="00A864BA">
        <w:t xml:space="preserve"> centres ne sont pas situés sur l</w:t>
      </w:r>
      <w:r w:rsidR="00EE5D7B">
        <w:t>’</w:t>
      </w:r>
      <w:r w:rsidRPr="00A864BA">
        <w:t>axe de la lentille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ils s</w:t>
      </w:r>
      <w:r w:rsidR="00EE5D7B">
        <w:t>’</w:t>
      </w:r>
      <w:r w:rsidRPr="00A864BA">
        <w:t>en éloignent d</w:t>
      </w:r>
      <w:r w:rsidR="00EE5D7B">
        <w:t>’</w:t>
      </w:r>
      <w:r w:rsidRPr="00A864BA">
        <w:t>autant plus que les arcs auxquels ils appartie</w:t>
      </w:r>
      <w:r w:rsidRPr="00A864BA">
        <w:t>n</w:t>
      </w:r>
      <w:r w:rsidRPr="00A864BA">
        <w:t>nent sont eux-mêmes plus éloignés du centre de la lentille</w:t>
      </w:r>
      <w:r w:rsidR="00EE5D7B">
        <w:t xml:space="preserve"> ; </w:t>
      </w:r>
      <w:r w:rsidRPr="00A864BA">
        <w:t>en sorte que ces arcs</w:t>
      </w:r>
      <w:r w:rsidR="00EE5D7B">
        <w:t xml:space="preserve">, </w:t>
      </w:r>
      <w:r w:rsidRPr="00A864BA">
        <w:t>en tournant autour de l</w:t>
      </w:r>
      <w:r w:rsidR="00EE5D7B">
        <w:t>’</w:t>
      </w:r>
      <w:r w:rsidRPr="00A864BA">
        <w:t>axe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engendrent pas des portions de surfaces sphériques concentriques</w:t>
      </w:r>
      <w:r w:rsidR="00EE5D7B">
        <w:t xml:space="preserve">, </w:t>
      </w:r>
      <w:r w:rsidRPr="00A864BA">
        <w:t xml:space="preserve">mais des surfaces du genre de celles que les géomètres appellent </w:t>
      </w:r>
      <w:r w:rsidRPr="00A864BA">
        <w:rPr>
          <w:i/>
        </w:rPr>
        <w:t>a</w:t>
      </w:r>
      <w:r w:rsidRPr="00A864BA">
        <w:rPr>
          <w:i/>
        </w:rPr>
        <w:t>n</w:t>
      </w:r>
      <w:r w:rsidRPr="00A864BA">
        <w:rPr>
          <w:i/>
        </w:rPr>
        <w:t>nulaires</w:t>
      </w:r>
      <w:r w:rsidR="00EE5D7B">
        <w:t>.</w:t>
      </w:r>
    </w:p>
    <w:p w14:paraId="3605A842" w14:textId="6BBB4A43" w:rsidR="00EE5D7B" w:rsidRDefault="00D26B46" w:rsidP="00EE5D7B">
      <w:r w:rsidRPr="00A864BA">
        <w:t>On s</w:t>
      </w:r>
      <w:r w:rsidR="00EE5D7B">
        <w:t>’</w:t>
      </w:r>
      <w:r w:rsidRPr="00A864BA">
        <w:t>étonnera peut-être que j</w:t>
      </w:r>
      <w:r w:rsidR="00EE5D7B">
        <w:t>’</w:t>
      </w:r>
      <w:r w:rsidRPr="00A864BA">
        <w:t>insiste autant sur des r</w:t>
      </w:r>
      <w:r w:rsidRPr="00A864BA">
        <w:t>é</w:t>
      </w:r>
      <w:r w:rsidRPr="00A864BA">
        <w:t>flexions si simples</w:t>
      </w:r>
      <w:r w:rsidR="00EE5D7B">
        <w:t xml:space="preserve">. </w:t>
      </w:r>
      <w:r w:rsidRPr="00A864BA">
        <w:t>Il était sans doute bien aisé de songer à composer les grandes lentilles de plusieurs morceaux</w:t>
      </w:r>
      <w:r w:rsidR="00EE5D7B">
        <w:t xml:space="preserve">, </w:t>
      </w:r>
      <w:r w:rsidRPr="00A864BA">
        <w:t>et de d</w:t>
      </w:r>
      <w:r w:rsidRPr="00A864BA">
        <w:t>é</w:t>
      </w:r>
      <w:r w:rsidRPr="00A864BA">
        <w:t xml:space="preserve">duire des lois ordinaires de la réfraction la forme la plus </w:t>
      </w:r>
      <w:r w:rsidRPr="00A864BA">
        <w:lastRenderedPageBreak/>
        <w:t>conv</w:t>
      </w:r>
      <w:r w:rsidRPr="00A864BA">
        <w:t>e</w:t>
      </w:r>
      <w:r w:rsidRPr="00A864BA">
        <w:t>nable à donner à la surface de chaque a</w:t>
      </w:r>
      <w:r w:rsidRPr="00A864BA">
        <w:t>n</w:t>
      </w:r>
      <w:r w:rsidRPr="00A864BA">
        <w:t>neau</w:t>
      </w:r>
      <w:r w:rsidR="00EE5D7B">
        <w:t xml:space="preserve">. </w:t>
      </w:r>
      <w:r w:rsidRPr="00A864BA">
        <w:t>Mais il était tout aussi facile d</w:t>
      </w:r>
      <w:r w:rsidR="00EE5D7B">
        <w:t>’</w:t>
      </w:r>
      <w:r w:rsidRPr="00A864BA">
        <w:t>imaginer les lentilles à échelons</w:t>
      </w:r>
      <w:r w:rsidR="00EE5D7B">
        <w:t xml:space="preserve">, </w:t>
      </w:r>
      <w:r w:rsidRPr="00A864BA">
        <w:t>comme je le sais par ma propre expérience</w:t>
      </w:r>
      <w:r w:rsidR="00EE5D7B">
        <w:t xml:space="preserve"> ; </w:t>
      </w:r>
      <w:r w:rsidRPr="00A864BA">
        <w:t xml:space="preserve">car je ne connaissais pas ce que </w:t>
      </w:r>
      <w:r w:rsidRPr="00A864BA">
        <w:rPr>
          <w:i/>
        </w:rPr>
        <w:t>Bu</w:t>
      </w:r>
      <w:r w:rsidRPr="00A864BA">
        <w:rPr>
          <w:i/>
        </w:rPr>
        <w:t>f</w:t>
      </w:r>
      <w:r w:rsidRPr="00A864BA">
        <w:rPr>
          <w:i/>
        </w:rPr>
        <w:t>fon</w:t>
      </w:r>
      <w:r w:rsidRPr="00A864BA">
        <w:t xml:space="preserve"> avait publié sur ce sujet</w:t>
      </w:r>
      <w:r w:rsidR="00EE5D7B">
        <w:t xml:space="preserve">, </w:t>
      </w:r>
      <w:r w:rsidRPr="00A864BA">
        <w:t>lorsque je proposai pour la pr</w:t>
      </w:r>
      <w:r w:rsidRPr="00A864BA">
        <w:t>e</w:t>
      </w:r>
      <w:r w:rsidRPr="00A864BA">
        <w:t>mière fois à la commission des phares la construction de p</w:t>
      </w:r>
      <w:r w:rsidRPr="00A864BA">
        <w:t>a</w:t>
      </w:r>
      <w:r w:rsidRPr="00A864BA">
        <w:t>reilles lentilles</w:t>
      </w:r>
      <w:r w:rsidR="00EE5D7B">
        <w:t xml:space="preserve"> : </w:t>
      </w:r>
      <w:r w:rsidRPr="00A864BA">
        <w:t>c</w:t>
      </w:r>
      <w:r w:rsidR="00EE5D7B">
        <w:t>’</w:t>
      </w:r>
      <w:r w:rsidRPr="00A864BA">
        <w:t xml:space="preserve">est </w:t>
      </w:r>
      <w:r w:rsidR="00EE5D7B">
        <w:t>M. </w:t>
      </w:r>
      <w:r w:rsidRPr="00A864BA">
        <w:rPr>
          <w:i/>
          <w:iCs/>
        </w:rPr>
        <w:t>Charles</w:t>
      </w:r>
      <w:r w:rsidRPr="00A864BA">
        <w:t xml:space="preserve"> qui m</w:t>
      </w:r>
      <w:r w:rsidR="00EE5D7B">
        <w:t>’</w:t>
      </w:r>
      <w:r w:rsidRPr="00A864BA">
        <w:t>avertit que cette inve</w:t>
      </w:r>
      <w:r w:rsidRPr="00A864BA">
        <w:t>n</w:t>
      </w:r>
      <w:r w:rsidRPr="00A864BA">
        <w:t>tion n</w:t>
      </w:r>
      <w:r w:rsidR="00EE5D7B">
        <w:t>’</w:t>
      </w:r>
      <w:r w:rsidRPr="00A864BA">
        <w:t>était pas nouvelle</w:t>
      </w:r>
      <w:r w:rsidR="00EE5D7B">
        <w:t xml:space="preserve">, </w:t>
      </w:r>
      <w:r w:rsidRPr="00A864BA">
        <w:t>et qui me montra le chapitre du su</w:t>
      </w:r>
      <w:r w:rsidRPr="00A864BA">
        <w:t>p</w:t>
      </w:r>
      <w:r w:rsidRPr="00A864BA">
        <w:t>plément à l</w:t>
      </w:r>
      <w:r w:rsidR="00EE5D7B">
        <w:t>’</w:t>
      </w:r>
      <w:r w:rsidRPr="00A864BA">
        <w:t>Histoire naturelle où il en est question</w:t>
      </w:r>
      <w:r w:rsidR="00EE5D7B">
        <w:t xml:space="preserve">. </w:t>
      </w:r>
      <w:r w:rsidRPr="00A864BA">
        <w:t>Ayant ainsi perdu une partie de ce que j</w:t>
      </w:r>
      <w:r w:rsidR="00EE5D7B">
        <w:t>’</w:t>
      </w:r>
      <w:r w:rsidRPr="00A864BA">
        <w:t>avais imaginé</w:t>
      </w:r>
      <w:r w:rsidR="00EE5D7B">
        <w:t xml:space="preserve">, </w:t>
      </w:r>
      <w:r w:rsidRPr="00A864BA">
        <w:t>on m</w:t>
      </w:r>
      <w:r w:rsidR="00EE5D7B">
        <w:t>’</w:t>
      </w:r>
      <w:r w:rsidRPr="00A864BA">
        <w:t>excusera d</w:t>
      </w:r>
      <w:r w:rsidR="00EE5D7B">
        <w:t>’</w:t>
      </w:r>
      <w:r w:rsidRPr="00A864BA">
        <w:t>apporter quelque soin à conserver le peu qui me reste</w:t>
      </w:r>
      <w:r w:rsidR="00EE5D7B">
        <w:t xml:space="preserve">, </w:t>
      </w:r>
      <w:proofErr w:type="spellStart"/>
      <w:r w:rsidRPr="00A864BA">
        <w:t>sur-tout</w:t>
      </w:r>
      <w:proofErr w:type="spellEnd"/>
      <w:r w:rsidRPr="00A864BA">
        <w:t xml:space="preserve"> quand c</w:t>
      </w:r>
      <w:r w:rsidR="00EE5D7B">
        <w:t>’</w:t>
      </w:r>
      <w:r w:rsidRPr="00A864BA">
        <w:t>est précisément ce qui rend l</w:t>
      </w:r>
      <w:r w:rsidR="00EE5D7B">
        <w:t>’</w:t>
      </w:r>
      <w:r w:rsidRPr="00A864BA">
        <w:t>invention exécutable en grand</w:t>
      </w:r>
      <w:r w:rsidR="00EE5D7B">
        <w:t>.</w:t>
      </w:r>
    </w:p>
    <w:p w14:paraId="40A563BB" w14:textId="6D5E1CD4" w:rsidR="00EE5D7B" w:rsidRDefault="00D26B46" w:rsidP="00EE5D7B">
      <w:r w:rsidRPr="00A864BA">
        <w:t>Il ne m</w:t>
      </w:r>
      <w:r w:rsidR="00EE5D7B">
        <w:t>’</w:t>
      </w:r>
      <w:r w:rsidRPr="00A864BA">
        <w:t>a pas fallu de longues réflexions pour songer à faire des lentilles à échelons et à les composer de plusieurs mo</w:t>
      </w:r>
      <w:r w:rsidRPr="00A864BA">
        <w:t>r</w:t>
      </w:r>
      <w:r w:rsidRPr="00A864BA">
        <w:t>ceaux</w:t>
      </w:r>
      <w:r w:rsidR="00EE5D7B">
        <w:t xml:space="preserve"> ; </w:t>
      </w:r>
      <w:r w:rsidRPr="00A864BA">
        <w:t>ces idées sont si simples qu</w:t>
      </w:r>
      <w:r w:rsidR="00EE5D7B">
        <w:t>’</w:t>
      </w:r>
      <w:r w:rsidRPr="00A864BA">
        <w:t>elles viennent promptement à la pensée</w:t>
      </w:r>
      <w:r w:rsidR="00EE5D7B">
        <w:t xml:space="preserve">. </w:t>
      </w:r>
      <w:r w:rsidRPr="00A864BA">
        <w:t>Ce qui m</w:t>
      </w:r>
      <w:r w:rsidR="00EE5D7B">
        <w:t>’</w:t>
      </w:r>
      <w:r w:rsidRPr="00A864BA">
        <w:t>a le plus occupé</w:t>
      </w:r>
      <w:r w:rsidR="00EE5D7B">
        <w:t xml:space="preserve">, </w:t>
      </w:r>
      <w:r w:rsidRPr="00A864BA">
        <w:t>ce sont les moyens d</w:t>
      </w:r>
      <w:r w:rsidR="00EE5D7B">
        <w:t>’</w:t>
      </w:r>
      <w:r w:rsidRPr="00A864BA">
        <w:t>exécution</w:t>
      </w:r>
      <w:r w:rsidR="00EE5D7B">
        <w:t xml:space="preserve">, </w:t>
      </w:r>
      <w:r w:rsidRPr="00A864BA">
        <w:t>pour lesquels j</w:t>
      </w:r>
      <w:r w:rsidR="00EE5D7B">
        <w:t>’</w:t>
      </w:r>
      <w:r w:rsidRPr="00A864BA">
        <w:t>ai été parfaitement secondé par le zèle et l</w:t>
      </w:r>
      <w:r w:rsidR="00EE5D7B">
        <w:t>’</w:t>
      </w:r>
      <w:r w:rsidRPr="00A864BA">
        <w:t xml:space="preserve">intelligence de </w:t>
      </w:r>
      <w:r w:rsidR="00EE5D7B">
        <w:t>M. </w:t>
      </w:r>
      <w:r w:rsidRPr="00A864BA">
        <w:rPr>
          <w:i/>
          <w:iCs/>
        </w:rPr>
        <w:t>Soleil</w:t>
      </w:r>
      <w:r w:rsidR="00EE5D7B">
        <w:t xml:space="preserve">, </w:t>
      </w:r>
      <w:r w:rsidRPr="00A864BA">
        <w:t>opticien</w:t>
      </w:r>
      <w:r w:rsidR="00EE5D7B">
        <w:t xml:space="preserve">, </w:t>
      </w:r>
      <w:r w:rsidRPr="00A864BA">
        <w:t>qui a courageusement entrepris la construction de ces grandes le</w:t>
      </w:r>
      <w:r w:rsidRPr="00A864BA">
        <w:t>n</w:t>
      </w:r>
      <w:r w:rsidRPr="00A864BA">
        <w:t>tilles</w:t>
      </w:r>
      <w:r w:rsidR="00EE5D7B">
        <w:t>.</w:t>
      </w:r>
    </w:p>
    <w:p w14:paraId="4082B8F5" w14:textId="598C0CAE" w:rsidR="00EE5D7B" w:rsidRDefault="00D26B46" w:rsidP="00EE5D7B">
      <w:r w:rsidRPr="00A864BA">
        <w:t>Les surfaces sphériques étant les seules qu</w:t>
      </w:r>
      <w:r w:rsidR="00EE5D7B">
        <w:t>’</w:t>
      </w:r>
      <w:r w:rsidRPr="00A864BA">
        <w:t>on puisse exéc</w:t>
      </w:r>
      <w:r w:rsidRPr="00A864BA">
        <w:t>u</w:t>
      </w:r>
      <w:r w:rsidRPr="00A864BA">
        <w:t>ter dans des bassins</w:t>
      </w:r>
      <w:r w:rsidR="00EE5D7B">
        <w:t xml:space="preserve">, </w:t>
      </w:r>
      <w:r w:rsidRPr="00A864BA">
        <w:t>par les procédés ordinaires</w:t>
      </w:r>
      <w:r w:rsidR="00EE5D7B">
        <w:t xml:space="preserve">, </w:t>
      </w:r>
      <w:r w:rsidRPr="00A864BA">
        <w:t>j</w:t>
      </w:r>
      <w:r w:rsidR="00EE5D7B">
        <w:t>’</w:t>
      </w:r>
      <w:r w:rsidRPr="00A864BA">
        <w:t>ai d</w:t>
      </w:r>
      <w:r w:rsidR="00EE5D7B">
        <w:t>’</w:t>
      </w:r>
      <w:r w:rsidRPr="00A864BA">
        <w:t>abord d</w:t>
      </w:r>
      <w:r w:rsidRPr="00A864BA">
        <w:t>i</w:t>
      </w:r>
      <w:r w:rsidRPr="00A864BA">
        <w:t>visé chaque anneau en un assez grand nombre de morceaux</w:t>
      </w:r>
      <w:r w:rsidR="00EE5D7B">
        <w:t xml:space="preserve">, </w:t>
      </w:r>
      <w:r w:rsidRPr="00A864BA">
        <w:t>et j</w:t>
      </w:r>
      <w:r w:rsidR="00EE5D7B">
        <w:t>’</w:t>
      </w:r>
      <w:r w:rsidRPr="00A864BA">
        <w:t>ai calculé la courbure et l</w:t>
      </w:r>
      <w:r w:rsidR="00EE5D7B">
        <w:t>’</w:t>
      </w:r>
      <w:r w:rsidRPr="00A864BA">
        <w:t>inclinaison de la petite portion de surface sph</w:t>
      </w:r>
      <w:r w:rsidRPr="00A864BA">
        <w:t>é</w:t>
      </w:r>
      <w:r w:rsidRPr="00A864BA">
        <w:t>rique que je substituais à la partie correspondante de la surface annulaire</w:t>
      </w:r>
      <w:r w:rsidR="00EE5D7B">
        <w:t xml:space="preserve">, </w:t>
      </w:r>
      <w:r w:rsidRPr="00A864BA">
        <w:t>de manière que l</w:t>
      </w:r>
      <w:r w:rsidR="00EE5D7B">
        <w:t>’</w:t>
      </w:r>
      <w:r w:rsidRPr="00A864BA">
        <w:t>aberration de sphéric</w:t>
      </w:r>
      <w:r w:rsidRPr="00A864BA">
        <w:t>i</w:t>
      </w:r>
      <w:r w:rsidRPr="00A864BA">
        <w:t>té fût la moindre possible dans tous les sens</w:t>
      </w:r>
      <w:r w:rsidR="00EE5D7B">
        <w:t xml:space="preserve"> ; </w:t>
      </w:r>
      <w:r w:rsidRPr="00A864BA">
        <w:t>calculs plus longs et plus fastidieux encore que ceux qu</w:t>
      </w:r>
      <w:r w:rsidR="00EE5D7B">
        <w:t>’</w:t>
      </w:r>
      <w:r w:rsidRPr="00A864BA">
        <w:t>il faut faire pour déterm</w:t>
      </w:r>
      <w:r w:rsidRPr="00A864BA">
        <w:t>i</w:t>
      </w:r>
      <w:r w:rsidRPr="00A864BA">
        <w:t xml:space="preserve">ner les </w:t>
      </w:r>
      <w:proofErr w:type="spellStart"/>
      <w:r w:rsidRPr="00A864BA">
        <w:t>élémens</w:t>
      </w:r>
      <w:proofErr w:type="spellEnd"/>
      <w:r w:rsidRPr="00A864BA">
        <w:t xml:space="preserve"> des surfaces annulaires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>espérais dès-lors arr</w:t>
      </w:r>
      <w:r w:rsidRPr="00A864BA">
        <w:t>i</w:t>
      </w:r>
      <w:r w:rsidRPr="00A864BA">
        <w:t>ver à l</w:t>
      </w:r>
      <w:r w:rsidR="00EE5D7B">
        <w:t>’</w:t>
      </w:r>
      <w:r w:rsidRPr="00A864BA">
        <w:t>exécution de celles-ci</w:t>
      </w:r>
      <w:r w:rsidR="00EE5D7B">
        <w:t xml:space="preserve"> ; </w:t>
      </w:r>
      <w:r w:rsidRPr="00A864BA">
        <w:t>mais pour avoir plutôt une grande lentille qui pût servir à nos expériences sur l</w:t>
      </w:r>
      <w:r w:rsidR="00EE5D7B">
        <w:t>’</w:t>
      </w:r>
      <w:r w:rsidRPr="00A864BA">
        <w:t>éclairage des phares</w:t>
      </w:r>
      <w:r w:rsidR="00EE5D7B">
        <w:t xml:space="preserve">, </w:t>
      </w:r>
      <w:r w:rsidRPr="00A864BA">
        <w:t xml:space="preserve">il fallait employer les </w:t>
      </w:r>
      <w:r w:rsidRPr="00A864BA">
        <w:lastRenderedPageBreak/>
        <w:t>moyens d</w:t>
      </w:r>
      <w:r w:rsidR="00EE5D7B">
        <w:t>’</w:t>
      </w:r>
      <w:r w:rsidRPr="00A864BA">
        <w:t xml:space="preserve">exécution que </w:t>
      </w:r>
      <w:r w:rsidR="00EE5D7B">
        <w:t>M. </w:t>
      </w:r>
      <w:r w:rsidRPr="00A864BA">
        <w:rPr>
          <w:i/>
        </w:rPr>
        <w:t>Soleil</w:t>
      </w:r>
      <w:r w:rsidRPr="00A864BA">
        <w:t xml:space="preserve"> avait à sa disposition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ce qui me d</w:t>
      </w:r>
      <w:r w:rsidRPr="00A864BA">
        <w:t>é</w:t>
      </w:r>
      <w:r w:rsidRPr="00A864BA">
        <w:t>cida à substituer pour le moment à chaque surface annulaire un assemblage de petites portions de surfaces sphériques</w:t>
      </w:r>
      <w:r w:rsidR="00EE5D7B">
        <w:t xml:space="preserve">, </w:t>
      </w:r>
      <w:r w:rsidRPr="00A864BA">
        <w:t>et même à donner aux co</w:t>
      </w:r>
      <w:r w:rsidRPr="00A864BA">
        <w:t>n</w:t>
      </w:r>
      <w:r w:rsidRPr="00A864BA">
        <w:t>tours des anneaux une forme polygonale et non pas circula</w:t>
      </w:r>
      <w:r w:rsidRPr="00A864BA">
        <w:t>i</w:t>
      </w:r>
      <w:r w:rsidRPr="00A864BA">
        <w:t>re</w:t>
      </w:r>
      <w:r w:rsidR="00EE5D7B">
        <w:t xml:space="preserve">, </w:t>
      </w:r>
      <w:r w:rsidRPr="00A864BA">
        <w:t>parce qu</w:t>
      </w:r>
      <w:r w:rsidR="00EE5D7B">
        <w:t>’</w:t>
      </w:r>
      <w:r w:rsidRPr="00A864BA">
        <w:t>il était plus commode de travailler les morceaux de verre en lignes droites qu</w:t>
      </w:r>
      <w:r w:rsidR="00EE5D7B">
        <w:t>’</w:t>
      </w:r>
      <w:r w:rsidRPr="00A864BA">
        <w:t>en arcs de cercle</w:t>
      </w:r>
      <w:r w:rsidR="00EE5D7B">
        <w:t>.</w:t>
      </w:r>
    </w:p>
    <w:p w14:paraId="4A2DFF70" w14:textId="20AF0F7E" w:rsidR="00EE5D7B" w:rsidRDefault="00D26B46" w:rsidP="00EE5D7B">
      <w:r w:rsidRPr="00A864BA">
        <w:t>Pour réunir toutes les pièces qui devaient composer une lenti</w:t>
      </w:r>
      <w:r w:rsidRPr="00A864BA">
        <w:t>l</w:t>
      </w:r>
      <w:r w:rsidRPr="00A864BA">
        <w:t>le</w:t>
      </w:r>
      <w:r w:rsidR="00EE5D7B">
        <w:t xml:space="preserve">, </w:t>
      </w:r>
      <w:r w:rsidRPr="00A864BA">
        <w:t>j</w:t>
      </w:r>
      <w:r w:rsidR="00EE5D7B">
        <w:t>’</w:t>
      </w:r>
      <w:r w:rsidRPr="00A864BA">
        <w:t>avais songé d</w:t>
      </w:r>
      <w:r w:rsidR="00EE5D7B">
        <w:t>’</w:t>
      </w:r>
      <w:r w:rsidRPr="00A864BA">
        <w:t>abord à les fixer sur une glace</w:t>
      </w:r>
      <w:r w:rsidR="00EE5D7B">
        <w:t xml:space="preserve">, </w:t>
      </w:r>
      <w:r w:rsidRPr="00A864BA">
        <w:t>au moyen de la térébenthine de Venise épaissie</w:t>
      </w:r>
      <w:r w:rsidR="00EE5D7B">
        <w:t xml:space="preserve">, </w:t>
      </w:r>
      <w:r w:rsidRPr="00A864BA">
        <w:t xml:space="preserve">que </w:t>
      </w:r>
      <w:r w:rsidR="00EE5D7B">
        <w:t>M. </w:t>
      </w:r>
      <w:r w:rsidRPr="00A864BA">
        <w:rPr>
          <w:i/>
        </w:rPr>
        <w:t>Cauchois</w:t>
      </w:r>
      <w:r w:rsidRPr="00A864BA">
        <w:t xml:space="preserve"> à </w:t>
      </w:r>
      <w:proofErr w:type="spellStart"/>
      <w:r w:rsidRPr="00A864BA">
        <w:t>e</w:t>
      </w:r>
      <w:r w:rsidRPr="00A864BA">
        <w:t>m</w:t>
      </w:r>
      <w:r w:rsidRPr="00A864BA">
        <w:t>ployée</w:t>
      </w:r>
      <w:proofErr w:type="spellEnd"/>
      <w:r w:rsidRPr="00A864BA">
        <w:t xml:space="preserve"> avec succès au collage de ses o</w:t>
      </w:r>
      <w:r w:rsidRPr="00A864BA">
        <w:t>b</w:t>
      </w:r>
      <w:r w:rsidRPr="00A864BA">
        <w:t>jectifs de lunette</w:t>
      </w:r>
      <w:r w:rsidR="00EE5D7B">
        <w:t xml:space="preserve"> ; </w:t>
      </w:r>
      <w:r w:rsidRPr="00A864BA">
        <w:t>et qui n</w:t>
      </w:r>
      <w:r w:rsidR="00EE5D7B">
        <w:t>’</w:t>
      </w:r>
      <w:r w:rsidRPr="00A864BA">
        <w:t>est pas sujette à se piquer à la longue comme le mastic en larmes</w:t>
      </w:r>
      <w:r w:rsidR="00EE5D7B">
        <w:t xml:space="preserve">. </w:t>
      </w:r>
      <w:r w:rsidRPr="00A864BA">
        <w:t>Mais l</w:t>
      </w:r>
      <w:r w:rsidR="00EE5D7B">
        <w:t>’</w:t>
      </w:r>
      <w:r w:rsidRPr="00A864BA">
        <w:t>expérience m</w:t>
      </w:r>
      <w:r w:rsidR="00EE5D7B">
        <w:t>’</w:t>
      </w:r>
      <w:r w:rsidRPr="00A864BA">
        <w:t>a appris que la chaleur du soleil la r</w:t>
      </w:r>
      <w:r w:rsidRPr="00A864BA">
        <w:t>a</w:t>
      </w:r>
      <w:r w:rsidRPr="00A864BA">
        <w:t>mollissait au point de la faire couler par les joints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>aurais pu</w:t>
      </w:r>
      <w:r w:rsidR="00EE5D7B">
        <w:t xml:space="preserve">, </w:t>
      </w:r>
      <w:r w:rsidRPr="00A864BA">
        <w:t>à la rigueur</w:t>
      </w:r>
      <w:r w:rsidR="00EE5D7B">
        <w:t xml:space="preserve">, </w:t>
      </w:r>
      <w:r w:rsidRPr="00A864BA">
        <w:t>empêcher son écoulement en fermant les joints avec du mastic</w:t>
      </w:r>
      <w:r w:rsidR="00EE5D7B">
        <w:t xml:space="preserve">. </w:t>
      </w:r>
      <w:r w:rsidRPr="00A864BA">
        <w:t>Néanmoins</w:t>
      </w:r>
      <w:r w:rsidR="00EE5D7B">
        <w:t xml:space="preserve">, </w:t>
      </w:r>
      <w:r w:rsidRPr="00A864BA">
        <w:t>il m</w:t>
      </w:r>
      <w:r w:rsidR="00EE5D7B">
        <w:t>’</w:t>
      </w:r>
      <w:r w:rsidRPr="00A864BA">
        <w:t>a paru préférable de coller les morceaux de verre les uns aux autres par les bords avec de la colle forte</w:t>
      </w:r>
      <w:r w:rsidR="00EE5D7B">
        <w:t xml:space="preserve"> ; </w:t>
      </w:r>
      <w:r w:rsidRPr="00A864BA">
        <w:t>parce que</w:t>
      </w:r>
      <w:r w:rsidR="00EE5D7B">
        <w:t xml:space="preserve">, </w:t>
      </w:r>
      <w:r w:rsidRPr="00A864BA">
        <w:t>de cette manière</w:t>
      </w:r>
      <w:r w:rsidR="00EE5D7B">
        <w:t xml:space="preserve">, </w:t>
      </w:r>
      <w:r w:rsidRPr="00A864BA">
        <w:t>la transparence de la lentille devenait indépendante des altér</w:t>
      </w:r>
      <w:r w:rsidRPr="00A864BA">
        <w:t>a</w:t>
      </w:r>
      <w:r w:rsidRPr="00A864BA">
        <w:t>tions ultérieures de la matière qui les so</w:t>
      </w:r>
      <w:r w:rsidRPr="00A864BA">
        <w:t>u</w:t>
      </w:r>
      <w:r w:rsidRPr="00A864BA">
        <w:t>dait</w:t>
      </w:r>
      <w:r w:rsidR="00EE5D7B">
        <w:t xml:space="preserve">. </w:t>
      </w:r>
      <w:r w:rsidRPr="00A864BA">
        <w:t>Au lieu de colle de Flandre</w:t>
      </w:r>
      <w:r w:rsidR="00EE5D7B">
        <w:t xml:space="preserve">, </w:t>
      </w:r>
      <w:r w:rsidRPr="00A864BA">
        <w:t>nous avons employé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 xml:space="preserve">après le conseil de </w:t>
      </w:r>
      <w:r w:rsidR="00EE5D7B">
        <w:t>M. </w:t>
      </w:r>
      <w:r w:rsidRPr="00A864BA">
        <w:rPr>
          <w:i/>
        </w:rPr>
        <w:t>Arago</w:t>
      </w:r>
      <w:r w:rsidR="00EE5D7B">
        <w:rPr>
          <w:i/>
        </w:rPr>
        <w:t xml:space="preserve">, </w:t>
      </w:r>
      <w:r w:rsidRPr="00A864BA">
        <w:t>la colle de poisson</w:t>
      </w:r>
      <w:r w:rsidR="00EE5D7B">
        <w:t xml:space="preserve">, </w:t>
      </w:r>
      <w:r w:rsidRPr="00A864BA">
        <w:t>dont il avait eu occasion de remarquer la forte adhérence au verre en e</w:t>
      </w:r>
      <w:r w:rsidRPr="00A864BA">
        <w:t>s</w:t>
      </w:r>
      <w:r w:rsidRPr="00A864BA">
        <w:t>sayant inutilement de séparer dans l</w:t>
      </w:r>
      <w:r w:rsidR="00EE5D7B">
        <w:t>’</w:t>
      </w:r>
      <w:r w:rsidRPr="00A864BA">
        <w:t>eau bouillante deux pri</w:t>
      </w:r>
      <w:r w:rsidRPr="00A864BA">
        <w:t>s</w:t>
      </w:r>
      <w:r w:rsidRPr="00A864BA">
        <w:t>mes qu</w:t>
      </w:r>
      <w:r w:rsidR="00EE5D7B">
        <w:t>’</w:t>
      </w:r>
      <w:r w:rsidRPr="00A864BA">
        <w:t>elle tenait réunis</w:t>
      </w:r>
      <w:r w:rsidR="00EE5D7B">
        <w:t xml:space="preserve">. </w:t>
      </w:r>
      <w:r w:rsidRPr="00A864BA">
        <w:t>Ce n</w:t>
      </w:r>
      <w:r w:rsidR="00EE5D7B">
        <w:t>’</w:t>
      </w:r>
      <w:r w:rsidRPr="00A864BA">
        <w:t>est pas que la colle forte ordinaire n</w:t>
      </w:r>
      <w:r w:rsidR="00EE5D7B">
        <w:t>’</w:t>
      </w:r>
      <w:r w:rsidRPr="00A864BA">
        <w:t>adhère aussi beaucoup au verre</w:t>
      </w:r>
      <w:r w:rsidR="00EE5D7B">
        <w:t xml:space="preserve">, </w:t>
      </w:r>
      <w:r w:rsidRPr="00A864BA">
        <w:t>et il arrive même souvent</w:t>
      </w:r>
      <w:r w:rsidR="00EE5D7B">
        <w:t xml:space="preserve">, </w:t>
      </w:r>
      <w:r w:rsidRPr="00A864BA">
        <w:t>lorsqu</w:t>
      </w:r>
      <w:r w:rsidR="00EE5D7B">
        <w:t>’</w:t>
      </w:r>
      <w:r w:rsidRPr="00A864BA">
        <w:t>on l</w:t>
      </w:r>
      <w:r w:rsidR="00EE5D7B">
        <w:t>’</w:t>
      </w:r>
      <w:r w:rsidRPr="00A864BA">
        <w:t>enlève sans précaution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on emporte avec elle de petits éclats de verre</w:t>
      </w:r>
      <w:r w:rsidR="00EE5D7B">
        <w:t xml:space="preserve"> ; </w:t>
      </w:r>
      <w:r w:rsidRPr="00A864BA">
        <w:t>mais la colle de poisson</w:t>
      </w:r>
      <w:r w:rsidR="00EE5D7B">
        <w:t xml:space="preserve">, </w:t>
      </w:r>
      <w:r w:rsidRPr="00A864BA">
        <w:t>qui pr</w:t>
      </w:r>
      <w:r w:rsidRPr="00A864BA">
        <w:t>o</w:t>
      </w:r>
      <w:r w:rsidRPr="00A864BA">
        <w:t>babl</w:t>
      </w:r>
      <w:r w:rsidRPr="00A864BA">
        <w:t>e</w:t>
      </w:r>
      <w:r w:rsidRPr="00A864BA">
        <w:t>ment possède cette qualité à un plus haut degré encore</w:t>
      </w:r>
      <w:r w:rsidR="00EE5D7B">
        <w:t xml:space="preserve">, </w:t>
      </w:r>
      <w:r w:rsidRPr="00A864BA">
        <w:t>a en o</w:t>
      </w:r>
      <w:r w:rsidRPr="00A864BA">
        <w:t>u</w:t>
      </w:r>
      <w:r w:rsidRPr="00A864BA">
        <w:t>tre l</w:t>
      </w:r>
      <w:r w:rsidR="00EE5D7B">
        <w:t>’</w:t>
      </w:r>
      <w:r w:rsidRPr="00A864BA">
        <w:t>avantage d</w:t>
      </w:r>
      <w:r w:rsidR="00EE5D7B">
        <w:t>’</w:t>
      </w:r>
      <w:r w:rsidRPr="00A864BA">
        <w:t xml:space="preserve">être plus belle et </w:t>
      </w:r>
      <w:proofErr w:type="spellStart"/>
      <w:r w:rsidRPr="00A864BA">
        <w:t>sur-tout</w:t>
      </w:r>
      <w:proofErr w:type="spellEnd"/>
      <w:r w:rsidRPr="00A864BA">
        <w:t xml:space="preserve"> moins cassante</w:t>
      </w:r>
      <w:r w:rsidR="00EE5D7B">
        <w:t>.</w:t>
      </w:r>
    </w:p>
    <w:p w14:paraId="5208BE6B" w14:textId="77777777" w:rsidR="00EE5D7B" w:rsidRDefault="00D26B46" w:rsidP="00EE5D7B">
      <w:r w:rsidRPr="00A864BA">
        <w:t>Au lieu de donner deux surfaces courbes aux morceaux de verre dans l</w:t>
      </w:r>
      <w:r w:rsidR="00EE5D7B">
        <w:t>’</w:t>
      </w:r>
      <w:r w:rsidRPr="00A864BA">
        <w:t>épure de la lentille</w:t>
      </w:r>
      <w:r w:rsidR="00EE5D7B">
        <w:t xml:space="preserve">, </w:t>
      </w:r>
      <w:r w:rsidRPr="00A864BA">
        <w:t xml:space="preserve">je les fis </w:t>
      </w:r>
      <w:proofErr w:type="spellStart"/>
      <w:r w:rsidRPr="00A864BA">
        <w:t>plans-convexes</w:t>
      </w:r>
      <w:proofErr w:type="spellEnd"/>
      <w:r w:rsidR="00EE5D7B">
        <w:t xml:space="preserve">, </w:t>
      </w:r>
      <w:r w:rsidRPr="00A864BA">
        <w:lastRenderedPageBreak/>
        <w:t>pour en simplifier l</w:t>
      </w:r>
      <w:r w:rsidR="00EE5D7B">
        <w:t>’</w:t>
      </w:r>
      <w:r w:rsidRPr="00A864BA">
        <w:t>exécution et rendre leur collage plus facile</w:t>
      </w:r>
      <w:r w:rsidR="00EE5D7B">
        <w:t xml:space="preserve"> ; </w:t>
      </w:r>
      <w:r w:rsidRPr="00A864BA">
        <w:t>on pouvait alors les poser par le côté plan sur une table de marbre recouverte d</w:t>
      </w:r>
      <w:r w:rsidR="00EE5D7B">
        <w:t>’</w:t>
      </w:r>
      <w:r w:rsidRPr="00A864BA">
        <w:t>une feuille de papier</w:t>
      </w:r>
      <w:r w:rsidR="00EE5D7B">
        <w:t xml:space="preserve">, </w:t>
      </w:r>
      <w:r w:rsidRPr="00A864BA">
        <w:t>et les y laisser pendant tout le temps nécessaire pour sécher la colle</w:t>
      </w:r>
      <w:r w:rsidR="00EE5D7B">
        <w:t xml:space="preserve"> : </w:t>
      </w:r>
      <w:r w:rsidRPr="00A864BA">
        <w:t>il serait au contraire a</w:t>
      </w:r>
      <w:r w:rsidRPr="00A864BA">
        <w:t>s</w:t>
      </w:r>
      <w:r w:rsidRPr="00A864BA">
        <w:t xml:space="preserve">sez </w:t>
      </w:r>
      <w:proofErr w:type="spellStart"/>
      <w:r w:rsidRPr="00A864BA">
        <w:t>embarassant</w:t>
      </w:r>
      <w:proofErr w:type="spellEnd"/>
      <w:r w:rsidRPr="00A864BA">
        <w:t xml:space="preserve"> de coller bord-à-bord à la fois un grand nombre de verres </w:t>
      </w:r>
      <w:proofErr w:type="spellStart"/>
      <w:r w:rsidRPr="00A864BA">
        <w:t>bi-convexes</w:t>
      </w:r>
      <w:proofErr w:type="spellEnd"/>
      <w:r w:rsidR="00EE5D7B">
        <w:t>.</w:t>
      </w:r>
    </w:p>
    <w:p w14:paraId="5D49E04E" w14:textId="1EB120F2" w:rsidR="00EE5D7B" w:rsidRDefault="00D26B46" w:rsidP="00EE5D7B">
      <w:r w:rsidRPr="00A864BA">
        <w:t>En suivant le procédé que je viens d</w:t>
      </w:r>
      <w:r w:rsidR="00EE5D7B">
        <w:t>’</w:t>
      </w:r>
      <w:r w:rsidRPr="00A864BA">
        <w:t>indiquer</w:t>
      </w:r>
      <w:r w:rsidR="00EE5D7B">
        <w:t>, M. </w:t>
      </w:r>
      <w:r w:rsidRPr="00A864BA">
        <w:rPr>
          <w:i/>
        </w:rPr>
        <w:t>Soleil</w:t>
      </w:r>
      <w:r w:rsidRPr="00A864BA">
        <w:t xml:space="preserve"> parvint assez facil</w:t>
      </w:r>
      <w:r w:rsidRPr="00A864BA">
        <w:t>e</w:t>
      </w:r>
      <w:r w:rsidRPr="00A864BA">
        <w:t>ment à construire une grande lentille carrée de 0</w:t>
      </w:r>
      <w:r w:rsidR="00EE5D7B">
        <w:t xml:space="preserve">, </w:t>
      </w:r>
      <w:r w:rsidRPr="00A864BA">
        <w:rPr>
          <w:vertAlign w:val="superscript"/>
        </w:rPr>
        <w:t>m</w:t>
      </w:r>
      <w:r w:rsidRPr="00A864BA">
        <w:t>76 de côté</w:t>
      </w:r>
      <w:r w:rsidR="00EE5D7B">
        <w:t xml:space="preserve"> ; </w:t>
      </w:r>
      <w:r w:rsidRPr="00A864BA">
        <w:t>sa forme et ses dimensions avaient été déte</w:t>
      </w:r>
      <w:r w:rsidRPr="00A864BA">
        <w:t>r</w:t>
      </w:r>
      <w:r w:rsidRPr="00A864BA">
        <w:t>minées de manière qu</w:t>
      </w:r>
      <w:r w:rsidR="00EE5D7B">
        <w:t>’</w:t>
      </w:r>
      <w:r w:rsidRPr="00A864BA">
        <w:t>elle pût faire partie de l</w:t>
      </w:r>
      <w:r w:rsidR="00EE5D7B">
        <w:t>’</w:t>
      </w:r>
      <w:r w:rsidRPr="00A864BA">
        <w:t>appareil d</w:t>
      </w:r>
      <w:r w:rsidR="00EE5D7B">
        <w:t>’</w:t>
      </w:r>
      <w:r w:rsidRPr="00A864BA">
        <w:t>éclairage que j</w:t>
      </w:r>
      <w:r w:rsidR="00EE5D7B">
        <w:t>’</w:t>
      </w:r>
      <w:r w:rsidRPr="00A864BA">
        <w:t>avais conçu</w:t>
      </w:r>
      <w:r w:rsidR="00EE5D7B">
        <w:t xml:space="preserve">, </w:t>
      </w:r>
      <w:r w:rsidRPr="00A864BA">
        <w:t>lequel devait surpasser de bea</w:t>
      </w:r>
      <w:r w:rsidRPr="00A864BA">
        <w:t>u</w:t>
      </w:r>
      <w:r w:rsidRPr="00A864BA">
        <w:t>coup l</w:t>
      </w:r>
      <w:r w:rsidR="00EE5D7B">
        <w:t>’</w:t>
      </w:r>
      <w:r w:rsidRPr="00A864BA">
        <w:t xml:space="preserve">éclat des phares les plus </w:t>
      </w:r>
      <w:proofErr w:type="spellStart"/>
      <w:r w:rsidRPr="00A864BA">
        <w:t>brillans</w:t>
      </w:r>
      <w:proofErr w:type="spellEnd"/>
      <w:r w:rsidR="00EE5D7B">
        <w:t xml:space="preserve">, </w:t>
      </w:r>
      <w:r w:rsidRPr="00A864BA">
        <w:t>comme nous nous en étions assurés</w:t>
      </w:r>
      <w:r w:rsidR="00EE5D7B">
        <w:t>, M. </w:t>
      </w:r>
      <w:r w:rsidRPr="00A864BA">
        <w:rPr>
          <w:i/>
        </w:rPr>
        <w:t>Arago</w:t>
      </w:r>
      <w:r w:rsidR="00EE5D7B">
        <w:t>, M. </w:t>
      </w:r>
      <w:r w:rsidRPr="00A864BA">
        <w:rPr>
          <w:i/>
        </w:rPr>
        <w:t>Mathieu</w:t>
      </w:r>
      <w:r w:rsidRPr="00A864BA">
        <w:t xml:space="preserve"> et moi</w:t>
      </w:r>
      <w:r w:rsidR="00EE5D7B">
        <w:t xml:space="preserve">, </w:t>
      </w:r>
      <w:r w:rsidRPr="00A864BA">
        <w:t>par des exp</w:t>
      </w:r>
      <w:r w:rsidRPr="00A864BA">
        <w:t>é</w:t>
      </w:r>
      <w:r w:rsidRPr="00A864BA">
        <w:t>riences préliminaires sur une lentille plus petite ayant seul</w:t>
      </w:r>
      <w:r w:rsidRPr="00A864BA">
        <w:t>e</w:t>
      </w:r>
      <w:r w:rsidRPr="00A864BA">
        <w:t>ment 0</w:t>
      </w:r>
      <w:r w:rsidR="00EE5D7B">
        <w:t xml:space="preserve">, </w:t>
      </w:r>
      <w:r w:rsidRPr="00A864BA">
        <w:rPr>
          <w:vertAlign w:val="superscript"/>
        </w:rPr>
        <w:t>m</w:t>
      </w:r>
      <w:r w:rsidRPr="00A864BA">
        <w:t>55 en carré</w:t>
      </w:r>
      <w:r w:rsidR="00EE5D7B">
        <w:t>.</w:t>
      </w:r>
    </w:p>
    <w:p w14:paraId="0341B659" w14:textId="6A7424BE" w:rsidR="00EE5D7B" w:rsidRDefault="00D26B46" w:rsidP="00EE5D7B">
      <w:r w:rsidRPr="00A864BA">
        <w:t>Aussitôt que l</w:t>
      </w:r>
      <w:r w:rsidR="00EE5D7B">
        <w:t>’</w:t>
      </w:r>
      <w:r w:rsidRPr="00A864BA">
        <w:t>expérience eut démontré à la commission des phares les avantages de ce nouveau système d</w:t>
      </w:r>
      <w:r w:rsidR="00EE5D7B">
        <w:t>’</w:t>
      </w:r>
      <w:r w:rsidRPr="00A864BA">
        <w:t>éclairage</w:t>
      </w:r>
      <w:r w:rsidR="00EE5D7B">
        <w:t>, M. </w:t>
      </w:r>
      <w:proofErr w:type="spellStart"/>
      <w:r w:rsidRPr="00A864BA">
        <w:rPr>
          <w:i/>
        </w:rPr>
        <w:t>Becquey</w:t>
      </w:r>
      <w:proofErr w:type="spellEnd"/>
      <w:r w:rsidR="00EE5D7B">
        <w:t xml:space="preserve">, </w:t>
      </w:r>
      <w:r w:rsidRPr="00A864BA">
        <w:t>après s</w:t>
      </w:r>
      <w:r w:rsidR="00EE5D7B">
        <w:t>’</w:t>
      </w:r>
      <w:r w:rsidRPr="00A864BA">
        <w:t>être assuré par lui-même de l</w:t>
      </w:r>
      <w:r w:rsidR="00EE5D7B">
        <w:t>’</w:t>
      </w:r>
      <w:r w:rsidRPr="00A864BA">
        <w:t>extrême s</w:t>
      </w:r>
      <w:r w:rsidRPr="00A864BA">
        <w:t>u</w:t>
      </w:r>
      <w:r w:rsidRPr="00A864BA">
        <w:t>périorité d</w:t>
      </w:r>
      <w:r w:rsidR="00EE5D7B">
        <w:t>’</w:t>
      </w:r>
      <w:r w:rsidRPr="00A864BA">
        <w:t>éclat que la grande lentille avait sur les miroirs par</w:t>
      </w:r>
      <w:r w:rsidRPr="00A864BA">
        <w:t>a</w:t>
      </w:r>
      <w:r w:rsidRPr="00A864BA">
        <w:t>boliques</w:t>
      </w:r>
      <w:r w:rsidR="00EE5D7B">
        <w:t xml:space="preserve">, </w:t>
      </w:r>
      <w:r w:rsidRPr="00A864BA">
        <w:t>ordonna la construction d</w:t>
      </w:r>
      <w:r w:rsidR="00EE5D7B">
        <w:t>’</w:t>
      </w:r>
      <w:r w:rsidRPr="00A864BA">
        <w:t>un appareil composé de huit lentilles p</w:t>
      </w:r>
      <w:r w:rsidRPr="00A864BA">
        <w:t>a</w:t>
      </w:r>
      <w:r w:rsidRPr="00A864BA">
        <w:t>reilles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 xml:space="preserve">engageai </w:t>
      </w:r>
      <w:r w:rsidR="00EE5D7B">
        <w:t>M. </w:t>
      </w:r>
      <w:r w:rsidRPr="00A864BA">
        <w:rPr>
          <w:i/>
        </w:rPr>
        <w:t>Soleil</w:t>
      </w:r>
      <w:r w:rsidRPr="00A864BA">
        <w:t xml:space="preserve"> à essayer d</w:t>
      </w:r>
      <w:r w:rsidR="00EE5D7B">
        <w:t>’</w:t>
      </w:r>
      <w:r w:rsidRPr="00A864BA">
        <w:t>en faire une à surfaces ann</w:t>
      </w:r>
      <w:r w:rsidRPr="00A864BA">
        <w:t>u</w:t>
      </w:r>
      <w:r w:rsidRPr="00A864BA">
        <w:t>laires</w:t>
      </w:r>
      <w:r w:rsidR="00EE5D7B">
        <w:t xml:space="preserve">, </w:t>
      </w:r>
      <w:r w:rsidRPr="00A864BA">
        <w:t>au lieu de composer chaque anneau de petites portions de surfaces sphériques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>attachais beaucoup d</w:t>
      </w:r>
      <w:r w:rsidR="00EE5D7B">
        <w:t>’</w:t>
      </w:r>
      <w:r w:rsidRPr="00A864BA">
        <w:t>importance à ce perfectionnement</w:t>
      </w:r>
      <w:r w:rsidR="00EE5D7B">
        <w:t xml:space="preserve">, </w:t>
      </w:r>
      <w:r w:rsidRPr="00A864BA">
        <w:t>non-seulement pour les phares</w:t>
      </w:r>
      <w:r w:rsidR="00EE5D7B">
        <w:t xml:space="preserve">, </w:t>
      </w:r>
      <w:r w:rsidRPr="00A864BA">
        <w:t xml:space="preserve">mais </w:t>
      </w:r>
      <w:proofErr w:type="spellStart"/>
      <w:r w:rsidRPr="00A864BA">
        <w:t>sur-tout</w:t>
      </w:r>
      <w:proofErr w:type="spellEnd"/>
      <w:r w:rsidRPr="00A864BA">
        <w:t xml:space="preserve"> pour les verres </w:t>
      </w:r>
      <w:proofErr w:type="spellStart"/>
      <w:r w:rsidRPr="00A864BA">
        <w:t>ardens</w:t>
      </w:r>
      <w:proofErr w:type="spellEnd"/>
      <w:r w:rsidR="00EE5D7B">
        <w:t xml:space="preserve">, </w:t>
      </w:r>
      <w:r w:rsidRPr="00A864BA">
        <w:t>dans lesquels il est encore plus essentiel de corriger complètement l</w:t>
      </w:r>
      <w:r w:rsidR="00EE5D7B">
        <w:t>’</w:t>
      </w:r>
      <w:r w:rsidRPr="00A864BA">
        <w:t>aberration de sphéricité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 xml:space="preserve">indiquai dès-lors à </w:t>
      </w:r>
      <w:r w:rsidR="00EE5D7B">
        <w:t>M. </w:t>
      </w:r>
      <w:r w:rsidRPr="00A864BA">
        <w:rPr>
          <w:i/>
        </w:rPr>
        <w:t>Soleil</w:t>
      </w:r>
      <w:r w:rsidRPr="00A864BA">
        <w:t xml:space="preserve"> le procédé mécanique auquel il s</w:t>
      </w:r>
      <w:r w:rsidR="00EE5D7B">
        <w:t>’</w:t>
      </w:r>
      <w:r w:rsidRPr="00A864BA">
        <w:t>est depuis arrêté définitivement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il emploie maintenant avec beaucoup de succès</w:t>
      </w:r>
      <w:r w:rsidR="00EE5D7B">
        <w:t>.</w:t>
      </w:r>
    </w:p>
    <w:p w14:paraId="2CED01E0" w14:textId="6332CE55" w:rsidR="00EE5D7B" w:rsidRDefault="00D26B46" w:rsidP="00EE5D7B">
      <w:r w:rsidRPr="00A864BA">
        <w:lastRenderedPageBreak/>
        <w:t>Dans l</w:t>
      </w:r>
      <w:r w:rsidR="00EE5D7B">
        <w:t>’</w:t>
      </w:r>
      <w:r w:rsidRPr="00A864BA">
        <w:t>exécution des lentilles destinées à l</w:t>
      </w:r>
      <w:r w:rsidR="00EE5D7B">
        <w:t>’</w:t>
      </w:r>
      <w:r w:rsidRPr="00A864BA">
        <w:t>éclairage des phares</w:t>
      </w:r>
      <w:r w:rsidR="00EE5D7B">
        <w:t xml:space="preserve">, </w:t>
      </w:r>
      <w:r w:rsidRPr="00A864BA">
        <w:t>il ne s</w:t>
      </w:r>
      <w:r w:rsidR="00EE5D7B">
        <w:t>’</w:t>
      </w:r>
      <w:r w:rsidRPr="00A864BA">
        <w:t>agit pas d</w:t>
      </w:r>
      <w:r w:rsidR="00EE5D7B">
        <w:t>’</w:t>
      </w:r>
      <w:r w:rsidRPr="00A864BA">
        <w:t>atteindre à une grande perfection</w:t>
      </w:r>
      <w:r w:rsidR="00EE5D7B">
        <w:t xml:space="preserve"> ; </w:t>
      </w:r>
      <w:r w:rsidRPr="00A864BA">
        <w:t>mais néanmoins la substitution des surfaces annulaires à un a</w:t>
      </w:r>
      <w:r w:rsidRPr="00A864BA">
        <w:t>s</w:t>
      </w:r>
      <w:r w:rsidRPr="00A864BA">
        <w:t>semblage de petites portions de surfaces sphériques produit une augmentation sensible de l</w:t>
      </w:r>
      <w:r w:rsidR="00EE5D7B">
        <w:t>’</w:t>
      </w:r>
      <w:r w:rsidRPr="00A864BA">
        <w:t>intensité de la lumière reçue dans la direction de l</w:t>
      </w:r>
      <w:r w:rsidR="00EE5D7B">
        <w:t>’</w:t>
      </w:r>
      <w:r w:rsidRPr="00A864BA">
        <w:t>axe de la lentille</w:t>
      </w:r>
      <w:r w:rsidR="00EE5D7B">
        <w:t xml:space="preserve">. </w:t>
      </w:r>
      <w:r w:rsidRPr="00A864BA">
        <w:t>D</w:t>
      </w:r>
      <w:r w:rsidR="00EE5D7B">
        <w:t>’</w:t>
      </w:r>
      <w:r w:rsidRPr="00A864BA">
        <w:t>ailleurs les procédés méc</w:t>
      </w:r>
      <w:r w:rsidRPr="00A864BA">
        <w:t>a</w:t>
      </w:r>
      <w:r w:rsidRPr="00A864BA">
        <w:t>niques par lesquels on exécute les surfaces annulaires</w:t>
      </w:r>
      <w:r w:rsidR="00EE5D7B">
        <w:t xml:space="preserve">, </w:t>
      </w:r>
      <w:r w:rsidRPr="00A864BA">
        <w:t>perme</w:t>
      </w:r>
      <w:r w:rsidRPr="00A864BA">
        <w:t>t</w:t>
      </w:r>
      <w:r w:rsidRPr="00A864BA">
        <w:t>tent d</w:t>
      </w:r>
      <w:r w:rsidR="00EE5D7B">
        <w:t>’</w:t>
      </w:r>
      <w:r w:rsidRPr="00A864BA">
        <w:t>apporter beaucoup plus de célérité dans la confection de ces grandes lentilles</w:t>
      </w:r>
      <w:r w:rsidR="00EE5D7B">
        <w:t xml:space="preserve">, </w:t>
      </w:r>
      <w:r w:rsidRPr="00A864BA">
        <w:t>que lorsqu</w:t>
      </w:r>
      <w:r w:rsidR="00EE5D7B">
        <w:t>’</w:t>
      </w:r>
      <w:r w:rsidRPr="00A864BA">
        <w:t>on était obligé de travailler s</w:t>
      </w:r>
      <w:r w:rsidRPr="00A864BA">
        <w:t>é</w:t>
      </w:r>
      <w:r w:rsidRPr="00A864BA">
        <w:t>parément dans des bassins les quatre-vingt-dix-sept morceaux dont chaque lentille polygonale était composée</w:t>
      </w:r>
      <w:r w:rsidR="00EE5D7B">
        <w:t xml:space="preserve">. </w:t>
      </w:r>
      <w:r w:rsidRPr="00A864BA">
        <w:t>Le nombre n</w:t>
      </w:r>
      <w:r w:rsidR="00EE5D7B">
        <w:t>’</w:t>
      </w:r>
      <w:r w:rsidRPr="00A864BA">
        <w:t>en aurait pu être diminué sans augmenter en même temps l</w:t>
      </w:r>
      <w:r w:rsidR="00EE5D7B">
        <w:t>’</w:t>
      </w:r>
      <w:r w:rsidRPr="00A864BA">
        <w:t>aberration de sphéricité</w:t>
      </w:r>
      <w:r w:rsidR="00EE5D7B">
        <w:t xml:space="preserve"> ; </w:t>
      </w:r>
      <w:r w:rsidRPr="00A864BA">
        <w:t>tandis que</w:t>
      </w:r>
      <w:r w:rsidR="00EE5D7B">
        <w:t xml:space="preserve">, </w:t>
      </w:r>
      <w:r w:rsidRPr="00A864BA">
        <w:t>dans les lentilles ann</w:t>
      </w:r>
      <w:r w:rsidRPr="00A864BA">
        <w:t>u</w:t>
      </w:r>
      <w:r w:rsidRPr="00A864BA">
        <w:t>laires</w:t>
      </w:r>
      <w:r w:rsidR="00EE5D7B">
        <w:t xml:space="preserve">, </w:t>
      </w:r>
      <w:r w:rsidRPr="00A864BA">
        <w:t>il n</w:t>
      </w:r>
      <w:r w:rsidR="00EE5D7B">
        <w:t>’</w:t>
      </w:r>
      <w:r w:rsidRPr="00A864BA">
        <w:t>y a aucun inconvénient à diminuer le nombre des morceaux qui composent chaque anneau</w:t>
      </w:r>
      <w:r w:rsidR="00EE5D7B">
        <w:t xml:space="preserve"> ; </w:t>
      </w:r>
      <w:r w:rsidRPr="00A864BA">
        <w:t>et il y aurait même de l</w:t>
      </w:r>
      <w:r w:rsidR="00EE5D7B">
        <w:t>’</w:t>
      </w:r>
      <w:r w:rsidRPr="00A864BA">
        <w:t>avantage à le faire d</w:t>
      </w:r>
      <w:r w:rsidR="00EE5D7B">
        <w:t>’</w:t>
      </w:r>
      <w:r w:rsidRPr="00A864BA">
        <w:t>une seule pièce</w:t>
      </w:r>
      <w:r w:rsidR="00EE5D7B">
        <w:t xml:space="preserve">, </w:t>
      </w:r>
      <w:r w:rsidRPr="00A864BA">
        <w:t>si on le pouvait</w:t>
      </w:r>
      <w:r w:rsidR="00EE5D7B">
        <w:t xml:space="preserve"> ; </w:t>
      </w:r>
      <w:r w:rsidRPr="00A864BA">
        <w:t>car la multiplicité de ces divisions occasionne toujours une légère perte de lumière et doit être moins favorable à la solidité du sy</w:t>
      </w:r>
      <w:r w:rsidRPr="00A864BA">
        <w:t>s</w:t>
      </w:r>
      <w:r w:rsidRPr="00A864BA">
        <w:t>tème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d</w:t>
      </w:r>
      <w:r w:rsidR="00EE5D7B">
        <w:t>’</w:t>
      </w:r>
      <w:r w:rsidRPr="00A864BA">
        <w:t>après ces considérations</w:t>
      </w:r>
      <w:r w:rsidR="00EE5D7B">
        <w:t xml:space="preserve">, </w:t>
      </w:r>
      <w:r w:rsidRPr="00A864BA">
        <w:t xml:space="preserve">présentées par </w:t>
      </w:r>
      <w:r w:rsidR="00EE5D7B">
        <w:t>M. de </w:t>
      </w:r>
      <w:r w:rsidRPr="00A864BA">
        <w:rPr>
          <w:i/>
          <w:iCs/>
        </w:rPr>
        <w:t>Rossel</w:t>
      </w:r>
      <w:r w:rsidRPr="00A864BA">
        <w:t xml:space="preserve"> et </w:t>
      </w:r>
      <w:r w:rsidR="00EE5D7B">
        <w:t>M. </w:t>
      </w:r>
      <w:r w:rsidRPr="00A864BA">
        <w:rPr>
          <w:i/>
        </w:rPr>
        <w:t>Arago</w:t>
      </w:r>
      <w:r w:rsidR="00EE5D7B">
        <w:rPr>
          <w:i/>
        </w:rPr>
        <w:t xml:space="preserve">, </w:t>
      </w:r>
      <w:r w:rsidRPr="00A864BA">
        <w:t xml:space="preserve">que </w:t>
      </w:r>
      <w:r w:rsidR="00EE5D7B">
        <w:t>M. </w:t>
      </w:r>
      <w:proofErr w:type="spellStart"/>
      <w:r w:rsidRPr="00A864BA">
        <w:rPr>
          <w:i/>
        </w:rPr>
        <w:t>Becquey</w:t>
      </w:r>
      <w:proofErr w:type="spellEnd"/>
      <w:r w:rsidRPr="00A864BA">
        <w:t xml:space="preserve"> commanda l</w:t>
      </w:r>
      <w:r w:rsidR="00EE5D7B">
        <w:t>’</w:t>
      </w:r>
      <w:r w:rsidRPr="00A864BA">
        <w:t>année dernière la construction de huit le</w:t>
      </w:r>
      <w:r w:rsidRPr="00A864BA">
        <w:t>n</w:t>
      </w:r>
      <w:r w:rsidRPr="00A864BA">
        <w:t>tilles annulaires destinées à l</w:t>
      </w:r>
      <w:r w:rsidR="00EE5D7B">
        <w:t>’</w:t>
      </w:r>
      <w:r w:rsidRPr="00A864BA">
        <w:t>éclairage du phare de Co</w:t>
      </w:r>
      <w:r w:rsidRPr="00A864BA">
        <w:t>r</w:t>
      </w:r>
      <w:r w:rsidRPr="00A864BA">
        <w:t>douan</w:t>
      </w:r>
      <w:r w:rsidR="00EE5D7B">
        <w:t xml:space="preserve">, </w:t>
      </w:r>
      <w:r w:rsidRPr="00A864BA">
        <w:t xml:space="preserve">pour encourager ce nouveau genre de fabrication et engager </w:t>
      </w:r>
      <w:r w:rsidR="00EE5D7B">
        <w:t>M. </w:t>
      </w:r>
      <w:r w:rsidRPr="00A864BA">
        <w:rPr>
          <w:i/>
        </w:rPr>
        <w:t>Soleil</w:t>
      </w:r>
      <w:r w:rsidRPr="00A864BA">
        <w:t xml:space="preserve"> à faire construire les machines nécessaires</w:t>
      </w:r>
      <w:r w:rsidR="00EE5D7B">
        <w:t>.</w:t>
      </w:r>
    </w:p>
    <w:p w14:paraId="5B47D6F7" w14:textId="193B731E" w:rsidR="00EE5D7B" w:rsidRDefault="00D26B46" w:rsidP="00EE5D7B">
      <w:r w:rsidRPr="00A864BA">
        <w:t>Le dégrossissage des anneaux est devenu beaucoup moins long</w:t>
      </w:r>
      <w:r w:rsidR="00EE5D7B">
        <w:t xml:space="preserve">, </w:t>
      </w:r>
      <w:r w:rsidRPr="00A864BA">
        <w:t>depuis que cet opticien</w:t>
      </w:r>
      <w:r w:rsidR="00EE5D7B">
        <w:t xml:space="preserve">, </w:t>
      </w:r>
      <w:r w:rsidRPr="00A864BA">
        <w:t>au lieu d</w:t>
      </w:r>
      <w:r w:rsidR="00EE5D7B">
        <w:t>’</w:t>
      </w:r>
      <w:r w:rsidRPr="00A864BA">
        <w:t>être obligé de refouler des morceaux de glaces</w:t>
      </w:r>
      <w:r w:rsidR="00EE5D7B">
        <w:t xml:space="preserve">, </w:t>
      </w:r>
      <w:r w:rsidRPr="00A864BA">
        <w:t>reçoit de la manufa</w:t>
      </w:r>
      <w:r w:rsidRPr="00A864BA">
        <w:t>c</w:t>
      </w:r>
      <w:r w:rsidRPr="00A864BA">
        <w:t xml:space="preserve">ture de </w:t>
      </w:r>
      <w:proofErr w:type="spellStart"/>
      <w:r w:rsidRPr="00A864BA">
        <w:t>Saint-Gobin</w:t>
      </w:r>
      <w:proofErr w:type="spellEnd"/>
      <w:r w:rsidRPr="00A864BA">
        <w:t xml:space="preserve"> de grands arcs coulés dans des moules</w:t>
      </w:r>
      <w:r w:rsidR="00EE5D7B">
        <w:t xml:space="preserve">, </w:t>
      </w:r>
      <w:r w:rsidRPr="00A864BA">
        <w:t>et dont la forme a</w:t>
      </w:r>
      <w:r w:rsidRPr="00A864BA">
        <w:t>p</w:t>
      </w:r>
      <w:r w:rsidRPr="00A864BA">
        <w:t>proche bien plus de celle qu</w:t>
      </w:r>
      <w:r w:rsidR="00EE5D7B">
        <w:t>’</w:t>
      </w:r>
      <w:r w:rsidRPr="00A864BA">
        <w:t>ils doivent avoir définitivement que les morceaux de verre refoulés</w:t>
      </w:r>
      <w:r w:rsidR="00EE5D7B">
        <w:t>. MM. </w:t>
      </w:r>
      <w:r w:rsidRPr="00A864BA">
        <w:t xml:space="preserve">les administrateurs ont obligeamment accordé cette faveur à </w:t>
      </w:r>
      <w:r w:rsidR="00EE5D7B">
        <w:t>M. </w:t>
      </w:r>
      <w:r w:rsidRPr="00A864BA">
        <w:rPr>
          <w:i/>
        </w:rPr>
        <w:t>Soleil</w:t>
      </w:r>
      <w:r w:rsidR="00EE5D7B">
        <w:t xml:space="preserve">, </w:t>
      </w:r>
      <w:r w:rsidRPr="00A864BA">
        <w:t>sur la d</w:t>
      </w:r>
      <w:r w:rsidRPr="00A864BA">
        <w:t>e</w:t>
      </w:r>
      <w:r w:rsidRPr="00A864BA">
        <w:t>mande de la commission des phares</w:t>
      </w:r>
      <w:r w:rsidR="00EE5D7B">
        <w:t xml:space="preserve"> ; </w:t>
      </w:r>
      <w:r w:rsidRPr="00A864BA">
        <w:t>et le savant directeur de cette manufacture</w:t>
      </w:r>
      <w:r w:rsidR="00EE5D7B">
        <w:t>, M. </w:t>
      </w:r>
      <w:proofErr w:type="spellStart"/>
      <w:r w:rsidRPr="00A864BA">
        <w:rPr>
          <w:i/>
        </w:rPr>
        <w:t>Tassaert</w:t>
      </w:r>
      <w:proofErr w:type="spellEnd"/>
      <w:r w:rsidR="00EE5D7B">
        <w:t xml:space="preserve">, </w:t>
      </w:r>
      <w:r w:rsidRPr="00A864BA">
        <w:t xml:space="preserve">a mis beaucoup </w:t>
      </w:r>
      <w:r w:rsidRPr="00A864BA">
        <w:lastRenderedPageBreak/>
        <w:t>d</w:t>
      </w:r>
      <w:r w:rsidR="00EE5D7B">
        <w:t>’</w:t>
      </w:r>
      <w:r w:rsidRPr="00A864BA">
        <w:t>intérêt au succès de la fonte de nos prismes courbes</w:t>
      </w:r>
      <w:r w:rsidR="00EE5D7B">
        <w:t xml:space="preserve">. </w:t>
      </w:r>
      <w:r w:rsidRPr="00A864BA">
        <w:t xml:space="preserve">Néanmoins ils ne sont pas aussi exempts de stries et </w:t>
      </w:r>
      <w:proofErr w:type="spellStart"/>
      <w:r w:rsidRPr="00A864BA">
        <w:t>sur-tout</w:t>
      </w:r>
      <w:proofErr w:type="spellEnd"/>
      <w:r w:rsidRPr="00A864BA">
        <w:t xml:space="preserve"> de bulles que le verre de glace refoulé avec soin</w:t>
      </w:r>
      <w:r w:rsidR="00EE5D7B">
        <w:t xml:space="preserve">. </w:t>
      </w:r>
      <w:r w:rsidRPr="00A864BA">
        <w:t>Il paraît que dès que les pièces à couler ont dix-huit pouces de longueur et deux ou trois pouces d</w:t>
      </w:r>
      <w:r w:rsidR="00EE5D7B">
        <w:t>’</w:t>
      </w:r>
      <w:r w:rsidRPr="00A864BA">
        <w:t>épaisseur</w:t>
      </w:r>
      <w:r w:rsidR="00EE5D7B">
        <w:t xml:space="preserve">, </w:t>
      </w:r>
      <w:r w:rsidRPr="00A864BA">
        <w:t>il devient diff</w:t>
      </w:r>
      <w:r w:rsidRPr="00A864BA">
        <w:t>i</w:t>
      </w:r>
      <w:r w:rsidRPr="00A864BA">
        <w:t>cile de les préserver des bulles et des bouillons</w:t>
      </w:r>
      <w:r w:rsidR="00EE5D7B">
        <w:t xml:space="preserve">. </w:t>
      </w:r>
      <w:r w:rsidRPr="00A864BA">
        <w:t>Le cristal ou verre de plomb est moins sujet aux bulles</w:t>
      </w:r>
      <w:r w:rsidR="00EE5D7B">
        <w:t xml:space="preserve">, </w:t>
      </w:r>
      <w:r w:rsidRPr="00A864BA">
        <w:t>mais il l</w:t>
      </w:r>
      <w:r w:rsidR="00EE5D7B">
        <w:t>’</w:t>
      </w:r>
      <w:r w:rsidRPr="00A864BA">
        <w:t>est davantage aux stries</w:t>
      </w:r>
      <w:r w:rsidR="00EE5D7B">
        <w:t xml:space="preserve"> ; </w:t>
      </w:r>
      <w:r w:rsidRPr="00A864BA">
        <w:t>d</w:t>
      </w:r>
      <w:r w:rsidR="00EE5D7B">
        <w:t>’</w:t>
      </w:r>
      <w:r w:rsidRPr="00A864BA">
        <w:t>ailleurs il est bea</w:t>
      </w:r>
      <w:r w:rsidRPr="00A864BA">
        <w:t>u</w:t>
      </w:r>
      <w:r w:rsidRPr="00A864BA">
        <w:t xml:space="preserve">coup plus lourd que le crown de </w:t>
      </w:r>
      <w:proofErr w:type="spellStart"/>
      <w:r w:rsidRPr="00A864BA">
        <w:t>Saint-Gobin</w:t>
      </w:r>
      <w:proofErr w:type="spellEnd"/>
      <w:r w:rsidR="00EE5D7B">
        <w:t xml:space="preserve"> : </w:t>
      </w:r>
      <w:r w:rsidRPr="00A864BA">
        <w:t>c</w:t>
      </w:r>
      <w:r w:rsidR="00EE5D7B">
        <w:t>’</w:t>
      </w:r>
      <w:r w:rsidRPr="00A864BA">
        <w:t>est principal</w:t>
      </w:r>
      <w:r w:rsidRPr="00A864BA">
        <w:t>e</w:t>
      </w:r>
      <w:r w:rsidRPr="00A864BA">
        <w:t>ment pour cette dernière raison que nous avons préféré celui-ci</w:t>
      </w:r>
      <w:r w:rsidR="00EE5D7B">
        <w:t xml:space="preserve">, </w:t>
      </w:r>
      <w:r w:rsidRPr="00A864BA">
        <w:t>ma</w:t>
      </w:r>
      <w:r w:rsidRPr="00A864BA">
        <w:t>l</w:t>
      </w:r>
      <w:r w:rsidRPr="00A864BA">
        <w:t>gré sa teinte un peu verdâtre</w:t>
      </w:r>
      <w:r w:rsidR="00EE5D7B">
        <w:t xml:space="preserve">, </w:t>
      </w:r>
      <w:r w:rsidRPr="00A864BA">
        <w:t>et en outre parce qu</w:t>
      </w:r>
      <w:r w:rsidR="00EE5D7B">
        <w:t>’</w:t>
      </w:r>
      <w:r w:rsidRPr="00A864BA">
        <w:t>il est plus dur et plus inaltérable à l</w:t>
      </w:r>
      <w:r w:rsidR="00EE5D7B">
        <w:t>’</w:t>
      </w:r>
      <w:r w:rsidRPr="00A864BA">
        <w:t>air que le verre dans lequel il entre beaucoup d</w:t>
      </w:r>
      <w:r w:rsidR="00EE5D7B">
        <w:t>’</w:t>
      </w:r>
      <w:r w:rsidRPr="00A864BA">
        <w:t>oxide de plomb</w:t>
      </w:r>
      <w:r w:rsidR="00EE5D7B">
        <w:t>.</w:t>
      </w:r>
    </w:p>
    <w:p w14:paraId="428B4524" w14:textId="77777777" w:rsidR="00EE5D7B" w:rsidRDefault="00D26B46" w:rsidP="00EE5D7B">
      <w:r w:rsidRPr="00A864BA">
        <w:t>Nos grandes lentilles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76 en carré</w:t>
      </w:r>
      <w:r w:rsidR="00EE5D7B">
        <w:t xml:space="preserve">, </w:t>
      </w:r>
      <w:r w:rsidRPr="00A864BA">
        <w:t>qui embrassent dans les deux sens un angle de 45°</w:t>
      </w:r>
      <w:r w:rsidR="00EE5D7B">
        <w:t xml:space="preserve">, </w:t>
      </w:r>
      <w:r w:rsidRPr="00A864BA">
        <w:t>présentent</w:t>
      </w:r>
      <w:r w:rsidR="00EE5D7B">
        <w:t xml:space="preserve">, </w:t>
      </w:r>
      <w:r w:rsidRPr="00A864BA">
        <w:t>depuis le centre ju</w:t>
      </w:r>
      <w:r w:rsidRPr="00A864BA">
        <w:t>s</w:t>
      </w:r>
      <w:r w:rsidRPr="00A864BA">
        <w:t>qu</w:t>
      </w:r>
      <w:r w:rsidR="00EE5D7B">
        <w:t>’</w:t>
      </w:r>
      <w:r w:rsidRPr="00A864BA">
        <w:t>au milieu de chaque côté</w:t>
      </w:r>
      <w:r w:rsidR="00EE5D7B">
        <w:t xml:space="preserve">, </w:t>
      </w:r>
      <w:r w:rsidRPr="00A864BA">
        <w:t>six échelons</w:t>
      </w:r>
      <w:r w:rsidR="00EE5D7B">
        <w:t xml:space="preserve">, </w:t>
      </w:r>
      <w:r w:rsidRPr="00A864BA">
        <w:t>y compris la le</w:t>
      </w:r>
      <w:r w:rsidRPr="00A864BA">
        <w:t>n</w:t>
      </w:r>
      <w:r w:rsidRPr="00A864BA">
        <w:t>tille du centre</w:t>
      </w:r>
      <w:r w:rsidR="00EE5D7B">
        <w:t xml:space="preserve">, </w:t>
      </w:r>
      <w:r w:rsidRPr="00A864BA">
        <w:t>et dix échelons du centre aux angles</w:t>
      </w:r>
      <w:r w:rsidR="00EE5D7B">
        <w:t xml:space="preserve">, </w:t>
      </w:r>
      <w:r w:rsidRPr="00A864BA">
        <w:t>de façon que l</w:t>
      </w:r>
      <w:r w:rsidR="00EE5D7B">
        <w:t>’</w:t>
      </w:r>
      <w:r w:rsidRPr="00A864BA">
        <w:t>anneau le plus sai</w:t>
      </w:r>
      <w:r w:rsidRPr="00A864BA">
        <w:t>l</w:t>
      </w:r>
      <w:r w:rsidRPr="00A864BA">
        <w:t>lant n</w:t>
      </w:r>
      <w:r w:rsidR="00EE5D7B">
        <w:t>’</w:t>
      </w:r>
      <w:r w:rsidRPr="00A864BA">
        <w:t>a que trente-sept millimètres dans sa plus grande épai</w:t>
      </w:r>
      <w:r w:rsidRPr="00A864BA">
        <w:t>s</w:t>
      </w:r>
      <w:r w:rsidRPr="00A864BA">
        <w:t>seur</w:t>
      </w:r>
      <w:r w:rsidRPr="00A864BA">
        <w:rPr>
          <w:rStyle w:val="Appelnotedebasdep"/>
        </w:rPr>
        <w:footnoteReference w:id="2"/>
      </w:r>
      <w:r w:rsidR="00EE5D7B">
        <w:t xml:space="preserve">, </w:t>
      </w:r>
      <w:r w:rsidRPr="00A864BA">
        <w:t>et que le poids de la lentille</w:t>
      </w:r>
      <w:r w:rsidR="00EE5D7B">
        <w:t xml:space="preserve">, </w:t>
      </w:r>
      <w:r w:rsidRPr="00A864BA">
        <w:t>y compris un fort cadre en cuivre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excède pas soixante-quinze livres</w:t>
      </w:r>
      <w:r w:rsidR="00EE5D7B">
        <w:t xml:space="preserve">. </w:t>
      </w:r>
      <w:r w:rsidRPr="00A864BA">
        <w:t>Pour ne point fatiguer la machine de rotation qui doit faire tourner l</w:t>
      </w:r>
      <w:r w:rsidR="00EE5D7B">
        <w:t>’</w:t>
      </w:r>
      <w:r w:rsidRPr="00A864BA">
        <w:t>appareil composé de huit lenti</w:t>
      </w:r>
      <w:r w:rsidRPr="00A864BA">
        <w:t>l</w:t>
      </w:r>
      <w:r w:rsidRPr="00A864BA">
        <w:t>les</w:t>
      </w:r>
      <w:r w:rsidR="00EE5D7B">
        <w:t xml:space="preserve">, </w:t>
      </w:r>
      <w:r w:rsidRPr="00A864BA">
        <w:t>il était nécessaire de les r</w:t>
      </w:r>
      <w:r w:rsidRPr="00A864BA">
        <w:t>é</w:t>
      </w:r>
      <w:r w:rsidRPr="00A864BA">
        <w:t>duire au moindre poids possible</w:t>
      </w:r>
      <w:r w:rsidR="00EE5D7B">
        <w:t xml:space="preserve">, </w:t>
      </w:r>
      <w:r w:rsidRPr="00A864BA">
        <w:t>en multipliant beaucoup les échelons</w:t>
      </w:r>
      <w:r w:rsidR="00EE5D7B">
        <w:t xml:space="preserve">. </w:t>
      </w:r>
      <w:r w:rsidRPr="00A864BA">
        <w:t>Les largeurs des anneaux ont été déterminées de manière que leurs saillies fussent peu différentes</w:t>
      </w:r>
      <w:r w:rsidR="00EE5D7B">
        <w:t>.</w:t>
      </w:r>
    </w:p>
    <w:p w14:paraId="300FD5E9" w14:textId="77777777" w:rsidR="00EE5D7B" w:rsidRDefault="00D26B46" w:rsidP="00D26B46">
      <w:pPr>
        <w:pStyle w:val="Retraitcorpsdetexte2"/>
      </w:pPr>
      <w:r w:rsidRPr="00A864BA">
        <w:t>Après avoir décrit la construction de ces grandes lentilles</w:t>
      </w:r>
      <w:r w:rsidR="00EE5D7B">
        <w:t xml:space="preserve">, </w:t>
      </w:r>
      <w:r w:rsidRPr="00A864BA">
        <w:t xml:space="preserve">je vais expliquer maintenant comment elles sont disposées </w:t>
      </w:r>
      <w:r w:rsidRPr="00A864BA">
        <w:lastRenderedPageBreak/>
        <w:t>dans l</w:t>
      </w:r>
      <w:r w:rsidR="00EE5D7B">
        <w:t>’</w:t>
      </w:r>
      <w:r w:rsidRPr="00A864BA">
        <w:t>appareil qui doit servir à l</w:t>
      </w:r>
      <w:r w:rsidR="00EE5D7B">
        <w:t>’</w:t>
      </w:r>
      <w:r w:rsidRPr="00A864BA">
        <w:t>éclairage des phares</w:t>
      </w:r>
      <w:r w:rsidR="00EE5D7B">
        <w:t xml:space="preserve">. </w:t>
      </w:r>
      <w:r w:rsidRPr="00A864BA">
        <w:t>De toutes les combinaisons de l</w:t>
      </w:r>
      <w:r w:rsidRPr="00A864BA">
        <w:t>u</w:t>
      </w:r>
      <w:r w:rsidRPr="00A864BA">
        <w:t>mières</w:t>
      </w:r>
      <w:r w:rsidR="00EE5D7B">
        <w:t xml:space="preserve">, </w:t>
      </w:r>
      <w:r w:rsidRPr="00A864BA">
        <w:t>de lentilles et de réflecteurs que j</w:t>
      </w:r>
      <w:r w:rsidR="00EE5D7B">
        <w:t>’</w:t>
      </w:r>
      <w:r w:rsidRPr="00A864BA">
        <w:t>ai imaginées</w:t>
      </w:r>
      <w:r w:rsidR="00EE5D7B">
        <w:t xml:space="preserve">, </w:t>
      </w:r>
      <w:r w:rsidRPr="00A864BA">
        <w:t>voici celle qui m</w:t>
      </w:r>
      <w:r w:rsidR="00EE5D7B">
        <w:t>’</w:t>
      </w:r>
      <w:r w:rsidRPr="00A864BA">
        <w:t>a paru la plus avantageuse</w:t>
      </w:r>
      <w:r w:rsidR="00EE5D7B">
        <w:t xml:space="preserve"> : </w:t>
      </w:r>
      <w:r w:rsidRPr="00A864BA">
        <w:t>toutes les lumières destinées à l</w:t>
      </w:r>
      <w:r w:rsidR="00EE5D7B">
        <w:t>’</w:t>
      </w:r>
      <w:r w:rsidRPr="00A864BA">
        <w:t>éclairage du phare</w:t>
      </w:r>
      <w:r w:rsidR="00EE5D7B">
        <w:t xml:space="preserve">, </w:t>
      </w:r>
      <w:r w:rsidRPr="00A864BA">
        <w:t>réunies en une seule</w:t>
      </w:r>
      <w:r w:rsidR="00EE5D7B">
        <w:t xml:space="preserve">, </w:t>
      </w:r>
      <w:r w:rsidRPr="00A864BA">
        <w:t>sont entourées de huit lentilles carrées vert</w:t>
      </w:r>
      <w:r w:rsidRPr="00A864BA">
        <w:t>i</w:t>
      </w:r>
      <w:r w:rsidRPr="00A864BA">
        <w:t>cales et dont les centres sont situés dans le même plan horizontal que la l</w:t>
      </w:r>
      <w:r w:rsidRPr="00A864BA">
        <w:t>u</w:t>
      </w:r>
      <w:r w:rsidRPr="00A864BA">
        <w:t>mière unique et à la distance du foyer des rayons parallèles</w:t>
      </w:r>
      <w:r w:rsidR="00EE5D7B">
        <w:t xml:space="preserve"> ; </w:t>
      </w:r>
      <w:r w:rsidRPr="00A864BA">
        <w:t>elles forment ainsi</w:t>
      </w:r>
      <w:r w:rsidR="00EE5D7B">
        <w:t xml:space="preserve">, </w:t>
      </w:r>
      <w:r w:rsidRPr="00A864BA">
        <w:t>autour de l</w:t>
      </w:r>
      <w:r w:rsidR="00EE5D7B">
        <w:t>’</w:t>
      </w:r>
      <w:r w:rsidRPr="00A864BA">
        <w:t>objet éclairant</w:t>
      </w:r>
      <w:r w:rsidR="00EE5D7B">
        <w:t xml:space="preserve">, </w:t>
      </w:r>
      <w:r w:rsidRPr="00A864BA">
        <w:t>un prisme vert</w:t>
      </w:r>
      <w:r w:rsidRPr="00A864BA">
        <w:t>i</w:t>
      </w:r>
      <w:r w:rsidRPr="00A864BA">
        <w:t>cal ayant pour base un octogone régulier</w:t>
      </w:r>
      <w:r w:rsidR="00EE5D7B">
        <w:t xml:space="preserve"> ; </w:t>
      </w:r>
      <w:r w:rsidRPr="00A864BA">
        <w:t>et comme elles e</w:t>
      </w:r>
      <w:r w:rsidRPr="00A864BA">
        <w:t>m</w:t>
      </w:r>
      <w:r w:rsidRPr="00A864BA">
        <w:t>brassent chacune un angle de 45</w:t>
      </w:r>
      <w:r w:rsidR="00EE5D7B">
        <w:t>°</w:t>
      </w:r>
      <w:r w:rsidRPr="00A864BA">
        <w:t>dans les deux sens</w:t>
      </w:r>
      <w:r w:rsidR="00EE5D7B">
        <w:t xml:space="preserve">, </w:t>
      </w:r>
      <w:r w:rsidRPr="00A864BA">
        <w:t>elles r</w:t>
      </w:r>
      <w:r w:rsidRPr="00A864BA">
        <w:t>e</w:t>
      </w:r>
      <w:r w:rsidRPr="00A864BA">
        <w:t>çoivent et emploient tous les rayons lumineux compris dans la zone équ</w:t>
      </w:r>
      <w:r w:rsidRPr="00A864BA">
        <w:t>a</w:t>
      </w:r>
      <w:r w:rsidRPr="00A864BA">
        <w:t>toriale de 45</w:t>
      </w:r>
      <w:r w:rsidR="00EE5D7B">
        <w:t>°</w:t>
      </w:r>
      <w:r w:rsidRPr="00A864BA">
        <w:t>appartenant à la sphère qui aurait son centre au foyer co</w:t>
      </w:r>
      <w:r w:rsidRPr="00A864BA">
        <w:t>m</w:t>
      </w:r>
      <w:r w:rsidRPr="00A864BA">
        <w:t>mun</w:t>
      </w:r>
      <w:r w:rsidR="00EE5D7B">
        <w:t xml:space="preserve"> : </w:t>
      </w:r>
      <w:r w:rsidRPr="00A864BA">
        <w:t xml:space="preserve">or cette zone comprend les </w:t>
      </w:r>
      <w:r w:rsidR="00EE5D7B" w:rsidRPr="00A864BA">
        <w:t>0</w:t>
      </w:r>
      <w:r w:rsidR="00EE5D7B">
        <w:t>,</w:t>
      </w:r>
      <w:r w:rsidR="00EE5D7B" w:rsidRPr="00A864BA">
        <w:t>3</w:t>
      </w:r>
      <w:r w:rsidRPr="00A864BA">
        <w:t>83 de la surface de la sphère ou les 2/5 environ</w:t>
      </w:r>
      <w:r w:rsidR="00EE5D7B">
        <w:t xml:space="preserve"> ; </w:t>
      </w:r>
      <w:r w:rsidRPr="00A864BA">
        <w:t>et si l</w:t>
      </w:r>
      <w:r w:rsidR="00EE5D7B">
        <w:t>’</w:t>
      </w:r>
      <w:r w:rsidRPr="00A864BA">
        <w:t>on su</w:t>
      </w:r>
      <w:r w:rsidRPr="00A864BA">
        <w:t>p</w:t>
      </w:r>
      <w:r w:rsidRPr="00A864BA">
        <w:t>pose que l</w:t>
      </w:r>
      <w:r w:rsidR="00EE5D7B">
        <w:t>’</w:t>
      </w:r>
      <w:r w:rsidRPr="00A864BA">
        <w:t>intensité de la lumière est diminuée d</w:t>
      </w:r>
      <w:r w:rsidR="00EE5D7B">
        <w:t>’</w:t>
      </w:r>
      <w:r w:rsidRPr="00A864BA">
        <w:t>un dixième par son pa</w:t>
      </w:r>
      <w:r w:rsidRPr="00A864BA">
        <w:t>s</w:t>
      </w:r>
      <w:r w:rsidRPr="00A864BA">
        <w:t>sage au tr</w:t>
      </w:r>
      <w:r w:rsidRPr="00A864BA">
        <w:t>a</w:t>
      </w:r>
      <w:r w:rsidRPr="00A864BA">
        <w:t>vers de ces lentilles</w:t>
      </w:r>
      <w:r w:rsidR="00EE5D7B">
        <w:t xml:space="preserve">, </w:t>
      </w:r>
      <w:r w:rsidRPr="00A864BA">
        <w:t xml:space="preserve">il reste encore </w:t>
      </w:r>
      <w:r w:rsidR="00EE5D7B" w:rsidRPr="00A864BA">
        <w:t>0</w:t>
      </w:r>
      <w:r w:rsidR="00EE5D7B">
        <w:t>,</w:t>
      </w:r>
      <w:r w:rsidR="00EE5D7B" w:rsidRPr="00A864BA">
        <w:t>3</w:t>
      </w:r>
      <w:r w:rsidRPr="00A864BA">
        <w:t>4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est-à-dire</w:t>
      </w:r>
      <w:r w:rsidR="00EE5D7B">
        <w:t xml:space="preserve">, </w:t>
      </w:r>
      <w:r w:rsidRPr="00A864BA">
        <w:t>un tiers</w:t>
      </w:r>
      <w:r w:rsidR="00EE5D7B">
        <w:t xml:space="preserve">. </w:t>
      </w:r>
      <w:r w:rsidRPr="00A864BA">
        <w:t>Il est probable que la perte de lumière doit être un peu plus cons</w:t>
      </w:r>
      <w:r w:rsidRPr="00A864BA">
        <w:t>i</w:t>
      </w:r>
      <w:r w:rsidRPr="00A864BA">
        <w:t>dérable</w:t>
      </w:r>
      <w:r w:rsidR="00EE5D7B">
        <w:t xml:space="preserve"> ; </w:t>
      </w:r>
      <w:r w:rsidRPr="00A864BA">
        <w:t>mais d</w:t>
      </w:r>
      <w:r w:rsidR="00EE5D7B">
        <w:t>’</w:t>
      </w:r>
      <w:r w:rsidRPr="00A864BA">
        <w:t>un autre côté</w:t>
      </w:r>
      <w:r w:rsidR="00EE5D7B">
        <w:t xml:space="preserve">, </w:t>
      </w:r>
      <w:r w:rsidRPr="00A864BA">
        <w:t>la partie inférieure de la sphère lumineuse r</w:t>
      </w:r>
      <w:r w:rsidRPr="00A864BA">
        <w:t>e</w:t>
      </w:r>
      <w:r w:rsidRPr="00A864BA">
        <w:t>cevant beaucoup moins de lumière que le reste</w:t>
      </w:r>
      <w:r w:rsidR="00EE5D7B">
        <w:t xml:space="preserve">, </w:t>
      </w:r>
      <w:r w:rsidRPr="00A864BA">
        <w:t>à cause de l</w:t>
      </w:r>
      <w:r w:rsidR="00EE5D7B">
        <w:t>’</w:t>
      </w:r>
      <w:r w:rsidRPr="00A864BA">
        <w:t>opacité du bec de lampe qui porte les mèches</w:t>
      </w:r>
      <w:r w:rsidR="00EE5D7B">
        <w:t xml:space="preserve">, </w:t>
      </w:r>
      <w:r w:rsidRPr="00A864BA">
        <w:t>la zone équatoriale de 45</w:t>
      </w:r>
      <w:r w:rsidR="00EE5D7B">
        <w:t>°</w:t>
      </w:r>
      <w:r w:rsidRPr="00A864BA">
        <w:t>doit contenir plus des 2/5 de la total</w:t>
      </w:r>
      <w:r w:rsidRPr="00A864BA">
        <w:t>i</w:t>
      </w:r>
      <w:r w:rsidRPr="00A864BA">
        <w:t>té de la lumière émise</w:t>
      </w:r>
      <w:r w:rsidR="00EE5D7B">
        <w:t xml:space="preserve"> ; </w:t>
      </w:r>
      <w:r w:rsidRPr="00A864BA">
        <w:t>ainsi il n</w:t>
      </w:r>
      <w:r w:rsidR="00EE5D7B">
        <w:t>’</w:t>
      </w:r>
      <w:r w:rsidRPr="00A864BA">
        <w:t>y a sans doute rien d</w:t>
      </w:r>
      <w:r w:rsidR="00EE5D7B">
        <w:t>’</w:t>
      </w:r>
      <w:r w:rsidRPr="00A864BA">
        <w:t>exagéré en estimant au tiers la partie de la lumière totale réfractée par les huit le</w:t>
      </w:r>
      <w:r w:rsidRPr="00A864BA">
        <w:t>n</w:t>
      </w:r>
      <w:r w:rsidRPr="00A864BA">
        <w:t>tilles</w:t>
      </w:r>
      <w:r w:rsidR="00EE5D7B">
        <w:t>.</w:t>
      </w:r>
    </w:p>
    <w:p w14:paraId="2C02F283" w14:textId="73E840EE" w:rsidR="00D26B46" w:rsidRPr="00A864BA" w:rsidRDefault="00D26B46" w:rsidP="00D26B46"/>
    <w:p w14:paraId="673E7A60" w14:textId="77777777" w:rsidR="00EE5D7B" w:rsidRDefault="00D26B46" w:rsidP="00EE5D7B">
      <w:r w:rsidRPr="00A864BA">
        <w:t>Les réflecteurs ont l</w:t>
      </w:r>
      <w:r w:rsidR="00EE5D7B">
        <w:t>’</w:t>
      </w:r>
      <w:r w:rsidRPr="00A864BA">
        <w:t>avantage d</w:t>
      </w:r>
      <w:r w:rsidR="00EE5D7B">
        <w:t>’</w:t>
      </w:r>
      <w:r w:rsidRPr="00A864BA">
        <w:t>envelopper</w:t>
      </w:r>
      <w:r w:rsidR="00EE5D7B">
        <w:t xml:space="preserve">, </w:t>
      </w:r>
      <w:r w:rsidRPr="00A864BA">
        <w:t>pour ainsi dire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objet éclairant</w:t>
      </w:r>
      <w:r w:rsidR="00EE5D7B">
        <w:t xml:space="preserve">, </w:t>
      </w:r>
      <w:r w:rsidRPr="00A864BA">
        <w:t>et de recevoir une plus grande quantité de rayons</w:t>
      </w:r>
      <w:r w:rsidR="00EE5D7B">
        <w:t xml:space="preserve"> ; </w:t>
      </w:r>
      <w:r w:rsidRPr="00A864BA">
        <w:t xml:space="preserve">mais ils absorbent au moins la moitié des rayons </w:t>
      </w:r>
      <w:proofErr w:type="spellStart"/>
      <w:r w:rsidRPr="00A864BA">
        <w:t>inc</w:t>
      </w:r>
      <w:r w:rsidRPr="00A864BA">
        <w:t>i</w:t>
      </w:r>
      <w:r w:rsidRPr="00A864BA">
        <w:t>dens</w:t>
      </w:r>
      <w:proofErr w:type="spellEnd"/>
      <w:r w:rsidR="00EE5D7B">
        <w:t xml:space="preserve">. </w:t>
      </w:r>
      <w:r w:rsidRPr="00A864BA">
        <w:t>Les réflecteurs paraboliques embrassent ordinairement les sept dixièmes de la surface totale de la sphère lumineuse</w:t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>on peut même rédu</w:t>
      </w:r>
      <w:r w:rsidRPr="00A864BA">
        <w:t>i</w:t>
      </w:r>
      <w:r w:rsidRPr="00A864BA">
        <w:t>re cette fraction à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6</w:t>
      </w:r>
      <w:r w:rsidR="00EE5D7B">
        <w:t xml:space="preserve">, </w:t>
      </w:r>
      <w:r w:rsidRPr="00A864BA">
        <w:t xml:space="preserve">à cause </w:t>
      </w:r>
      <w:r w:rsidRPr="00A864BA">
        <w:lastRenderedPageBreak/>
        <w:t>du bec</w:t>
      </w:r>
      <w:r w:rsidR="00EE5D7B">
        <w:t xml:space="preserve">, </w:t>
      </w:r>
      <w:r w:rsidRPr="00A864BA">
        <w:t>qui intercepte beaucoup plus de rayons dans la partie in</w:t>
      </w:r>
      <w:r>
        <w:t>f</w:t>
      </w:r>
      <w:r w:rsidRPr="00A864BA">
        <w:t>é</w:t>
      </w:r>
      <w:r w:rsidRPr="00A864BA">
        <w:t>rieure du réflecteur que dans le reste de la sphère lumineuse</w:t>
      </w:r>
      <w:r w:rsidR="00EE5D7B">
        <w:t xml:space="preserve">. </w:t>
      </w:r>
      <w:r w:rsidRPr="00A864BA">
        <w:t>De plus</w:t>
      </w:r>
      <w:r w:rsidR="00EE5D7B">
        <w:t xml:space="preserve">, </w:t>
      </w:r>
      <w:r w:rsidRPr="00A864BA">
        <w:t>la moitié de la lumière étant absorbée par le miroir</w:t>
      </w:r>
      <w:r w:rsidR="00EE5D7B">
        <w:t xml:space="preserve">, </w:t>
      </w:r>
      <w:r w:rsidRPr="00A864BA">
        <w:t>on voit que la somme des rayons qu</w:t>
      </w:r>
      <w:r w:rsidR="00EE5D7B">
        <w:t>’</w:t>
      </w:r>
      <w:r w:rsidRPr="00A864BA">
        <w:t>il réfléchit est ég</w:t>
      </w:r>
      <w:r w:rsidRPr="00A864BA">
        <w:t>a</w:t>
      </w:r>
      <w:r w:rsidRPr="00A864BA">
        <w:t>le aux trois dixièmes de ceux qui émanent du foyer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est-à-dire</w:t>
      </w:r>
      <w:r w:rsidR="00EE5D7B">
        <w:t xml:space="preserve">, </w:t>
      </w:r>
      <w:r w:rsidRPr="00A864BA">
        <w:t>un peu moindre que la somme des rayons transmis par les le</w:t>
      </w:r>
      <w:r w:rsidRPr="00A864BA">
        <w:t>n</w:t>
      </w:r>
      <w:r w:rsidRPr="00A864BA">
        <w:t>tilles</w:t>
      </w:r>
      <w:r w:rsidR="00EE5D7B">
        <w:t>.</w:t>
      </w:r>
    </w:p>
    <w:p w14:paraId="398CE0AE" w14:textId="77777777" w:rsidR="00EE5D7B" w:rsidRDefault="00D26B46" w:rsidP="00EE5D7B">
      <w:r w:rsidRPr="00A864BA">
        <w:t>L</w:t>
      </w:r>
      <w:r w:rsidR="00EE5D7B">
        <w:t>’</w:t>
      </w:r>
      <w:r w:rsidRPr="00A864BA">
        <w:t>effet utile des lentilles et des réflecteurs ne dépend pas seulement de la proportion des rayons réfléchis ou réfractés</w:t>
      </w:r>
      <w:r w:rsidR="00EE5D7B">
        <w:t xml:space="preserve">, </w:t>
      </w:r>
      <w:r w:rsidRPr="00A864BA">
        <w:t>mais e</w:t>
      </w:r>
      <w:r w:rsidRPr="00A864BA">
        <w:t>n</w:t>
      </w:r>
      <w:r w:rsidRPr="00A864BA">
        <w:t>core de leur concentration plus ou moins grande dans le plan hor</w:t>
      </w:r>
      <w:r w:rsidRPr="00A864BA">
        <w:t>i</w:t>
      </w:r>
      <w:r w:rsidRPr="00A864BA">
        <w:t>zontal où ils doivent éclairer les navigateurs</w:t>
      </w:r>
      <w:r w:rsidR="00EE5D7B">
        <w:t xml:space="preserve">, </w:t>
      </w:r>
      <w:r w:rsidRPr="00A864BA">
        <w:t>laquelle dépend des dimensions de l</w:t>
      </w:r>
      <w:r w:rsidR="00EE5D7B">
        <w:t>’</w:t>
      </w:r>
      <w:r w:rsidRPr="00A864BA">
        <w:t>objet éclairant relativement à la di</w:t>
      </w:r>
      <w:r w:rsidRPr="00A864BA">
        <w:t>s</w:t>
      </w:r>
      <w:r w:rsidRPr="00A864BA">
        <w:t>tance de ce foyer à la surface du miroir ou de la lentille</w:t>
      </w:r>
      <w:r w:rsidR="00EE5D7B">
        <w:t xml:space="preserve">. </w:t>
      </w:r>
      <w:r w:rsidRPr="00A864BA">
        <w:t>Dans l</w:t>
      </w:r>
      <w:r w:rsidR="00EE5D7B">
        <w:t>’</w:t>
      </w:r>
      <w:r w:rsidRPr="00A864BA">
        <w:t>appareil lenticulaire que je viens de décrire</w:t>
      </w:r>
      <w:r w:rsidR="00EE5D7B">
        <w:t xml:space="preserve">, </w:t>
      </w:r>
      <w:r w:rsidRPr="00A864BA">
        <w:t>cette distance v</w:t>
      </w:r>
      <w:r w:rsidRPr="00A864BA">
        <w:t>a</w:t>
      </w:r>
      <w:r w:rsidRPr="00A864BA">
        <w:t>rie peu</w:t>
      </w:r>
      <w:r w:rsidR="00EE5D7B">
        <w:t xml:space="preserve"> : </w:t>
      </w:r>
      <w:r w:rsidRPr="00A864BA">
        <w:t>elle est de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92 aux centres des lentilles</w:t>
      </w:r>
      <w:r w:rsidR="00EE5D7B">
        <w:t xml:space="preserve">, </w:t>
      </w:r>
      <w:r w:rsidRPr="00A864BA">
        <w:t>de 1</w:t>
      </w:r>
      <w:r w:rsidRPr="00A864BA">
        <w:rPr>
          <w:vertAlign w:val="superscript"/>
        </w:rPr>
        <w:t>m</w:t>
      </w:r>
      <w:r w:rsidRPr="00A864BA">
        <w:t xml:space="preserve"> au m</w:t>
      </w:r>
      <w:r w:rsidRPr="00A864BA">
        <w:t>i</w:t>
      </w:r>
      <w:r w:rsidRPr="00A864BA">
        <w:t>lieu de leurs bords et de 1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07 à leurs angles</w:t>
      </w:r>
      <w:r w:rsidR="00EE5D7B">
        <w:t xml:space="preserve">. </w:t>
      </w:r>
      <w:r w:rsidRPr="00A864BA">
        <w:t>Dans un réflecteur parabolique</w:t>
      </w:r>
      <w:r w:rsidR="00EE5D7B">
        <w:t xml:space="preserve">, </w:t>
      </w:r>
      <w:r w:rsidRPr="00A864BA">
        <w:t>au contraire</w:t>
      </w:r>
      <w:r w:rsidR="00EE5D7B">
        <w:t xml:space="preserve">, </w:t>
      </w:r>
      <w:r w:rsidRPr="00A864BA">
        <w:t>la dista</w:t>
      </w:r>
      <w:r w:rsidRPr="00A864BA">
        <w:t>n</w:t>
      </w:r>
      <w:r w:rsidRPr="00A864BA">
        <w:t>ce du foyer aux divers points de la surface varie depuis un jusqu</w:t>
      </w:r>
      <w:r w:rsidR="00EE5D7B">
        <w:t>’</w:t>
      </w:r>
      <w:r w:rsidRPr="00A864BA">
        <w:t>à trois et demi</w:t>
      </w:r>
      <w:r w:rsidR="00EE5D7B">
        <w:t xml:space="preserve"> ; </w:t>
      </w:r>
      <w:r w:rsidRPr="00A864BA">
        <w:t>et à l</w:t>
      </w:r>
      <w:r w:rsidR="00EE5D7B">
        <w:t>’</w:t>
      </w:r>
      <w:r w:rsidRPr="00A864BA">
        <w:t>extrémité du paramètre</w:t>
      </w:r>
      <w:r w:rsidR="00EE5D7B">
        <w:t xml:space="preserve">, </w:t>
      </w:r>
      <w:r w:rsidRPr="00A864BA">
        <w:t>elle est déjà le double de ce qu</w:t>
      </w:r>
      <w:r w:rsidR="00EE5D7B">
        <w:t>’</w:t>
      </w:r>
      <w:r w:rsidRPr="00A864BA">
        <w:t>elle est au sommet du paraboloïde</w:t>
      </w:r>
      <w:r w:rsidR="00EE5D7B">
        <w:t xml:space="preserve">. </w:t>
      </w:r>
      <w:r w:rsidRPr="00A864BA">
        <w:t>Dans les plus grands réflecteurs employés jusqu</w:t>
      </w:r>
      <w:r w:rsidR="00EE5D7B">
        <w:t>’</w:t>
      </w:r>
      <w:r w:rsidRPr="00A864BA">
        <w:t>à présent</w:t>
      </w:r>
      <w:r w:rsidR="00EE5D7B">
        <w:t xml:space="preserve">, </w:t>
      </w:r>
      <w:r w:rsidRPr="00A864BA">
        <w:t>qui ont trente-un pouces d</w:t>
      </w:r>
      <w:r w:rsidR="00EE5D7B">
        <w:t>’</w:t>
      </w:r>
      <w:r w:rsidRPr="00A864BA">
        <w:t>o</w:t>
      </w:r>
      <w:r w:rsidRPr="00A864BA">
        <w:t>u</w:t>
      </w:r>
      <w:r w:rsidRPr="00A864BA">
        <w:t>verture et pèsent près de cent livres</w:t>
      </w:r>
      <w:r w:rsidR="00EE5D7B">
        <w:t xml:space="preserve">, </w:t>
      </w:r>
      <w:r w:rsidRPr="00A864BA">
        <w:t>la distance du foyer au sommet du parab</w:t>
      </w:r>
      <w:r w:rsidRPr="00A864BA">
        <w:t>o</w:t>
      </w:r>
      <w:r w:rsidRPr="00A864BA">
        <w:t>loïde n</w:t>
      </w:r>
      <w:r w:rsidR="00EE5D7B">
        <w:t>’</w:t>
      </w:r>
      <w:r w:rsidRPr="00A864BA">
        <w:t>est que de cinq pouces</w:t>
      </w:r>
      <w:r w:rsidR="00EE5D7B">
        <w:t xml:space="preserve">. </w:t>
      </w:r>
      <w:r w:rsidRPr="00A864BA">
        <w:t xml:space="preserve">On voit </w:t>
      </w:r>
      <w:proofErr w:type="spellStart"/>
      <w:r w:rsidRPr="00A864BA">
        <w:t>quelle</w:t>
      </w:r>
      <w:proofErr w:type="spellEnd"/>
      <w:r w:rsidRPr="00A864BA">
        <w:t xml:space="preserve"> doit être la divergence verticale des rayons voisins du sommet</w:t>
      </w:r>
      <w:r w:rsidR="00EE5D7B">
        <w:t xml:space="preserve">, </w:t>
      </w:r>
      <w:r w:rsidRPr="00A864BA">
        <w:t>je dirai même de la moitié de tous ceux que réfléchit le miroir</w:t>
      </w:r>
      <w:r w:rsidR="00EE5D7B">
        <w:t xml:space="preserve">, </w:t>
      </w:r>
      <w:r w:rsidRPr="00A864BA">
        <w:t>dès que la flamme qui l</w:t>
      </w:r>
      <w:r w:rsidR="00EE5D7B">
        <w:t>’</w:t>
      </w:r>
      <w:r w:rsidRPr="00A864BA">
        <w:t>éclaire a seulement un pouce et demi de ha</w:t>
      </w:r>
      <w:r w:rsidRPr="00A864BA">
        <w:t>u</w:t>
      </w:r>
      <w:r w:rsidRPr="00A864BA">
        <w:t>teur</w:t>
      </w:r>
      <w:r w:rsidR="00EE5D7B">
        <w:t xml:space="preserve">. </w:t>
      </w:r>
      <w:r w:rsidRPr="00A864BA">
        <w:t xml:space="preserve">Une partie de ces rayons </w:t>
      </w:r>
      <w:proofErr w:type="spellStart"/>
      <w:r w:rsidRPr="00A864BA">
        <w:t>divergens</w:t>
      </w:r>
      <w:proofErr w:type="spellEnd"/>
      <w:r w:rsidRPr="00A864BA">
        <w:t xml:space="preserve"> est sans doute util</w:t>
      </w:r>
      <w:r w:rsidRPr="00A864BA">
        <w:t>e</w:t>
      </w:r>
      <w:r w:rsidRPr="00A864BA">
        <w:t>ment employée à éclairer les abords du phare</w:t>
      </w:r>
      <w:r w:rsidR="00EE5D7B">
        <w:t xml:space="preserve"> ; </w:t>
      </w:r>
      <w:r w:rsidRPr="00A864BA">
        <w:t>mais les rayons qui</w:t>
      </w:r>
      <w:r w:rsidR="00EE5D7B">
        <w:t xml:space="preserve">, </w:t>
      </w:r>
      <w:r w:rsidRPr="00A864BA">
        <w:t>par l</w:t>
      </w:r>
      <w:r w:rsidR="00EE5D7B">
        <w:t>’</w:t>
      </w:r>
      <w:r w:rsidRPr="00A864BA">
        <w:t>effet de la même divergence</w:t>
      </w:r>
      <w:r w:rsidR="00EE5D7B">
        <w:t xml:space="preserve">, </w:t>
      </w:r>
      <w:r w:rsidRPr="00A864BA">
        <w:t>s</w:t>
      </w:r>
      <w:r w:rsidR="00EE5D7B">
        <w:t>’</w:t>
      </w:r>
      <w:r w:rsidRPr="00A864BA">
        <w:t>élèvent au-dessus du pian horizontal</w:t>
      </w:r>
      <w:r w:rsidR="00EE5D7B">
        <w:t xml:space="preserve">, </w:t>
      </w:r>
      <w:r w:rsidRPr="00A864BA">
        <w:t>sont perdus pour les navigateurs</w:t>
      </w:r>
      <w:r w:rsidR="00EE5D7B">
        <w:t xml:space="preserve">. </w:t>
      </w:r>
      <w:r w:rsidRPr="00A864BA">
        <w:t>Comme l</w:t>
      </w:r>
      <w:r w:rsidR="00EE5D7B">
        <w:t>’</w:t>
      </w:r>
      <w:r w:rsidRPr="00A864BA">
        <w:t>intensité de la lumière décroît proportionnellement au carré de la distance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 vers les points les plus éloignés de l</w:t>
      </w:r>
      <w:r w:rsidR="00EE5D7B">
        <w:t>’</w:t>
      </w:r>
      <w:r w:rsidRPr="00A864BA">
        <w:t>horizon qu</w:t>
      </w:r>
      <w:r w:rsidR="00EE5D7B">
        <w:t>’</w:t>
      </w:r>
      <w:r w:rsidRPr="00A864BA">
        <w:t xml:space="preserve">on doit </w:t>
      </w:r>
      <w:r w:rsidRPr="00A864BA">
        <w:lastRenderedPageBreak/>
        <w:t>diriger la majeure partie des rayons</w:t>
      </w:r>
      <w:r w:rsidR="00EE5D7B">
        <w:t xml:space="preserve"> ; </w:t>
      </w:r>
      <w:r w:rsidRPr="00A864BA">
        <w:t>et il n</w:t>
      </w:r>
      <w:r w:rsidR="00EE5D7B">
        <w:t>’</w:t>
      </w:r>
      <w:r w:rsidRPr="00A864BA">
        <w:t>est pas nécessaire d</w:t>
      </w:r>
      <w:r w:rsidR="00EE5D7B">
        <w:t>’</w:t>
      </w:r>
      <w:r w:rsidRPr="00A864BA">
        <w:t xml:space="preserve">en réserver beaucoup pour les feux </w:t>
      </w:r>
      <w:proofErr w:type="spellStart"/>
      <w:r w:rsidRPr="00A864BA">
        <w:t>plongeans</w:t>
      </w:r>
      <w:proofErr w:type="spellEnd"/>
      <w:r w:rsidRPr="00A864BA">
        <w:t xml:space="preserve"> de</w:t>
      </w:r>
      <w:r w:rsidRPr="00A864BA">
        <w:t>s</w:t>
      </w:r>
      <w:r w:rsidRPr="00A864BA">
        <w:t>tinés à faire voir le phare aux navigateurs très rapprochés</w:t>
      </w:r>
      <w:r w:rsidR="00EE5D7B">
        <w:t>.</w:t>
      </w:r>
    </w:p>
    <w:p w14:paraId="11B5ADE1" w14:textId="0FFB4E8B" w:rsidR="00EE5D7B" w:rsidRDefault="00D26B46" w:rsidP="00EE5D7B">
      <w:r w:rsidRPr="00A864BA">
        <w:t>C</w:t>
      </w:r>
      <w:r w:rsidR="00EE5D7B">
        <w:t>’</w:t>
      </w:r>
      <w:r w:rsidRPr="00A864BA">
        <w:t>est donc par la somme des rayons dirigés dans le plan hor</w:t>
      </w:r>
      <w:r w:rsidRPr="00A864BA">
        <w:t>i</w:t>
      </w:r>
      <w:r w:rsidRPr="00A864BA">
        <w:t>zontal qu</w:t>
      </w:r>
      <w:r w:rsidR="00EE5D7B">
        <w:t>’</w:t>
      </w:r>
      <w:r w:rsidRPr="00A864BA">
        <w:t>il faut comparer les effets des appareils destinés à l</w:t>
      </w:r>
      <w:r w:rsidR="00EE5D7B">
        <w:t>’</w:t>
      </w:r>
      <w:r w:rsidRPr="00A864BA">
        <w:t>éclairage des phares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 xml:space="preserve">est aussi sous ce rapport que nous avons </w:t>
      </w:r>
      <w:proofErr w:type="spellStart"/>
      <w:r w:rsidRPr="00A864BA">
        <w:t>compare</w:t>
      </w:r>
      <w:proofErr w:type="spellEnd"/>
      <w:r w:rsidR="00EE5D7B">
        <w:t>, M. </w:t>
      </w:r>
      <w:r w:rsidRPr="00A864BA">
        <w:rPr>
          <w:i/>
        </w:rPr>
        <w:t>Arago</w:t>
      </w:r>
      <w:r w:rsidR="00EE5D7B">
        <w:t>, M. </w:t>
      </w:r>
      <w:r w:rsidRPr="00A864BA">
        <w:rPr>
          <w:i/>
        </w:rPr>
        <w:t>Mathieu</w:t>
      </w:r>
      <w:r w:rsidRPr="00A864BA">
        <w:t xml:space="preserve"> et moi</w:t>
      </w:r>
      <w:r w:rsidR="00EE5D7B">
        <w:t xml:space="preserve">, </w:t>
      </w:r>
      <w:r w:rsidRPr="00A864BA">
        <w:t>les effets utiles des divers réflecteurs et des grandes le</w:t>
      </w:r>
      <w:r w:rsidRPr="00A864BA">
        <w:t>n</w:t>
      </w:r>
      <w:r w:rsidRPr="00A864BA">
        <w:t>tilles</w:t>
      </w:r>
      <w:r w:rsidR="00EE5D7B">
        <w:t>.</w:t>
      </w:r>
    </w:p>
    <w:p w14:paraId="7AC73CED" w14:textId="5749F9A9" w:rsidR="00EE5D7B" w:rsidRDefault="00D26B46" w:rsidP="00EE5D7B">
      <w:r w:rsidRPr="00A864BA">
        <w:t>Il y aurait beaucoup d</w:t>
      </w:r>
      <w:r w:rsidR="00EE5D7B">
        <w:t>’</w:t>
      </w:r>
      <w:r w:rsidRPr="00A864BA">
        <w:t>inconvénient à former la lumière centrale de l</w:t>
      </w:r>
      <w:r w:rsidR="00EE5D7B">
        <w:t>’</w:t>
      </w:r>
      <w:r w:rsidRPr="00A864BA">
        <w:t>appareil lenticulaire par l</w:t>
      </w:r>
      <w:r w:rsidR="00EE5D7B">
        <w:t>’</w:t>
      </w:r>
      <w:r w:rsidRPr="00A864BA">
        <w:t>assemblage d</w:t>
      </w:r>
      <w:r w:rsidR="00EE5D7B">
        <w:t>’</w:t>
      </w:r>
      <w:r w:rsidRPr="00A864BA">
        <w:t>un grand nombre de becs ord</w:t>
      </w:r>
      <w:r w:rsidRPr="00A864BA">
        <w:t>i</w:t>
      </w:r>
      <w:r w:rsidRPr="00A864BA">
        <w:t>naires d</w:t>
      </w:r>
      <w:r w:rsidR="00EE5D7B">
        <w:t>’</w:t>
      </w:r>
      <w:proofErr w:type="spellStart"/>
      <w:r w:rsidRPr="00A864BA">
        <w:rPr>
          <w:i/>
        </w:rPr>
        <w:t>Argant</w:t>
      </w:r>
      <w:proofErr w:type="spellEnd"/>
      <w:r w:rsidR="00EE5D7B">
        <w:t xml:space="preserve"> ; </w:t>
      </w:r>
      <w:r w:rsidRPr="00A864BA">
        <w:t>car s</w:t>
      </w:r>
      <w:r w:rsidR="00EE5D7B">
        <w:t>’</w:t>
      </w:r>
      <w:r w:rsidRPr="00A864BA">
        <w:t>ils étaient seulement au nombre de dix</w:t>
      </w:r>
      <w:r w:rsidR="00EE5D7B">
        <w:t xml:space="preserve">, </w:t>
      </w:r>
      <w:r w:rsidRPr="00A864BA">
        <w:t>la perte des rayons de chaque bec interceptés par les autres becs deviendrait considérable</w:t>
      </w:r>
      <w:r w:rsidR="00EE5D7B">
        <w:t xml:space="preserve">. </w:t>
      </w:r>
      <w:r w:rsidRPr="00A864BA">
        <w:t>La vivacité de la lumière étant la qualité la plus essentielle d</w:t>
      </w:r>
      <w:r w:rsidR="00EE5D7B">
        <w:t>’</w:t>
      </w:r>
      <w:r w:rsidRPr="00A864BA">
        <w:t>un phare</w:t>
      </w:r>
      <w:r w:rsidR="00EE5D7B">
        <w:t xml:space="preserve">, </w:t>
      </w:r>
      <w:r w:rsidRPr="00A864BA">
        <w:t>il était n</w:t>
      </w:r>
      <w:r w:rsidRPr="00A864BA">
        <w:t>é</w:t>
      </w:r>
      <w:r w:rsidRPr="00A864BA">
        <w:t>cessaire</w:t>
      </w:r>
      <w:r w:rsidR="00EE5D7B">
        <w:t xml:space="preserve">, </w:t>
      </w:r>
      <w:r w:rsidRPr="00A864BA">
        <w:t>pour tirer le parti le plus avantageux de l</w:t>
      </w:r>
      <w:r w:rsidR="00EE5D7B">
        <w:t>’</w:t>
      </w:r>
      <w:r w:rsidRPr="00A864BA">
        <w:t>appareil le</w:t>
      </w:r>
      <w:r w:rsidRPr="00A864BA">
        <w:t>n</w:t>
      </w:r>
      <w:r w:rsidRPr="00A864BA">
        <w:t>ticulaire</w:t>
      </w:r>
      <w:r w:rsidR="00EE5D7B">
        <w:t xml:space="preserve">, </w:t>
      </w:r>
      <w:r w:rsidRPr="00A864BA">
        <w:t>que le feu central prése</w:t>
      </w:r>
      <w:r w:rsidRPr="00A864BA">
        <w:t>n</w:t>
      </w:r>
      <w:r w:rsidRPr="00A864BA">
        <w:t>tât beaucoup de lumière sous un volume peu considérable</w:t>
      </w:r>
      <w:r w:rsidR="00EE5D7B">
        <w:t xml:space="preserve">. </w:t>
      </w:r>
      <w:r w:rsidRPr="00A864BA">
        <w:t>Nous sommes parvenus</w:t>
      </w:r>
      <w:r w:rsidR="00EE5D7B">
        <w:t>, M. </w:t>
      </w:r>
      <w:r w:rsidRPr="00A864BA">
        <w:rPr>
          <w:i/>
        </w:rPr>
        <w:t>Arago</w:t>
      </w:r>
      <w:r w:rsidRPr="00A864BA">
        <w:t xml:space="preserve"> et moi</w:t>
      </w:r>
      <w:r w:rsidR="00EE5D7B">
        <w:t xml:space="preserve">, </w:t>
      </w:r>
      <w:r w:rsidRPr="00A864BA">
        <w:t>à résoudre ce problème d</w:t>
      </w:r>
      <w:r w:rsidR="00EE5D7B">
        <w:t>’</w:t>
      </w:r>
      <w:r w:rsidRPr="00A864BA">
        <w:t>une manière sati</w:t>
      </w:r>
      <w:r w:rsidRPr="00A864BA">
        <w:t>s</w:t>
      </w:r>
      <w:r w:rsidRPr="00A864BA">
        <w:t>faisante</w:t>
      </w:r>
      <w:r w:rsidR="00EE5D7B">
        <w:t xml:space="preserve">, </w:t>
      </w:r>
      <w:r w:rsidRPr="00A864BA">
        <w:t>en suivant l</w:t>
      </w:r>
      <w:r w:rsidR="00EE5D7B">
        <w:t>’</w:t>
      </w:r>
      <w:r w:rsidRPr="00A864BA">
        <w:t xml:space="preserve">idée de </w:t>
      </w:r>
      <w:r w:rsidR="00EE5D7B">
        <w:t>M. de </w:t>
      </w:r>
      <w:r w:rsidRPr="00A864BA">
        <w:rPr>
          <w:i/>
        </w:rPr>
        <w:t>Rumford</w:t>
      </w:r>
      <w:r w:rsidRPr="00A864BA">
        <w:t xml:space="preserve"> sur les becs à mèches mu</w:t>
      </w:r>
      <w:r w:rsidRPr="00A864BA">
        <w:t>l</w:t>
      </w:r>
      <w:r w:rsidRPr="00A864BA">
        <w:t>tiples</w:t>
      </w:r>
      <w:r w:rsidR="00EE5D7B">
        <w:t xml:space="preserve">, </w:t>
      </w:r>
      <w:r w:rsidRPr="00A864BA">
        <w:t>et nous avons même été plus heureux que lui dans nos essais</w:t>
      </w:r>
      <w:r w:rsidR="00EE5D7B">
        <w:t xml:space="preserve">. </w:t>
      </w:r>
      <w:r w:rsidRPr="00A864BA">
        <w:t>Nous avons fait construire des becs à mèches conce</w:t>
      </w:r>
      <w:r w:rsidRPr="00A864BA">
        <w:t>n</w:t>
      </w:r>
      <w:r w:rsidRPr="00A864BA">
        <w:t>triques</w:t>
      </w:r>
      <w:r w:rsidR="00EE5D7B">
        <w:t xml:space="preserve">, </w:t>
      </w:r>
      <w:r w:rsidRPr="00A864BA">
        <w:t>qui portent deux mèches</w:t>
      </w:r>
      <w:r w:rsidR="00EE5D7B">
        <w:t xml:space="preserve">, </w:t>
      </w:r>
      <w:r w:rsidRPr="00A864BA">
        <w:t>trois mèches et jusqu</w:t>
      </w:r>
      <w:r w:rsidR="00EE5D7B">
        <w:t>’</w:t>
      </w:r>
      <w:r w:rsidRPr="00A864BA">
        <w:t>à quatre mèches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on peut gouverner presque aussi ais</w:t>
      </w:r>
      <w:r w:rsidRPr="00A864BA">
        <w:t>é</w:t>
      </w:r>
      <w:r w:rsidRPr="00A864BA">
        <w:t>ment qu</w:t>
      </w:r>
      <w:r w:rsidR="00EE5D7B">
        <w:t>’</w:t>
      </w:r>
      <w:r w:rsidRPr="00A864BA">
        <w:t>un bec ordinaire</w:t>
      </w:r>
      <w:r w:rsidR="00EE5D7B">
        <w:t xml:space="preserve">. </w:t>
      </w:r>
      <w:r w:rsidRPr="00A864BA">
        <w:t>Nous avons réussi complètement à mettre le bec à l</w:t>
      </w:r>
      <w:r w:rsidR="00EE5D7B">
        <w:t>’</w:t>
      </w:r>
      <w:r w:rsidRPr="00A864BA">
        <w:t>abri de la grande ardeur de ces foyers</w:t>
      </w:r>
      <w:r w:rsidR="00EE5D7B">
        <w:t xml:space="preserve">, </w:t>
      </w:r>
      <w:r w:rsidRPr="00A864BA">
        <w:t>en y faisant arriver l</w:t>
      </w:r>
      <w:r w:rsidR="00EE5D7B">
        <w:t>’</w:t>
      </w:r>
      <w:r w:rsidRPr="00A864BA">
        <w:t>huile en surabo</w:t>
      </w:r>
      <w:r w:rsidRPr="00A864BA">
        <w:t>n</w:t>
      </w:r>
      <w:r w:rsidRPr="00A864BA">
        <w:t>dance</w:t>
      </w:r>
      <w:r w:rsidR="00EE5D7B">
        <w:t xml:space="preserve">, </w:t>
      </w:r>
      <w:r w:rsidRPr="00A864BA">
        <w:t xml:space="preserve">comme dans les lampes de </w:t>
      </w:r>
      <w:r w:rsidRPr="00A864BA">
        <w:rPr>
          <w:i/>
        </w:rPr>
        <w:t>Carcel</w:t>
      </w:r>
      <w:r w:rsidR="00EE5D7B">
        <w:t xml:space="preserve"> ; </w:t>
      </w:r>
      <w:r w:rsidRPr="00A864BA">
        <w:t>et ce moyen a si bien réussi</w:t>
      </w:r>
      <w:r w:rsidR="00EE5D7B">
        <w:t xml:space="preserve">, </w:t>
      </w:r>
      <w:r w:rsidRPr="00A864BA">
        <w:t>que</w:t>
      </w:r>
      <w:r w:rsidR="00EE5D7B">
        <w:t xml:space="preserve">, </w:t>
      </w:r>
      <w:r w:rsidRPr="00A864BA">
        <w:t>malgré le grand nombre et la d</w:t>
      </w:r>
      <w:r w:rsidRPr="00A864BA">
        <w:t>u</w:t>
      </w:r>
      <w:r w:rsidRPr="00A864BA">
        <w:t>rée des expériences auxquelles ces becs ont été soumis</w:t>
      </w:r>
      <w:r w:rsidR="00EE5D7B">
        <w:t xml:space="preserve">, </w:t>
      </w:r>
      <w:r w:rsidRPr="00A864BA">
        <w:t>nous n</w:t>
      </w:r>
      <w:r w:rsidR="00EE5D7B">
        <w:t>’</w:t>
      </w:r>
      <w:r w:rsidRPr="00A864BA">
        <w:t>avons pas encore été obligés de les nettoyer</w:t>
      </w:r>
      <w:r w:rsidR="00EE5D7B">
        <w:t xml:space="preserve">. </w:t>
      </w:r>
      <w:r w:rsidRPr="00A864BA">
        <w:t>Ces gros becs n</w:t>
      </w:r>
      <w:r w:rsidR="00EE5D7B">
        <w:t>’</w:t>
      </w:r>
      <w:r w:rsidRPr="00A864BA">
        <w:t>ont pas</w:t>
      </w:r>
      <w:r w:rsidR="00EE5D7B">
        <w:t xml:space="preserve">, </w:t>
      </w:r>
      <w:r w:rsidRPr="00A864BA">
        <w:t>comme ceux qu</w:t>
      </w:r>
      <w:r w:rsidR="00EE5D7B">
        <w:t>’</w:t>
      </w:r>
      <w:r w:rsidRPr="00A864BA">
        <w:t>on a faits jusqu</w:t>
      </w:r>
      <w:r w:rsidR="00EE5D7B">
        <w:t>’</w:t>
      </w:r>
      <w:r w:rsidRPr="00A864BA">
        <w:t>à présent avec une seule mèche circulaire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 xml:space="preserve">inconvénient de donner une flamme </w:t>
      </w:r>
      <w:r w:rsidRPr="00A864BA">
        <w:lastRenderedPageBreak/>
        <w:t>rougeâtre et de peu de ha</w:t>
      </w:r>
      <w:r w:rsidRPr="00A864BA">
        <w:t>u</w:t>
      </w:r>
      <w:r w:rsidRPr="00A864BA">
        <w:t>teur</w:t>
      </w:r>
      <w:r w:rsidR="00EE5D7B">
        <w:t xml:space="preserve">. </w:t>
      </w:r>
      <w:r w:rsidRPr="00A864BA">
        <w:t>Leur lumière est aussi blanche que brillante</w:t>
      </w:r>
      <w:r w:rsidR="00EE5D7B">
        <w:t xml:space="preserve"> ; </w:t>
      </w:r>
      <w:r w:rsidRPr="00A864BA">
        <w:t>et les flammes concentriques</w:t>
      </w:r>
      <w:r w:rsidR="00EE5D7B">
        <w:t xml:space="preserve">, </w:t>
      </w:r>
      <w:r w:rsidRPr="00A864BA">
        <w:t>s</w:t>
      </w:r>
      <w:r w:rsidR="00EE5D7B">
        <w:t>’</w:t>
      </w:r>
      <w:r w:rsidRPr="00A864BA">
        <w:t>échauffant m</w:t>
      </w:r>
      <w:r w:rsidRPr="00A864BA">
        <w:t>u</w:t>
      </w:r>
      <w:r w:rsidRPr="00A864BA">
        <w:t>tuellement</w:t>
      </w:r>
      <w:r w:rsidR="00EE5D7B">
        <w:t xml:space="preserve">, </w:t>
      </w:r>
      <w:r w:rsidRPr="00A864BA">
        <w:t>s</w:t>
      </w:r>
      <w:r w:rsidR="00EE5D7B">
        <w:t>’</w:t>
      </w:r>
      <w:proofErr w:type="spellStart"/>
      <w:r w:rsidRPr="00A864BA">
        <w:t>alo</w:t>
      </w:r>
      <w:r w:rsidRPr="00A864BA">
        <w:t>n</w:t>
      </w:r>
      <w:r w:rsidRPr="00A864BA">
        <w:t>gent</w:t>
      </w:r>
      <w:proofErr w:type="spellEnd"/>
      <w:r w:rsidRPr="00A864BA">
        <w:t xml:space="preserve"> avec facilité</w:t>
      </w:r>
      <w:r w:rsidR="00EE5D7B">
        <w:t xml:space="preserve"> : </w:t>
      </w:r>
      <w:r w:rsidRPr="00A864BA">
        <w:t>il est même nécessaire alors de tenir les cheminées un peu hautes</w:t>
      </w:r>
      <w:r w:rsidR="00EE5D7B">
        <w:t xml:space="preserve">, </w:t>
      </w:r>
      <w:r w:rsidRPr="00A864BA">
        <w:t>pour que l</w:t>
      </w:r>
      <w:r w:rsidR="00EE5D7B">
        <w:t>’</w:t>
      </w:r>
      <w:r w:rsidRPr="00A864BA">
        <w:t>air</w:t>
      </w:r>
      <w:r w:rsidR="00EE5D7B">
        <w:t xml:space="preserve">, </w:t>
      </w:r>
      <w:r w:rsidRPr="00A864BA">
        <w:t>se renouv</w:t>
      </w:r>
      <w:r w:rsidRPr="00A864BA">
        <w:t>e</w:t>
      </w:r>
      <w:r w:rsidRPr="00A864BA">
        <w:t>lant rapidement</w:t>
      </w:r>
      <w:r w:rsidR="00EE5D7B">
        <w:t xml:space="preserve">, </w:t>
      </w:r>
      <w:r w:rsidRPr="00A864BA">
        <w:t>puisse suffire à la combustion du gaz qui se dégage</w:t>
      </w:r>
      <w:r w:rsidR="00EE5D7B">
        <w:t xml:space="preserve">, </w:t>
      </w:r>
      <w:r w:rsidRPr="00A864BA">
        <w:t>et</w:t>
      </w:r>
      <w:r w:rsidR="00EE5D7B">
        <w:t xml:space="preserve">, </w:t>
      </w:r>
      <w:r w:rsidRPr="00A864BA">
        <w:t>rafraîchissant le bec</w:t>
      </w:r>
      <w:r w:rsidR="00EE5D7B">
        <w:t xml:space="preserve">, </w:t>
      </w:r>
      <w:r w:rsidRPr="00A864BA">
        <w:t>empêcher la distillation trop abondante de l</w:t>
      </w:r>
      <w:r w:rsidR="00EE5D7B">
        <w:t>’</w:t>
      </w:r>
      <w:r w:rsidRPr="00A864BA">
        <w:t>huile</w:t>
      </w:r>
      <w:r w:rsidR="00EE5D7B">
        <w:t>.</w:t>
      </w:r>
    </w:p>
    <w:p w14:paraId="6D9AEA38" w14:textId="77777777" w:rsidR="00EE5D7B" w:rsidRDefault="00D26B46" w:rsidP="00EE5D7B">
      <w:r w:rsidRPr="00A864BA">
        <w:t>On pouvait craindre que la vivacité de la combustion ne cha</w:t>
      </w:r>
      <w:r w:rsidRPr="00A864BA">
        <w:t>r</w:t>
      </w:r>
      <w:r w:rsidRPr="00A864BA">
        <w:t>bonnât les mèches concentriques</w:t>
      </w:r>
      <w:r w:rsidR="00EE5D7B">
        <w:t xml:space="preserve"> (</w:t>
      </w:r>
      <w:proofErr w:type="spellStart"/>
      <w:r w:rsidRPr="00A864BA">
        <w:t>sur-tout</w:t>
      </w:r>
      <w:proofErr w:type="spellEnd"/>
      <w:r w:rsidRPr="00A864BA">
        <w:t xml:space="preserve"> dans le bec qui en porte quatre</w:t>
      </w:r>
      <w:r w:rsidR="00EE5D7B">
        <w:t xml:space="preserve">) </w:t>
      </w:r>
      <w:r w:rsidRPr="00A864BA">
        <w:t>plus rapidement que cela n</w:t>
      </w:r>
      <w:r w:rsidR="00EE5D7B">
        <w:t>’</w:t>
      </w:r>
      <w:r w:rsidRPr="00A864BA">
        <w:t>a lieu dans les becs des lampes ordinaires</w:t>
      </w:r>
      <w:r w:rsidR="00EE5D7B">
        <w:t xml:space="preserve"> ; </w:t>
      </w:r>
      <w:r w:rsidRPr="00A864BA">
        <w:t>mais nous nous sommes assurés du co</w:t>
      </w:r>
      <w:r w:rsidRPr="00A864BA">
        <w:t>n</w:t>
      </w:r>
      <w:r w:rsidRPr="00A864BA">
        <w:t>traire par l</w:t>
      </w:r>
      <w:r w:rsidR="00EE5D7B">
        <w:t>’</w:t>
      </w:r>
      <w:r w:rsidRPr="00A864BA">
        <w:t>expérience</w:t>
      </w:r>
      <w:r w:rsidR="00EE5D7B">
        <w:t xml:space="preserve">, </w:t>
      </w:r>
      <w:r w:rsidRPr="00A864BA">
        <w:t>et nous avons reconnu en outre qu</w:t>
      </w:r>
      <w:r w:rsidR="00EE5D7B">
        <w:t>’</w:t>
      </w:r>
      <w:r w:rsidRPr="00A864BA">
        <w:t>au même degré de carbonisation</w:t>
      </w:r>
      <w:r w:rsidR="00EE5D7B">
        <w:t xml:space="preserve">, </w:t>
      </w:r>
      <w:r w:rsidRPr="00A864BA">
        <w:t>les mèches du bec quadruple éprouvent moins de dim</w:t>
      </w:r>
      <w:r w:rsidRPr="00A864BA">
        <w:t>i</w:t>
      </w:r>
      <w:r w:rsidRPr="00A864BA">
        <w:t>nution dans l</w:t>
      </w:r>
      <w:r w:rsidR="00EE5D7B">
        <w:t>’</w:t>
      </w:r>
      <w:r w:rsidRPr="00A864BA">
        <w:t>effet qu</w:t>
      </w:r>
      <w:r w:rsidR="00EE5D7B">
        <w:t>’</w:t>
      </w:r>
      <w:r w:rsidRPr="00A864BA">
        <w:t>elles produisent</w:t>
      </w:r>
      <w:r w:rsidR="00EE5D7B">
        <w:t xml:space="preserve"> ; </w:t>
      </w:r>
      <w:r w:rsidRPr="00A864BA">
        <w:t>ce qui tient sans doute à ce que la grande chaleur du foyer fac</w:t>
      </w:r>
      <w:r w:rsidRPr="00A864BA">
        <w:t>i</w:t>
      </w:r>
      <w:r w:rsidRPr="00A864BA">
        <w:t>lite l</w:t>
      </w:r>
      <w:r w:rsidR="00EE5D7B">
        <w:t>’</w:t>
      </w:r>
      <w:r w:rsidRPr="00A864BA">
        <w:t>ascension de l</w:t>
      </w:r>
      <w:r w:rsidR="00EE5D7B">
        <w:t>’</w:t>
      </w:r>
      <w:r w:rsidRPr="00A864BA">
        <w:t>huile dans les mèches</w:t>
      </w:r>
      <w:r w:rsidR="00EE5D7B">
        <w:t xml:space="preserve">. </w:t>
      </w:r>
      <w:r w:rsidRPr="00A864BA">
        <w:t>Nous avons tenu le bec quadruple allumé pendant quatorze heures sans les mo</w:t>
      </w:r>
      <w:r w:rsidRPr="00A864BA">
        <w:t>u</w:t>
      </w:r>
      <w:r w:rsidRPr="00A864BA">
        <w:t>cher</w:t>
      </w:r>
      <w:r w:rsidR="00EE5D7B">
        <w:t xml:space="preserve">, </w:t>
      </w:r>
      <w:r w:rsidRPr="00A864BA">
        <w:t>et la vivacité de la lumière donnée par la lentille qu</w:t>
      </w:r>
      <w:r w:rsidR="00EE5D7B">
        <w:t>’</w:t>
      </w:r>
      <w:r w:rsidRPr="00A864BA">
        <w:t>il ill</w:t>
      </w:r>
      <w:r w:rsidRPr="00A864BA">
        <w:t>u</w:t>
      </w:r>
      <w:r w:rsidRPr="00A864BA">
        <w:t>minait n</w:t>
      </w:r>
      <w:r w:rsidR="00EE5D7B">
        <w:t>’</w:t>
      </w:r>
      <w:r w:rsidRPr="00A864BA">
        <w:t>avait guère diminué que du sixième de son intensité primitive</w:t>
      </w:r>
      <w:r w:rsidR="00EE5D7B">
        <w:t xml:space="preserve">. </w:t>
      </w:r>
      <w:r w:rsidRPr="00A864BA">
        <w:t>Ainsi</w:t>
      </w:r>
      <w:r w:rsidR="00EE5D7B">
        <w:t xml:space="preserve">, </w:t>
      </w:r>
      <w:r w:rsidRPr="00A864BA">
        <w:t>ces becs quadruples peuvent brûler pe</w:t>
      </w:r>
      <w:r w:rsidRPr="00A864BA">
        <w:t>n</w:t>
      </w:r>
      <w:r w:rsidRPr="00A864BA">
        <w:t>dant les longues nuits d</w:t>
      </w:r>
      <w:r w:rsidR="00EE5D7B">
        <w:t>’</w:t>
      </w:r>
      <w:r w:rsidRPr="00A864BA">
        <w:t>hiver</w:t>
      </w:r>
      <w:r w:rsidR="00EE5D7B">
        <w:t xml:space="preserve">, </w:t>
      </w:r>
      <w:r w:rsidRPr="00A864BA">
        <w:t>sans qu</w:t>
      </w:r>
      <w:r w:rsidR="00EE5D7B">
        <w:t>’</w:t>
      </w:r>
      <w:r w:rsidRPr="00A864BA">
        <w:t>il soit nécessaire de les mo</w:t>
      </w:r>
      <w:r w:rsidRPr="00A864BA">
        <w:t>u</w:t>
      </w:r>
      <w:r w:rsidRPr="00A864BA">
        <w:t>cher</w:t>
      </w:r>
      <w:r w:rsidR="00EE5D7B">
        <w:t xml:space="preserve"> ; </w:t>
      </w:r>
      <w:r w:rsidRPr="00A864BA">
        <w:t>il suffit de relever un peu les mèches dans les dernières heures de la combustion</w:t>
      </w:r>
      <w:r w:rsidR="00EE5D7B">
        <w:t xml:space="preserve">, </w:t>
      </w:r>
      <w:r w:rsidRPr="00A864BA">
        <w:t>pour conserver aux flammes leur hauteur primit</w:t>
      </w:r>
      <w:r w:rsidRPr="00A864BA">
        <w:t>i</w:t>
      </w:r>
      <w:r w:rsidRPr="00A864BA">
        <w:t>ve</w:t>
      </w:r>
      <w:r w:rsidR="00EE5D7B">
        <w:t>.</w:t>
      </w:r>
    </w:p>
    <w:p w14:paraId="1FF813A5" w14:textId="77777777" w:rsidR="00EE5D7B" w:rsidRDefault="00D26B46" w:rsidP="00EE5D7B">
      <w:r w:rsidRPr="00A864BA">
        <w:t>Le bec quadruple</w:t>
      </w:r>
      <w:r w:rsidR="00EE5D7B">
        <w:t xml:space="preserve">, </w:t>
      </w:r>
      <w:r w:rsidRPr="00A864BA">
        <w:t>ayant 9 centimètres de diamètre</w:t>
      </w:r>
      <w:r w:rsidR="00EE5D7B">
        <w:t xml:space="preserve">, </w:t>
      </w:r>
      <w:r w:rsidRPr="00A864BA">
        <w:t>brûle à-peu-près une livre et demie d</w:t>
      </w:r>
      <w:r w:rsidR="00EE5D7B">
        <w:t>’</w:t>
      </w:r>
      <w:r w:rsidRPr="00A864BA">
        <w:t xml:space="preserve">huile par heure dans les </w:t>
      </w:r>
      <w:proofErr w:type="spellStart"/>
      <w:r w:rsidRPr="00A864BA">
        <w:t>m</w:t>
      </w:r>
      <w:r w:rsidRPr="00A864BA">
        <w:t>o</w:t>
      </w:r>
      <w:r w:rsidRPr="00A864BA">
        <w:t>mens</w:t>
      </w:r>
      <w:proofErr w:type="spellEnd"/>
      <w:r w:rsidRPr="00A864BA">
        <w:t xml:space="preserve"> où la combustion a le plus d</w:t>
      </w:r>
      <w:r w:rsidR="00EE5D7B">
        <w:t>’</w:t>
      </w:r>
      <w:r w:rsidRPr="00A864BA">
        <w:t>activité</w:t>
      </w:r>
      <w:r w:rsidR="00EE5D7B">
        <w:t xml:space="preserve">, </w:t>
      </w:r>
      <w:r w:rsidRPr="00A864BA">
        <w:t>et donne de la l</w:t>
      </w:r>
      <w:r w:rsidRPr="00A864BA">
        <w:t>u</w:t>
      </w:r>
      <w:r w:rsidRPr="00A864BA">
        <w:t>mière en proportion de la quantité d</w:t>
      </w:r>
      <w:r w:rsidR="00EE5D7B">
        <w:t>’</w:t>
      </w:r>
      <w:r w:rsidRPr="00A864BA">
        <w:t>huile qu</w:t>
      </w:r>
      <w:r w:rsidR="00EE5D7B">
        <w:t>’</w:t>
      </w:r>
      <w:r w:rsidRPr="00A864BA">
        <w:t>il consume</w:t>
      </w:r>
      <w:r w:rsidR="00EE5D7B">
        <w:t xml:space="preserve"> : </w:t>
      </w:r>
      <w:r w:rsidRPr="00A864BA">
        <w:t>il équivaut</w:t>
      </w:r>
      <w:r w:rsidR="00EE5D7B">
        <w:t xml:space="preserve">, </w:t>
      </w:r>
      <w:r w:rsidRPr="00A864BA">
        <w:t>pour la dépense et la lumière produite</w:t>
      </w:r>
      <w:r w:rsidR="00EE5D7B">
        <w:t xml:space="preserve">, </w:t>
      </w:r>
      <w:r w:rsidRPr="00A864BA">
        <w:t xml:space="preserve">à dix-sept lampes de </w:t>
      </w:r>
      <w:r w:rsidRPr="00A864BA">
        <w:rPr>
          <w:i/>
        </w:rPr>
        <w:t>Carcel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avec ce bec</w:t>
      </w:r>
      <w:r w:rsidR="00EE5D7B">
        <w:t xml:space="preserve">, </w:t>
      </w:r>
      <w:r w:rsidRPr="00A864BA">
        <w:t>placé au centre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est écla</w:t>
      </w:r>
      <w:r w:rsidRPr="00A864BA">
        <w:t>i</w:t>
      </w:r>
      <w:r w:rsidRPr="00A864BA">
        <w:t>ré l</w:t>
      </w:r>
      <w:r w:rsidR="00EE5D7B">
        <w:t>’</w:t>
      </w:r>
      <w:r w:rsidRPr="00A864BA">
        <w:t>appareil</w:t>
      </w:r>
      <w:r w:rsidR="00EE5D7B">
        <w:t xml:space="preserve">, </w:t>
      </w:r>
      <w:r w:rsidRPr="00A864BA">
        <w:t>composé de huit grandes lentilles carrées de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76</w:t>
      </w:r>
      <w:r w:rsidR="00EE5D7B">
        <w:t xml:space="preserve">. </w:t>
      </w:r>
      <w:r w:rsidRPr="00A864BA">
        <w:t xml:space="preserve">La lampe est fixée sur une table reposant sur une </w:t>
      </w:r>
      <w:r w:rsidRPr="00A864BA">
        <w:lastRenderedPageBreak/>
        <w:t>colonne de fonte</w:t>
      </w:r>
      <w:r w:rsidR="00EE5D7B">
        <w:t xml:space="preserve">, </w:t>
      </w:r>
      <w:r w:rsidRPr="00A864BA">
        <w:t>qui supporte en même temps le poids de l</w:t>
      </w:r>
      <w:r w:rsidR="00EE5D7B">
        <w:t>’</w:t>
      </w:r>
      <w:r w:rsidRPr="00A864BA">
        <w:t>appareil lent</w:t>
      </w:r>
      <w:r w:rsidRPr="00A864BA">
        <w:t>i</w:t>
      </w:r>
      <w:r w:rsidRPr="00A864BA">
        <w:t>culaire</w:t>
      </w:r>
      <w:r w:rsidR="00EE5D7B">
        <w:t xml:space="preserve">. </w:t>
      </w:r>
      <w:r w:rsidRPr="00A864BA">
        <w:t>Cet appareil peut tourner aisément autour de la c</w:t>
      </w:r>
      <w:r w:rsidRPr="00A864BA">
        <w:t>o</w:t>
      </w:r>
      <w:r w:rsidRPr="00A864BA">
        <w:t>lonne</w:t>
      </w:r>
      <w:r w:rsidR="00EE5D7B">
        <w:t xml:space="preserve">, </w:t>
      </w:r>
      <w:r w:rsidRPr="00A864BA">
        <w:t>au moyen de galets qui roulent sur la saillie du chap</w:t>
      </w:r>
      <w:r w:rsidRPr="00A864BA">
        <w:t>i</w:t>
      </w:r>
      <w:r w:rsidRPr="00A864BA">
        <w:t>teau</w:t>
      </w:r>
      <w:r w:rsidR="00EE5D7B">
        <w:t xml:space="preserve">, </w:t>
      </w:r>
      <w:r w:rsidRPr="00A864BA">
        <w:t>et il est mis en mouvement par une horloge</w:t>
      </w:r>
      <w:r w:rsidR="00EE5D7B">
        <w:t xml:space="preserve">, </w:t>
      </w:r>
      <w:r w:rsidRPr="00A864BA">
        <w:t>qui règle la durée de ses révolutions</w:t>
      </w:r>
      <w:r w:rsidR="00EE5D7B">
        <w:t xml:space="preserve">. </w:t>
      </w:r>
      <w:r w:rsidRPr="00A864BA">
        <w:t>En tournant ainsi autour de la lumière ce</w:t>
      </w:r>
      <w:r w:rsidRPr="00A864BA">
        <w:t>n</w:t>
      </w:r>
      <w:r w:rsidRPr="00A864BA">
        <w:t>trale</w:t>
      </w:r>
      <w:r w:rsidR="00EE5D7B">
        <w:t xml:space="preserve">, </w:t>
      </w:r>
      <w:r w:rsidRPr="00A864BA">
        <w:t>qui reste fixe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appareil lenticulaire promène successiv</w:t>
      </w:r>
      <w:r w:rsidRPr="00A864BA">
        <w:t>e</w:t>
      </w:r>
      <w:r w:rsidRPr="00A864BA">
        <w:t>ment sur tous les points de l</w:t>
      </w:r>
      <w:r w:rsidR="00EE5D7B">
        <w:t>’</w:t>
      </w:r>
      <w:r w:rsidRPr="00A864BA">
        <w:t>horizon les huit cônes lumineux des lentilles et les intervalles obscurs qui les séparent</w:t>
      </w:r>
      <w:r w:rsidR="00EE5D7B">
        <w:t xml:space="preserve"> ; </w:t>
      </w:r>
      <w:r w:rsidRPr="00A864BA">
        <w:t>d</w:t>
      </w:r>
      <w:r w:rsidR="00EE5D7B">
        <w:t>’</w:t>
      </w:r>
      <w:r w:rsidRPr="00A864BA">
        <w:t>où r</w:t>
      </w:r>
      <w:r w:rsidRPr="00A864BA">
        <w:t>é</w:t>
      </w:r>
      <w:r w:rsidRPr="00A864BA">
        <w:t>sulte</w:t>
      </w:r>
      <w:r w:rsidR="00EE5D7B">
        <w:t xml:space="preserve">, </w:t>
      </w:r>
      <w:r w:rsidRPr="00A864BA">
        <w:t>pour les observateurs</w:t>
      </w:r>
      <w:r w:rsidR="00EE5D7B">
        <w:t xml:space="preserve">, </w:t>
      </w:r>
      <w:r w:rsidRPr="00A864BA">
        <w:t>une su</w:t>
      </w:r>
      <w:r w:rsidRPr="00A864BA">
        <w:t>c</w:t>
      </w:r>
      <w:r w:rsidRPr="00A864BA">
        <w:t>cession régulière d</w:t>
      </w:r>
      <w:r w:rsidR="00EE5D7B">
        <w:t>’</w:t>
      </w:r>
      <w:r w:rsidRPr="00A864BA">
        <w:t>éclats et d</w:t>
      </w:r>
      <w:r w:rsidR="00EE5D7B">
        <w:t>’</w:t>
      </w:r>
      <w:r w:rsidRPr="00A864BA">
        <w:t>éclipses</w:t>
      </w:r>
      <w:r w:rsidR="00EE5D7B">
        <w:t xml:space="preserve">. </w:t>
      </w:r>
      <w:r w:rsidRPr="00A864BA">
        <w:t>La largeur des angles éclairés d</w:t>
      </w:r>
      <w:r w:rsidR="00EE5D7B">
        <w:t>’</w:t>
      </w:r>
      <w:r w:rsidRPr="00A864BA">
        <w:t>une lumière assez vive pour être aperçue à six lieues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est-à-dire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étendue ang</w:t>
      </w:r>
      <w:r w:rsidRPr="00A864BA">
        <w:t>u</w:t>
      </w:r>
      <w:r w:rsidRPr="00A864BA">
        <w:t>laire des éclats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étant que de 6</w:t>
      </w:r>
      <w:r w:rsidR="00EE5D7B">
        <w:t>° </w:t>
      </w:r>
      <w:r w:rsidR="00EE5D7B" w:rsidRPr="00A864BA">
        <w:t>1</w:t>
      </w:r>
      <w:r w:rsidRPr="00A864BA">
        <w:t>/2</w:t>
      </w:r>
      <w:r w:rsidR="00EE5D7B">
        <w:t xml:space="preserve">, </w:t>
      </w:r>
      <w:r w:rsidRPr="00A864BA">
        <w:t>tandis que celle des inte</w:t>
      </w:r>
      <w:r w:rsidRPr="00A864BA">
        <w:t>r</w:t>
      </w:r>
      <w:r w:rsidRPr="00A864BA">
        <w:t>valles obscurs est de 38</w:t>
      </w:r>
      <w:r w:rsidR="00EE5D7B">
        <w:t>° </w:t>
      </w:r>
      <w:r w:rsidR="00EE5D7B" w:rsidRPr="00A864BA">
        <w:t>1</w:t>
      </w:r>
      <w:r w:rsidRPr="00A864BA">
        <w:t>/2</w:t>
      </w:r>
      <w:r w:rsidR="00EE5D7B">
        <w:t xml:space="preserve">, </w:t>
      </w:r>
      <w:r w:rsidRPr="00A864BA">
        <w:t>la d</w:t>
      </w:r>
      <w:r w:rsidRPr="00A864BA">
        <w:t>u</w:t>
      </w:r>
      <w:r w:rsidRPr="00A864BA">
        <w:t>rée des éclats ne serait que le sixième de celle des éclipses</w:t>
      </w:r>
      <w:r w:rsidR="00EE5D7B">
        <w:t xml:space="preserve"> ; </w:t>
      </w:r>
      <w:r w:rsidRPr="00A864BA">
        <w:t>elle serait suffisante à la r</w:t>
      </w:r>
      <w:r w:rsidRPr="00A864BA">
        <w:t>i</w:t>
      </w:r>
      <w:r w:rsidRPr="00A864BA">
        <w:t>gueur</w:t>
      </w:r>
      <w:r w:rsidR="00EE5D7B">
        <w:t xml:space="preserve">, </w:t>
      </w:r>
      <w:r w:rsidRPr="00A864BA">
        <w:t>puisqu</w:t>
      </w:r>
      <w:r w:rsidR="00EE5D7B">
        <w:t>’</w:t>
      </w:r>
      <w:r w:rsidRPr="00A864BA">
        <w:t xml:space="preserve">elle est plus petite encore dans la plupart de nos phares à feux </w:t>
      </w:r>
      <w:proofErr w:type="spellStart"/>
      <w:r w:rsidRPr="00A864BA">
        <w:t>tournans</w:t>
      </w:r>
      <w:proofErr w:type="spellEnd"/>
      <w:r w:rsidRPr="00A864BA">
        <w:t xml:space="preserve"> éclairés par de grands réfle</w:t>
      </w:r>
      <w:r w:rsidRPr="00A864BA">
        <w:t>c</w:t>
      </w:r>
      <w:r w:rsidRPr="00A864BA">
        <w:t>teurs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il en est même quelques-uns où les éclats sont à peine le dixième des éclipses</w:t>
      </w:r>
      <w:r w:rsidR="00EE5D7B">
        <w:t xml:space="preserve">. </w:t>
      </w:r>
      <w:r w:rsidRPr="00A864BA">
        <w:t>Néanmoins</w:t>
      </w:r>
      <w:r w:rsidR="00EE5D7B">
        <w:t xml:space="preserve">, </w:t>
      </w:r>
      <w:r w:rsidRPr="00A864BA">
        <w:t>il était à désirer qu</w:t>
      </w:r>
      <w:r w:rsidR="00EE5D7B">
        <w:t>’</w:t>
      </w:r>
      <w:r w:rsidRPr="00A864BA">
        <w:t>on pût augmenter la durée relative des éclats dans l</w:t>
      </w:r>
      <w:r w:rsidR="00EE5D7B">
        <w:t>’</w:t>
      </w:r>
      <w:r w:rsidRPr="00A864BA">
        <w:t>appareil lenticulaire</w:t>
      </w:r>
      <w:r w:rsidR="00EE5D7B">
        <w:t xml:space="preserve">, </w:t>
      </w:r>
      <w:r w:rsidRPr="00A864BA">
        <w:t>pour sati</w:t>
      </w:r>
      <w:r w:rsidRPr="00A864BA">
        <w:t>s</w:t>
      </w:r>
      <w:r w:rsidRPr="00A864BA">
        <w:t>faire les marins</w:t>
      </w:r>
      <w:r w:rsidR="00EE5D7B">
        <w:t xml:space="preserve">, </w:t>
      </w:r>
      <w:r w:rsidRPr="00A864BA">
        <w:t>qui tro</w:t>
      </w:r>
      <w:r w:rsidRPr="00A864BA">
        <w:t>u</w:t>
      </w:r>
      <w:r w:rsidRPr="00A864BA">
        <w:t>vent toujours les éclipses trop longues</w:t>
      </w:r>
      <w:r w:rsidR="00EE5D7B">
        <w:t>.</w:t>
      </w:r>
    </w:p>
    <w:p w14:paraId="732FD8DA" w14:textId="77777777" w:rsidR="00EE5D7B" w:rsidRDefault="00D26B46" w:rsidP="00EE5D7B">
      <w:r w:rsidRPr="00A864BA">
        <w:t>Il est aisé d</w:t>
      </w:r>
      <w:r w:rsidR="00EE5D7B">
        <w:t>’</w:t>
      </w:r>
      <w:r w:rsidRPr="00A864BA">
        <w:t>augmenter autant qu</w:t>
      </w:r>
      <w:r w:rsidR="00EE5D7B">
        <w:t>’</w:t>
      </w:r>
      <w:r w:rsidRPr="00A864BA">
        <w:t xml:space="preserve">on le veut la divergence des rayons </w:t>
      </w:r>
      <w:proofErr w:type="spellStart"/>
      <w:r w:rsidRPr="00A864BA">
        <w:t>émergens</w:t>
      </w:r>
      <w:proofErr w:type="spellEnd"/>
      <w:r w:rsidR="00EE5D7B">
        <w:t xml:space="preserve">, </w:t>
      </w:r>
      <w:r w:rsidRPr="00A864BA">
        <w:t>en rapprochant ou éloignant les lentilles de la lumière centrale</w:t>
      </w:r>
      <w:r w:rsidR="00EE5D7B">
        <w:t xml:space="preserve"> ; </w:t>
      </w:r>
      <w:r w:rsidRPr="00A864BA">
        <w:t>mais comme alors la divergence croît autant dans le sens vertical que dans le sens horizontal</w:t>
      </w:r>
      <w:r w:rsidR="00EE5D7B">
        <w:t xml:space="preserve">, </w:t>
      </w:r>
      <w:r w:rsidRPr="00A864BA">
        <w:t>on perd beaucoup de rayons</w:t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>intensité de la l</w:t>
      </w:r>
      <w:r w:rsidRPr="00A864BA">
        <w:t>u</w:t>
      </w:r>
      <w:r w:rsidRPr="00A864BA">
        <w:t>mière diminue suivant un rapport bien plus grand que celui de l</w:t>
      </w:r>
      <w:r w:rsidR="00EE5D7B">
        <w:t>’</w:t>
      </w:r>
      <w:r w:rsidRPr="00A864BA">
        <w:t>accroissement de sa durée</w:t>
      </w:r>
      <w:r w:rsidR="00EE5D7B">
        <w:t xml:space="preserve"> ; </w:t>
      </w:r>
      <w:r w:rsidRPr="00A864BA">
        <w:t>car le premier rapport est le carré du second</w:t>
      </w:r>
      <w:r w:rsidR="00EE5D7B">
        <w:t xml:space="preserve"> ; </w:t>
      </w:r>
      <w:r w:rsidRPr="00A864BA">
        <w:t>c</w:t>
      </w:r>
      <w:r w:rsidR="00EE5D7B">
        <w:t>’</w:t>
      </w:r>
      <w:r w:rsidRPr="00A864BA">
        <w:t>est-à-dire que si l</w:t>
      </w:r>
      <w:r w:rsidR="00EE5D7B">
        <w:t>’</w:t>
      </w:r>
      <w:r w:rsidRPr="00A864BA">
        <w:t>on double par ce moyen la durée des éclats</w:t>
      </w:r>
      <w:r w:rsidR="00EE5D7B">
        <w:t xml:space="preserve">, </w:t>
      </w:r>
      <w:r w:rsidRPr="00A864BA">
        <w:t>leur i</w:t>
      </w:r>
      <w:r w:rsidRPr="00A864BA">
        <w:t>n</w:t>
      </w:r>
      <w:r w:rsidRPr="00A864BA">
        <w:t>tensité est réduite au quart de ce qu</w:t>
      </w:r>
      <w:r w:rsidR="00EE5D7B">
        <w:t>’</w:t>
      </w:r>
      <w:r w:rsidRPr="00A864BA">
        <w:t>elle était d</w:t>
      </w:r>
      <w:r w:rsidR="00EE5D7B">
        <w:t>’</w:t>
      </w:r>
      <w:r w:rsidRPr="00A864BA">
        <w:t>abord</w:t>
      </w:r>
      <w:r w:rsidR="00EE5D7B">
        <w:t xml:space="preserve">. </w:t>
      </w:r>
      <w:r w:rsidRPr="00A864BA">
        <w:t>En e</w:t>
      </w:r>
      <w:r w:rsidRPr="00A864BA">
        <w:t>m</w:t>
      </w:r>
      <w:r w:rsidRPr="00A864BA">
        <w:t>ployant des lentilles d</w:t>
      </w:r>
      <w:r w:rsidR="00EE5D7B">
        <w:t>’</w:t>
      </w:r>
      <w:r w:rsidRPr="00A864BA">
        <w:t>un foyer plus court</w:t>
      </w:r>
      <w:r w:rsidR="00EE5D7B">
        <w:t xml:space="preserve">, </w:t>
      </w:r>
      <w:r w:rsidRPr="00A864BA">
        <w:t>on tomberait encore dans le même inco</w:t>
      </w:r>
      <w:r w:rsidRPr="00A864BA">
        <w:t>n</w:t>
      </w:r>
      <w:r w:rsidRPr="00A864BA">
        <w:t>vénient</w:t>
      </w:r>
      <w:r w:rsidR="00EE5D7B">
        <w:t xml:space="preserve"> ; </w:t>
      </w:r>
      <w:r w:rsidRPr="00A864BA">
        <w:t xml:space="preserve">mais au moins </w:t>
      </w:r>
      <w:r w:rsidRPr="00A864BA">
        <w:lastRenderedPageBreak/>
        <w:t>on diminuerait à-la-fois le poids de l</w:t>
      </w:r>
      <w:r w:rsidR="00EE5D7B">
        <w:t>’</w:t>
      </w:r>
      <w:r w:rsidRPr="00A864BA">
        <w:t>appareil et les frais de sa construction</w:t>
      </w:r>
      <w:r w:rsidR="00EE5D7B">
        <w:t>.</w:t>
      </w:r>
    </w:p>
    <w:p w14:paraId="28DF42B0" w14:textId="77777777" w:rsidR="00EE5D7B" w:rsidRDefault="00D26B46" w:rsidP="00EE5D7B">
      <w:r w:rsidRPr="00A864BA">
        <w:t>Je me suis proposé d</w:t>
      </w:r>
      <w:r w:rsidR="00EE5D7B">
        <w:t>’</w:t>
      </w:r>
      <w:r w:rsidRPr="00A864BA">
        <w:t>augmenter la durée des éclats sans dim</w:t>
      </w:r>
      <w:r w:rsidRPr="00A864BA">
        <w:t>i</w:t>
      </w:r>
      <w:r w:rsidRPr="00A864BA">
        <w:t>nuer leur vivacité</w:t>
      </w:r>
      <w:r w:rsidR="00EE5D7B">
        <w:t xml:space="preserve">, </w:t>
      </w:r>
      <w:r w:rsidRPr="00A864BA">
        <w:t>et sans accroître néanmoins le volume de l</w:t>
      </w:r>
      <w:r w:rsidR="00EE5D7B">
        <w:t>’</w:t>
      </w:r>
      <w:r w:rsidRPr="00A864BA">
        <w:t>objet éclairant ou la dépense d</w:t>
      </w:r>
      <w:r w:rsidR="00EE5D7B">
        <w:t>’</w:t>
      </w:r>
      <w:r w:rsidRPr="00A864BA">
        <w:t>huile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>y suis parvenu facil</w:t>
      </w:r>
      <w:r w:rsidRPr="00A864BA">
        <w:t>e</w:t>
      </w:r>
      <w:r w:rsidRPr="00A864BA">
        <w:t>ment</w:t>
      </w:r>
      <w:r w:rsidR="00EE5D7B">
        <w:t xml:space="preserve">, </w:t>
      </w:r>
      <w:r w:rsidRPr="00A864BA">
        <w:t>sans rien changer à la disposition des huit grandes le</w:t>
      </w:r>
      <w:r w:rsidRPr="00A864BA">
        <w:t>n</w:t>
      </w:r>
      <w:r w:rsidRPr="00A864BA">
        <w:t>tilles</w:t>
      </w:r>
      <w:r w:rsidR="00EE5D7B">
        <w:t xml:space="preserve">, </w:t>
      </w:r>
      <w:r w:rsidRPr="00A864BA">
        <w:t>en me se</w:t>
      </w:r>
      <w:r w:rsidRPr="00A864BA">
        <w:t>r</w:t>
      </w:r>
      <w:r w:rsidRPr="00A864BA">
        <w:t>vant des rayons lumineux qui passent par-dessus</w:t>
      </w:r>
      <w:r w:rsidR="00EE5D7B">
        <w:t xml:space="preserve">, </w:t>
      </w:r>
      <w:r w:rsidRPr="00A864BA">
        <w:t>et qui autrement seraient perdus</w:t>
      </w:r>
      <w:r w:rsidR="00EE5D7B">
        <w:t xml:space="preserve">. </w:t>
      </w:r>
      <w:r w:rsidRPr="00A864BA">
        <w:t>J</w:t>
      </w:r>
      <w:r w:rsidR="00EE5D7B">
        <w:t>’</w:t>
      </w:r>
      <w:r w:rsidRPr="00A864BA">
        <w:t>emploie à cet effet huit petites lentilles additionnelles trapézoïdales</w:t>
      </w:r>
      <w:r w:rsidR="00EE5D7B">
        <w:t xml:space="preserve">, </w:t>
      </w:r>
      <w:r w:rsidRPr="00A864BA">
        <w:t>de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50 de foyer</w:t>
      </w:r>
      <w:r w:rsidR="00EE5D7B">
        <w:t xml:space="preserve">, </w:t>
      </w:r>
      <w:r w:rsidRPr="00A864BA">
        <w:t>dont la réunion forme au-dessus du bec quadruple comme une espèce de toit en pyramide octogonale tronquée</w:t>
      </w:r>
      <w:r w:rsidR="00EE5D7B">
        <w:t xml:space="preserve">, </w:t>
      </w:r>
      <w:r w:rsidRPr="00A864BA">
        <w:t>qui laisse passer la cheminée de la lampe par son ouverture sup</w:t>
      </w:r>
      <w:r w:rsidRPr="00A864BA">
        <w:t>é</w:t>
      </w:r>
      <w:r w:rsidRPr="00A864BA">
        <w:t>rieure</w:t>
      </w:r>
      <w:r w:rsidR="00EE5D7B">
        <w:t xml:space="preserve">. </w:t>
      </w:r>
      <w:r w:rsidRPr="00A864BA">
        <w:t>Ces lentilles embrassent un quart de la surface de la sphère qui a son centre au foyer commun</w:t>
      </w:r>
      <w:r w:rsidR="00EE5D7B">
        <w:t xml:space="preserve">, </w:t>
      </w:r>
      <w:r w:rsidRPr="00A864BA">
        <w:t>et r</w:t>
      </w:r>
      <w:r w:rsidRPr="00A864BA">
        <w:t>e</w:t>
      </w:r>
      <w:r w:rsidRPr="00A864BA">
        <w:t>çoivent ainsi plus du quart de la totalité des rayons qui émanent du bec</w:t>
      </w:r>
      <w:r w:rsidR="00EE5D7B">
        <w:t xml:space="preserve">, </w:t>
      </w:r>
      <w:r w:rsidRPr="00A864BA">
        <w:t>puisque l</w:t>
      </w:r>
      <w:r w:rsidR="00EE5D7B">
        <w:t>’</w:t>
      </w:r>
      <w:r w:rsidRPr="00A864BA">
        <w:t>h</w:t>
      </w:r>
      <w:r w:rsidRPr="00A864BA">
        <w:t>é</w:t>
      </w:r>
      <w:r w:rsidRPr="00A864BA">
        <w:t>misphère supérieur</w:t>
      </w:r>
      <w:r w:rsidR="00EE5D7B">
        <w:t xml:space="preserve">, </w:t>
      </w:r>
      <w:r w:rsidRPr="00A864BA">
        <w:t>ainsi que nous l</w:t>
      </w:r>
      <w:r w:rsidR="00EE5D7B">
        <w:t>’</w:t>
      </w:r>
      <w:r w:rsidRPr="00A864BA">
        <w:t>avons déjà observé</w:t>
      </w:r>
      <w:r w:rsidR="00EE5D7B">
        <w:t xml:space="preserve">, </w:t>
      </w:r>
      <w:r w:rsidRPr="00A864BA">
        <w:t>en contient plus que l</w:t>
      </w:r>
      <w:r w:rsidR="00EE5D7B">
        <w:t>’</w:t>
      </w:r>
      <w:r w:rsidRPr="00A864BA">
        <w:t>hémisphère inférieur</w:t>
      </w:r>
      <w:r w:rsidR="00EE5D7B">
        <w:t xml:space="preserve">. </w:t>
      </w:r>
      <w:r w:rsidRPr="00A864BA">
        <w:t>Mais comme on est obligé d</w:t>
      </w:r>
      <w:r w:rsidR="00EE5D7B">
        <w:t>’</w:t>
      </w:r>
      <w:r w:rsidRPr="00A864BA">
        <w:t>employer des glaces étamées pour ramener dans une dire</w:t>
      </w:r>
      <w:r w:rsidRPr="00A864BA">
        <w:t>c</w:t>
      </w:r>
      <w:r w:rsidRPr="00A864BA">
        <w:t>tion horizontale les faisceaux lumineux qui sortent de ces lentilles</w:t>
      </w:r>
      <w:r w:rsidR="00EE5D7B">
        <w:t xml:space="preserve">, </w:t>
      </w:r>
      <w:r w:rsidRPr="00A864BA">
        <w:t>une grande partie de la lumière incidente est absorbée par les miroirs</w:t>
      </w:r>
      <w:r w:rsidR="00EE5D7B">
        <w:t xml:space="preserve">, </w:t>
      </w:r>
      <w:r w:rsidRPr="00A864BA">
        <w:t>malgré leur inclinaison prononcée</w:t>
      </w:r>
      <w:r w:rsidR="00EE5D7B">
        <w:t xml:space="preserve">, </w:t>
      </w:r>
      <w:r w:rsidRPr="00A864BA">
        <w:t>qui est de 25</w:t>
      </w:r>
      <w:r w:rsidR="00EE5D7B">
        <w:t xml:space="preserve">°; </w:t>
      </w:r>
      <w:r w:rsidRPr="00A864BA">
        <w:t>et j</w:t>
      </w:r>
      <w:r w:rsidR="00EE5D7B">
        <w:t>’</w:t>
      </w:r>
      <w:r w:rsidRPr="00A864BA">
        <w:t>estime que la lumière incidente doit être réduite à mo</w:t>
      </w:r>
      <w:r w:rsidRPr="00A864BA">
        <w:t>i</w:t>
      </w:r>
      <w:r w:rsidRPr="00A864BA">
        <w:t>tié par son passage au travers des lentilles et sa réflexion sur ces glaces étamées</w:t>
      </w:r>
      <w:r w:rsidR="00EE5D7B">
        <w:t xml:space="preserve">. </w:t>
      </w:r>
      <w:r w:rsidRPr="00A864BA">
        <w:t>Ainsi la quantité de rayons fournis par ce moyen n</w:t>
      </w:r>
      <w:r w:rsidR="00EE5D7B">
        <w:t>’</w:t>
      </w:r>
      <w:r w:rsidRPr="00A864BA">
        <w:t>est guère</w:t>
      </w:r>
      <w:r w:rsidR="00EE5D7B">
        <w:t xml:space="preserve">, </w:t>
      </w:r>
      <w:r w:rsidRPr="00A864BA">
        <w:t>en défin</w:t>
      </w:r>
      <w:r w:rsidRPr="00A864BA">
        <w:t>i</w:t>
      </w:r>
      <w:r w:rsidRPr="00A864BA">
        <w:t>tive</w:t>
      </w:r>
      <w:r w:rsidR="00EE5D7B">
        <w:t xml:space="preserve">, </w:t>
      </w:r>
      <w:r w:rsidRPr="00A864BA">
        <w:t>que la huitième partie de la totalité de ceux qui émanent du bec quadruple</w:t>
      </w:r>
      <w:r w:rsidR="00EE5D7B">
        <w:t xml:space="preserve">. </w:t>
      </w:r>
      <w:r w:rsidRPr="00A864BA">
        <w:t>C</w:t>
      </w:r>
      <w:r w:rsidRPr="00A864BA">
        <w:t>e</w:t>
      </w:r>
      <w:r w:rsidRPr="00A864BA">
        <w:t>pendant</w:t>
      </w:r>
      <w:r w:rsidR="00EE5D7B">
        <w:t xml:space="preserve">, </w:t>
      </w:r>
      <w:r w:rsidRPr="00A864BA">
        <w:t>on double au moins la durée des éclats avec ces lentilles additionnelles</w:t>
      </w:r>
      <w:r w:rsidR="00EE5D7B">
        <w:t xml:space="preserve">, </w:t>
      </w:r>
      <w:r w:rsidRPr="00A864BA">
        <w:t>en laissant 7</w:t>
      </w:r>
      <w:r w:rsidR="00EE5D7B">
        <w:t>°</w:t>
      </w:r>
      <w:r w:rsidRPr="00A864BA">
        <w:t>d</w:t>
      </w:r>
      <w:r w:rsidR="00EE5D7B">
        <w:t>’</w:t>
      </w:r>
      <w:r w:rsidRPr="00A864BA">
        <w:t>intervalle entre la projection horizontale de l</w:t>
      </w:r>
      <w:r w:rsidR="00EE5D7B">
        <w:t>’</w:t>
      </w:r>
      <w:r w:rsidRPr="00A864BA">
        <w:t>axe de chac</w:t>
      </w:r>
      <w:r w:rsidRPr="00A864BA">
        <w:t>u</w:t>
      </w:r>
      <w:r w:rsidRPr="00A864BA">
        <w:t>ne d</w:t>
      </w:r>
      <w:r w:rsidR="00EE5D7B">
        <w:t>’</w:t>
      </w:r>
      <w:r w:rsidRPr="00A864BA">
        <w:t>elles et l</w:t>
      </w:r>
      <w:r w:rsidR="00EE5D7B">
        <w:t>’</w:t>
      </w:r>
      <w:r w:rsidRPr="00A864BA">
        <w:t>axe de la grande lentille correspondante</w:t>
      </w:r>
      <w:r w:rsidR="00EE5D7B">
        <w:t xml:space="preserve">. </w:t>
      </w:r>
      <w:r w:rsidRPr="00A864BA">
        <w:t>Il faut que le feu de la petite lentille précède celui de la grande</w:t>
      </w:r>
      <w:r w:rsidR="00EE5D7B">
        <w:t xml:space="preserve"> ; </w:t>
      </w:r>
      <w:r w:rsidRPr="00A864BA">
        <w:t>car s</w:t>
      </w:r>
      <w:r w:rsidR="00EE5D7B">
        <w:t>’</w:t>
      </w:r>
      <w:r w:rsidRPr="00A864BA">
        <w:t>il le suivait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œil du spectateur</w:t>
      </w:r>
      <w:r w:rsidR="00EE5D7B">
        <w:t xml:space="preserve">, </w:t>
      </w:r>
      <w:r w:rsidRPr="00A864BA">
        <w:t>fatigué par la vivacité du grand éclat</w:t>
      </w:r>
      <w:r w:rsidR="00EE5D7B">
        <w:t xml:space="preserve">, </w:t>
      </w:r>
      <w:r w:rsidRPr="00A864BA">
        <w:t>perdrait une partie de l</w:t>
      </w:r>
      <w:r w:rsidR="00EE5D7B">
        <w:t>’</w:t>
      </w:r>
      <w:r w:rsidRPr="00A864BA">
        <w:t>autre</w:t>
      </w:r>
      <w:r w:rsidR="00EE5D7B">
        <w:t>.</w:t>
      </w:r>
    </w:p>
    <w:p w14:paraId="729A99D6" w14:textId="77777777" w:rsidR="00EE5D7B" w:rsidRDefault="00D26B46" w:rsidP="00EE5D7B">
      <w:r w:rsidRPr="00A864BA">
        <w:lastRenderedPageBreak/>
        <w:t>La lumière des petites lentilles est sans doute bien inf</w:t>
      </w:r>
      <w:r w:rsidRPr="00A864BA">
        <w:t>é</w:t>
      </w:r>
      <w:r w:rsidRPr="00A864BA">
        <w:t>rieure à celle qu</w:t>
      </w:r>
      <w:r w:rsidR="00EE5D7B">
        <w:t>’</w:t>
      </w:r>
      <w:r w:rsidRPr="00A864BA">
        <w:t>envoient les grandes</w:t>
      </w:r>
      <w:r w:rsidR="00EE5D7B">
        <w:t xml:space="preserve"> ; </w:t>
      </w:r>
      <w:r w:rsidRPr="00A864BA">
        <w:t>premièrement</w:t>
      </w:r>
      <w:r w:rsidR="00EE5D7B">
        <w:t xml:space="preserve">, </w:t>
      </w:r>
      <w:r w:rsidRPr="00A864BA">
        <w:t>parce que leur superficie n</w:t>
      </w:r>
      <w:r w:rsidR="00EE5D7B">
        <w:t>’</w:t>
      </w:r>
      <w:r w:rsidRPr="00A864BA">
        <w:t>est que le cinquième de celles-ci</w:t>
      </w:r>
      <w:r w:rsidR="00EE5D7B">
        <w:t xml:space="preserve">, </w:t>
      </w:r>
      <w:r w:rsidRPr="00A864BA">
        <w:t>et</w:t>
      </w:r>
      <w:r w:rsidR="00EE5D7B">
        <w:t xml:space="preserve">, </w:t>
      </w:r>
      <w:r w:rsidRPr="00A864BA">
        <w:t>en s</w:t>
      </w:r>
      <w:r w:rsidRPr="00A864BA">
        <w:t>e</w:t>
      </w:r>
      <w:r w:rsidRPr="00A864BA">
        <w:t>cond lieu</w:t>
      </w:r>
      <w:r w:rsidR="00EE5D7B">
        <w:t xml:space="preserve">, </w:t>
      </w:r>
      <w:r w:rsidRPr="00A864BA">
        <w:t>parce que les rayons qui en sortent sont ensuite affaiblis par une réflexion</w:t>
      </w:r>
      <w:r w:rsidR="00EE5D7B">
        <w:t xml:space="preserve">. </w:t>
      </w:r>
      <w:r w:rsidRPr="00A864BA">
        <w:t>Néanmoins</w:t>
      </w:r>
      <w:r w:rsidR="00EE5D7B">
        <w:t xml:space="preserve">, </w:t>
      </w:r>
      <w:r w:rsidRPr="00A864BA">
        <w:t>ils ont encore assez d</w:t>
      </w:r>
      <w:r w:rsidR="00EE5D7B">
        <w:t>’</w:t>
      </w:r>
      <w:r w:rsidRPr="00A864BA">
        <w:t>intensité pour être vus très-loin</w:t>
      </w:r>
      <w:r w:rsidR="00EE5D7B">
        <w:t xml:space="preserve"> ; </w:t>
      </w:r>
      <w:r w:rsidRPr="00A864BA">
        <w:t>car il résulte d</w:t>
      </w:r>
      <w:r w:rsidR="00EE5D7B">
        <w:t>’</w:t>
      </w:r>
      <w:r w:rsidRPr="00A864BA">
        <w:t>observations faites à 25000</w:t>
      </w:r>
      <w:r w:rsidRPr="00A864BA">
        <w:rPr>
          <w:vertAlign w:val="superscript"/>
        </w:rPr>
        <w:t>m</w:t>
      </w:r>
      <w:r w:rsidRPr="00A864BA">
        <w:t xml:space="preserve"> de distance et par un clair de lune</w:t>
      </w:r>
      <w:r w:rsidR="00EE5D7B">
        <w:t xml:space="preserve">, </w:t>
      </w:r>
      <w:r w:rsidRPr="00A864BA">
        <w:t>que les lentilles a</w:t>
      </w:r>
      <w:r w:rsidRPr="00A864BA">
        <w:t>d</w:t>
      </w:r>
      <w:r w:rsidRPr="00A864BA">
        <w:t>ditionnelles doublaient la durée de l</w:t>
      </w:r>
      <w:r w:rsidR="00EE5D7B">
        <w:t>’</w:t>
      </w:r>
      <w:r w:rsidRPr="00A864BA">
        <w:t>apparition du feu</w:t>
      </w:r>
      <w:r w:rsidR="00EE5D7B">
        <w:t xml:space="preserve"> ; </w:t>
      </w:r>
      <w:r w:rsidRPr="00A864BA">
        <w:t>et il est probable qu</w:t>
      </w:r>
      <w:r w:rsidR="00EE5D7B">
        <w:t>’</w:t>
      </w:r>
      <w:r w:rsidRPr="00A864BA">
        <w:t>une bonne partie de cet effet serait encore sensible à des distances plus considérables</w:t>
      </w:r>
      <w:r w:rsidR="00EE5D7B">
        <w:t xml:space="preserve">. </w:t>
      </w:r>
      <w:r w:rsidRPr="00A864BA">
        <w:t>Ces petites lentilles</w:t>
      </w:r>
      <w:r w:rsidR="00EE5D7B">
        <w:t xml:space="preserve">, </w:t>
      </w:r>
      <w:r w:rsidRPr="00A864BA">
        <w:t>qui</w:t>
      </w:r>
      <w:r w:rsidR="00EE5D7B">
        <w:t xml:space="preserve">, </w:t>
      </w:r>
      <w:r w:rsidRPr="00A864BA">
        <w:t>avec leurs glaces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augmentent le prix de l</w:t>
      </w:r>
      <w:r w:rsidR="00EE5D7B">
        <w:t>’</w:t>
      </w:r>
      <w:r w:rsidRPr="00A864BA">
        <w:t xml:space="preserve">appareil que de </w:t>
      </w:r>
      <w:r w:rsidR="00EE5D7B" w:rsidRPr="00A864BA">
        <w:t>2</w:t>
      </w:r>
      <w:r w:rsidR="00EE5D7B">
        <w:t>,</w:t>
      </w:r>
      <w:r w:rsidR="00EE5D7B" w:rsidRPr="00A864BA">
        <w:t>7</w:t>
      </w:r>
      <w:r w:rsidRPr="00A864BA">
        <w:t>00</w:t>
      </w:r>
      <w:r w:rsidRPr="00A864BA">
        <w:rPr>
          <w:vertAlign w:val="superscript"/>
        </w:rPr>
        <w:t>f</w:t>
      </w:r>
      <w:r w:rsidR="00EE5D7B">
        <w:t xml:space="preserve">, </w:t>
      </w:r>
      <w:r w:rsidRPr="00A864BA">
        <w:t>et son poids que de 128 kil</w:t>
      </w:r>
      <w:r w:rsidR="00EE5D7B">
        <w:t xml:space="preserve">. </w:t>
      </w:r>
      <w:r w:rsidRPr="00A864BA">
        <w:t>ou 256 livres</w:t>
      </w:r>
      <w:r w:rsidR="00EE5D7B">
        <w:t xml:space="preserve">, </w:t>
      </w:r>
      <w:r w:rsidRPr="00A864BA">
        <w:t>sont donc une addition avantageuse et même économique</w:t>
      </w:r>
      <w:r w:rsidR="00EE5D7B">
        <w:t xml:space="preserve">, </w:t>
      </w:r>
      <w:r w:rsidRPr="00A864BA">
        <w:t>puisqu</w:t>
      </w:r>
      <w:r w:rsidR="00EE5D7B">
        <w:t>’</w:t>
      </w:r>
      <w:r w:rsidRPr="00A864BA">
        <w:t>elles r</w:t>
      </w:r>
      <w:r w:rsidRPr="00A864BA">
        <w:t>e</w:t>
      </w:r>
      <w:r w:rsidRPr="00A864BA">
        <w:t>cueillent et emploient utilement une partie notable de la l</w:t>
      </w:r>
      <w:r w:rsidRPr="00A864BA">
        <w:t>u</w:t>
      </w:r>
      <w:r w:rsidRPr="00A864BA">
        <w:t>mière produite</w:t>
      </w:r>
      <w:r w:rsidR="00EE5D7B">
        <w:t xml:space="preserve">, </w:t>
      </w:r>
      <w:r w:rsidRPr="00A864BA">
        <w:t>qui sans elles aurait été perdue</w:t>
      </w:r>
      <w:r w:rsidR="00EE5D7B">
        <w:t>.</w:t>
      </w:r>
    </w:p>
    <w:p w14:paraId="6CA4AF51" w14:textId="77777777" w:rsidR="00EE5D7B" w:rsidRDefault="00D26B46" w:rsidP="00EE5D7B">
      <w:r w:rsidRPr="00A864BA">
        <w:t>On pourrait</w:t>
      </w:r>
      <w:r w:rsidR="00EE5D7B">
        <w:t xml:space="preserve">, </w:t>
      </w:r>
      <w:r w:rsidRPr="00A864BA">
        <w:t>à la rigueur</w:t>
      </w:r>
      <w:r w:rsidR="00EE5D7B">
        <w:t xml:space="preserve">, </w:t>
      </w:r>
      <w:r w:rsidRPr="00A864BA">
        <w:t>diriger aussi vers l</w:t>
      </w:r>
      <w:r w:rsidR="00EE5D7B">
        <w:t>’</w:t>
      </w:r>
      <w:r w:rsidRPr="00A864BA">
        <w:t>horizon les rayons qui passent par-dessous les grandes lentilles</w:t>
      </w:r>
      <w:r w:rsidR="00EE5D7B">
        <w:t xml:space="preserve"> ; </w:t>
      </w:r>
      <w:r w:rsidRPr="00A864BA">
        <w:t>mais il s</w:t>
      </w:r>
      <w:r w:rsidRPr="00A864BA">
        <w:t>e</w:t>
      </w:r>
      <w:r w:rsidRPr="00A864BA">
        <w:t xml:space="preserve">rait </w:t>
      </w:r>
      <w:proofErr w:type="spellStart"/>
      <w:r w:rsidRPr="00A864BA">
        <w:t>dificile</w:t>
      </w:r>
      <w:proofErr w:type="spellEnd"/>
      <w:r w:rsidRPr="00A864BA">
        <w:t xml:space="preserve"> de le faire sans gêner beaucoup le service de la lampe</w:t>
      </w:r>
      <w:r w:rsidR="00EE5D7B">
        <w:t xml:space="preserve"> ; </w:t>
      </w:r>
      <w:r w:rsidRPr="00A864BA">
        <w:t>c</w:t>
      </w:r>
      <w:r w:rsidR="00EE5D7B">
        <w:t>’</w:t>
      </w:r>
      <w:r w:rsidRPr="00A864BA">
        <w:t>est ce qui m</w:t>
      </w:r>
      <w:r w:rsidR="00EE5D7B">
        <w:t>’</w:t>
      </w:r>
      <w:r w:rsidRPr="00A864BA">
        <w:t>a décidé à les laisser tomber directement dans la mer</w:t>
      </w:r>
      <w:r w:rsidR="00EE5D7B">
        <w:t xml:space="preserve">, </w:t>
      </w:r>
      <w:r w:rsidRPr="00A864BA">
        <w:t>où ils ne seront pas tout-à-fait sans utilité</w:t>
      </w:r>
      <w:r w:rsidR="00EE5D7B">
        <w:t xml:space="preserve">, </w:t>
      </w:r>
      <w:r w:rsidRPr="00A864BA">
        <w:t>en fo</w:t>
      </w:r>
      <w:r w:rsidRPr="00A864BA">
        <w:t>r</w:t>
      </w:r>
      <w:r w:rsidRPr="00A864BA">
        <w:t>mant des feux très-</w:t>
      </w:r>
      <w:proofErr w:type="spellStart"/>
      <w:r w:rsidRPr="00A864BA">
        <w:t>plongeans</w:t>
      </w:r>
      <w:proofErr w:type="spellEnd"/>
      <w:r w:rsidRPr="00A864BA">
        <w:t xml:space="preserve"> qui éclaireront les abords du phare</w:t>
      </w:r>
      <w:r w:rsidR="00EE5D7B">
        <w:t>.</w:t>
      </w:r>
    </w:p>
    <w:p w14:paraId="1F66CDEE" w14:textId="1DB6B6E2" w:rsidR="00EE5D7B" w:rsidRDefault="00D26B46" w:rsidP="00EE5D7B">
      <w:r w:rsidRPr="00A864BA">
        <w:t>Nous avons comparé par de nombreuses expériences</w:t>
      </w:r>
      <w:r w:rsidR="00EE5D7B">
        <w:t>, M. </w:t>
      </w:r>
      <w:r w:rsidRPr="00A864BA">
        <w:rPr>
          <w:i/>
        </w:rPr>
        <w:t>Arago</w:t>
      </w:r>
      <w:r w:rsidR="00EE5D7B">
        <w:t>, M. </w:t>
      </w:r>
      <w:r w:rsidRPr="00A864BA">
        <w:rPr>
          <w:i/>
        </w:rPr>
        <w:t>Mathieu</w:t>
      </w:r>
      <w:r w:rsidRPr="00A864BA">
        <w:t xml:space="preserve"> et moi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intensité de lumière des grandes lentilles de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 xml:space="preserve">76 avec celles des réflecteurs de </w:t>
      </w:r>
      <w:r w:rsidR="00EE5D7B">
        <w:t>M. </w:t>
      </w:r>
      <w:r w:rsidRPr="00A864BA">
        <w:rPr>
          <w:i/>
        </w:rPr>
        <w:t>Lenoir</w:t>
      </w:r>
      <w:r w:rsidR="00EE5D7B">
        <w:t xml:space="preserve">, </w:t>
      </w:r>
      <w:r w:rsidRPr="00A864BA">
        <w:t>de 31 pouces d</w:t>
      </w:r>
      <w:r w:rsidR="00EE5D7B">
        <w:t>’</w:t>
      </w:r>
      <w:r w:rsidRPr="00A864BA">
        <w:t>ouverture</w:t>
      </w:r>
      <w:r w:rsidR="00EE5D7B">
        <w:t xml:space="preserve">, </w:t>
      </w:r>
      <w:r w:rsidRPr="00A864BA">
        <w:t xml:space="preserve">et des réflecteurs à double paraboloïde de </w:t>
      </w:r>
      <w:r w:rsidR="00EE5D7B">
        <w:t>M. </w:t>
      </w:r>
      <w:r w:rsidRPr="00A864BA">
        <w:rPr>
          <w:i/>
        </w:rPr>
        <w:t>Bordier-</w:t>
      </w:r>
      <w:proofErr w:type="spellStart"/>
      <w:r w:rsidRPr="00A864BA">
        <w:rPr>
          <w:i/>
        </w:rPr>
        <w:t>Marcet</w:t>
      </w:r>
      <w:proofErr w:type="spellEnd"/>
      <w:r w:rsidR="00EE5D7B">
        <w:t xml:space="preserve">, </w:t>
      </w:r>
      <w:r w:rsidRPr="00A864BA">
        <w:t>de 28 à 29 pouces de diamètre</w:t>
      </w:r>
      <w:r w:rsidR="00EE5D7B">
        <w:t xml:space="preserve">, </w:t>
      </w:r>
      <w:r w:rsidRPr="00A864BA">
        <w:t>les plus grands qu</w:t>
      </w:r>
      <w:r w:rsidR="00EE5D7B">
        <w:t>’</w:t>
      </w:r>
      <w:r w:rsidRPr="00A864BA">
        <w:t>on ait employés jusqu</w:t>
      </w:r>
      <w:r w:rsidR="00EE5D7B">
        <w:t>’</w:t>
      </w:r>
      <w:r w:rsidRPr="00A864BA">
        <w:t>à présent dans les phares</w:t>
      </w:r>
      <w:r w:rsidR="00EE5D7B">
        <w:t xml:space="preserve">. </w:t>
      </w:r>
      <w:r w:rsidRPr="00A864BA">
        <w:t>Nous avons trouvé que la lentille éclairée par le bec quadruple</w:t>
      </w:r>
      <w:r w:rsidR="00EE5D7B">
        <w:t xml:space="preserve">, </w:t>
      </w:r>
      <w:r w:rsidRPr="00A864BA">
        <w:t>do</w:t>
      </w:r>
      <w:r w:rsidRPr="00A864BA">
        <w:t>n</w:t>
      </w:r>
      <w:r w:rsidRPr="00A864BA">
        <w:t>nait</w:t>
      </w:r>
      <w:r w:rsidR="00EE5D7B">
        <w:t xml:space="preserve">, </w:t>
      </w:r>
      <w:r w:rsidRPr="00A864BA">
        <w:t>suivant l</w:t>
      </w:r>
      <w:r w:rsidR="00EE5D7B">
        <w:t>’</w:t>
      </w:r>
      <w:r w:rsidRPr="00A864BA">
        <w:t>axe</w:t>
      </w:r>
      <w:r w:rsidR="00EE5D7B">
        <w:t xml:space="preserve">, </w:t>
      </w:r>
      <w:r w:rsidRPr="00A864BA">
        <w:t xml:space="preserve">une lumière trois fois et un quart aussi vive que celle du grand réflecteur </w:t>
      </w:r>
      <w:r w:rsidRPr="00A864BA">
        <w:lastRenderedPageBreak/>
        <w:t xml:space="preserve">de </w:t>
      </w:r>
      <w:r w:rsidR="00EE5D7B">
        <w:t>M. </w:t>
      </w:r>
      <w:r w:rsidRPr="00A864BA">
        <w:rPr>
          <w:i/>
        </w:rPr>
        <w:t>Lenoir</w:t>
      </w:r>
      <w:r w:rsidR="00EE5D7B">
        <w:t xml:space="preserve">, </w:t>
      </w:r>
      <w:r w:rsidRPr="00A864BA">
        <w:t>et quatre fois et d</w:t>
      </w:r>
      <w:r w:rsidRPr="00A864BA">
        <w:t>e</w:t>
      </w:r>
      <w:r w:rsidRPr="00A864BA">
        <w:t xml:space="preserve">mie plus intense que celle du réflecteur à double effet de </w:t>
      </w:r>
      <w:r w:rsidR="00EE5D7B">
        <w:t>M. </w:t>
      </w:r>
      <w:r w:rsidRPr="00A864BA">
        <w:rPr>
          <w:i/>
        </w:rPr>
        <w:t>Bordier-</w:t>
      </w:r>
      <w:proofErr w:type="spellStart"/>
      <w:r w:rsidRPr="00A864BA">
        <w:rPr>
          <w:i/>
        </w:rPr>
        <w:t>Marcet</w:t>
      </w:r>
      <w:proofErr w:type="spellEnd"/>
      <w:r w:rsidR="00EE5D7B">
        <w:t xml:space="preserve">. </w:t>
      </w:r>
      <w:r w:rsidRPr="00A864BA">
        <w:t>Or</w:t>
      </w:r>
      <w:r w:rsidR="00EE5D7B">
        <w:t xml:space="preserve">, </w:t>
      </w:r>
      <w:r w:rsidRPr="00A864BA">
        <w:t xml:space="preserve">dans les phares à feux </w:t>
      </w:r>
      <w:proofErr w:type="spellStart"/>
      <w:r w:rsidRPr="00A864BA">
        <w:t>tournans</w:t>
      </w:r>
      <w:proofErr w:type="spellEnd"/>
      <w:r w:rsidRPr="00A864BA">
        <w:t xml:space="preserve"> les mieux éclairés</w:t>
      </w:r>
      <w:r w:rsidR="00EE5D7B">
        <w:t xml:space="preserve">, </w:t>
      </w:r>
      <w:r w:rsidRPr="00A864BA">
        <w:t>on ne réunit ordinairement</w:t>
      </w:r>
      <w:r w:rsidR="00EE5D7B">
        <w:t xml:space="preserve">, </w:t>
      </w:r>
      <w:r w:rsidRPr="00A864BA">
        <w:t>dans la même dire</w:t>
      </w:r>
      <w:r w:rsidRPr="00A864BA">
        <w:t>c</w:t>
      </w:r>
      <w:r w:rsidRPr="00A864BA">
        <w:t>tion</w:t>
      </w:r>
      <w:r w:rsidR="00EE5D7B">
        <w:t xml:space="preserve">, </w:t>
      </w:r>
      <w:r w:rsidRPr="00A864BA">
        <w:t>que deux grands réflecteurs</w:t>
      </w:r>
      <w:r w:rsidRPr="00A864BA">
        <w:rPr>
          <w:rStyle w:val="Appelnotedebasdep"/>
        </w:rPr>
        <w:footnoteReference w:id="3"/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>appareil se compose de quatre couples semblables disposés en carré</w:t>
      </w:r>
      <w:r w:rsidR="00EE5D7B">
        <w:t xml:space="preserve"> : </w:t>
      </w:r>
      <w:r w:rsidRPr="00A864BA">
        <w:t xml:space="preserve">ainsi les éclats produits par les lentilles sont deux fois plus </w:t>
      </w:r>
      <w:proofErr w:type="spellStart"/>
      <w:r w:rsidRPr="00A864BA">
        <w:t>bri</w:t>
      </w:r>
      <w:r w:rsidRPr="00A864BA">
        <w:t>l</w:t>
      </w:r>
      <w:r w:rsidRPr="00A864BA">
        <w:t>lans</w:t>
      </w:r>
      <w:proofErr w:type="spellEnd"/>
      <w:r w:rsidRPr="00A864BA">
        <w:t xml:space="preserve"> dans l</w:t>
      </w:r>
      <w:r w:rsidR="00EE5D7B">
        <w:t>’</w:t>
      </w:r>
      <w:r w:rsidRPr="00A864BA">
        <w:t xml:space="preserve">axe que ceux des phares à feux </w:t>
      </w:r>
      <w:proofErr w:type="spellStart"/>
      <w:r w:rsidRPr="00A864BA">
        <w:t>tournans</w:t>
      </w:r>
      <w:proofErr w:type="spellEnd"/>
      <w:r w:rsidRPr="00A864BA">
        <w:t xml:space="preserve"> de </w:t>
      </w:r>
      <w:r w:rsidR="00EE5D7B">
        <w:t>M. </w:t>
      </w:r>
      <w:r w:rsidRPr="00A864BA">
        <w:rPr>
          <w:i/>
        </w:rPr>
        <w:t>Bordier</w:t>
      </w:r>
      <w:r w:rsidR="00EE5D7B">
        <w:t xml:space="preserve">, </w:t>
      </w:r>
      <w:r w:rsidRPr="00A864BA">
        <w:t xml:space="preserve">et même de </w:t>
      </w:r>
      <w:r w:rsidR="00EE5D7B">
        <w:t>M. </w:t>
      </w:r>
      <w:r w:rsidRPr="00A864BA">
        <w:rPr>
          <w:i/>
        </w:rPr>
        <w:t>Lenoir</w:t>
      </w:r>
      <w:r w:rsidR="00EE5D7B">
        <w:t xml:space="preserve"> ; </w:t>
      </w:r>
      <w:r w:rsidRPr="00A864BA">
        <w:t>car il est difficile d</w:t>
      </w:r>
      <w:r w:rsidR="00EE5D7B">
        <w:t>’</w:t>
      </w:r>
      <w:r w:rsidRPr="00A864BA">
        <w:t>établir un parallélisme assez exact entre les axes des réflecteurs accouplés</w:t>
      </w:r>
      <w:r w:rsidR="00EE5D7B">
        <w:t xml:space="preserve">, </w:t>
      </w:r>
      <w:r w:rsidRPr="00A864BA">
        <w:t xml:space="preserve">pour que leurs </w:t>
      </w:r>
      <w:r w:rsidRPr="00A864BA">
        <w:rPr>
          <w:i/>
          <w:iCs/>
        </w:rPr>
        <w:t>maxima</w:t>
      </w:r>
      <w:r w:rsidRPr="00A864BA">
        <w:t xml:space="preserve"> de lumière se superposent rigoureusement</w:t>
      </w:r>
      <w:r w:rsidR="00EE5D7B">
        <w:t xml:space="preserve">, </w:t>
      </w:r>
      <w:r w:rsidRPr="00A864BA">
        <w:t>et produ</w:t>
      </w:r>
      <w:r w:rsidRPr="00A864BA">
        <w:t>i</w:t>
      </w:r>
      <w:r w:rsidRPr="00A864BA">
        <w:t>sent une intensité double de celle qu</w:t>
      </w:r>
      <w:r w:rsidR="00EE5D7B">
        <w:t>’</w:t>
      </w:r>
      <w:r w:rsidRPr="00A864BA">
        <w:t>ils donnent séparément</w:t>
      </w:r>
      <w:r w:rsidR="00EE5D7B">
        <w:t xml:space="preserve">, </w:t>
      </w:r>
      <w:proofErr w:type="spellStart"/>
      <w:r w:rsidRPr="00A864BA">
        <w:t>sur-tout</w:t>
      </w:r>
      <w:proofErr w:type="spellEnd"/>
      <w:r w:rsidRPr="00A864BA">
        <w:t xml:space="preserve"> quand des réflecteurs aussi grands sont éclairés</w:t>
      </w:r>
      <w:r w:rsidR="00EE5D7B">
        <w:t xml:space="preserve">, </w:t>
      </w:r>
      <w:r w:rsidRPr="00A864BA">
        <w:t xml:space="preserve">comme ceux de </w:t>
      </w:r>
      <w:r w:rsidR="00EE5D7B">
        <w:t>M. </w:t>
      </w:r>
      <w:r w:rsidRPr="00A864BA">
        <w:rPr>
          <w:i/>
        </w:rPr>
        <w:t>Lenoir</w:t>
      </w:r>
      <w:r w:rsidR="00EE5D7B">
        <w:t xml:space="preserve">, </w:t>
      </w:r>
      <w:r w:rsidRPr="00A864BA">
        <w:t>par un petit bec de 6 lignes de di</w:t>
      </w:r>
      <w:r w:rsidRPr="00A864BA">
        <w:t>a</w:t>
      </w:r>
      <w:r w:rsidRPr="00A864BA">
        <w:t>mètre</w:t>
      </w:r>
      <w:r w:rsidR="00EE5D7B">
        <w:t xml:space="preserve">. </w:t>
      </w:r>
      <w:r w:rsidRPr="00A864BA">
        <w:t>Il est d</w:t>
      </w:r>
      <w:r w:rsidR="00EE5D7B">
        <w:t>’</w:t>
      </w:r>
      <w:r w:rsidRPr="00A864BA">
        <w:t>ailleurs nécessaire alors</w:t>
      </w:r>
      <w:r w:rsidR="00EE5D7B">
        <w:t xml:space="preserve">, </w:t>
      </w:r>
      <w:r w:rsidRPr="00A864BA">
        <w:t>à cause du peu de la</w:t>
      </w:r>
      <w:r w:rsidRPr="00A864BA">
        <w:t>r</w:t>
      </w:r>
      <w:r w:rsidRPr="00A864BA">
        <w:t>geur des cônes lumineux qu</w:t>
      </w:r>
      <w:r w:rsidR="00EE5D7B">
        <w:t>’</w:t>
      </w:r>
      <w:r w:rsidRPr="00A864BA">
        <w:t>ils projettent</w:t>
      </w:r>
      <w:r w:rsidR="00EE5D7B">
        <w:t xml:space="preserve">, </w:t>
      </w:r>
      <w:r w:rsidRPr="00A864BA">
        <w:t>de donner à leurs axes une légère divergence pour prolonger la durée des éclats</w:t>
      </w:r>
      <w:r w:rsidR="00EE5D7B">
        <w:t xml:space="preserve">. </w:t>
      </w:r>
      <w:r w:rsidRPr="00A864BA">
        <w:t>Donc</w:t>
      </w:r>
      <w:r w:rsidR="00EE5D7B">
        <w:t xml:space="preserve">, </w:t>
      </w:r>
      <w:r w:rsidRPr="00A864BA">
        <w:t>en d</w:t>
      </w:r>
      <w:r w:rsidRPr="00A864BA">
        <w:t>é</w:t>
      </w:r>
      <w:r w:rsidRPr="00A864BA">
        <w:t>finitive</w:t>
      </w:r>
      <w:r w:rsidR="00EE5D7B">
        <w:t xml:space="preserve">, </w:t>
      </w:r>
      <w:r w:rsidRPr="00A864BA">
        <w:t>les éclats produits par les grandes lentilles do</w:t>
      </w:r>
      <w:r w:rsidRPr="00A864BA">
        <w:t>i</w:t>
      </w:r>
      <w:r w:rsidRPr="00A864BA">
        <w:t>vent avoir deux fois plus d</w:t>
      </w:r>
      <w:r w:rsidR="00EE5D7B">
        <w:t>’</w:t>
      </w:r>
      <w:r w:rsidRPr="00A864BA">
        <w:t>intensité que ceux des phares de France les mieux éclairés</w:t>
      </w:r>
      <w:r w:rsidR="00EE5D7B">
        <w:t>.</w:t>
      </w:r>
    </w:p>
    <w:p w14:paraId="2958AA18" w14:textId="619F1C25" w:rsidR="00EE5D7B" w:rsidRDefault="00D26B46" w:rsidP="00EE5D7B">
      <w:r w:rsidRPr="00A864BA">
        <w:t>Pour estimer et comparer les sommes de rayons qui co</w:t>
      </w:r>
      <w:r w:rsidRPr="00A864BA">
        <w:t>m</w:t>
      </w:r>
      <w:r w:rsidRPr="00A864BA">
        <w:t>posent les éclats produits par la lentille et les réflecteurs</w:t>
      </w:r>
      <w:r w:rsidR="00EE5D7B">
        <w:t xml:space="preserve">, </w:t>
      </w:r>
      <w:r w:rsidRPr="00A864BA">
        <w:t>nous avons mesuré l</w:t>
      </w:r>
      <w:r w:rsidR="00EE5D7B">
        <w:t>’</w:t>
      </w:r>
      <w:r w:rsidRPr="00A864BA">
        <w:t>intensité de la lumière dans un assez grand nombre de dire</w:t>
      </w:r>
      <w:r w:rsidRPr="00A864BA">
        <w:t>c</w:t>
      </w:r>
      <w:r w:rsidRPr="00A864BA">
        <w:t>tions différentes</w:t>
      </w:r>
      <w:r w:rsidR="00EE5D7B">
        <w:t xml:space="preserve">, </w:t>
      </w:r>
      <w:r w:rsidRPr="00A864BA">
        <w:t>depuis l</w:t>
      </w:r>
      <w:r w:rsidR="00EE5D7B">
        <w:t>’</w:t>
      </w:r>
      <w:r w:rsidRPr="00A864BA">
        <w:t>axe jusqu</w:t>
      </w:r>
      <w:r w:rsidR="00EE5D7B">
        <w:t>’</w:t>
      </w:r>
      <w:r w:rsidRPr="00A864BA">
        <w:t>aux limites de l</w:t>
      </w:r>
      <w:r w:rsidR="00EE5D7B">
        <w:t>’</w:t>
      </w:r>
      <w:r w:rsidRPr="00A864BA">
        <w:t>éclat</w:t>
      </w:r>
      <w:r w:rsidR="00EE5D7B">
        <w:t xml:space="preserve">, </w:t>
      </w:r>
      <w:r w:rsidRPr="00A864BA">
        <w:t xml:space="preserve">en faisant successivement pivoter sur une </w:t>
      </w:r>
      <w:r w:rsidRPr="00A864BA">
        <w:lastRenderedPageBreak/>
        <w:t>table tou</w:t>
      </w:r>
      <w:r w:rsidRPr="00A864BA">
        <w:t>r</w:t>
      </w:r>
      <w:r w:rsidRPr="00A864BA">
        <w:t>nante la lentille et les réflecteurs</w:t>
      </w:r>
      <w:r w:rsidR="00EE5D7B">
        <w:t xml:space="preserve">, </w:t>
      </w:r>
      <w:r w:rsidRPr="00A864BA">
        <w:t>dont nous comparions la l</w:t>
      </w:r>
      <w:r w:rsidRPr="00A864BA">
        <w:t>u</w:t>
      </w:r>
      <w:r w:rsidRPr="00A864BA">
        <w:t>mière à celle d</w:t>
      </w:r>
      <w:r w:rsidR="00EE5D7B">
        <w:t>’</w:t>
      </w:r>
      <w:r w:rsidRPr="00A864BA">
        <w:t>une lampe o</w:t>
      </w:r>
      <w:r w:rsidRPr="00A864BA">
        <w:t>r</w:t>
      </w:r>
      <w:r w:rsidRPr="00A864BA">
        <w:t>dinaire prise pour unité</w:t>
      </w:r>
      <w:r w:rsidR="00EE5D7B">
        <w:t xml:space="preserve">, </w:t>
      </w:r>
      <w:r w:rsidRPr="00A864BA">
        <w:t>au moyen des ombres portées</w:t>
      </w:r>
      <w:r w:rsidR="00EE5D7B">
        <w:t xml:space="preserve"> ; </w:t>
      </w:r>
      <w:r w:rsidRPr="00A864BA">
        <w:t>ensuite</w:t>
      </w:r>
      <w:r w:rsidR="00EE5D7B">
        <w:t xml:space="preserve">, </w:t>
      </w:r>
      <w:r w:rsidRPr="00A864BA">
        <w:t>multipliant chaque intensité pa</w:t>
      </w:r>
      <w:r w:rsidRPr="00A864BA">
        <w:t>r</w:t>
      </w:r>
      <w:r w:rsidRPr="00A864BA">
        <w:t>tielle par le petit angle décrit co</w:t>
      </w:r>
      <w:r w:rsidRPr="00A864BA">
        <w:t>r</w:t>
      </w:r>
      <w:r w:rsidRPr="00A864BA">
        <w:t>respondant</w:t>
      </w:r>
      <w:r w:rsidR="00EE5D7B">
        <w:t xml:space="preserve">, </w:t>
      </w:r>
      <w:r w:rsidRPr="00A864BA">
        <w:t>nous avons obtenu ainsi des nombres proportio</w:t>
      </w:r>
      <w:r w:rsidRPr="00A864BA">
        <w:t>n</w:t>
      </w:r>
      <w:r w:rsidRPr="00A864BA">
        <w:t>nels aux effets utiles de la lentille et des réflecteurs</w:t>
      </w:r>
      <w:r w:rsidR="00EE5D7B">
        <w:t xml:space="preserve"> : </w:t>
      </w:r>
      <w:r w:rsidRPr="00A864BA">
        <w:t>nous avons tro</w:t>
      </w:r>
      <w:r w:rsidRPr="00A864BA">
        <w:t>u</w:t>
      </w:r>
      <w:r w:rsidRPr="00A864BA">
        <w:t>vé</w:t>
      </w:r>
      <w:r w:rsidR="00EE5D7B">
        <w:t xml:space="preserve">, </w:t>
      </w:r>
      <w:r w:rsidRPr="00A864BA">
        <w:t>de cette manière</w:t>
      </w:r>
      <w:r w:rsidR="00EE5D7B">
        <w:t xml:space="preserve">, </w:t>
      </w:r>
      <w:r w:rsidRPr="00A864BA">
        <w:t>que la somme des rayons compris dans toute l</w:t>
      </w:r>
      <w:r w:rsidR="00EE5D7B">
        <w:t>’</w:t>
      </w:r>
      <w:r w:rsidRPr="00A864BA">
        <w:t>étendue de l</w:t>
      </w:r>
      <w:r w:rsidR="00EE5D7B">
        <w:t>’</w:t>
      </w:r>
      <w:r w:rsidRPr="00A864BA">
        <w:t>éclat de chaque réflecteur n</w:t>
      </w:r>
      <w:r w:rsidR="00EE5D7B">
        <w:t>’</w:t>
      </w:r>
      <w:r w:rsidRPr="00A864BA">
        <w:t>était pas le tiers de la somme des rayons qui composaient l</w:t>
      </w:r>
      <w:r w:rsidR="00EE5D7B">
        <w:t>’</w:t>
      </w:r>
      <w:r w:rsidRPr="00A864BA">
        <w:t>éclat de la lentille armée du bec quadruple</w:t>
      </w:r>
      <w:r w:rsidR="00EE5D7B">
        <w:t xml:space="preserve">. </w:t>
      </w:r>
      <w:r w:rsidRPr="00A864BA">
        <w:t>Ainsi</w:t>
      </w:r>
      <w:r w:rsidR="00EE5D7B">
        <w:t xml:space="preserve">, </w:t>
      </w:r>
      <w:r w:rsidRPr="00A864BA">
        <w:t>pour l</w:t>
      </w:r>
      <w:r w:rsidR="00EE5D7B">
        <w:t>’</w:t>
      </w:r>
      <w:r w:rsidRPr="00A864BA">
        <w:t>effet total</w:t>
      </w:r>
      <w:r w:rsidR="00EE5D7B">
        <w:t xml:space="preserve">, </w:t>
      </w:r>
      <w:r w:rsidRPr="00A864BA">
        <w:t xml:space="preserve">chaque lentille du nouvel appareil équivaut à trois grands réflecteurs de </w:t>
      </w:r>
      <w:r w:rsidR="00EE5D7B">
        <w:t>M. </w:t>
      </w:r>
      <w:r w:rsidRPr="00A864BA">
        <w:rPr>
          <w:i/>
        </w:rPr>
        <w:t>Lenoir</w:t>
      </w:r>
      <w:r w:rsidRPr="00A864BA">
        <w:t xml:space="preserve"> ou de </w:t>
      </w:r>
      <w:r w:rsidR="00EE5D7B">
        <w:t>M. </w:t>
      </w:r>
      <w:r w:rsidRPr="00A864BA">
        <w:rPr>
          <w:i/>
        </w:rPr>
        <w:t>Bordier-</w:t>
      </w:r>
      <w:proofErr w:type="spellStart"/>
      <w:r w:rsidRPr="00A864BA">
        <w:rPr>
          <w:i/>
        </w:rPr>
        <w:t>Marcet</w:t>
      </w:r>
      <w:proofErr w:type="spellEnd"/>
      <w:r w:rsidR="00EE5D7B">
        <w:t>.</w:t>
      </w:r>
    </w:p>
    <w:p w14:paraId="21471938" w14:textId="0AC9657A" w:rsidR="00EE5D7B" w:rsidRDefault="00D26B46" w:rsidP="00EE5D7B">
      <w:r w:rsidRPr="00A864BA">
        <w:t>Maintenant</w:t>
      </w:r>
      <w:r w:rsidR="00EE5D7B">
        <w:t xml:space="preserve">, </w:t>
      </w:r>
      <w:r w:rsidRPr="00A864BA">
        <w:t>en tenant compte des quantités d</w:t>
      </w:r>
      <w:r w:rsidR="00EE5D7B">
        <w:t>’</w:t>
      </w:r>
      <w:r w:rsidRPr="00A864BA">
        <w:t>huile dépe</w:t>
      </w:r>
      <w:r w:rsidRPr="00A864BA">
        <w:t>n</w:t>
      </w:r>
      <w:r w:rsidRPr="00A864BA">
        <w:t>sées</w:t>
      </w:r>
      <w:r w:rsidR="00EE5D7B">
        <w:t xml:space="preserve">, </w:t>
      </w:r>
      <w:r w:rsidRPr="00A864BA">
        <w:t>on trouve que l</w:t>
      </w:r>
      <w:r w:rsidR="00EE5D7B">
        <w:t>’</w:t>
      </w:r>
      <w:r w:rsidRPr="00A864BA">
        <w:t>appareil composé de huit grandes le</w:t>
      </w:r>
      <w:r w:rsidRPr="00A864BA">
        <w:t>n</w:t>
      </w:r>
      <w:r w:rsidRPr="00A864BA">
        <w:t>tilles éclairées par le bec quadruple est presque aussi économique</w:t>
      </w:r>
      <w:r w:rsidRPr="00A864BA">
        <w:rPr>
          <w:rStyle w:val="Appelnotedebasdep"/>
        </w:rPr>
        <w:footnoteReference w:id="4"/>
      </w:r>
      <w:r w:rsidRPr="00A864BA">
        <w:t xml:space="preserve"> que les grands réflecteurs de </w:t>
      </w:r>
      <w:r w:rsidR="00EE5D7B">
        <w:t>M. </w:t>
      </w:r>
      <w:r w:rsidRPr="00A864BA">
        <w:rPr>
          <w:i/>
        </w:rPr>
        <w:t>Lenoir</w:t>
      </w:r>
      <w:r w:rsidR="00EE5D7B">
        <w:t xml:space="preserve">, </w:t>
      </w:r>
      <w:r w:rsidRPr="00A864BA">
        <w:t>armés d</w:t>
      </w:r>
      <w:r w:rsidR="00EE5D7B">
        <w:t>’</w:t>
      </w:r>
      <w:r w:rsidRPr="00A864BA">
        <w:t>un petit bec</w:t>
      </w:r>
      <w:r w:rsidR="00EE5D7B">
        <w:t xml:space="preserve">, </w:t>
      </w:r>
      <w:r w:rsidRPr="00A864BA">
        <w:t xml:space="preserve">et deux fois plus que les grands réflecteurs de </w:t>
      </w:r>
      <w:r w:rsidR="00EE5D7B">
        <w:t>M. </w:t>
      </w:r>
      <w:r w:rsidRPr="00A864BA">
        <w:rPr>
          <w:i/>
        </w:rPr>
        <w:t>Bordier-</w:t>
      </w:r>
      <w:proofErr w:type="spellStart"/>
      <w:r w:rsidRPr="00A864BA">
        <w:rPr>
          <w:i/>
        </w:rPr>
        <w:t>Marcet</w:t>
      </w:r>
      <w:proofErr w:type="spellEnd"/>
      <w:r w:rsidR="00EE5D7B">
        <w:t xml:space="preserve">, </w:t>
      </w:r>
      <w:r w:rsidRPr="00A864BA">
        <w:t>qui portent chacun deux becs de dix lignes de diamètre</w:t>
      </w:r>
      <w:r w:rsidR="00EE5D7B">
        <w:t xml:space="preserve">. </w:t>
      </w:r>
      <w:r w:rsidRPr="00A864BA">
        <w:t>Or nous n</w:t>
      </w:r>
      <w:r w:rsidR="00EE5D7B">
        <w:t>’</w:t>
      </w:r>
      <w:r w:rsidRPr="00A864BA">
        <w:t>avons pas compris jusqu</w:t>
      </w:r>
      <w:r w:rsidR="00EE5D7B">
        <w:t>’</w:t>
      </w:r>
      <w:r w:rsidRPr="00A864BA">
        <w:t>à présent dans nos calculs l</w:t>
      </w:r>
      <w:r w:rsidR="00EE5D7B">
        <w:t>’</w:t>
      </w:r>
      <w:r w:rsidRPr="00A864BA">
        <w:t>effet pr</w:t>
      </w:r>
      <w:r w:rsidRPr="00A864BA">
        <w:t>o</w:t>
      </w:r>
      <w:r w:rsidRPr="00A864BA">
        <w:t>duit par les petites lenti</w:t>
      </w:r>
      <w:r w:rsidRPr="00A864BA">
        <w:t>l</w:t>
      </w:r>
      <w:r w:rsidRPr="00A864BA">
        <w:t>les additionnelles</w:t>
      </w:r>
      <w:r w:rsidR="00EE5D7B">
        <w:t xml:space="preserve">, </w:t>
      </w:r>
      <w:r w:rsidRPr="00A864BA">
        <w:t>qui accroît la durée des éclats sans augmentation dans la dépense d</w:t>
      </w:r>
      <w:r w:rsidR="00EE5D7B">
        <w:t>’</w:t>
      </w:r>
      <w:r w:rsidRPr="00A864BA">
        <w:t>huile</w:t>
      </w:r>
      <w:r w:rsidR="00EE5D7B">
        <w:t xml:space="preserve">. </w:t>
      </w:r>
      <w:r w:rsidRPr="00A864BA">
        <w:t>On voit donc combien les résultats de l</w:t>
      </w:r>
      <w:r w:rsidR="00EE5D7B">
        <w:t>’</w:t>
      </w:r>
      <w:r w:rsidRPr="00A864BA">
        <w:t xml:space="preserve">appareil lenticulaire sont </w:t>
      </w:r>
      <w:proofErr w:type="spellStart"/>
      <w:r w:rsidRPr="00A864BA">
        <w:t>sati</w:t>
      </w:r>
      <w:r w:rsidRPr="00A864BA">
        <w:t>s</w:t>
      </w:r>
      <w:r w:rsidRPr="00A864BA">
        <w:t>faisans</w:t>
      </w:r>
      <w:proofErr w:type="spellEnd"/>
      <w:r w:rsidR="00EE5D7B">
        <w:t xml:space="preserve">, </w:t>
      </w:r>
      <w:r w:rsidRPr="00A864BA">
        <w:t>puisque</w:t>
      </w:r>
      <w:r w:rsidR="00EE5D7B">
        <w:t xml:space="preserve">, </w:t>
      </w:r>
      <w:r w:rsidRPr="00A864BA">
        <w:t xml:space="preserve">avec </w:t>
      </w:r>
      <w:r w:rsidRPr="00A864BA">
        <w:lastRenderedPageBreak/>
        <w:t>autant d</w:t>
      </w:r>
      <w:r w:rsidR="00EE5D7B">
        <w:t>’</w:t>
      </w:r>
      <w:r w:rsidRPr="00A864BA">
        <w:t>économie dans l</w:t>
      </w:r>
      <w:r w:rsidR="00EE5D7B">
        <w:t>’</w:t>
      </w:r>
      <w:r w:rsidRPr="00A864BA">
        <w:t>emploi de la lumière qu</w:t>
      </w:r>
      <w:r w:rsidR="00EE5D7B">
        <w:t>’</w:t>
      </w:r>
      <w:r w:rsidRPr="00A864BA">
        <w:t>en présentent les plus grands réfle</w:t>
      </w:r>
      <w:r w:rsidRPr="00A864BA">
        <w:t>c</w:t>
      </w:r>
      <w:r w:rsidRPr="00A864BA">
        <w:t>teurs éclairés par les plus petits becs</w:t>
      </w:r>
      <w:r w:rsidR="00EE5D7B">
        <w:t xml:space="preserve">, </w:t>
      </w:r>
      <w:r w:rsidRPr="00A864BA">
        <w:t>il donne un effet trois fois aussi puissant que celui d</w:t>
      </w:r>
      <w:r w:rsidR="00EE5D7B">
        <w:t>’</w:t>
      </w:r>
      <w:r w:rsidRPr="00A864BA">
        <w:t>un phare composé de huit réflecteurs semblables</w:t>
      </w:r>
      <w:r w:rsidR="00EE5D7B">
        <w:t xml:space="preserve">, </w:t>
      </w:r>
      <w:r w:rsidRPr="00A864BA">
        <w:t>sans que le poids et le prix de l</w:t>
      </w:r>
      <w:r w:rsidR="00EE5D7B">
        <w:t>’</w:t>
      </w:r>
      <w:r w:rsidRPr="00A864BA">
        <w:t>appareil soient beaucoup plus cons</w:t>
      </w:r>
      <w:r w:rsidRPr="00A864BA">
        <w:t>i</w:t>
      </w:r>
      <w:r w:rsidRPr="00A864BA">
        <w:t>dérables</w:t>
      </w:r>
      <w:r w:rsidR="00EE5D7B">
        <w:t xml:space="preserve"> ; </w:t>
      </w:r>
      <w:r w:rsidRPr="00A864BA">
        <w:t>le poids est augmenté d</w:t>
      </w:r>
      <w:r w:rsidR="00EE5D7B">
        <w:t>’</w:t>
      </w:r>
      <w:r w:rsidRPr="00A864BA">
        <w:t>un huitième</w:t>
      </w:r>
      <w:r w:rsidR="00EE5D7B">
        <w:t xml:space="preserve">, </w:t>
      </w:r>
      <w:r w:rsidRPr="00A864BA">
        <w:t>et le prix env</w:t>
      </w:r>
      <w:r w:rsidRPr="00A864BA">
        <w:t>i</w:t>
      </w:r>
      <w:r w:rsidRPr="00A864BA">
        <w:t>ron des trois ci</w:t>
      </w:r>
      <w:r w:rsidRPr="00A864BA">
        <w:t>n</w:t>
      </w:r>
      <w:r w:rsidRPr="00A864BA">
        <w:t>quièmes</w:t>
      </w:r>
      <w:r w:rsidR="00EE5D7B">
        <w:t>.</w:t>
      </w:r>
    </w:p>
    <w:p w14:paraId="5DDCA888" w14:textId="77777777" w:rsidR="00EE5D7B" w:rsidRDefault="00D26B46" w:rsidP="00EE5D7B">
      <w:r w:rsidRPr="00A864BA">
        <w:t>Mais un autre avantage bien important</w:t>
      </w:r>
      <w:r w:rsidR="00EE5D7B">
        <w:t xml:space="preserve">, </w:t>
      </w:r>
      <w:r w:rsidRPr="00A864BA">
        <w:t>et qui suffirait pour faire donner la préférence aux lentilles</w:t>
      </w:r>
      <w:r w:rsidR="00EE5D7B">
        <w:t xml:space="preserve">, </w:t>
      </w:r>
      <w:proofErr w:type="spellStart"/>
      <w:r w:rsidRPr="00A864BA">
        <w:t>lors</w:t>
      </w:r>
      <w:proofErr w:type="spellEnd"/>
      <w:r w:rsidRPr="00A864BA">
        <w:t xml:space="preserve"> même que leurs effets ne seraient pas supérieurs à ceux des réflecteurs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 l</w:t>
      </w:r>
      <w:r w:rsidR="00EE5D7B">
        <w:t>’</w:t>
      </w:r>
      <w:r w:rsidRPr="00A864BA">
        <w:t>inaltérabilité du verre et la durée de son poli</w:t>
      </w:r>
      <w:r w:rsidR="00EE5D7B">
        <w:t xml:space="preserve">. </w:t>
      </w:r>
      <w:r w:rsidRPr="00A864BA">
        <w:t>Les frais d</w:t>
      </w:r>
      <w:r w:rsidR="00EE5D7B">
        <w:t>’</w:t>
      </w:r>
      <w:r w:rsidRPr="00A864BA">
        <w:t>entretien des lentilles seront presque nuls</w:t>
      </w:r>
      <w:r w:rsidR="00EE5D7B">
        <w:t xml:space="preserve">, </w:t>
      </w:r>
      <w:r w:rsidRPr="00A864BA">
        <w:t>et leur nettoyage donnera beaucoup moins de peine aux gardiens que celui des réflecteurs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il faut frotter so</w:t>
      </w:r>
      <w:r w:rsidRPr="00A864BA">
        <w:t>u</w:t>
      </w:r>
      <w:r w:rsidRPr="00A864BA">
        <w:t>vent avec de l</w:t>
      </w:r>
      <w:r w:rsidR="00EE5D7B">
        <w:t>’</w:t>
      </w:r>
      <w:r w:rsidRPr="00A864BA">
        <w:t>oxide rouge de fer pour entretenir leur brillant</w:t>
      </w:r>
      <w:r w:rsidR="00EE5D7B">
        <w:t xml:space="preserve">. </w:t>
      </w:r>
      <w:r w:rsidRPr="00A864BA">
        <w:t>Il résulte de la position de la lampe</w:t>
      </w:r>
      <w:r w:rsidR="00EE5D7B">
        <w:t xml:space="preserve">, </w:t>
      </w:r>
      <w:r w:rsidRPr="00A864BA">
        <w:t>située au centre de l</w:t>
      </w:r>
      <w:r w:rsidR="00EE5D7B">
        <w:t>’</w:t>
      </w:r>
      <w:r w:rsidRPr="00A864BA">
        <w:t>octogone lenticulaire</w:t>
      </w:r>
      <w:r w:rsidR="00EE5D7B">
        <w:t xml:space="preserve">, </w:t>
      </w:r>
      <w:r w:rsidRPr="00A864BA">
        <w:t xml:space="preserve">dont le cercle inscrit </w:t>
      </w:r>
      <w:proofErr w:type="spellStart"/>
      <w:r w:rsidRPr="00A864BA">
        <w:t>a</w:t>
      </w:r>
      <w:proofErr w:type="spellEnd"/>
      <w:r w:rsidRPr="00A864BA">
        <w:t xml:space="preserve"> 0</w:t>
      </w:r>
      <w:r w:rsidRPr="00A864BA">
        <w:rPr>
          <w:vertAlign w:val="superscript"/>
        </w:rPr>
        <w:t>m</w:t>
      </w:r>
      <w:r w:rsidR="00EE5D7B">
        <w:t xml:space="preserve">, </w:t>
      </w:r>
      <w:r w:rsidRPr="00A864BA">
        <w:t>93 de rayon</w:t>
      </w:r>
      <w:r w:rsidR="00EE5D7B">
        <w:t xml:space="preserve">, </w:t>
      </w:r>
      <w:r w:rsidRPr="00A864BA">
        <w:t>que les lentilles ne seront point exp</w:t>
      </w:r>
      <w:r w:rsidRPr="00A864BA">
        <w:t>o</w:t>
      </w:r>
      <w:r w:rsidRPr="00A864BA">
        <w:t>sées aux taches d</w:t>
      </w:r>
      <w:r w:rsidR="00EE5D7B">
        <w:t>’</w:t>
      </w:r>
      <w:r w:rsidRPr="00A864BA">
        <w:t>huile comme les réflecteurs</w:t>
      </w:r>
      <w:r w:rsidR="00EE5D7B">
        <w:t xml:space="preserve">, </w:t>
      </w:r>
      <w:r w:rsidRPr="00A864BA">
        <w:t>qui portent les becs de lampe dans leur intérieur</w:t>
      </w:r>
      <w:r w:rsidR="00EE5D7B">
        <w:t xml:space="preserve"> ; </w:t>
      </w:r>
      <w:r w:rsidRPr="00A864BA">
        <w:t>en sorte que le plus so</w:t>
      </w:r>
      <w:r w:rsidRPr="00A864BA">
        <w:t>u</w:t>
      </w:r>
      <w:r w:rsidRPr="00A864BA">
        <w:t>vent il suffira de les épousseter légèrement avec un plumeau</w:t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>on aura rarement besoin de les essuyer</w:t>
      </w:r>
      <w:r w:rsidR="00EE5D7B">
        <w:t xml:space="preserve"> ; </w:t>
      </w:r>
      <w:r w:rsidRPr="00A864BA">
        <w:t>mais alors</w:t>
      </w:r>
      <w:r w:rsidR="00EE5D7B">
        <w:t xml:space="preserve">, </w:t>
      </w:r>
      <w:r w:rsidRPr="00A864BA">
        <w:t>pour les ne</w:t>
      </w:r>
      <w:r w:rsidRPr="00A864BA">
        <w:t>t</w:t>
      </w:r>
      <w:r w:rsidRPr="00A864BA">
        <w:t>toyer complètement</w:t>
      </w:r>
      <w:r w:rsidR="00EE5D7B">
        <w:t xml:space="preserve">, </w:t>
      </w:r>
      <w:r w:rsidRPr="00A864BA">
        <w:t>il sera bon de saupoudrer de rouge à polir le linge ou la peau avec lesquels on les essuiera</w:t>
      </w:r>
      <w:r w:rsidR="00EE5D7B">
        <w:t xml:space="preserve">. </w:t>
      </w:r>
      <w:r w:rsidRPr="00A864BA">
        <w:t>De cette m</w:t>
      </w:r>
      <w:r w:rsidRPr="00A864BA">
        <w:t>a</w:t>
      </w:r>
      <w:r w:rsidRPr="00A864BA">
        <w:t>nière elles conserveront presque indéfiniment toute la pui</w:t>
      </w:r>
      <w:r w:rsidRPr="00A864BA">
        <w:t>s</w:t>
      </w:r>
      <w:r w:rsidRPr="00A864BA">
        <w:t>sance d</w:t>
      </w:r>
      <w:r w:rsidR="00EE5D7B">
        <w:t>’</w:t>
      </w:r>
      <w:r w:rsidRPr="00A864BA">
        <w:t>effet qu</w:t>
      </w:r>
      <w:r w:rsidR="00EE5D7B">
        <w:t>’</w:t>
      </w:r>
      <w:r w:rsidRPr="00A864BA">
        <w:t>elles ont en sortant de l</w:t>
      </w:r>
      <w:r w:rsidR="00EE5D7B">
        <w:t>’</w:t>
      </w:r>
      <w:r w:rsidRPr="00A864BA">
        <w:t>atelier de l</w:t>
      </w:r>
      <w:r w:rsidR="00EE5D7B">
        <w:t>’</w:t>
      </w:r>
      <w:r w:rsidRPr="00A864BA">
        <w:t>opticien</w:t>
      </w:r>
      <w:r w:rsidR="00EE5D7B">
        <w:t xml:space="preserve"> ; </w:t>
      </w:r>
      <w:r w:rsidRPr="00A864BA">
        <w:t>tandis que des miroirs argentés ne tardent pas à perdre une pa</w:t>
      </w:r>
      <w:r w:rsidRPr="00A864BA">
        <w:t>r</w:t>
      </w:r>
      <w:r w:rsidRPr="00A864BA">
        <w:t>tie de leur poli</w:t>
      </w:r>
      <w:r w:rsidR="00EE5D7B">
        <w:t xml:space="preserve"> ; </w:t>
      </w:r>
      <w:r w:rsidRPr="00A864BA">
        <w:t>et le ne</w:t>
      </w:r>
      <w:r w:rsidRPr="00A864BA">
        <w:t>t</w:t>
      </w:r>
      <w:r w:rsidRPr="00A864BA">
        <w:t>toyage de huit grands réflecteurs étant assez pénible</w:t>
      </w:r>
      <w:r w:rsidR="00EE5D7B">
        <w:t xml:space="preserve">, </w:t>
      </w:r>
      <w:r w:rsidRPr="00A864BA">
        <w:t>il doit arr</w:t>
      </w:r>
      <w:r w:rsidRPr="00A864BA">
        <w:t>i</w:t>
      </w:r>
      <w:r w:rsidRPr="00A864BA">
        <w:t>ver souvent que</w:t>
      </w:r>
      <w:r w:rsidR="00EE5D7B">
        <w:t xml:space="preserve">, </w:t>
      </w:r>
      <w:r w:rsidRPr="00A864BA">
        <w:t>par la négligence des gardiens</w:t>
      </w:r>
      <w:r w:rsidR="00EE5D7B">
        <w:t xml:space="preserve">, </w:t>
      </w:r>
      <w:r w:rsidRPr="00A864BA">
        <w:t>ils n</w:t>
      </w:r>
      <w:r w:rsidR="00EE5D7B">
        <w:t>’</w:t>
      </w:r>
      <w:r w:rsidRPr="00A864BA">
        <w:t>ont pas tout le brillant dont ils sont encore su</w:t>
      </w:r>
      <w:r w:rsidRPr="00A864BA">
        <w:t>s</w:t>
      </w:r>
      <w:r w:rsidRPr="00A864BA">
        <w:t>ceptibles</w:t>
      </w:r>
      <w:r w:rsidR="00EE5D7B">
        <w:t xml:space="preserve">. </w:t>
      </w:r>
      <w:r w:rsidRPr="00A864BA">
        <w:t>Enfin il est nécessaire de les argenter de temps en temps</w:t>
      </w:r>
      <w:r w:rsidR="00EE5D7B">
        <w:t xml:space="preserve">, </w:t>
      </w:r>
      <w:r w:rsidRPr="00A864BA">
        <w:t>quand le frottement a usé la feuille qui recouvre leur su</w:t>
      </w:r>
      <w:r w:rsidRPr="00A864BA">
        <w:t>r</w:t>
      </w:r>
      <w:r w:rsidRPr="00A864BA">
        <w:t>face intérieure</w:t>
      </w:r>
      <w:r w:rsidR="00EE5D7B">
        <w:t xml:space="preserve"> ; </w:t>
      </w:r>
      <w:r w:rsidRPr="00A864BA">
        <w:t>et les lentilles n</w:t>
      </w:r>
      <w:r w:rsidR="00EE5D7B">
        <w:t>’</w:t>
      </w:r>
      <w:r w:rsidRPr="00A864BA">
        <w:t>exigent point un pareil entr</w:t>
      </w:r>
      <w:r w:rsidRPr="00A864BA">
        <w:t>e</w:t>
      </w:r>
      <w:r w:rsidRPr="00A864BA">
        <w:t>tien</w:t>
      </w:r>
      <w:r w:rsidR="00EE5D7B">
        <w:t>.</w:t>
      </w:r>
    </w:p>
    <w:p w14:paraId="56FBFC04" w14:textId="77777777" w:rsidR="00EE5D7B" w:rsidRDefault="00D26B46" w:rsidP="00EE5D7B">
      <w:r w:rsidRPr="00A864BA">
        <w:lastRenderedPageBreak/>
        <w:t>En raison de l</w:t>
      </w:r>
      <w:r w:rsidR="00EE5D7B">
        <w:t>’</w:t>
      </w:r>
      <w:r w:rsidRPr="00A864BA">
        <w:t>immobilité de la lumière centrale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 xml:space="preserve">appareil lenticulaire à feux </w:t>
      </w:r>
      <w:proofErr w:type="spellStart"/>
      <w:r w:rsidRPr="00A864BA">
        <w:t>tournans</w:t>
      </w:r>
      <w:proofErr w:type="spellEnd"/>
      <w:r w:rsidRPr="00A864BA">
        <w:t xml:space="preserve"> se prête aussi bien à l</w:t>
      </w:r>
      <w:r w:rsidR="00EE5D7B">
        <w:t>’</w:t>
      </w:r>
      <w:r w:rsidRPr="00A864BA">
        <w:t>éclairage au gaz qu</w:t>
      </w:r>
      <w:r w:rsidR="00EE5D7B">
        <w:t>’</w:t>
      </w:r>
      <w:r w:rsidRPr="00A864BA">
        <w:t>à l</w:t>
      </w:r>
      <w:r w:rsidR="00EE5D7B">
        <w:t>’</w:t>
      </w:r>
      <w:r w:rsidRPr="00A864BA">
        <w:t>éclairage à l</w:t>
      </w:r>
      <w:r w:rsidR="00EE5D7B">
        <w:t>’</w:t>
      </w:r>
      <w:r w:rsidRPr="00A864BA">
        <w:t>huile</w:t>
      </w:r>
      <w:r w:rsidR="00EE5D7B">
        <w:t xml:space="preserve">. </w:t>
      </w:r>
      <w:r w:rsidRPr="00A864BA">
        <w:t>Si l</w:t>
      </w:r>
      <w:r w:rsidR="00EE5D7B">
        <w:t>’</w:t>
      </w:r>
      <w:r w:rsidRPr="00A864BA">
        <w:t>on trouve de l</w:t>
      </w:r>
      <w:r w:rsidR="00EE5D7B">
        <w:t>’</w:t>
      </w:r>
      <w:r w:rsidRPr="00A864BA">
        <w:t>économie ou quelque autre avantage à employer le gaz</w:t>
      </w:r>
      <w:r w:rsidR="00EE5D7B">
        <w:t xml:space="preserve">, </w:t>
      </w:r>
      <w:r w:rsidRPr="00A864BA">
        <w:t>on n</w:t>
      </w:r>
      <w:r w:rsidR="00EE5D7B">
        <w:t>’</w:t>
      </w:r>
      <w:r w:rsidRPr="00A864BA">
        <w:t>aura qu</w:t>
      </w:r>
      <w:r w:rsidR="00EE5D7B">
        <w:t>’</w:t>
      </w:r>
      <w:r w:rsidRPr="00A864BA">
        <w:t>à re</w:t>
      </w:r>
      <w:r w:rsidRPr="00A864BA">
        <w:t>m</w:t>
      </w:r>
      <w:r w:rsidRPr="00A864BA">
        <w:t>placer la lampe par un tuyau surmonté d</w:t>
      </w:r>
      <w:r w:rsidR="00EE5D7B">
        <w:t>’</w:t>
      </w:r>
      <w:r w:rsidRPr="00A864BA">
        <w:t>un bec à flammes co</w:t>
      </w:r>
      <w:r w:rsidRPr="00A864BA">
        <w:t>n</w:t>
      </w:r>
      <w:r w:rsidRPr="00A864BA">
        <w:t xml:space="preserve">centriques et communiquant par son extrémité inférieure avec le gazomètre </w:t>
      </w:r>
      <w:r w:rsidRPr="00A864BA">
        <w:rPr>
          <w:rStyle w:val="Appelnotedebasdep"/>
        </w:rPr>
        <w:footnoteReference w:id="5"/>
      </w:r>
      <w:r w:rsidR="00EE5D7B">
        <w:t xml:space="preserve">. </w:t>
      </w:r>
      <w:r w:rsidRPr="00A864BA">
        <w:t>Enfin on pourra appliquer avec la plus grande facilité à l</w:t>
      </w:r>
      <w:r w:rsidR="00EE5D7B">
        <w:t>’</w:t>
      </w:r>
      <w:r w:rsidRPr="00A864BA">
        <w:t xml:space="preserve">appareil lenticulaire tous les </w:t>
      </w:r>
      <w:proofErr w:type="spellStart"/>
      <w:r w:rsidRPr="00A864BA">
        <w:t>perfectionn</w:t>
      </w:r>
      <w:r w:rsidRPr="00A864BA">
        <w:t>e</w:t>
      </w:r>
      <w:r w:rsidRPr="00A864BA">
        <w:t>mens</w:t>
      </w:r>
      <w:proofErr w:type="spellEnd"/>
      <w:r w:rsidRPr="00A864BA">
        <w:t xml:space="preserve"> que le temps et l</w:t>
      </w:r>
      <w:r w:rsidR="00EE5D7B">
        <w:t>’</w:t>
      </w:r>
      <w:r w:rsidRPr="00A864BA">
        <w:t>expérience apporteront dans la manière de produire la lumière</w:t>
      </w:r>
      <w:r w:rsidR="00EE5D7B">
        <w:t>.</w:t>
      </w:r>
    </w:p>
    <w:p w14:paraId="471FAFD9" w14:textId="77777777" w:rsidR="00EE5D7B" w:rsidRDefault="00D26B46" w:rsidP="00D26B46">
      <w:pPr>
        <w:pStyle w:val="Retraitcorpsdetexte2"/>
      </w:pPr>
      <w:r w:rsidRPr="00A864BA">
        <w:t>Après avoir exposé les principaux avantages de cet app</w:t>
      </w:r>
      <w:r w:rsidRPr="00A864BA">
        <w:t>a</w:t>
      </w:r>
      <w:r w:rsidRPr="00A864BA">
        <w:t>reil</w:t>
      </w:r>
      <w:r w:rsidR="00EE5D7B">
        <w:t xml:space="preserve">, </w:t>
      </w:r>
      <w:r w:rsidRPr="00A864BA">
        <w:t xml:space="preserve">je dois passer en revue les </w:t>
      </w:r>
      <w:proofErr w:type="spellStart"/>
      <w:r w:rsidRPr="00A864BA">
        <w:t>inconvéniens</w:t>
      </w:r>
      <w:proofErr w:type="spellEnd"/>
      <w:r w:rsidRPr="00A864BA">
        <w:t xml:space="preserve"> qu</w:t>
      </w:r>
      <w:r w:rsidR="00EE5D7B">
        <w:t>’</w:t>
      </w:r>
      <w:r w:rsidRPr="00A864BA">
        <w:t>on peut lui trouver</w:t>
      </w:r>
      <w:r w:rsidR="00EE5D7B">
        <w:t xml:space="preserve">. </w:t>
      </w:r>
      <w:r w:rsidRPr="00A864BA">
        <w:t>Le premier qui se pr</w:t>
      </w:r>
      <w:r w:rsidRPr="00A864BA">
        <w:t>é</w:t>
      </w:r>
      <w:r w:rsidRPr="00A864BA">
        <w:t>sente à la pensée est la fragilité du verre</w:t>
      </w:r>
      <w:r w:rsidR="00EE5D7B">
        <w:t xml:space="preserve"> : </w:t>
      </w:r>
      <w:r w:rsidRPr="00A864BA">
        <w:t>mais j</w:t>
      </w:r>
      <w:r w:rsidR="00EE5D7B">
        <w:t>’</w:t>
      </w:r>
      <w:r w:rsidRPr="00A864BA">
        <w:t xml:space="preserve">observerai que les morceaux de verre qui </w:t>
      </w:r>
      <w:r w:rsidRPr="00A864BA">
        <w:lastRenderedPageBreak/>
        <w:t>comp</w:t>
      </w:r>
      <w:r w:rsidRPr="00A864BA">
        <w:t>o</w:t>
      </w:r>
      <w:r w:rsidRPr="00A864BA">
        <w:t>sent les le</w:t>
      </w:r>
      <w:r w:rsidRPr="00A864BA">
        <w:t>n</w:t>
      </w:r>
      <w:r w:rsidRPr="00A864BA">
        <w:t>tilles sont assez épais pour ne pouvoir être brisés ou détachés que par un choc violent</w:t>
      </w:r>
      <w:r w:rsidR="00EE5D7B">
        <w:t xml:space="preserve">, </w:t>
      </w:r>
      <w:r w:rsidRPr="00A864BA">
        <w:t>et qu</w:t>
      </w:r>
      <w:r w:rsidR="00EE5D7B">
        <w:t>’</w:t>
      </w:r>
      <w:r w:rsidRPr="00A864BA">
        <w:t>avec un peu d</w:t>
      </w:r>
      <w:r w:rsidR="00EE5D7B">
        <w:t>’</w:t>
      </w:r>
      <w:r w:rsidRPr="00A864BA">
        <w:t>a</w:t>
      </w:r>
      <w:r w:rsidRPr="00A864BA">
        <w:t>t</w:t>
      </w:r>
      <w:r w:rsidRPr="00A864BA">
        <w:t>tention il est facile d</w:t>
      </w:r>
      <w:r w:rsidR="00EE5D7B">
        <w:t>’</w:t>
      </w:r>
      <w:r w:rsidRPr="00A864BA">
        <w:t xml:space="preserve">éviter ces </w:t>
      </w:r>
      <w:proofErr w:type="spellStart"/>
      <w:r w:rsidRPr="00A864BA">
        <w:t>accidens</w:t>
      </w:r>
      <w:proofErr w:type="spellEnd"/>
      <w:r w:rsidR="00EE5D7B">
        <w:t xml:space="preserve">, </w:t>
      </w:r>
      <w:r w:rsidRPr="00A864BA">
        <w:t>qui d</w:t>
      </w:r>
      <w:r w:rsidR="00EE5D7B">
        <w:t>’</w:t>
      </w:r>
      <w:r w:rsidRPr="00A864BA">
        <w:t>ailleurs se répareraient aisément au moyen de la co</w:t>
      </w:r>
      <w:r w:rsidRPr="00A864BA">
        <w:t>l</w:t>
      </w:r>
      <w:r w:rsidRPr="00A864BA">
        <w:t>le de poisson</w:t>
      </w:r>
      <w:r w:rsidR="00EE5D7B">
        <w:t xml:space="preserve">, </w:t>
      </w:r>
      <w:r w:rsidRPr="00A864BA">
        <w:t>à moins que la pièce cassée ne le fût en un trop grand nombre de morceaux</w:t>
      </w:r>
      <w:r w:rsidR="00EE5D7B">
        <w:t xml:space="preserve"> ; </w:t>
      </w:r>
      <w:r w:rsidRPr="00A864BA">
        <w:t>auquel cas il vaudrait mieux la faire remplacer par une autre</w:t>
      </w:r>
      <w:r w:rsidR="00EE5D7B">
        <w:t xml:space="preserve">, </w:t>
      </w:r>
      <w:r w:rsidRPr="00A864BA">
        <w:t>et</w:t>
      </w:r>
      <w:r w:rsidR="00EE5D7B">
        <w:t xml:space="preserve">, </w:t>
      </w:r>
      <w:r w:rsidRPr="00A864BA">
        <w:t>à cet effet</w:t>
      </w:r>
      <w:r w:rsidR="00EE5D7B">
        <w:t xml:space="preserve">, </w:t>
      </w:r>
      <w:r w:rsidRPr="00A864BA">
        <w:t>renvoyer à l</w:t>
      </w:r>
      <w:r w:rsidR="00EE5D7B">
        <w:t>’</w:t>
      </w:r>
      <w:r w:rsidRPr="00A864BA">
        <w:t>opticien la lentille endommagée</w:t>
      </w:r>
      <w:r w:rsidR="00EE5D7B">
        <w:t xml:space="preserve">. </w:t>
      </w:r>
      <w:r w:rsidRPr="00A864BA">
        <w:t>Mais</w:t>
      </w:r>
      <w:r w:rsidR="00EE5D7B">
        <w:t xml:space="preserve">, </w:t>
      </w:r>
      <w:r w:rsidRPr="00A864BA">
        <w:t>comme je viens de le dire</w:t>
      </w:r>
      <w:r w:rsidR="00EE5D7B">
        <w:t xml:space="preserve">, </w:t>
      </w:r>
      <w:r w:rsidRPr="00A864BA">
        <w:t>un pareil acc</w:t>
      </w:r>
      <w:r w:rsidRPr="00A864BA">
        <w:t>i</w:t>
      </w:r>
      <w:r w:rsidRPr="00A864BA">
        <w:t>dent ne saurait être que très-rare</w:t>
      </w:r>
      <w:r w:rsidR="00EE5D7B">
        <w:t xml:space="preserve">, </w:t>
      </w:r>
      <w:r w:rsidRPr="00A864BA">
        <w:t>avec un peu d</w:t>
      </w:r>
      <w:r w:rsidR="00EE5D7B">
        <w:t>’</w:t>
      </w:r>
      <w:r w:rsidRPr="00A864BA">
        <w:t>attention de la part des gardiens</w:t>
      </w:r>
      <w:r w:rsidR="00EE5D7B">
        <w:t xml:space="preserve"> ; </w:t>
      </w:r>
      <w:r w:rsidRPr="00A864BA">
        <w:t>et c</w:t>
      </w:r>
      <w:r w:rsidR="00EE5D7B">
        <w:t>’</w:t>
      </w:r>
      <w:r w:rsidRPr="00A864BA">
        <w:t>est seulement parce qu</w:t>
      </w:r>
      <w:r w:rsidR="00EE5D7B">
        <w:t>’</w:t>
      </w:r>
      <w:r w:rsidRPr="00A864BA">
        <w:t>il faut tout prévoir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on a joint aux huit lentilles de chaque espèce qui composent l</w:t>
      </w:r>
      <w:r w:rsidR="00EE5D7B">
        <w:t>’</w:t>
      </w:r>
      <w:r w:rsidRPr="00A864BA">
        <w:t>appareil</w:t>
      </w:r>
      <w:r w:rsidR="00EE5D7B">
        <w:t xml:space="preserve">, </w:t>
      </w:r>
      <w:r w:rsidRPr="00A864BA">
        <w:t>une lentille semblable de rechange</w:t>
      </w:r>
      <w:r w:rsidR="00EE5D7B">
        <w:t xml:space="preserve">, </w:t>
      </w:r>
      <w:r w:rsidRPr="00A864BA">
        <w:t>destinée à remplacer celle qui aurait besoin de rép</w:t>
      </w:r>
      <w:r w:rsidRPr="00A864BA">
        <w:t>a</w:t>
      </w:r>
      <w:r w:rsidRPr="00A864BA">
        <w:t>rations</w:t>
      </w:r>
      <w:r w:rsidR="00EE5D7B">
        <w:t>.</w:t>
      </w:r>
    </w:p>
    <w:p w14:paraId="31C1633F" w14:textId="1C00007E" w:rsidR="00D26B46" w:rsidRPr="00A864BA" w:rsidRDefault="00D26B46" w:rsidP="00D26B46"/>
    <w:p w14:paraId="0535D350" w14:textId="77777777" w:rsidR="00EE5D7B" w:rsidRDefault="00D26B46" w:rsidP="00D26B46">
      <w:pPr>
        <w:pStyle w:val="Retraitcorpsdetexte2"/>
      </w:pPr>
      <w:r w:rsidRPr="00A864BA">
        <w:t>La lampe unique qui éclaire le phare paraît un sujet d</w:t>
      </w:r>
      <w:r w:rsidR="00EE5D7B">
        <w:t>’</w:t>
      </w:r>
      <w:r w:rsidRPr="00A864BA">
        <w:t>inquiét</w:t>
      </w:r>
      <w:r w:rsidRPr="00A864BA">
        <w:t>u</w:t>
      </w:r>
      <w:r w:rsidRPr="00A864BA">
        <w:t>de</w:t>
      </w:r>
      <w:r w:rsidR="00EE5D7B">
        <w:t xml:space="preserve"> ; </w:t>
      </w:r>
      <w:r w:rsidRPr="00A864BA">
        <w:t>car si elle venait à s</w:t>
      </w:r>
      <w:r w:rsidR="00EE5D7B">
        <w:t>’</w:t>
      </w:r>
      <w:r w:rsidRPr="00A864BA">
        <w:t>éteindre</w:t>
      </w:r>
      <w:r w:rsidR="00EE5D7B">
        <w:t xml:space="preserve">, </w:t>
      </w:r>
      <w:r w:rsidRPr="00A864BA">
        <w:t>toute la lumière du phare s</w:t>
      </w:r>
      <w:r w:rsidR="00EE5D7B">
        <w:t>’</w:t>
      </w:r>
      <w:r w:rsidRPr="00A864BA">
        <w:t>évanouirait</w:t>
      </w:r>
      <w:r w:rsidR="00EE5D7B">
        <w:t xml:space="preserve">, </w:t>
      </w:r>
      <w:r w:rsidRPr="00A864BA">
        <w:t xml:space="preserve">et les </w:t>
      </w:r>
      <w:proofErr w:type="spellStart"/>
      <w:r w:rsidRPr="00A864BA">
        <w:t>bâtimens</w:t>
      </w:r>
      <w:proofErr w:type="spellEnd"/>
      <w:r w:rsidRPr="00A864BA">
        <w:t xml:space="preserve"> qu</w:t>
      </w:r>
      <w:r w:rsidR="00EE5D7B">
        <w:t>’</w:t>
      </w:r>
      <w:r w:rsidRPr="00A864BA">
        <w:t>un hasard malheureux aurait conduits en ce moment dans son voisinage</w:t>
      </w:r>
      <w:r w:rsidR="00EE5D7B">
        <w:t xml:space="preserve">, </w:t>
      </w:r>
      <w:r w:rsidRPr="00A864BA">
        <w:t>pourraient échouer sur l</w:t>
      </w:r>
      <w:r w:rsidR="00EE5D7B">
        <w:t>’</w:t>
      </w:r>
      <w:proofErr w:type="spellStart"/>
      <w:r w:rsidRPr="00A864BA">
        <w:t>écueuil</w:t>
      </w:r>
      <w:proofErr w:type="spellEnd"/>
      <w:r w:rsidRPr="00A864BA">
        <w:t xml:space="preserve"> qu</w:t>
      </w:r>
      <w:r w:rsidR="00EE5D7B">
        <w:t>’</w:t>
      </w:r>
      <w:r w:rsidRPr="00A864BA">
        <w:t>il doit indiquer aux navigateurs</w:t>
      </w:r>
      <w:r w:rsidR="00EE5D7B">
        <w:t xml:space="preserve">. </w:t>
      </w:r>
      <w:r w:rsidRPr="00A864BA">
        <w:t>Mais d</w:t>
      </w:r>
      <w:r w:rsidR="00EE5D7B">
        <w:t>’</w:t>
      </w:r>
      <w:r w:rsidRPr="00A864BA">
        <w:t>abord</w:t>
      </w:r>
      <w:r w:rsidR="00EE5D7B">
        <w:t xml:space="preserve">, </w:t>
      </w:r>
      <w:r w:rsidRPr="00A864BA">
        <w:t xml:space="preserve">les coups de vent </w:t>
      </w:r>
      <w:proofErr w:type="spellStart"/>
      <w:r w:rsidRPr="00A864BA">
        <w:t>violens</w:t>
      </w:r>
      <w:proofErr w:type="spellEnd"/>
      <w:r w:rsidRPr="00A864BA">
        <w:t xml:space="preserve"> qui ont quelquefois éteint toutes les lampes d</w:t>
      </w:r>
      <w:r w:rsidR="00EE5D7B">
        <w:t>’</w:t>
      </w:r>
      <w:r w:rsidRPr="00A864BA">
        <w:t>un phare à réflecteurs</w:t>
      </w:r>
      <w:r w:rsidR="00EE5D7B">
        <w:t xml:space="preserve">, </w:t>
      </w:r>
      <w:r w:rsidRPr="00A864BA">
        <w:t>ne produiraient sans doute pas le même effet sur les quatre flammes de ce bec</w:t>
      </w:r>
      <w:r w:rsidR="00EE5D7B">
        <w:t xml:space="preserve">, </w:t>
      </w:r>
      <w:r w:rsidRPr="00A864BA">
        <w:t>qui en raison de la gra</w:t>
      </w:r>
      <w:r w:rsidRPr="00A864BA">
        <w:t>n</w:t>
      </w:r>
      <w:r w:rsidRPr="00A864BA">
        <w:t>deur du foyer et de l</w:t>
      </w:r>
      <w:r w:rsidR="00EE5D7B">
        <w:t>’</w:t>
      </w:r>
      <w:r w:rsidRPr="00A864BA">
        <w:t>activité de la combustion</w:t>
      </w:r>
      <w:r w:rsidR="00EE5D7B">
        <w:t xml:space="preserve">, </w:t>
      </w:r>
      <w:r w:rsidRPr="00A864BA">
        <w:t xml:space="preserve">sont bien moins sensibles aux </w:t>
      </w:r>
      <w:proofErr w:type="spellStart"/>
      <w:r w:rsidRPr="00A864BA">
        <w:t>co</w:t>
      </w:r>
      <w:r w:rsidRPr="00A864BA">
        <w:t>u</w:t>
      </w:r>
      <w:r w:rsidRPr="00A864BA">
        <w:t>rans</w:t>
      </w:r>
      <w:proofErr w:type="spellEnd"/>
      <w:r w:rsidRPr="00A864BA">
        <w:t xml:space="preserve"> d</w:t>
      </w:r>
      <w:r w:rsidR="00EE5D7B">
        <w:t>’</w:t>
      </w:r>
      <w:r w:rsidRPr="00A864BA">
        <w:t>air que les flammes des becs ordinaires</w:t>
      </w:r>
      <w:r w:rsidR="00EE5D7B">
        <w:t xml:space="preserve">, </w:t>
      </w:r>
      <w:r w:rsidRPr="00A864BA">
        <w:t>comme j</w:t>
      </w:r>
      <w:r w:rsidR="00EE5D7B">
        <w:t>’</w:t>
      </w:r>
      <w:r w:rsidRPr="00A864BA">
        <w:t>ai eu souvent occasion de le rema</w:t>
      </w:r>
      <w:r w:rsidRPr="00A864BA">
        <w:t>r</w:t>
      </w:r>
      <w:r w:rsidRPr="00A864BA">
        <w:t>quer</w:t>
      </w:r>
      <w:r w:rsidR="00EE5D7B">
        <w:t xml:space="preserve"> : </w:t>
      </w:r>
      <w:r w:rsidRPr="00A864BA">
        <w:t>c</w:t>
      </w:r>
      <w:r w:rsidR="00EE5D7B">
        <w:t>’</w:t>
      </w:r>
      <w:r w:rsidRPr="00A864BA">
        <w:t>est ainsi que le vent qui éteint une chandelle n</w:t>
      </w:r>
      <w:r w:rsidR="00EE5D7B">
        <w:t>’</w:t>
      </w:r>
      <w:r w:rsidRPr="00A864BA">
        <w:t>éteint pas une torche</w:t>
      </w:r>
      <w:r w:rsidR="00EE5D7B">
        <w:t xml:space="preserve">. </w:t>
      </w:r>
      <w:r w:rsidRPr="00A864BA">
        <w:t>À la vérité</w:t>
      </w:r>
      <w:r w:rsidR="00EE5D7B">
        <w:t xml:space="preserve">, </w:t>
      </w:r>
      <w:r w:rsidRPr="00A864BA">
        <w:t>le bec quadruple pou</w:t>
      </w:r>
      <w:r w:rsidRPr="00A864BA">
        <w:t>r</w:t>
      </w:r>
      <w:r w:rsidRPr="00A864BA">
        <w:t>rait s</w:t>
      </w:r>
      <w:r w:rsidR="00EE5D7B">
        <w:t>’</w:t>
      </w:r>
      <w:r w:rsidRPr="00A864BA">
        <w:t>éteindre par une autre cause</w:t>
      </w:r>
      <w:r w:rsidR="00EE5D7B">
        <w:t xml:space="preserve">, </w:t>
      </w:r>
      <w:r w:rsidRPr="00A864BA">
        <w:t>le manque d</w:t>
      </w:r>
      <w:r w:rsidR="00EE5D7B">
        <w:t>’</w:t>
      </w:r>
      <w:r w:rsidRPr="00A864BA">
        <w:t>huile</w:t>
      </w:r>
      <w:r w:rsidR="00EE5D7B">
        <w:t xml:space="preserve">. </w:t>
      </w:r>
      <w:r w:rsidRPr="00A864BA">
        <w:t>Mais pour bien peser ce danger</w:t>
      </w:r>
      <w:r w:rsidR="00EE5D7B">
        <w:t xml:space="preserve">, </w:t>
      </w:r>
      <w:r w:rsidRPr="00A864BA">
        <w:t>qui m</w:t>
      </w:r>
      <w:r w:rsidR="00EE5D7B">
        <w:t>’</w:t>
      </w:r>
      <w:r w:rsidRPr="00A864BA">
        <w:t>a le plus occupé</w:t>
      </w:r>
      <w:r w:rsidR="00EE5D7B">
        <w:t xml:space="preserve">, </w:t>
      </w:r>
      <w:r w:rsidRPr="00A864BA">
        <w:t>il est nécessaire de connaître la manière dont l</w:t>
      </w:r>
      <w:r w:rsidR="00EE5D7B">
        <w:t>’</w:t>
      </w:r>
      <w:r w:rsidRPr="00A864BA">
        <w:t>huile est amenée dans le bec</w:t>
      </w:r>
      <w:r w:rsidR="00EE5D7B">
        <w:t>.</w:t>
      </w:r>
    </w:p>
    <w:p w14:paraId="7464F72A" w14:textId="25A9FC03" w:rsidR="00D26B46" w:rsidRPr="00A864BA" w:rsidRDefault="00D26B46" w:rsidP="00D26B46"/>
    <w:p w14:paraId="5F348FF1" w14:textId="113DB5F2" w:rsidR="00EE5D7B" w:rsidRDefault="00D26B46" w:rsidP="00EE5D7B">
      <w:r w:rsidRPr="00A864BA">
        <w:t>Afin de rendre le service plus commode et d</w:t>
      </w:r>
      <w:r w:rsidR="00EE5D7B">
        <w:t>’</w:t>
      </w:r>
      <w:r w:rsidRPr="00A864BA">
        <w:t>arroser cont</w:t>
      </w:r>
      <w:r w:rsidRPr="00A864BA">
        <w:t>i</w:t>
      </w:r>
      <w:r w:rsidRPr="00A864BA">
        <w:t>nue</w:t>
      </w:r>
      <w:r w:rsidRPr="00A864BA">
        <w:t>l</w:t>
      </w:r>
      <w:r w:rsidRPr="00A864BA">
        <w:t>lement les bords du bec d</w:t>
      </w:r>
      <w:r w:rsidR="00EE5D7B">
        <w:t>’</w:t>
      </w:r>
      <w:r w:rsidRPr="00A864BA">
        <w:t>une quantité d</w:t>
      </w:r>
      <w:r w:rsidR="00EE5D7B">
        <w:t>’</w:t>
      </w:r>
      <w:r w:rsidRPr="00A864BA">
        <w:t>huile très-surabondante</w:t>
      </w:r>
      <w:r w:rsidR="00EE5D7B">
        <w:t xml:space="preserve">, </w:t>
      </w:r>
      <w:r w:rsidRPr="00A864BA">
        <w:t>je me suis décidé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>après l</w:t>
      </w:r>
      <w:r w:rsidR="00EE5D7B">
        <w:t>’</w:t>
      </w:r>
      <w:r w:rsidRPr="00A864BA">
        <w:t xml:space="preserve">avis de </w:t>
      </w:r>
      <w:r w:rsidR="00EE5D7B">
        <w:t>M. de </w:t>
      </w:r>
      <w:r w:rsidRPr="00A864BA">
        <w:rPr>
          <w:i/>
        </w:rPr>
        <w:t>Rossel</w:t>
      </w:r>
      <w:r w:rsidRPr="00A864BA">
        <w:t xml:space="preserve"> et de plusieurs autres membres de la co</w:t>
      </w:r>
      <w:r w:rsidRPr="00A864BA">
        <w:t>m</w:t>
      </w:r>
      <w:r w:rsidRPr="00A864BA">
        <w:t>mission des phares</w:t>
      </w:r>
      <w:r w:rsidR="00EE5D7B">
        <w:t xml:space="preserve">, </w:t>
      </w:r>
      <w:r w:rsidRPr="00A864BA">
        <w:t>à appliquer à cette lampe l</w:t>
      </w:r>
      <w:r w:rsidR="00EE5D7B">
        <w:t>’</w:t>
      </w:r>
      <w:r w:rsidRPr="00A864BA">
        <w:t xml:space="preserve">ingénieuse idée de </w:t>
      </w:r>
      <w:r w:rsidRPr="00A864BA">
        <w:rPr>
          <w:i/>
        </w:rPr>
        <w:t>Carcel</w:t>
      </w:r>
      <w:r w:rsidR="00EE5D7B">
        <w:t xml:space="preserve">, </w:t>
      </w:r>
      <w:r w:rsidRPr="00A864BA">
        <w:t>et à faire monter l</w:t>
      </w:r>
      <w:r w:rsidR="00EE5D7B">
        <w:t>’</w:t>
      </w:r>
      <w:r w:rsidRPr="00A864BA">
        <w:t>huile dans le bec au moyen de pompes mues par une horloge</w:t>
      </w:r>
      <w:r w:rsidR="00EE5D7B">
        <w:t xml:space="preserve">. </w:t>
      </w:r>
      <w:r w:rsidRPr="00A864BA">
        <w:t>Cette horloge est à poids</w:t>
      </w:r>
      <w:r w:rsidR="00EE5D7B">
        <w:t xml:space="preserve">, </w:t>
      </w:r>
      <w:r w:rsidRPr="00A864BA">
        <w:t>pour plus de sûreté et de r</w:t>
      </w:r>
      <w:r w:rsidRPr="00A864BA">
        <w:t>é</w:t>
      </w:r>
      <w:r w:rsidRPr="00A864BA">
        <w:t>gularité dans son mouvement</w:t>
      </w:r>
      <w:r w:rsidR="00EE5D7B">
        <w:t xml:space="preserve">, </w:t>
      </w:r>
      <w:r w:rsidRPr="00A864BA">
        <w:t>et le poids descend par l</w:t>
      </w:r>
      <w:r w:rsidR="00EE5D7B">
        <w:t>’</w:t>
      </w:r>
      <w:r w:rsidRPr="00A864BA">
        <w:t>i</w:t>
      </w:r>
      <w:r w:rsidRPr="00A864BA">
        <w:t>n</w:t>
      </w:r>
      <w:r w:rsidRPr="00A864BA">
        <w:t>térieur de la colonne de fonte sur laquelle reposent la table de service et la lampe qu</w:t>
      </w:r>
      <w:r w:rsidR="00EE5D7B">
        <w:t>’</w:t>
      </w:r>
      <w:r w:rsidRPr="00A864BA">
        <w:t>elle supporte</w:t>
      </w:r>
      <w:r w:rsidR="00EE5D7B">
        <w:t xml:space="preserve">. </w:t>
      </w:r>
      <w:r w:rsidRPr="00A864BA">
        <w:t>Une horloge à poids aussi simple que celle-là n</w:t>
      </w:r>
      <w:r w:rsidR="00EE5D7B">
        <w:t>’</w:t>
      </w:r>
      <w:r w:rsidRPr="00A864BA">
        <w:t>est pas sujette à s</w:t>
      </w:r>
      <w:r w:rsidR="00EE5D7B">
        <w:t>’</w:t>
      </w:r>
      <w:r w:rsidRPr="00A864BA">
        <w:t>arrêter</w:t>
      </w:r>
      <w:r w:rsidR="00EE5D7B">
        <w:t xml:space="preserve"> ; </w:t>
      </w:r>
      <w:r w:rsidRPr="00A864BA">
        <w:t>mais enfin si cet accident arrivait</w:t>
      </w:r>
      <w:r w:rsidR="00EE5D7B">
        <w:t xml:space="preserve">, </w:t>
      </w:r>
      <w:r w:rsidRPr="00A864BA">
        <w:t>ou si les valvules et les soupapes des pompes venaient à se crever ou à se déranger</w:t>
      </w:r>
      <w:r w:rsidR="00EE5D7B">
        <w:t xml:space="preserve">, </w:t>
      </w:r>
      <w:r w:rsidRPr="00A864BA">
        <w:t>une autre lampe à mouvement d</w:t>
      </w:r>
      <w:r w:rsidR="00EE5D7B">
        <w:t>’</w:t>
      </w:r>
      <w:r w:rsidRPr="00A864BA">
        <w:t>horlogerie</w:t>
      </w:r>
      <w:r w:rsidR="00EE5D7B">
        <w:t xml:space="preserve">, </w:t>
      </w:r>
      <w:r w:rsidRPr="00A864BA">
        <w:t>mais dans laquelle le moteur est un ressort</w:t>
      </w:r>
      <w:r w:rsidR="00EE5D7B">
        <w:t xml:space="preserve">, </w:t>
      </w:r>
      <w:r w:rsidRPr="00A864BA">
        <w:t>serait allumée sur-le-champ et substituée à la première</w:t>
      </w:r>
      <w:r w:rsidR="00EE5D7B">
        <w:t xml:space="preserve">. </w:t>
      </w:r>
      <w:r w:rsidRPr="00A864BA">
        <w:t>Les méc</w:t>
      </w:r>
      <w:r w:rsidRPr="00A864BA">
        <w:t>a</w:t>
      </w:r>
      <w:r w:rsidRPr="00A864BA">
        <w:t xml:space="preserve">nismes de ces lampes ont été conçus et exécutés par </w:t>
      </w:r>
      <w:r w:rsidR="00EE5D7B">
        <w:t>M. </w:t>
      </w:r>
      <w:r w:rsidRPr="00A864BA">
        <w:rPr>
          <w:i/>
        </w:rPr>
        <w:t>Wagner</w:t>
      </w:r>
      <w:r w:rsidRPr="00A864BA">
        <w:t xml:space="preserve"> jeune</w:t>
      </w:r>
      <w:r w:rsidR="00EE5D7B">
        <w:t xml:space="preserve">, </w:t>
      </w:r>
      <w:r w:rsidRPr="00A864BA">
        <w:t>avec son talent ord</w:t>
      </w:r>
      <w:r w:rsidRPr="00A864BA">
        <w:t>i</w:t>
      </w:r>
      <w:r w:rsidRPr="00A864BA">
        <w:t>naire</w:t>
      </w:r>
      <w:r w:rsidR="00EE5D7B">
        <w:t>.</w:t>
      </w:r>
    </w:p>
    <w:p w14:paraId="7F38D211" w14:textId="77777777" w:rsidR="00EE5D7B" w:rsidRDefault="00D26B46" w:rsidP="00D26B46">
      <w:pPr>
        <w:pStyle w:val="Retraitcorpsdetexte2"/>
      </w:pPr>
      <w:r w:rsidRPr="00A864BA">
        <w:t>On pourrait craindre encore que le gardien ne fût endo</w:t>
      </w:r>
      <w:r w:rsidRPr="00A864BA">
        <w:t>r</w:t>
      </w:r>
      <w:r w:rsidRPr="00A864BA">
        <w:t>mi au moment où la lampe se serait dérangée</w:t>
      </w:r>
      <w:r w:rsidR="00EE5D7B">
        <w:t xml:space="preserve"> : </w:t>
      </w:r>
      <w:r w:rsidRPr="00A864BA">
        <w:t>c</w:t>
      </w:r>
      <w:r w:rsidR="00EE5D7B">
        <w:t>’</w:t>
      </w:r>
      <w:r w:rsidRPr="00A864BA">
        <w:t>est ce qui m</w:t>
      </w:r>
      <w:r w:rsidR="00EE5D7B">
        <w:t>’</w:t>
      </w:r>
      <w:r w:rsidRPr="00A864BA">
        <w:t>a e</w:t>
      </w:r>
      <w:r w:rsidRPr="00A864BA">
        <w:t>n</w:t>
      </w:r>
      <w:r w:rsidRPr="00A864BA">
        <w:t>gagé à chercher un moyen de le réveiller lorsque l</w:t>
      </w:r>
      <w:r w:rsidR="00EE5D7B">
        <w:t>’</w:t>
      </w:r>
      <w:r w:rsidRPr="00A864BA">
        <w:t>huile vie</w:t>
      </w:r>
      <w:r w:rsidRPr="00A864BA">
        <w:t>n</w:t>
      </w:r>
      <w:r w:rsidRPr="00A864BA">
        <w:t>drait à manquer</w:t>
      </w:r>
      <w:r w:rsidR="00EE5D7B">
        <w:t xml:space="preserve">, </w:t>
      </w:r>
      <w:r w:rsidRPr="00A864BA">
        <w:t>et j</w:t>
      </w:r>
      <w:r w:rsidR="00EE5D7B">
        <w:t>’</w:t>
      </w:r>
      <w:r w:rsidRPr="00A864BA">
        <w:t>en ai trouvé un très-simple</w:t>
      </w:r>
      <w:r w:rsidR="00EE5D7B">
        <w:t xml:space="preserve"> ; </w:t>
      </w:r>
      <w:r w:rsidRPr="00A864BA">
        <w:t>il consiste à placer</w:t>
      </w:r>
      <w:r w:rsidR="00EE5D7B">
        <w:t xml:space="preserve">, </w:t>
      </w:r>
      <w:r w:rsidRPr="00A864BA">
        <w:t>entre le bec et le réservoir dans lequel retombe l</w:t>
      </w:r>
      <w:r w:rsidR="00EE5D7B">
        <w:t>’</w:t>
      </w:r>
      <w:r w:rsidRPr="00A864BA">
        <w:t>huile surabondante</w:t>
      </w:r>
      <w:r w:rsidR="00EE5D7B">
        <w:t xml:space="preserve">, </w:t>
      </w:r>
      <w:r w:rsidRPr="00A864BA">
        <w:t>un petit vase de fer-blanc attaché à l</w:t>
      </w:r>
      <w:r w:rsidR="00EE5D7B">
        <w:t>’</w:t>
      </w:r>
      <w:r w:rsidRPr="00A864BA">
        <w:t>extrémité d</w:t>
      </w:r>
      <w:r w:rsidR="00EE5D7B">
        <w:t>’</w:t>
      </w:r>
      <w:r w:rsidRPr="00A864BA">
        <w:t>un levier et faisant équ</w:t>
      </w:r>
      <w:r w:rsidRPr="00A864BA">
        <w:t>i</w:t>
      </w:r>
      <w:r w:rsidRPr="00A864BA">
        <w:t>libre</w:t>
      </w:r>
      <w:r w:rsidR="00EE5D7B">
        <w:t xml:space="preserve">, </w:t>
      </w:r>
      <w:r w:rsidRPr="00A864BA">
        <w:t>lorsqu</w:t>
      </w:r>
      <w:r w:rsidR="00EE5D7B">
        <w:t>’</w:t>
      </w:r>
      <w:r w:rsidRPr="00A864BA">
        <w:t>il est rempli d</w:t>
      </w:r>
      <w:r w:rsidR="00EE5D7B">
        <w:t>’</w:t>
      </w:r>
      <w:r w:rsidRPr="00A864BA">
        <w:t>huile</w:t>
      </w:r>
      <w:r w:rsidR="00EE5D7B">
        <w:t xml:space="preserve">, </w:t>
      </w:r>
      <w:r w:rsidRPr="00A864BA">
        <w:t>à un contre-poids situé sur l</w:t>
      </w:r>
      <w:r w:rsidR="00EE5D7B">
        <w:t>’</w:t>
      </w:r>
      <w:r w:rsidRPr="00A864BA">
        <w:t>autre bras du levier</w:t>
      </w:r>
      <w:r w:rsidR="00EE5D7B">
        <w:t xml:space="preserve">. </w:t>
      </w:r>
      <w:r w:rsidRPr="00A864BA">
        <w:t>Ce petit vase est percé d</w:t>
      </w:r>
      <w:r w:rsidR="00EE5D7B">
        <w:t>’</w:t>
      </w:r>
      <w:r w:rsidRPr="00A864BA">
        <w:t>un trou assez large pour qu</w:t>
      </w:r>
      <w:r w:rsidR="00EE5D7B">
        <w:t>’</w:t>
      </w:r>
      <w:r w:rsidRPr="00A864BA">
        <w:t>il puisse se vider prompt</w:t>
      </w:r>
      <w:r w:rsidRPr="00A864BA">
        <w:t>e</w:t>
      </w:r>
      <w:r w:rsidRPr="00A864BA">
        <w:t>ment quand il ne reçoit pas de nouvelle huile</w:t>
      </w:r>
      <w:r w:rsidR="00EE5D7B">
        <w:t xml:space="preserve">, </w:t>
      </w:r>
      <w:r w:rsidRPr="00A864BA">
        <w:t>mais pas assez pour en laisser passer autant qu</w:t>
      </w:r>
      <w:r w:rsidR="00EE5D7B">
        <w:t>’</w:t>
      </w:r>
      <w:r w:rsidRPr="00A864BA">
        <w:t>il en reçoit du bec dans l</w:t>
      </w:r>
      <w:r w:rsidR="00EE5D7B">
        <w:t>’</w:t>
      </w:r>
      <w:r w:rsidRPr="00A864BA">
        <w:t>état ordinaire des choses</w:t>
      </w:r>
      <w:r w:rsidR="00EE5D7B">
        <w:t xml:space="preserve"> ; </w:t>
      </w:r>
      <w:r w:rsidRPr="00A864BA">
        <w:t>en-sorte qu</w:t>
      </w:r>
      <w:r w:rsidR="00EE5D7B">
        <w:t>’</w:t>
      </w:r>
      <w:r w:rsidRPr="00A864BA">
        <w:t>il reste to</w:t>
      </w:r>
      <w:r w:rsidRPr="00A864BA">
        <w:t>u</w:t>
      </w:r>
      <w:r w:rsidRPr="00A864BA">
        <w:t>jours plein tant que l</w:t>
      </w:r>
      <w:r w:rsidR="00EE5D7B">
        <w:t>’</w:t>
      </w:r>
      <w:r w:rsidRPr="00A864BA">
        <w:t>huile qui tombe du bec ne diminue pas</w:t>
      </w:r>
      <w:r w:rsidR="00EE5D7B">
        <w:t xml:space="preserve"> ; </w:t>
      </w:r>
      <w:r w:rsidRPr="00A864BA">
        <w:t>mais quand il n</w:t>
      </w:r>
      <w:r w:rsidR="00EE5D7B">
        <w:t>’</w:t>
      </w:r>
      <w:r w:rsidRPr="00A864BA">
        <w:t>en tombe plus</w:t>
      </w:r>
      <w:r w:rsidR="00EE5D7B">
        <w:t xml:space="preserve">, </w:t>
      </w:r>
      <w:r w:rsidRPr="00A864BA">
        <w:t>et avant que le bec s</w:t>
      </w:r>
      <w:r w:rsidR="00EE5D7B">
        <w:t>’</w:t>
      </w:r>
      <w:r w:rsidRPr="00A864BA">
        <w:t>éteigne</w:t>
      </w:r>
      <w:r w:rsidR="00EE5D7B">
        <w:t xml:space="preserve">, </w:t>
      </w:r>
      <w:r w:rsidRPr="00A864BA">
        <w:lastRenderedPageBreak/>
        <w:t>le vase se vide</w:t>
      </w:r>
      <w:r w:rsidR="00EE5D7B">
        <w:t xml:space="preserve">, </w:t>
      </w:r>
      <w:r w:rsidRPr="00A864BA">
        <w:t>le contre-poids l</w:t>
      </w:r>
      <w:r w:rsidR="00EE5D7B">
        <w:t>’</w:t>
      </w:r>
      <w:r w:rsidRPr="00A864BA">
        <w:t>emporte</w:t>
      </w:r>
      <w:r w:rsidR="00EE5D7B">
        <w:t xml:space="preserve">, </w:t>
      </w:r>
      <w:r w:rsidRPr="00A864BA">
        <w:t>et le mouvement du levier laisse écha</w:t>
      </w:r>
      <w:r w:rsidRPr="00A864BA">
        <w:t>p</w:t>
      </w:r>
      <w:r w:rsidRPr="00A864BA">
        <w:t>per l</w:t>
      </w:r>
      <w:r w:rsidR="00EE5D7B">
        <w:t>’</w:t>
      </w:r>
      <w:r w:rsidRPr="00A864BA">
        <w:t>e</w:t>
      </w:r>
      <w:r w:rsidRPr="00A864BA">
        <w:t>x</w:t>
      </w:r>
      <w:r w:rsidRPr="00A864BA">
        <w:t>trémité du ressort d</w:t>
      </w:r>
      <w:r w:rsidR="00EE5D7B">
        <w:t>’</w:t>
      </w:r>
      <w:r w:rsidRPr="00A864BA">
        <w:t>une sonnette qu</w:t>
      </w:r>
      <w:r w:rsidR="00EE5D7B">
        <w:t>’</w:t>
      </w:r>
      <w:r w:rsidRPr="00A864BA">
        <w:t>il tenait bandé</w:t>
      </w:r>
      <w:r w:rsidR="00EE5D7B">
        <w:t xml:space="preserve"> ; </w:t>
      </w:r>
      <w:r w:rsidRPr="00A864BA">
        <w:t>le bruit de cette sonnette</w:t>
      </w:r>
      <w:r w:rsidR="00EE5D7B">
        <w:t xml:space="preserve">, </w:t>
      </w:r>
      <w:r w:rsidRPr="00A864BA">
        <w:t>dont les oscillations se r</w:t>
      </w:r>
      <w:r w:rsidRPr="00A864BA">
        <w:t>é</w:t>
      </w:r>
      <w:r w:rsidRPr="00A864BA">
        <w:t xml:space="preserve">pètent pendant quelques </w:t>
      </w:r>
      <w:proofErr w:type="spellStart"/>
      <w:r w:rsidRPr="00A864BA">
        <w:t>instans</w:t>
      </w:r>
      <w:proofErr w:type="spellEnd"/>
      <w:r w:rsidR="00EE5D7B">
        <w:t xml:space="preserve">, </w:t>
      </w:r>
      <w:r w:rsidRPr="00A864BA">
        <w:t>su</w:t>
      </w:r>
      <w:r w:rsidRPr="00A864BA">
        <w:t>f</w:t>
      </w:r>
      <w:r w:rsidRPr="00A864BA">
        <w:t>fit pour réveiller le gardien</w:t>
      </w:r>
      <w:r w:rsidR="00EE5D7B">
        <w:t>.</w:t>
      </w:r>
    </w:p>
    <w:p w14:paraId="3C0E5DA8" w14:textId="7E82E930" w:rsidR="00D26B46" w:rsidRPr="00A864BA" w:rsidRDefault="00D26B46" w:rsidP="00D26B46"/>
    <w:p w14:paraId="4186AC20" w14:textId="77777777" w:rsidR="00EE5D7B" w:rsidRDefault="00D26B46" w:rsidP="00EE5D7B">
      <w:r w:rsidRPr="00A864BA">
        <w:t>Il ne serait peut-être pas inutile d</w:t>
      </w:r>
      <w:r w:rsidR="00EE5D7B">
        <w:t>’</w:t>
      </w:r>
      <w:r w:rsidRPr="00A864BA">
        <w:t>ajouter une autre préca</w:t>
      </w:r>
      <w:r w:rsidRPr="00A864BA">
        <w:t>u</w:t>
      </w:r>
      <w:r w:rsidRPr="00A864BA">
        <w:t>tion à celle-ci</w:t>
      </w:r>
      <w:r w:rsidR="00EE5D7B">
        <w:t xml:space="preserve">, </w:t>
      </w:r>
      <w:r w:rsidRPr="00A864BA">
        <w:t>en plaçant</w:t>
      </w:r>
      <w:r w:rsidR="00EE5D7B">
        <w:t xml:space="preserve">, </w:t>
      </w:r>
      <w:r w:rsidRPr="00A864BA">
        <w:t>près du bec quadruple et à la même hauteur</w:t>
      </w:r>
      <w:r w:rsidR="00EE5D7B">
        <w:t xml:space="preserve">, </w:t>
      </w:r>
      <w:r w:rsidRPr="00A864BA">
        <w:t>le bec ord</w:t>
      </w:r>
      <w:r w:rsidRPr="00A864BA">
        <w:t>i</w:t>
      </w:r>
      <w:r w:rsidRPr="00A864BA">
        <w:t>naire d</w:t>
      </w:r>
      <w:r w:rsidR="00EE5D7B">
        <w:t>’</w:t>
      </w:r>
      <w:r w:rsidRPr="00A864BA">
        <w:t xml:space="preserve">une lampe de </w:t>
      </w:r>
      <w:r w:rsidRPr="00A864BA">
        <w:rPr>
          <w:i/>
        </w:rPr>
        <w:t>Carcel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on tiendrait allumée toute la nuit</w:t>
      </w:r>
      <w:r w:rsidR="00EE5D7B">
        <w:t xml:space="preserve"> ; </w:t>
      </w:r>
      <w:r w:rsidRPr="00A864BA">
        <w:t>en sorte que</w:t>
      </w:r>
      <w:r w:rsidR="00EE5D7B">
        <w:t xml:space="preserve">, </w:t>
      </w:r>
      <w:r w:rsidRPr="00A864BA">
        <w:t>dans le cas où celui-là vie</w:t>
      </w:r>
      <w:r w:rsidRPr="00A864BA">
        <w:t>n</w:t>
      </w:r>
      <w:r w:rsidRPr="00A864BA">
        <w:t>drait à manquer d</w:t>
      </w:r>
      <w:r w:rsidR="00EE5D7B">
        <w:t>’</w:t>
      </w:r>
      <w:r w:rsidRPr="00A864BA">
        <w:t>huile par quelque dérangement dans ses pompes</w:t>
      </w:r>
      <w:r w:rsidR="00EE5D7B">
        <w:t xml:space="preserve">, </w:t>
      </w:r>
      <w:r w:rsidRPr="00A864BA">
        <w:t>et où le gardien ne se réveillerait pas assez tôt pour a</w:t>
      </w:r>
      <w:r w:rsidRPr="00A864BA">
        <w:t>l</w:t>
      </w:r>
      <w:r w:rsidRPr="00A864BA">
        <w:t>lumer à temps la lampe de rechange</w:t>
      </w:r>
      <w:r w:rsidR="00EE5D7B">
        <w:t xml:space="preserve">, </w:t>
      </w:r>
      <w:r w:rsidRPr="00A864BA">
        <w:t>le phare se trouverait e</w:t>
      </w:r>
      <w:r w:rsidRPr="00A864BA">
        <w:t>n</w:t>
      </w:r>
      <w:r w:rsidRPr="00A864BA">
        <w:t xml:space="preserve">core éclairé par le bec ordinaire de la lampe de </w:t>
      </w:r>
      <w:r w:rsidRPr="00A864BA">
        <w:rPr>
          <w:i/>
        </w:rPr>
        <w:t>Carcel</w:t>
      </w:r>
      <w:r w:rsidR="00EE5D7B">
        <w:t xml:space="preserve"> ; </w:t>
      </w:r>
      <w:r w:rsidRPr="00A864BA">
        <w:t>les éclats qu</w:t>
      </w:r>
      <w:r w:rsidR="00EE5D7B">
        <w:t>’</w:t>
      </w:r>
      <w:r w:rsidRPr="00A864BA">
        <w:t xml:space="preserve">il produirait seraient sans doute bien moins </w:t>
      </w:r>
      <w:proofErr w:type="spellStart"/>
      <w:r w:rsidRPr="00A864BA">
        <w:t>brillans</w:t>
      </w:r>
      <w:proofErr w:type="spellEnd"/>
      <w:r w:rsidRPr="00A864BA">
        <w:t xml:space="preserve"> et </w:t>
      </w:r>
      <w:proofErr w:type="spellStart"/>
      <w:r w:rsidRPr="00A864BA">
        <w:t>sur-tout</w:t>
      </w:r>
      <w:proofErr w:type="spellEnd"/>
      <w:r w:rsidRPr="00A864BA">
        <w:t xml:space="preserve"> beaucoup plus courts que ceux du bec quadruple</w:t>
      </w:r>
      <w:r w:rsidR="00EE5D7B">
        <w:t xml:space="preserve">, </w:t>
      </w:r>
      <w:r w:rsidRPr="00A864BA">
        <w:t>mais leur lumière pourrait être aperçue de loin et suffirait pour avertir les navigateurs qui se trouveraient en ce m</w:t>
      </w:r>
      <w:r w:rsidRPr="00A864BA">
        <w:t>o</w:t>
      </w:r>
      <w:r w:rsidRPr="00A864BA">
        <w:t>ment dans le voisinage du phare</w:t>
      </w:r>
      <w:r w:rsidR="00EE5D7B">
        <w:t xml:space="preserve">. </w:t>
      </w:r>
      <w:r w:rsidRPr="00A864BA">
        <w:t xml:space="preserve">Cette lampe de </w:t>
      </w:r>
      <w:r w:rsidRPr="00A864BA">
        <w:rPr>
          <w:i/>
        </w:rPr>
        <w:t>Carcel</w:t>
      </w:r>
      <w:r w:rsidR="00EE5D7B">
        <w:t xml:space="preserve">, </w:t>
      </w:r>
      <w:r w:rsidRPr="00A864BA">
        <w:t>que le ga</w:t>
      </w:r>
      <w:r w:rsidRPr="00A864BA">
        <w:t>r</w:t>
      </w:r>
      <w:r w:rsidRPr="00A864BA">
        <w:t>dien pourrait enlever à volonté et porter co</w:t>
      </w:r>
      <w:r w:rsidRPr="00A864BA">
        <w:t>m</w:t>
      </w:r>
      <w:r w:rsidRPr="00A864BA">
        <w:t>modément d</w:t>
      </w:r>
      <w:r w:rsidR="00EE5D7B">
        <w:t>’</w:t>
      </w:r>
      <w:r w:rsidRPr="00A864BA">
        <w:t>une main</w:t>
      </w:r>
      <w:r w:rsidR="00EE5D7B">
        <w:t xml:space="preserve">, </w:t>
      </w:r>
      <w:r w:rsidRPr="00A864BA">
        <w:t>lui serait encore utile pour aller et venir la nuit et chercher les choses dont il pourrait avoir besoin</w:t>
      </w:r>
      <w:r w:rsidR="00EE5D7B">
        <w:t>.</w:t>
      </w:r>
    </w:p>
    <w:p w14:paraId="43233F60" w14:textId="77777777" w:rsidR="00EE5D7B" w:rsidRDefault="00D26B46" w:rsidP="00EE5D7B">
      <w:r w:rsidRPr="00A864BA">
        <w:t>Nous croyons qu</w:t>
      </w:r>
      <w:r w:rsidR="00EE5D7B">
        <w:t>’</w:t>
      </w:r>
      <w:r w:rsidRPr="00A864BA">
        <w:t>avec ces précautions le nouvel éclairage sera au moins aussi assuré que celui des appareils en usage</w:t>
      </w:r>
      <w:r w:rsidR="00EE5D7B">
        <w:t xml:space="preserve">. </w:t>
      </w:r>
      <w:r w:rsidRPr="00A864BA">
        <w:t>Il ne doit pas même donner autant d</w:t>
      </w:r>
      <w:r w:rsidR="00EE5D7B">
        <w:t>’</w:t>
      </w:r>
      <w:r w:rsidRPr="00A864BA">
        <w:t>inquiétude que les lampes ordinaires sur la congélation de l</w:t>
      </w:r>
      <w:r w:rsidR="00EE5D7B">
        <w:t>’</w:t>
      </w:r>
      <w:r w:rsidRPr="00A864BA">
        <w:t>huile pendant les nuits très-froides</w:t>
      </w:r>
      <w:r w:rsidR="00EE5D7B">
        <w:t xml:space="preserve">, </w:t>
      </w:r>
      <w:r w:rsidRPr="00A864BA">
        <w:t>puisque l</w:t>
      </w:r>
      <w:r w:rsidR="00EE5D7B">
        <w:t>’</w:t>
      </w:r>
      <w:r w:rsidRPr="00A864BA">
        <w:t>huile tiède qui retombe sans cesse du bec quadruple dans le rése</w:t>
      </w:r>
      <w:r w:rsidRPr="00A864BA">
        <w:t>r</w:t>
      </w:r>
      <w:r w:rsidRPr="00A864BA">
        <w:t>voir</w:t>
      </w:r>
      <w:r w:rsidR="00EE5D7B">
        <w:t xml:space="preserve">, </w:t>
      </w:r>
      <w:r w:rsidRPr="00A864BA">
        <w:t>et le voisinage de ce grand foyer de chaleur</w:t>
      </w:r>
      <w:r w:rsidR="00EE5D7B">
        <w:t xml:space="preserve">, </w:t>
      </w:r>
      <w:r w:rsidRPr="00A864BA">
        <w:t>suffiront to</w:t>
      </w:r>
      <w:r w:rsidRPr="00A864BA">
        <w:t>u</w:t>
      </w:r>
      <w:r w:rsidRPr="00A864BA">
        <w:t>jours pour tenir l</w:t>
      </w:r>
      <w:r w:rsidR="00EE5D7B">
        <w:t>’</w:t>
      </w:r>
      <w:r w:rsidRPr="00A864BA">
        <w:t>huile du réservoir à l</w:t>
      </w:r>
      <w:r w:rsidR="00EE5D7B">
        <w:t>’</w:t>
      </w:r>
      <w:r w:rsidRPr="00A864BA">
        <w:t>état liquide</w:t>
      </w:r>
      <w:r w:rsidR="00EE5D7B">
        <w:t xml:space="preserve">. </w:t>
      </w:r>
      <w:r w:rsidRPr="00A864BA">
        <w:t>Sans doute le service du bec quadruple est un peu plus compliqué que celui d</w:t>
      </w:r>
      <w:r w:rsidR="00EE5D7B">
        <w:t>’</w:t>
      </w:r>
      <w:r w:rsidRPr="00A864BA">
        <w:t>un bec ordinaire</w:t>
      </w:r>
      <w:r w:rsidR="00EE5D7B">
        <w:t xml:space="preserve"> ; </w:t>
      </w:r>
      <w:r w:rsidRPr="00A864BA">
        <w:t xml:space="preserve">mais </w:t>
      </w:r>
      <w:r w:rsidRPr="00A864BA">
        <w:lastRenderedPageBreak/>
        <w:t>nous nous sommes assurés</w:t>
      </w:r>
      <w:r w:rsidR="00EE5D7B">
        <w:t xml:space="preserve">, </w:t>
      </w:r>
      <w:r w:rsidRPr="00A864BA">
        <w:t>par des expériences très-multipliées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il ne fallait qu</w:t>
      </w:r>
      <w:r w:rsidR="00EE5D7B">
        <w:t>’</w:t>
      </w:r>
      <w:r w:rsidRPr="00A864BA">
        <w:t>un peu d</w:t>
      </w:r>
      <w:r w:rsidR="00EE5D7B">
        <w:t>’</w:t>
      </w:r>
      <w:r w:rsidRPr="00A864BA">
        <w:t>attention pour régulariser les flammes et les entretenir à une ha</w:t>
      </w:r>
      <w:r w:rsidRPr="00A864BA">
        <w:t>u</w:t>
      </w:r>
      <w:r w:rsidRPr="00A864BA">
        <w:t>teur convenable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d</w:t>
      </w:r>
      <w:r w:rsidR="00EE5D7B">
        <w:t>’</w:t>
      </w:r>
      <w:r w:rsidRPr="00A864BA">
        <w:t>ailleurs le seul bec que le gardien ait à soigner et sur lequel il doive porter son a</w:t>
      </w:r>
      <w:r w:rsidRPr="00A864BA">
        <w:t>t</w:t>
      </w:r>
      <w:r w:rsidRPr="00A864BA">
        <w:t>tention</w:t>
      </w:r>
      <w:r w:rsidR="00EE5D7B">
        <w:t xml:space="preserve"> ; </w:t>
      </w:r>
      <w:r w:rsidRPr="00A864BA">
        <w:t>elle n</w:t>
      </w:r>
      <w:r w:rsidR="00EE5D7B">
        <w:t>’</w:t>
      </w:r>
      <w:r w:rsidRPr="00A864BA">
        <w:t>est plus partagée</w:t>
      </w:r>
      <w:r w:rsidR="00EE5D7B">
        <w:t xml:space="preserve">, </w:t>
      </w:r>
      <w:r w:rsidRPr="00A864BA">
        <w:t>comme dans les autres app</w:t>
      </w:r>
      <w:r w:rsidRPr="00A864BA">
        <w:t>a</w:t>
      </w:r>
      <w:r w:rsidRPr="00A864BA">
        <w:t>reils</w:t>
      </w:r>
      <w:r w:rsidR="00EE5D7B">
        <w:t xml:space="preserve">, </w:t>
      </w:r>
      <w:r w:rsidRPr="00A864BA">
        <w:t>entre huit ou seize ou même vingt-quatre becs de lampes</w:t>
      </w:r>
      <w:r w:rsidR="00EE5D7B">
        <w:t xml:space="preserve">. </w:t>
      </w:r>
      <w:r w:rsidRPr="00A864BA">
        <w:t>Il n</w:t>
      </w:r>
      <w:r w:rsidR="00EE5D7B">
        <w:t>’</w:t>
      </w:r>
      <w:r w:rsidRPr="00A864BA">
        <w:t>y a plus de réflecteur à frotter</w:t>
      </w:r>
      <w:r w:rsidR="00EE5D7B">
        <w:t xml:space="preserve">, </w:t>
      </w:r>
      <w:r w:rsidRPr="00A864BA">
        <w:t>plus de becs recouverts d</w:t>
      </w:r>
      <w:r w:rsidR="00EE5D7B">
        <w:t>’</w:t>
      </w:r>
      <w:r w:rsidRPr="00A864BA">
        <w:t>huile brûlée à décrasser</w:t>
      </w:r>
      <w:r w:rsidR="00EE5D7B">
        <w:t xml:space="preserve"> ; </w:t>
      </w:r>
      <w:r w:rsidRPr="00A864BA">
        <w:t>la seule chose à faire pendant le jour est de moucher les mèches du bec quadruple</w:t>
      </w:r>
      <w:r w:rsidR="00EE5D7B">
        <w:t xml:space="preserve">, </w:t>
      </w:r>
      <w:r w:rsidRPr="00A864BA">
        <w:t>de verser de no</w:t>
      </w:r>
      <w:r w:rsidRPr="00A864BA">
        <w:t>u</w:t>
      </w:r>
      <w:r w:rsidRPr="00A864BA">
        <w:t>velle huile dans le réservoir de la lampe</w:t>
      </w:r>
      <w:r w:rsidR="00EE5D7B">
        <w:t xml:space="preserve">, </w:t>
      </w:r>
      <w:r w:rsidRPr="00A864BA">
        <w:t>et de fermer les rideaux destinés à intercepter les rayons solaires</w:t>
      </w:r>
      <w:r w:rsidR="00EE5D7B">
        <w:t xml:space="preserve">, </w:t>
      </w:r>
      <w:r w:rsidRPr="00A864BA">
        <w:t>qui sans cela pou</w:t>
      </w:r>
      <w:r w:rsidRPr="00A864BA">
        <w:t>r</w:t>
      </w:r>
      <w:r w:rsidRPr="00A864BA">
        <w:t>raient enflammer ou fondre les corps placés au foyer des le</w:t>
      </w:r>
      <w:r w:rsidRPr="00A864BA">
        <w:t>n</w:t>
      </w:r>
      <w:r w:rsidRPr="00A864BA">
        <w:t>tilles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une précaution que l</w:t>
      </w:r>
      <w:r w:rsidR="00EE5D7B">
        <w:t>’</w:t>
      </w:r>
      <w:r w:rsidRPr="00A864BA">
        <w:t>on prend même pour les réfle</w:t>
      </w:r>
      <w:r w:rsidRPr="00A864BA">
        <w:t>c</w:t>
      </w:r>
      <w:r w:rsidRPr="00A864BA">
        <w:t>teurs paraboliques</w:t>
      </w:r>
      <w:r w:rsidR="00EE5D7B">
        <w:t xml:space="preserve">. </w:t>
      </w:r>
      <w:r w:rsidRPr="00A864BA">
        <w:t>Ces rideaux serviront en même temps à g</w:t>
      </w:r>
      <w:r w:rsidRPr="00A864BA">
        <w:t>a</w:t>
      </w:r>
      <w:r w:rsidRPr="00A864BA">
        <w:t>rantir les lentilles de la poussière</w:t>
      </w:r>
      <w:r w:rsidR="00EE5D7B">
        <w:t xml:space="preserve">, </w:t>
      </w:r>
      <w:r w:rsidRPr="00A864BA">
        <w:t>du moins pendant le jour</w:t>
      </w:r>
      <w:r w:rsidR="00EE5D7B">
        <w:t xml:space="preserve">. </w:t>
      </w:r>
      <w:r w:rsidRPr="00A864BA">
        <w:t>On voit que le service se réduira à bien peu de chose</w:t>
      </w:r>
      <w:r w:rsidR="00EE5D7B">
        <w:t xml:space="preserve">. </w:t>
      </w:r>
      <w:r w:rsidRPr="00A864BA">
        <w:t>Je suis pe</w:t>
      </w:r>
      <w:r w:rsidRPr="00A864BA">
        <w:t>r</w:t>
      </w:r>
      <w:r w:rsidRPr="00A864BA">
        <w:t>suadé que les gardiens des phares où l</w:t>
      </w:r>
      <w:r w:rsidR="00EE5D7B">
        <w:t>’</w:t>
      </w:r>
      <w:r w:rsidRPr="00A864BA">
        <w:t>on placera le nouvel a</w:t>
      </w:r>
      <w:r w:rsidRPr="00A864BA">
        <w:t>p</w:t>
      </w:r>
      <w:r w:rsidRPr="00A864BA">
        <w:t>pareil</w:t>
      </w:r>
      <w:r w:rsidR="00EE5D7B">
        <w:t xml:space="preserve">, </w:t>
      </w:r>
      <w:r w:rsidRPr="00A864BA">
        <w:t>se féliciteront par la suite de cette simplific</w:t>
      </w:r>
      <w:r w:rsidRPr="00A864BA">
        <w:t>a</w:t>
      </w:r>
      <w:r w:rsidRPr="00A864BA">
        <w:t>tion</w:t>
      </w:r>
      <w:r w:rsidR="00EE5D7B">
        <w:t xml:space="preserve">, </w:t>
      </w:r>
      <w:r w:rsidRPr="00A864BA">
        <w:t>et que leur attention n</w:t>
      </w:r>
      <w:r w:rsidR="00EE5D7B">
        <w:t>’</w:t>
      </w:r>
      <w:r w:rsidRPr="00A864BA">
        <w:t>étant plus partagée entre plusieurs lampes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éclairage de la lampe unique qu</w:t>
      </w:r>
      <w:r w:rsidR="00EE5D7B">
        <w:t>’</w:t>
      </w:r>
      <w:r w:rsidRPr="00A864BA">
        <w:t>ils auront à soigner y g</w:t>
      </w:r>
      <w:r w:rsidRPr="00A864BA">
        <w:t>a</w:t>
      </w:r>
      <w:r w:rsidRPr="00A864BA">
        <w:t>gnera beaucoup</w:t>
      </w:r>
      <w:r w:rsidR="00EE5D7B">
        <w:t>.</w:t>
      </w:r>
    </w:p>
    <w:p w14:paraId="3D74D206" w14:textId="77777777" w:rsidR="00EE5D7B" w:rsidRDefault="00D26B46" w:rsidP="00EE5D7B">
      <w:r w:rsidRPr="00A864BA">
        <w:t>Lors même que l</w:t>
      </w:r>
      <w:r w:rsidR="00EE5D7B">
        <w:t>’</w:t>
      </w:r>
      <w:r w:rsidRPr="00A864BA">
        <w:t>expérience ferait découvrir dans cette lampe quelque inconvénient que nous n</w:t>
      </w:r>
      <w:r w:rsidR="00EE5D7B">
        <w:t>’</w:t>
      </w:r>
      <w:r w:rsidRPr="00A864BA">
        <w:t>aurions point rema</w:t>
      </w:r>
      <w:r w:rsidRPr="00A864BA">
        <w:t>r</w:t>
      </w:r>
      <w:r w:rsidRPr="00A864BA">
        <w:t>qué</w:t>
      </w:r>
      <w:r w:rsidR="00EE5D7B">
        <w:t xml:space="preserve">, </w:t>
      </w:r>
      <w:r w:rsidRPr="00A864BA">
        <w:t>ce ne serait pas une raison pour abandonner l</w:t>
      </w:r>
      <w:r w:rsidR="00EE5D7B">
        <w:t>’</w:t>
      </w:r>
      <w:r w:rsidRPr="00A864BA">
        <w:t>appareil le</w:t>
      </w:r>
      <w:r w:rsidRPr="00A864BA">
        <w:t>n</w:t>
      </w:r>
      <w:r w:rsidRPr="00A864BA">
        <w:t>ticulaire</w:t>
      </w:r>
      <w:r w:rsidR="00EE5D7B">
        <w:t xml:space="preserve">, </w:t>
      </w:r>
      <w:r w:rsidRPr="00A864BA">
        <w:t>qui présente de si grands avantages</w:t>
      </w:r>
      <w:r w:rsidR="00EE5D7B">
        <w:t xml:space="preserve"> ; </w:t>
      </w:r>
      <w:r w:rsidRPr="00A864BA">
        <w:t>car il serait to</w:t>
      </w:r>
      <w:r w:rsidRPr="00A864BA">
        <w:t>u</w:t>
      </w:r>
      <w:r w:rsidRPr="00A864BA">
        <w:t>jours possible de perfectionner le mécanisme de la lampe</w:t>
      </w:r>
      <w:r w:rsidR="00EE5D7B">
        <w:t xml:space="preserve">, </w:t>
      </w:r>
      <w:r w:rsidRPr="00A864BA">
        <w:t>et d</w:t>
      </w:r>
      <w:r w:rsidR="00EE5D7B">
        <w:t>’</w:t>
      </w:r>
      <w:r w:rsidRPr="00A864BA">
        <w:t>obtenir enfin</w:t>
      </w:r>
      <w:r w:rsidR="00EE5D7B">
        <w:t xml:space="preserve">, </w:t>
      </w:r>
      <w:r w:rsidRPr="00A864BA">
        <w:t>soit avec l</w:t>
      </w:r>
      <w:r w:rsidR="00EE5D7B">
        <w:t>’</w:t>
      </w:r>
      <w:r w:rsidRPr="00A864BA">
        <w:t>huile</w:t>
      </w:r>
      <w:r w:rsidR="00EE5D7B">
        <w:t xml:space="preserve">, </w:t>
      </w:r>
      <w:r w:rsidRPr="00A864BA">
        <w:t>soit avec le gaz</w:t>
      </w:r>
      <w:r w:rsidR="00EE5D7B">
        <w:t xml:space="preserve">, </w:t>
      </w:r>
      <w:r w:rsidRPr="00A864BA">
        <w:t>la lumière ce</w:t>
      </w:r>
      <w:r w:rsidRPr="00A864BA">
        <w:t>n</w:t>
      </w:r>
      <w:r w:rsidRPr="00A864BA">
        <w:t>trale nécessaire à l</w:t>
      </w:r>
      <w:r w:rsidR="00EE5D7B">
        <w:t>’</w:t>
      </w:r>
      <w:r w:rsidRPr="00A864BA">
        <w:t>illumin</w:t>
      </w:r>
      <w:r w:rsidRPr="00A864BA">
        <w:t>a</w:t>
      </w:r>
      <w:r w:rsidRPr="00A864BA">
        <w:t>tion de cet appareil</w:t>
      </w:r>
      <w:r w:rsidR="00EE5D7B">
        <w:t>.</w:t>
      </w:r>
    </w:p>
    <w:p w14:paraId="23F979E6" w14:textId="0D8018EC" w:rsidR="00EE5D7B" w:rsidRDefault="00D26B46" w:rsidP="00EE5D7B">
      <w:r w:rsidRPr="00A864BA">
        <w:t>On pourrait faire aussi en lentilles des phares à feux fixes</w:t>
      </w:r>
      <w:r w:rsidR="00EE5D7B">
        <w:t xml:space="preserve">, </w:t>
      </w:r>
      <w:r w:rsidRPr="00A864BA">
        <w:t>supérieurs à ceux qui sont composés de réflecteurs parab</w:t>
      </w:r>
      <w:r w:rsidRPr="00A864BA">
        <w:t>o</w:t>
      </w:r>
      <w:r w:rsidRPr="00A864BA">
        <w:t>liques</w:t>
      </w:r>
      <w:r w:rsidR="00EE5D7B">
        <w:t xml:space="preserve"> ; </w:t>
      </w:r>
      <w:r w:rsidRPr="00A864BA">
        <w:t>mais</w:t>
      </w:r>
      <w:r w:rsidR="00EE5D7B">
        <w:t xml:space="preserve">, </w:t>
      </w:r>
      <w:r w:rsidRPr="00A864BA">
        <w:t>comme les feux fixes</w:t>
      </w:r>
      <w:r w:rsidR="00EE5D7B">
        <w:t xml:space="preserve">, </w:t>
      </w:r>
      <w:r w:rsidRPr="00A864BA">
        <w:t>qui doivent éclairer simu</w:t>
      </w:r>
      <w:r w:rsidRPr="00A864BA">
        <w:t>l</w:t>
      </w:r>
      <w:r w:rsidRPr="00A864BA">
        <w:t>tanément tout l</w:t>
      </w:r>
      <w:r w:rsidR="00EE5D7B">
        <w:t>’</w:t>
      </w:r>
      <w:r w:rsidRPr="00A864BA">
        <w:t>horizon</w:t>
      </w:r>
      <w:r w:rsidR="00EE5D7B">
        <w:t xml:space="preserve">, </w:t>
      </w:r>
      <w:r w:rsidRPr="00A864BA">
        <w:t xml:space="preserve">ne sauraient avoir une aussi grande </w:t>
      </w:r>
      <w:r w:rsidRPr="00A864BA">
        <w:lastRenderedPageBreak/>
        <w:t xml:space="preserve">portée que les feux </w:t>
      </w:r>
      <w:proofErr w:type="spellStart"/>
      <w:r w:rsidRPr="00A864BA">
        <w:t>tournans</w:t>
      </w:r>
      <w:proofErr w:type="spellEnd"/>
      <w:r w:rsidR="00EE5D7B">
        <w:t xml:space="preserve">, </w:t>
      </w:r>
      <w:r w:rsidRPr="00A864BA">
        <w:t>et que d</w:t>
      </w:r>
      <w:r w:rsidR="00EE5D7B">
        <w:t>’</w:t>
      </w:r>
      <w:r w:rsidRPr="00A864BA">
        <w:t>ailleurs ils peuvent être confondus quelquefois avec des feux allumés sur la côte par a</w:t>
      </w:r>
      <w:r w:rsidRPr="00A864BA">
        <w:t>c</w:t>
      </w:r>
      <w:r w:rsidRPr="00A864BA">
        <w:t>cident ou malveillance</w:t>
      </w:r>
      <w:r w:rsidR="00EE5D7B">
        <w:t xml:space="preserve">, </w:t>
      </w:r>
      <w:r w:rsidRPr="00A864BA">
        <w:t>la commission des phares a pensé qu</w:t>
      </w:r>
      <w:r w:rsidR="00EE5D7B">
        <w:t>’</w:t>
      </w:r>
      <w:r w:rsidRPr="00A864BA">
        <w:t>il sera préférable de n</w:t>
      </w:r>
      <w:r w:rsidR="00EE5D7B">
        <w:t>’</w:t>
      </w:r>
      <w:r w:rsidRPr="00A864BA">
        <w:t xml:space="preserve">employer que des feux </w:t>
      </w:r>
      <w:proofErr w:type="spellStart"/>
      <w:r w:rsidRPr="00A864BA">
        <w:t>tournans</w:t>
      </w:r>
      <w:proofErr w:type="spellEnd"/>
      <w:r w:rsidR="00EE5D7B">
        <w:t xml:space="preserve">, </w:t>
      </w:r>
      <w:r w:rsidRPr="00A864BA">
        <w:t>si l</w:t>
      </w:r>
      <w:r w:rsidR="00EE5D7B">
        <w:t>’</w:t>
      </w:r>
      <w:r w:rsidRPr="00A864BA">
        <w:t>on parvient à les diversifier suffisamment</w:t>
      </w:r>
      <w:r w:rsidR="00EE5D7B">
        <w:t xml:space="preserve">. </w:t>
      </w:r>
      <w:r w:rsidRPr="00A864BA">
        <w:t>On y réussit déjà en pa</w:t>
      </w:r>
      <w:r w:rsidRPr="00A864BA">
        <w:t>r</w:t>
      </w:r>
      <w:r w:rsidRPr="00A864BA">
        <w:t>tie en variant les durées de leurs rév</w:t>
      </w:r>
      <w:r w:rsidRPr="00A864BA">
        <w:t>o</w:t>
      </w:r>
      <w:r w:rsidRPr="00A864BA">
        <w:t>lutions</w:t>
      </w:r>
      <w:r w:rsidR="00EE5D7B">
        <w:t xml:space="preserve"> ; </w:t>
      </w:r>
      <w:r w:rsidRPr="00A864BA">
        <w:t>mais ce moyen est a</w:t>
      </w:r>
      <w:r w:rsidRPr="00A864BA">
        <w:t>s</w:t>
      </w:r>
      <w:r w:rsidRPr="00A864BA">
        <w:t>sez borné</w:t>
      </w:r>
      <w:r w:rsidR="00EE5D7B">
        <w:t xml:space="preserve">, </w:t>
      </w:r>
      <w:r w:rsidRPr="00A864BA">
        <w:t>parce qu</w:t>
      </w:r>
      <w:r w:rsidR="00EE5D7B">
        <w:t>’</w:t>
      </w:r>
      <w:r w:rsidRPr="00A864BA">
        <w:t>il faut les rendre très-différentes pour que les marins du petit cabotage ne s</w:t>
      </w:r>
      <w:r w:rsidR="00EE5D7B">
        <w:t>’</w:t>
      </w:r>
      <w:r w:rsidRPr="00A864BA">
        <w:t>y méprennent pas</w:t>
      </w:r>
      <w:r w:rsidR="00EE5D7B">
        <w:t xml:space="preserve">, </w:t>
      </w:r>
      <w:r w:rsidRPr="00A864BA">
        <w:t>et que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>une autre part</w:t>
      </w:r>
      <w:r w:rsidR="00EE5D7B">
        <w:t xml:space="preserve">, </w:t>
      </w:r>
      <w:r w:rsidRPr="00A864BA">
        <w:t xml:space="preserve">les limites des </w:t>
      </w:r>
      <w:proofErr w:type="spellStart"/>
      <w:r w:rsidRPr="00A864BA">
        <w:t>vîtesses</w:t>
      </w:r>
      <w:proofErr w:type="spellEnd"/>
      <w:r w:rsidRPr="00A864BA">
        <w:t xml:space="preserve"> de rotation en plus et en moins qu</w:t>
      </w:r>
      <w:r w:rsidR="00EE5D7B">
        <w:t>’</w:t>
      </w:r>
      <w:r w:rsidRPr="00A864BA">
        <w:t>on peut adopter sans inconv</w:t>
      </w:r>
      <w:r w:rsidRPr="00A864BA">
        <w:t>é</w:t>
      </w:r>
      <w:r w:rsidRPr="00A864BA">
        <w:t>nient</w:t>
      </w:r>
      <w:r w:rsidR="00EE5D7B">
        <w:t xml:space="preserve">, </w:t>
      </w:r>
      <w:r w:rsidRPr="00A864BA">
        <w:t>sont peu étendues</w:t>
      </w:r>
      <w:r w:rsidR="00EE5D7B">
        <w:t xml:space="preserve">. </w:t>
      </w:r>
      <w:r w:rsidRPr="00A864BA">
        <w:t>Les verres colorés</w:t>
      </w:r>
      <w:r w:rsidR="00EE5D7B">
        <w:t xml:space="preserve">, </w:t>
      </w:r>
      <w:r w:rsidRPr="00A864BA">
        <w:t>placés devant les lentilles ou les réfle</w:t>
      </w:r>
      <w:r w:rsidRPr="00A864BA">
        <w:t>c</w:t>
      </w:r>
      <w:r w:rsidRPr="00A864BA">
        <w:t>teurs</w:t>
      </w:r>
      <w:r w:rsidR="00EE5D7B">
        <w:t xml:space="preserve">, </w:t>
      </w:r>
      <w:r w:rsidRPr="00A864BA">
        <w:t xml:space="preserve">sont encore un moyen de diversifier les phares à feux </w:t>
      </w:r>
      <w:proofErr w:type="spellStart"/>
      <w:r w:rsidRPr="00A864BA">
        <w:t>tou</w:t>
      </w:r>
      <w:r w:rsidRPr="00A864BA">
        <w:t>r</w:t>
      </w:r>
      <w:r w:rsidRPr="00A864BA">
        <w:t>nans</w:t>
      </w:r>
      <w:proofErr w:type="spellEnd"/>
      <w:r w:rsidR="00EE5D7B">
        <w:t xml:space="preserve">, </w:t>
      </w:r>
      <w:r w:rsidRPr="00A864BA">
        <w:t>mais qui n</w:t>
      </w:r>
      <w:r w:rsidR="00EE5D7B">
        <w:t>’</w:t>
      </w:r>
      <w:r w:rsidRPr="00A864BA">
        <w:t>a pas paru à la commission bien assuré dans ses r</w:t>
      </w:r>
      <w:r w:rsidRPr="00A864BA">
        <w:t>é</w:t>
      </w:r>
      <w:r w:rsidRPr="00A864BA">
        <w:t>sultats</w:t>
      </w:r>
      <w:r w:rsidR="00EE5D7B">
        <w:t xml:space="preserve">, </w:t>
      </w:r>
      <w:r w:rsidRPr="00A864BA">
        <w:t>et qui d</w:t>
      </w:r>
      <w:r w:rsidR="00EE5D7B">
        <w:t>’</w:t>
      </w:r>
      <w:r w:rsidRPr="00A864BA">
        <w:t>ailleurs a l</w:t>
      </w:r>
      <w:r w:rsidR="00EE5D7B">
        <w:t>’</w:t>
      </w:r>
      <w:r w:rsidRPr="00A864BA">
        <w:t>inconvénient très-grave de faire perdre une grande quantité de lumière</w:t>
      </w:r>
      <w:r w:rsidR="00EE5D7B">
        <w:t xml:space="preserve">. </w:t>
      </w:r>
      <w:r w:rsidRPr="00A864BA">
        <w:t>C</w:t>
      </w:r>
      <w:r w:rsidR="00EE5D7B">
        <w:t>’</w:t>
      </w:r>
      <w:r w:rsidRPr="00A864BA">
        <w:t>est pourquoi j</w:t>
      </w:r>
      <w:r w:rsidR="00EE5D7B">
        <w:t>’</w:t>
      </w:r>
      <w:r w:rsidRPr="00A864BA">
        <w:t>ai che</w:t>
      </w:r>
      <w:r w:rsidRPr="00A864BA">
        <w:t>r</w:t>
      </w:r>
      <w:r w:rsidRPr="00A864BA">
        <w:t>ché à atteindre le but en établissant</w:t>
      </w:r>
      <w:r w:rsidR="00EE5D7B">
        <w:t xml:space="preserve">, </w:t>
      </w:r>
      <w:r w:rsidRPr="00A864BA">
        <w:t>entre les intervalles des éclats d</w:t>
      </w:r>
      <w:r w:rsidR="00EE5D7B">
        <w:t>’</w:t>
      </w:r>
      <w:r w:rsidRPr="00A864BA">
        <w:t>un même phare</w:t>
      </w:r>
      <w:r w:rsidR="00EE5D7B">
        <w:t xml:space="preserve">, </w:t>
      </w:r>
      <w:r w:rsidRPr="00A864BA">
        <w:t>des inégalités périodiques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>après l</w:t>
      </w:r>
      <w:r w:rsidR="00EE5D7B">
        <w:t>’</w:t>
      </w:r>
      <w:r w:rsidRPr="00A864BA">
        <w:t xml:space="preserve">idée de </w:t>
      </w:r>
      <w:r w:rsidR="00EE5D7B">
        <w:t>M. </w:t>
      </w:r>
      <w:proofErr w:type="spellStart"/>
      <w:r w:rsidRPr="00A864BA">
        <w:rPr>
          <w:i/>
        </w:rPr>
        <w:t>Sganzin</w:t>
      </w:r>
      <w:proofErr w:type="spellEnd"/>
      <w:r w:rsidR="00EE5D7B">
        <w:t xml:space="preserve">, </w:t>
      </w:r>
      <w:r w:rsidRPr="00A864BA">
        <w:t>inspecteur général des ponts et chaussées</w:t>
      </w:r>
      <w:r w:rsidR="00EE5D7B">
        <w:t xml:space="preserve">. </w:t>
      </w:r>
      <w:r w:rsidRPr="00A864BA">
        <w:t xml:space="preserve">Le premier appareil lenticulaire exécuté par </w:t>
      </w:r>
      <w:r w:rsidR="00EE5D7B">
        <w:t>M. </w:t>
      </w:r>
      <w:r w:rsidRPr="00A864BA">
        <w:rPr>
          <w:i/>
        </w:rPr>
        <w:t>Soleil</w:t>
      </w:r>
      <w:r w:rsidRPr="00A864BA">
        <w:t xml:space="preserve"> a été con</w:t>
      </w:r>
      <w:r w:rsidRPr="00A864BA">
        <w:t>s</w:t>
      </w:r>
      <w:r w:rsidRPr="00A864BA">
        <w:t>truit dans ce système</w:t>
      </w:r>
      <w:r w:rsidR="00EE5D7B">
        <w:t xml:space="preserve"> ; </w:t>
      </w:r>
      <w:r w:rsidRPr="00A864BA">
        <w:t>deux des huit grandes lentilles y sont remplacées chacune par deux lentilles moitié moins larges</w:t>
      </w:r>
      <w:r w:rsidR="00EE5D7B">
        <w:t xml:space="preserve">, </w:t>
      </w:r>
      <w:r w:rsidRPr="00A864BA">
        <w:t>qui e</w:t>
      </w:r>
      <w:r w:rsidRPr="00A864BA">
        <w:t>m</w:t>
      </w:r>
      <w:r w:rsidRPr="00A864BA">
        <w:t>brassent toujours un angle de 45</w:t>
      </w:r>
      <w:r w:rsidR="00EE5D7B">
        <w:t>°</w:t>
      </w:r>
      <w:r w:rsidRPr="00A864BA">
        <w:t>dans le sens vertical</w:t>
      </w:r>
      <w:r w:rsidR="00EE5D7B">
        <w:t xml:space="preserve">, </w:t>
      </w:r>
      <w:r w:rsidRPr="00A864BA">
        <w:t>mais seulement de 22</w:t>
      </w:r>
      <w:r w:rsidR="00EE5D7B">
        <w:t>° </w:t>
      </w:r>
      <w:r w:rsidR="00EE5D7B" w:rsidRPr="00A864BA">
        <w:t>1</w:t>
      </w:r>
      <w:r w:rsidRPr="00A864BA">
        <w:t>/2 dans le sens horizo</w:t>
      </w:r>
      <w:r w:rsidRPr="00A864BA">
        <w:t>n</w:t>
      </w:r>
      <w:r w:rsidRPr="00A864BA">
        <w:t>tal</w:t>
      </w:r>
      <w:r w:rsidR="00EE5D7B">
        <w:t xml:space="preserve"> : </w:t>
      </w:r>
      <w:r w:rsidRPr="00A864BA">
        <w:t>ces deux couples de lentilles moitié moins larges sont diamétralement opposés</w:t>
      </w:r>
      <w:r w:rsidR="00EE5D7B">
        <w:t xml:space="preserve">. </w:t>
      </w:r>
      <w:r w:rsidRPr="00A864BA">
        <w:t>Il résulte de cette disposition que les intervalles angulaires entre les milieux des éclats successifs</w:t>
      </w:r>
      <w:r w:rsidR="00EE5D7B">
        <w:t xml:space="preserve">, </w:t>
      </w:r>
      <w:r w:rsidRPr="00A864BA">
        <w:t>et par conséquent les inte</w:t>
      </w:r>
      <w:r w:rsidRPr="00A864BA">
        <w:t>r</w:t>
      </w:r>
      <w:r w:rsidRPr="00A864BA">
        <w:t xml:space="preserve">valles de temps </w:t>
      </w:r>
      <w:proofErr w:type="spellStart"/>
      <w:r w:rsidRPr="00A864BA">
        <w:t>correspondans</w:t>
      </w:r>
      <w:proofErr w:type="spellEnd"/>
      <w:r w:rsidRPr="00A864BA">
        <w:t xml:space="preserve"> pendant la rotation du phare</w:t>
      </w:r>
      <w:r w:rsidR="00EE5D7B">
        <w:t xml:space="preserve">, </w:t>
      </w:r>
      <w:r w:rsidRPr="00A864BA">
        <w:t xml:space="preserve">forment la série périodique </w:t>
      </w:r>
      <w:r w:rsidR="00EE5D7B" w:rsidRPr="00A864BA">
        <w:t>1</w:t>
      </w:r>
      <w:r w:rsidR="00EE5D7B">
        <w:t>,</w:t>
      </w:r>
      <w:r w:rsidR="00EE5D7B" w:rsidRPr="00A864BA">
        <w:t>1</w:t>
      </w:r>
      <w:r w:rsidR="00EE5D7B">
        <w:t xml:space="preserve">, </w:t>
      </w:r>
      <w:r w:rsidRPr="00A864BA">
        <w:t>3/</w:t>
      </w:r>
      <w:r w:rsidR="00EE5D7B" w:rsidRPr="00A864BA">
        <w:t>4</w:t>
      </w:r>
      <w:r w:rsidR="00EE5D7B">
        <w:t>,</w:t>
      </w:r>
      <w:r w:rsidR="00EE5D7B" w:rsidRPr="00A864BA">
        <w:t>1</w:t>
      </w:r>
      <w:r w:rsidRPr="00A864BA">
        <w:t>/</w:t>
      </w:r>
      <w:r w:rsidR="00EE5D7B" w:rsidRPr="00A864BA">
        <w:t>2</w:t>
      </w:r>
      <w:r w:rsidR="00EE5D7B">
        <w:t>,</w:t>
      </w:r>
      <w:r w:rsidR="00EE5D7B" w:rsidRPr="00A864BA">
        <w:t>3</w:t>
      </w:r>
      <w:r w:rsidRPr="00A864BA">
        <w:t>/</w:t>
      </w:r>
      <w:r w:rsidR="00EE5D7B" w:rsidRPr="00A864BA">
        <w:t>4</w:t>
      </w:r>
      <w:r w:rsidR="00EE5D7B">
        <w:t>,</w:t>
      </w:r>
      <w:r w:rsidR="00EE5D7B" w:rsidRPr="00A864BA">
        <w:t>1</w:t>
      </w:r>
      <w:r w:rsidR="00EE5D7B">
        <w:t xml:space="preserve">, </w:t>
      </w:r>
      <w:r w:rsidR="00EE5D7B" w:rsidRPr="00A864BA">
        <w:lastRenderedPageBreak/>
        <w:t>1</w:t>
      </w:r>
      <w:r w:rsidR="00EE5D7B">
        <w:t>,</w:t>
      </w:r>
      <w:r w:rsidR="00EE5D7B" w:rsidRPr="00A864BA">
        <w:t>3</w:t>
      </w:r>
      <w:r w:rsidRPr="00A864BA">
        <w:t>/</w:t>
      </w:r>
      <w:r w:rsidR="00EE5D7B" w:rsidRPr="00A864BA">
        <w:t>4</w:t>
      </w:r>
      <w:r w:rsidR="00EE5D7B">
        <w:t>,</w:t>
      </w:r>
      <w:r w:rsidR="00EE5D7B" w:rsidRPr="00A864BA">
        <w:t>1</w:t>
      </w:r>
      <w:r w:rsidRPr="00A864BA">
        <w:t>/</w:t>
      </w:r>
      <w:r w:rsidR="00EE5D7B" w:rsidRPr="00A864BA">
        <w:t>2</w:t>
      </w:r>
      <w:r w:rsidR="00EE5D7B">
        <w:t>,</w:t>
      </w:r>
      <w:r w:rsidR="00EE5D7B" w:rsidRPr="00A864BA">
        <w:t>3</w:t>
      </w:r>
      <w:r w:rsidRPr="00A864BA">
        <w:t>/4</w:t>
      </w:r>
      <w:r w:rsidR="00EE5D7B">
        <w:t xml:space="preserve">, </w:t>
      </w:r>
      <w:r w:rsidRPr="00A864BA">
        <w:t>&amp;c</w:t>
      </w:r>
      <w:r w:rsidR="00EE5D7B">
        <w:t xml:space="preserve">. </w:t>
      </w:r>
      <w:r w:rsidRPr="00A864BA">
        <w:rPr>
          <w:rStyle w:val="Appelnotedebasdep"/>
        </w:rPr>
        <w:footnoteReference w:id="6"/>
      </w:r>
      <w:r w:rsidR="00EE5D7B">
        <w:t xml:space="preserve">. </w:t>
      </w:r>
      <w:r w:rsidRPr="00A864BA">
        <w:t>Il y a aussi une grande différence dans les intensités des éclats</w:t>
      </w:r>
      <w:r w:rsidR="00EE5D7B">
        <w:t xml:space="preserve">, </w:t>
      </w:r>
      <w:r w:rsidRPr="00A864BA">
        <w:t>puisque six d</w:t>
      </w:r>
      <w:r w:rsidR="00EE5D7B">
        <w:t>’</w:t>
      </w:r>
      <w:r w:rsidRPr="00A864BA">
        <w:t xml:space="preserve">entre eux sont presque </w:t>
      </w:r>
      <w:r w:rsidRPr="00A864BA">
        <w:lastRenderedPageBreak/>
        <w:t xml:space="preserve">deux fois plus </w:t>
      </w:r>
      <w:proofErr w:type="spellStart"/>
      <w:r w:rsidRPr="00A864BA">
        <w:t>bri</w:t>
      </w:r>
      <w:r w:rsidRPr="00A864BA">
        <w:t>l</w:t>
      </w:r>
      <w:r w:rsidRPr="00A864BA">
        <w:t>lans</w:t>
      </w:r>
      <w:proofErr w:type="spellEnd"/>
      <w:r w:rsidRPr="00A864BA">
        <w:t xml:space="preserve"> que les quatre autres</w:t>
      </w:r>
      <w:r w:rsidR="00EE5D7B">
        <w:t xml:space="preserve">. </w:t>
      </w:r>
      <w:r w:rsidRPr="00A864BA">
        <w:t>Mais la lumière des plus faibles étant encore très-intense</w:t>
      </w:r>
      <w:r w:rsidR="00EE5D7B">
        <w:t xml:space="preserve">, </w:t>
      </w:r>
      <w:r w:rsidRPr="00A864BA">
        <w:t>et cette comparaison ne se faisant que de souvenir</w:t>
      </w:r>
      <w:r w:rsidR="00EE5D7B">
        <w:t xml:space="preserve">, </w:t>
      </w:r>
      <w:r w:rsidRPr="00A864BA">
        <w:t>il paraît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>après nos expériences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elle ne pourrait servir à reconnaître le phare que dans le cas où sa l</w:t>
      </w:r>
      <w:r w:rsidRPr="00A864BA">
        <w:t>u</w:t>
      </w:r>
      <w:r w:rsidRPr="00A864BA">
        <w:t>mière serait très-affaiblie par un brouillard ou le grand éloignement de l</w:t>
      </w:r>
      <w:r w:rsidR="00EE5D7B">
        <w:t>’</w:t>
      </w:r>
      <w:r w:rsidRPr="00A864BA">
        <w:t>observateur</w:t>
      </w:r>
      <w:r w:rsidR="00EE5D7B">
        <w:t xml:space="preserve"> ; </w:t>
      </w:r>
      <w:r w:rsidRPr="00A864BA">
        <w:t>car</w:t>
      </w:r>
      <w:r w:rsidR="00EE5D7B">
        <w:t xml:space="preserve">, </w:t>
      </w:r>
      <w:r w:rsidRPr="00A864BA">
        <w:t>à six lieues de distance et par un clair de lune</w:t>
      </w:r>
      <w:r w:rsidR="00EE5D7B">
        <w:t xml:space="preserve">, </w:t>
      </w:r>
      <w:r w:rsidRPr="00A864BA">
        <w:t>il fallait quelque attention pour remarquer la différence d</w:t>
      </w:r>
      <w:r w:rsidR="00EE5D7B">
        <w:t>’</w:t>
      </w:r>
      <w:r w:rsidRPr="00A864BA">
        <w:t>intensité de ces éclats</w:t>
      </w:r>
      <w:r w:rsidR="00EE5D7B">
        <w:t xml:space="preserve">, </w:t>
      </w:r>
      <w:r w:rsidRPr="00A864BA">
        <w:t>tant ceux des demi-lentilles avaient e</w:t>
      </w:r>
      <w:r w:rsidRPr="00A864BA">
        <w:t>n</w:t>
      </w:r>
      <w:r w:rsidRPr="00A864BA">
        <w:t>core de v</w:t>
      </w:r>
      <w:r w:rsidRPr="00A864BA">
        <w:t>i</w:t>
      </w:r>
      <w:r w:rsidRPr="00A864BA">
        <w:t>vacité</w:t>
      </w:r>
      <w:r w:rsidR="00EE5D7B">
        <w:t>.</w:t>
      </w:r>
    </w:p>
    <w:p w14:paraId="34E9497A" w14:textId="01BEC27F" w:rsidR="00EE5D7B" w:rsidRDefault="00D26B46" w:rsidP="00EE5D7B">
      <w:r w:rsidRPr="00A864BA">
        <w:t>Les grandes lentilles ont été employées avec beaucoup de succès comme signaux</w:t>
      </w:r>
      <w:r w:rsidR="00EE5D7B">
        <w:t xml:space="preserve">, </w:t>
      </w:r>
      <w:r w:rsidRPr="00A864BA">
        <w:t xml:space="preserve">par </w:t>
      </w:r>
      <w:r w:rsidR="00EE5D7B">
        <w:t>MM. </w:t>
      </w:r>
      <w:r w:rsidRPr="00A864BA">
        <w:rPr>
          <w:i/>
        </w:rPr>
        <w:t>Arago</w:t>
      </w:r>
      <w:r w:rsidRPr="00A864BA">
        <w:t xml:space="preserve"> et </w:t>
      </w:r>
      <w:r w:rsidRPr="00A864BA">
        <w:rPr>
          <w:i/>
        </w:rPr>
        <w:t>Mathieu</w:t>
      </w:r>
      <w:r w:rsidR="00EE5D7B">
        <w:t xml:space="preserve">, </w:t>
      </w:r>
      <w:r w:rsidRPr="00A864BA">
        <w:t>dans les opér</w:t>
      </w:r>
      <w:r w:rsidRPr="00A864BA">
        <w:t>a</w:t>
      </w:r>
      <w:r w:rsidRPr="00A864BA">
        <w:t>tions géodésiques qu</w:t>
      </w:r>
      <w:r w:rsidR="00EE5D7B">
        <w:t>’</w:t>
      </w:r>
      <w:r w:rsidRPr="00A864BA">
        <w:t>ils ont faites vers la fin de l</w:t>
      </w:r>
      <w:r w:rsidR="00EE5D7B">
        <w:t>’</w:t>
      </w:r>
      <w:r w:rsidRPr="00A864BA">
        <w:t>automne dernier sur les côtes de France et d</w:t>
      </w:r>
      <w:r w:rsidR="00EE5D7B">
        <w:t>’</w:t>
      </w:r>
      <w:r w:rsidRPr="00A864BA">
        <w:t>Angleterre</w:t>
      </w:r>
      <w:r w:rsidR="00EE5D7B">
        <w:t xml:space="preserve">. </w:t>
      </w:r>
      <w:r w:rsidRPr="00A864BA">
        <w:t>Une de ces le</w:t>
      </w:r>
      <w:r w:rsidRPr="00A864BA">
        <w:t>n</w:t>
      </w:r>
      <w:r w:rsidRPr="00A864BA">
        <w:t>tilles</w:t>
      </w:r>
      <w:r w:rsidR="00EE5D7B">
        <w:t xml:space="preserve">, </w:t>
      </w:r>
      <w:r w:rsidRPr="00A864BA">
        <w:t>éclairée par un bec quadruple et placée à cinquante mille anglais de l</w:t>
      </w:r>
      <w:r w:rsidR="00EE5D7B">
        <w:t>’</w:t>
      </w:r>
      <w:r w:rsidRPr="00A864BA">
        <w:t>observateur</w:t>
      </w:r>
      <w:r w:rsidR="00EE5D7B">
        <w:t xml:space="preserve">, </w:t>
      </w:r>
      <w:r w:rsidRPr="00A864BA">
        <w:t>était vue aisément avec une lunette</w:t>
      </w:r>
      <w:r w:rsidR="00EE5D7B">
        <w:t xml:space="preserve">, </w:t>
      </w:r>
      <w:r w:rsidRPr="00A864BA">
        <w:t>une heure avant le coucher du soleil</w:t>
      </w:r>
      <w:r w:rsidR="00EE5D7B">
        <w:t xml:space="preserve">, </w:t>
      </w:r>
      <w:r w:rsidRPr="00A864BA">
        <w:t>et à l</w:t>
      </w:r>
      <w:r w:rsidR="00EE5D7B">
        <w:t>’</w:t>
      </w:r>
      <w:r w:rsidRPr="00A864BA">
        <w:t>œil nu</w:t>
      </w:r>
      <w:r w:rsidR="00EE5D7B">
        <w:t xml:space="preserve">, </w:t>
      </w:r>
      <w:r w:rsidRPr="00A864BA">
        <w:t>une heure après</w:t>
      </w:r>
      <w:r w:rsidR="00EE5D7B">
        <w:t xml:space="preserve"> : </w:t>
      </w:r>
      <w:r w:rsidRPr="00A864BA">
        <w:t>elle paraissait alors aussi bri</w:t>
      </w:r>
      <w:r w:rsidRPr="00A864BA">
        <w:t>l</w:t>
      </w:r>
      <w:r w:rsidRPr="00A864BA">
        <w:t>lante qu</w:t>
      </w:r>
      <w:r w:rsidR="00EE5D7B">
        <w:t>’</w:t>
      </w:r>
      <w:r w:rsidRPr="00A864BA">
        <w:t xml:space="preserve">un phare anglais à feu fixe qui se trouvait à-peu-près dans la </w:t>
      </w:r>
      <w:r w:rsidRPr="00A864BA">
        <w:lastRenderedPageBreak/>
        <w:t>même direction à quinze mille seulement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est-à-dire</w:t>
      </w:r>
      <w:r w:rsidR="00EE5D7B">
        <w:t xml:space="preserve">, </w:t>
      </w:r>
      <w:r w:rsidRPr="00A864BA">
        <w:t>trois fois plus près</w:t>
      </w:r>
      <w:r w:rsidR="00EE5D7B">
        <w:t xml:space="preserve">. </w:t>
      </w:r>
      <w:r w:rsidRPr="00A864BA">
        <w:t>Cet exemple suffit pour donner une idée de la portée des grandes lentilles</w:t>
      </w:r>
      <w:r w:rsidR="00EE5D7B">
        <w:t>.</w:t>
      </w:r>
    </w:p>
    <w:p w14:paraId="50E5486C" w14:textId="77777777" w:rsidR="00EE5D7B" w:rsidRDefault="00D26B46" w:rsidP="00EE5D7B">
      <w:r w:rsidRPr="00A864BA">
        <w:t>Leur construction ne sera pas seulement utile à l</w:t>
      </w:r>
      <w:r w:rsidR="00EE5D7B">
        <w:t>’</w:t>
      </w:r>
      <w:r w:rsidRPr="00A864BA">
        <w:t>éclairage des phares</w:t>
      </w:r>
      <w:r w:rsidR="00EE5D7B">
        <w:t xml:space="preserve"> ; </w:t>
      </w:r>
      <w:r w:rsidRPr="00A864BA">
        <w:t>elle servira sans doute aussi à l</w:t>
      </w:r>
      <w:r w:rsidR="00EE5D7B">
        <w:t>’</w:t>
      </w:r>
      <w:r w:rsidRPr="00A864BA">
        <w:t>avancement de la science</w:t>
      </w:r>
      <w:r w:rsidR="00EE5D7B">
        <w:t xml:space="preserve"> : </w:t>
      </w:r>
      <w:r w:rsidRPr="00A864BA">
        <w:t>elle lui fournit un instrument puissant</w:t>
      </w:r>
      <w:r w:rsidR="00EE5D7B">
        <w:t xml:space="preserve">, </w:t>
      </w:r>
      <w:r w:rsidRPr="00A864BA">
        <w:t>avec lequel on pourra soumettre à la plus vive chaleur</w:t>
      </w:r>
      <w:r w:rsidR="00EE5D7B">
        <w:t xml:space="preserve">, </w:t>
      </w:r>
      <w:r w:rsidRPr="00A864BA">
        <w:t>dans l</w:t>
      </w:r>
      <w:r w:rsidR="00EE5D7B">
        <w:t>’</w:t>
      </w:r>
      <w:r w:rsidRPr="00A864BA">
        <w:t>intérieur d</w:t>
      </w:r>
      <w:r w:rsidR="00EE5D7B">
        <w:t>’</w:t>
      </w:r>
      <w:r w:rsidRPr="00A864BA">
        <w:t>un ballon de verre</w:t>
      </w:r>
      <w:r w:rsidR="00EE5D7B">
        <w:t xml:space="preserve">, </w:t>
      </w:r>
      <w:r w:rsidRPr="00A864BA">
        <w:t>des corps qu</w:t>
      </w:r>
      <w:r w:rsidR="00EE5D7B">
        <w:t>’</w:t>
      </w:r>
      <w:r w:rsidRPr="00A864BA">
        <w:t>on voudra fondre ou volatiliser en les soustrayant à l</w:t>
      </w:r>
      <w:r w:rsidR="00EE5D7B">
        <w:t>’</w:t>
      </w:r>
      <w:r w:rsidRPr="00A864BA">
        <w:t>action de l</w:t>
      </w:r>
      <w:r w:rsidR="00EE5D7B">
        <w:t>’</w:t>
      </w:r>
      <w:r w:rsidRPr="00A864BA">
        <w:t>air ou en les mettant en contact avec un autre gaz</w:t>
      </w:r>
      <w:r w:rsidR="00EE5D7B">
        <w:t xml:space="preserve"> : </w:t>
      </w:r>
      <w:r w:rsidRPr="00A864BA">
        <w:t>beaucoup d</w:t>
      </w:r>
      <w:r w:rsidR="00EE5D7B">
        <w:t>’</w:t>
      </w:r>
      <w:r w:rsidRPr="00A864BA">
        <w:t>expériences qui ne pourraient être faites ni avec le chalumeau ordinaire</w:t>
      </w:r>
      <w:r w:rsidR="00EE5D7B">
        <w:t xml:space="preserve">, </w:t>
      </w:r>
      <w:r w:rsidRPr="00A864BA">
        <w:t xml:space="preserve">ni avec celui de </w:t>
      </w:r>
      <w:proofErr w:type="spellStart"/>
      <w:r w:rsidRPr="00A864BA">
        <w:t>Newmann</w:t>
      </w:r>
      <w:proofErr w:type="spellEnd"/>
      <w:r w:rsidR="00EE5D7B">
        <w:t xml:space="preserve">, </w:t>
      </w:r>
      <w:r w:rsidRPr="00A864BA">
        <w:t>le seront facilement de cette manière</w:t>
      </w:r>
      <w:r w:rsidR="00EE5D7B">
        <w:t xml:space="preserve">. </w:t>
      </w:r>
      <w:r w:rsidRPr="00A864BA">
        <w:t>Peut-être d</w:t>
      </w:r>
      <w:r w:rsidRPr="00A864BA">
        <w:t>e</w:t>
      </w:r>
      <w:r w:rsidRPr="00A864BA">
        <w:t>vra-t-on</w:t>
      </w:r>
      <w:r w:rsidR="00EE5D7B">
        <w:t xml:space="preserve">, </w:t>
      </w:r>
      <w:r w:rsidRPr="00A864BA">
        <w:t>par la suite</w:t>
      </w:r>
      <w:r w:rsidR="00EE5D7B">
        <w:t xml:space="preserve">, </w:t>
      </w:r>
      <w:r w:rsidRPr="00A864BA">
        <w:t xml:space="preserve">à ces grands verres </w:t>
      </w:r>
      <w:proofErr w:type="spellStart"/>
      <w:r w:rsidRPr="00A864BA">
        <w:t>ardens</w:t>
      </w:r>
      <w:proofErr w:type="spellEnd"/>
      <w:r w:rsidR="00EE5D7B">
        <w:t xml:space="preserve">, </w:t>
      </w:r>
      <w:r w:rsidRPr="00A864BA">
        <w:t>des déco</w:t>
      </w:r>
      <w:r w:rsidRPr="00A864BA">
        <w:t>u</w:t>
      </w:r>
      <w:r w:rsidRPr="00A864BA">
        <w:t>vertes aussi surprenantes que celles dont la pile de Volta a enr</w:t>
      </w:r>
      <w:r w:rsidRPr="00A864BA">
        <w:t>i</w:t>
      </w:r>
      <w:r w:rsidRPr="00A864BA">
        <w:t>chi la chimie</w:t>
      </w:r>
      <w:r w:rsidR="00EE5D7B">
        <w:t>.</w:t>
      </w:r>
    </w:p>
    <w:p w14:paraId="444DCC86" w14:textId="5824FD25" w:rsidR="00EE5D7B" w:rsidRDefault="00D26B46" w:rsidP="00EE5D7B">
      <w:r w:rsidRPr="00A864BA">
        <w:t>S</w:t>
      </w:r>
      <w:r w:rsidR="00EE5D7B">
        <w:t>’</w:t>
      </w:r>
      <w:r w:rsidRPr="00A864BA">
        <w:t xml:space="preserve">ils rendent des services </w:t>
      </w:r>
      <w:proofErr w:type="spellStart"/>
      <w:r w:rsidRPr="00A864BA">
        <w:t>importans</w:t>
      </w:r>
      <w:proofErr w:type="spellEnd"/>
      <w:r w:rsidRPr="00A864BA">
        <w:t xml:space="preserve"> aux </w:t>
      </w:r>
      <w:proofErr w:type="spellStart"/>
      <w:r w:rsidRPr="00A864BA">
        <w:t>savans</w:t>
      </w:r>
      <w:proofErr w:type="spellEnd"/>
      <w:r w:rsidR="00EE5D7B">
        <w:t xml:space="preserve">, </w:t>
      </w:r>
      <w:r w:rsidRPr="00A864BA">
        <w:t xml:space="preserve">et </w:t>
      </w:r>
      <w:proofErr w:type="spellStart"/>
      <w:r w:rsidRPr="00A864BA">
        <w:t>sur-tout</w:t>
      </w:r>
      <w:proofErr w:type="spellEnd"/>
      <w:r w:rsidRPr="00A864BA">
        <w:t xml:space="preserve"> aux navigateurs</w:t>
      </w:r>
      <w:r w:rsidR="00EE5D7B">
        <w:t xml:space="preserve">, </w:t>
      </w:r>
      <w:r w:rsidRPr="00A864BA">
        <w:t xml:space="preserve">on en sera redevable au zèle éclairé avec lequel </w:t>
      </w:r>
      <w:r w:rsidR="00EE5D7B">
        <w:t>M. </w:t>
      </w:r>
      <w:proofErr w:type="spellStart"/>
      <w:r w:rsidRPr="00A864BA">
        <w:rPr>
          <w:i/>
        </w:rPr>
        <w:t>Becquey</w:t>
      </w:r>
      <w:proofErr w:type="spellEnd"/>
      <w:r w:rsidRPr="00A864BA">
        <w:t xml:space="preserve"> accueille toujours les inventions utiles et sait en h</w:t>
      </w:r>
      <w:r w:rsidRPr="00A864BA">
        <w:t>â</w:t>
      </w:r>
      <w:r w:rsidRPr="00A864BA">
        <w:t xml:space="preserve">ter les </w:t>
      </w:r>
      <w:proofErr w:type="spellStart"/>
      <w:r w:rsidRPr="00A864BA">
        <w:t>perfectionnemens</w:t>
      </w:r>
      <w:proofErr w:type="spellEnd"/>
      <w:r w:rsidR="00EE5D7B">
        <w:t xml:space="preserve">. </w:t>
      </w:r>
      <w:r w:rsidRPr="00A864BA">
        <w:t xml:space="preserve">Les </w:t>
      </w:r>
      <w:proofErr w:type="spellStart"/>
      <w:r w:rsidRPr="00A864BA">
        <w:t>encour</w:t>
      </w:r>
      <w:r w:rsidRPr="00A864BA">
        <w:t>a</w:t>
      </w:r>
      <w:r w:rsidRPr="00A864BA">
        <w:t>gemens</w:t>
      </w:r>
      <w:proofErr w:type="spellEnd"/>
      <w:r w:rsidRPr="00A864BA">
        <w:t xml:space="preserve"> qu</w:t>
      </w:r>
      <w:r w:rsidR="00EE5D7B">
        <w:t>’</w:t>
      </w:r>
      <w:r w:rsidRPr="00A864BA">
        <w:t xml:space="preserve">il a donnés à </w:t>
      </w:r>
      <w:r w:rsidR="00EE5D7B">
        <w:t>M. </w:t>
      </w:r>
      <w:r w:rsidRPr="00A864BA">
        <w:rPr>
          <w:i/>
        </w:rPr>
        <w:t>Soleil</w:t>
      </w:r>
      <w:r w:rsidRPr="00A864BA">
        <w:t xml:space="preserve"> ne se sont pas bornés à lui commander deux appareil</w:t>
      </w:r>
      <w:r w:rsidR="00EE5D7B">
        <w:t xml:space="preserve"> ; </w:t>
      </w:r>
      <w:r w:rsidRPr="00A864BA">
        <w:t>l</w:t>
      </w:r>
      <w:r w:rsidR="00EE5D7B">
        <w:t>’</w:t>
      </w:r>
      <w:r w:rsidRPr="00A864BA">
        <w:t>établissement des machines nécessaires à l</w:t>
      </w:r>
      <w:r w:rsidR="00EE5D7B">
        <w:t>’</w:t>
      </w:r>
      <w:r w:rsidRPr="00A864BA">
        <w:t>exécution des le</w:t>
      </w:r>
      <w:r w:rsidRPr="00A864BA">
        <w:t>n</w:t>
      </w:r>
      <w:r w:rsidRPr="00A864BA">
        <w:t>tilles annulaires exigeait des avances de fonds considérables</w:t>
      </w:r>
      <w:r w:rsidR="00EE5D7B">
        <w:t> ; M. </w:t>
      </w:r>
      <w:r w:rsidRPr="00A864BA">
        <w:t>le directeur général des ponts et chaussées est venu au s</w:t>
      </w:r>
      <w:r w:rsidRPr="00A864BA">
        <w:t>e</w:t>
      </w:r>
      <w:r w:rsidRPr="00A864BA">
        <w:t>cours du fabricant</w:t>
      </w:r>
      <w:r w:rsidR="00EE5D7B">
        <w:t xml:space="preserve">, </w:t>
      </w:r>
      <w:r w:rsidRPr="00A864BA">
        <w:t>et</w:t>
      </w:r>
      <w:r w:rsidR="00EE5D7B">
        <w:t xml:space="preserve">, </w:t>
      </w:r>
      <w:r w:rsidRPr="00A864BA">
        <w:t>en lui faisant délivrer des à-comptes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a enhardi dans la spéculation no</w:t>
      </w:r>
      <w:r w:rsidRPr="00A864BA">
        <w:t>u</w:t>
      </w:r>
      <w:r w:rsidRPr="00A864BA">
        <w:t>velle à laquelle il se livrait</w:t>
      </w:r>
      <w:r w:rsidR="00EE5D7B">
        <w:t xml:space="preserve">, </w:t>
      </w:r>
      <w:r w:rsidRPr="00A864BA">
        <w:t>et a assuré dès le principe le su</w:t>
      </w:r>
      <w:r w:rsidRPr="00A864BA">
        <w:t>c</w:t>
      </w:r>
      <w:r w:rsidRPr="00A864BA">
        <w:t>cès de son entreprise</w:t>
      </w:r>
      <w:r w:rsidR="00EE5D7B">
        <w:t>.</w:t>
      </w:r>
    </w:p>
    <w:p w14:paraId="205B4820" w14:textId="624D9563" w:rsidR="00EE5D7B" w:rsidRDefault="00D26B46" w:rsidP="00EE5D7B">
      <w:r w:rsidRPr="00A864BA">
        <w:t xml:space="preserve">Je dois ajouter que la chaleur avec laquelle </w:t>
      </w:r>
      <w:r w:rsidR="00EE5D7B">
        <w:t>M. de </w:t>
      </w:r>
      <w:r w:rsidRPr="00A864BA">
        <w:rPr>
          <w:i/>
        </w:rPr>
        <w:t>Rossel</w:t>
      </w:r>
      <w:r w:rsidRPr="00A864BA">
        <w:t xml:space="preserve"> appuya la proposition de ce nouveau système d</w:t>
      </w:r>
      <w:r w:rsidR="00EE5D7B">
        <w:t>’</w:t>
      </w:r>
      <w:r w:rsidRPr="00A864BA">
        <w:t>éclairage</w:t>
      </w:r>
      <w:r w:rsidR="00EE5D7B">
        <w:t xml:space="preserve">, </w:t>
      </w:r>
      <w:r w:rsidRPr="00A864BA">
        <w:t>auss</w:t>
      </w:r>
      <w:r w:rsidRPr="00A864BA">
        <w:t>i</w:t>
      </w:r>
      <w:r w:rsidRPr="00A864BA">
        <w:t>tôt qu</w:t>
      </w:r>
      <w:r w:rsidR="00EE5D7B">
        <w:t>’</w:t>
      </w:r>
      <w:r w:rsidRPr="00A864BA">
        <w:t>il eut vu les effets de notre première lentille</w:t>
      </w:r>
      <w:r w:rsidR="00EE5D7B">
        <w:t xml:space="preserve">, </w:t>
      </w:r>
      <w:r w:rsidRPr="00A864BA">
        <w:t xml:space="preserve">ainsi que les conseils et les </w:t>
      </w:r>
      <w:proofErr w:type="spellStart"/>
      <w:r w:rsidRPr="00A864BA">
        <w:t>encouragemens</w:t>
      </w:r>
      <w:proofErr w:type="spellEnd"/>
      <w:r w:rsidRPr="00A864BA">
        <w:t xml:space="preserve"> qu</w:t>
      </w:r>
      <w:r w:rsidR="00EE5D7B">
        <w:t>’</w:t>
      </w:r>
      <w:r w:rsidRPr="00A864BA">
        <w:t xml:space="preserve">il nous a donnés </w:t>
      </w:r>
      <w:r w:rsidRPr="00A864BA">
        <w:lastRenderedPageBreak/>
        <w:t>pendant la durée du travail</w:t>
      </w:r>
      <w:r w:rsidR="00EE5D7B">
        <w:t xml:space="preserve">, </w:t>
      </w:r>
      <w:r w:rsidRPr="00A864BA">
        <w:t>ont beaucoup contribué à accélérer l</w:t>
      </w:r>
      <w:r w:rsidR="00EE5D7B">
        <w:t>’</w:t>
      </w:r>
      <w:r w:rsidRPr="00A864BA">
        <w:t>exécution des deux appareils lenticulaires qui sont maintenant terminés</w:t>
      </w:r>
      <w:r w:rsidR="00EE5D7B">
        <w:t>.</w:t>
      </w:r>
    </w:p>
    <w:p w14:paraId="1004C07F" w14:textId="58CE575B" w:rsidR="00EE5D7B" w:rsidRDefault="00D26B46" w:rsidP="00EE5D7B">
      <w:r w:rsidRPr="00A864BA">
        <w:t>Le premier</w:t>
      </w:r>
      <w:r w:rsidR="00EE5D7B">
        <w:t xml:space="preserve">, </w:t>
      </w:r>
      <w:r w:rsidRPr="00A864BA">
        <w:t>dont les lentilles sont formées de petites po</w:t>
      </w:r>
      <w:r w:rsidRPr="00A864BA">
        <w:t>r</w:t>
      </w:r>
      <w:r w:rsidRPr="00A864BA">
        <w:t>tions de surfaces sphériques</w:t>
      </w:r>
      <w:r w:rsidR="00EE5D7B">
        <w:t xml:space="preserve">, </w:t>
      </w:r>
      <w:r w:rsidRPr="00A864BA">
        <w:t>a été essayé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an dernier</w:t>
      </w:r>
      <w:r w:rsidR="00EE5D7B">
        <w:t xml:space="preserve">, </w:t>
      </w:r>
      <w:r w:rsidRPr="00A864BA">
        <w:t xml:space="preserve">devant </w:t>
      </w:r>
      <w:r w:rsidR="00EE5D7B">
        <w:t>M. </w:t>
      </w:r>
      <w:r w:rsidRPr="00A864BA">
        <w:t>le dire</w:t>
      </w:r>
      <w:r w:rsidRPr="00A864BA">
        <w:t>c</w:t>
      </w:r>
      <w:r w:rsidRPr="00A864BA">
        <w:t>teur général des ponts et chaussées et les membres de la commission des phares</w:t>
      </w:r>
      <w:r w:rsidR="00EE5D7B">
        <w:t xml:space="preserve">, </w:t>
      </w:r>
      <w:r w:rsidRPr="00A864BA">
        <w:t>qui ont été très-satisfaits de la vivac</w:t>
      </w:r>
      <w:r w:rsidRPr="00A864BA">
        <w:t>i</w:t>
      </w:r>
      <w:r w:rsidRPr="00A864BA">
        <w:t>té de sa lumi</w:t>
      </w:r>
      <w:r w:rsidRPr="00A864BA">
        <w:t>è</w:t>
      </w:r>
      <w:r w:rsidRPr="00A864BA">
        <w:t>re</w:t>
      </w:r>
      <w:r w:rsidR="00EE5D7B">
        <w:t>.</w:t>
      </w:r>
    </w:p>
    <w:p w14:paraId="013E43D5" w14:textId="77777777" w:rsidR="00EE5D7B" w:rsidRDefault="00D26B46" w:rsidP="00EE5D7B">
      <w:r w:rsidRPr="00A864BA">
        <w:t>Le second</w:t>
      </w:r>
      <w:r w:rsidR="00EE5D7B">
        <w:t xml:space="preserve">, </w:t>
      </w:r>
      <w:r w:rsidRPr="00A864BA">
        <w:t>composé de huit grandes lentilles annulaires et de huit petites lentilles additionnelles</w:t>
      </w:r>
      <w:r w:rsidR="00EE5D7B">
        <w:t xml:space="preserve">, </w:t>
      </w:r>
      <w:r w:rsidRPr="00A864BA">
        <w:t>va être soumis à une s</w:t>
      </w:r>
      <w:r w:rsidRPr="00A864BA">
        <w:t>é</w:t>
      </w:r>
      <w:r w:rsidRPr="00A864BA">
        <w:t>rie d</w:t>
      </w:r>
      <w:r w:rsidR="00EE5D7B">
        <w:t>’</w:t>
      </w:r>
      <w:r w:rsidRPr="00A864BA">
        <w:t>expériences semblables et plus complètes encore</w:t>
      </w:r>
      <w:r w:rsidR="00EE5D7B">
        <w:t xml:space="preserve">, </w:t>
      </w:r>
      <w:r w:rsidRPr="00A864BA">
        <w:t>en ce qu</w:t>
      </w:r>
      <w:r w:rsidR="00EE5D7B">
        <w:t>’</w:t>
      </w:r>
      <w:r w:rsidRPr="00A864BA">
        <w:t>on y e</w:t>
      </w:r>
      <w:r w:rsidRPr="00A864BA">
        <w:t>m</w:t>
      </w:r>
      <w:r w:rsidRPr="00A864BA">
        <w:t>ploiera la lampe à mouvement d</w:t>
      </w:r>
      <w:r w:rsidR="00EE5D7B">
        <w:t>’</w:t>
      </w:r>
      <w:r w:rsidRPr="00A864BA">
        <w:t>horlogerie destinée pour l</w:t>
      </w:r>
      <w:r w:rsidR="00EE5D7B">
        <w:t>’</w:t>
      </w:r>
      <w:r w:rsidRPr="00A864BA">
        <w:t>éclairage du phare de Cordouan</w:t>
      </w:r>
      <w:r w:rsidR="00EE5D7B">
        <w:t>.</w:t>
      </w:r>
    </w:p>
    <w:p w14:paraId="06D7B3C1" w14:textId="77777777" w:rsidR="00EE5D7B" w:rsidRDefault="00D26B46" w:rsidP="00EE5D7B">
      <w:r w:rsidRPr="00A864BA">
        <w:t>Il résulte déjà d</w:t>
      </w:r>
      <w:r w:rsidR="00EE5D7B">
        <w:t>’</w:t>
      </w:r>
      <w:r w:rsidRPr="00A864BA">
        <w:t>une première observation faite de Mon</w:t>
      </w:r>
      <w:r w:rsidRPr="00A864BA">
        <w:t>t</w:t>
      </w:r>
      <w:r w:rsidRPr="00A864BA">
        <w:t>mélian</w:t>
      </w:r>
      <w:r w:rsidR="00EE5D7B">
        <w:t xml:space="preserve">, </w:t>
      </w:r>
      <w:r w:rsidRPr="00A864BA">
        <w:t>situé à 16400 toises de l</w:t>
      </w:r>
      <w:r w:rsidR="00EE5D7B">
        <w:t>’</w:t>
      </w:r>
      <w:r w:rsidRPr="00A864BA">
        <w:t>arc de triomphe de la ba</w:t>
      </w:r>
      <w:r w:rsidRPr="00A864BA">
        <w:t>r</w:t>
      </w:r>
      <w:r w:rsidRPr="00A864BA">
        <w:t>rière de l</w:t>
      </w:r>
      <w:r w:rsidR="00EE5D7B">
        <w:t>’</w:t>
      </w:r>
      <w:r w:rsidRPr="00A864BA">
        <w:t>Étoile</w:t>
      </w:r>
      <w:r w:rsidR="00EE5D7B">
        <w:t xml:space="preserve">, </w:t>
      </w:r>
      <w:r w:rsidRPr="00A864BA">
        <w:t>sur lequel est placé l</w:t>
      </w:r>
      <w:r w:rsidR="00EE5D7B">
        <w:t>’</w:t>
      </w:r>
      <w:r w:rsidRPr="00A864BA">
        <w:t>appareil</w:t>
      </w:r>
      <w:r w:rsidR="00EE5D7B">
        <w:t xml:space="preserve">, </w:t>
      </w:r>
      <w:r w:rsidRPr="00A864BA">
        <w:t>que la durée de l</w:t>
      </w:r>
      <w:r w:rsidR="00EE5D7B">
        <w:t>’</w:t>
      </w:r>
      <w:r w:rsidRPr="00A864BA">
        <w:t>apparition de la lumière</w:t>
      </w:r>
      <w:r w:rsidR="00EE5D7B">
        <w:t xml:space="preserve"> (</w:t>
      </w:r>
      <w:r w:rsidRPr="00A864BA">
        <w:t>à la vérité dans des circonstances f</w:t>
      </w:r>
      <w:r w:rsidRPr="00A864BA">
        <w:t>a</w:t>
      </w:r>
      <w:r w:rsidRPr="00A864BA">
        <w:t>vorables</w:t>
      </w:r>
      <w:r w:rsidR="00EE5D7B">
        <w:t xml:space="preserve">) </w:t>
      </w:r>
      <w:r w:rsidRPr="00A864BA">
        <w:t>est la mo</w:t>
      </w:r>
      <w:r w:rsidRPr="00A864BA">
        <w:t>i</w:t>
      </w:r>
      <w:r w:rsidRPr="00A864BA">
        <w:t>tié de la durée des éclipses</w:t>
      </w:r>
      <w:r w:rsidR="00EE5D7B">
        <w:t xml:space="preserve"> ; </w:t>
      </w:r>
      <w:r w:rsidRPr="00A864BA">
        <w:t>qu</w:t>
      </w:r>
      <w:r w:rsidR="00EE5D7B">
        <w:t>’</w:t>
      </w:r>
      <w:r w:rsidRPr="00A864BA">
        <w:t>on aperçoit un affaiblissement sensible de la lumière</w:t>
      </w:r>
      <w:r w:rsidR="00EE5D7B">
        <w:t xml:space="preserve"> (</w:t>
      </w:r>
      <w:r w:rsidRPr="00A864BA">
        <w:t>mais sans éclipse a</w:t>
      </w:r>
      <w:r w:rsidRPr="00A864BA">
        <w:t>b</w:t>
      </w:r>
      <w:r w:rsidRPr="00A864BA">
        <w:t>solue</w:t>
      </w:r>
      <w:r w:rsidR="00EE5D7B">
        <w:t xml:space="preserve">) </w:t>
      </w:r>
      <w:r w:rsidRPr="00A864BA">
        <w:t>pendant un cinquième de la durée totale de l</w:t>
      </w:r>
      <w:r w:rsidR="00EE5D7B">
        <w:t>’</w:t>
      </w:r>
      <w:r w:rsidRPr="00A864BA">
        <w:t>apparition</w:t>
      </w:r>
      <w:r w:rsidR="00EE5D7B">
        <w:t xml:space="preserve">, </w:t>
      </w:r>
      <w:r w:rsidRPr="00A864BA">
        <w:t>au point de jonction de l</w:t>
      </w:r>
      <w:r w:rsidR="00EE5D7B">
        <w:t>’</w:t>
      </w:r>
      <w:r w:rsidRPr="00A864BA">
        <w:t>éclat de la grande lentille avec celui de la petite</w:t>
      </w:r>
      <w:r w:rsidR="00EE5D7B">
        <w:t xml:space="preserve"> ; </w:t>
      </w:r>
      <w:r w:rsidRPr="00A864BA">
        <w:t>et qu</w:t>
      </w:r>
      <w:r w:rsidR="00EE5D7B">
        <w:t>’</w:t>
      </w:r>
      <w:r w:rsidRPr="00A864BA">
        <w:t>enfin ces deux éclats</w:t>
      </w:r>
      <w:r w:rsidR="00EE5D7B">
        <w:t xml:space="preserve">, </w:t>
      </w:r>
      <w:proofErr w:type="spellStart"/>
      <w:r w:rsidRPr="00A864BA">
        <w:t>sur-tout</w:t>
      </w:r>
      <w:proofErr w:type="spellEnd"/>
      <w:r w:rsidRPr="00A864BA">
        <w:t xml:space="preserve"> celui de la grande</w:t>
      </w:r>
      <w:r w:rsidR="00EE5D7B">
        <w:t xml:space="preserve">, </w:t>
      </w:r>
      <w:r w:rsidRPr="00A864BA">
        <w:t>sont encore très-beaux à cette distance</w:t>
      </w:r>
      <w:r w:rsidR="00EE5D7B">
        <w:t>.</w:t>
      </w:r>
    </w:p>
    <w:p w14:paraId="4F265E51" w14:textId="4CBCECDD" w:rsidR="00EE5D7B" w:rsidRDefault="00EE5D7B" w:rsidP="00EE5D7B"/>
    <w:p w14:paraId="536454C2" w14:textId="7CD9A3DA" w:rsidR="00EE5D7B" w:rsidRDefault="00EE5D7B" w:rsidP="00EE5D7B">
      <w:r w:rsidRPr="00A864BA">
        <w:rPr>
          <w:i/>
          <w:iCs/>
        </w:rPr>
        <w:t>P</w:t>
      </w:r>
      <w:r>
        <w:rPr>
          <w:i/>
          <w:iCs/>
        </w:rPr>
        <w:t>.</w:t>
      </w:r>
      <w:r w:rsidRPr="00A864BA">
        <w:rPr>
          <w:i/>
          <w:iCs/>
        </w:rPr>
        <w:t>S</w:t>
      </w:r>
      <w:r>
        <w:rPr>
          <w:i/>
          <w:iCs/>
        </w:rPr>
        <w:t xml:space="preserve">. </w:t>
      </w:r>
      <w:r w:rsidR="00D26B46" w:rsidRPr="00A864BA">
        <w:t>Depuis la lecture de ce mémoire</w:t>
      </w:r>
      <w:r>
        <w:t xml:space="preserve">, </w:t>
      </w:r>
      <w:r w:rsidR="00D26B46" w:rsidRPr="00A864BA">
        <w:t>j</w:t>
      </w:r>
      <w:r>
        <w:t>’</w:t>
      </w:r>
      <w:r w:rsidR="00D26B46" w:rsidRPr="00A864BA">
        <w:t>ai songé à un moyen de prolonger la durée des éclats sans rien changer à la disposition des grandes et des petites lentilles</w:t>
      </w:r>
      <w:r>
        <w:t xml:space="preserve">, </w:t>
      </w:r>
      <w:r w:rsidR="00D26B46" w:rsidRPr="00A864BA">
        <w:t>par l</w:t>
      </w:r>
      <w:r>
        <w:t>’</w:t>
      </w:r>
      <w:r w:rsidR="00D26B46" w:rsidRPr="00A864BA">
        <w:t>addition d</w:t>
      </w:r>
      <w:r>
        <w:t>’</w:t>
      </w:r>
      <w:r w:rsidR="00D26B46" w:rsidRPr="00A864BA">
        <w:t>un appareil qui ne gênerait pas le service de la lampe et laiss</w:t>
      </w:r>
      <w:r w:rsidR="00D26B46" w:rsidRPr="00A864BA">
        <w:t>e</w:t>
      </w:r>
      <w:r w:rsidR="00D26B46" w:rsidRPr="00A864BA">
        <w:t>rait entièrement libre la table sur laquelle elle repose</w:t>
      </w:r>
      <w:r>
        <w:t xml:space="preserve">. </w:t>
      </w:r>
      <w:r w:rsidR="00D26B46" w:rsidRPr="00A864BA">
        <w:t xml:space="preserve">Il </w:t>
      </w:r>
      <w:r w:rsidR="00D26B46" w:rsidRPr="00A864BA">
        <w:lastRenderedPageBreak/>
        <w:t>consi</w:t>
      </w:r>
      <w:r w:rsidR="00D26B46" w:rsidRPr="00A864BA">
        <w:t>s</w:t>
      </w:r>
      <w:r w:rsidR="00D26B46" w:rsidRPr="00A864BA">
        <w:t>terait en un système de petites glaces étamées</w:t>
      </w:r>
      <w:r>
        <w:t xml:space="preserve">, </w:t>
      </w:r>
      <w:r w:rsidR="00D26B46" w:rsidRPr="00A864BA">
        <w:t xml:space="preserve">fixées au-dessous des grandes lentilles entre les </w:t>
      </w:r>
      <w:proofErr w:type="spellStart"/>
      <w:r w:rsidR="00D26B46" w:rsidRPr="00A864BA">
        <w:t>montans</w:t>
      </w:r>
      <w:proofErr w:type="spellEnd"/>
      <w:r w:rsidR="00D26B46" w:rsidRPr="00A864BA">
        <w:t xml:space="preserve"> qui les soutie</w:t>
      </w:r>
      <w:r w:rsidR="00D26B46" w:rsidRPr="00A864BA">
        <w:t>n</w:t>
      </w:r>
      <w:r w:rsidR="00D26B46" w:rsidRPr="00A864BA">
        <w:t>nent</w:t>
      </w:r>
      <w:r>
        <w:t xml:space="preserve">, </w:t>
      </w:r>
      <w:r w:rsidR="00D26B46" w:rsidRPr="00A864BA">
        <w:t>et disposées d</w:t>
      </w:r>
      <w:r>
        <w:t>’</w:t>
      </w:r>
      <w:r w:rsidR="00D26B46" w:rsidRPr="00A864BA">
        <w:t>une manière assez analogue aux feuilles d</w:t>
      </w:r>
      <w:r>
        <w:t>’</w:t>
      </w:r>
      <w:r w:rsidR="00D26B46" w:rsidRPr="00A864BA">
        <w:t>une jalousie</w:t>
      </w:r>
      <w:r>
        <w:t xml:space="preserve"> ; </w:t>
      </w:r>
      <w:r w:rsidR="00D26B46" w:rsidRPr="00A864BA">
        <w:t>mais au lieu d</w:t>
      </w:r>
      <w:r>
        <w:t>’</w:t>
      </w:r>
      <w:r w:rsidR="00D26B46" w:rsidRPr="00A864BA">
        <w:t>être parallèles</w:t>
      </w:r>
      <w:r>
        <w:t xml:space="preserve">, </w:t>
      </w:r>
      <w:r w:rsidR="00D26B46" w:rsidRPr="00A864BA">
        <w:t>elles auraient ch</w:t>
      </w:r>
      <w:r w:rsidR="00D26B46" w:rsidRPr="00A864BA">
        <w:t>a</w:t>
      </w:r>
      <w:r w:rsidR="00D26B46" w:rsidRPr="00A864BA">
        <w:t>cune l</w:t>
      </w:r>
      <w:r>
        <w:t>’</w:t>
      </w:r>
      <w:r w:rsidR="00D26B46" w:rsidRPr="00A864BA">
        <w:t>inclinaison convenable pour réfléchir les rayons prov</w:t>
      </w:r>
      <w:r w:rsidR="00D26B46" w:rsidRPr="00A864BA">
        <w:t>e</w:t>
      </w:r>
      <w:r w:rsidR="00D26B46" w:rsidRPr="00A864BA">
        <w:t>nant de la lumière centrale suivant des directions horizontales parallèles entre e</w:t>
      </w:r>
      <w:r w:rsidR="00D26B46" w:rsidRPr="00A864BA">
        <w:t>l</w:t>
      </w:r>
      <w:r w:rsidR="00D26B46" w:rsidRPr="00A864BA">
        <w:t>les</w:t>
      </w:r>
      <w:r>
        <w:t xml:space="preserve">, </w:t>
      </w:r>
      <w:r w:rsidR="00D26B46" w:rsidRPr="00A864BA">
        <w:t>pour chaque système correspondant à une grande lentille</w:t>
      </w:r>
      <w:r>
        <w:t xml:space="preserve">, </w:t>
      </w:r>
      <w:r w:rsidR="00D26B46" w:rsidRPr="00A864BA">
        <w:t>et faisant un angle de 14 ou 15</w:t>
      </w:r>
      <w:r>
        <w:t>°</w:t>
      </w:r>
      <w:r w:rsidR="00D26B46" w:rsidRPr="00A864BA">
        <w:t>avec l</w:t>
      </w:r>
      <w:r>
        <w:t>’</w:t>
      </w:r>
      <w:r w:rsidR="00D26B46" w:rsidRPr="00A864BA">
        <w:t>axe de cette lentille</w:t>
      </w:r>
      <w:r>
        <w:t xml:space="preserve">, </w:t>
      </w:r>
      <w:r w:rsidR="00D26B46" w:rsidRPr="00A864BA">
        <w:t>en avant</w:t>
      </w:r>
      <w:r>
        <w:t xml:space="preserve">, </w:t>
      </w:r>
      <w:r w:rsidR="00D26B46" w:rsidRPr="00A864BA">
        <w:t>dans le sens du mouvement de rotation</w:t>
      </w:r>
      <w:r>
        <w:t xml:space="preserve">, </w:t>
      </w:r>
      <w:r w:rsidR="00D26B46" w:rsidRPr="00A864BA">
        <w:t>de manière que l</w:t>
      </w:r>
      <w:r>
        <w:t>’</w:t>
      </w:r>
      <w:r w:rsidR="00D26B46" w:rsidRPr="00A864BA">
        <w:t>éclat produit par ce système de petits miroirs précéderait l</w:t>
      </w:r>
      <w:r>
        <w:t>’</w:t>
      </w:r>
      <w:r w:rsidR="00D26B46" w:rsidRPr="00A864BA">
        <w:t>éclat de la lentille additionnelle de la même quant</w:t>
      </w:r>
      <w:r w:rsidR="00D26B46" w:rsidRPr="00A864BA">
        <w:t>i</w:t>
      </w:r>
      <w:r w:rsidR="00D26B46" w:rsidRPr="00A864BA">
        <w:t>té dont celui-ci précède l</w:t>
      </w:r>
      <w:r>
        <w:t>’</w:t>
      </w:r>
      <w:r w:rsidR="00D26B46" w:rsidRPr="00A864BA">
        <w:t>éclat de la grande lentille</w:t>
      </w:r>
      <w:r>
        <w:t xml:space="preserve">. </w:t>
      </w:r>
      <w:r w:rsidR="00D26B46" w:rsidRPr="00A864BA">
        <w:t>Je pense qu</w:t>
      </w:r>
      <w:r>
        <w:t>’</w:t>
      </w:r>
      <w:r w:rsidR="00D26B46" w:rsidRPr="00A864BA">
        <w:t>on parviendrait ainsi</w:t>
      </w:r>
      <w:r>
        <w:t xml:space="preserve">, </w:t>
      </w:r>
      <w:r w:rsidR="00D26B46" w:rsidRPr="00A864BA">
        <w:t>à peu de frais</w:t>
      </w:r>
      <w:r>
        <w:t xml:space="preserve">, </w:t>
      </w:r>
      <w:r w:rsidR="00D26B46" w:rsidRPr="00A864BA">
        <w:t>et sans augmenter le poids total du système de plus de deux cents livres</w:t>
      </w:r>
      <w:r>
        <w:t xml:space="preserve">, </w:t>
      </w:r>
      <w:r w:rsidR="00D26B46" w:rsidRPr="00A864BA">
        <w:t>à donner aux éclats une durée presque égale à celle des éclipses</w:t>
      </w:r>
      <w:r>
        <w:t xml:space="preserve">. </w:t>
      </w:r>
      <w:r w:rsidR="00D26B46" w:rsidRPr="00A864BA">
        <w:t>Au reste</w:t>
      </w:r>
      <w:r>
        <w:t xml:space="preserve">, </w:t>
      </w:r>
      <w:r w:rsidR="00D26B46" w:rsidRPr="00A864BA">
        <w:t>je me propose de faire bientôt l</w:t>
      </w:r>
      <w:r>
        <w:t>’</w:t>
      </w:r>
      <w:r w:rsidR="00D26B46" w:rsidRPr="00A864BA">
        <w:t>essai de cet appareil add</w:t>
      </w:r>
      <w:r w:rsidR="00D26B46" w:rsidRPr="00A864BA">
        <w:t>i</w:t>
      </w:r>
      <w:r w:rsidR="00D26B46" w:rsidRPr="00A864BA">
        <w:t>tionnel</w:t>
      </w:r>
      <w:r>
        <w:t xml:space="preserve">, </w:t>
      </w:r>
      <w:r w:rsidR="00D26B46" w:rsidRPr="00A864BA">
        <w:t>et de vérifier par l</w:t>
      </w:r>
      <w:r>
        <w:t>’</w:t>
      </w:r>
      <w:r w:rsidR="00D26B46" w:rsidRPr="00A864BA">
        <w:t>expérience ces résultats approximatifs d</w:t>
      </w:r>
      <w:r>
        <w:t>’</w:t>
      </w:r>
      <w:r w:rsidR="00D26B46" w:rsidRPr="00A864BA">
        <w:t>un premier aperçu</w:t>
      </w:r>
      <w:r>
        <w:t>.</w:t>
      </w:r>
    </w:p>
    <w:p w14:paraId="5E0962F0" w14:textId="47EE9149" w:rsidR="00D26B46" w:rsidRPr="00A864BA" w:rsidRDefault="00D26B46" w:rsidP="00EE5D7B">
      <w:pPr>
        <w:pStyle w:val="Titre1"/>
      </w:pPr>
      <w:bookmarkStart w:id="2" w:name="_Toc245637710"/>
      <w:bookmarkStart w:id="3" w:name="_Toc195639236"/>
      <w:r w:rsidRPr="00A864BA">
        <w:lastRenderedPageBreak/>
        <w:t>NOTE SUR</w:t>
      </w:r>
      <w:r w:rsidRPr="00A864BA">
        <w:br/>
        <w:t>LES BECS À MÈCHES CONCENTRIQUES</w:t>
      </w:r>
      <w:r w:rsidR="00EE5D7B">
        <w:t>,</w:t>
      </w:r>
      <w:bookmarkEnd w:id="2"/>
      <w:r w:rsidR="00EE5D7B">
        <w:br/>
      </w:r>
      <w:r w:rsidRPr="00A864BA">
        <w:br/>
      </w:r>
      <w:r w:rsidRPr="00A03379">
        <w:rPr>
          <w:sz w:val="36"/>
          <w:szCs w:val="36"/>
        </w:rPr>
        <w:t>EXTRAITE</w:t>
      </w:r>
      <w:r w:rsidRPr="00A03379">
        <w:rPr>
          <w:sz w:val="36"/>
          <w:szCs w:val="36"/>
        </w:rPr>
        <w:br/>
        <w:t>DES ANNALES DE CHIMIE ET DE PHYSIQUE</w:t>
      </w:r>
      <w:r w:rsidRPr="00A03379">
        <w:rPr>
          <w:sz w:val="36"/>
          <w:szCs w:val="36"/>
        </w:rPr>
        <w:br/>
        <w:t>DU MOIS D</w:t>
      </w:r>
      <w:r w:rsidR="00EE5D7B">
        <w:rPr>
          <w:sz w:val="36"/>
          <w:szCs w:val="36"/>
        </w:rPr>
        <w:t>’</w:t>
      </w:r>
      <w:r w:rsidRPr="00A03379">
        <w:rPr>
          <w:sz w:val="36"/>
          <w:szCs w:val="36"/>
        </w:rPr>
        <w:t>AVRIL 1821</w:t>
      </w:r>
      <w:r w:rsidR="00EE5D7B">
        <w:rPr>
          <w:sz w:val="36"/>
          <w:szCs w:val="36"/>
        </w:rPr>
        <w:t>.</w:t>
      </w:r>
      <w:bookmarkEnd w:id="3"/>
      <w:r w:rsidR="00EE5D7B">
        <w:rPr>
          <w:sz w:val="36"/>
          <w:szCs w:val="36"/>
        </w:rPr>
        <w:br/>
      </w:r>
    </w:p>
    <w:p w14:paraId="5308C4BC" w14:textId="358EAD6D" w:rsidR="00EE5D7B" w:rsidRDefault="00EE5D7B" w:rsidP="00EE5D7B">
      <w:r>
        <w:t>MM. </w:t>
      </w:r>
      <w:r w:rsidR="00D26B46" w:rsidRPr="00A864BA">
        <w:rPr>
          <w:i/>
        </w:rPr>
        <w:t>Arago</w:t>
      </w:r>
      <w:r w:rsidR="00D26B46" w:rsidRPr="00A864BA">
        <w:t xml:space="preserve"> et </w:t>
      </w:r>
      <w:r w:rsidR="00D26B46" w:rsidRPr="00A864BA">
        <w:rPr>
          <w:i/>
        </w:rPr>
        <w:t>Fresnel</w:t>
      </w:r>
      <w:r>
        <w:t xml:space="preserve">, </w:t>
      </w:r>
      <w:r w:rsidR="00D26B46" w:rsidRPr="00A864BA">
        <w:t xml:space="preserve">chargés par </w:t>
      </w:r>
      <w:r>
        <w:t>M. </w:t>
      </w:r>
      <w:r w:rsidR="00D26B46" w:rsidRPr="00A864BA">
        <w:t>le directeur des ponts et chaussées des expériences relatives au perfectionn</w:t>
      </w:r>
      <w:r w:rsidR="00D26B46" w:rsidRPr="00A864BA">
        <w:t>e</w:t>
      </w:r>
      <w:r w:rsidR="00D26B46" w:rsidRPr="00A864BA">
        <w:t>ment de l</w:t>
      </w:r>
      <w:r>
        <w:t>’</w:t>
      </w:r>
      <w:r w:rsidR="00D26B46" w:rsidRPr="00A864BA">
        <w:t>écla</w:t>
      </w:r>
      <w:r w:rsidR="00D26B46" w:rsidRPr="00A864BA">
        <w:t>i</w:t>
      </w:r>
      <w:r w:rsidR="00D26B46" w:rsidRPr="00A864BA">
        <w:t>rage des phares</w:t>
      </w:r>
      <w:r>
        <w:t xml:space="preserve">, </w:t>
      </w:r>
      <w:r w:rsidR="00D26B46" w:rsidRPr="00A864BA">
        <w:t>se sont particulièrement occupés des becs à plusieurs mèches</w:t>
      </w:r>
      <w:r>
        <w:t xml:space="preserve">, </w:t>
      </w:r>
      <w:r w:rsidR="00D26B46" w:rsidRPr="00A864BA">
        <w:t xml:space="preserve">dont </w:t>
      </w:r>
      <w:r>
        <w:t>M. de </w:t>
      </w:r>
      <w:proofErr w:type="spellStart"/>
      <w:r w:rsidR="00D26B46" w:rsidRPr="00A864BA">
        <w:rPr>
          <w:i/>
        </w:rPr>
        <w:t>Rumfort</w:t>
      </w:r>
      <w:proofErr w:type="spellEnd"/>
      <w:r w:rsidR="00D26B46" w:rsidRPr="00A864BA">
        <w:t xml:space="preserve"> </w:t>
      </w:r>
      <w:proofErr w:type="spellStart"/>
      <w:r w:rsidR="00D26B46" w:rsidRPr="00A864BA">
        <w:t>av</w:t>
      </w:r>
      <w:r w:rsidR="00D26B46">
        <w:t>o</w:t>
      </w:r>
      <w:r w:rsidR="00D26B46" w:rsidRPr="00A864BA">
        <w:t>it</w:t>
      </w:r>
      <w:proofErr w:type="spellEnd"/>
      <w:r w:rsidR="00D26B46" w:rsidRPr="00A864BA">
        <w:t xml:space="preserve"> anno</w:t>
      </w:r>
      <w:r w:rsidR="00D26B46" w:rsidRPr="00A864BA">
        <w:t>n</w:t>
      </w:r>
      <w:r w:rsidR="00D26B46" w:rsidRPr="00A864BA">
        <w:t xml:space="preserve">cé depuis </w:t>
      </w:r>
      <w:proofErr w:type="spellStart"/>
      <w:r w:rsidR="00D26B46" w:rsidRPr="00A864BA">
        <w:t>long-temps</w:t>
      </w:r>
      <w:proofErr w:type="spellEnd"/>
      <w:r w:rsidR="00D26B46" w:rsidRPr="00A864BA">
        <w:t xml:space="preserve"> les avantages</w:t>
      </w:r>
      <w:r>
        <w:t xml:space="preserve">, </w:t>
      </w:r>
      <w:r w:rsidR="00D26B46" w:rsidRPr="00A864BA">
        <w:t>mais qui présentaient e</w:t>
      </w:r>
      <w:r w:rsidR="00D26B46" w:rsidRPr="00A864BA">
        <w:t>n</w:t>
      </w:r>
      <w:r w:rsidR="00D26B46" w:rsidRPr="00A864BA">
        <w:t xml:space="preserve">core de graves </w:t>
      </w:r>
      <w:proofErr w:type="spellStart"/>
      <w:r w:rsidR="00D26B46" w:rsidRPr="00A864BA">
        <w:t>inconvéniens</w:t>
      </w:r>
      <w:proofErr w:type="spellEnd"/>
      <w:r w:rsidR="00D26B46" w:rsidRPr="00A864BA">
        <w:t xml:space="preserve"> par la difficulté de modérer la flamme</w:t>
      </w:r>
      <w:r>
        <w:t>.</w:t>
      </w:r>
    </w:p>
    <w:p w14:paraId="79E87A8D" w14:textId="74526F4E" w:rsidR="00EE5D7B" w:rsidRDefault="00EE5D7B" w:rsidP="00EE5D7B">
      <w:r>
        <w:t>MM. </w:t>
      </w:r>
      <w:r w:rsidR="00D26B46" w:rsidRPr="00A864BA">
        <w:rPr>
          <w:i/>
        </w:rPr>
        <w:t>Arago</w:t>
      </w:r>
      <w:r w:rsidR="00D26B46" w:rsidRPr="00A864BA">
        <w:t xml:space="preserve"> et </w:t>
      </w:r>
      <w:r w:rsidR="00D26B46" w:rsidRPr="00A864BA">
        <w:rPr>
          <w:i/>
        </w:rPr>
        <w:t>Fresnel</w:t>
      </w:r>
      <w:r w:rsidR="00D26B46" w:rsidRPr="00A864BA">
        <w:t xml:space="preserve"> sont parvenus à lever complètement cette difficulté</w:t>
      </w:r>
      <w:r>
        <w:t xml:space="preserve">, </w:t>
      </w:r>
      <w:r w:rsidR="00D26B46" w:rsidRPr="00A864BA">
        <w:t>en appliquant à ces becs l</w:t>
      </w:r>
      <w:r>
        <w:t>’</w:t>
      </w:r>
      <w:r w:rsidR="00D26B46" w:rsidRPr="00A864BA">
        <w:t xml:space="preserve">idée heureuse au moyen de laquelle </w:t>
      </w:r>
      <w:r w:rsidR="00D26B46" w:rsidRPr="00A864BA">
        <w:rPr>
          <w:i/>
        </w:rPr>
        <w:t>Carcel</w:t>
      </w:r>
      <w:r w:rsidR="00D26B46" w:rsidRPr="00A864BA">
        <w:t xml:space="preserve"> a porté à un si haut degré de perfe</w:t>
      </w:r>
      <w:r w:rsidR="00D26B46" w:rsidRPr="00A864BA">
        <w:t>c</w:t>
      </w:r>
      <w:r w:rsidR="00D26B46" w:rsidRPr="00A864BA">
        <w:t>tion les lampes ordinaires à double courant d</w:t>
      </w:r>
      <w:r>
        <w:t>’</w:t>
      </w:r>
      <w:r w:rsidR="00D26B46" w:rsidRPr="00A864BA">
        <w:t>air</w:t>
      </w:r>
      <w:r>
        <w:t xml:space="preserve">, </w:t>
      </w:r>
      <w:r w:rsidR="00D26B46" w:rsidRPr="00A864BA">
        <w:t>et</w:t>
      </w:r>
      <w:r w:rsidR="00D26B46">
        <w:t xml:space="preserve"> qui</w:t>
      </w:r>
      <w:r w:rsidR="00D26B46" w:rsidRPr="00A864BA">
        <w:t xml:space="preserve"> consiste à abreuver la mèche d</w:t>
      </w:r>
      <w:r>
        <w:t>’</w:t>
      </w:r>
      <w:r w:rsidR="00D26B46" w:rsidRPr="00A864BA">
        <w:t>une quantité d</w:t>
      </w:r>
      <w:r>
        <w:t>’</w:t>
      </w:r>
      <w:r w:rsidR="00D26B46" w:rsidRPr="00A864BA">
        <w:t>huile plus grande que celle qu</w:t>
      </w:r>
      <w:r>
        <w:t>’</w:t>
      </w:r>
      <w:r w:rsidR="00D26B46" w:rsidRPr="00A864BA">
        <w:t>elle peut consumer</w:t>
      </w:r>
      <w:r>
        <w:t xml:space="preserve">. </w:t>
      </w:r>
      <w:r w:rsidR="00D26B46" w:rsidRPr="00A864BA">
        <w:t>De cette manière</w:t>
      </w:r>
      <w:r>
        <w:t xml:space="preserve">, </w:t>
      </w:r>
      <w:r w:rsidR="00D26B46" w:rsidRPr="00A864BA">
        <w:t>l</w:t>
      </w:r>
      <w:r>
        <w:t>’</w:t>
      </w:r>
      <w:r w:rsidR="00D26B46" w:rsidRPr="00A864BA">
        <w:t>huile</w:t>
      </w:r>
      <w:r>
        <w:t xml:space="preserve">, </w:t>
      </w:r>
      <w:r w:rsidR="00D26B46" w:rsidRPr="00A864BA">
        <w:t>sans cesse r</w:t>
      </w:r>
      <w:r w:rsidR="00D26B46" w:rsidRPr="00A864BA">
        <w:t>e</w:t>
      </w:r>
      <w:r w:rsidR="00D26B46" w:rsidRPr="00A864BA">
        <w:t>nouvelée</w:t>
      </w:r>
      <w:r>
        <w:t xml:space="preserve">, </w:t>
      </w:r>
      <w:r w:rsidR="00D26B46" w:rsidRPr="00A864BA">
        <w:t>ne peut plus entrer en ébullition dans le bec</w:t>
      </w:r>
      <w:r>
        <w:t xml:space="preserve">, </w:t>
      </w:r>
      <w:r w:rsidR="00D26B46" w:rsidRPr="00A864BA">
        <w:t>et la flamme s</w:t>
      </w:r>
      <w:r>
        <w:t>’</w:t>
      </w:r>
      <w:r w:rsidR="00D26B46" w:rsidRPr="00A864BA">
        <w:t>éloigne de ses bord</w:t>
      </w:r>
      <w:r>
        <w:t xml:space="preserve">, </w:t>
      </w:r>
      <w:r w:rsidR="00D26B46" w:rsidRPr="00A864BA">
        <w:t>continuellement recouverts par l</w:t>
      </w:r>
      <w:r>
        <w:t>’</w:t>
      </w:r>
      <w:r w:rsidR="00D26B46" w:rsidRPr="00A864BA">
        <w:t>huile surabondante qui s</w:t>
      </w:r>
      <w:r>
        <w:t>’</w:t>
      </w:r>
      <w:r w:rsidR="00D26B46" w:rsidRPr="00A864BA">
        <w:t>écoule</w:t>
      </w:r>
      <w:r>
        <w:t xml:space="preserve">. </w:t>
      </w:r>
      <w:r w:rsidR="00D26B46" w:rsidRPr="00A864BA">
        <w:t xml:space="preserve">Dans les lampes que </w:t>
      </w:r>
      <w:r>
        <w:t>MM. </w:t>
      </w:r>
      <w:r w:rsidR="00D26B46" w:rsidRPr="00A864BA">
        <w:rPr>
          <w:i/>
        </w:rPr>
        <w:t>Arago</w:t>
      </w:r>
      <w:r w:rsidR="00D26B46" w:rsidRPr="00A864BA">
        <w:t xml:space="preserve"> et </w:t>
      </w:r>
      <w:r w:rsidR="00D26B46" w:rsidRPr="00A864BA">
        <w:rPr>
          <w:i/>
        </w:rPr>
        <w:t>Fresnel</w:t>
      </w:r>
      <w:r w:rsidR="00D26B46" w:rsidRPr="00A864BA">
        <w:t xml:space="preserve"> ont fait construire pour leurs exp</w:t>
      </w:r>
      <w:r w:rsidR="00D26B46" w:rsidRPr="00A864BA">
        <w:t>é</w:t>
      </w:r>
      <w:r w:rsidR="00D26B46" w:rsidRPr="00A864BA">
        <w:t>riences</w:t>
      </w:r>
      <w:r>
        <w:t xml:space="preserve">, </w:t>
      </w:r>
      <w:r w:rsidR="00D26B46" w:rsidRPr="00A864BA">
        <w:t>ce n</w:t>
      </w:r>
      <w:r>
        <w:t>’</w:t>
      </w:r>
      <w:r w:rsidR="00D26B46" w:rsidRPr="00A864BA">
        <w:t>est pas un mouvement d</w:t>
      </w:r>
      <w:r>
        <w:t>’</w:t>
      </w:r>
      <w:r w:rsidR="00D26B46" w:rsidRPr="00A864BA">
        <w:t>horlogerie qui amène l</w:t>
      </w:r>
      <w:r>
        <w:t>’</w:t>
      </w:r>
      <w:r w:rsidR="00D26B46" w:rsidRPr="00A864BA">
        <w:t>huile</w:t>
      </w:r>
      <w:r>
        <w:t xml:space="preserve">, </w:t>
      </w:r>
      <w:r w:rsidR="00D26B46" w:rsidRPr="00A864BA">
        <w:t xml:space="preserve">comme dans celles de </w:t>
      </w:r>
      <w:r w:rsidR="00D26B46" w:rsidRPr="00A864BA">
        <w:rPr>
          <w:i/>
        </w:rPr>
        <w:t>Carcel</w:t>
      </w:r>
      <w:r>
        <w:t xml:space="preserve"> : </w:t>
      </w:r>
      <w:r w:rsidR="00D26B46" w:rsidRPr="00A864BA">
        <w:t>le réservoir</w:t>
      </w:r>
      <w:r>
        <w:t xml:space="preserve">, </w:t>
      </w:r>
      <w:r w:rsidR="00D26B46" w:rsidRPr="00A864BA">
        <w:t>plus élevé que le bec</w:t>
      </w:r>
      <w:r>
        <w:t xml:space="preserve">, </w:t>
      </w:r>
      <w:r w:rsidR="00D26B46" w:rsidRPr="00A864BA">
        <w:t>reçoit l</w:t>
      </w:r>
      <w:r>
        <w:t>’</w:t>
      </w:r>
      <w:r w:rsidR="00D26B46" w:rsidRPr="00A864BA">
        <w:t>air par un tuyau glissant dans une boîte à cuir</w:t>
      </w:r>
      <w:r>
        <w:t xml:space="preserve">, </w:t>
      </w:r>
      <w:r w:rsidR="00D26B46" w:rsidRPr="00A864BA">
        <w:t>qu</w:t>
      </w:r>
      <w:r>
        <w:t>’</w:t>
      </w:r>
      <w:r w:rsidR="00D26B46" w:rsidRPr="00A864BA">
        <w:t>on peut hausser ou baisser à volonté</w:t>
      </w:r>
      <w:r>
        <w:t xml:space="preserve">, </w:t>
      </w:r>
      <w:r w:rsidR="00D26B46" w:rsidRPr="00A864BA">
        <w:t>et qui sert ainsi à régler le n</w:t>
      </w:r>
      <w:r w:rsidR="00D26B46" w:rsidRPr="00A864BA">
        <w:t>i</w:t>
      </w:r>
      <w:r w:rsidR="00D26B46" w:rsidRPr="00A864BA">
        <w:t>veau d</w:t>
      </w:r>
      <w:r>
        <w:t>’</w:t>
      </w:r>
      <w:r w:rsidR="00D26B46" w:rsidRPr="00A864BA">
        <w:t>écoulement</w:t>
      </w:r>
      <w:r>
        <w:t xml:space="preserve"> ; </w:t>
      </w:r>
      <w:r w:rsidR="00D26B46" w:rsidRPr="00A864BA">
        <w:t>l</w:t>
      </w:r>
      <w:r>
        <w:t>’</w:t>
      </w:r>
      <w:r w:rsidR="00D26B46" w:rsidRPr="00A864BA">
        <w:t xml:space="preserve">huile </w:t>
      </w:r>
      <w:r w:rsidR="00D26B46" w:rsidRPr="00A864BA">
        <w:lastRenderedPageBreak/>
        <w:t>surabondante tombe dans un réc</w:t>
      </w:r>
      <w:r w:rsidR="00D26B46" w:rsidRPr="00A864BA">
        <w:t>i</w:t>
      </w:r>
      <w:r w:rsidR="00D26B46" w:rsidRPr="00A864BA">
        <w:t>pient placé sous le bec</w:t>
      </w:r>
      <w:r>
        <w:t xml:space="preserve">, </w:t>
      </w:r>
      <w:r w:rsidR="00D26B46" w:rsidRPr="00A864BA">
        <w:t>puis est reversée dans le réservoir lor</w:t>
      </w:r>
      <w:r w:rsidR="00D26B46" w:rsidRPr="00A864BA">
        <w:t>s</w:t>
      </w:r>
      <w:r w:rsidR="00D26B46" w:rsidRPr="00A864BA">
        <w:t>qu</w:t>
      </w:r>
      <w:r>
        <w:t>’</w:t>
      </w:r>
      <w:r w:rsidR="00D26B46" w:rsidRPr="00A864BA">
        <w:t>on éteint la lampe</w:t>
      </w:r>
      <w:r>
        <w:t>.</w:t>
      </w:r>
    </w:p>
    <w:p w14:paraId="667334CF" w14:textId="77777777" w:rsidR="00EE5D7B" w:rsidRDefault="00D26B46" w:rsidP="00EE5D7B">
      <w:r w:rsidRPr="00A864BA">
        <w:t>Cet appareil</w:t>
      </w:r>
      <w:r w:rsidR="00EE5D7B">
        <w:t xml:space="preserve">, </w:t>
      </w:r>
      <w:r w:rsidRPr="00A864BA">
        <w:t>convenable pour les expériences auxquelles il était destiné</w:t>
      </w:r>
      <w:r w:rsidR="00EE5D7B">
        <w:t xml:space="preserve">, </w:t>
      </w:r>
      <w:r w:rsidRPr="00A864BA">
        <w:t>serait sans doute très-incommode dans les usages d</w:t>
      </w:r>
      <w:r w:rsidRPr="00A864BA">
        <w:t>o</w:t>
      </w:r>
      <w:r w:rsidRPr="00A864BA">
        <w:t>mestiques</w:t>
      </w:r>
      <w:r w:rsidR="00EE5D7B">
        <w:t xml:space="preserve">, </w:t>
      </w:r>
      <w:r w:rsidRPr="00A864BA">
        <w:t>et en général dans l</w:t>
      </w:r>
      <w:r w:rsidR="00EE5D7B">
        <w:t>’</w:t>
      </w:r>
      <w:r w:rsidRPr="00A864BA">
        <w:t>éclairage des salles</w:t>
      </w:r>
      <w:r w:rsidR="00EE5D7B">
        <w:t xml:space="preserve">, </w:t>
      </w:r>
      <w:r w:rsidRPr="00A864BA">
        <w:t>à cause du grand volume qu</w:t>
      </w:r>
      <w:r w:rsidR="00EE5D7B">
        <w:t>’</w:t>
      </w:r>
      <w:r w:rsidRPr="00A864BA">
        <w:t>il oblige de donner au réservoir et au récipient</w:t>
      </w:r>
      <w:r w:rsidR="00EE5D7B">
        <w:t xml:space="preserve">. </w:t>
      </w:r>
      <w:r w:rsidRPr="00A864BA">
        <w:t>Il va</w:t>
      </w:r>
      <w:r w:rsidRPr="00A864BA">
        <w:t>u</w:t>
      </w:r>
      <w:r w:rsidRPr="00A864BA">
        <w:t>drait beaucoup mieux alors adapter à la lampe l</w:t>
      </w:r>
      <w:r w:rsidR="00EE5D7B">
        <w:t>’</w:t>
      </w:r>
      <w:r w:rsidRPr="00A864BA">
        <w:t>ingénieux méc</w:t>
      </w:r>
      <w:r w:rsidRPr="00A864BA">
        <w:t>a</w:t>
      </w:r>
      <w:r w:rsidRPr="00A864BA">
        <w:t xml:space="preserve">nisme de </w:t>
      </w:r>
      <w:r w:rsidRPr="00A864BA">
        <w:rPr>
          <w:i/>
        </w:rPr>
        <w:t>Carcel</w:t>
      </w:r>
      <w:r w:rsidR="00EE5D7B">
        <w:t>.</w:t>
      </w:r>
    </w:p>
    <w:p w14:paraId="4A0C647B" w14:textId="77777777" w:rsidR="00EE5D7B" w:rsidRDefault="00D26B46" w:rsidP="00EE5D7B">
      <w:r w:rsidRPr="00A864BA">
        <w:t>Il ne suffisait pas</w:t>
      </w:r>
      <w:r w:rsidR="00EE5D7B">
        <w:t xml:space="preserve">, </w:t>
      </w:r>
      <w:r w:rsidRPr="00A864BA">
        <w:t>pour maîtriser la combustion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>amener l</w:t>
      </w:r>
      <w:r w:rsidR="00EE5D7B">
        <w:t>’</w:t>
      </w:r>
      <w:r w:rsidRPr="00A864BA">
        <w:t>huile en quantité surabondante</w:t>
      </w:r>
      <w:r w:rsidR="00EE5D7B">
        <w:t xml:space="preserve"> ; </w:t>
      </w:r>
      <w:r w:rsidRPr="00A864BA">
        <w:t>car il aurait fallu</w:t>
      </w:r>
      <w:r w:rsidR="00EE5D7B">
        <w:t xml:space="preserve">, </w:t>
      </w:r>
      <w:r w:rsidRPr="00A864BA">
        <w:t>dans ce</w:t>
      </w:r>
      <w:r w:rsidRPr="00A864BA">
        <w:t>r</w:t>
      </w:r>
      <w:r w:rsidRPr="00A864BA">
        <w:t>tains cas</w:t>
      </w:r>
      <w:r w:rsidR="00EE5D7B">
        <w:t xml:space="preserve">, </w:t>
      </w:r>
      <w:r w:rsidRPr="00A864BA">
        <w:t>rendre son écoulement si rapide</w:t>
      </w:r>
      <w:r w:rsidR="00EE5D7B">
        <w:t xml:space="preserve">, </w:t>
      </w:r>
      <w:r w:rsidRPr="00A864BA">
        <w:t>que les plus grands réservoirs auraient été vides en peu de temps</w:t>
      </w:r>
      <w:r w:rsidR="00EE5D7B">
        <w:t xml:space="preserve"> : </w:t>
      </w:r>
      <w:r w:rsidRPr="00A864BA">
        <w:t>il était nécessaire encore de donner à la cheminée une hauteur convenable</w:t>
      </w:r>
      <w:r w:rsidR="00EE5D7B">
        <w:t xml:space="preserve">. </w:t>
      </w:r>
      <w:r w:rsidRPr="00A864BA">
        <w:t>On conçoit en effet que plus la cheminée est haute</w:t>
      </w:r>
      <w:r w:rsidR="00EE5D7B">
        <w:t xml:space="preserve">, </w:t>
      </w:r>
      <w:r w:rsidRPr="00A864BA">
        <w:t>plus le courant d</w:t>
      </w:r>
      <w:r w:rsidR="00EE5D7B">
        <w:t>’</w:t>
      </w:r>
      <w:r w:rsidRPr="00A864BA">
        <w:t>air devient rapide et rafraîchit les bords du bec</w:t>
      </w:r>
      <w:r w:rsidR="00EE5D7B">
        <w:t xml:space="preserve">. </w:t>
      </w:r>
      <w:r w:rsidRPr="00A864BA">
        <w:t>Quand la cheminée est trop basse</w:t>
      </w:r>
      <w:r w:rsidR="00EE5D7B">
        <w:t xml:space="preserve">, </w:t>
      </w:r>
      <w:r w:rsidRPr="00A864BA">
        <w:t>le bec s</w:t>
      </w:r>
      <w:r w:rsidR="00EE5D7B">
        <w:t>’</w:t>
      </w:r>
      <w:r w:rsidRPr="00A864BA">
        <w:t>échauffe</w:t>
      </w:r>
      <w:r w:rsidR="00EE5D7B">
        <w:t xml:space="preserve">, </w:t>
      </w:r>
      <w:r w:rsidRPr="00A864BA">
        <w:t>la flamme s</w:t>
      </w:r>
      <w:r w:rsidR="00EE5D7B">
        <w:t>’</w:t>
      </w:r>
      <w:r w:rsidRPr="00A864BA">
        <w:t>alonge et rougit</w:t>
      </w:r>
      <w:r w:rsidR="00EE5D7B">
        <w:t xml:space="preserve"> : </w:t>
      </w:r>
      <w:r w:rsidRPr="00A864BA">
        <w:t>quand elle est trop haute</w:t>
      </w:r>
      <w:r w:rsidR="00EE5D7B">
        <w:t xml:space="preserve">, </w:t>
      </w:r>
      <w:r w:rsidRPr="00A864BA">
        <w:t>la flamme est blanche</w:t>
      </w:r>
      <w:r w:rsidR="00EE5D7B">
        <w:t xml:space="preserve">, </w:t>
      </w:r>
      <w:r w:rsidRPr="00A864BA">
        <w:t>mais ne peut acquérir le développement nécessaire</w:t>
      </w:r>
      <w:r w:rsidR="00EE5D7B">
        <w:t xml:space="preserve">, </w:t>
      </w:r>
      <w:r w:rsidRPr="00A864BA">
        <w:t>et éprouve une agitation continuelle occasio</w:t>
      </w:r>
      <w:r w:rsidRPr="00A864BA">
        <w:t>n</w:t>
      </w:r>
      <w:r w:rsidRPr="00A864BA">
        <w:t xml:space="preserve">née par la trop grande </w:t>
      </w:r>
      <w:proofErr w:type="spellStart"/>
      <w:r w:rsidRPr="00A864BA">
        <w:t>vîtesse</w:t>
      </w:r>
      <w:proofErr w:type="spellEnd"/>
      <w:r w:rsidRPr="00A864BA">
        <w:t xml:space="preserve"> du courant d</w:t>
      </w:r>
      <w:r w:rsidR="00EE5D7B">
        <w:t>’</w:t>
      </w:r>
      <w:r w:rsidRPr="00A864BA">
        <w:t>air</w:t>
      </w:r>
      <w:r w:rsidR="00EE5D7B">
        <w:t xml:space="preserve">. </w:t>
      </w:r>
      <w:r w:rsidRPr="00A864BA">
        <w:t>L</w:t>
      </w:r>
      <w:r w:rsidR="00EE5D7B">
        <w:t>’</w:t>
      </w:r>
      <w:r w:rsidRPr="00A864BA">
        <w:t>expérience peut seule déte</w:t>
      </w:r>
      <w:r w:rsidRPr="00A864BA">
        <w:t>r</w:t>
      </w:r>
      <w:r w:rsidRPr="00A864BA">
        <w:t>miner la hauteur de cheminée la plus avant</w:t>
      </w:r>
      <w:r w:rsidRPr="00A864BA">
        <w:t>a</w:t>
      </w:r>
      <w:r w:rsidRPr="00A864BA">
        <w:t>geuse</w:t>
      </w:r>
      <w:r w:rsidR="00EE5D7B">
        <w:t xml:space="preserve">. </w:t>
      </w:r>
      <w:r w:rsidRPr="00A864BA">
        <w:t>Comme elle doit varier avec l</w:t>
      </w:r>
      <w:r w:rsidR="00EE5D7B">
        <w:t>’</w:t>
      </w:r>
      <w:r w:rsidRPr="00A864BA">
        <w:t>état de l</w:t>
      </w:r>
      <w:r w:rsidR="00EE5D7B">
        <w:t>’</w:t>
      </w:r>
      <w:r w:rsidRPr="00A864BA">
        <w:t xml:space="preserve">air et </w:t>
      </w:r>
      <w:proofErr w:type="spellStart"/>
      <w:r w:rsidRPr="00A864BA">
        <w:t>sur-tout</w:t>
      </w:r>
      <w:proofErr w:type="spellEnd"/>
      <w:r w:rsidRPr="00A864BA">
        <w:t xml:space="preserve"> avec la température de l</w:t>
      </w:r>
      <w:r w:rsidR="00EE5D7B">
        <w:t>’</w:t>
      </w:r>
      <w:r w:rsidRPr="00A864BA">
        <w:t>atmosphère</w:t>
      </w:r>
      <w:r w:rsidR="00EE5D7B">
        <w:t xml:space="preserve">, </w:t>
      </w:r>
      <w:r w:rsidRPr="00A864BA">
        <w:t xml:space="preserve">on a adapté à la cheminée une </w:t>
      </w:r>
      <w:proofErr w:type="spellStart"/>
      <w:r w:rsidRPr="00A864BA">
        <w:t>ralonge</w:t>
      </w:r>
      <w:proofErr w:type="spellEnd"/>
      <w:r w:rsidRPr="00A864BA">
        <w:t xml:space="preserve"> en tôle</w:t>
      </w:r>
      <w:r w:rsidR="00EE5D7B">
        <w:t xml:space="preserve">, </w:t>
      </w:r>
      <w:r w:rsidRPr="00A864BA">
        <w:t>composée de deux pièces qui s</w:t>
      </w:r>
      <w:r w:rsidR="00EE5D7B">
        <w:t>’</w:t>
      </w:r>
      <w:r w:rsidRPr="00A864BA">
        <w:t>emboîtent l</w:t>
      </w:r>
      <w:r w:rsidR="00EE5D7B">
        <w:t>’</w:t>
      </w:r>
      <w:r w:rsidRPr="00A864BA">
        <w:t>une dans l</w:t>
      </w:r>
      <w:r w:rsidR="00EE5D7B">
        <w:t>’</w:t>
      </w:r>
      <w:r w:rsidRPr="00A864BA">
        <w:t>autre</w:t>
      </w:r>
      <w:r w:rsidR="00EE5D7B">
        <w:t xml:space="preserve">, </w:t>
      </w:r>
      <w:r w:rsidRPr="00A864BA">
        <w:t>dont l</w:t>
      </w:r>
      <w:r w:rsidR="00EE5D7B">
        <w:t>’</w:t>
      </w:r>
      <w:r w:rsidRPr="00A864BA">
        <w:t>une est fixe et l</w:t>
      </w:r>
      <w:r w:rsidR="00EE5D7B">
        <w:t>’</w:t>
      </w:r>
      <w:r w:rsidRPr="00A864BA">
        <w:t>autre peut s</w:t>
      </w:r>
      <w:r w:rsidR="00EE5D7B">
        <w:t>’</w:t>
      </w:r>
      <w:r w:rsidRPr="00A864BA">
        <w:t>élever ou s</w:t>
      </w:r>
      <w:r w:rsidR="00EE5D7B">
        <w:t>’</w:t>
      </w:r>
      <w:r w:rsidRPr="00A864BA">
        <w:t>abaisser à l</w:t>
      </w:r>
      <w:r w:rsidR="00EE5D7B">
        <w:t>’</w:t>
      </w:r>
      <w:r w:rsidRPr="00A864BA">
        <w:t>aide d</w:t>
      </w:r>
      <w:r w:rsidR="00EE5D7B">
        <w:t>’</w:t>
      </w:r>
      <w:r w:rsidRPr="00A864BA">
        <w:t>une crémaillère</w:t>
      </w:r>
      <w:r w:rsidR="00EE5D7B">
        <w:t xml:space="preserve">. </w:t>
      </w:r>
      <w:r w:rsidRPr="00A864BA">
        <w:t>De cette manière on fait varier à volonté la hauteur de la cheminée lorsque la lampe est allumée</w:t>
      </w:r>
      <w:r w:rsidR="00EE5D7B">
        <w:t xml:space="preserve">. </w:t>
      </w:r>
      <w:r w:rsidRPr="00A864BA">
        <w:t xml:space="preserve">On la tient basse dans les premiers </w:t>
      </w:r>
      <w:proofErr w:type="spellStart"/>
      <w:r w:rsidRPr="00A864BA">
        <w:t>instans</w:t>
      </w:r>
      <w:proofErr w:type="spellEnd"/>
      <w:r w:rsidRPr="00A864BA">
        <w:t xml:space="preserve"> pour faciliter le développement des flammes</w:t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 xml:space="preserve">on élève </w:t>
      </w:r>
      <w:r w:rsidRPr="00A864BA">
        <w:lastRenderedPageBreak/>
        <w:t xml:space="preserve">ensuite la partie mobile de la </w:t>
      </w:r>
      <w:proofErr w:type="spellStart"/>
      <w:r w:rsidRPr="00A864BA">
        <w:t>ralonge</w:t>
      </w:r>
      <w:proofErr w:type="spellEnd"/>
      <w:r w:rsidRPr="00A864BA">
        <w:t xml:space="preserve"> pour modérer la combustion</w:t>
      </w:r>
      <w:r w:rsidRPr="00A864BA">
        <w:rPr>
          <w:rStyle w:val="Appelnotedebasdep"/>
        </w:rPr>
        <w:footnoteReference w:id="7"/>
      </w:r>
      <w:r w:rsidR="00EE5D7B">
        <w:t>.</w:t>
      </w:r>
    </w:p>
    <w:p w14:paraId="011582D6" w14:textId="77777777" w:rsidR="00EE5D7B" w:rsidRDefault="00D26B46" w:rsidP="00EE5D7B">
      <w:r w:rsidRPr="00A864BA">
        <w:t>Enfin</w:t>
      </w:r>
      <w:r w:rsidR="00EE5D7B">
        <w:t xml:space="preserve">, </w:t>
      </w:r>
      <w:r w:rsidRPr="00A864BA">
        <w:t>chacune des mèches concentriques s</w:t>
      </w:r>
      <w:r w:rsidR="00EE5D7B">
        <w:t>’</w:t>
      </w:r>
      <w:r w:rsidRPr="00A864BA">
        <w:t>élève ou s</w:t>
      </w:r>
      <w:r w:rsidR="00EE5D7B">
        <w:t>’</w:t>
      </w:r>
      <w:r w:rsidRPr="00A864BA">
        <w:t>abaisse séparément</w:t>
      </w:r>
      <w:r w:rsidR="00EE5D7B">
        <w:t xml:space="preserve">, </w:t>
      </w:r>
      <w:r w:rsidRPr="00A864BA">
        <w:t>à l</w:t>
      </w:r>
      <w:r w:rsidR="00EE5D7B">
        <w:t>’</w:t>
      </w:r>
      <w:r w:rsidRPr="00A864BA">
        <w:t>aide d</w:t>
      </w:r>
      <w:r w:rsidR="00EE5D7B">
        <w:t>’</w:t>
      </w:r>
      <w:r w:rsidRPr="00A864BA">
        <w:t>une crémaillère dont la tige qui porte l</w:t>
      </w:r>
      <w:r w:rsidR="00EE5D7B">
        <w:t>’</w:t>
      </w:r>
      <w:r w:rsidRPr="00A864BA">
        <w:t>a</w:t>
      </w:r>
      <w:r w:rsidRPr="00A864BA">
        <w:t>n</w:t>
      </w:r>
      <w:r w:rsidRPr="00A864BA">
        <w:t>neau passe dans l</w:t>
      </w:r>
      <w:r w:rsidR="00EE5D7B">
        <w:t>’</w:t>
      </w:r>
      <w:r w:rsidRPr="00A864BA">
        <w:t>intérieur même du bec</w:t>
      </w:r>
      <w:r w:rsidR="00EE5D7B">
        <w:t xml:space="preserve">. </w:t>
      </w:r>
      <w:r w:rsidRPr="00A864BA">
        <w:t>L</w:t>
      </w:r>
      <w:r w:rsidR="00EE5D7B">
        <w:t>’</w:t>
      </w:r>
      <w:r w:rsidRPr="00A864BA">
        <w:t>anneau sur lequel la mèche est fixée s</w:t>
      </w:r>
      <w:r w:rsidR="00EE5D7B">
        <w:t>’</w:t>
      </w:r>
      <w:r w:rsidRPr="00A864BA">
        <w:t>assemble à baïonnette sur celui-ci</w:t>
      </w:r>
      <w:r w:rsidR="00EE5D7B">
        <w:t xml:space="preserve">, </w:t>
      </w:r>
      <w:r w:rsidRPr="00A864BA">
        <w:t>en sorte qu</w:t>
      </w:r>
      <w:r w:rsidR="00EE5D7B">
        <w:t>’</w:t>
      </w:r>
      <w:r w:rsidRPr="00A864BA">
        <w:t>on peut l</w:t>
      </w:r>
      <w:r w:rsidR="00EE5D7B">
        <w:t>’</w:t>
      </w:r>
      <w:r w:rsidRPr="00A864BA">
        <w:t>enlever et le replacer à volonté</w:t>
      </w:r>
      <w:r w:rsidR="00EE5D7B">
        <w:t xml:space="preserve">. </w:t>
      </w:r>
      <w:r w:rsidRPr="00A864BA">
        <w:t>De cette m</w:t>
      </w:r>
      <w:r w:rsidRPr="00A864BA">
        <w:t>a</w:t>
      </w:r>
      <w:r w:rsidRPr="00A864BA">
        <w:t>nière on a supprimé les petits tuyaux qu</w:t>
      </w:r>
      <w:r w:rsidR="00EE5D7B">
        <w:t>’</w:t>
      </w:r>
      <w:r w:rsidRPr="00A864BA">
        <w:t>on adapte ordinair</w:t>
      </w:r>
      <w:r w:rsidRPr="00A864BA">
        <w:t>e</w:t>
      </w:r>
      <w:r w:rsidRPr="00A864BA">
        <w:t>ment aux becs pour contenir la tige qui porte l</w:t>
      </w:r>
      <w:r w:rsidR="00EE5D7B">
        <w:t>’</w:t>
      </w:r>
      <w:r w:rsidRPr="00A864BA">
        <w:t>anneau</w:t>
      </w:r>
      <w:r w:rsidR="00EE5D7B">
        <w:t xml:space="preserve">. </w:t>
      </w:r>
      <w:r w:rsidRPr="00A864BA">
        <w:t>Dans les becs à mèches concentriques</w:t>
      </w:r>
      <w:r w:rsidR="00EE5D7B">
        <w:t xml:space="preserve">, </w:t>
      </w:r>
      <w:r w:rsidRPr="00A864BA">
        <w:t>où la température est toujours très-élevée</w:t>
      </w:r>
      <w:r w:rsidR="00EE5D7B">
        <w:t xml:space="preserve">, </w:t>
      </w:r>
      <w:r w:rsidRPr="00A864BA">
        <w:t>ces petits tuyaux remplis d</w:t>
      </w:r>
      <w:r w:rsidR="00EE5D7B">
        <w:t>’</w:t>
      </w:r>
      <w:r w:rsidRPr="00A864BA">
        <w:t>huile avaient l</w:t>
      </w:r>
      <w:r w:rsidR="00EE5D7B">
        <w:t>’</w:t>
      </w:r>
      <w:r w:rsidRPr="00A864BA">
        <w:t>inconvénient de laisser dégager une trop grande quantité de gaz</w:t>
      </w:r>
      <w:r w:rsidR="00EE5D7B">
        <w:t xml:space="preserve">, </w:t>
      </w:r>
      <w:r w:rsidRPr="00A864BA">
        <w:t xml:space="preserve">et de diminuer en outre le passage de </w:t>
      </w:r>
      <w:r w:rsidRPr="00A864BA">
        <w:lastRenderedPageBreak/>
        <w:t>l</w:t>
      </w:r>
      <w:r w:rsidR="00EE5D7B">
        <w:t>’</w:t>
      </w:r>
      <w:r w:rsidRPr="00A864BA">
        <w:t>air au même e</w:t>
      </w:r>
      <w:r w:rsidRPr="00A864BA">
        <w:t>n</w:t>
      </w:r>
      <w:r w:rsidRPr="00A864BA">
        <w:t>droit</w:t>
      </w:r>
      <w:r w:rsidR="00EE5D7B">
        <w:t xml:space="preserve"> ; </w:t>
      </w:r>
      <w:r w:rsidRPr="00A864BA">
        <w:t>deux causes qui produisaient en ce point un jet de flamme plus élevé que sur le reste du bec</w:t>
      </w:r>
      <w:r w:rsidR="00EE5D7B">
        <w:t>.</w:t>
      </w:r>
    </w:p>
    <w:p w14:paraId="5903928D" w14:textId="77777777" w:rsidR="00EE5D7B" w:rsidRDefault="00D26B46" w:rsidP="00D26B46">
      <w:pPr>
        <w:pStyle w:val="Retraitcorpsdetexte2"/>
      </w:pPr>
      <w:r w:rsidRPr="00A864BA">
        <w:t>Enfin la chose la plus importante peut-être de la constru</w:t>
      </w:r>
      <w:r w:rsidRPr="00A864BA">
        <w:t>c</w:t>
      </w:r>
      <w:r w:rsidRPr="00A864BA">
        <w:t>tion du bec</w:t>
      </w:r>
      <w:r w:rsidR="00EE5D7B">
        <w:t xml:space="preserve">, </w:t>
      </w:r>
      <w:r w:rsidRPr="00A864BA">
        <w:t>et qui ne pouvait être déterminée que par l</w:t>
      </w:r>
      <w:r w:rsidR="00EE5D7B">
        <w:t>’</w:t>
      </w:r>
      <w:r w:rsidRPr="00A864BA">
        <w:t>expérience</w:t>
      </w:r>
      <w:r w:rsidR="00EE5D7B">
        <w:t xml:space="preserve">, </w:t>
      </w:r>
      <w:r w:rsidRPr="00A864BA">
        <w:t>c</w:t>
      </w:r>
      <w:r w:rsidR="00EE5D7B">
        <w:t>’</w:t>
      </w:r>
      <w:r w:rsidRPr="00A864BA">
        <w:t>était de régler l</w:t>
      </w:r>
      <w:r w:rsidR="00EE5D7B">
        <w:t>’</w:t>
      </w:r>
      <w:r w:rsidRPr="00A864BA">
        <w:t>intervalle entre les mèches co</w:t>
      </w:r>
      <w:r w:rsidRPr="00A864BA">
        <w:t>n</w:t>
      </w:r>
      <w:r w:rsidRPr="00A864BA">
        <w:t>centriques</w:t>
      </w:r>
      <w:r w:rsidR="00EE5D7B">
        <w:t xml:space="preserve">, </w:t>
      </w:r>
      <w:r w:rsidRPr="00A864BA">
        <w:t>de façon à produire le plus bel effet possible</w:t>
      </w:r>
      <w:r w:rsidR="00EE5D7B">
        <w:t xml:space="preserve">. </w:t>
      </w:r>
      <w:r w:rsidRPr="00A864BA">
        <w:t>Si on les tient trop éloignées les unes des autres</w:t>
      </w:r>
      <w:r w:rsidR="00EE5D7B">
        <w:t xml:space="preserve">, </w:t>
      </w:r>
      <w:r w:rsidRPr="00A864BA">
        <w:t>les flammes ne s</w:t>
      </w:r>
      <w:r w:rsidR="00EE5D7B">
        <w:t>’</w:t>
      </w:r>
      <w:r w:rsidRPr="00A864BA">
        <w:t>échauffent pas assez mutuellement et sont rouges</w:t>
      </w:r>
      <w:r w:rsidR="00EE5D7B">
        <w:t xml:space="preserve"> ; </w:t>
      </w:r>
      <w:r w:rsidRPr="00A864BA">
        <w:t>si on les rapproche trop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air n</w:t>
      </w:r>
      <w:r w:rsidR="00EE5D7B">
        <w:t>’</w:t>
      </w:r>
      <w:r w:rsidRPr="00A864BA">
        <w:t>a</w:t>
      </w:r>
      <w:r w:rsidRPr="00A864BA">
        <w:t>r</w:t>
      </w:r>
      <w:r w:rsidRPr="00A864BA">
        <w:t>rive plus en quantité suffisante pour la combustion</w:t>
      </w:r>
      <w:r w:rsidR="00EE5D7B">
        <w:t xml:space="preserve">, </w:t>
      </w:r>
      <w:r w:rsidRPr="00A864BA">
        <w:t>d</w:t>
      </w:r>
      <w:r w:rsidR="00EE5D7B">
        <w:t>’</w:t>
      </w:r>
      <w:r w:rsidRPr="00A864BA">
        <w:t xml:space="preserve">où résulte un grand </w:t>
      </w:r>
      <w:proofErr w:type="spellStart"/>
      <w:r w:rsidRPr="00A864BA">
        <w:t>alongement</w:t>
      </w:r>
      <w:proofErr w:type="spellEnd"/>
      <w:r w:rsidRPr="00A864BA">
        <w:t xml:space="preserve"> des flammes</w:t>
      </w:r>
      <w:r w:rsidR="00EE5D7B">
        <w:t xml:space="preserve"> ; </w:t>
      </w:r>
      <w:r w:rsidRPr="00A864BA">
        <w:t>elles rougissent aussi dans la partie supérieure et donnent de la fumée</w:t>
      </w:r>
      <w:r w:rsidR="00EE5D7B">
        <w:t xml:space="preserve">. </w:t>
      </w:r>
      <w:r w:rsidRPr="00A864BA">
        <w:t>On remédierait à cet inconvénient en exhaussant suff</w:t>
      </w:r>
      <w:r w:rsidRPr="00A864BA">
        <w:t>i</w:t>
      </w:r>
      <w:r w:rsidRPr="00A864BA">
        <w:t>samment la cheminée</w:t>
      </w:r>
      <w:r w:rsidR="00EE5D7B">
        <w:t xml:space="preserve"> ; </w:t>
      </w:r>
      <w:r w:rsidRPr="00A864BA">
        <w:t>mais le courant d</w:t>
      </w:r>
      <w:r w:rsidR="00EE5D7B">
        <w:t>’</w:t>
      </w:r>
      <w:r w:rsidRPr="00A864BA">
        <w:t>air deviendrait si r</w:t>
      </w:r>
      <w:r w:rsidRPr="00A864BA">
        <w:t>a</w:t>
      </w:r>
      <w:r w:rsidRPr="00A864BA">
        <w:t>pide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>une partie notable de la vapeur d</w:t>
      </w:r>
      <w:r w:rsidR="00EE5D7B">
        <w:t>’</w:t>
      </w:r>
      <w:r w:rsidRPr="00A864BA">
        <w:t>huile serait entraînée sans avoir servi à la co</w:t>
      </w:r>
      <w:r w:rsidRPr="00A864BA">
        <w:t>m</w:t>
      </w:r>
      <w:r w:rsidRPr="00A864BA">
        <w:t>bustion</w:t>
      </w:r>
      <w:r w:rsidR="00EE5D7B">
        <w:t>.</w:t>
      </w:r>
    </w:p>
    <w:p w14:paraId="39EF6642" w14:textId="314902F7" w:rsidR="00D26B46" w:rsidRPr="00A864BA" w:rsidRDefault="00D26B46" w:rsidP="00D26B46"/>
    <w:p w14:paraId="75C6DE04" w14:textId="3CE3FFB8" w:rsidR="00EE5D7B" w:rsidRDefault="00EE5D7B" w:rsidP="00EE5D7B">
      <w:r>
        <w:t>MM. </w:t>
      </w:r>
      <w:r w:rsidR="00D26B46" w:rsidRPr="00A864BA">
        <w:rPr>
          <w:i/>
        </w:rPr>
        <w:t>Arago</w:t>
      </w:r>
      <w:r w:rsidR="00D26B46" w:rsidRPr="00A864BA">
        <w:t xml:space="preserve"> et </w:t>
      </w:r>
      <w:r w:rsidR="00D26B46" w:rsidRPr="00A864BA">
        <w:rPr>
          <w:i/>
        </w:rPr>
        <w:t>Fresnel</w:t>
      </w:r>
      <w:r w:rsidR="00D26B46" w:rsidRPr="00A864BA">
        <w:t xml:space="preserve"> n</w:t>
      </w:r>
      <w:r>
        <w:t>’</w:t>
      </w:r>
      <w:r w:rsidR="00D26B46" w:rsidRPr="00A864BA">
        <w:t xml:space="preserve">ont pas eu besoin de </w:t>
      </w:r>
      <w:proofErr w:type="spellStart"/>
      <w:r w:rsidR="00D26B46" w:rsidRPr="00A864BA">
        <w:t>tâtonnemens</w:t>
      </w:r>
      <w:proofErr w:type="spellEnd"/>
      <w:r w:rsidR="00D26B46" w:rsidRPr="00A864BA">
        <w:t xml:space="preserve"> nombreux pour arriver à la solution du problème</w:t>
      </w:r>
      <w:r>
        <w:t xml:space="preserve">. </w:t>
      </w:r>
      <w:r w:rsidR="00D26B46" w:rsidRPr="00A864BA">
        <w:t>Dès leurs premiers essais</w:t>
      </w:r>
      <w:r>
        <w:t xml:space="preserve">, </w:t>
      </w:r>
      <w:r w:rsidR="00D26B46" w:rsidRPr="00A864BA">
        <w:t>ils ont été assez heureux pour rencontrer l</w:t>
      </w:r>
      <w:r>
        <w:t>’</w:t>
      </w:r>
      <w:r w:rsidR="00D26B46" w:rsidRPr="00A864BA">
        <w:t>espacement convenable des mèches</w:t>
      </w:r>
      <w:r>
        <w:t xml:space="preserve">. </w:t>
      </w:r>
      <w:r w:rsidR="00D26B46" w:rsidRPr="00A864BA">
        <w:t>Le pr</w:t>
      </w:r>
      <w:r w:rsidR="00D26B46" w:rsidRPr="00A864BA">
        <w:t>e</w:t>
      </w:r>
      <w:r w:rsidR="00D26B46" w:rsidRPr="00A864BA">
        <w:t>mier bec qu</w:t>
      </w:r>
      <w:r>
        <w:t>’</w:t>
      </w:r>
      <w:r w:rsidR="00D26B46" w:rsidRPr="00A864BA">
        <w:t>ils ont fait construire</w:t>
      </w:r>
      <w:r>
        <w:t xml:space="preserve">, </w:t>
      </w:r>
      <w:r w:rsidR="00D26B46" w:rsidRPr="00A864BA">
        <w:t>portant seulement deux mèches concentriques</w:t>
      </w:r>
      <w:r>
        <w:t xml:space="preserve">, </w:t>
      </w:r>
      <w:r w:rsidR="00D26B46" w:rsidRPr="00A864BA">
        <w:t>a très bien réussi</w:t>
      </w:r>
      <w:r>
        <w:t>. M. </w:t>
      </w:r>
      <w:proofErr w:type="spellStart"/>
      <w:r w:rsidR="00D26B46" w:rsidRPr="00A864BA">
        <w:rPr>
          <w:i/>
        </w:rPr>
        <w:t>Kater</w:t>
      </w:r>
      <w:proofErr w:type="spellEnd"/>
      <w:r>
        <w:t xml:space="preserve">, </w:t>
      </w:r>
      <w:r w:rsidR="00D26B46" w:rsidRPr="00A864BA">
        <w:t>membre de la société royale de Londres</w:t>
      </w:r>
      <w:r>
        <w:t xml:space="preserve">, </w:t>
      </w:r>
      <w:r w:rsidR="00D26B46" w:rsidRPr="00A864BA">
        <w:t>qui a assisté</w:t>
      </w:r>
      <w:r>
        <w:t xml:space="preserve"> (</w:t>
      </w:r>
      <w:r w:rsidR="00D26B46" w:rsidRPr="00A864BA">
        <w:t>en octobre 1819</w:t>
      </w:r>
      <w:r>
        <w:t xml:space="preserve">) </w:t>
      </w:r>
      <w:r w:rsidR="00D26B46" w:rsidRPr="00A864BA">
        <w:t>à cette première exp</w:t>
      </w:r>
      <w:r w:rsidR="00D26B46" w:rsidRPr="00A864BA">
        <w:t>é</w:t>
      </w:r>
      <w:r w:rsidR="00D26B46" w:rsidRPr="00A864BA">
        <w:t>rience</w:t>
      </w:r>
      <w:r>
        <w:t xml:space="preserve">, </w:t>
      </w:r>
      <w:r w:rsidR="00D26B46" w:rsidRPr="00A864BA">
        <w:t>a pu juger de l</w:t>
      </w:r>
      <w:r>
        <w:t>’</w:t>
      </w:r>
      <w:r w:rsidR="00D26B46" w:rsidRPr="00A864BA">
        <w:t>éclat et de la blancheur de sa lumière</w:t>
      </w:r>
      <w:r>
        <w:t xml:space="preserve">. </w:t>
      </w:r>
      <w:r w:rsidR="00D26B46" w:rsidRPr="00A864BA">
        <w:t>Il produit l</w:t>
      </w:r>
      <w:r>
        <w:t>’</w:t>
      </w:r>
      <w:r w:rsidR="00D26B46" w:rsidRPr="00A864BA">
        <w:t xml:space="preserve">effet de cinq lampes de </w:t>
      </w:r>
      <w:r w:rsidR="00D26B46" w:rsidRPr="00A864BA">
        <w:rPr>
          <w:i/>
        </w:rPr>
        <w:t>Ca</w:t>
      </w:r>
      <w:r w:rsidR="00D26B46" w:rsidRPr="00A864BA">
        <w:rPr>
          <w:i/>
        </w:rPr>
        <w:t>r</w:t>
      </w:r>
      <w:r w:rsidR="00D26B46" w:rsidRPr="00A864BA">
        <w:rPr>
          <w:i/>
        </w:rPr>
        <w:t>cel</w:t>
      </w:r>
      <w:r>
        <w:t xml:space="preserve">, </w:t>
      </w:r>
      <w:r w:rsidR="00D26B46" w:rsidRPr="00A864BA">
        <w:t>et ne fait guère que la dépense de quatre et demie</w:t>
      </w:r>
      <w:r w:rsidR="00D26B46" w:rsidRPr="00A864BA">
        <w:rPr>
          <w:rStyle w:val="Appelnotedebasdep"/>
        </w:rPr>
        <w:footnoteReference w:id="8"/>
      </w:r>
      <w:r>
        <w:t xml:space="preserve">. </w:t>
      </w:r>
      <w:r w:rsidR="00D26B46" w:rsidRPr="00A864BA">
        <w:t xml:space="preserve">Ce résultat </w:t>
      </w:r>
      <w:r w:rsidR="00D26B46" w:rsidRPr="00A864BA">
        <w:lastRenderedPageBreak/>
        <w:t>s</w:t>
      </w:r>
      <w:r>
        <w:t>’</w:t>
      </w:r>
      <w:r w:rsidR="00D26B46" w:rsidRPr="00A864BA">
        <w:t xml:space="preserve">accordait assez avec ce que </w:t>
      </w:r>
      <w:r>
        <w:t>M. de </w:t>
      </w:r>
      <w:proofErr w:type="spellStart"/>
      <w:r w:rsidR="00D26B46" w:rsidRPr="00A864BA">
        <w:rPr>
          <w:i/>
        </w:rPr>
        <w:t>Rumfort</w:t>
      </w:r>
      <w:proofErr w:type="spellEnd"/>
      <w:r w:rsidR="00D26B46" w:rsidRPr="00A864BA">
        <w:t xml:space="preserve"> avait annoncé sur les avantages écon</w:t>
      </w:r>
      <w:r w:rsidR="00D26B46" w:rsidRPr="00A864BA">
        <w:t>o</w:t>
      </w:r>
      <w:r w:rsidR="00D26B46" w:rsidRPr="00A864BA">
        <w:t>miques des becs à mèches multiples</w:t>
      </w:r>
      <w:r>
        <w:t xml:space="preserve">, </w:t>
      </w:r>
      <w:r w:rsidR="00D26B46" w:rsidRPr="00A864BA">
        <w:t>sans confirmer entièr</w:t>
      </w:r>
      <w:r w:rsidR="00D26B46" w:rsidRPr="00A864BA">
        <w:t>e</w:t>
      </w:r>
      <w:r w:rsidR="00D26B46" w:rsidRPr="00A864BA">
        <w:t>ment cependant les grandes différences qu</w:t>
      </w:r>
      <w:r>
        <w:t>’</w:t>
      </w:r>
      <w:r w:rsidR="00D26B46" w:rsidRPr="00A864BA">
        <w:t>il faisait espérer</w:t>
      </w:r>
      <w:r>
        <w:t xml:space="preserve">. </w:t>
      </w:r>
      <w:r w:rsidR="00D26B46" w:rsidRPr="00A864BA">
        <w:t>Mais les becs à trois mèches et à quatre mèches concentr</w:t>
      </w:r>
      <w:r w:rsidR="00D26B46" w:rsidRPr="00A864BA">
        <w:t>i</w:t>
      </w:r>
      <w:r w:rsidR="00D26B46" w:rsidRPr="00A864BA">
        <w:t>ques</w:t>
      </w:r>
      <w:r>
        <w:t xml:space="preserve">, </w:t>
      </w:r>
      <w:r w:rsidR="00D26B46" w:rsidRPr="00A864BA">
        <w:t xml:space="preserve">que </w:t>
      </w:r>
      <w:r>
        <w:t>MM. </w:t>
      </w:r>
      <w:r w:rsidR="00D26B46" w:rsidRPr="00A864BA">
        <w:rPr>
          <w:i/>
        </w:rPr>
        <w:t>Arago</w:t>
      </w:r>
      <w:r w:rsidR="00D26B46" w:rsidRPr="00A864BA">
        <w:t xml:space="preserve"> et </w:t>
      </w:r>
      <w:r w:rsidR="00D26B46" w:rsidRPr="00A864BA">
        <w:rPr>
          <w:i/>
        </w:rPr>
        <w:t>Fresnel</w:t>
      </w:r>
      <w:r w:rsidR="00D26B46" w:rsidRPr="00A864BA">
        <w:t xml:space="preserve"> ont fait construire depuis</w:t>
      </w:r>
      <w:r>
        <w:t xml:space="preserve">, </w:t>
      </w:r>
      <w:r w:rsidR="00D26B46" w:rsidRPr="00A864BA">
        <w:t xml:space="preserve">et qui donnent autant de lumière que dix et vingt lampes de </w:t>
      </w:r>
      <w:r w:rsidR="00D26B46" w:rsidRPr="00A864BA">
        <w:rPr>
          <w:i/>
        </w:rPr>
        <w:t>Carcel</w:t>
      </w:r>
      <w:r>
        <w:t xml:space="preserve">, </w:t>
      </w:r>
      <w:r w:rsidR="00D26B46" w:rsidRPr="00A864BA">
        <w:t>n</w:t>
      </w:r>
      <w:r>
        <w:t>’</w:t>
      </w:r>
      <w:r w:rsidR="00D26B46" w:rsidRPr="00A864BA">
        <w:t>ont pas présenté d</w:t>
      </w:r>
      <w:r>
        <w:t>’</w:t>
      </w:r>
      <w:r w:rsidR="00D26B46" w:rsidRPr="00A864BA">
        <w:t>économie constante et bien notable dans la dépense d</w:t>
      </w:r>
      <w:r>
        <w:t>’</w:t>
      </w:r>
      <w:r w:rsidR="00D26B46" w:rsidRPr="00A864BA">
        <w:t>huile</w:t>
      </w:r>
      <w:r>
        <w:t xml:space="preserve">. </w:t>
      </w:r>
      <w:r w:rsidR="00D26B46" w:rsidRPr="00A864BA">
        <w:t>En prenant des moyennes entre un grand nombre d</w:t>
      </w:r>
      <w:r>
        <w:t>’</w:t>
      </w:r>
      <w:r w:rsidR="00D26B46" w:rsidRPr="00A864BA">
        <w:t>expériences</w:t>
      </w:r>
      <w:r>
        <w:t xml:space="preserve">, </w:t>
      </w:r>
      <w:r w:rsidR="00D26B46" w:rsidRPr="00A864BA">
        <w:t>on a trouvé que la quantité d</w:t>
      </w:r>
      <w:r>
        <w:t>’</w:t>
      </w:r>
      <w:r w:rsidR="00D26B46" w:rsidRPr="00A864BA">
        <w:t>huile co</w:t>
      </w:r>
      <w:r w:rsidR="00D26B46" w:rsidRPr="00A864BA">
        <w:t>n</w:t>
      </w:r>
      <w:r w:rsidR="00D26B46" w:rsidRPr="00A864BA">
        <w:t>sommée était à peu-près proportionnelle à la quantité de l</w:t>
      </w:r>
      <w:r w:rsidR="00D26B46" w:rsidRPr="00A864BA">
        <w:t>u</w:t>
      </w:r>
      <w:r w:rsidR="00D26B46" w:rsidRPr="00A864BA">
        <w:t>mière produ</w:t>
      </w:r>
      <w:r w:rsidR="00D26B46" w:rsidRPr="00A864BA">
        <w:t>i</w:t>
      </w:r>
      <w:r w:rsidR="00D26B46" w:rsidRPr="00A864BA">
        <w:t>te</w:t>
      </w:r>
      <w:r w:rsidR="00D26B46" w:rsidRPr="00A864BA">
        <w:rPr>
          <w:rStyle w:val="Appelnotedebasdep"/>
        </w:rPr>
        <w:footnoteReference w:id="9"/>
      </w:r>
      <w:r>
        <w:t>.</w:t>
      </w:r>
    </w:p>
    <w:p w14:paraId="5ED1790E" w14:textId="3DD948EE" w:rsidR="00EE5D7B" w:rsidRDefault="00EE5D7B" w:rsidP="00EE5D7B">
      <w:r>
        <w:t>M. </w:t>
      </w:r>
      <w:r w:rsidR="00D26B46" w:rsidRPr="00A864BA">
        <w:rPr>
          <w:i/>
        </w:rPr>
        <w:t>Arago</w:t>
      </w:r>
      <w:r w:rsidR="00D26B46" w:rsidRPr="00A864BA">
        <w:t xml:space="preserve"> a proposé d</w:t>
      </w:r>
      <w:r>
        <w:t>’</w:t>
      </w:r>
      <w:r w:rsidR="00D26B46" w:rsidRPr="00A864BA">
        <w:t>appliquer le bec qui porte seulement deux mèches concentriques à l</w:t>
      </w:r>
      <w:r>
        <w:t>’</w:t>
      </w:r>
      <w:r w:rsidR="00D26B46" w:rsidRPr="00A864BA">
        <w:t>éclairage des phares où l</w:t>
      </w:r>
      <w:r>
        <w:t>’</w:t>
      </w:r>
      <w:r w:rsidR="00D26B46" w:rsidRPr="00A864BA">
        <w:t>on e</w:t>
      </w:r>
      <w:r w:rsidR="00D26B46" w:rsidRPr="00A864BA">
        <w:t>m</w:t>
      </w:r>
      <w:r w:rsidR="00D26B46" w:rsidRPr="00A864BA">
        <w:t>ploie de grands réflecteurs paraboliques</w:t>
      </w:r>
      <w:r>
        <w:t xml:space="preserve">, </w:t>
      </w:r>
      <w:r w:rsidR="00D26B46" w:rsidRPr="00A864BA">
        <w:t>pour en augmenter l</w:t>
      </w:r>
      <w:r>
        <w:t>’</w:t>
      </w:r>
      <w:r w:rsidR="00D26B46" w:rsidRPr="00A864BA">
        <w:t xml:space="preserve">effet sans multiplier </w:t>
      </w:r>
      <w:r w:rsidR="00D26B46">
        <w:t xml:space="preserve">le </w:t>
      </w:r>
      <w:r w:rsidR="00D26B46" w:rsidRPr="00A864BA">
        <w:t>nombre de ces réflecteurs</w:t>
      </w:r>
      <w:r>
        <w:t xml:space="preserve">. </w:t>
      </w:r>
      <w:r w:rsidR="00D26B46" w:rsidRPr="00A864BA">
        <w:t>En le plaçant au foyer d</w:t>
      </w:r>
      <w:r>
        <w:t>’</w:t>
      </w:r>
      <w:r w:rsidR="00D26B46" w:rsidRPr="00A864BA">
        <w:t>un miroir parabolique de 31 pouces d</w:t>
      </w:r>
      <w:r>
        <w:t>’</w:t>
      </w:r>
      <w:r w:rsidR="00D26B46" w:rsidRPr="00A864BA">
        <w:t>ouverture</w:t>
      </w:r>
      <w:r>
        <w:t xml:space="preserve">, </w:t>
      </w:r>
      <w:r w:rsidR="00D26B46" w:rsidRPr="00A864BA">
        <w:t>il a trouvé que l</w:t>
      </w:r>
      <w:r>
        <w:t>’</w:t>
      </w:r>
      <w:r w:rsidR="00D26B46" w:rsidRPr="00A864BA">
        <w:t>intensité de la lumière dans l</w:t>
      </w:r>
      <w:r>
        <w:t>’</w:t>
      </w:r>
      <w:r w:rsidR="00D26B46" w:rsidRPr="00A864BA">
        <w:t>axe était une fois et demie aussi grande que celle que donnait le même réflecteur armé d</w:t>
      </w:r>
      <w:r>
        <w:t>’</w:t>
      </w:r>
      <w:r w:rsidR="00D26B46" w:rsidRPr="00A864BA">
        <w:t>un petit bec</w:t>
      </w:r>
      <w:r>
        <w:t xml:space="preserve">, </w:t>
      </w:r>
      <w:r w:rsidR="00D26B46" w:rsidRPr="00A864BA">
        <w:t>et que l</w:t>
      </w:r>
      <w:r>
        <w:t>’</w:t>
      </w:r>
      <w:r w:rsidR="00D26B46" w:rsidRPr="00A864BA">
        <w:t>effet total</w:t>
      </w:r>
      <w:r>
        <w:t xml:space="preserve"> (</w:t>
      </w:r>
      <w:r w:rsidR="00D26B46" w:rsidRPr="00A864BA">
        <w:t>c</w:t>
      </w:r>
      <w:r>
        <w:t>’</w:t>
      </w:r>
      <w:r w:rsidR="00D26B46" w:rsidRPr="00A864BA">
        <w:t xml:space="preserve">est-à-dire la somme des rayons </w:t>
      </w:r>
      <w:proofErr w:type="spellStart"/>
      <w:r w:rsidR="00D26B46" w:rsidRPr="00A864BA">
        <w:t>divergens</w:t>
      </w:r>
      <w:proofErr w:type="spellEnd"/>
      <w:r w:rsidR="00D26B46" w:rsidRPr="00A864BA">
        <w:t xml:space="preserve"> réfléchis horizontal</w:t>
      </w:r>
      <w:r w:rsidR="00D26B46" w:rsidRPr="00A864BA">
        <w:t>e</w:t>
      </w:r>
      <w:r w:rsidR="00D26B46" w:rsidRPr="00A864BA">
        <w:t>ment</w:t>
      </w:r>
      <w:r>
        <w:t xml:space="preserve">) </w:t>
      </w:r>
      <w:r w:rsidR="00D26B46" w:rsidRPr="00A864BA">
        <w:t xml:space="preserve">était augmenté dans le rapport de </w:t>
      </w:r>
      <w:r w:rsidRPr="00A864BA">
        <w:t>2</w:t>
      </w:r>
      <w:r>
        <w:t>,</w:t>
      </w:r>
      <w:r w:rsidRPr="00A864BA">
        <w:t>7</w:t>
      </w:r>
      <w:r w:rsidR="00D26B46" w:rsidRPr="00A864BA">
        <w:t xml:space="preserve"> à 1</w:t>
      </w:r>
      <w:r>
        <w:t xml:space="preserve">. </w:t>
      </w:r>
      <w:r w:rsidR="00D26B46" w:rsidRPr="00A864BA">
        <w:t>Ainsi</w:t>
      </w:r>
      <w:r>
        <w:t xml:space="preserve">, </w:t>
      </w:r>
      <w:r w:rsidR="00D26B46" w:rsidRPr="00A864BA">
        <w:t>l</w:t>
      </w:r>
      <w:r>
        <w:t>’</w:t>
      </w:r>
      <w:r w:rsidR="00D26B46" w:rsidRPr="00A864BA">
        <w:t>on voit que</w:t>
      </w:r>
      <w:r>
        <w:t xml:space="preserve">, </w:t>
      </w:r>
      <w:r w:rsidR="00D26B46" w:rsidRPr="00A864BA">
        <w:t>dans les appareils d</w:t>
      </w:r>
      <w:r>
        <w:t>’</w:t>
      </w:r>
      <w:r w:rsidR="00D26B46" w:rsidRPr="00A864BA">
        <w:t>éclairage composés de réflecteurs semblables</w:t>
      </w:r>
      <w:r>
        <w:t xml:space="preserve">, </w:t>
      </w:r>
      <w:r w:rsidR="00D26B46" w:rsidRPr="00A864BA">
        <w:t xml:space="preserve">on pourrait presque tripler leur effet actuel par la simple substitution de becs doubles à la place de ceux dont ils </w:t>
      </w:r>
      <w:r w:rsidR="00D26B46" w:rsidRPr="00A864BA">
        <w:lastRenderedPageBreak/>
        <w:t>sont garnis</w:t>
      </w:r>
      <w:r>
        <w:t xml:space="preserve">, </w:t>
      </w:r>
      <w:r w:rsidR="00D26B46" w:rsidRPr="00A864BA">
        <w:t>si l</w:t>
      </w:r>
      <w:r>
        <w:t>’</w:t>
      </w:r>
      <w:r w:rsidR="00D26B46" w:rsidRPr="00A864BA">
        <w:t>importance du phare faisait passer par-dessus la considér</w:t>
      </w:r>
      <w:r w:rsidR="00D26B46" w:rsidRPr="00A864BA">
        <w:t>a</w:t>
      </w:r>
      <w:r w:rsidR="00D26B46" w:rsidRPr="00A864BA">
        <w:t>tion d</w:t>
      </w:r>
      <w:r>
        <w:t>’</w:t>
      </w:r>
      <w:r w:rsidR="00D26B46" w:rsidRPr="00A864BA">
        <w:t>une augmentation de dépense d</w:t>
      </w:r>
      <w:r>
        <w:t>’</w:t>
      </w:r>
      <w:r w:rsidR="00D26B46" w:rsidRPr="00A864BA">
        <w:t>huile plus grande que l</w:t>
      </w:r>
      <w:r>
        <w:t>’</w:t>
      </w:r>
      <w:r w:rsidR="00D26B46" w:rsidRPr="00A864BA">
        <w:t>accroissement de lumière</w:t>
      </w:r>
      <w:r>
        <w:t>.</w:t>
      </w:r>
    </w:p>
    <w:p w14:paraId="0A3FBF47" w14:textId="4ABDB833" w:rsidR="00EE5D7B" w:rsidRDefault="00D26B46" w:rsidP="00EE5D7B">
      <w:r w:rsidRPr="00A864BA">
        <w:t>Quant aux becs à trois mèches</w:t>
      </w:r>
      <w:r w:rsidR="00EE5D7B">
        <w:t xml:space="preserve">, </w:t>
      </w:r>
      <w:r w:rsidRPr="00A864BA">
        <w:t xml:space="preserve">et </w:t>
      </w:r>
      <w:proofErr w:type="spellStart"/>
      <w:r w:rsidRPr="00A864BA">
        <w:t>sur-tout</w:t>
      </w:r>
      <w:proofErr w:type="spellEnd"/>
      <w:r w:rsidRPr="00A864BA">
        <w:t xml:space="preserve"> à quatre mèches concentriques</w:t>
      </w:r>
      <w:r w:rsidR="00EE5D7B">
        <w:t xml:space="preserve">, </w:t>
      </w:r>
      <w:r w:rsidRPr="00A864BA">
        <w:t>ils co</w:t>
      </w:r>
      <w:r w:rsidRPr="00A864BA">
        <w:t>n</w:t>
      </w:r>
      <w:r w:rsidRPr="00A864BA">
        <w:t>somment une trop grande quantité d</w:t>
      </w:r>
      <w:r w:rsidR="00EE5D7B">
        <w:t>’</w:t>
      </w:r>
      <w:r w:rsidRPr="00A864BA">
        <w:t>huile pour être adaptés aux miroirs paraboliques</w:t>
      </w:r>
      <w:r w:rsidR="00EE5D7B">
        <w:t xml:space="preserve">. </w:t>
      </w:r>
      <w:r w:rsidRPr="00A864BA">
        <w:t>Leur application à l</w:t>
      </w:r>
      <w:r w:rsidR="00EE5D7B">
        <w:t>’</w:t>
      </w:r>
      <w:r w:rsidRPr="00A864BA">
        <w:t>éclairage des phares ne devient avantageuse qu</w:t>
      </w:r>
      <w:r w:rsidR="00EE5D7B">
        <w:t>’</w:t>
      </w:r>
      <w:r w:rsidRPr="00A864BA">
        <w:t xml:space="preserve">en les plaçant au centre du système lenticulaire proposé par </w:t>
      </w:r>
      <w:r w:rsidR="00EE5D7B">
        <w:t>M. </w:t>
      </w:r>
      <w:r w:rsidRPr="00A864BA">
        <w:rPr>
          <w:i/>
        </w:rPr>
        <w:t>Fresnel</w:t>
      </w:r>
      <w:r w:rsidR="00EE5D7B">
        <w:t xml:space="preserve">, </w:t>
      </w:r>
      <w:r w:rsidRPr="00A864BA">
        <w:t xml:space="preserve">et dont </w:t>
      </w:r>
      <w:r w:rsidR="00EE5D7B">
        <w:t>M. </w:t>
      </w:r>
      <w:r w:rsidRPr="00A864BA">
        <w:t>le directeur général des ponts et chaussées a ordonné l</w:t>
      </w:r>
      <w:r w:rsidR="00EE5D7B">
        <w:t>’</w:t>
      </w:r>
      <w:r w:rsidRPr="00A864BA">
        <w:t>exécution</w:t>
      </w:r>
      <w:r w:rsidR="00EE5D7B">
        <w:t xml:space="preserve">. </w:t>
      </w:r>
      <w:r w:rsidRPr="00A864BA">
        <w:t>Dans ce cas</w:t>
      </w:r>
      <w:r w:rsidR="00EE5D7B">
        <w:t xml:space="preserve">, </w:t>
      </w:r>
      <w:r w:rsidRPr="00A864BA">
        <w:t>il s</w:t>
      </w:r>
      <w:r w:rsidR="00EE5D7B">
        <w:t>’</w:t>
      </w:r>
      <w:r w:rsidRPr="00A864BA">
        <w:t>agit de réunir en un foyer commun</w:t>
      </w:r>
      <w:r w:rsidR="00EE5D7B">
        <w:t xml:space="preserve">, </w:t>
      </w:r>
      <w:r w:rsidRPr="00A864BA">
        <w:t>et sous un petit volume</w:t>
      </w:r>
      <w:r w:rsidR="00EE5D7B">
        <w:t xml:space="preserve">, </w:t>
      </w:r>
      <w:r w:rsidRPr="00A864BA">
        <w:t>toutes les lumières destinées à l</w:t>
      </w:r>
      <w:r w:rsidR="00EE5D7B">
        <w:t>’</w:t>
      </w:r>
      <w:r w:rsidRPr="00A864BA">
        <w:t>éclairage du phare</w:t>
      </w:r>
      <w:r w:rsidR="00EE5D7B">
        <w:t xml:space="preserve"> ; </w:t>
      </w:r>
      <w:r w:rsidRPr="00A864BA">
        <w:t>et c</w:t>
      </w:r>
      <w:r w:rsidR="00EE5D7B">
        <w:t>’</w:t>
      </w:r>
      <w:r w:rsidRPr="00A864BA">
        <w:t>est uniquement pour atteindre ce but</w:t>
      </w:r>
      <w:r w:rsidR="00EE5D7B">
        <w:t xml:space="preserve">, </w:t>
      </w:r>
      <w:r w:rsidRPr="00A864BA">
        <w:t>que ces becs à trois et à quatre mèches ont été exécutés</w:t>
      </w:r>
      <w:r w:rsidR="00EE5D7B">
        <w:t xml:space="preserve">. </w:t>
      </w:r>
      <w:r w:rsidRPr="00A864BA">
        <w:t>Ils s</w:t>
      </w:r>
      <w:r w:rsidRPr="00A864BA">
        <w:t>a</w:t>
      </w:r>
      <w:r w:rsidRPr="00A864BA">
        <w:t>tisfont très-bien aux conditions du problème</w:t>
      </w:r>
      <w:r w:rsidR="00EE5D7B">
        <w:t xml:space="preserve">, </w:t>
      </w:r>
      <w:r w:rsidRPr="00A864BA">
        <w:t>par la blancheur et l</w:t>
      </w:r>
      <w:r w:rsidR="00EE5D7B">
        <w:t>’</w:t>
      </w:r>
      <w:r w:rsidRPr="00A864BA">
        <w:t>intensité de la lumière qu</w:t>
      </w:r>
      <w:r w:rsidR="00EE5D7B">
        <w:t>’</w:t>
      </w:r>
      <w:r w:rsidRPr="00A864BA">
        <w:t>ils donnent</w:t>
      </w:r>
      <w:r w:rsidR="00EE5D7B">
        <w:t xml:space="preserve">, </w:t>
      </w:r>
      <w:r w:rsidRPr="00A864BA">
        <w:t>et ils simplifient en même temps le service du phare</w:t>
      </w:r>
      <w:r w:rsidR="00EE5D7B">
        <w:t xml:space="preserve">. </w:t>
      </w:r>
      <w:r w:rsidRPr="00A864BA">
        <w:t>Ils ont même l</w:t>
      </w:r>
      <w:r w:rsidR="00EE5D7B">
        <w:t>’</w:t>
      </w:r>
      <w:r w:rsidRPr="00A864BA">
        <w:t>avantage</w:t>
      </w:r>
      <w:r w:rsidR="00EE5D7B">
        <w:t xml:space="preserve">, </w:t>
      </w:r>
      <w:r w:rsidRPr="00A864BA">
        <w:t>comme l</w:t>
      </w:r>
      <w:r w:rsidR="00EE5D7B">
        <w:t>’</w:t>
      </w:r>
      <w:r w:rsidRPr="00A864BA">
        <w:t>expérience l</w:t>
      </w:r>
      <w:r w:rsidR="00EE5D7B">
        <w:t>’</w:t>
      </w:r>
      <w:r w:rsidRPr="00A864BA">
        <w:t>a démontré</w:t>
      </w:r>
      <w:r w:rsidR="00EE5D7B">
        <w:t xml:space="preserve">, </w:t>
      </w:r>
      <w:r w:rsidRPr="00A864BA">
        <w:t>de ne pas éprouver une dim</w:t>
      </w:r>
      <w:r w:rsidRPr="00A864BA">
        <w:t>i</w:t>
      </w:r>
      <w:r w:rsidRPr="00A864BA">
        <w:t>nution aussi sensible de lumière que les becs ordinaires par la ca</w:t>
      </w:r>
      <w:r w:rsidRPr="00A864BA">
        <w:t>r</w:t>
      </w:r>
      <w:r w:rsidRPr="00A864BA">
        <w:t>bonisation des mèches</w:t>
      </w:r>
      <w:r w:rsidR="00EE5D7B">
        <w:t>.</w:t>
      </w:r>
    </w:p>
    <w:p w14:paraId="46A189E7" w14:textId="463FE8C6" w:rsidR="00D26B46" w:rsidRPr="00A864BA" w:rsidRDefault="00D26B46" w:rsidP="00EE5D7B">
      <w:pPr>
        <w:pStyle w:val="Titre1"/>
      </w:pPr>
      <w:bookmarkStart w:id="5" w:name="_Toc245637711"/>
      <w:bookmarkStart w:id="6" w:name="_Toc195639237"/>
      <w:r w:rsidRPr="00A864BA">
        <w:lastRenderedPageBreak/>
        <w:t>EXPLICATION DES PLANCHES</w:t>
      </w:r>
      <w:r w:rsidR="00EE5D7B">
        <w:t>.</w:t>
      </w:r>
      <w:bookmarkEnd w:id="5"/>
      <w:bookmarkEnd w:id="6"/>
      <w:r w:rsidR="00EE5D7B">
        <w:br/>
      </w:r>
    </w:p>
    <w:p w14:paraId="3E343D35" w14:textId="375FB548" w:rsidR="00D26B46" w:rsidRPr="00A864BA" w:rsidRDefault="00D26B46" w:rsidP="00EE5D7B">
      <w:pPr>
        <w:pStyle w:val="Titre2"/>
      </w:pPr>
      <w:bookmarkStart w:id="7" w:name="_Toc245637712"/>
      <w:bookmarkStart w:id="8" w:name="_Toc195639238"/>
      <w:r w:rsidRPr="00A864BA">
        <w:t>EXPLICATION DE LA PLANCHE PREMIÈRE</w:t>
      </w:r>
      <w:r w:rsidR="00EE5D7B">
        <w:t>.</w:t>
      </w:r>
      <w:bookmarkEnd w:id="7"/>
      <w:bookmarkEnd w:id="8"/>
      <w:r w:rsidR="00EE5D7B">
        <w:br/>
      </w:r>
    </w:p>
    <w:p w14:paraId="3894167D" w14:textId="77777777" w:rsidR="00EE5D7B" w:rsidRDefault="00D26B46" w:rsidP="00EE5D7B">
      <w:r w:rsidRPr="00A864BA">
        <w:t xml:space="preserve">La </w:t>
      </w:r>
      <w:r w:rsidRPr="00A864BA">
        <w:rPr>
          <w:i/>
        </w:rPr>
        <w:t>figure 1</w:t>
      </w:r>
      <w:r w:rsidRPr="00A864BA">
        <w:t xml:space="preserve"> représente la coupe verticale de l</w:t>
      </w:r>
      <w:r w:rsidR="00EE5D7B">
        <w:t>’</w:t>
      </w:r>
      <w:r w:rsidRPr="00A864BA">
        <w:t>appareil lent</w:t>
      </w:r>
      <w:r w:rsidRPr="00A864BA">
        <w:t>i</w:t>
      </w:r>
      <w:r w:rsidRPr="00A864BA">
        <w:t>culaire</w:t>
      </w:r>
      <w:r w:rsidR="00EE5D7B">
        <w:t xml:space="preserve">, </w:t>
      </w:r>
      <w:r w:rsidRPr="00A864BA">
        <w:t>suivant son axe</w:t>
      </w:r>
      <w:r w:rsidR="00EE5D7B">
        <w:t xml:space="preserve"> ; </w:t>
      </w:r>
      <w:r w:rsidRPr="00A864BA">
        <w:t xml:space="preserve">et la </w:t>
      </w:r>
      <w:r w:rsidRPr="00A864BA">
        <w:rPr>
          <w:i/>
        </w:rPr>
        <w:t>figure 2</w:t>
      </w:r>
      <w:r w:rsidR="00EE5D7B">
        <w:t xml:space="preserve">, </w:t>
      </w:r>
      <w:r w:rsidRPr="00A864BA">
        <w:t>sa projection horizo</w:t>
      </w:r>
      <w:r w:rsidRPr="00A864BA">
        <w:t>n</w:t>
      </w:r>
      <w:r w:rsidRPr="00A864BA">
        <w:t>tale</w:t>
      </w:r>
      <w:r w:rsidR="00EE5D7B">
        <w:t xml:space="preserve">, </w:t>
      </w:r>
      <w:r w:rsidRPr="00A864BA">
        <w:t>prise immédi</w:t>
      </w:r>
      <w:r w:rsidRPr="00A864BA">
        <w:t>a</w:t>
      </w:r>
      <w:r w:rsidRPr="00A864BA">
        <w:t>tement au-dessus des miroirs</w:t>
      </w:r>
      <w:r w:rsidR="00EE5D7B">
        <w:t>.</w:t>
      </w:r>
    </w:p>
    <w:p w14:paraId="4DFA8966" w14:textId="77777777" w:rsidR="00EE5D7B" w:rsidRDefault="00D26B46" w:rsidP="00EE5D7B">
      <w:r w:rsidRPr="00A864BA">
        <w:t xml:space="preserve">Dans la </w:t>
      </w:r>
      <w:r w:rsidRPr="00A864BA">
        <w:rPr>
          <w:i/>
        </w:rPr>
        <w:t>figure 1</w:t>
      </w:r>
      <w:r w:rsidR="00EE5D7B">
        <w:t xml:space="preserve">, </w:t>
      </w:r>
      <w:r w:rsidRPr="00A864BA">
        <w:t>on n</w:t>
      </w:r>
      <w:r w:rsidR="00EE5D7B">
        <w:t>’</w:t>
      </w:r>
      <w:r w:rsidRPr="00A864BA">
        <w:t>a coupé que l</w:t>
      </w:r>
      <w:r w:rsidR="00EE5D7B">
        <w:t>’</w:t>
      </w:r>
      <w:r w:rsidRPr="00A864BA">
        <w:t>armature</w:t>
      </w:r>
      <w:r w:rsidR="00EE5D7B">
        <w:t xml:space="preserve">, </w:t>
      </w:r>
      <w:r w:rsidRPr="00A864BA">
        <w:t>les lentilles et les miroirs</w:t>
      </w:r>
      <w:r w:rsidR="00EE5D7B">
        <w:t xml:space="preserve"> ; </w:t>
      </w:r>
      <w:r w:rsidRPr="00A864BA">
        <w:t>la lampe et la colonne sont simplement en élév</w:t>
      </w:r>
      <w:r w:rsidRPr="00A864BA">
        <w:t>a</w:t>
      </w:r>
      <w:r w:rsidRPr="00A864BA">
        <w:t>tion</w:t>
      </w:r>
      <w:r w:rsidR="00EE5D7B">
        <w:t xml:space="preserve">. </w:t>
      </w:r>
      <w:r w:rsidRPr="00A864BA">
        <w:t xml:space="preserve">Dans la </w:t>
      </w:r>
      <w:r w:rsidRPr="00A864BA">
        <w:rPr>
          <w:i/>
        </w:rPr>
        <w:t>figure 2</w:t>
      </w:r>
      <w:r w:rsidRPr="00A864BA">
        <w:t xml:space="preserve"> on a supprimé les traverses XX</w:t>
      </w:r>
      <w:r w:rsidR="00EE5D7B">
        <w:t xml:space="preserve">, </w:t>
      </w:r>
      <w:proofErr w:type="spellStart"/>
      <w:r w:rsidRPr="00A864BA">
        <w:t>YY</w:t>
      </w:r>
      <w:proofErr w:type="spellEnd"/>
      <w:r w:rsidRPr="00A864BA">
        <w:t xml:space="preserve"> de la </w:t>
      </w:r>
      <w:r w:rsidRPr="00A864BA">
        <w:rPr>
          <w:i/>
        </w:rPr>
        <w:t>figure 1</w:t>
      </w:r>
      <w:r w:rsidR="00EE5D7B">
        <w:t xml:space="preserve">, </w:t>
      </w:r>
      <w:r w:rsidRPr="00A864BA">
        <w:t>qui supportent et recouvrent les cadres des grandes lentilles</w:t>
      </w:r>
      <w:r w:rsidR="00EE5D7B">
        <w:t xml:space="preserve">, </w:t>
      </w:r>
      <w:r w:rsidRPr="00A864BA">
        <w:t>afin de laisser mieux voir celles-ci</w:t>
      </w:r>
      <w:r w:rsidR="00EE5D7B">
        <w:t xml:space="preserve">, </w:t>
      </w:r>
      <w:r w:rsidRPr="00A864BA">
        <w:t>et de ne pas trop compliquer le dessin</w:t>
      </w:r>
      <w:r w:rsidR="00EE5D7B">
        <w:t>.</w:t>
      </w:r>
    </w:p>
    <w:p w14:paraId="0A2B63E9" w14:textId="77777777" w:rsidR="00EE5D7B" w:rsidRDefault="00D26B46" w:rsidP="00EE5D7B">
      <w:proofErr w:type="spellStart"/>
      <w:r w:rsidRPr="00A864BA">
        <w:t>BABDEED</w:t>
      </w:r>
      <w:proofErr w:type="spellEnd"/>
      <w:r w:rsidR="00EE5D7B">
        <w:t xml:space="preserve">, </w:t>
      </w:r>
      <w:r w:rsidRPr="00A864BA">
        <w:t>armature en fer qui porte les grandes et les p</w:t>
      </w:r>
      <w:r w:rsidRPr="00A864BA">
        <w:t>e</w:t>
      </w:r>
      <w:r w:rsidRPr="00A864BA">
        <w:t>tites lentilles avec leurs miroirs</w:t>
      </w:r>
      <w:r w:rsidR="00EE5D7B">
        <w:t>.</w:t>
      </w:r>
    </w:p>
    <w:p w14:paraId="6C58CAAF" w14:textId="77777777" w:rsidR="00EE5D7B" w:rsidRDefault="00D26B46" w:rsidP="00EE5D7B">
      <w:r w:rsidRPr="00A864BA">
        <w:t>A</w:t>
      </w:r>
      <w:r w:rsidR="00EE5D7B">
        <w:t xml:space="preserve">, </w:t>
      </w:r>
      <w:r w:rsidRPr="00A864BA">
        <w:t>axe de l</w:t>
      </w:r>
      <w:r w:rsidR="00EE5D7B">
        <w:t>’</w:t>
      </w:r>
      <w:r w:rsidRPr="00A864BA">
        <w:t>armature</w:t>
      </w:r>
      <w:r w:rsidR="00EE5D7B">
        <w:t xml:space="preserve">, </w:t>
      </w:r>
      <w:r w:rsidRPr="00A864BA">
        <w:t>dont l</w:t>
      </w:r>
      <w:r w:rsidR="00EE5D7B">
        <w:t>’</w:t>
      </w:r>
      <w:r w:rsidRPr="00A864BA">
        <w:t>extrémité supérieure tourne entre trois petits g</w:t>
      </w:r>
      <w:r w:rsidRPr="00A864BA">
        <w:t>a</w:t>
      </w:r>
      <w:r w:rsidRPr="00A864BA">
        <w:t>lets horizontaux</w:t>
      </w:r>
      <w:r w:rsidR="00EE5D7B">
        <w:t xml:space="preserve">, </w:t>
      </w:r>
      <w:proofErr w:type="spellStart"/>
      <w:r w:rsidRPr="00A864BA">
        <w:rPr>
          <w:i/>
        </w:rPr>
        <w:t>gg</w:t>
      </w:r>
      <w:proofErr w:type="spellEnd"/>
      <w:r w:rsidR="00EE5D7B">
        <w:t>.</w:t>
      </w:r>
    </w:p>
    <w:p w14:paraId="1D37EFCF" w14:textId="77777777" w:rsidR="00EE5D7B" w:rsidRDefault="00D26B46" w:rsidP="00D26B46">
      <w:pPr>
        <w:pStyle w:val="Retraitcorpsdetexte2"/>
      </w:pPr>
      <w:proofErr w:type="spellStart"/>
      <w:r w:rsidRPr="00A864BA">
        <w:t>GG</w:t>
      </w:r>
      <w:proofErr w:type="spellEnd"/>
      <w:r w:rsidR="00EE5D7B">
        <w:t xml:space="preserve">, </w:t>
      </w:r>
      <w:r w:rsidRPr="00A864BA">
        <w:t>galets verticaux beaucoup plus forts</w:t>
      </w:r>
      <w:r w:rsidR="00EE5D7B">
        <w:t xml:space="preserve">, </w:t>
      </w:r>
      <w:r w:rsidRPr="00A864BA">
        <w:t>sur lesquels tourne l</w:t>
      </w:r>
      <w:r w:rsidR="00EE5D7B">
        <w:t>’</w:t>
      </w:r>
      <w:r w:rsidRPr="00A864BA">
        <w:t>appareil</w:t>
      </w:r>
      <w:r w:rsidR="00EE5D7B">
        <w:t xml:space="preserve">. </w:t>
      </w:r>
      <w:r w:rsidRPr="00A864BA">
        <w:t>Ces galets roulent sur une plaque de fonte soutenue par la saillie du chapiteau de la c</w:t>
      </w:r>
      <w:r w:rsidRPr="00A864BA">
        <w:t>o</w:t>
      </w:r>
      <w:r w:rsidRPr="00A864BA">
        <w:t>lonne creuse C</w:t>
      </w:r>
      <w:r w:rsidR="00EE5D7B">
        <w:t>’</w:t>
      </w:r>
      <w:r w:rsidRPr="00A864BA">
        <w:t xml:space="preserve">C </w:t>
      </w:r>
      <w:proofErr w:type="spellStart"/>
      <w:r w:rsidRPr="00A864BA">
        <w:t>C</w:t>
      </w:r>
      <w:proofErr w:type="spellEnd"/>
      <w:r w:rsidR="00EE5D7B">
        <w:t>’’.</w:t>
      </w:r>
    </w:p>
    <w:p w14:paraId="6B912FB9" w14:textId="25648B12" w:rsidR="00D26B46" w:rsidRPr="00A864BA" w:rsidRDefault="00D26B46" w:rsidP="00D26B46"/>
    <w:p w14:paraId="0462E146" w14:textId="77777777" w:rsidR="00EE5D7B" w:rsidRDefault="00D26B46" w:rsidP="00EE5D7B">
      <w:r w:rsidRPr="00A864BA">
        <w:t>L</w:t>
      </w:r>
      <w:r w:rsidR="00EE5D7B">
        <w:t>’</w:t>
      </w:r>
      <w:r w:rsidRPr="00A864BA">
        <w:t>extrémité inférieure C</w:t>
      </w:r>
      <w:r w:rsidR="00EE5D7B">
        <w:t>’’</w:t>
      </w:r>
      <w:r w:rsidRPr="00A864BA">
        <w:t xml:space="preserve"> de cette colonne de fonte traverse la voûte de la plate-forme de la lanterne</w:t>
      </w:r>
      <w:r w:rsidR="00EE5D7B">
        <w:t xml:space="preserve">, </w:t>
      </w:r>
      <w:r w:rsidRPr="00A864BA">
        <w:t>et y est scellée</w:t>
      </w:r>
      <w:r w:rsidR="00EE5D7B">
        <w:t xml:space="preserve">. </w:t>
      </w:r>
      <w:r w:rsidRPr="00A864BA">
        <w:lastRenderedPageBreak/>
        <w:t>L</w:t>
      </w:r>
      <w:r w:rsidR="00EE5D7B">
        <w:t>’</w:t>
      </w:r>
      <w:r w:rsidRPr="00A864BA">
        <w:t>extrémité supérieure C</w:t>
      </w:r>
      <w:r w:rsidR="00EE5D7B">
        <w:t>’</w:t>
      </w:r>
      <w:r w:rsidRPr="00A864BA">
        <w:t>porte la table de service TT</w:t>
      </w:r>
      <w:r w:rsidR="00EE5D7B">
        <w:t xml:space="preserve">, </w:t>
      </w:r>
      <w:r w:rsidRPr="00A864BA">
        <w:t>sur l</w:t>
      </w:r>
      <w:r w:rsidRPr="00A864BA">
        <w:t>a</w:t>
      </w:r>
      <w:r w:rsidRPr="00A864BA">
        <w:t>quelle repose la la</w:t>
      </w:r>
      <w:r w:rsidRPr="00A864BA">
        <w:t>m</w:t>
      </w:r>
      <w:r w:rsidRPr="00A864BA">
        <w:t xml:space="preserve">pe </w:t>
      </w:r>
      <w:proofErr w:type="spellStart"/>
      <w:r w:rsidRPr="00A864BA">
        <w:t>FVH</w:t>
      </w:r>
      <w:proofErr w:type="spellEnd"/>
      <w:r w:rsidRPr="00A864BA">
        <w:t xml:space="preserve"> montée sur un pied en fer PP</w:t>
      </w:r>
      <w:r w:rsidR="00EE5D7B">
        <w:t>.</w:t>
      </w:r>
    </w:p>
    <w:p w14:paraId="3514081A" w14:textId="77777777" w:rsidR="00EE5D7B" w:rsidRDefault="00D26B46" w:rsidP="00EE5D7B">
      <w:r w:rsidRPr="00A864BA">
        <w:t>La partie supérieure V du réservoir contient l</w:t>
      </w:r>
      <w:r w:rsidR="00EE5D7B">
        <w:t>’</w:t>
      </w:r>
      <w:r w:rsidRPr="00A864BA">
        <w:t>huile</w:t>
      </w:r>
      <w:r w:rsidR="00EE5D7B">
        <w:t xml:space="preserve">, </w:t>
      </w:r>
      <w:r w:rsidRPr="00A864BA">
        <w:t>et la partie inférieure H</w:t>
      </w:r>
      <w:r w:rsidR="00EE5D7B">
        <w:t xml:space="preserve">, </w:t>
      </w:r>
      <w:r w:rsidRPr="00A864BA">
        <w:t>le mécanisme qui fait marcher les pompes</w:t>
      </w:r>
      <w:r w:rsidR="00EE5D7B">
        <w:t>.</w:t>
      </w:r>
    </w:p>
    <w:p w14:paraId="571BBBE0" w14:textId="77777777" w:rsidR="00EE5D7B" w:rsidRDefault="00D26B46" w:rsidP="00EE5D7B">
      <w:r w:rsidRPr="00A864BA">
        <w:t xml:space="preserve">Le poids moteur attaché à la corde </w:t>
      </w:r>
      <w:r w:rsidRPr="00A864BA">
        <w:rPr>
          <w:i/>
        </w:rPr>
        <w:t>II</w:t>
      </w:r>
      <w:r w:rsidRPr="00A864BA">
        <w:t xml:space="preserve"> descend dans l</w:t>
      </w:r>
      <w:r w:rsidR="00EE5D7B">
        <w:t>’</w:t>
      </w:r>
      <w:r w:rsidRPr="00A864BA">
        <w:t>intérieur de la colonne de fonte par un trou pr</w:t>
      </w:r>
      <w:r w:rsidRPr="00A864BA">
        <w:t>a</w:t>
      </w:r>
      <w:r w:rsidRPr="00A864BA">
        <w:t>tiqué au milieu de la table de service</w:t>
      </w:r>
      <w:r w:rsidR="00EE5D7B">
        <w:t>.</w:t>
      </w:r>
    </w:p>
    <w:p w14:paraId="46126ED4" w14:textId="77777777" w:rsidR="00EE5D7B" w:rsidRDefault="00D26B46" w:rsidP="00EE5D7B">
      <w:r w:rsidRPr="00A864BA">
        <w:t>F</w:t>
      </w:r>
      <w:r w:rsidR="00EE5D7B">
        <w:t xml:space="preserve">, </w:t>
      </w:r>
      <w:r w:rsidRPr="00A864BA">
        <w:t>foyer commun des grandes et des petites lentilles</w:t>
      </w:r>
      <w:r w:rsidR="00EE5D7B">
        <w:t xml:space="preserve">, </w:t>
      </w:r>
      <w:r w:rsidRPr="00A864BA">
        <w:t>r</w:t>
      </w:r>
      <w:r w:rsidRPr="00A864BA">
        <w:t>é</w:t>
      </w:r>
      <w:r w:rsidRPr="00A864BA">
        <w:t>pondant au centre du bec quadruple</w:t>
      </w:r>
      <w:r w:rsidR="00EE5D7B">
        <w:t xml:space="preserve">, </w:t>
      </w:r>
      <w:r w:rsidRPr="00A864BA">
        <w:t>dont les bords supérieurs doivent être à 3 ce</w:t>
      </w:r>
      <w:r w:rsidRPr="00A864BA">
        <w:t>n</w:t>
      </w:r>
      <w:r w:rsidRPr="00A864BA">
        <w:t>timètres au-dessous de ce point</w:t>
      </w:r>
      <w:r w:rsidR="00EE5D7B">
        <w:t>.</w:t>
      </w:r>
    </w:p>
    <w:p w14:paraId="4A35165C" w14:textId="77777777" w:rsidR="00EE5D7B" w:rsidRDefault="00D26B46" w:rsidP="00EE5D7B">
      <w:proofErr w:type="spellStart"/>
      <w:r w:rsidRPr="00A864BA">
        <w:t>LLL</w:t>
      </w:r>
      <w:proofErr w:type="spellEnd"/>
      <w:r w:rsidR="00EE5D7B">
        <w:t xml:space="preserve">, </w:t>
      </w:r>
      <w:r w:rsidRPr="00A864BA">
        <w:t>grandes lentilles annulaires à échelons</w:t>
      </w:r>
      <w:r w:rsidR="00EE5D7B">
        <w:t xml:space="preserve"> ; </w:t>
      </w:r>
      <w:proofErr w:type="spellStart"/>
      <w:r w:rsidRPr="00A864BA">
        <w:rPr>
          <w:i/>
        </w:rPr>
        <w:t>lll</w:t>
      </w:r>
      <w:proofErr w:type="spellEnd"/>
      <w:r w:rsidR="00EE5D7B">
        <w:t xml:space="preserve">, </w:t>
      </w:r>
      <w:r w:rsidRPr="00A864BA">
        <w:t>petites lenti</w:t>
      </w:r>
      <w:r w:rsidRPr="00A864BA">
        <w:t>l</w:t>
      </w:r>
      <w:r w:rsidRPr="00A864BA">
        <w:t>les additionnelles</w:t>
      </w:r>
      <w:r w:rsidR="00EE5D7B">
        <w:t xml:space="preserve">, </w:t>
      </w:r>
      <w:r w:rsidRPr="00A864BA">
        <w:t>formant une espèce de toit en pyramide octogonale tronquée au-dessus du bec quadruple</w:t>
      </w:r>
      <w:r w:rsidR="00EE5D7B">
        <w:t xml:space="preserve">, </w:t>
      </w:r>
      <w:r w:rsidRPr="00A864BA">
        <w:t>dont la ch</w:t>
      </w:r>
      <w:r w:rsidRPr="00A864BA">
        <w:t>e</w:t>
      </w:r>
      <w:r w:rsidRPr="00A864BA">
        <w:t>minée passe par l</w:t>
      </w:r>
      <w:r w:rsidR="00EE5D7B">
        <w:t>’</w:t>
      </w:r>
      <w:r w:rsidRPr="00A864BA">
        <w:t>ouverture supérieure de cette pyramide</w:t>
      </w:r>
      <w:r w:rsidR="00EE5D7B">
        <w:t>.</w:t>
      </w:r>
    </w:p>
    <w:p w14:paraId="4A159427" w14:textId="77777777" w:rsidR="00EE5D7B" w:rsidRDefault="00D26B46" w:rsidP="00EE5D7B">
      <w:proofErr w:type="spellStart"/>
      <w:r w:rsidRPr="00A864BA">
        <w:t>MMMMM</w:t>
      </w:r>
      <w:proofErr w:type="spellEnd"/>
      <w:r w:rsidR="00EE5D7B">
        <w:t xml:space="preserve">, </w:t>
      </w:r>
      <w:r w:rsidRPr="00A864BA">
        <w:t>glaces étamées qui ramènent dans des dire</w:t>
      </w:r>
      <w:r w:rsidRPr="00A864BA">
        <w:t>c</w:t>
      </w:r>
      <w:r w:rsidRPr="00A864BA">
        <w:t>tions horizontales les rayons lumineux r</w:t>
      </w:r>
      <w:r w:rsidRPr="00A864BA">
        <w:t>é</w:t>
      </w:r>
      <w:r w:rsidRPr="00A864BA">
        <w:t>fractés par les petites lentilles</w:t>
      </w:r>
      <w:r w:rsidR="00EE5D7B">
        <w:t xml:space="preserve">. </w:t>
      </w:r>
      <w:r w:rsidRPr="00A864BA">
        <w:t>Ceux qui sont fournis par les grandes lentilles sont tr</w:t>
      </w:r>
      <w:r w:rsidRPr="00A864BA">
        <w:t>a</w:t>
      </w:r>
      <w:r w:rsidRPr="00A864BA">
        <w:t>cés en lignes perlées et désignés par la lettre R</w:t>
      </w:r>
      <w:r w:rsidR="00EE5D7B">
        <w:t xml:space="preserve">, </w:t>
      </w:r>
      <w:r w:rsidRPr="00A864BA">
        <w:t>tandis que ceux qui sortent des petites lentilles sont en lignes hachées et ma</w:t>
      </w:r>
      <w:r w:rsidRPr="00A864BA">
        <w:t>r</w:t>
      </w:r>
      <w:r w:rsidRPr="00A864BA">
        <w:t xml:space="preserve">qués de la lettre </w:t>
      </w:r>
      <w:r w:rsidRPr="00A864BA">
        <w:rPr>
          <w:i/>
        </w:rPr>
        <w:t>r</w:t>
      </w:r>
      <w:r w:rsidR="00EE5D7B">
        <w:t>.</w:t>
      </w:r>
    </w:p>
    <w:p w14:paraId="3EA0E391" w14:textId="77777777" w:rsidR="00EE5D7B" w:rsidRDefault="00D26B46" w:rsidP="00D26B46">
      <w:pPr>
        <w:pStyle w:val="Retraitcorpsdetexte2"/>
      </w:pPr>
      <w:r w:rsidRPr="00A864BA">
        <w:t>DE</w:t>
      </w:r>
      <w:r w:rsidR="00EE5D7B">
        <w:t xml:space="preserve">, </w:t>
      </w:r>
      <w:r w:rsidRPr="00A864BA">
        <w:t>DE</w:t>
      </w:r>
      <w:r w:rsidR="00EE5D7B">
        <w:t xml:space="preserve">, </w:t>
      </w:r>
      <w:r w:rsidRPr="00A864BA">
        <w:t>sont les jambes de décharge de l</w:t>
      </w:r>
      <w:r w:rsidR="00EE5D7B">
        <w:t>’</w:t>
      </w:r>
      <w:r w:rsidRPr="00A864BA">
        <w:t>armature</w:t>
      </w:r>
      <w:r w:rsidR="00EE5D7B">
        <w:t xml:space="preserve">, </w:t>
      </w:r>
      <w:r w:rsidRPr="00A864BA">
        <w:t>qui r</w:t>
      </w:r>
      <w:r w:rsidRPr="00A864BA">
        <w:t>e</w:t>
      </w:r>
      <w:r w:rsidRPr="00A864BA">
        <w:t>portent tout le poids de l</w:t>
      </w:r>
      <w:r w:rsidR="00EE5D7B">
        <w:t>’</w:t>
      </w:r>
      <w:r w:rsidRPr="00A864BA">
        <w:t xml:space="preserve">appareil sur le manchon </w:t>
      </w:r>
      <w:proofErr w:type="spellStart"/>
      <w:r w:rsidRPr="00A864BA">
        <w:t>EE</w:t>
      </w:r>
      <w:proofErr w:type="spellEnd"/>
      <w:r w:rsidR="00EE5D7B">
        <w:t xml:space="preserve">. </w:t>
      </w:r>
      <w:r w:rsidRPr="00A864BA">
        <w:t>Ce ma</w:t>
      </w:r>
      <w:r w:rsidRPr="00A864BA">
        <w:t>n</w:t>
      </w:r>
      <w:r w:rsidRPr="00A864BA">
        <w:t>chon est fixé sur une roue dentée qui s</w:t>
      </w:r>
      <w:r w:rsidR="00EE5D7B">
        <w:t>’</w:t>
      </w:r>
      <w:r w:rsidRPr="00A864BA">
        <w:t xml:space="preserve">appuie sur les galets </w:t>
      </w:r>
      <w:proofErr w:type="spellStart"/>
      <w:r w:rsidRPr="00A864BA">
        <w:t>GG</w:t>
      </w:r>
      <w:proofErr w:type="spellEnd"/>
      <w:r w:rsidRPr="00A864BA">
        <w:t xml:space="preserve"> et engrène avec une autre roue dentée au moyen de laquelle la machine de r</w:t>
      </w:r>
      <w:r w:rsidRPr="00A864BA">
        <w:t>o</w:t>
      </w:r>
      <w:r w:rsidRPr="00A864BA">
        <w:t>tation N lui communique son mouvement</w:t>
      </w:r>
      <w:r w:rsidR="00EE5D7B">
        <w:t xml:space="preserve">. </w:t>
      </w:r>
      <w:r w:rsidRPr="00A864BA">
        <w:t>On n</w:t>
      </w:r>
      <w:r w:rsidR="00EE5D7B">
        <w:t>’</w:t>
      </w:r>
      <w:r w:rsidRPr="00A864BA">
        <w:t>a point dessiné ici cette machine en entier</w:t>
      </w:r>
      <w:r w:rsidR="00EE5D7B">
        <w:t xml:space="preserve"> ; </w:t>
      </w:r>
      <w:r w:rsidRPr="00A864BA">
        <w:t>on s</w:t>
      </w:r>
      <w:r w:rsidR="00EE5D7B">
        <w:t>’</w:t>
      </w:r>
      <w:r w:rsidRPr="00A864BA">
        <w:t>est borné à ind</w:t>
      </w:r>
      <w:r w:rsidRPr="00A864BA">
        <w:t>i</w:t>
      </w:r>
      <w:r w:rsidRPr="00A864BA">
        <w:t>quer la communic</w:t>
      </w:r>
      <w:r w:rsidRPr="00A864BA">
        <w:t>a</w:t>
      </w:r>
      <w:r w:rsidRPr="00A864BA">
        <w:t>tion de mouvement</w:t>
      </w:r>
      <w:r w:rsidR="00EE5D7B">
        <w:t>.</w:t>
      </w:r>
    </w:p>
    <w:p w14:paraId="0D3644DA" w14:textId="38E18465" w:rsidR="00D26B46" w:rsidRPr="00A864BA" w:rsidRDefault="00D26B46" w:rsidP="00D26B46"/>
    <w:p w14:paraId="6BA84091" w14:textId="77777777" w:rsidR="00EE5D7B" w:rsidRDefault="00D26B46" w:rsidP="00EE5D7B">
      <w:proofErr w:type="spellStart"/>
      <w:r w:rsidRPr="00A864BA">
        <w:lastRenderedPageBreak/>
        <w:t>ZZ</w:t>
      </w:r>
      <w:proofErr w:type="spellEnd"/>
      <w:r w:rsidRPr="00A864BA">
        <w:t xml:space="preserve"> sont des liernes en fer qui relient entre elles les jambes de décharge de l</w:t>
      </w:r>
      <w:r w:rsidR="00EE5D7B">
        <w:t>’</w:t>
      </w:r>
      <w:r w:rsidRPr="00A864BA">
        <w:t>armature</w:t>
      </w:r>
      <w:r w:rsidR="00EE5D7B">
        <w:t xml:space="preserve">, </w:t>
      </w:r>
      <w:r w:rsidRPr="00A864BA">
        <w:t>et emp</w:t>
      </w:r>
      <w:r w:rsidRPr="00A864BA">
        <w:t>ê</w:t>
      </w:r>
      <w:r w:rsidRPr="00A864BA">
        <w:t>chent leur écartement</w:t>
      </w:r>
      <w:r w:rsidR="00EE5D7B">
        <w:t>.</w:t>
      </w:r>
    </w:p>
    <w:p w14:paraId="50B82AE5" w14:textId="3D471974" w:rsidR="00D26B46" w:rsidRPr="00A864BA" w:rsidRDefault="00D26B46" w:rsidP="00EE5D7B">
      <w:pPr>
        <w:pStyle w:val="Titre2"/>
      </w:pPr>
      <w:bookmarkStart w:id="9" w:name="_Toc245637713"/>
      <w:bookmarkStart w:id="10" w:name="_Toc195639239"/>
      <w:r w:rsidRPr="00A864BA">
        <w:t>EXPLICATION DES FIGURES DE LA SECONDE PLANCHE</w:t>
      </w:r>
      <w:bookmarkEnd w:id="9"/>
      <w:bookmarkEnd w:id="10"/>
      <w:r w:rsidRPr="00A864BA">
        <w:br/>
      </w:r>
    </w:p>
    <w:p w14:paraId="1282B789" w14:textId="77777777" w:rsidR="00EE5D7B" w:rsidRDefault="00D26B46" w:rsidP="00EE5D7B">
      <w:proofErr w:type="spellStart"/>
      <w:r w:rsidRPr="00A864BA">
        <w:rPr>
          <w:i/>
        </w:rPr>
        <w:t>Fig</w:t>
      </w:r>
      <w:proofErr w:type="spellEnd"/>
      <w:r w:rsidRPr="00A864BA">
        <w:rPr>
          <w:i/>
        </w:rPr>
        <w:t xml:space="preserve"> 1</w:t>
      </w:r>
      <w:r w:rsidR="00EE5D7B">
        <w:t xml:space="preserve">. </w:t>
      </w:r>
      <w:r w:rsidRPr="00A864BA">
        <w:t>Plan d</w:t>
      </w:r>
      <w:r w:rsidR="00EE5D7B">
        <w:t>’</w:t>
      </w:r>
      <w:r w:rsidRPr="00A864BA">
        <w:t>un bec à deux mèches concentriques</w:t>
      </w:r>
      <w:r w:rsidR="00EE5D7B">
        <w:t xml:space="preserve">, </w:t>
      </w:r>
      <w:r w:rsidRPr="00A864BA">
        <w:t>produ</w:t>
      </w:r>
      <w:r w:rsidRPr="00A864BA">
        <w:t>i</w:t>
      </w:r>
      <w:r w:rsidRPr="00A864BA">
        <w:t>sant l</w:t>
      </w:r>
      <w:r w:rsidR="00EE5D7B">
        <w:t>’</w:t>
      </w:r>
      <w:r w:rsidRPr="00A864BA">
        <w:t>effet d</w:t>
      </w:r>
      <w:r w:rsidR="00EE5D7B">
        <w:t>’</w:t>
      </w:r>
      <w:r w:rsidRPr="00A864BA">
        <w:t xml:space="preserve">environ cinq lampes de </w:t>
      </w:r>
      <w:r w:rsidRPr="00A864BA">
        <w:rPr>
          <w:i/>
        </w:rPr>
        <w:t>Carcel</w:t>
      </w:r>
      <w:r w:rsidR="00EE5D7B">
        <w:t xml:space="preserve">, </w:t>
      </w:r>
      <w:r w:rsidRPr="00A864BA">
        <w:t>avec une légère économie dans la dépense d</w:t>
      </w:r>
      <w:r w:rsidR="00EE5D7B">
        <w:t>’</w:t>
      </w:r>
      <w:r w:rsidRPr="00A864BA">
        <w:t>huile</w:t>
      </w:r>
      <w:r w:rsidR="00EE5D7B">
        <w:t>.</w:t>
      </w:r>
    </w:p>
    <w:p w14:paraId="77DDFE19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2</w:t>
      </w:r>
      <w:r w:rsidR="00EE5D7B">
        <w:t xml:space="preserve">. </w:t>
      </w:r>
      <w:r w:rsidRPr="00A864BA">
        <w:t>Plan d</w:t>
      </w:r>
      <w:r w:rsidR="00EE5D7B">
        <w:t>’</w:t>
      </w:r>
      <w:r w:rsidRPr="00A864BA">
        <w:t xml:space="preserve">un bec à trois mèches qui équivaut dix lampes de </w:t>
      </w:r>
      <w:r w:rsidRPr="00A864BA">
        <w:rPr>
          <w:i/>
        </w:rPr>
        <w:t>Carcel</w:t>
      </w:r>
      <w:r w:rsidR="00EE5D7B">
        <w:t xml:space="preserve">, </w:t>
      </w:r>
      <w:r w:rsidRPr="00A864BA">
        <w:t>pour l</w:t>
      </w:r>
      <w:r w:rsidR="00EE5D7B">
        <w:t>’</w:t>
      </w:r>
      <w:r w:rsidRPr="00A864BA">
        <w:t xml:space="preserve">effet </w:t>
      </w:r>
      <w:r>
        <w:t>et</w:t>
      </w:r>
      <w:r w:rsidRPr="00A864BA">
        <w:t xml:space="preserve"> la dépense</w:t>
      </w:r>
      <w:r w:rsidR="00EE5D7B">
        <w:t>.</w:t>
      </w:r>
    </w:p>
    <w:p w14:paraId="700BF6AE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3</w:t>
      </w:r>
      <w:r w:rsidR="00EE5D7B">
        <w:t xml:space="preserve">. </w:t>
      </w:r>
      <w:r w:rsidRPr="00A864BA">
        <w:t>Plan d</w:t>
      </w:r>
      <w:r w:rsidR="00EE5D7B">
        <w:t>’</w:t>
      </w:r>
      <w:r w:rsidRPr="00A864BA">
        <w:t>un bec à trois mèches dans lequel on a élargi le courant d</w:t>
      </w:r>
      <w:r w:rsidR="00EE5D7B">
        <w:t>’</w:t>
      </w:r>
      <w:r w:rsidRPr="00A864BA">
        <w:t>air central pour produire un plus grand volume de lumière</w:t>
      </w:r>
      <w:r w:rsidR="00EE5D7B">
        <w:t xml:space="preserve">. </w:t>
      </w:r>
      <w:r w:rsidRPr="00A864BA">
        <w:t>L</w:t>
      </w:r>
      <w:r w:rsidR="00EE5D7B">
        <w:t>’</w:t>
      </w:r>
      <w:r w:rsidRPr="00A864BA">
        <w:t>effet et la dépense de ce bec n</w:t>
      </w:r>
      <w:r w:rsidR="00EE5D7B">
        <w:t>’</w:t>
      </w:r>
      <w:r w:rsidRPr="00A864BA">
        <w:t>ont pas encore été m</w:t>
      </w:r>
      <w:r w:rsidRPr="00A864BA">
        <w:t>e</w:t>
      </w:r>
      <w:r w:rsidRPr="00A864BA">
        <w:t>surés</w:t>
      </w:r>
      <w:r w:rsidR="00EE5D7B">
        <w:t xml:space="preserve">. </w:t>
      </w:r>
      <w:r w:rsidRPr="00A864BA">
        <w:t>La mèche inte</w:t>
      </w:r>
      <w:r w:rsidRPr="00A864BA">
        <w:t>r</w:t>
      </w:r>
      <w:r w:rsidRPr="00A864BA">
        <w:t>médiaire est un peu plus près de la mèche extérieure que de la mèche centrale</w:t>
      </w:r>
      <w:r w:rsidR="00EE5D7B">
        <w:t xml:space="preserve">, </w:t>
      </w:r>
      <w:r w:rsidRPr="00A864BA">
        <w:t>qui s</w:t>
      </w:r>
      <w:r w:rsidR="00EE5D7B">
        <w:t>’</w:t>
      </w:r>
      <w:r w:rsidRPr="00A864BA">
        <w:t>échauffe davantage</w:t>
      </w:r>
      <w:r w:rsidR="00EE5D7B">
        <w:t>.</w:t>
      </w:r>
    </w:p>
    <w:p w14:paraId="1C7EE8B4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4</w:t>
      </w:r>
      <w:r w:rsidR="00EE5D7B">
        <w:t xml:space="preserve">. </w:t>
      </w:r>
      <w:r w:rsidRPr="00A864BA">
        <w:t>Élévation de ce bec</w:t>
      </w:r>
      <w:r w:rsidR="00EE5D7B">
        <w:t>.</w:t>
      </w:r>
    </w:p>
    <w:p w14:paraId="07C63AE6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5</w:t>
      </w:r>
      <w:r w:rsidR="00EE5D7B">
        <w:t xml:space="preserve">. </w:t>
      </w:r>
      <w:r w:rsidRPr="00A864BA">
        <w:t>Plan d</w:t>
      </w:r>
      <w:r w:rsidR="00EE5D7B">
        <w:t>’</w:t>
      </w:r>
      <w:r w:rsidRPr="00A864BA">
        <w:t>un bec à quatre mèches</w:t>
      </w:r>
      <w:r w:rsidR="00EE5D7B">
        <w:t xml:space="preserve">, </w:t>
      </w:r>
      <w:r w:rsidRPr="00A864BA">
        <w:t>équivalant à-peu-près</w:t>
      </w:r>
      <w:r w:rsidR="00EE5D7B">
        <w:t xml:space="preserve">, </w:t>
      </w:r>
      <w:r w:rsidRPr="00A864BA">
        <w:t>pour l</w:t>
      </w:r>
      <w:r w:rsidR="00EE5D7B">
        <w:t>’</w:t>
      </w:r>
      <w:r w:rsidRPr="00A864BA">
        <w:t>effet et la dépense</w:t>
      </w:r>
      <w:r w:rsidR="00EE5D7B">
        <w:t xml:space="preserve">, </w:t>
      </w:r>
      <w:r w:rsidRPr="00A864BA">
        <w:t xml:space="preserve">à vingt lampes de </w:t>
      </w:r>
      <w:r w:rsidRPr="00A864BA">
        <w:rPr>
          <w:i/>
        </w:rPr>
        <w:t>Carcel</w:t>
      </w:r>
      <w:r w:rsidR="00EE5D7B">
        <w:t xml:space="preserve">. </w:t>
      </w:r>
      <w:r w:rsidRPr="00A864BA">
        <w:t>Les i</w:t>
      </w:r>
      <w:r w:rsidRPr="00A864BA">
        <w:t>n</w:t>
      </w:r>
      <w:r w:rsidRPr="00A864BA">
        <w:t>te</w:t>
      </w:r>
      <w:r w:rsidRPr="00A864BA">
        <w:t>r</w:t>
      </w:r>
      <w:r w:rsidRPr="00A864BA">
        <w:t xml:space="preserve">valles qui séparent les mèches et laissent passer les </w:t>
      </w:r>
      <w:proofErr w:type="spellStart"/>
      <w:r w:rsidRPr="00A864BA">
        <w:t>courans</w:t>
      </w:r>
      <w:proofErr w:type="spellEnd"/>
      <w:r w:rsidRPr="00A864BA">
        <w:t xml:space="preserve"> d</w:t>
      </w:r>
      <w:r w:rsidR="00EE5D7B">
        <w:t>’</w:t>
      </w:r>
      <w:r w:rsidRPr="00A864BA">
        <w:t>air</w:t>
      </w:r>
      <w:r w:rsidR="00EE5D7B">
        <w:t xml:space="preserve">, </w:t>
      </w:r>
      <w:r w:rsidRPr="00A864BA">
        <w:t>diminuent un peu de largeur depuis la mèche centrale jusqu</w:t>
      </w:r>
      <w:r w:rsidR="00EE5D7B">
        <w:t>’</w:t>
      </w:r>
      <w:r w:rsidRPr="00A864BA">
        <w:t>à la mèche ext</w:t>
      </w:r>
      <w:r w:rsidRPr="00A864BA">
        <w:t>é</w:t>
      </w:r>
      <w:r w:rsidRPr="00A864BA">
        <w:t>rieure</w:t>
      </w:r>
      <w:r w:rsidR="00EE5D7B">
        <w:t>.</w:t>
      </w:r>
    </w:p>
    <w:p w14:paraId="345E9536" w14:textId="77777777" w:rsidR="00EE5D7B" w:rsidRDefault="00D26B46" w:rsidP="00EE5D7B">
      <w:r w:rsidRPr="00A864BA">
        <w:t>La coupe de ce bec quadruple est représentée dans la f</w:t>
      </w:r>
      <w:r w:rsidRPr="00A864BA">
        <w:t>i</w:t>
      </w:r>
      <w:r w:rsidRPr="00A864BA">
        <w:t>gure 6</w:t>
      </w:r>
      <w:r w:rsidR="00EE5D7B">
        <w:t>.</w:t>
      </w:r>
    </w:p>
    <w:p w14:paraId="26E430CC" w14:textId="77777777" w:rsidR="00EE5D7B" w:rsidRDefault="00D26B46" w:rsidP="00D26B46">
      <w:pPr>
        <w:pStyle w:val="Retraitcorpsdetexte2"/>
      </w:pPr>
      <w:r w:rsidRPr="00A864BA">
        <w:lastRenderedPageBreak/>
        <w:t>C</w:t>
      </w:r>
      <w:r w:rsidR="00EE5D7B">
        <w:t xml:space="preserve">, </w:t>
      </w:r>
      <w:r w:rsidRPr="00A864BA">
        <w:t>C</w:t>
      </w:r>
      <w:r w:rsidR="00EE5D7B">
        <w:t xml:space="preserve">’, </w:t>
      </w:r>
      <w:r w:rsidRPr="00A864BA">
        <w:t>C</w:t>
      </w:r>
      <w:r w:rsidR="00EE5D7B">
        <w:t xml:space="preserve">’’, </w:t>
      </w:r>
      <w:r w:rsidRPr="00A864BA">
        <w:t>C</w:t>
      </w:r>
      <w:r w:rsidR="00EE5D7B">
        <w:t>’’’</w:t>
      </w:r>
      <w:r>
        <w:t xml:space="preserve"> </w:t>
      </w:r>
      <w:r w:rsidRPr="00A864BA">
        <w:t>sont les crémaillères à l</w:t>
      </w:r>
      <w:r w:rsidR="00EE5D7B">
        <w:t>’</w:t>
      </w:r>
      <w:r w:rsidRPr="00A864BA">
        <w:t>aide desquelles on peut élever ou baisser chaque mèche</w:t>
      </w:r>
      <w:r w:rsidR="00EE5D7B">
        <w:t>.</w:t>
      </w:r>
    </w:p>
    <w:p w14:paraId="0714CB26" w14:textId="2B8EF89C" w:rsidR="00D26B46" w:rsidRPr="00A864BA" w:rsidRDefault="00D26B46" w:rsidP="00D26B46"/>
    <w:p w14:paraId="36FAE9EF" w14:textId="77777777" w:rsidR="00EE5D7B" w:rsidRDefault="00D26B46" w:rsidP="00EE5D7B">
      <w:r w:rsidRPr="00A864BA">
        <w:t>AB est la projection horizontale du tuyau qui amène l</w:t>
      </w:r>
      <w:r w:rsidR="00EE5D7B">
        <w:t>’</w:t>
      </w:r>
      <w:r w:rsidRPr="00A864BA">
        <w:t>huile dans les quatre becs</w:t>
      </w:r>
      <w:r w:rsidR="00EE5D7B">
        <w:t>.</w:t>
      </w:r>
    </w:p>
    <w:p w14:paraId="7113CC99" w14:textId="77777777" w:rsidR="00EE5D7B" w:rsidRDefault="00D26B46" w:rsidP="00EE5D7B">
      <w:r w:rsidRPr="00A864BA">
        <w:t>L</w:t>
      </w:r>
      <w:r w:rsidR="00EE5D7B">
        <w:t xml:space="preserve">, </w:t>
      </w:r>
      <w:r w:rsidRPr="00A864BA">
        <w:t>L</w:t>
      </w:r>
      <w:r w:rsidR="00EE5D7B">
        <w:t xml:space="preserve">, </w:t>
      </w:r>
      <w:r w:rsidRPr="00A864BA">
        <w:t>L</w:t>
      </w:r>
      <w:r w:rsidR="00EE5D7B">
        <w:t xml:space="preserve">, </w:t>
      </w:r>
      <w:r w:rsidRPr="00A864BA">
        <w:t>&amp;c</w:t>
      </w:r>
      <w:r w:rsidR="00EE5D7B">
        <w:t xml:space="preserve">. </w:t>
      </w:r>
      <w:r w:rsidRPr="00A864BA">
        <w:t>sont de petites lames de fer-blanc par le</w:t>
      </w:r>
      <w:r w:rsidRPr="00A864BA">
        <w:t>s</w:t>
      </w:r>
      <w:r w:rsidRPr="00A864BA">
        <w:t>quelles les becs sont soudés les uns aux autres</w:t>
      </w:r>
      <w:r w:rsidR="00EE5D7B">
        <w:t xml:space="preserve">, </w:t>
      </w:r>
      <w:r w:rsidRPr="00A864BA">
        <w:t>et qui sont posées de champ pour ne pas gêner le passage de l</w:t>
      </w:r>
      <w:r w:rsidR="00EE5D7B">
        <w:t>’</w:t>
      </w:r>
      <w:r w:rsidRPr="00A864BA">
        <w:t>air</w:t>
      </w:r>
      <w:r w:rsidR="00EE5D7B">
        <w:t>.</w:t>
      </w:r>
    </w:p>
    <w:p w14:paraId="62BEC188" w14:textId="77777777" w:rsidR="00EE5D7B" w:rsidRDefault="00D26B46" w:rsidP="00D26B46">
      <w:pPr>
        <w:pStyle w:val="Retraitcorpsdetexte2"/>
      </w:pPr>
      <w:r w:rsidRPr="00A864BA">
        <w:t>P est une vis de pression qui sert à maintenir à la hauteur que l</w:t>
      </w:r>
      <w:r w:rsidR="00EE5D7B">
        <w:t>’</w:t>
      </w:r>
      <w:r w:rsidRPr="00A864BA">
        <w:t xml:space="preserve">on veut la robe </w:t>
      </w:r>
      <w:proofErr w:type="spellStart"/>
      <w:r w:rsidRPr="00A864BA">
        <w:t>RRR</w:t>
      </w:r>
      <w:proofErr w:type="spellEnd"/>
      <w:r w:rsidRPr="00A864BA">
        <w:t xml:space="preserve"> qui porte la cheminée</w:t>
      </w:r>
      <w:r w:rsidR="00EE5D7B">
        <w:t xml:space="preserve">. </w:t>
      </w:r>
      <w:r w:rsidRPr="00A864BA">
        <w:t>Cette vis a l</w:t>
      </w:r>
      <w:r w:rsidR="00EE5D7B">
        <w:t>’</w:t>
      </w:r>
      <w:r w:rsidRPr="00A864BA">
        <w:t>inconvénient de déformer le bec quand on la serre trop</w:t>
      </w:r>
      <w:r w:rsidR="00EE5D7B">
        <w:t xml:space="preserve"> ; </w:t>
      </w:r>
      <w:r w:rsidRPr="00A864BA">
        <w:t>elle était nécessaire pour chercher la hauteur du coude la plus fav</w:t>
      </w:r>
      <w:r w:rsidRPr="00A864BA">
        <w:t>o</w:t>
      </w:r>
      <w:r w:rsidRPr="00A864BA">
        <w:t>rable à la blancheur de la lumière</w:t>
      </w:r>
      <w:r w:rsidR="00EE5D7B">
        <w:t xml:space="preserve"> ; </w:t>
      </w:r>
      <w:r w:rsidRPr="00A864BA">
        <w:t>mais cette hauteur une fois déterminée</w:t>
      </w:r>
      <w:r w:rsidR="00EE5D7B">
        <w:t xml:space="preserve">, </w:t>
      </w:r>
      <w:r w:rsidRPr="00A864BA">
        <w:t>il vaut mieux</w:t>
      </w:r>
      <w:r w:rsidR="00EE5D7B">
        <w:t xml:space="preserve">, </w:t>
      </w:r>
      <w:r w:rsidRPr="00A864BA">
        <w:t>pour l</w:t>
      </w:r>
      <w:r w:rsidR="00EE5D7B">
        <w:t>’</w:t>
      </w:r>
      <w:r w:rsidRPr="00A864BA">
        <w:t>usage ordinaire</w:t>
      </w:r>
      <w:r w:rsidR="00EE5D7B">
        <w:t xml:space="preserve">, </w:t>
      </w:r>
      <w:r w:rsidRPr="00A864BA">
        <w:t>que la robe du bec soit soudée</w:t>
      </w:r>
      <w:r w:rsidR="00EE5D7B">
        <w:t>.</w:t>
      </w:r>
    </w:p>
    <w:p w14:paraId="2744C5D2" w14:textId="1F9CF063" w:rsidR="00D26B46" w:rsidRPr="00A864BA" w:rsidRDefault="00D26B46" w:rsidP="00D26B46"/>
    <w:p w14:paraId="42803FCA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7</w:t>
      </w:r>
      <w:r w:rsidR="00EE5D7B">
        <w:t xml:space="preserve">. </w:t>
      </w:r>
      <w:r w:rsidRPr="00A864BA">
        <w:t>Détail de l</w:t>
      </w:r>
      <w:r w:rsidR="00EE5D7B">
        <w:t>’</w:t>
      </w:r>
      <w:r w:rsidRPr="00A864BA">
        <w:t>assemblage à baïonnette de l</w:t>
      </w:r>
      <w:r w:rsidR="00EE5D7B">
        <w:t>’</w:t>
      </w:r>
      <w:r w:rsidRPr="00A864BA">
        <w:t>anneau m</w:t>
      </w:r>
      <w:r w:rsidRPr="00A864BA">
        <w:t>o</w:t>
      </w:r>
      <w:r w:rsidRPr="00A864BA">
        <w:t>bile qui porte une mèche</w:t>
      </w:r>
      <w:r w:rsidR="00EE5D7B">
        <w:t xml:space="preserve">, </w:t>
      </w:r>
      <w:r w:rsidRPr="00A864BA">
        <w:t>sur l</w:t>
      </w:r>
      <w:r w:rsidR="00EE5D7B">
        <w:t>’</w:t>
      </w:r>
      <w:r w:rsidRPr="00A864BA">
        <w:t>anneau fixe soudé à la tige de la crémai</w:t>
      </w:r>
      <w:r w:rsidRPr="00A864BA">
        <w:t>l</w:t>
      </w:r>
      <w:r w:rsidRPr="00A864BA">
        <w:t>lère</w:t>
      </w:r>
      <w:r w:rsidR="00EE5D7B">
        <w:t>.</w:t>
      </w:r>
    </w:p>
    <w:p w14:paraId="4638771B" w14:textId="4B1367C1" w:rsidR="00EE5D7B" w:rsidRDefault="00EE5D7B" w:rsidP="00EE5D7B"/>
    <w:p w14:paraId="452106CE" w14:textId="77777777" w:rsidR="00EE5D7B" w:rsidRDefault="00D26B46" w:rsidP="00EE5D7B">
      <w:r w:rsidRPr="00A864BA">
        <w:rPr>
          <w:i/>
        </w:rPr>
        <w:t>Nota</w:t>
      </w:r>
      <w:r w:rsidR="00EE5D7B">
        <w:t xml:space="preserve">. </w:t>
      </w:r>
      <w:r w:rsidRPr="00A864BA">
        <w:t>Toutes les figures ci-dessus sont dessinées sur une échelle de mo</w:t>
      </w:r>
      <w:r w:rsidRPr="00A864BA">
        <w:t>i</w:t>
      </w:r>
      <w:r w:rsidRPr="00A864BA">
        <w:t>tié</w:t>
      </w:r>
      <w:r w:rsidR="00EE5D7B">
        <w:t>.</w:t>
      </w:r>
    </w:p>
    <w:p w14:paraId="0AB711AA" w14:textId="4D1BF8B5" w:rsidR="00EE5D7B" w:rsidRDefault="00EE5D7B" w:rsidP="00EE5D7B"/>
    <w:p w14:paraId="179504F7" w14:textId="77777777" w:rsidR="00EE5D7B" w:rsidRDefault="00D26B46" w:rsidP="00EE5D7B">
      <w:r w:rsidRPr="00A864BA">
        <w:rPr>
          <w:i/>
        </w:rPr>
        <w:t>Fig</w:t>
      </w:r>
      <w:r w:rsidR="00EE5D7B">
        <w:rPr>
          <w:i/>
        </w:rPr>
        <w:t xml:space="preserve">. </w:t>
      </w:r>
      <w:r w:rsidRPr="00A864BA">
        <w:rPr>
          <w:i/>
        </w:rPr>
        <w:t>8</w:t>
      </w:r>
      <w:r w:rsidR="00EE5D7B">
        <w:t xml:space="preserve">. </w:t>
      </w:r>
      <w:r w:rsidRPr="00A864BA">
        <w:t>Sur une échelle d</w:t>
      </w:r>
      <w:r w:rsidR="00EE5D7B">
        <w:t>’</w:t>
      </w:r>
      <w:r w:rsidRPr="00A864BA">
        <w:t>un quart</w:t>
      </w:r>
      <w:r w:rsidR="00EE5D7B">
        <w:t xml:space="preserve">. </w:t>
      </w:r>
      <w:r w:rsidRPr="00A864BA">
        <w:t>Élévation du bec qu</w:t>
      </w:r>
      <w:r w:rsidRPr="00A864BA">
        <w:t>a</w:t>
      </w:r>
      <w:r w:rsidRPr="00A864BA">
        <w:t>druple surmonté de sa cheminée E</w:t>
      </w:r>
      <w:r w:rsidR="00EE5D7B">
        <w:t xml:space="preserve">, </w:t>
      </w:r>
      <w:r w:rsidRPr="00A864BA">
        <w:t xml:space="preserve">portant une </w:t>
      </w:r>
      <w:proofErr w:type="spellStart"/>
      <w:r w:rsidRPr="00A864BA">
        <w:t>ralonge</w:t>
      </w:r>
      <w:proofErr w:type="spellEnd"/>
      <w:r w:rsidRPr="00A864BA">
        <w:t xml:space="preserve"> en tôle F</w:t>
      </w:r>
      <w:r w:rsidR="00EE5D7B">
        <w:t xml:space="preserve">, </w:t>
      </w:r>
      <w:r w:rsidRPr="00A864BA">
        <w:t>qu</w:t>
      </w:r>
      <w:r w:rsidR="00EE5D7B">
        <w:t>’</w:t>
      </w:r>
      <w:r w:rsidRPr="00A864BA">
        <w:t xml:space="preserve">on peut </w:t>
      </w:r>
      <w:proofErr w:type="spellStart"/>
      <w:r w:rsidRPr="00A864BA">
        <w:t>alonger</w:t>
      </w:r>
      <w:proofErr w:type="spellEnd"/>
      <w:r w:rsidRPr="00A864BA">
        <w:t xml:space="preserve"> ou raccourcir à l</w:t>
      </w:r>
      <w:r w:rsidR="00EE5D7B">
        <w:t>’</w:t>
      </w:r>
      <w:r w:rsidRPr="00A864BA">
        <w:t>aide d</w:t>
      </w:r>
      <w:r w:rsidR="00EE5D7B">
        <w:t>’</w:t>
      </w:r>
      <w:r w:rsidRPr="00A864BA">
        <w:t>une crémaillère</w:t>
      </w:r>
      <w:r w:rsidR="00EE5D7B">
        <w:t>.</w:t>
      </w:r>
    </w:p>
    <w:p w14:paraId="62EEAEA8" w14:textId="6B444F43" w:rsidR="00EE5D7B" w:rsidRDefault="00D26B46" w:rsidP="00EE5D7B">
      <w:r w:rsidRPr="00A864BA">
        <w:lastRenderedPageBreak/>
        <w:t>Il est très-préférable d</w:t>
      </w:r>
      <w:r w:rsidR="00EE5D7B">
        <w:t>’</w:t>
      </w:r>
      <w:r w:rsidRPr="00A864BA">
        <w:t>employer</w:t>
      </w:r>
      <w:r w:rsidR="00EE5D7B">
        <w:t xml:space="preserve">, </w:t>
      </w:r>
      <w:r w:rsidRPr="00A864BA">
        <w:t xml:space="preserve">au lieu de cette </w:t>
      </w:r>
      <w:proofErr w:type="spellStart"/>
      <w:r w:rsidRPr="00A864BA">
        <w:t>ralonge</w:t>
      </w:r>
      <w:proofErr w:type="spellEnd"/>
      <w:r w:rsidRPr="00A864BA">
        <w:t xml:space="preserve"> mobile</w:t>
      </w:r>
      <w:r w:rsidR="00EE5D7B">
        <w:t xml:space="preserve">, </w:t>
      </w:r>
      <w:r w:rsidRPr="00A864BA">
        <w:t>un obturateur au moyen duquel on augmente ou l</w:t>
      </w:r>
      <w:r w:rsidR="00EE5D7B">
        <w:t>’</w:t>
      </w:r>
      <w:r w:rsidRPr="00A864BA">
        <w:t xml:space="preserve">on diminue à volonté la </w:t>
      </w:r>
      <w:proofErr w:type="spellStart"/>
      <w:r w:rsidRPr="00A864BA">
        <w:t>vîtesse</w:t>
      </w:r>
      <w:proofErr w:type="spellEnd"/>
      <w:r w:rsidRPr="00A864BA">
        <w:t xml:space="preserve"> du courant d</w:t>
      </w:r>
      <w:r w:rsidR="00EE5D7B">
        <w:t>’</w:t>
      </w:r>
      <w:r w:rsidRPr="00A864BA">
        <w:t>air</w:t>
      </w:r>
      <w:r w:rsidR="00EE5D7B">
        <w:t xml:space="preserve">, </w:t>
      </w:r>
      <w:r w:rsidRPr="00A864BA">
        <w:t>ainsi que nous l</w:t>
      </w:r>
      <w:r w:rsidR="00EE5D7B">
        <w:t>’</w:t>
      </w:r>
      <w:r w:rsidRPr="00A864BA">
        <w:t xml:space="preserve">avons remarqué dans la note de la page </w:t>
      </w:r>
      <w:r w:rsidRPr="00A864BA">
        <w:fldChar w:fldCharType="begin"/>
      </w:r>
      <w:r w:rsidRPr="00A864BA">
        <w:instrText xml:space="preserve"> </w:instrText>
      </w:r>
      <w:r w:rsidR="005E0539">
        <w:instrText>PAGEREF</w:instrText>
      </w:r>
      <w:r w:rsidRPr="00A864BA">
        <w:instrText xml:space="preserve"> _Ref245637393 \h </w:instrText>
      </w:r>
      <w:r w:rsidRPr="00A864BA">
        <w:fldChar w:fldCharType="separate"/>
      </w:r>
      <w:r w:rsidR="00D10338">
        <w:rPr>
          <w:noProof/>
        </w:rPr>
        <w:t>37</w:t>
      </w:r>
      <w:r w:rsidRPr="00A864BA">
        <w:fldChar w:fldCharType="end"/>
      </w:r>
      <w:r w:rsidR="00EE5D7B">
        <w:t xml:space="preserve">. </w:t>
      </w:r>
      <w:r w:rsidRPr="00A864BA">
        <w:t>Nous regrettons que le temps ne nous ait pas permis d</w:t>
      </w:r>
      <w:r w:rsidR="00EE5D7B">
        <w:t>’</w:t>
      </w:r>
      <w:r w:rsidRPr="00A864BA">
        <w:t>en donner ici le dessin</w:t>
      </w:r>
      <w:r w:rsidR="00EE5D7B">
        <w:t xml:space="preserve"> ; </w:t>
      </w:r>
      <w:r w:rsidRPr="00A864BA">
        <w:t>mais on peut</w:t>
      </w:r>
      <w:r w:rsidR="00EE5D7B">
        <w:t xml:space="preserve">, </w:t>
      </w:r>
      <w:r w:rsidRPr="00A864BA">
        <w:t>à la rigueur</w:t>
      </w:r>
      <w:r w:rsidR="00EE5D7B">
        <w:t xml:space="preserve">, </w:t>
      </w:r>
      <w:r w:rsidRPr="00A864BA">
        <w:t xml:space="preserve">trouver tous les </w:t>
      </w:r>
      <w:proofErr w:type="spellStart"/>
      <w:r w:rsidRPr="00A864BA">
        <w:t>renseignemens</w:t>
      </w:r>
      <w:proofErr w:type="spellEnd"/>
      <w:r w:rsidRPr="00A864BA">
        <w:t xml:space="preserve"> n</w:t>
      </w:r>
      <w:r w:rsidRPr="00A864BA">
        <w:t>é</w:t>
      </w:r>
      <w:r w:rsidRPr="00A864BA">
        <w:t>cessaires dans la note citée</w:t>
      </w:r>
      <w:r w:rsidR="00EE5D7B">
        <w:t>.</w:t>
      </w:r>
    </w:p>
    <w:p w14:paraId="64B1AD09" w14:textId="4AEC365F" w:rsidR="00EE5D7B" w:rsidRDefault="00EE5D7B" w:rsidP="00EE5D7B"/>
    <w:p w14:paraId="52A529D9" w14:textId="0ECC96E8" w:rsidR="00EE5D7B" w:rsidRDefault="00D26B46" w:rsidP="00EE5D7B">
      <w:r w:rsidRPr="00A864BA">
        <w:rPr>
          <w:i/>
        </w:rPr>
        <w:t>Nota</w:t>
      </w:r>
      <w:r w:rsidR="00EE5D7B">
        <w:t>. M. </w:t>
      </w:r>
      <w:r w:rsidRPr="00A864BA">
        <w:t>Wagner</w:t>
      </w:r>
      <w:r w:rsidR="00EE5D7B">
        <w:t xml:space="preserve">, </w:t>
      </w:r>
      <w:r w:rsidRPr="00A864BA">
        <w:t xml:space="preserve">auquel on doit des </w:t>
      </w:r>
      <w:proofErr w:type="spellStart"/>
      <w:r w:rsidRPr="00A864BA">
        <w:t>perfectionnemens</w:t>
      </w:r>
      <w:proofErr w:type="spellEnd"/>
      <w:r w:rsidRPr="00A864BA">
        <w:t xml:space="preserve"> </w:t>
      </w:r>
      <w:proofErr w:type="spellStart"/>
      <w:r w:rsidRPr="00A864BA">
        <w:t>i</w:t>
      </w:r>
      <w:r w:rsidRPr="00A864BA">
        <w:t>n</w:t>
      </w:r>
      <w:r w:rsidRPr="00A864BA">
        <w:t>téressans</w:t>
      </w:r>
      <w:proofErr w:type="spellEnd"/>
      <w:r w:rsidRPr="00A864BA">
        <w:t xml:space="preserve"> dans la construction des horloges publiques</w:t>
      </w:r>
      <w:r w:rsidR="00EE5D7B">
        <w:t xml:space="preserve">, </w:t>
      </w:r>
      <w:r w:rsidRPr="00A864BA">
        <w:t>a fait des lampes à mouvement d</w:t>
      </w:r>
      <w:r w:rsidR="00EE5D7B">
        <w:t>’</w:t>
      </w:r>
      <w:r w:rsidRPr="00A864BA">
        <w:t>horlogerie qui montent quatre à cinq livres d</w:t>
      </w:r>
      <w:r w:rsidR="00EE5D7B">
        <w:t>’</w:t>
      </w:r>
      <w:r w:rsidRPr="00A864BA">
        <w:t>huile par heure dans un bec quadruple 0m09 de di</w:t>
      </w:r>
      <w:r w:rsidRPr="00A864BA">
        <w:t>a</w:t>
      </w:r>
      <w:r w:rsidRPr="00A864BA">
        <w:t>mètre</w:t>
      </w:r>
      <w:r w:rsidR="00EE5D7B">
        <w:t xml:space="preserve">, </w:t>
      </w:r>
      <w:r w:rsidRPr="00A864BA">
        <w:t>et l</w:t>
      </w:r>
      <w:r w:rsidR="00EE5D7B">
        <w:t>’</w:t>
      </w:r>
      <w:r w:rsidRPr="00A864BA">
        <w:t>arrosent ainsi d</w:t>
      </w:r>
      <w:r w:rsidR="00EE5D7B">
        <w:t>’</w:t>
      </w:r>
      <w:r w:rsidRPr="00A864BA">
        <w:t>une quantité d</w:t>
      </w:r>
      <w:r w:rsidR="00EE5D7B">
        <w:t>’</w:t>
      </w:r>
      <w:r w:rsidRPr="00A864BA">
        <w:t>huile très surabo</w:t>
      </w:r>
      <w:r w:rsidRPr="00A864BA">
        <w:t>n</w:t>
      </w:r>
      <w:r w:rsidRPr="00A864BA">
        <w:t>dante</w:t>
      </w:r>
      <w:r w:rsidR="00EE5D7B">
        <w:t xml:space="preserve">, </w:t>
      </w:r>
      <w:r w:rsidRPr="00A864BA">
        <w:t>puisqu</w:t>
      </w:r>
      <w:r w:rsidR="00EE5D7B">
        <w:t>’</w:t>
      </w:r>
      <w:r w:rsidRPr="00A864BA">
        <w:t>il n</w:t>
      </w:r>
      <w:r w:rsidR="00EE5D7B">
        <w:t>’</w:t>
      </w:r>
      <w:r w:rsidRPr="00A864BA">
        <w:t>en brûle au plus qu</w:t>
      </w:r>
      <w:r w:rsidR="00EE5D7B">
        <w:t>’</w:t>
      </w:r>
      <w:r w:rsidRPr="00A864BA">
        <w:t>une livre et demie par heure</w:t>
      </w:r>
      <w:r w:rsidR="00EE5D7B">
        <w:t xml:space="preserve">. </w:t>
      </w:r>
      <w:r w:rsidRPr="00A864BA">
        <w:t>Les pompes qui élèvent l</w:t>
      </w:r>
      <w:r w:rsidR="00EE5D7B">
        <w:t>’</w:t>
      </w:r>
      <w:r w:rsidRPr="00A864BA">
        <w:t>huile sont mues par un fort re</w:t>
      </w:r>
      <w:r w:rsidRPr="00A864BA">
        <w:t>s</w:t>
      </w:r>
      <w:r w:rsidRPr="00A864BA">
        <w:t>sort ou par un poids</w:t>
      </w:r>
      <w:r w:rsidR="00EE5D7B">
        <w:t xml:space="preserve"> : </w:t>
      </w:r>
      <w:r w:rsidRPr="00A864BA">
        <w:t>dans le premier cas</w:t>
      </w:r>
      <w:r w:rsidR="00EE5D7B">
        <w:t xml:space="preserve">, </w:t>
      </w:r>
      <w:r w:rsidRPr="00A864BA">
        <w:t>l</w:t>
      </w:r>
      <w:r w:rsidR="00EE5D7B">
        <w:t>’</w:t>
      </w:r>
      <w:r w:rsidRPr="00A864BA">
        <w:t>effet dure six heures</w:t>
      </w:r>
      <w:r w:rsidR="00EE5D7B">
        <w:t xml:space="preserve"> ; </w:t>
      </w:r>
      <w:r w:rsidRPr="00A864BA">
        <w:t>dans le second cas</w:t>
      </w:r>
      <w:r w:rsidR="00EE5D7B">
        <w:t xml:space="preserve">, </w:t>
      </w:r>
      <w:r w:rsidRPr="00A864BA">
        <w:t>il peut se prolonger pendant seize heures et plus</w:t>
      </w:r>
      <w:r w:rsidR="00EE5D7B">
        <w:t xml:space="preserve">, </w:t>
      </w:r>
      <w:r w:rsidRPr="00A864BA">
        <w:t>sans que l</w:t>
      </w:r>
      <w:r w:rsidR="00EE5D7B">
        <w:t>’</w:t>
      </w:r>
      <w:r w:rsidRPr="00A864BA">
        <w:t>horloge ait besoin d</w:t>
      </w:r>
      <w:r w:rsidR="00EE5D7B">
        <w:t>’</w:t>
      </w:r>
      <w:r w:rsidRPr="00A864BA">
        <w:t>être remontée</w:t>
      </w:r>
      <w:r w:rsidR="00EE5D7B">
        <w:t xml:space="preserve">. </w:t>
      </w:r>
      <w:r w:rsidRPr="00A864BA">
        <w:t>Les becs à deux et trois mèches concentriques</w:t>
      </w:r>
      <w:r w:rsidR="00EE5D7B">
        <w:t xml:space="preserve">, </w:t>
      </w:r>
      <w:r w:rsidRPr="00A864BA">
        <w:t>qui pourraient être souvent appl</w:t>
      </w:r>
      <w:r w:rsidRPr="00A864BA">
        <w:t>i</w:t>
      </w:r>
      <w:r w:rsidRPr="00A864BA">
        <w:t>qués avec avantage à l</w:t>
      </w:r>
      <w:r w:rsidR="00EE5D7B">
        <w:t>’</w:t>
      </w:r>
      <w:r w:rsidRPr="00A864BA">
        <w:t>éclairage des boutiques et des grandes salles</w:t>
      </w:r>
      <w:r w:rsidR="00EE5D7B">
        <w:t xml:space="preserve">, </w:t>
      </w:r>
      <w:r w:rsidRPr="00A864BA">
        <w:t>consommant beaucoup moins d</w:t>
      </w:r>
      <w:r w:rsidR="00EE5D7B">
        <w:t>’</w:t>
      </w:r>
      <w:r w:rsidRPr="00A864BA">
        <w:t>huile</w:t>
      </w:r>
      <w:r w:rsidR="00EE5D7B">
        <w:t>, M. </w:t>
      </w:r>
      <w:r w:rsidRPr="00A864BA">
        <w:t>Wagner fabriquerait aisément</w:t>
      </w:r>
      <w:r w:rsidR="00EE5D7B">
        <w:t xml:space="preserve">, </w:t>
      </w:r>
      <w:r w:rsidRPr="00A864BA">
        <w:t>pour ces becs</w:t>
      </w:r>
      <w:r w:rsidR="00EE5D7B">
        <w:t xml:space="preserve">, </w:t>
      </w:r>
      <w:r w:rsidRPr="00A864BA">
        <w:t>des lampes à poids ou à re</w:t>
      </w:r>
      <w:r w:rsidRPr="00A864BA">
        <w:t>s</w:t>
      </w:r>
      <w:r w:rsidRPr="00A864BA">
        <w:t>sorts</w:t>
      </w:r>
      <w:r w:rsidR="00EE5D7B">
        <w:t xml:space="preserve">, </w:t>
      </w:r>
      <w:r w:rsidRPr="00A864BA">
        <w:t>qui fonctionneraient pendant la durée des plus longues soirées et même des plus longues nuits d</w:t>
      </w:r>
      <w:r w:rsidR="00EE5D7B">
        <w:t>’</w:t>
      </w:r>
      <w:r w:rsidRPr="00A864BA">
        <w:t>hiver</w:t>
      </w:r>
      <w:r w:rsidR="00EE5D7B">
        <w:t xml:space="preserve">, </w:t>
      </w:r>
      <w:r w:rsidRPr="00A864BA">
        <w:t>sans être remo</w:t>
      </w:r>
      <w:r w:rsidRPr="00A864BA">
        <w:t>n</w:t>
      </w:r>
      <w:r w:rsidRPr="00A864BA">
        <w:t>tées</w:t>
      </w:r>
      <w:r w:rsidR="00EE5D7B">
        <w:t>.</w:t>
      </w:r>
    </w:p>
    <w:p w14:paraId="0A0E9CC5" w14:textId="36D7B87A" w:rsidR="00EE5D7B" w:rsidRDefault="001F19F8" w:rsidP="00EE5D7B">
      <w:pPr>
        <w:ind w:firstLine="0"/>
        <w:jc w:val="center"/>
      </w:pPr>
      <w:r w:rsidRPr="00EE5D7B">
        <w:rPr>
          <w:noProof/>
        </w:rPr>
        <w:lastRenderedPageBreak/>
        <w:drawing>
          <wp:inline distT="0" distB="0" distL="0" distR="0" wp14:anchorId="0AEA4CF6" wp14:editId="6210BAB6">
            <wp:extent cx="6170295" cy="44640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44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67C1F" w14:textId="42D062B5" w:rsidR="00EE5D7B" w:rsidRDefault="001F19F8" w:rsidP="00EE5D7B">
      <w:pPr>
        <w:ind w:firstLine="0"/>
        <w:jc w:val="center"/>
      </w:pPr>
      <w:r w:rsidRPr="00EE5D7B">
        <w:rPr>
          <w:noProof/>
        </w:rPr>
        <w:lastRenderedPageBreak/>
        <w:drawing>
          <wp:inline distT="0" distB="0" distL="0" distR="0" wp14:anchorId="5997396E" wp14:editId="5306B165">
            <wp:extent cx="5788660" cy="708469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708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A0D12" w14:textId="23C6F08B" w:rsidR="00D26B46" w:rsidRPr="00A864BA" w:rsidRDefault="00D26B46" w:rsidP="00EE5D7B">
      <w:pPr>
        <w:pStyle w:val="Titre1"/>
      </w:pPr>
      <w:bookmarkStart w:id="11" w:name="_Toc245637714"/>
      <w:bookmarkStart w:id="12" w:name="_Toc195639240"/>
      <w:r w:rsidRPr="00A864BA">
        <w:lastRenderedPageBreak/>
        <w:t>PROCÈS-VERBAL</w:t>
      </w:r>
      <w:r w:rsidRPr="00A864BA">
        <w:br/>
      </w:r>
      <w:r w:rsidRPr="00A864BA">
        <w:br/>
        <w:t>De l</w:t>
      </w:r>
      <w:r w:rsidR="00EE5D7B">
        <w:t>’</w:t>
      </w:r>
      <w:r w:rsidRPr="00A864BA">
        <w:t>Expérience faite</w:t>
      </w:r>
      <w:r w:rsidR="00EE5D7B">
        <w:t xml:space="preserve">, </w:t>
      </w:r>
      <w:r w:rsidRPr="00A864BA">
        <w:t>le 20 Août 1822</w:t>
      </w:r>
      <w:r w:rsidR="00EE5D7B">
        <w:t xml:space="preserve">, </w:t>
      </w:r>
      <w:r w:rsidRPr="00A864BA">
        <w:t>par la Commission des Phares</w:t>
      </w:r>
      <w:r w:rsidR="00EE5D7B">
        <w:t xml:space="preserve">, </w:t>
      </w:r>
      <w:r w:rsidRPr="00A864BA">
        <w:t>sur l</w:t>
      </w:r>
      <w:r w:rsidR="00EE5D7B">
        <w:t>’</w:t>
      </w:r>
      <w:r w:rsidRPr="00A864BA">
        <w:t xml:space="preserve">Appareil lenticulaire à feux </w:t>
      </w:r>
      <w:proofErr w:type="spellStart"/>
      <w:r w:rsidRPr="00A864BA">
        <w:t>tournans</w:t>
      </w:r>
      <w:proofErr w:type="spellEnd"/>
      <w:r w:rsidRPr="00A864BA">
        <w:t xml:space="preserve"> destiné à l</w:t>
      </w:r>
      <w:r w:rsidR="00EE5D7B">
        <w:t>’</w:t>
      </w:r>
      <w:r w:rsidRPr="00A864BA">
        <w:t>éclairage du Phare de Cordouan</w:t>
      </w:r>
      <w:r w:rsidR="00EE5D7B">
        <w:t>.</w:t>
      </w:r>
      <w:bookmarkEnd w:id="11"/>
      <w:bookmarkEnd w:id="12"/>
      <w:r w:rsidR="00EE5D7B">
        <w:br/>
      </w:r>
    </w:p>
    <w:p w14:paraId="2048B201" w14:textId="7ABEF7A3" w:rsidR="00EE5D7B" w:rsidRDefault="00D26B46" w:rsidP="00EE5D7B">
      <w:r w:rsidRPr="00A864BA">
        <w:t>Le 2</w:t>
      </w:r>
      <w:r w:rsidR="00EE5D7B" w:rsidRPr="00A864BA">
        <w:t>0</w:t>
      </w:r>
      <w:r w:rsidR="00EE5D7B">
        <w:t> </w:t>
      </w:r>
      <w:r w:rsidR="00EE5D7B" w:rsidRPr="00A864BA">
        <w:t>août</w:t>
      </w:r>
      <w:r w:rsidRPr="00A864BA">
        <w:t xml:space="preserve"> 1822</w:t>
      </w:r>
      <w:r w:rsidR="00EE5D7B">
        <w:t xml:space="preserve">, </w:t>
      </w:r>
      <w:r w:rsidRPr="00A864BA">
        <w:t>les membres de la commission des phares soussignés se sont rendus à Notre-Dame de Montmélian</w:t>
      </w:r>
      <w:r w:rsidR="00EE5D7B">
        <w:t xml:space="preserve">, </w:t>
      </w:r>
      <w:r w:rsidRPr="00A864BA">
        <w:t>près de Morfontaine</w:t>
      </w:r>
      <w:r w:rsidR="00EE5D7B">
        <w:t xml:space="preserve">, </w:t>
      </w:r>
      <w:r w:rsidRPr="00A864BA">
        <w:t>pour observer de ce lieu les effets de l</w:t>
      </w:r>
      <w:r w:rsidR="00EE5D7B">
        <w:t>’</w:t>
      </w:r>
      <w:r w:rsidRPr="00A864BA">
        <w:t>appareil lentic</w:t>
      </w:r>
      <w:r w:rsidRPr="00A864BA">
        <w:t>u</w:t>
      </w:r>
      <w:r w:rsidRPr="00A864BA">
        <w:t>laire placé sur l</w:t>
      </w:r>
      <w:r w:rsidR="00EE5D7B">
        <w:t>’</w:t>
      </w:r>
      <w:r w:rsidRPr="00A864BA">
        <w:t>arc de triomphe de la barrière de l</w:t>
      </w:r>
      <w:r w:rsidR="00EE5D7B">
        <w:t>’</w:t>
      </w:r>
      <w:r w:rsidRPr="00A864BA">
        <w:t>Étoile</w:t>
      </w:r>
      <w:r w:rsidR="00EE5D7B">
        <w:t xml:space="preserve">, </w:t>
      </w:r>
      <w:r w:rsidRPr="00A864BA">
        <w:t>à seize mille quatre cents toises de di</w:t>
      </w:r>
      <w:r w:rsidRPr="00A864BA">
        <w:t>s</w:t>
      </w:r>
      <w:r w:rsidRPr="00A864BA">
        <w:t>tance</w:t>
      </w:r>
      <w:r w:rsidR="00EE5D7B">
        <w:t>.</w:t>
      </w:r>
    </w:p>
    <w:p w14:paraId="2B910980" w14:textId="77777777" w:rsidR="00EE5D7B" w:rsidRDefault="00D26B46" w:rsidP="00EE5D7B">
      <w:r w:rsidRPr="00A864BA">
        <w:t>Quoiqu</w:t>
      </w:r>
      <w:r w:rsidR="00EE5D7B">
        <w:t>’</w:t>
      </w:r>
      <w:r w:rsidRPr="00A864BA">
        <w:t>il ne fît pas clair de lune</w:t>
      </w:r>
      <w:r w:rsidR="00EE5D7B">
        <w:t xml:space="preserve">, </w:t>
      </w:r>
      <w:r w:rsidRPr="00A864BA">
        <w:t>les circonstances atmo</w:t>
      </w:r>
      <w:r w:rsidRPr="00A864BA">
        <w:t>s</w:t>
      </w:r>
      <w:r w:rsidRPr="00A864BA">
        <w:t>phériques étaient pl</w:t>
      </w:r>
      <w:r w:rsidRPr="00A864BA">
        <w:t>u</w:t>
      </w:r>
      <w:r w:rsidRPr="00A864BA">
        <w:t>tôt défavorables qu</w:t>
      </w:r>
      <w:r w:rsidR="00EE5D7B">
        <w:t>’</w:t>
      </w:r>
      <w:r w:rsidRPr="00A864BA">
        <w:t>avantageuses au phare</w:t>
      </w:r>
      <w:r w:rsidR="00EE5D7B">
        <w:t xml:space="preserve">, </w:t>
      </w:r>
      <w:r w:rsidRPr="00A864BA">
        <w:t>à cause des vapeurs que la grande chaleur du jour avait élevées</w:t>
      </w:r>
      <w:r w:rsidR="00EE5D7B">
        <w:t xml:space="preserve">, </w:t>
      </w:r>
      <w:r w:rsidRPr="00A864BA">
        <w:t>et qui formaient à l</w:t>
      </w:r>
      <w:r w:rsidR="00EE5D7B">
        <w:t>’</w:t>
      </w:r>
      <w:r w:rsidRPr="00A864BA">
        <w:t>horizon un brouillard assez se</w:t>
      </w:r>
      <w:r w:rsidRPr="00A864BA">
        <w:t>n</w:t>
      </w:r>
      <w:r w:rsidRPr="00A864BA">
        <w:t>sible</w:t>
      </w:r>
      <w:r w:rsidR="00EE5D7B">
        <w:t>.</w:t>
      </w:r>
    </w:p>
    <w:p w14:paraId="34722B4C" w14:textId="77777777" w:rsidR="00EE5D7B" w:rsidRDefault="00D26B46" w:rsidP="00D26B46">
      <w:pPr>
        <w:pStyle w:val="Retraitcorpsdetexte2"/>
      </w:pPr>
      <w:r w:rsidRPr="00A864BA">
        <w:t>Néanmoins les éclats ont paru très-</w:t>
      </w:r>
      <w:proofErr w:type="spellStart"/>
      <w:r w:rsidRPr="00A864BA">
        <w:t>brillans</w:t>
      </w:r>
      <w:proofErr w:type="spellEnd"/>
      <w:r w:rsidR="00EE5D7B">
        <w:t xml:space="preserve">, </w:t>
      </w:r>
      <w:proofErr w:type="spellStart"/>
      <w:r w:rsidRPr="00A864BA">
        <w:t>sur-tout</w:t>
      </w:r>
      <w:proofErr w:type="spellEnd"/>
      <w:r w:rsidRPr="00A864BA">
        <w:t xml:space="preserve"> dans leurs secondes moitiés</w:t>
      </w:r>
      <w:r w:rsidR="00EE5D7B">
        <w:t xml:space="preserve">, </w:t>
      </w:r>
      <w:r w:rsidRPr="00A864BA">
        <w:t>provenant des grandes lentilles</w:t>
      </w:r>
      <w:r w:rsidR="00EE5D7B">
        <w:t xml:space="preserve">. </w:t>
      </w:r>
      <w:r w:rsidRPr="00A864BA">
        <w:t>La l</w:t>
      </w:r>
      <w:r w:rsidRPr="00A864BA">
        <w:t>u</w:t>
      </w:r>
      <w:r w:rsidRPr="00A864BA">
        <w:t>mière était sensiblement rougeâtre</w:t>
      </w:r>
      <w:r w:rsidR="00EE5D7B">
        <w:t xml:space="preserve">, </w:t>
      </w:r>
      <w:r w:rsidRPr="00A864BA">
        <w:t>même à l</w:t>
      </w:r>
      <w:r w:rsidR="00EE5D7B">
        <w:t>’</w:t>
      </w:r>
      <w:r w:rsidRPr="00A864BA">
        <w:t>instant de son plus vif éclat</w:t>
      </w:r>
      <w:r w:rsidR="00EE5D7B">
        <w:t xml:space="preserve"> : </w:t>
      </w:r>
      <w:r w:rsidRPr="00A864BA">
        <w:t>ce qui tenait sans doute au léger brouillard dont l</w:t>
      </w:r>
      <w:r w:rsidR="00EE5D7B">
        <w:t>’</w:t>
      </w:r>
      <w:r w:rsidRPr="00A864BA">
        <w:t>horizon était couvert</w:t>
      </w:r>
      <w:r w:rsidR="00EE5D7B">
        <w:t xml:space="preserve"> ; </w:t>
      </w:r>
      <w:r w:rsidRPr="00A864BA">
        <w:t>car la personne qui habite la maison d</w:t>
      </w:r>
      <w:r w:rsidR="00EE5D7B">
        <w:t>’</w:t>
      </w:r>
      <w:r w:rsidRPr="00A864BA">
        <w:t>où se faisait l</w:t>
      </w:r>
      <w:r w:rsidR="00EE5D7B">
        <w:t>’</w:t>
      </w:r>
      <w:r w:rsidRPr="00A864BA">
        <w:t>observ</w:t>
      </w:r>
      <w:r w:rsidRPr="00A864BA">
        <w:t>a</w:t>
      </w:r>
      <w:r w:rsidRPr="00A864BA">
        <w:t>tion</w:t>
      </w:r>
      <w:r w:rsidR="00EE5D7B">
        <w:t xml:space="preserve">, </w:t>
      </w:r>
      <w:r w:rsidRPr="00A864BA">
        <w:t>a assuré avoir vu le même feu très-blanc et plus brillant</w:t>
      </w:r>
      <w:r w:rsidR="00EE5D7B">
        <w:t xml:space="preserve">, </w:t>
      </w:r>
      <w:r w:rsidRPr="00A864BA">
        <w:t>lors des exp</w:t>
      </w:r>
      <w:r w:rsidRPr="00A864BA">
        <w:t>é</w:t>
      </w:r>
      <w:r w:rsidRPr="00A864BA">
        <w:t>riences précédentes</w:t>
      </w:r>
      <w:r w:rsidR="00EE5D7B">
        <w:t>.</w:t>
      </w:r>
    </w:p>
    <w:p w14:paraId="01499B3F" w14:textId="76264000" w:rsidR="00D26B46" w:rsidRPr="00A864BA" w:rsidRDefault="00D26B46" w:rsidP="00D26B46"/>
    <w:p w14:paraId="18FDF236" w14:textId="77777777" w:rsidR="00EE5D7B" w:rsidRDefault="00D26B46" w:rsidP="00D26B46">
      <w:pPr>
        <w:pStyle w:val="Retraitcorpsdetexte2"/>
      </w:pPr>
      <w:r w:rsidRPr="00A864BA">
        <w:t>Pendant la première partie de l</w:t>
      </w:r>
      <w:r w:rsidR="00EE5D7B">
        <w:t>’</w:t>
      </w:r>
      <w:r w:rsidRPr="00A864BA">
        <w:t>expérience</w:t>
      </w:r>
      <w:r w:rsidR="00EE5D7B">
        <w:t xml:space="preserve">, </w:t>
      </w:r>
      <w:r w:rsidRPr="00A864BA">
        <w:t xml:space="preserve">la </w:t>
      </w:r>
      <w:proofErr w:type="spellStart"/>
      <w:r w:rsidRPr="00A864BA">
        <w:t>vîtesse</w:t>
      </w:r>
      <w:proofErr w:type="spellEnd"/>
      <w:r w:rsidRPr="00A864BA">
        <w:t xml:space="preserve"> du mouvement de rot</w:t>
      </w:r>
      <w:r w:rsidRPr="00A864BA">
        <w:t>a</w:t>
      </w:r>
      <w:r w:rsidRPr="00A864BA">
        <w:t>tion de l</w:t>
      </w:r>
      <w:r w:rsidR="00EE5D7B">
        <w:t>’</w:t>
      </w:r>
      <w:r w:rsidRPr="00A864BA">
        <w:t xml:space="preserve">appareil avait été réglée de </w:t>
      </w:r>
      <w:r w:rsidRPr="00A864BA">
        <w:lastRenderedPageBreak/>
        <w:t xml:space="preserve">manière que les éclats se </w:t>
      </w:r>
      <w:proofErr w:type="spellStart"/>
      <w:r w:rsidRPr="00A864BA">
        <w:t>succédoient</w:t>
      </w:r>
      <w:proofErr w:type="spellEnd"/>
      <w:r w:rsidRPr="00A864BA">
        <w:t xml:space="preserve"> de minute en minute</w:t>
      </w:r>
      <w:r w:rsidR="00EE5D7B">
        <w:t xml:space="preserve"> ; </w:t>
      </w:r>
      <w:r w:rsidRPr="00A864BA">
        <w:t>alors la d</w:t>
      </w:r>
      <w:r w:rsidRPr="00A864BA">
        <w:t>u</w:t>
      </w:r>
      <w:r w:rsidRPr="00A864BA">
        <w:t xml:space="preserve">rée moyenne de chaque éclipse </w:t>
      </w:r>
      <w:proofErr w:type="spellStart"/>
      <w:r w:rsidRPr="00A864BA">
        <w:t>étoit</w:t>
      </w:r>
      <w:proofErr w:type="spellEnd"/>
      <w:r w:rsidRPr="00A864BA">
        <w:t xml:space="preserve"> de 40</w:t>
      </w:r>
      <w:r w:rsidR="00EE5D7B">
        <w:t xml:space="preserve">’’, </w:t>
      </w:r>
      <w:r w:rsidRPr="00A864BA">
        <w:t>et celle de l</w:t>
      </w:r>
      <w:r w:rsidR="00EE5D7B">
        <w:t>’</w:t>
      </w:r>
      <w:r w:rsidRPr="00A864BA">
        <w:t>apparition de la lumière de 20</w:t>
      </w:r>
      <w:r w:rsidR="00EE5D7B">
        <w:t xml:space="preserve">’’. </w:t>
      </w:r>
      <w:r w:rsidRPr="00A864BA">
        <w:t>Dans la seconde partie de l</w:t>
      </w:r>
      <w:r w:rsidR="00EE5D7B">
        <w:t>’</w:t>
      </w:r>
      <w:r w:rsidRPr="00A864BA">
        <w:t>expérience</w:t>
      </w:r>
      <w:r w:rsidR="00EE5D7B">
        <w:t xml:space="preserve">, </w:t>
      </w:r>
      <w:r w:rsidRPr="00A864BA">
        <w:t xml:space="preserve">où les éclats se </w:t>
      </w:r>
      <w:proofErr w:type="spellStart"/>
      <w:r w:rsidRPr="00A864BA">
        <w:t>succédoient</w:t>
      </w:r>
      <w:proofErr w:type="spellEnd"/>
      <w:r w:rsidRPr="00A864BA">
        <w:t xml:space="preserve"> de 45</w:t>
      </w:r>
      <w:r w:rsidR="00EE5D7B">
        <w:t>’’</w:t>
      </w:r>
      <w:r w:rsidRPr="00A864BA">
        <w:t xml:space="preserve"> en 45</w:t>
      </w:r>
      <w:r w:rsidR="00EE5D7B">
        <w:t xml:space="preserve">’’, </w:t>
      </w:r>
      <w:r w:rsidRPr="00A864BA">
        <w:t>les éclipses étaient de 30</w:t>
      </w:r>
      <w:r w:rsidR="00EE5D7B">
        <w:t xml:space="preserve">’’, </w:t>
      </w:r>
      <w:r w:rsidRPr="00A864BA">
        <w:t>et les éclats de 15</w:t>
      </w:r>
      <w:r w:rsidR="00EE5D7B">
        <w:t xml:space="preserve">’’. </w:t>
      </w:r>
      <w:r w:rsidRPr="00A864BA">
        <w:t>En un mot</w:t>
      </w:r>
      <w:r w:rsidR="00EE5D7B">
        <w:t xml:space="preserve">, </w:t>
      </w:r>
      <w:r w:rsidRPr="00A864BA">
        <w:t>la d</w:t>
      </w:r>
      <w:r w:rsidRPr="00A864BA">
        <w:t>u</w:t>
      </w:r>
      <w:r w:rsidRPr="00A864BA">
        <w:t>rée de l</w:t>
      </w:r>
      <w:r w:rsidR="00EE5D7B">
        <w:t>’</w:t>
      </w:r>
      <w:r w:rsidRPr="00A864BA">
        <w:t>apparition était la moitié de la durée de l</w:t>
      </w:r>
      <w:r w:rsidR="00EE5D7B">
        <w:t>’</w:t>
      </w:r>
      <w:r w:rsidRPr="00A864BA">
        <w:t>éclipse</w:t>
      </w:r>
      <w:r w:rsidR="00EE5D7B">
        <w:t>.</w:t>
      </w:r>
    </w:p>
    <w:p w14:paraId="397596F2" w14:textId="1AF3E0A6" w:rsidR="00D26B46" w:rsidRPr="00A864BA" w:rsidRDefault="00D26B46" w:rsidP="00D26B46"/>
    <w:p w14:paraId="30A4ED34" w14:textId="77777777" w:rsidR="00EE5D7B" w:rsidRDefault="00D26B46" w:rsidP="00EE5D7B">
      <w:r w:rsidRPr="00A864BA">
        <w:t>En regardant le phare au travers d</w:t>
      </w:r>
      <w:r w:rsidR="00EE5D7B">
        <w:t>’</w:t>
      </w:r>
      <w:r w:rsidRPr="00A864BA">
        <w:t>un prisme de cristal de roche achromatisé</w:t>
      </w:r>
      <w:r w:rsidR="00EE5D7B">
        <w:t xml:space="preserve">, </w:t>
      </w:r>
      <w:r w:rsidRPr="00A864BA">
        <w:t>qui donnait deux images suffisamment s</w:t>
      </w:r>
      <w:r w:rsidRPr="00A864BA">
        <w:t>é</w:t>
      </w:r>
      <w:r w:rsidRPr="00A864BA">
        <w:t>parées</w:t>
      </w:r>
      <w:r w:rsidR="00EE5D7B">
        <w:t xml:space="preserve">, </w:t>
      </w:r>
      <w:r w:rsidRPr="00A864BA">
        <w:t>on a remarqué que la durée de l</w:t>
      </w:r>
      <w:r w:rsidR="00EE5D7B">
        <w:t>’</w:t>
      </w:r>
      <w:r w:rsidRPr="00A864BA">
        <w:t>apparition de la lumière n</w:t>
      </w:r>
      <w:r w:rsidR="00EE5D7B">
        <w:t>’</w:t>
      </w:r>
      <w:r w:rsidRPr="00A864BA">
        <w:t>était presque pas diminuée</w:t>
      </w:r>
      <w:r w:rsidR="00EE5D7B">
        <w:t xml:space="preserve">, </w:t>
      </w:r>
      <w:r w:rsidRPr="00A864BA">
        <w:t>quoique son intensité fût ainsi r</w:t>
      </w:r>
      <w:r w:rsidRPr="00A864BA">
        <w:t>é</w:t>
      </w:r>
      <w:r w:rsidRPr="00A864BA">
        <w:t>duite à mo</w:t>
      </w:r>
      <w:r w:rsidRPr="00A864BA">
        <w:t>i</w:t>
      </w:r>
      <w:r w:rsidRPr="00A864BA">
        <w:t>tié dans chaque image</w:t>
      </w:r>
      <w:r w:rsidR="00EE5D7B">
        <w:t xml:space="preserve">, </w:t>
      </w:r>
      <w:r w:rsidRPr="00A864BA">
        <w:t>et même à un peu moins</w:t>
      </w:r>
      <w:r w:rsidR="00EE5D7B">
        <w:t xml:space="preserve">, </w:t>
      </w:r>
      <w:r w:rsidRPr="00A864BA">
        <w:t>vu la perte occasionnée par les réflexions partielles sur les deux faces du cristal</w:t>
      </w:r>
      <w:r w:rsidR="00EE5D7B">
        <w:t xml:space="preserve">. </w:t>
      </w:r>
      <w:r w:rsidRPr="00A864BA">
        <w:t>L</w:t>
      </w:r>
      <w:r w:rsidR="00EE5D7B">
        <w:t>’</w:t>
      </w:r>
      <w:r w:rsidRPr="00A864BA">
        <w:t>instant où l</w:t>
      </w:r>
      <w:r w:rsidR="00EE5D7B">
        <w:t>’</w:t>
      </w:r>
      <w:r w:rsidRPr="00A864BA">
        <w:t>éclat de la petite lentille finit et se renoue à celui de la grande</w:t>
      </w:r>
      <w:r w:rsidR="00EE5D7B">
        <w:t xml:space="preserve">, </w:t>
      </w:r>
      <w:r w:rsidRPr="00A864BA">
        <w:t>qui présentait l</w:t>
      </w:r>
      <w:r w:rsidR="00EE5D7B">
        <w:t>’</w:t>
      </w:r>
      <w:r w:rsidRPr="00A864BA">
        <w:t>œil nu un affaibli</w:t>
      </w:r>
      <w:r w:rsidRPr="00A864BA">
        <w:t>s</w:t>
      </w:r>
      <w:r w:rsidRPr="00A864BA">
        <w:t>sement marqué</w:t>
      </w:r>
      <w:r w:rsidR="00EE5D7B">
        <w:t xml:space="preserve">, </w:t>
      </w:r>
      <w:r w:rsidRPr="00A864BA">
        <w:t>n</w:t>
      </w:r>
      <w:r w:rsidR="00EE5D7B">
        <w:t>’</w:t>
      </w:r>
      <w:r w:rsidRPr="00A864BA">
        <w:t>o</w:t>
      </w:r>
      <w:r w:rsidRPr="00A864BA">
        <w:t>f</w:t>
      </w:r>
      <w:r w:rsidRPr="00A864BA">
        <w:t>frait pas encore d</w:t>
      </w:r>
      <w:r w:rsidR="00EE5D7B">
        <w:t>’</w:t>
      </w:r>
      <w:r w:rsidRPr="00A864BA">
        <w:t>éclipse absolue au travers du prisme de cristal de r</w:t>
      </w:r>
      <w:r w:rsidRPr="00A864BA">
        <w:t>o</w:t>
      </w:r>
      <w:r w:rsidRPr="00A864BA">
        <w:t>che</w:t>
      </w:r>
      <w:r w:rsidR="00EE5D7B">
        <w:t>.</w:t>
      </w:r>
    </w:p>
    <w:p w14:paraId="468C223B" w14:textId="77777777" w:rsidR="00EE5D7B" w:rsidRDefault="00D26B46" w:rsidP="00D26B46">
      <w:pPr>
        <w:pStyle w:val="Retraitcorpsdetexte2"/>
      </w:pPr>
      <w:r w:rsidRPr="00A864BA">
        <w:t>Enfin</w:t>
      </w:r>
      <w:r w:rsidR="00EE5D7B">
        <w:t xml:space="preserve">, </w:t>
      </w:r>
      <w:r w:rsidRPr="00A864BA">
        <w:t>en regardant le phare à travers deux prismes supe</w:t>
      </w:r>
      <w:r w:rsidRPr="00A864BA">
        <w:t>r</w:t>
      </w:r>
      <w:r w:rsidRPr="00A864BA">
        <w:t>posés et tournés de manière à diviser la lumière en quatre fai</w:t>
      </w:r>
      <w:r w:rsidRPr="00A864BA">
        <w:t>s</w:t>
      </w:r>
      <w:r w:rsidRPr="00A864BA">
        <w:t>ceaux d</w:t>
      </w:r>
      <w:r w:rsidR="00EE5D7B">
        <w:t>’</w:t>
      </w:r>
      <w:r w:rsidRPr="00A864BA">
        <w:t>ég</w:t>
      </w:r>
      <w:r w:rsidRPr="00A864BA">
        <w:t>a</w:t>
      </w:r>
      <w:r w:rsidRPr="00A864BA">
        <w:t>le intensité</w:t>
      </w:r>
      <w:r w:rsidR="00EE5D7B">
        <w:t xml:space="preserve">, </w:t>
      </w:r>
      <w:r w:rsidRPr="00A864BA">
        <w:t>on apercevait à peine la première partie de l</w:t>
      </w:r>
      <w:r w:rsidR="00EE5D7B">
        <w:t>’</w:t>
      </w:r>
      <w:r w:rsidRPr="00A864BA">
        <w:t>éclat</w:t>
      </w:r>
      <w:r w:rsidR="00EE5D7B">
        <w:t xml:space="preserve">, </w:t>
      </w:r>
      <w:r w:rsidRPr="00A864BA">
        <w:t>provenant de la petite lentille</w:t>
      </w:r>
      <w:r w:rsidR="00EE5D7B">
        <w:t xml:space="preserve"> ; </w:t>
      </w:r>
      <w:r w:rsidRPr="00A864BA">
        <w:t>tandis qu</w:t>
      </w:r>
      <w:r w:rsidR="00EE5D7B">
        <w:t>’</w:t>
      </w:r>
      <w:r w:rsidRPr="00A864BA">
        <w:t>on voyait très-bien la seconde partie</w:t>
      </w:r>
      <w:r w:rsidR="00EE5D7B">
        <w:t xml:space="preserve">, </w:t>
      </w:r>
      <w:r w:rsidRPr="00A864BA">
        <w:t>produite par la grande</w:t>
      </w:r>
      <w:r w:rsidR="00EE5D7B">
        <w:t xml:space="preserve">, </w:t>
      </w:r>
      <w:r w:rsidRPr="00A864BA">
        <w:t>qui prése</w:t>
      </w:r>
      <w:r w:rsidRPr="00A864BA">
        <w:t>n</w:t>
      </w:r>
      <w:r w:rsidRPr="00A864BA">
        <w:t>tait dans chaque image un point lumineux assez brillant</w:t>
      </w:r>
      <w:r w:rsidR="00EE5D7B">
        <w:t xml:space="preserve"> : </w:t>
      </w:r>
      <w:r w:rsidRPr="00A864BA">
        <w:t>or</w:t>
      </w:r>
      <w:r w:rsidR="00EE5D7B">
        <w:t xml:space="preserve">, </w:t>
      </w:r>
      <w:r w:rsidRPr="00A864BA">
        <w:t>chaque image ne contenait que le quart de la lumière totale</w:t>
      </w:r>
      <w:r w:rsidR="00EE5D7B">
        <w:t xml:space="preserve">, </w:t>
      </w:r>
      <w:r w:rsidRPr="00A864BA">
        <w:t>d</w:t>
      </w:r>
      <w:r w:rsidRPr="00A864BA">
        <w:t>i</w:t>
      </w:r>
      <w:r w:rsidRPr="00A864BA">
        <w:t>minuée encore par les pertes provenant des quatre réflexions partielles sur les su</w:t>
      </w:r>
      <w:r w:rsidRPr="00A864BA">
        <w:t>r</w:t>
      </w:r>
      <w:r w:rsidRPr="00A864BA">
        <w:t>faces des deux prismes</w:t>
      </w:r>
      <w:r w:rsidR="00EE5D7B">
        <w:t>.</w:t>
      </w:r>
    </w:p>
    <w:p w14:paraId="4C16C78C" w14:textId="422CAA40" w:rsidR="00D26B46" w:rsidRPr="00A864BA" w:rsidRDefault="00D26B46" w:rsidP="00D26B46"/>
    <w:p w14:paraId="60E69388" w14:textId="77777777" w:rsidR="00EE5D7B" w:rsidRDefault="00D26B46" w:rsidP="00EE5D7B">
      <w:r w:rsidRPr="00A864BA">
        <w:t>Signé</w:t>
      </w:r>
      <w:r w:rsidR="00EE5D7B">
        <w:t> :</w:t>
      </w:r>
    </w:p>
    <w:p w14:paraId="645AFB73" w14:textId="77777777" w:rsidR="00EE5D7B" w:rsidRDefault="00D26B46" w:rsidP="00EE5D7B">
      <w:pPr>
        <w:ind w:firstLine="0"/>
        <w:jc w:val="center"/>
      </w:pPr>
      <w:r w:rsidRPr="00EE5D7B">
        <w:t>Le Contre-amiral</w:t>
      </w:r>
      <w:r w:rsidR="00EE5D7B">
        <w:t xml:space="preserve">, </w:t>
      </w:r>
      <w:r w:rsidRPr="00EE5D7B">
        <w:t>E</w:t>
      </w:r>
      <w:r w:rsidR="00EE5D7B">
        <w:t xml:space="preserve">. </w:t>
      </w:r>
      <w:proofErr w:type="spellStart"/>
      <w:r w:rsidRPr="00EE5D7B">
        <w:t>HALGAN</w:t>
      </w:r>
      <w:proofErr w:type="spellEnd"/>
      <w:r w:rsidR="00EE5D7B">
        <w:t>.</w:t>
      </w:r>
    </w:p>
    <w:p w14:paraId="2ABCD2BE" w14:textId="77777777" w:rsidR="00EE5D7B" w:rsidRDefault="00D26B46" w:rsidP="00EE5D7B">
      <w:pPr>
        <w:jc w:val="right"/>
      </w:pPr>
      <w:r w:rsidRPr="00EE5D7B">
        <w:lastRenderedPageBreak/>
        <w:t>DE ROSSEL</w:t>
      </w:r>
      <w:r w:rsidR="00EE5D7B">
        <w:t>.</w:t>
      </w:r>
    </w:p>
    <w:p w14:paraId="39AB5561" w14:textId="77777777" w:rsidR="00EE5D7B" w:rsidRDefault="00D26B46" w:rsidP="00EE5D7B">
      <w:pPr>
        <w:rPr>
          <w:i/>
        </w:rPr>
      </w:pPr>
      <w:r w:rsidRPr="00A864BA">
        <w:rPr>
          <w:i/>
        </w:rPr>
        <w:t>L</w:t>
      </w:r>
      <w:r w:rsidR="00EE5D7B">
        <w:rPr>
          <w:i/>
        </w:rPr>
        <w:t>’</w:t>
      </w:r>
      <w:r w:rsidRPr="00A864BA">
        <w:rPr>
          <w:i/>
        </w:rPr>
        <w:t>Inspecteur général des travaux maritimes</w:t>
      </w:r>
      <w:r w:rsidR="00EE5D7B">
        <w:rPr>
          <w:i/>
        </w:rPr>
        <w:t>,</w:t>
      </w:r>
    </w:p>
    <w:p w14:paraId="3329D9E4" w14:textId="77777777" w:rsidR="00EE5D7B" w:rsidRDefault="00D26B46" w:rsidP="00EE5D7B">
      <w:pPr>
        <w:jc w:val="right"/>
      </w:pPr>
      <w:r w:rsidRPr="00EE5D7B">
        <w:t>J</w:t>
      </w:r>
      <w:r w:rsidR="00EE5D7B">
        <w:t xml:space="preserve">. </w:t>
      </w:r>
      <w:proofErr w:type="spellStart"/>
      <w:r w:rsidRPr="00EE5D7B">
        <w:t>SGANZIN</w:t>
      </w:r>
      <w:proofErr w:type="spellEnd"/>
      <w:r w:rsidR="00EE5D7B">
        <w:t>.</w:t>
      </w:r>
    </w:p>
    <w:p w14:paraId="6A626F24" w14:textId="77777777" w:rsidR="00EE5D7B" w:rsidRDefault="00D26B46" w:rsidP="00EE5D7B">
      <w:pPr>
        <w:rPr>
          <w:i/>
        </w:rPr>
      </w:pPr>
      <w:r w:rsidRPr="00A864BA">
        <w:rPr>
          <w:i/>
        </w:rPr>
        <w:t>L</w:t>
      </w:r>
      <w:r w:rsidR="00EE5D7B">
        <w:rPr>
          <w:i/>
        </w:rPr>
        <w:t>’</w:t>
      </w:r>
      <w:r w:rsidRPr="00A864BA">
        <w:rPr>
          <w:i/>
        </w:rPr>
        <w:t>Inspecteur général des constructions navales</w:t>
      </w:r>
      <w:r w:rsidR="00EE5D7B">
        <w:rPr>
          <w:i/>
        </w:rPr>
        <w:t>,</w:t>
      </w:r>
    </w:p>
    <w:p w14:paraId="2D2654AE" w14:textId="77777777" w:rsidR="00EE5D7B" w:rsidRDefault="00D26B46" w:rsidP="00EE5D7B">
      <w:pPr>
        <w:jc w:val="right"/>
      </w:pPr>
      <w:r w:rsidRPr="00EE5D7B">
        <w:t>ROLLAND</w:t>
      </w:r>
      <w:r w:rsidR="00EE5D7B">
        <w:t>.</w:t>
      </w:r>
    </w:p>
    <w:p w14:paraId="0E3C1A5A" w14:textId="5D4EA53F" w:rsidR="00D26B46" w:rsidRDefault="00D26B46">
      <w:pPr>
        <w:sectPr w:rsidR="00D26B46" w:rsidSect="00EE5D7B"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2CB97D5" w14:textId="77777777" w:rsidR="00D26B46" w:rsidRDefault="00D26B46" w:rsidP="00EE5D7B">
      <w:pPr>
        <w:pStyle w:val="Titre1"/>
        <w:spacing w:before="0" w:after="480"/>
      </w:pPr>
      <w:bookmarkStart w:id="13" w:name="_Toc195639241"/>
      <w:r>
        <w:lastRenderedPageBreak/>
        <w:t>À propos de cette édition électronique</w:t>
      </w:r>
      <w:bookmarkEnd w:id="13"/>
    </w:p>
    <w:p w14:paraId="39DE5F8D" w14:textId="77777777" w:rsidR="00EE5D7B" w:rsidRPr="00633842" w:rsidRDefault="00EE5D7B" w:rsidP="00EE5D7B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23048867" w14:textId="77777777" w:rsidR="00EE5D7B" w:rsidRPr="00633842" w:rsidRDefault="00EE5D7B" w:rsidP="00EE5D7B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7FF1ABA2" w14:textId="77777777" w:rsidR="00EE5D7B" w:rsidRPr="00633842" w:rsidRDefault="00EE5D7B" w:rsidP="00EE5D7B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75526C58" w14:textId="77777777" w:rsidR="00EE5D7B" w:rsidRPr="00633842" w:rsidRDefault="00EE5D7B" w:rsidP="00EE5D7B">
      <w:pPr>
        <w:pStyle w:val="Centr"/>
        <w:spacing w:before="180" w:after="180"/>
      </w:pPr>
      <w:hyperlink r:id="rId14" w:history="1">
        <w:r w:rsidRPr="00F74CD6">
          <w:rPr>
            <w:rStyle w:val="Lienhypertexte"/>
          </w:rPr>
          <w:t>https://groups.google.com/g/ebooksgratuits</w:t>
        </w:r>
      </w:hyperlink>
    </w:p>
    <w:p w14:paraId="76136DF7" w14:textId="03080034" w:rsidR="00EE5D7B" w:rsidRPr="00633842" w:rsidRDefault="00EE5D7B" w:rsidP="00EE5D7B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5" w:history="1">
        <w:r w:rsidRPr="00FE4590">
          <w:rPr>
            <w:rStyle w:val="Lienhypertexte"/>
            <w:b/>
            <w:bCs/>
            <w:szCs w:val="32"/>
          </w:rPr>
          <w:t>http</w:t>
        </w:r>
        <w:r w:rsidRPr="00FE4590">
          <w:rPr>
            <w:rStyle w:val="Lienhypertexte"/>
            <w:b/>
            <w:bCs/>
            <w:szCs w:val="32"/>
          </w:rPr>
          <w:t>s</w:t>
        </w:r>
        <w:r w:rsidRPr="00FE4590">
          <w:rPr>
            <w:rStyle w:val="Lienhypertexte"/>
            <w:b/>
            <w:bCs/>
            <w:szCs w:val="32"/>
          </w:rPr>
          <w:t>://www.ebooksgratuits.com/</w:t>
        </w:r>
      </w:hyperlink>
    </w:p>
    <w:p w14:paraId="626EA2A0" w14:textId="77777777" w:rsidR="00EE5D7B" w:rsidRPr="00633842" w:rsidRDefault="00EE5D7B" w:rsidP="00EE5D7B">
      <w:pPr>
        <w:pStyle w:val="Centr"/>
        <w:spacing w:before="180" w:after="180"/>
      </w:pPr>
      <w:r w:rsidRPr="00633842">
        <w:t>—</w:t>
      </w:r>
    </w:p>
    <w:p w14:paraId="4961C4BE" w14:textId="3BFCDF1E" w:rsidR="00EE5D7B" w:rsidRPr="00633842" w:rsidRDefault="00EE5D7B" w:rsidP="00EE5D7B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>
        <w:rPr>
          <w:b/>
          <w:bCs/>
          <w:szCs w:val="32"/>
        </w:rPr>
        <w:t>5</w:t>
      </w:r>
    </w:p>
    <w:p w14:paraId="46C58716" w14:textId="77777777" w:rsidR="00EE5D7B" w:rsidRPr="00633842" w:rsidRDefault="00EE5D7B" w:rsidP="00EE5D7B">
      <w:pPr>
        <w:pStyle w:val="Centr"/>
        <w:spacing w:before="180" w:after="180"/>
      </w:pPr>
      <w:r w:rsidRPr="00633842">
        <w:t>—</w:t>
      </w:r>
    </w:p>
    <w:p w14:paraId="22DC3D92" w14:textId="77777777" w:rsidR="00EE5D7B" w:rsidRPr="00633842" w:rsidRDefault="00EE5D7B" w:rsidP="00EE5D7B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7632D710" w14:textId="79EF5296" w:rsidR="00EE5D7B" w:rsidRPr="00633842" w:rsidRDefault="00EE5D7B" w:rsidP="00EE5D7B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EE5D7B">
        <w:t>FrançoisR</w:t>
      </w:r>
      <w:proofErr w:type="spellEnd"/>
      <w:r w:rsidRPr="00EE5D7B">
        <w:t>, Jean-Marc, Karen</w:t>
      </w:r>
      <w:r>
        <w:t xml:space="preserve">, </w:t>
      </w:r>
      <w:proofErr w:type="spellStart"/>
      <w:r>
        <w:t>Coolmicro</w:t>
      </w:r>
      <w:proofErr w:type="spellEnd"/>
    </w:p>
    <w:p w14:paraId="17717687" w14:textId="77777777" w:rsidR="00EE5D7B" w:rsidRPr="00633842" w:rsidRDefault="00EE5D7B" w:rsidP="00EE5D7B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76DCDA4D" w14:textId="77777777" w:rsidR="00EE5D7B" w:rsidRPr="00633842" w:rsidRDefault="00EE5D7B" w:rsidP="00EE5D7B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11AFC432" w14:textId="77777777" w:rsidR="00EE5D7B" w:rsidRPr="00633842" w:rsidRDefault="00EE5D7B" w:rsidP="00EE5D7B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1F066E55" w14:textId="77777777" w:rsidR="00EE5D7B" w:rsidRPr="00633842" w:rsidRDefault="00EE5D7B" w:rsidP="00EE5D7B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54C3873F" w14:textId="77777777" w:rsidR="00EE5D7B" w:rsidRPr="00633842" w:rsidRDefault="00EE5D7B" w:rsidP="00EE5D7B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7378BCB8" w14:textId="7F632050" w:rsidR="00EE5D7B" w:rsidRPr="00EE5D7B" w:rsidRDefault="00EE5D7B" w:rsidP="00EE5D7B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EE5D7B" w:rsidRPr="00EE5D7B" w:rsidSect="00EE5D7B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BB06" w14:textId="77777777" w:rsidR="007C07C2" w:rsidRDefault="007C07C2">
      <w:r>
        <w:separator/>
      </w:r>
    </w:p>
  </w:endnote>
  <w:endnote w:type="continuationSeparator" w:id="0">
    <w:p w14:paraId="3B5669CF" w14:textId="77777777" w:rsidR="007C07C2" w:rsidRDefault="007C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81F13" w14:textId="77777777" w:rsidR="00D26B46" w:rsidRDefault="00D26B46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</w:instrText>
    </w:r>
    <w:r w:rsidR="005E0539">
      <w:rPr>
        <w:rStyle w:val="Numrodepage"/>
      </w:rPr>
      <w:instrText>PAGE</w:instrText>
    </w:r>
    <w:r>
      <w:rPr>
        <w:rStyle w:val="Numrodepage"/>
      </w:rPr>
      <w:instrText xml:space="preserve">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BD9B8" w14:textId="77777777" w:rsidR="00D26B46" w:rsidRDefault="00D26B46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</w:instrText>
    </w:r>
    <w:r w:rsidR="005E0539">
      <w:rPr>
        <w:rStyle w:val="Numrodepage"/>
        <w:sz w:val="30"/>
        <w:szCs w:val="30"/>
      </w:rPr>
      <w:instrText>PAGE</w:instrText>
    </w:r>
    <w:r>
      <w:rPr>
        <w:rStyle w:val="Numrodepage"/>
        <w:sz w:val="30"/>
        <w:szCs w:val="30"/>
      </w:rPr>
      <w:instrText xml:space="preserve"> </w:instrText>
    </w:r>
    <w:r>
      <w:rPr>
        <w:rStyle w:val="Numrodepage"/>
        <w:sz w:val="30"/>
        <w:szCs w:val="30"/>
      </w:rPr>
      <w:fldChar w:fldCharType="separate"/>
    </w:r>
    <w:r w:rsidR="00061179">
      <w:rPr>
        <w:rStyle w:val="Numrodepage"/>
        <w:noProof/>
        <w:sz w:val="30"/>
        <w:szCs w:val="30"/>
      </w:rPr>
      <w:t>5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338BA" w14:textId="77777777" w:rsidR="007C07C2" w:rsidRDefault="007C07C2">
      <w:r>
        <w:separator/>
      </w:r>
    </w:p>
  </w:footnote>
  <w:footnote w:type="continuationSeparator" w:id="0">
    <w:p w14:paraId="14BC4EFF" w14:textId="77777777" w:rsidR="007C07C2" w:rsidRDefault="007C07C2">
      <w:r>
        <w:continuationSeparator/>
      </w:r>
    </w:p>
  </w:footnote>
  <w:footnote w:id="1">
    <w:p w14:paraId="3C1D511B" w14:textId="1DBB5050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EE5D7B">
        <w:t>M. </w:t>
      </w:r>
      <w:r>
        <w:rPr>
          <w:i/>
          <w:iCs/>
        </w:rPr>
        <w:t>Charles</w:t>
      </w:r>
      <w:r>
        <w:t xml:space="preserve"> a entendu dire à </w:t>
      </w:r>
      <w:r>
        <w:rPr>
          <w:i/>
          <w:iCs/>
        </w:rPr>
        <w:t>Rochon</w:t>
      </w:r>
      <w:r>
        <w:t xml:space="preserve"> qu</w:t>
      </w:r>
      <w:r w:rsidR="00EE5D7B">
        <w:t>’</w:t>
      </w:r>
      <w:r>
        <w:t>il avait vu une petite le</w:t>
      </w:r>
      <w:r>
        <w:t>n</w:t>
      </w:r>
      <w:r>
        <w:t>tille à échelons de 12 à 15</w:t>
      </w:r>
      <w:r w:rsidR="00EE5D7B">
        <w:t xml:space="preserve"> </w:t>
      </w:r>
      <w:r>
        <w:t>pouces de diamètre et d</w:t>
      </w:r>
      <w:r w:rsidR="00EE5D7B">
        <w:t>’</w:t>
      </w:r>
      <w:r>
        <w:t>un seul morceau de verre</w:t>
      </w:r>
      <w:r w:rsidR="00EE5D7B">
        <w:t xml:space="preserve">, </w:t>
      </w:r>
      <w:r>
        <w:t>provenant du cab</w:t>
      </w:r>
      <w:r>
        <w:t>i</w:t>
      </w:r>
      <w:r>
        <w:t xml:space="preserve">net de </w:t>
      </w:r>
      <w:r>
        <w:rPr>
          <w:i/>
          <w:iCs/>
        </w:rPr>
        <w:t>Buffon</w:t>
      </w:r>
      <w:r w:rsidR="00EE5D7B">
        <w:t>.</w:t>
      </w:r>
    </w:p>
  </w:footnote>
  <w:footnote w:id="2">
    <w:p w14:paraId="4BBD51E6" w14:textId="3604D106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Les morceaux d</w:t>
      </w:r>
      <w:r w:rsidR="00EE5D7B">
        <w:t>’</w:t>
      </w:r>
      <w:r>
        <w:t>angle</w:t>
      </w:r>
      <w:r w:rsidR="00EE5D7B">
        <w:t xml:space="preserve">, </w:t>
      </w:r>
      <w:r>
        <w:t>qui sont les plus épais</w:t>
      </w:r>
      <w:r w:rsidR="00EE5D7B">
        <w:t xml:space="preserve">, </w:t>
      </w:r>
      <w:r>
        <w:t>n</w:t>
      </w:r>
      <w:r w:rsidR="00EE5D7B">
        <w:t>’</w:t>
      </w:r>
      <w:r>
        <w:t>ont que 4 cent</w:t>
      </w:r>
      <w:r>
        <w:t>i</w:t>
      </w:r>
      <w:r>
        <w:t>mètres</w:t>
      </w:r>
      <w:r w:rsidR="00EE5D7B">
        <w:t>.</w:t>
      </w:r>
    </w:p>
  </w:footnote>
  <w:footnote w:id="3">
    <w:p w14:paraId="38FBBD45" w14:textId="71D3A35A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Dans le phare de Cordouan</w:t>
      </w:r>
      <w:r w:rsidR="00EE5D7B">
        <w:t xml:space="preserve">, </w:t>
      </w:r>
      <w:r>
        <w:t>il y a quatre grands réflecteurs sur chacune des trois faces de l</w:t>
      </w:r>
      <w:r w:rsidR="00EE5D7B">
        <w:t>’</w:t>
      </w:r>
      <w:r>
        <w:t>appareil</w:t>
      </w:r>
      <w:r w:rsidR="00EE5D7B">
        <w:t xml:space="preserve">, </w:t>
      </w:r>
      <w:r>
        <w:t>qui forme</w:t>
      </w:r>
      <w:r w:rsidR="00EE5D7B">
        <w:t xml:space="preserve">, </w:t>
      </w:r>
      <w:r>
        <w:t>au lieu d</w:t>
      </w:r>
      <w:r w:rsidR="00EE5D7B">
        <w:t>’</w:t>
      </w:r>
      <w:r>
        <w:t>un carré</w:t>
      </w:r>
      <w:r w:rsidR="00EE5D7B">
        <w:t xml:space="preserve">, </w:t>
      </w:r>
      <w:r>
        <w:t>un prisme triangulaire</w:t>
      </w:r>
      <w:r w:rsidR="00EE5D7B">
        <w:t xml:space="preserve"> : </w:t>
      </w:r>
      <w:r>
        <w:t>mais il paraît qu</w:t>
      </w:r>
      <w:r w:rsidR="00EE5D7B">
        <w:t>’</w:t>
      </w:r>
      <w:r>
        <w:t>on a donné à leurs axes des dive</w:t>
      </w:r>
      <w:r>
        <w:t>r</w:t>
      </w:r>
      <w:r>
        <w:t>gences très-sensibles</w:t>
      </w:r>
      <w:r w:rsidR="00EE5D7B">
        <w:t xml:space="preserve">, </w:t>
      </w:r>
      <w:r>
        <w:t>pour prolonger la durée des éclats</w:t>
      </w:r>
      <w:r w:rsidR="00EE5D7B">
        <w:t xml:space="preserve"> ; </w:t>
      </w:r>
      <w:r>
        <w:t>car ce phare n</w:t>
      </w:r>
      <w:r w:rsidR="00EE5D7B">
        <w:t>’</w:t>
      </w:r>
      <w:r>
        <w:t>est pas plus bri</w:t>
      </w:r>
      <w:r>
        <w:t>l</w:t>
      </w:r>
      <w:r>
        <w:t>lant que les autres</w:t>
      </w:r>
      <w:r w:rsidR="00EE5D7B">
        <w:t>.</w:t>
      </w:r>
    </w:p>
  </w:footnote>
  <w:footnote w:id="4">
    <w:p w14:paraId="2C98DC4E" w14:textId="5F2E9B2B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Il y aurait encore plus d</w:t>
      </w:r>
      <w:r w:rsidR="00EE5D7B">
        <w:t>’</w:t>
      </w:r>
      <w:r>
        <w:t>économie dans l</w:t>
      </w:r>
      <w:r w:rsidR="00EE5D7B">
        <w:t>’</w:t>
      </w:r>
      <w:r>
        <w:t>emploi de la lumière</w:t>
      </w:r>
      <w:r w:rsidR="00EE5D7B">
        <w:t xml:space="preserve">, </w:t>
      </w:r>
      <w:r>
        <w:t>si l</w:t>
      </w:r>
      <w:r w:rsidR="00EE5D7B">
        <w:t>’</w:t>
      </w:r>
      <w:r>
        <w:t>on substituait un bec triple au bec quadruple</w:t>
      </w:r>
      <w:r w:rsidR="00EE5D7B">
        <w:t xml:space="preserve">, </w:t>
      </w:r>
      <w:r>
        <w:t>parce que plus l</w:t>
      </w:r>
      <w:r w:rsidR="00EE5D7B">
        <w:t>’</w:t>
      </w:r>
      <w:r>
        <w:t>objet éclairant est petit relativement à la distance focale</w:t>
      </w:r>
      <w:r w:rsidR="00EE5D7B">
        <w:t xml:space="preserve">, </w:t>
      </w:r>
      <w:r>
        <w:t>et moins il y a de rayons perdus</w:t>
      </w:r>
      <w:r w:rsidR="00EE5D7B">
        <w:t xml:space="preserve"> ; </w:t>
      </w:r>
      <w:r>
        <w:t>mais on diminuerait ainsi la viv</w:t>
      </w:r>
      <w:r>
        <w:t>a</w:t>
      </w:r>
      <w:r>
        <w:t>cité des éclats</w:t>
      </w:r>
      <w:r w:rsidR="00EE5D7B">
        <w:t xml:space="preserve">, </w:t>
      </w:r>
      <w:r>
        <w:t xml:space="preserve">et </w:t>
      </w:r>
      <w:proofErr w:type="spellStart"/>
      <w:r>
        <w:t>sur-tout</w:t>
      </w:r>
      <w:proofErr w:type="spellEnd"/>
      <w:r>
        <w:t xml:space="preserve"> leur durée</w:t>
      </w:r>
      <w:r w:rsidR="00EE5D7B">
        <w:t xml:space="preserve">, </w:t>
      </w:r>
      <w:r>
        <w:t>et peut-être n</w:t>
      </w:r>
      <w:r w:rsidR="00EE5D7B">
        <w:t>’</w:t>
      </w:r>
      <w:r>
        <w:t xml:space="preserve">aurait-on plus assez de feux </w:t>
      </w:r>
      <w:proofErr w:type="spellStart"/>
      <w:r>
        <w:t>plongeans</w:t>
      </w:r>
      <w:proofErr w:type="spellEnd"/>
      <w:r w:rsidR="00EE5D7B">
        <w:t xml:space="preserve">. </w:t>
      </w:r>
      <w:r>
        <w:t>Je crois qu</w:t>
      </w:r>
      <w:r w:rsidR="00EE5D7B">
        <w:t>’</w:t>
      </w:r>
      <w:r>
        <w:t>il ne faut employer que le bec triple pour les phares du second ordre</w:t>
      </w:r>
      <w:r w:rsidR="00EE5D7B">
        <w:t xml:space="preserve">, </w:t>
      </w:r>
      <w:r>
        <w:t>et diminuer alors la longueur focale et les dime</w:t>
      </w:r>
      <w:r>
        <w:t>n</w:t>
      </w:r>
      <w:r>
        <w:t>sions des lentilles</w:t>
      </w:r>
      <w:r w:rsidR="00EE5D7B">
        <w:t>.</w:t>
      </w:r>
    </w:p>
  </w:footnote>
  <w:footnote w:id="5">
    <w:p w14:paraId="548AF998" w14:textId="4CB9FC21" w:rsidR="00EE5D7B" w:rsidRDefault="00D26B46" w:rsidP="00D26B46">
      <w:pPr>
        <w:pStyle w:val="Notedebasdepage"/>
      </w:pPr>
      <w:r>
        <w:rPr>
          <w:rStyle w:val="Caractresdenotedebasdepage"/>
          <w:rFonts w:ascii="Times New Roman" w:hAnsi="Times New Roman"/>
        </w:rPr>
        <w:footnoteRef/>
      </w:r>
      <w:r>
        <w:t xml:space="preserve"> Nous devons essayer bientôt</w:t>
      </w:r>
      <w:r w:rsidR="00EE5D7B">
        <w:t>, M. </w:t>
      </w:r>
      <w:r>
        <w:rPr>
          <w:i/>
        </w:rPr>
        <w:t>Arago</w:t>
      </w:r>
      <w:r>
        <w:t xml:space="preserve"> et moi</w:t>
      </w:r>
      <w:r w:rsidR="00EE5D7B">
        <w:t xml:space="preserve">, </w:t>
      </w:r>
      <w:r>
        <w:t>un bec de cette espèce</w:t>
      </w:r>
      <w:r w:rsidR="00EE5D7B">
        <w:t xml:space="preserve">, </w:t>
      </w:r>
      <w:r>
        <w:t>portant six flammes concentriques</w:t>
      </w:r>
      <w:r w:rsidR="00EE5D7B">
        <w:t xml:space="preserve">, </w:t>
      </w:r>
      <w:r>
        <w:t>avec le gaz produit par la distillation du charbon</w:t>
      </w:r>
      <w:r w:rsidR="00EE5D7B">
        <w:t xml:space="preserve">. </w:t>
      </w:r>
      <w:r>
        <w:t>Si l</w:t>
      </w:r>
      <w:r w:rsidR="00EE5D7B">
        <w:t>’</w:t>
      </w:r>
      <w:r>
        <w:t>on emploie le gaz provenant de celle de l</w:t>
      </w:r>
      <w:r w:rsidR="00EE5D7B">
        <w:t>’</w:t>
      </w:r>
      <w:r>
        <w:t>huile</w:t>
      </w:r>
      <w:r w:rsidR="00EE5D7B">
        <w:t xml:space="preserve">, </w:t>
      </w:r>
      <w:r>
        <w:t>qui donne une lumière plus intense</w:t>
      </w:r>
      <w:r w:rsidR="00EE5D7B">
        <w:t xml:space="preserve">, </w:t>
      </w:r>
      <w:r>
        <w:t>il est probable que quatre ou cinq flammes suff</w:t>
      </w:r>
      <w:r>
        <w:t>i</w:t>
      </w:r>
      <w:r>
        <w:t>ront</w:t>
      </w:r>
      <w:r w:rsidR="00EE5D7B">
        <w:t>.</w:t>
      </w:r>
    </w:p>
    <w:p w14:paraId="179D2889" w14:textId="1C28FA6A" w:rsidR="00D26B46" w:rsidRDefault="00D26B46" w:rsidP="00D26B46">
      <w:pPr>
        <w:pStyle w:val="Notedebasdepage"/>
      </w:pPr>
      <w:r>
        <w:t>La distillation des mauvaises huiles et autres matières grasses étant plus simple que celle du charbon de terre</w:t>
      </w:r>
      <w:r w:rsidR="00EE5D7B">
        <w:t xml:space="preserve">, </w:t>
      </w:r>
      <w:r>
        <w:t>paraît préférable pour l</w:t>
      </w:r>
      <w:r w:rsidR="00EE5D7B">
        <w:t>’</w:t>
      </w:r>
      <w:r>
        <w:t>écla</w:t>
      </w:r>
      <w:r>
        <w:t>i</w:t>
      </w:r>
      <w:r>
        <w:t>rage des phares</w:t>
      </w:r>
      <w:r w:rsidR="00EE5D7B">
        <w:t xml:space="preserve"> ; </w:t>
      </w:r>
      <w:r>
        <w:t>mais avant de l</w:t>
      </w:r>
      <w:r w:rsidR="00EE5D7B">
        <w:t>’</w:t>
      </w:r>
      <w:r>
        <w:t>y appl</w:t>
      </w:r>
      <w:r>
        <w:t>i</w:t>
      </w:r>
      <w:r>
        <w:t>quer</w:t>
      </w:r>
      <w:r w:rsidR="00EE5D7B">
        <w:t xml:space="preserve">, </w:t>
      </w:r>
      <w:r>
        <w:t>il est prudent de s</w:t>
      </w:r>
      <w:r w:rsidR="00EE5D7B">
        <w:t>’</w:t>
      </w:r>
      <w:r>
        <w:t>informer pourquoi les Anglais ne l</w:t>
      </w:r>
      <w:r w:rsidR="00EE5D7B">
        <w:t>’</w:t>
      </w:r>
      <w:r>
        <w:t>ont pas encore fait dans leurs phares à feux fixes</w:t>
      </w:r>
      <w:r w:rsidR="00EE5D7B">
        <w:t xml:space="preserve">, </w:t>
      </w:r>
      <w:r>
        <w:t>et de s</w:t>
      </w:r>
      <w:r w:rsidR="00EE5D7B">
        <w:t>’</w:t>
      </w:r>
      <w:r>
        <w:t>assurer que cette distillation présente en France une écon</w:t>
      </w:r>
      <w:r>
        <w:t>o</w:t>
      </w:r>
      <w:r>
        <w:t>mie certaine</w:t>
      </w:r>
      <w:r w:rsidR="00EE5D7B">
        <w:t xml:space="preserve">. </w:t>
      </w:r>
      <w:r>
        <w:t>Au reste</w:t>
      </w:r>
      <w:r w:rsidR="00EE5D7B">
        <w:t xml:space="preserve">, </w:t>
      </w:r>
      <w:r>
        <w:t>si l</w:t>
      </w:r>
      <w:r w:rsidR="00EE5D7B">
        <w:t>’</w:t>
      </w:r>
      <w:r>
        <w:t>on emploie le gaz</w:t>
      </w:r>
      <w:r w:rsidR="00EE5D7B">
        <w:t xml:space="preserve">, </w:t>
      </w:r>
      <w:r>
        <w:t>de quelque m</w:t>
      </w:r>
      <w:r>
        <w:t>a</w:t>
      </w:r>
      <w:r>
        <w:t>nière qu</w:t>
      </w:r>
      <w:r w:rsidR="00EE5D7B">
        <w:t>’</w:t>
      </w:r>
      <w:r>
        <w:t>on le produise</w:t>
      </w:r>
      <w:r w:rsidR="00EE5D7B">
        <w:t xml:space="preserve">, </w:t>
      </w:r>
      <w:r>
        <w:t>il faudra toujours tenir dans la lanterne une lampe de sûreté toute prête</w:t>
      </w:r>
      <w:r w:rsidR="00EE5D7B">
        <w:t xml:space="preserve">, </w:t>
      </w:r>
      <w:r>
        <w:t>pour le cas où il viendrait à manquer par un accident que</w:t>
      </w:r>
      <w:r>
        <w:t>l</w:t>
      </w:r>
      <w:r>
        <w:t>conque</w:t>
      </w:r>
      <w:r w:rsidR="00EE5D7B">
        <w:t xml:space="preserve">. </w:t>
      </w:r>
      <w:r>
        <w:t>L</w:t>
      </w:r>
      <w:r w:rsidR="00EE5D7B">
        <w:t>’</w:t>
      </w:r>
      <w:r>
        <w:t>éclairage au gaz aurait l</w:t>
      </w:r>
      <w:r w:rsidR="00EE5D7B">
        <w:t>’</w:t>
      </w:r>
      <w:r>
        <w:t>avantage précieux de donner des flammes d</w:t>
      </w:r>
      <w:r w:rsidR="00EE5D7B">
        <w:t>’</w:t>
      </w:r>
      <w:r>
        <w:t>une hauteur constante pendant la durée des plus longues nuits</w:t>
      </w:r>
      <w:r w:rsidR="00EE5D7B">
        <w:t xml:space="preserve">, </w:t>
      </w:r>
      <w:r>
        <w:t>sans exiger pour cela aucun soin de la part du gardien</w:t>
      </w:r>
      <w:r w:rsidR="00EE5D7B">
        <w:t>.</w:t>
      </w:r>
    </w:p>
  </w:footnote>
  <w:footnote w:id="6">
    <w:p w14:paraId="63A614A8" w14:textId="77777777" w:rsidR="00EE5D7B" w:rsidRDefault="00D26B46" w:rsidP="00D26B46">
      <w:pPr>
        <w:pStyle w:val="Notedebasdepage"/>
        <w:rPr>
          <w:rStyle w:val="Caractresdenotedebasdepage"/>
        </w:rPr>
      </w:pPr>
      <w:r>
        <w:rPr>
          <w:rStyle w:val="Appelnotedebasdep"/>
        </w:rPr>
        <w:footnoteRef/>
      </w:r>
      <w:r>
        <w:t xml:space="preserve"> </w:t>
      </w:r>
      <w:r>
        <w:rPr>
          <w:rStyle w:val="Caractresdenotedebasdepage"/>
        </w:rPr>
        <w:t>On aurait une série plus simple par la combinaison de huit d</w:t>
      </w:r>
      <w:r>
        <w:rPr>
          <w:rStyle w:val="Caractresdenotedebasdepage"/>
        </w:rPr>
        <w:t>e</w:t>
      </w:r>
      <w:r>
        <w:rPr>
          <w:rStyle w:val="Caractresdenotedebasdepage"/>
        </w:rPr>
        <w:t>mi-lentilles avec quatre grandes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dans laquelle chacune de celles-ci serait suivie de deux demi-lentilles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ce qui donnerait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pour les intervalles de temps entre les milieux ou les fins des éclats successifs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la série péri</w:t>
      </w:r>
      <w:r>
        <w:rPr>
          <w:rStyle w:val="Caractresdenotedebasdepage"/>
        </w:rPr>
        <w:t>o</w:t>
      </w:r>
      <w:r>
        <w:rPr>
          <w:rStyle w:val="Caractresdenotedebasdepage"/>
        </w:rPr>
        <w:t xml:space="preserve">dique </w:t>
      </w:r>
      <w:r w:rsidR="00EE5D7B">
        <w:rPr>
          <w:rStyle w:val="Caractresdenotedebasdepage"/>
        </w:rPr>
        <w:t xml:space="preserve">1,1, </w:t>
      </w:r>
      <w:r>
        <w:rPr>
          <w:rStyle w:val="Caractresdenotedebasdepage"/>
        </w:rPr>
        <w:t>2/</w:t>
      </w:r>
      <w:r w:rsidR="00EE5D7B">
        <w:rPr>
          <w:rStyle w:val="Caractresdenotedebasdepage"/>
        </w:rPr>
        <w:t>3,1, 1,2</w:t>
      </w:r>
      <w:r>
        <w:rPr>
          <w:rStyle w:val="Caractresdenotedebasdepage"/>
        </w:rPr>
        <w:t>/3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&amp;c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Alors les marins ne seraient pas obligés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</w:t>
      </w:r>
      <w:r>
        <w:rPr>
          <w:rStyle w:val="Caractresdenotedebasdepage"/>
        </w:rPr>
        <w:t>b</w:t>
      </w:r>
      <w:r>
        <w:rPr>
          <w:rStyle w:val="Caractresdenotedebasdepage"/>
        </w:rPr>
        <w:t>server un aussi grand nombre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éclats pour reconnaître la loi de la p</w:t>
      </w:r>
      <w:r>
        <w:rPr>
          <w:rStyle w:val="Caractresdenotedebasdepage"/>
        </w:rPr>
        <w:t>é</w:t>
      </w:r>
      <w:r>
        <w:rPr>
          <w:rStyle w:val="Caractresdenotedebasdepage"/>
        </w:rPr>
        <w:t>riode</w:t>
      </w:r>
      <w:r w:rsidR="00EE5D7B">
        <w:rPr>
          <w:rStyle w:val="Caractresdenotedebasdepage"/>
        </w:rPr>
        <w:t>.</w:t>
      </w:r>
    </w:p>
    <w:p w14:paraId="682DC394" w14:textId="20DA55C8" w:rsidR="00EE5D7B" w:rsidRDefault="00D26B46" w:rsidP="00D26B46">
      <w:pPr>
        <w:pStyle w:val="Notedebasdepage"/>
        <w:rPr>
          <w:rStyle w:val="Caractresdenotedebasdepage"/>
        </w:rPr>
      </w:pPr>
      <w:r>
        <w:rPr>
          <w:rStyle w:val="Caractresdenotedebasdepage"/>
        </w:rPr>
        <w:t xml:space="preserve">Mais une autre combinaison à laquelle nous avons songé </w:t>
      </w:r>
      <w:r w:rsidR="00EE5D7B">
        <w:rPr>
          <w:rStyle w:val="Caractresdenotedebasdepage"/>
        </w:rPr>
        <w:t>M. de </w:t>
      </w:r>
      <w:r>
        <w:rPr>
          <w:rStyle w:val="Caractresdenotedebasdepage"/>
        </w:rPr>
        <w:t>Rossel et moi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donnerait au feu tournant un caractère distinctif e</w:t>
      </w:r>
      <w:r>
        <w:rPr>
          <w:rStyle w:val="Caractresdenotedebasdepage"/>
        </w:rPr>
        <w:t>n</w:t>
      </w:r>
      <w:r>
        <w:rPr>
          <w:rStyle w:val="Caractresdenotedebasdepage"/>
        </w:rPr>
        <w:t>core plus facile à saisir</w:t>
      </w:r>
      <w:r w:rsidR="00EE5D7B">
        <w:rPr>
          <w:rStyle w:val="Caractresdenotedebasdepage"/>
        </w:rPr>
        <w:t xml:space="preserve"> : </w:t>
      </w:r>
      <w:r>
        <w:rPr>
          <w:rStyle w:val="Caractresdenotedebasdepage"/>
        </w:rPr>
        <w:t>elle consisterait à entourer la lumière centrale de seize demi-lentilles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embrassant toujours chacune 45</w:t>
      </w:r>
      <w:r w:rsidR="00EE5D7B">
        <w:rPr>
          <w:rStyle w:val="Caractresdenotedebasdepage"/>
        </w:rPr>
        <w:t>°</w:t>
      </w:r>
      <w:r>
        <w:rPr>
          <w:rStyle w:val="Caractresdenotedebasdepage"/>
        </w:rPr>
        <w:t>dans le sens vert</w:t>
      </w:r>
      <w:r>
        <w:rPr>
          <w:rStyle w:val="Caractresdenotedebasdepage"/>
        </w:rPr>
        <w:t>i</w:t>
      </w:r>
      <w:r>
        <w:rPr>
          <w:rStyle w:val="Caractresdenotedebasdepage"/>
        </w:rPr>
        <w:t>cal et 22</w:t>
      </w:r>
      <w:r w:rsidR="00EE5D7B">
        <w:rPr>
          <w:rStyle w:val="Caractresdenotedebasdepage"/>
        </w:rPr>
        <w:t>° 1</w:t>
      </w:r>
      <w:r>
        <w:rPr>
          <w:rStyle w:val="Caractresdenotedebasdepage"/>
        </w:rPr>
        <w:t>/2 dans le sens horizontal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tandis que la pyramide tronquée des le</w:t>
      </w:r>
      <w:r>
        <w:rPr>
          <w:rStyle w:val="Caractresdenotedebasdepage"/>
        </w:rPr>
        <w:t>n</w:t>
      </w:r>
      <w:r>
        <w:rPr>
          <w:rStyle w:val="Caractresdenotedebasdepage"/>
        </w:rPr>
        <w:t>tilles additionnelles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qui forme comme une espèce de toit au-dessus de la lampe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ne serait toujours composée que de huit lentilles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dont les éclats précéderaient de 7</w:t>
      </w:r>
      <w:r w:rsidR="00EE5D7B">
        <w:rPr>
          <w:rStyle w:val="Caractresdenotedebasdepage"/>
        </w:rPr>
        <w:t>°</w:t>
      </w:r>
      <w:r>
        <w:rPr>
          <w:rStyle w:val="Caractresdenotedebasdepage"/>
        </w:rPr>
        <w:t>ceux des huit demi-lentilles corre</w:t>
      </w:r>
      <w:r>
        <w:rPr>
          <w:rStyle w:val="Caractresdenotedebasdepage"/>
        </w:rPr>
        <w:t>s</w:t>
      </w:r>
      <w:r>
        <w:rPr>
          <w:rStyle w:val="Caractresdenotedebasdepage"/>
        </w:rPr>
        <w:t>pondantes et se renoueraient avec eux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Ainsi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sur deux éclats consécutifs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le premier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composé de celui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une lentille additio</w:t>
      </w:r>
      <w:r>
        <w:rPr>
          <w:rStyle w:val="Caractresdenotedebasdepage"/>
        </w:rPr>
        <w:t>n</w:t>
      </w:r>
      <w:r>
        <w:rPr>
          <w:rStyle w:val="Caractresdenotedebasdepage"/>
        </w:rPr>
        <w:t>nelle et de celui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une demi-lentille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serait deux fois plus long au moins que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éclat suivant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pr</w:t>
      </w:r>
      <w:r>
        <w:rPr>
          <w:rStyle w:val="Caractresdenotedebasdepage"/>
        </w:rPr>
        <w:t>o</w:t>
      </w:r>
      <w:r>
        <w:rPr>
          <w:rStyle w:val="Caractresdenotedebasdepage"/>
        </w:rPr>
        <w:t>duit seulement par une demi-lentille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où résulterait une suite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éclats altern</w:t>
      </w:r>
      <w:r>
        <w:rPr>
          <w:rStyle w:val="Caractresdenotedebasdepage"/>
        </w:rPr>
        <w:t>a</w:t>
      </w:r>
      <w:r>
        <w:rPr>
          <w:rStyle w:val="Caractresdenotedebasdepage"/>
        </w:rPr>
        <w:t>tivement longs et courts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Ce système présenterait encore un autre avantage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c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est qu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en somme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la durée des éclats serait presque égale à celle des éclipses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À la vérité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les demi-lentilles auraient moins de portée que des lentilles entières embrassant 45</w:t>
      </w:r>
      <w:r w:rsidR="00EE5D7B">
        <w:rPr>
          <w:rStyle w:val="Caractresdenotedebasdepage"/>
        </w:rPr>
        <w:t>°</w:t>
      </w:r>
      <w:r>
        <w:rPr>
          <w:rStyle w:val="Caractresdenotedebasdepage"/>
        </w:rPr>
        <w:t>dans les deux sens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mais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i</w:t>
      </w:r>
      <w:r>
        <w:rPr>
          <w:rStyle w:val="Caractresdenotedebasdepage"/>
        </w:rPr>
        <w:t>n</w:t>
      </w:r>
      <w:r>
        <w:rPr>
          <w:rStyle w:val="Caractresdenotedebasdepage"/>
        </w:rPr>
        <w:t>tensité de la lumière ne serait sans doute pas réduite à moitié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car les parties qu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on supprime à droite et à gauche de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axe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dans une lentille e</w:t>
      </w:r>
      <w:r>
        <w:rPr>
          <w:rStyle w:val="Caractresdenotedebasdepage"/>
        </w:rPr>
        <w:t>n</w:t>
      </w:r>
      <w:r>
        <w:rPr>
          <w:rStyle w:val="Caractresdenotedebasdepage"/>
        </w:rPr>
        <w:t>tière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pour faire une demi-lentille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do</w:t>
      </w:r>
      <w:r>
        <w:rPr>
          <w:rStyle w:val="Caractresdenotedebasdepage"/>
        </w:rPr>
        <w:t>i</w:t>
      </w:r>
      <w:r>
        <w:rPr>
          <w:rStyle w:val="Caractresdenotedebasdepage"/>
        </w:rPr>
        <w:t>vent fournir moins de lumière que celles qu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on laisse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qui sont plus voisines de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axe</w:t>
      </w:r>
      <w:r w:rsidR="00EE5D7B">
        <w:rPr>
          <w:rStyle w:val="Caractresdenotedebasdepage"/>
        </w:rPr>
        <w:t xml:space="preserve"> : </w:t>
      </w:r>
      <w:r>
        <w:rPr>
          <w:rStyle w:val="Caractresdenotedebasdepage"/>
        </w:rPr>
        <w:t>ces demi-lentilles s</w:t>
      </w:r>
      <w:r>
        <w:rPr>
          <w:rStyle w:val="Caractresdenotedebasdepage"/>
        </w:rPr>
        <w:t>e</w:t>
      </w:r>
      <w:r>
        <w:rPr>
          <w:rStyle w:val="Caractresdenotedebasdepage"/>
        </w:rPr>
        <w:t>raient aussi brillantes au moins que deux grands réflecteurs par</w:t>
      </w:r>
      <w:r>
        <w:rPr>
          <w:rStyle w:val="Caractresdenotedebasdepage"/>
        </w:rPr>
        <w:t>a</w:t>
      </w:r>
      <w:r>
        <w:rPr>
          <w:rStyle w:val="Caractresdenotedebasdepage"/>
        </w:rPr>
        <w:t>boliques de trente pouces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Ainsi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en sacrifiant dans ce cas une pa</w:t>
      </w:r>
      <w:r>
        <w:rPr>
          <w:rStyle w:val="Caractresdenotedebasdepage"/>
        </w:rPr>
        <w:t>r</w:t>
      </w:r>
      <w:r>
        <w:rPr>
          <w:rStyle w:val="Caractresdenotedebasdepage"/>
        </w:rPr>
        <w:t>tie de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intensité des éclats à leur durée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on le ferait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une manière éc</w:t>
      </w:r>
      <w:r>
        <w:rPr>
          <w:rStyle w:val="Caractresdenotedebasdepage"/>
        </w:rPr>
        <w:t>o</w:t>
      </w:r>
      <w:r>
        <w:rPr>
          <w:rStyle w:val="Caractresdenotedebasdepage"/>
        </w:rPr>
        <w:t>nomique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puisqu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en somme on gagnerait un peu de lumière</w:t>
      </w:r>
      <w:r w:rsidR="00EE5D7B">
        <w:rPr>
          <w:rStyle w:val="Caractresdenotedebasdepage"/>
        </w:rPr>
        <w:t>.</w:t>
      </w:r>
    </w:p>
    <w:p w14:paraId="65A2D7AF" w14:textId="160A67B7" w:rsidR="00D26B46" w:rsidRDefault="00D26B46" w:rsidP="00D26B46">
      <w:pPr>
        <w:pStyle w:val="Notedebasdepage"/>
      </w:pPr>
      <w:r>
        <w:rPr>
          <w:rStyle w:val="Caractresdenotedebasdepage"/>
        </w:rPr>
        <w:t>Au lieu de rattacher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éclat de chaque lentille additionnelle à celui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une demi-lentille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on pourrait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intercaler entre les éclats de deux demi-lentilles consécutives</w:t>
      </w:r>
      <w:r w:rsidR="00EE5D7B">
        <w:rPr>
          <w:rStyle w:val="Caractresdenotedebasdepage"/>
        </w:rPr>
        <w:t xml:space="preserve"> ; </w:t>
      </w:r>
      <w:r>
        <w:rPr>
          <w:rStyle w:val="Caractresdenotedebasdepage"/>
        </w:rPr>
        <w:t>il s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en distinguerait par une différence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intensité qui serait bien assez prononcée pour frapper les yeux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et 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on aurait en outre une grande différence entre les intervalles de temps qui sépar</w:t>
      </w:r>
      <w:r>
        <w:rPr>
          <w:rStyle w:val="Caractresdenotedebasdepage"/>
        </w:rPr>
        <w:t>e</w:t>
      </w:r>
      <w:r>
        <w:rPr>
          <w:rStyle w:val="Caractresdenotedebasdepage"/>
        </w:rPr>
        <w:t>raient les milieux des éclats successifs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puisqu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il résulterait de cette di</w:t>
      </w:r>
      <w:r>
        <w:rPr>
          <w:rStyle w:val="Caractresdenotedebasdepage"/>
        </w:rPr>
        <w:t>s</w:t>
      </w:r>
      <w:r>
        <w:rPr>
          <w:rStyle w:val="Caractresdenotedebasdepage"/>
        </w:rPr>
        <w:t xml:space="preserve">position la série très-simple </w:t>
      </w:r>
      <w:r w:rsidR="00EE5D7B">
        <w:rPr>
          <w:rStyle w:val="Caractresdenotedebasdepage"/>
        </w:rPr>
        <w:t>1,1</w:t>
      </w:r>
      <w:r>
        <w:rPr>
          <w:rStyle w:val="Caractresdenotedebasdepage"/>
        </w:rPr>
        <w:t>/</w:t>
      </w:r>
      <w:r w:rsidR="00EE5D7B">
        <w:rPr>
          <w:rStyle w:val="Caractresdenotedebasdepage"/>
        </w:rPr>
        <w:t>2,1</w:t>
      </w:r>
      <w:r>
        <w:rPr>
          <w:rStyle w:val="Caractresdenotedebasdepage"/>
        </w:rPr>
        <w:t>/</w:t>
      </w:r>
      <w:r w:rsidR="00EE5D7B">
        <w:rPr>
          <w:rStyle w:val="Caractresdenotedebasdepage"/>
        </w:rPr>
        <w:t xml:space="preserve">2,1, </w:t>
      </w:r>
      <w:r>
        <w:rPr>
          <w:rStyle w:val="Caractresdenotedebasdepage"/>
        </w:rPr>
        <w:t>1/</w:t>
      </w:r>
      <w:r w:rsidR="00EE5D7B">
        <w:rPr>
          <w:rStyle w:val="Caractresdenotedebasdepage"/>
        </w:rPr>
        <w:t>2,1</w:t>
      </w:r>
      <w:r>
        <w:rPr>
          <w:rStyle w:val="Caractresdenotedebasdepage"/>
        </w:rPr>
        <w:t>/</w:t>
      </w:r>
      <w:r w:rsidR="00EE5D7B">
        <w:rPr>
          <w:rStyle w:val="Caractresdenotedebasdepage"/>
        </w:rPr>
        <w:t xml:space="preserve">2,1, </w:t>
      </w:r>
      <w:r>
        <w:rPr>
          <w:rStyle w:val="Caractresdenotedebasdepage"/>
        </w:rPr>
        <w:t>&amp;c</w:t>
      </w:r>
      <w:r w:rsidR="00EE5D7B">
        <w:rPr>
          <w:rStyle w:val="Caractresdenotedebasdepage"/>
        </w:rPr>
        <w:t xml:space="preserve">. </w:t>
      </w:r>
      <w:r>
        <w:rPr>
          <w:rStyle w:val="Caractresdenotedebasdepage"/>
        </w:rPr>
        <w:t>L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effet partic</w:t>
      </w:r>
      <w:r>
        <w:rPr>
          <w:rStyle w:val="Caractresdenotedebasdepage"/>
        </w:rPr>
        <w:t>u</w:t>
      </w:r>
      <w:r>
        <w:rPr>
          <w:rStyle w:val="Caractresdenotedebasdepage"/>
        </w:rPr>
        <w:t>lier de ce feu tournant serait d</w:t>
      </w:r>
      <w:r w:rsidR="00EE5D7B">
        <w:rPr>
          <w:rStyle w:val="Caractresdenotedebasdepage"/>
        </w:rPr>
        <w:t>’</w:t>
      </w:r>
      <w:r>
        <w:rPr>
          <w:rStyle w:val="Caractresdenotedebasdepage"/>
        </w:rPr>
        <w:t>offrir des éclats très-</w:t>
      </w:r>
      <w:proofErr w:type="spellStart"/>
      <w:r>
        <w:rPr>
          <w:rStyle w:val="Caractresdenotedebasdepage"/>
        </w:rPr>
        <w:t>brillans</w:t>
      </w:r>
      <w:proofErr w:type="spellEnd"/>
      <w:r>
        <w:rPr>
          <w:rStyle w:val="Caractresdenotedebasdepage"/>
        </w:rPr>
        <w:t xml:space="preserve"> qui se succ</w:t>
      </w:r>
      <w:r>
        <w:rPr>
          <w:rStyle w:val="Caractresdenotedebasdepage"/>
        </w:rPr>
        <w:t>é</w:t>
      </w:r>
      <w:r>
        <w:rPr>
          <w:rStyle w:val="Caractresdenotedebasdepage"/>
        </w:rPr>
        <w:t>deraient à intervalles égaux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mais entre lesquels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et de deux en deux i</w:t>
      </w:r>
      <w:r>
        <w:rPr>
          <w:rStyle w:val="Caractresdenotedebasdepage"/>
        </w:rPr>
        <w:t>n</w:t>
      </w:r>
      <w:r>
        <w:rPr>
          <w:rStyle w:val="Caractresdenotedebasdepage"/>
        </w:rPr>
        <w:t>tervalles seul</w:t>
      </w:r>
      <w:r>
        <w:rPr>
          <w:rStyle w:val="Caractresdenotedebasdepage"/>
        </w:rPr>
        <w:t>e</w:t>
      </w:r>
      <w:r>
        <w:rPr>
          <w:rStyle w:val="Caractresdenotedebasdepage"/>
        </w:rPr>
        <w:t>ment</w:t>
      </w:r>
      <w:r w:rsidR="00EE5D7B">
        <w:rPr>
          <w:rStyle w:val="Caractresdenotedebasdepage"/>
        </w:rPr>
        <w:t xml:space="preserve">, </w:t>
      </w:r>
      <w:r>
        <w:rPr>
          <w:rStyle w:val="Caractresdenotedebasdepage"/>
        </w:rPr>
        <w:t>seraient intercalés des éclat beaucoup moins vifs</w:t>
      </w:r>
      <w:r w:rsidR="00EE5D7B">
        <w:rPr>
          <w:rStyle w:val="Caractresdenotedebasdepage"/>
        </w:rPr>
        <w:t>.</w:t>
      </w:r>
    </w:p>
  </w:footnote>
  <w:footnote w:id="7">
    <w:p w14:paraId="087FC9E7" w14:textId="77777777" w:rsidR="00EE5D7B" w:rsidRDefault="00D26B46" w:rsidP="00D26B46">
      <w:pPr>
        <w:pStyle w:val="Notedebasdepage"/>
      </w:pPr>
      <w:bookmarkStart w:id="4" w:name="_Ref245637393"/>
      <w:r>
        <w:rPr>
          <w:rStyle w:val="Appelnotedebasdep"/>
        </w:rPr>
        <w:footnoteRef/>
      </w:r>
      <w:r>
        <w:t xml:space="preserve"> L</w:t>
      </w:r>
      <w:r w:rsidR="00EE5D7B">
        <w:t>’</w:t>
      </w:r>
      <w:r>
        <w:t xml:space="preserve">expérience a fait reconnaître des inconvéniens dans ces </w:t>
      </w:r>
      <w:proofErr w:type="spellStart"/>
      <w:r>
        <w:t>ralonges</w:t>
      </w:r>
      <w:proofErr w:type="spellEnd"/>
      <w:r>
        <w:t xml:space="preserve"> mobiles</w:t>
      </w:r>
      <w:r w:rsidR="00EE5D7B">
        <w:t xml:space="preserve">, </w:t>
      </w:r>
      <w:r>
        <w:t>qui</w:t>
      </w:r>
      <w:r w:rsidR="00EE5D7B">
        <w:t xml:space="preserve">, </w:t>
      </w:r>
      <w:r>
        <w:t>soutenues seulement d</w:t>
      </w:r>
      <w:r w:rsidR="00EE5D7B">
        <w:t>’</w:t>
      </w:r>
      <w:r>
        <w:t>un côté par la crémaillère</w:t>
      </w:r>
      <w:r w:rsidR="00EE5D7B">
        <w:t xml:space="preserve">, </w:t>
      </w:r>
      <w:r>
        <w:t>sont s</w:t>
      </w:r>
      <w:r>
        <w:t>u</w:t>
      </w:r>
      <w:r>
        <w:t>jettes à s</w:t>
      </w:r>
      <w:r w:rsidR="00EE5D7B">
        <w:t>’</w:t>
      </w:r>
      <w:r>
        <w:t>incliner un peu et frottent alors contre la partie fixe du tuyau</w:t>
      </w:r>
      <w:r w:rsidR="00EE5D7B">
        <w:t xml:space="preserve">. </w:t>
      </w:r>
      <w:r>
        <w:t>Il est très-préférable de lui donner une hauteur e</w:t>
      </w:r>
      <w:r>
        <w:t>x</w:t>
      </w:r>
      <w:r>
        <w:t>cédante</w:t>
      </w:r>
      <w:r w:rsidR="00EE5D7B">
        <w:t xml:space="preserve">, </w:t>
      </w:r>
      <w:r>
        <w:t xml:space="preserve">et de diminuer la </w:t>
      </w:r>
      <w:proofErr w:type="spellStart"/>
      <w:r>
        <w:t>vîtesse</w:t>
      </w:r>
      <w:proofErr w:type="spellEnd"/>
      <w:r>
        <w:t xml:space="preserve"> du courant d</w:t>
      </w:r>
      <w:r w:rsidR="00EE5D7B">
        <w:t>’</w:t>
      </w:r>
      <w:r>
        <w:t>air au degré convenable par le moyen d</w:t>
      </w:r>
      <w:r w:rsidR="00EE5D7B">
        <w:t>’</w:t>
      </w:r>
      <w:r>
        <w:t>un obtur</w:t>
      </w:r>
      <w:r>
        <w:t>a</w:t>
      </w:r>
      <w:r>
        <w:t>teur semblable à une clef de poêle</w:t>
      </w:r>
      <w:r w:rsidR="00EE5D7B">
        <w:t xml:space="preserve">, </w:t>
      </w:r>
      <w:r>
        <w:t>mais dont la largeur n</w:t>
      </w:r>
      <w:r w:rsidR="00EE5D7B">
        <w:t>’</w:t>
      </w:r>
      <w:r>
        <w:t>excède pas le tiers du diamètre du tuyau</w:t>
      </w:r>
      <w:r w:rsidR="00EE5D7B">
        <w:t xml:space="preserve">. </w:t>
      </w:r>
      <w:r>
        <w:t>C</w:t>
      </w:r>
      <w:r w:rsidR="00EE5D7B">
        <w:t>’</w:t>
      </w:r>
      <w:r>
        <w:t>est une feuille de tôle ou de platine</w:t>
      </w:r>
      <w:r w:rsidR="00EE5D7B">
        <w:t xml:space="preserve">, </w:t>
      </w:r>
      <w:r>
        <w:t xml:space="preserve">placée vers le bas de la </w:t>
      </w:r>
      <w:proofErr w:type="spellStart"/>
      <w:r>
        <w:t>ralonge</w:t>
      </w:r>
      <w:proofErr w:type="spellEnd"/>
      <w:r w:rsidR="00EE5D7B">
        <w:t xml:space="preserve">, </w:t>
      </w:r>
      <w:r>
        <w:t>et attachée sur un axe qu</w:t>
      </w:r>
      <w:r w:rsidR="00EE5D7B">
        <w:t>’</w:t>
      </w:r>
      <w:r>
        <w:t>on fait tourner de la quantité qu</w:t>
      </w:r>
      <w:r w:rsidR="00EE5D7B">
        <w:t>’</w:t>
      </w:r>
      <w:r>
        <w:t>on veut à l</w:t>
      </w:r>
      <w:r w:rsidR="00EE5D7B">
        <w:t>’</w:t>
      </w:r>
      <w:r>
        <w:t>aide d</w:t>
      </w:r>
      <w:r w:rsidR="00EE5D7B">
        <w:t>’</w:t>
      </w:r>
      <w:r>
        <w:t>une petite vis sans fin portant un manche de bois</w:t>
      </w:r>
      <w:r w:rsidR="00EE5D7B">
        <w:t xml:space="preserve">, </w:t>
      </w:r>
      <w:r>
        <w:t>et engrenant avec un quart de roue dentée fixé à l</w:t>
      </w:r>
      <w:r w:rsidR="00EE5D7B">
        <w:t>’</w:t>
      </w:r>
      <w:r>
        <w:t>extrémité de l</w:t>
      </w:r>
      <w:r w:rsidR="00EE5D7B">
        <w:t>’</w:t>
      </w:r>
      <w:r>
        <w:t>axe de l</w:t>
      </w:r>
      <w:r w:rsidR="00EE5D7B">
        <w:t>’</w:t>
      </w:r>
      <w:r>
        <w:t>obturateur</w:t>
      </w:r>
      <w:r w:rsidR="00EE5D7B">
        <w:t xml:space="preserve">. </w:t>
      </w:r>
      <w:r>
        <w:t>Par ce moyen</w:t>
      </w:r>
      <w:r w:rsidR="00EE5D7B">
        <w:t xml:space="preserve">, </w:t>
      </w:r>
      <w:r>
        <w:t>on fait hausser ou baisser les flammes à volonté avec la plus grande facilité</w:t>
      </w:r>
      <w:r w:rsidR="00EE5D7B">
        <w:t>.</w:t>
      </w:r>
    </w:p>
    <w:p w14:paraId="35C192A5" w14:textId="28399646" w:rsidR="00D26B46" w:rsidRDefault="00D26B46" w:rsidP="00D26B46">
      <w:pPr>
        <w:pStyle w:val="Notedebasdepage"/>
      </w:pPr>
      <w:r>
        <w:t xml:space="preserve">Il est bon que la </w:t>
      </w:r>
      <w:proofErr w:type="spellStart"/>
      <w:r>
        <w:t>ralonge</w:t>
      </w:r>
      <w:proofErr w:type="spellEnd"/>
      <w:r>
        <w:t xml:space="preserve"> soit composée de deux tuyaux qui embo</w:t>
      </w:r>
      <w:r>
        <w:t>î</w:t>
      </w:r>
      <w:r>
        <w:t>tent l</w:t>
      </w:r>
      <w:r w:rsidR="00EE5D7B">
        <w:t>’</w:t>
      </w:r>
      <w:r>
        <w:t>un dans l</w:t>
      </w:r>
      <w:r w:rsidR="00EE5D7B">
        <w:t>’</w:t>
      </w:r>
      <w:r>
        <w:t>autre</w:t>
      </w:r>
      <w:r w:rsidR="00EE5D7B">
        <w:t xml:space="preserve">, </w:t>
      </w:r>
      <w:r>
        <w:t>afin qu</w:t>
      </w:r>
      <w:r w:rsidR="00EE5D7B">
        <w:t>’</w:t>
      </w:r>
      <w:r>
        <w:t>on puisse au besoin en augmenter ou dim</w:t>
      </w:r>
      <w:r>
        <w:t>i</w:t>
      </w:r>
      <w:r>
        <w:t>nuer la longueur</w:t>
      </w:r>
      <w:r w:rsidR="00EE5D7B">
        <w:t xml:space="preserve">. </w:t>
      </w:r>
      <w:r>
        <w:t>Mais cette opération ne se fait plus quand le bec est a</w:t>
      </w:r>
      <w:r>
        <w:t>l</w:t>
      </w:r>
      <w:r>
        <w:t>lumé et la ralonge posée sur la cheminée</w:t>
      </w:r>
      <w:r w:rsidR="00EE5D7B">
        <w:t xml:space="preserve"> ; </w:t>
      </w:r>
      <w:r>
        <w:t>c</w:t>
      </w:r>
      <w:r w:rsidR="00EE5D7B">
        <w:t>’</w:t>
      </w:r>
      <w:r>
        <w:t>est à l</w:t>
      </w:r>
      <w:r w:rsidR="00EE5D7B">
        <w:t>’</w:t>
      </w:r>
      <w:r>
        <w:t>aide du seul obturateur qu</w:t>
      </w:r>
      <w:r w:rsidR="00EE5D7B">
        <w:t>’</w:t>
      </w:r>
      <w:r>
        <w:t xml:space="preserve">on doit régler alors la </w:t>
      </w:r>
      <w:proofErr w:type="spellStart"/>
      <w:r>
        <w:t>vîtesse</w:t>
      </w:r>
      <w:proofErr w:type="spellEnd"/>
      <w:r>
        <w:t xml:space="preserve"> du courant d</w:t>
      </w:r>
      <w:r w:rsidR="00EE5D7B">
        <w:t>’</w:t>
      </w:r>
      <w:r>
        <w:t>air</w:t>
      </w:r>
      <w:r w:rsidR="00EE5D7B">
        <w:t>.</w:t>
      </w:r>
    </w:p>
    <w:bookmarkEnd w:id="4"/>
  </w:footnote>
  <w:footnote w:id="8">
    <w:p w14:paraId="5E238833" w14:textId="4446B726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Cette expérience n</w:t>
      </w:r>
      <w:r w:rsidR="00EE5D7B">
        <w:t>’</w:t>
      </w:r>
      <w:r>
        <w:t>ayant été faite qu</w:t>
      </w:r>
      <w:r w:rsidR="00EE5D7B">
        <w:t>’</w:t>
      </w:r>
      <w:r>
        <w:t>une fois</w:t>
      </w:r>
      <w:r w:rsidR="00EE5D7B">
        <w:t xml:space="preserve">, </w:t>
      </w:r>
      <w:r>
        <w:t>on ne peut pas r</w:t>
      </w:r>
      <w:r>
        <w:t>é</w:t>
      </w:r>
      <w:r>
        <w:t>pondre que le r</w:t>
      </w:r>
      <w:r>
        <w:t>é</w:t>
      </w:r>
      <w:r>
        <w:t>sultat obtenu puisse être considéré comme une mesure moyenne</w:t>
      </w:r>
      <w:r w:rsidR="00EE5D7B">
        <w:t>.</w:t>
      </w:r>
    </w:p>
  </w:footnote>
  <w:footnote w:id="9">
    <w:p w14:paraId="142CF894" w14:textId="67ECFDBA" w:rsidR="00D26B46" w:rsidRDefault="00D26B46" w:rsidP="00D26B46">
      <w:pPr>
        <w:pStyle w:val="Notedebasdepage"/>
      </w:pPr>
      <w:r>
        <w:rPr>
          <w:rStyle w:val="Appelnotedebasdep"/>
        </w:rPr>
        <w:footnoteRef/>
      </w:r>
      <w:r>
        <w:t xml:space="preserve"> Il est nécessaire que l</w:t>
      </w:r>
      <w:r w:rsidR="00EE5D7B">
        <w:t>’</w:t>
      </w:r>
      <w:r>
        <w:t>huile surabondante qui s</w:t>
      </w:r>
      <w:r w:rsidR="00EE5D7B">
        <w:t>’</w:t>
      </w:r>
      <w:r>
        <w:t>écoule soit égale à celle qui se consume</w:t>
      </w:r>
      <w:r w:rsidR="00EE5D7B">
        <w:t xml:space="preserve">, </w:t>
      </w:r>
      <w:r>
        <w:t>pour les becs à trois mèches</w:t>
      </w:r>
      <w:r w:rsidR="00EE5D7B">
        <w:t xml:space="preserve">, </w:t>
      </w:r>
      <w:r>
        <w:t>et double de celle-ci dans les becs à quatre mèches</w:t>
      </w:r>
      <w:r w:rsidR="00EE5D7B">
        <w:t xml:space="preserve">. </w:t>
      </w:r>
      <w:r>
        <w:t>La surabondance pourrait être moins grande à la rigueur</w:t>
      </w:r>
      <w:r w:rsidR="00EE5D7B">
        <w:t xml:space="preserve"> ; </w:t>
      </w:r>
      <w:r>
        <w:t>mais il y a beaucoup d</w:t>
      </w:r>
      <w:r w:rsidR="00EE5D7B">
        <w:t>’</w:t>
      </w:r>
      <w:r>
        <w:t>avantage à la porter à ce d</w:t>
      </w:r>
      <w:r>
        <w:t>e</w:t>
      </w:r>
      <w:r>
        <w:t>gré-là</w:t>
      </w:r>
      <w:r w:rsidR="00EE5D7B">
        <w:t xml:space="preserve">. </w:t>
      </w:r>
      <w:r>
        <w:t>On conçoit qu</w:t>
      </w:r>
      <w:r w:rsidR="00EE5D7B">
        <w:t>’</w:t>
      </w:r>
      <w:r>
        <w:t>on ne peut le faire commodément qu</w:t>
      </w:r>
      <w:r w:rsidR="00EE5D7B">
        <w:t>’</w:t>
      </w:r>
      <w:r>
        <w:t>à l</w:t>
      </w:r>
      <w:r w:rsidR="00EE5D7B">
        <w:t>’</w:t>
      </w:r>
      <w:r>
        <w:t>aide de pompes mues par un m</w:t>
      </w:r>
      <w:r>
        <w:t>é</w:t>
      </w:r>
      <w:r>
        <w:t>canisme d</w:t>
      </w:r>
      <w:r w:rsidR="00EE5D7B">
        <w:t>’</w:t>
      </w:r>
      <w:r>
        <w:t>horlogerie</w:t>
      </w:r>
      <w:r w:rsidR="00EE5D7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668798">
    <w:abstractNumId w:val="10"/>
  </w:num>
  <w:num w:numId="2" w16cid:durableId="651523130">
    <w:abstractNumId w:val="11"/>
  </w:num>
  <w:num w:numId="3" w16cid:durableId="508719973">
    <w:abstractNumId w:val="12"/>
  </w:num>
  <w:num w:numId="4" w16cid:durableId="1168328128">
    <w:abstractNumId w:val="13"/>
  </w:num>
  <w:num w:numId="5" w16cid:durableId="422188655">
    <w:abstractNumId w:val="8"/>
  </w:num>
  <w:num w:numId="6" w16cid:durableId="1422531184">
    <w:abstractNumId w:val="3"/>
  </w:num>
  <w:num w:numId="7" w16cid:durableId="1909879276">
    <w:abstractNumId w:val="2"/>
  </w:num>
  <w:num w:numId="8" w16cid:durableId="1144852245">
    <w:abstractNumId w:val="1"/>
  </w:num>
  <w:num w:numId="9" w16cid:durableId="1121917701">
    <w:abstractNumId w:val="0"/>
  </w:num>
  <w:num w:numId="10" w16cid:durableId="946430859">
    <w:abstractNumId w:val="9"/>
  </w:num>
  <w:num w:numId="11" w16cid:durableId="539561539">
    <w:abstractNumId w:val="7"/>
  </w:num>
  <w:num w:numId="12" w16cid:durableId="1446270218">
    <w:abstractNumId w:val="6"/>
  </w:num>
  <w:num w:numId="13" w16cid:durableId="440495920">
    <w:abstractNumId w:val="5"/>
  </w:num>
  <w:num w:numId="14" w16cid:durableId="1625650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174C9"/>
    <w:rsid w:val="00061179"/>
    <w:rsid w:val="001F19F8"/>
    <w:rsid w:val="005E0539"/>
    <w:rsid w:val="007C07C2"/>
    <w:rsid w:val="009061A1"/>
    <w:rsid w:val="00D10338"/>
    <w:rsid w:val="00D26B46"/>
    <w:rsid w:val="00EE5D7B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FC44B"/>
  <w15:chartTrackingRefBased/>
  <w15:docId w15:val="{3B714F16-6BDD-451D-B2F9-884D2F81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D7B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EE5D7B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EE5D7B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EE5D7B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EE5D7B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EE5D7B"/>
  </w:style>
  <w:style w:type="character" w:styleId="Lienhypertexte">
    <w:name w:val="Hyperlink"/>
    <w:uiPriority w:val="99"/>
    <w:rsid w:val="00EE5D7B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EE5D7B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EE5D7B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EE5D7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E5D7B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EE5D7B"/>
  </w:style>
  <w:style w:type="paragraph" w:styleId="TM2">
    <w:name w:val="toc 2"/>
    <w:basedOn w:val="Normal"/>
    <w:next w:val="Normal"/>
    <w:autoRedefine/>
    <w:uiPriority w:val="39"/>
    <w:rsid w:val="00EE5D7B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EE5D7B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EE5D7B"/>
    <w:pPr>
      <w:ind w:left="780"/>
    </w:pPr>
  </w:style>
  <w:style w:type="paragraph" w:styleId="TM5">
    <w:name w:val="toc 5"/>
    <w:basedOn w:val="Normal"/>
    <w:next w:val="Normal"/>
    <w:autoRedefine/>
    <w:semiHidden/>
    <w:rsid w:val="00EE5D7B"/>
    <w:pPr>
      <w:ind w:left="1040"/>
    </w:pPr>
  </w:style>
  <w:style w:type="paragraph" w:styleId="TM6">
    <w:name w:val="toc 6"/>
    <w:basedOn w:val="Normal"/>
    <w:next w:val="Normal"/>
    <w:autoRedefine/>
    <w:semiHidden/>
    <w:rsid w:val="00EE5D7B"/>
    <w:pPr>
      <w:ind w:left="1300"/>
    </w:pPr>
  </w:style>
  <w:style w:type="paragraph" w:styleId="TM7">
    <w:name w:val="toc 7"/>
    <w:basedOn w:val="Normal"/>
    <w:next w:val="Normal"/>
    <w:autoRedefine/>
    <w:semiHidden/>
    <w:rsid w:val="00EE5D7B"/>
    <w:pPr>
      <w:ind w:left="1560"/>
    </w:pPr>
  </w:style>
  <w:style w:type="paragraph" w:styleId="TM8">
    <w:name w:val="toc 8"/>
    <w:basedOn w:val="Normal"/>
    <w:next w:val="Normal"/>
    <w:autoRedefine/>
    <w:semiHidden/>
    <w:rsid w:val="00EE5D7B"/>
    <w:pPr>
      <w:ind w:left="1820"/>
    </w:pPr>
  </w:style>
  <w:style w:type="paragraph" w:styleId="TM9">
    <w:name w:val="toc 9"/>
    <w:basedOn w:val="Normal"/>
    <w:next w:val="Normal"/>
    <w:autoRedefine/>
    <w:semiHidden/>
    <w:rsid w:val="00EE5D7B"/>
    <w:pPr>
      <w:ind w:left="2080"/>
    </w:pPr>
  </w:style>
  <w:style w:type="paragraph" w:styleId="Retraitcorpsdetexte">
    <w:name w:val="Body Text Indent"/>
    <w:basedOn w:val="Normal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EE5D7B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EE5D7B"/>
    <w:rPr>
      <w:szCs w:val="30"/>
    </w:rPr>
  </w:style>
  <w:style w:type="paragraph" w:styleId="Retraitcorpsdetexte3">
    <w:name w:val="Body Text Indent 3"/>
    <w:basedOn w:val="Normal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EE5D7B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EE5D7B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EE5D7B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EE5D7B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EE5D7B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EE5D7B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styleId="Retraitcorpsdetexte2">
    <w:name w:val="Body Text Indent 2"/>
    <w:basedOn w:val="Normal"/>
    <w:semiHidden/>
    <w:rsid w:val="00B12460"/>
  </w:style>
  <w:style w:type="character" w:customStyle="1" w:styleId="Caractresdenotedebasdepage">
    <w:name w:val="Caractères de note de bas de page"/>
    <w:rsid w:val="00B12460"/>
  </w:style>
  <w:style w:type="paragraph" w:styleId="Corpsdetexte">
    <w:name w:val="Body Text"/>
    <w:basedOn w:val="Normal"/>
    <w:semiHidden/>
    <w:rsid w:val="00B12460"/>
    <w:pPr>
      <w:ind w:firstLine="0"/>
      <w:jc w:val="center"/>
    </w:pPr>
  </w:style>
  <w:style w:type="paragraph" w:styleId="Commentaire">
    <w:name w:val="annotation text"/>
    <w:basedOn w:val="Normal"/>
    <w:semiHidden/>
    <w:rsid w:val="00B12460"/>
    <w:rPr>
      <w:sz w:val="20"/>
      <w:szCs w:val="20"/>
    </w:rPr>
  </w:style>
  <w:style w:type="paragraph" w:styleId="Textedebulles">
    <w:name w:val="Balloon Text"/>
    <w:basedOn w:val="Normal"/>
    <w:semiHidden/>
    <w:rsid w:val="006C18F0"/>
    <w:rPr>
      <w:rFonts w:ascii="Tahoma" w:hAnsi="Tahoma" w:cs="Tahoma"/>
      <w:sz w:val="16"/>
      <w:szCs w:val="16"/>
    </w:rPr>
  </w:style>
  <w:style w:type="paragraph" w:customStyle="1" w:styleId="Centr">
    <w:name w:val="Centré"/>
    <w:basedOn w:val="Normal"/>
    <w:rsid w:val="00EE5D7B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EE5D7B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EE5D7B"/>
    <w:pPr>
      <w:keepNext/>
    </w:pPr>
  </w:style>
  <w:style w:type="paragraph" w:customStyle="1" w:styleId="NormalSautPageAvant">
    <w:name w:val="NormalSautPageAvant"/>
    <w:basedOn w:val="Normal"/>
    <w:qFormat/>
    <w:rsid w:val="00EE5D7B"/>
    <w:pPr>
      <w:pageBreakBefore/>
    </w:pPr>
  </w:style>
  <w:style w:type="paragraph" w:customStyle="1" w:styleId="NormalEspAvtGrand">
    <w:name w:val="NormalEspAvtGrand"/>
    <w:basedOn w:val="Normal"/>
    <w:rsid w:val="00EE5D7B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EE5D7B"/>
    <w:pPr>
      <w:spacing w:before="0"/>
    </w:pPr>
  </w:style>
  <w:style w:type="paragraph" w:customStyle="1" w:styleId="CentrEspApr0">
    <w:name w:val="CentréEspApr0"/>
    <w:basedOn w:val="Centr"/>
    <w:next w:val="Normal"/>
    <w:rsid w:val="00EE5D7B"/>
    <w:pPr>
      <w:spacing w:after="0"/>
    </w:pPr>
  </w:style>
  <w:style w:type="paragraph" w:customStyle="1" w:styleId="CentrEspAvt0EspApr0">
    <w:name w:val="CentréEspAvt0EspApr0"/>
    <w:basedOn w:val="Centr"/>
    <w:rsid w:val="00EE5D7B"/>
    <w:pPr>
      <w:spacing w:before="0" w:after="0"/>
    </w:pPr>
  </w:style>
  <w:style w:type="paragraph" w:customStyle="1" w:styleId="Droite">
    <w:name w:val="Droite"/>
    <w:basedOn w:val="Normal"/>
    <w:next w:val="Normal"/>
    <w:rsid w:val="00EE5D7B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EE5D7B"/>
    <w:pPr>
      <w:ind w:left="680"/>
    </w:pPr>
  </w:style>
  <w:style w:type="paragraph" w:customStyle="1" w:styleId="DroiteRetraitGauche2X">
    <w:name w:val="DroiteRetraitGauche2X"/>
    <w:basedOn w:val="Droite"/>
    <w:next w:val="Normal"/>
    <w:rsid w:val="00EE5D7B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EE5D7B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EE5D7B"/>
    <w:pPr>
      <w:ind w:left="2722"/>
    </w:pPr>
  </w:style>
  <w:style w:type="paragraph" w:customStyle="1" w:styleId="Taille-1Normal">
    <w:name w:val="Taille-1Normal"/>
    <w:basedOn w:val="Normal"/>
    <w:rsid w:val="00EE5D7B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EE5D7B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EE5D7B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EE5D7B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EE5D7B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EE5D7B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EE5D7B"/>
    <w:pPr>
      <w:ind w:firstLine="0"/>
    </w:pPr>
  </w:style>
  <w:style w:type="paragraph" w:customStyle="1" w:styleId="Taille-1RetraitGauche4XIndent0">
    <w:name w:val="Taille-1RetraitGauche4XIndent0"/>
    <w:basedOn w:val="Taille-1Normal"/>
    <w:rsid w:val="00EE5D7B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EE5D7B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EE5D7B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EE5D7B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EE5D7B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EE5D7B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EE5D7B"/>
    <w:pPr>
      <w:ind w:firstLine="0"/>
    </w:pPr>
  </w:style>
  <w:style w:type="paragraph" w:customStyle="1" w:styleId="NormalRetraitGauche4XIndent0">
    <w:name w:val="NormalRetraitGauche4XIndent0"/>
    <w:basedOn w:val="Normal"/>
    <w:rsid w:val="00EE5D7B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EE5D7B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EE5D7B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EE5D7B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EE5D7B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EE5D7B"/>
    <w:pPr>
      <w:ind w:left="1360" w:hanging="680"/>
    </w:pPr>
  </w:style>
  <w:style w:type="paragraph" w:customStyle="1" w:styleId="NormalEspAvt0EspApr0">
    <w:name w:val="NormalEspAvt0EspApr0"/>
    <w:basedOn w:val="Normal"/>
    <w:rsid w:val="00EE5D7B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EE5D7B"/>
    <w:pPr>
      <w:ind w:left="2041" w:hanging="680"/>
    </w:pPr>
  </w:style>
  <w:style w:type="paragraph" w:customStyle="1" w:styleId="NormalSuspendu1XRetrait3X">
    <w:name w:val="NormalSuspendu1XRetrait3X"/>
    <w:basedOn w:val="Normal"/>
    <w:rsid w:val="00EE5D7B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EE5D7B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EE5D7B"/>
    <w:rPr>
      <w:sz w:val="32"/>
      <w:szCs w:val="20"/>
    </w:rPr>
  </w:style>
  <w:style w:type="paragraph" w:customStyle="1" w:styleId="Etoile">
    <w:name w:val="Etoile"/>
    <w:basedOn w:val="Normal"/>
    <w:qFormat/>
    <w:rsid w:val="00EE5D7B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EE5D7B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EE5D7B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EE5D7B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EE5D7B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EE5D7B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EE5D7B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EE5D7B"/>
  </w:style>
  <w:style w:type="paragraph" w:customStyle="1" w:styleId="ParagrapheVideNormal2">
    <w:name w:val="ParagrapheVideNormal2"/>
    <w:basedOn w:val="ParagrapheVideNormal"/>
    <w:next w:val="Normal"/>
    <w:qFormat/>
    <w:rsid w:val="00EE5D7B"/>
  </w:style>
  <w:style w:type="paragraph" w:customStyle="1" w:styleId="Image">
    <w:name w:val="Image"/>
    <w:basedOn w:val="Centr"/>
    <w:next w:val="Normal"/>
    <w:qFormat/>
    <w:rsid w:val="00EE5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ebooksgratuits.com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groups.google.com/g/ebooksgratuit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B9D03-BFC5-471B-883D-2047EBA4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4</TotalTime>
  <Pages>1</Pages>
  <Words>11190</Words>
  <Characters>61547</Characters>
  <Application>Microsoft Office Word</Application>
  <DocSecurity>0</DocSecurity>
  <Lines>512</Lines>
  <Paragraphs>145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MÉMOIRE SUR UN NOU-VEAU SYSTÈME D’ÉCLAIRAGE DES PHARES</vt:lpstr>
      <vt:lpstr>MÉMOIRE SUR UN NOU-VEAU SYSTÈME D’ÉCLAIRAGE DES PHARES</vt:lpstr>
    </vt:vector>
  </TitlesOfParts>
  <Company>Ebooks libres et gratuits</Company>
  <LinksUpToDate>false</LinksUpToDate>
  <CharactersWithSpaces>72592</CharactersWithSpaces>
  <SharedDoc>false</SharedDoc>
  <HLinks>
    <vt:vector size="54" baseType="variant">
      <vt:variant>
        <vt:i4>2293820</vt:i4>
      </vt:variant>
      <vt:variant>
        <vt:i4>51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48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_Toc274938620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_Toc274938619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_Toc274938618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_Toc274938617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_Toc274938616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_Toc274938615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_Toc274938614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sur un nouveau système d’éclairage des phares</dc:title>
  <dc:subject>Documents et essais</dc:subject>
  <dc:creator>Augustin Fresnel</dc:creator>
  <cp:keywords/>
  <dc:description>Document lu à l’Académie des Sciences le 29 juillet 1822</dc:description>
  <cp:lastModifiedBy>Cool Micro</cp:lastModifiedBy>
  <cp:revision>4</cp:revision>
  <cp:lastPrinted>2025-04-15T17:54:00Z</cp:lastPrinted>
  <dcterms:created xsi:type="dcterms:W3CDTF">2025-04-15T17:54:00Z</dcterms:created>
  <dcterms:modified xsi:type="dcterms:W3CDTF">2025-04-15T17:57:00Z</dcterms:modified>
  <cp:category>Documents et essais</cp:category>
</cp:coreProperties>
</file>