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DC3EF" w14:textId="37A3DEDA" w:rsidR="00033562" w:rsidRPr="007549CD" w:rsidRDefault="005F0BF1" w:rsidP="00BD168C">
      <w:pPr>
        <w:pStyle w:val="Photoauteur"/>
      </w:pPr>
      <w:r w:rsidRPr="007549CD">
        <w:drawing>
          <wp:anchor distT="0" distB="0" distL="114300" distR="114300" simplePos="0" relativeHeight="251657728" behindDoc="0" locked="0" layoutInCell="1" allowOverlap="1" wp14:anchorId="7DC10A34" wp14:editId="27E2820C">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E3D">
        <w:drawing>
          <wp:inline distT="0" distB="0" distL="0" distR="0" wp14:anchorId="5BCA5B0F" wp14:editId="7B66A1B5">
            <wp:extent cx="2727325" cy="381635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7325" cy="3816350"/>
                    </a:xfrm>
                    <a:prstGeom prst="rect">
                      <a:avLst/>
                    </a:prstGeom>
                    <a:noFill/>
                    <a:ln>
                      <a:noFill/>
                    </a:ln>
                  </pic:spPr>
                </pic:pic>
              </a:graphicData>
            </a:graphic>
          </wp:inline>
        </w:drawing>
      </w:r>
    </w:p>
    <w:p w14:paraId="41B299DE" w14:textId="77777777" w:rsidR="00033562" w:rsidRDefault="00BD168C">
      <w:pPr>
        <w:pStyle w:val="Auteur"/>
      </w:pPr>
      <w:r>
        <w:t>Sacha Guitry</w:t>
      </w:r>
    </w:p>
    <w:p w14:paraId="7BC59EA7" w14:textId="77777777" w:rsidR="00033562" w:rsidRPr="007C1C6B" w:rsidRDefault="00BD168C" w:rsidP="007C1C6B">
      <w:pPr>
        <w:pStyle w:val="Titrelivre"/>
      </w:pPr>
      <w:r>
        <w:t>HISTOIRES DE FRANCE</w:t>
      </w:r>
    </w:p>
    <w:p w14:paraId="6C6B4CAC" w14:textId="100EEB2D" w:rsidR="00033562" w:rsidRDefault="00B74009" w:rsidP="005566A9">
      <w:pPr>
        <w:pStyle w:val="DateSortie"/>
      </w:pPr>
      <w:r>
        <w:t>1929</w:t>
      </w:r>
    </w:p>
    <w:p w14:paraId="6B69422A"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401C43D0" w14:textId="77777777" w:rsidR="00033562" w:rsidRDefault="00033562">
      <w:pPr>
        <w:pStyle w:val="Titretablematires"/>
      </w:pPr>
      <w:r>
        <w:lastRenderedPageBreak/>
        <w:t>Table des matières</w:t>
      </w:r>
    </w:p>
    <w:p w14:paraId="17625476" w14:textId="77777777" w:rsidR="00033562" w:rsidRDefault="00033562"/>
    <w:p w14:paraId="216F6EFE" w14:textId="2E704D29" w:rsidR="002C39B7"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622086" w:history="1">
        <w:r w:rsidR="002C39B7" w:rsidRPr="007B79DD">
          <w:rPr>
            <w:rStyle w:val="Lienhypertexte"/>
          </w:rPr>
          <w:t>LES GAULOIS</w:t>
        </w:r>
        <w:r w:rsidR="002C39B7">
          <w:rPr>
            <w:webHidden/>
          </w:rPr>
          <w:tab/>
        </w:r>
        <w:r w:rsidR="002C39B7">
          <w:rPr>
            <w:webHidden/>
          </w:rPr>
          <w:fldChar w:fldCharType="begin"/>
        </w:r>
        <w:r w:rsidR="002C39B7">
          <w:rPr>
            <w:webHidden/>
          </w:rPr>
          <w:instrText xml:space="preserve"> PAGEREF _Toc195622086 \h </w:instrText>
        </w:r>
        <w:r w:rsidR="002C39B7">
          <w:rPr>
            <w:webHidden/>
          </w:rPr>
        </w:r>
        <w:r w:rsidR="002C39B7">
          <w:rPr>
            <w:webHidden/>
          </w:rPr>
          <w:fldChar w:fldCharType="separate"/>
        </w:r>
        <w:r w:rsidR="004225E6">
          <w:rPr>
            <w:webHidden/>
          </w:rPr>
          <w:t>5</w:t>
        </w:r>
        <w:r w:rsidR="002C39B7">
          <w:rPr>
            <w:webHidden/>
          </w:rPr>
          <w:fldChar w:fldCharType="end"/>
        </w:r>
      </w:hyperlink>
    </w:p>
    <w:p w14:paraId="4B01D001" w14:textId="3A7DF61D"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87" w:history="1">
        <w:r w:rsidRPr="007B79DD">
          <w:rPr>
            <w:rStyle w:val="Lienhypertexte"/>
          </w:rPr>
          <w:t>JEANNE D’ARC</w:t>
        </w:r>
        <w:r>
          <w:rPr>
            <w:webHidden/>
          </w:rPr>
          <w:tab/>
        </w:r>
        <w:r>
          <w:rPr>
            <w:webHidden/>
          </w:rPr>
          <w:fldChar w:fldCharType="begin"/>
        </w:r>
        <w:r>
          <w:rPr>
            <w:webHidden/>
          </w:rPr>
          <w:instrText xml:space="preserve"> PAGEREF _Toc195622087 \h </w:instrText>
        </w:r>
        <w:r>
          <w:rPr>
            <w:webHidden/>
          </w:rPr>
        </w:r>
        <w:r>
          <w:rPr>
            <w:webHidden/>
          </w:rPr>
          <w:fldChar w:fldCharType="separate"/>
        </w:r>
        <w:r w:rsidR="004225E6">
          <w:rPr>
            <w:webHidden/>
          </w:rPr>
          <w:t>38</w:t>
        </w:r>
        <w:r>
          <w:rPr>
            <w:webHidden/>
          </w:rPr>
          <w:fldChar w:fldCharType="end"/>
        </w:r>
      </w:hyperlink>
    </w:p>
    <w:p w14:paraId="1F958604" w14:textId="71DD74F8"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88" w:history="1">
        <w:r w:rsidRPr="007B79DD">
          <w:rPr>
            <w:rStyle w:val="Lienhypertexte"/>
          </w:rPr>
          <w:t>LOUIS XI</w:t>
        </w:r>
        <w:r>
          <w:rPr>
            <w:webHidden/>
          </w:rPr>
          <w:tab/>
        </w:r>
        <w:r>
          <w:rPr>
            <w:webHidden/>
          </w:rPr>
          <w:fldChar w:fldCharType="begin"/>
        </w:r>
        <w:r>
          <w:rPr>
            <w:webHidden/>
          </w:rPr>
          <w:instrText xml:space="preserve"> PAGEREF _Toc195622088 \h </w:instrText>
        </w:r>
        <w:r>
          <w:rPr>
            <w:webHidden/>
          </w:rPr>
        </w:r>
        <w:r>
          <w:rPr>
            <w:webHidden/>
          </w:rPr>
          <w:fldChar w:fldCharType="separate"/>
        </w:r>
        <w:r w:rsidR="004225E6">
          <w:rPr>
            <w:webHidden/>
          </w:rPr>
          <w:t>45</w:t>
        </w:r>
        <w:r>
          <w:rPr>
            <w:webHidden/>
          </w:rPr>
          <w:fldChar w:fldCharType="end"/>
        </w:r>
      </w:hyperlink>
    </w:p>
    <w:p w14:paraId="4642FE27" w14:textId="5DF243DF"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89" w:history="1">
        <w:r w:rsidRPr="007B79DD">
          <w:rPr>
            <w:rStyle w:val="Lienhypertexte"/>
          </w:rPr>
          <w:t>FRANÇOIS I</w:t>
        </w:r>
        <w:r w:rsidRPr="007B79DD">
          <w:rPr>
            <w:rStyle w:val="Lienhypertexte"/>
            <w:vertAlign w:val="superscript"/>
          </w:rPr>
          <w:t>er</w:t>
        </w:r>
        <w:r>
          <w:rPr>
            <w:webHidden/>
          </w:rPr>
          <w:tab/>
        </w:r>
        <w:r>
          <w:rPr>
            <w:webHidden/>
          </w:rPr>
          <w:fldChar w:fldCharType="begin"/>
        </w:r>
        <w:r>
          <w:rPr>
            <w:webHidden/>
          </w:rPr>
          <w:instrText xml:space="preserve"> PAGEREF _Toc195622089 \h </w:instrText>
        </w:r>
        <w:r>
          <w:rPr>
            <w:webHidden/>
          </w:rPr>
        </w:r>
        <w:r>
          <w:rPr>
            <w:webHidden/>
          </w:rPr>
          <w:fldChar w:fldCharType="separate"/>
        </w:r>
        <w:r w:rsidR="004225E6">
          <w:rPr>
            <w:webHidden/>
          </w:rPr>
          <w:t>63</w:t>
        </w:r>
        <w:r>
          <w:rPr>
            <w:webHidden/>
          </w:rPr>
          <w:fldChar w:fldCharType="end"/>
        </w:r>
      </w:hyperlink>
    </w:p>
    <w:p w14:paraId="131CE893" w14:textId="7884C08A"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0" w:history="1">
        <w:r w:rsidRPr="007B79DD">
          <w:rPr>
            <w:rStyle w:val="Lienhypertexte"/>
          </w:rPr>
          <w:t>HENRI II</w:t>
        </w:r>
        <w:r>
          <w:rPr>
            <w:webHidden/>
          </w:rPr>
          <w:tab/>
        </w:r>
        <w:r>
          <w:rPr>
            <w:webHidden/>
          </w:rPr>
          <w:fldChar w:fldCharType="begin"/>
        </w:r>
        <w:r>
          <w:rPr>
            <w:webHidden/>
          </w:rPr>
          <w:instrText xml:space="preserve"> PAGEREF _Toc195622090 \h </w:instrText>
        </w:r>
        <w:r>
          <w:rPr>
            <w:webHidden/>
          </w:rPr>
        </w:r>
        <w:r>
          <w:rPr>
            <w:webHidden/>
          </w:rPr>
          <w:fldChar w:fldCharType="separate"/>
        </w:r>
        <w:r w:rsidR="004225E6">
          <w:rPr>
            <w:webHidden/>
          </w:rPr>
          <w:t>70</w:t>
        </w:r>
        <w:r>
          <w:rPr>
            <w:webHidden/>
          </w:rPr>
          <w:fldChar w:fldCharType="end"/>
        </w:r>
      </w:hyperlink>
    </w:p>
    <w:p w14:paraId="5713110A" w14:textId="58278AC9"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1" w:history="1">
        <w:r w:rsidRPr="007B79DD">
          <w:rPr>
            <w:rStyle w:val="Lienhypertexte"/>
          </w:rPr>
          <w:t>HENRI III</w:t>
        </w:r>
        <w:r>
          <w:rPr>
            <w:webHidden/>
          </w:rPr>
          <w:tab/>
        </w:r>
        <w:r>
          <w:rPr>
            <w:webHidden/>
          </w:rPr>
          <w:fldChar w:fldCharType="begin"/>
        </w:r>
        <w:r>
          <w:rPr>
            <w:webHidden/>
          </w:rPr>
          <w:instrText xml:space="preserve"> PAGEREF _Toc195622091 \h </w:instrText>
        </w:r>
        <w:r>
          <w:rPr>
            <w:webHidden/>
          </w:rPr>
        </w:r>
        <w:r>
          <w:rPr>
            <w:webHidden/>
          </w:rPr>
          <w:fldChar w:fldCharType="separate"/>
        </w:r>
        <w:r w:rsidR="004225E6">
          <w:rPr>
            <w:webHidden/>
          </w:rPr>
          <w:t>73</w:t>
        </w:r>
        <w:r>
          <w:rPr>
            <w:webHidden/>
          </w:rPr>
          <w:fldChar w:fldCharType="end"/>
        </w:r>
      </w:hyperlink>
    </w:p>
    <w:p w14:paraId="11818AF8" w14:textId="37D7E37C"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2" w:history="1">
        <w:r w:rsidRPr="007B79DD">
          <w:rPr>
            <w:rStyle w:val="Lienhypertexte"/>
          </w:rPr>
          <w:t>HENRI IV</w:t>
        </w:r>
        <w:r>
          <w:rPr>
            <w:webHidden/>
          </w:rPr>
          <w:tab/>
        </w:r>
        <w:r>
          <w:rPr>
            <w:webHidden/>
          </w:rPr>
          <w:fldChar w:fldCharType="begin"/>
        </w:r>
        <w:r>
          <w:rPr>
            <w:webHidden/>
          </w:rPr>
          <w:instrText xml:space="preserve"> PAGEREF _Toc195622092 \h </w:instrText>
        </w:r>
        <w:r>
          <w:rPr>
            <w:webHidden/>
          </w:rPr>
        </w:r>
        <w:r>
          <w:rPr>
            <w:webHidden/>
          </w:rPr>
          <w:fldChar w:fldCharType="separate"/>
        </w:r>
        <w:r w:rsidR="004225E6">
          <w:rPr>
            <w:webHidden/>
          </w:rPr>
          <w:t>76</w:t>
        </w:r>
        <w:r>
          <w:rPr>
            <w:webHidden/>
          </w:rPr>
          <w:fldChar w:fldCharType="end"/>
        </w:r>
      </w:hyperlink>
    </w:p>
    <w:p w14:paraId="31BD19DF" w14:textId="35629364"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3" w:history="1">
        <w:r w:rsidRPr="007B79DD">
          <w:rPr>
            <w:rStyle w:val="Lienhypertexte"/>
          </w:rPr>
          <w:t>RICHELIEU</w:t>
        </w:r>
        <w:r>
          <w:rPr>
            <w:webHidden/>
          </w:rPr>
          <w:tab/>
        </w:r>
        <w:r>
          <w:rPr>
            <w:webHidden/>
          </w:rPr>
          <w:fldChar w:fldCharType="begin"/>
        </w:r>
        <w:r>
          <w:rPr>
            <w:webHidden/>
          </w:rPr>
          <w:instrText xml:space="preserve"> PAGEREF _Toc195622093 \h </w:instrText>
        </w:r>
        <w:r>
          <w:rPr>
            <w:webHidden/>
          </w:rPr>
        </w:r>
        <w:r>
          <w:rPr>
            <w:webHidden/>
          </w:rPr>
          <w:fldChar w:fldCharType="separate"/>
        </w:r>
        <w:r w:rsidR="004225E6">
          <w:rPr>
            <w:webHidden/>
          </w:rPr>
          <w:t>92</w:t>
        </w:r>
        <w:r>
          <w:rPr>
            <w:webHidden/>
          </w:rPr>
          <w:fldChar w:fldCharType="end"/>
        </w:r>
      </w:hyperlink>
    </w:p>
    <w:p w14:paraId="3E964851" w14:textId="72EEF727"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4" w:history="1">
        <w:r w:rsidRPr="007B79DD">
          <w:rPr>
            <w:rStyle w:val="Lienhypertexte"/>
          </w:rPr>
          <w:t>MAZARIN</w:t>
        </w:r>
        <w:r>
          <w:rPr>
            <w:webHidden/>
          </w:rPr>
          <w:tab/>
        </w:r>
        <w:r>
          <w:rPr>
            <w:webHidden/>
          </w:rPr>
          <w:fldChar w:fldCharType="begin"/>
        </w:r>
        <w:r>
          <w:rPr>
            <w:webHidden/>
          </w:rPr>
          <w:instrText xml:space="preserve"> PAGEREF _Toc195622094 \h </w:instrText>
        </w:r>
        <w:r>
          <w:rPr>
            <w:webHidden/>
          </w:rPr>
        </w:r>
        <w:r>
          <w:rPr>
            <w:webHidden/>
          </w:rPr>
          <w:fldChar w:fldCharType="separate"/>
        </w:r>
        <w:r w:rsidR="004225E6">
          <w:rPr>
            <w:webHidden/>
          </w:rPr>
          <w:t>109</w:t>
        </w:r>
        <w:r>
          <w:rPr>
            <w:webHidden/>
          </w:rPr>
          <w:fldChar w:fldCharType="end"/>
        </w:r>
      </w:hyperlink>
    </w:p>
    <w:p w14:paraId="26613022" w14:textId="300FB47C"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5" w:history="1">
        <w:r w:rsidRPr="007B79DD">
          <w:rPr>
            <w:rStyle w:val="Lienhypertexte"/>
          </w:rPr>
          <w:t>LOUIS XIV</w:t>
        </w:r>
        <w:r>
          <w:rPr>
            <w:webHidden/>
          </w:rPr>
          <w:tab/>
        </w:r>
        <w:r>
          <w:rPr>
            <w:webHidden/>
          </w:rPr>
          <w:fldChar w:fldCharType="begin"/>
        </w:r>
        <w:r>
          <w:rPr>
            <w:webHidden/>
          </w:rPr>
          <w:instrText xml:space="preserve"> PAGEREF _Toc195622095 \h </w:instrText>
        </w:r>
        <w:r>
          <w:rPr>
            <w:webHidden/>
          </w:rPr>
        </w:r>
        <w:r>
          <w:rPr>
            <w:webHidden/>
          </w:rPr>
          <w:fldChar w:fldCharType="separate"/>
        </w:r>
        <w:r w:rsidR="004225E6">
          <w:rPr>
            <w:webHidden/>
          </w:rPr>
          <w:t>113</w:t>
        </w:r>
        <w:r>
          <w:rPr>
            <w:webHidden/>
          </w:rPr>
          <w:fldChar w:fldCharType="end"/>
        </w:r>
      </w:hyperlink>
    </w:p>
    <w:p w14:paraId="7980409F" w14:textId="3D6B9F90"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6" w:history="1">
        <w:r w:rsidRPr="007B79DD">
          <w:rPr>
            <w:rStyle w:val="Lienhypertexte"/>
          </w:rPr>
          <w:t>LOUIS XIV ET MADAME DE MAINTENON</w:t>
        </w:r>
        <w:r>
          <w:rPr>
            <w:webHidden/>
          </w:rPr>
          <w:tab/>
        </w:r>
        <w:r>
          <w:rPr>
            <w:webHidden/>
          </w:rPr>
          <w:fldChar w:fldCharType="begin"/>
        </w:r>
        <w:r>
          <w:rPr>
            <w:webHidden/>
          </w:rPr>
          <w:instrText xml:space="preserve"> PAGEREF _Toc195622096 \h </w:instrText>
        </w:r>
        <w:r>
          <w:rPr>
            <w:webHidden/>
          </w:rPr>
        </w:r>
        <w:r>
          <w:rPr>
            <w:webHidden/>
          </w:rPr>
          <w:fldChar w:fldCharType="separate"/>
        </w:r>
        <w:r w:rsidR="004225E6">
          <w:rPr>
            <w:webHidden/>
          </w:rPr>
          <w:t>127</w:t>
        </w:r>
        <w:r>
          <w:rPr>
            <w:webHidden/>
          </w:rPr>
          <w:fldChar w:fldCharType="end"/>
        </w:r>
      </w:hyperlink>
    </w:p>
    <w:p w14:paraId="483BFD69" w14:textId="625290C2"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7" w:history="1">
        <w:r w:rsidRPr="007B79DD">
          <w:rPr>
            <w:rStyle w:val="Lienhypertexte"/>
          </w:rPr>
          <w:t>LOUIS XV</w:t>
        </w:r>
        <w:r>
          <w:rPr>
            <w:webHidden/>
          </w:rPr>
          <w:tab/>
        </w:r>
        <w:r>
          <w:rPr>
            <w:webHidden/>
          </w:rPr>
          <w:fldChar w:fldCharType="begin"/>
        </w:r>
        <w:r>
          <w:rPr>
            <w:webHidden/>
          </w:rPr>
          <w:instrText xml:space="preserve"> PAGEREF _Toc195622097 \h </w:instrText>
        </w:r>
        <w:r>
          <w:rPr>
            <w:webHidden/>
          </w:rPr>
        </w:r>
        <w:r>
          <w:rPr>
            <w:webHidden/>
          </w:rPr>
          <w:fldChar w:fldCharType="separate"/>
        </w:r>
        <w:r w:rsidR="004225E6">
          <w:rPr>
            <w:webHidden/>
          </w:rPr>
          <w:t>134</w:t>
        </w:r>
        <w:r>
          <w:rPr>
            <w:webHidden/>
          </w:rPr>
          <w:fldChar w:fldCharType="end"/>
        </w:r>
      </w:hyperlink>
    </w:p>
    <w:p w14:paraId="4075837B" w14:textId="4EE562E4"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8" w:history="1">
        <w:r w:rsidRPr="007B79DD">
          <w:rPr>
            <w:rStyle w:val="Lienhypertexte"/>
          </w:rPr>
          <w:t>LOUIS XV ET MADAME DE POMPADOUR</w:t>
        </w:r>
        <w:r>
          <w:rPr>
            <w:webHidden/>
          </w:rPr>
          <w:tab/>
        </w:r>
        <w:r>
          <w:rPr>
            <w:webHidden/>
          </w:rPr>
          <w:fldChar w:fldCharType="begin"/>
        </w:r>
        <w:r>
          <w:rPr>
            <w:webHidden/>
          </w:rPr>
          <w:instrText xml:space="preserve"> PAGEREF _Toc195622098 \h </w:instrText>
        </w:r>
        <w:r>
          <w:rPr>
            <w:webHidden/>
          </w:rPr>
        </w:r>
        <w:r>
          <w:rPr>
            <w:webHidden/>
          </w:rPr>
          <w:fldChar w:fldCharType="separate"/>
        </w:r>
        <w:r w:rsidR="004225E6">
          <w:rPr>
            <w:webHidden/>
          </w:rPr>
          <w:t>137</w:t>
        </w:r>
        <w:r>
          <w:rPr>
            <w:webHidden/>
          </w:rPr>
          <w:fldChar w:fldCharType="end"/>
        </w:r>
      </w:hyperlink>
    </w:p>
    <w:p w14:paraId="7741D375" w14:textId="611B62B6"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099" w:history="1">
        <w:r w:rsidRPr="007B79DD">
          <w:rPr>
            <w:rStyle w:val="Lienhypertexte"/>
          </w:rPr>
          <w:t>CHEZ MADAME D’ÉPINAY</w:t>
        </w:r>
        <w:r>
          <w:rPr>
            <w:webHidden/>
          </w:rPr>
          <w:tab/>
        </w:r>
        <w:r>
          <w:rPr>
            <w:webHidden/>
          </w:rPr>
          <w:fldChar w:fldCharType="begin"/>
        </w:r>
        <w:r>
          <w:rPr>
            <w:webHidden/>
          </w:rPr>
          <w:instrText xml:space="preserve"> PAGEREF _Toc195622099 \h </w:instrText>
        </w:r>
        <w:r>
          <w:rPr>
            <w:webHidden/>
          </w:rPr>
        </w:r>
        <w:r>
          <w:rPr>
            <w:webHidden/>
          </w:rPr>
          <w:fldChar w:fldCharType="separate"/>
        </w:r>
        <w:r w:rsidR="004225E6">
          <w:rPr>
            <w:webHidden/>
          </w:rPr>
          <w:t>148</w:t>
        </w:r>
        <w:r>
          <w:rPr>
            <w:webHidden/>
          </w:rPr>
          <w:fldChar w:fldCharType="end"/>
        </w:r>
      </w:hyperlink>
    </w:p>
    <w:p w14:paraId="335A1E2D" w14:textId="03F8FDFF"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0" w:history="1">
        <w:r w:rsidRPr="007B79DD">
          <w:rPr>
            <w:rStyle w:val="Lienhypertexte"/>
          </w:rPr>
          <w:t>LOUIS XVI</w:t>
        </w:r>
        <w:r>
          <w:rPr>
            <w:webHidden/>
          </w:rPr>
          <w:tab/>
        </w:r>
        <w:r>
          <w:rPr>
            <w:webHidden/>
          </w:rPr>
          <w:fldChar w:fldCharType="begin"/>
        </w:r>
        <w:r>
          <w:rPr>
            <w:webHidden/>
          </w:rPr>
          <w:instrText xml:space="preserve"> PAGEREF _Toc195622100 \h </w:instrText>
        </w:r>
        <w:r>
          <w:rPr>
            <w:webHidden/>
          </w:rPr>
        </w:r>
        <w:r>
          <w:rPr>
            <w:webHidden/>
          </w:rPr>
          <w:fldChar w:fldCharType="separate"/>
        </w:r>
        <w:r w:rsidR="004225E6">
          <w:rPr>
            <w:webHidden/>
          </w:rPr>
          <w:t>153</w:t>
        </w:r>
        <w:r>
          <w:rPr>
            <w:webHidden/>
          </w:rPr>
          <w:fldChar w:fldCharType="end"/>
        </w:r>
      </w:hyperlink>
    </w:p>
    <w:p w14:paraId="234462C4" w14:textId="3DB0E6EF"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1" w:history="1">
        <w:r w:rsidRPr="007B79DD">
          <w:rPr>
            <w:rStyle w:val="Lienhypertexte"/>
          </w:rPr>
          <w:t>LE 21 JANVIER 1793</w:t>
        </w:r>
        <w:r>
          <w:rPr>
            <w:webHidden/>
          </w:rPr>
          <w:tab/>
        </w:r>
        <w:r>
          <w:rPr>
            <w:webHidden/>
          </w:rPr>
          <w:fldChar w:fldCharType="begin"/>
        </w:r>
        <w:r>
          <w:rPr>
            <w:webHidden/>
          </w:rPr>
          <w:instrText xml:space="preserve"> PAGEREF _Toc195622101 \h </w:instrText>
        </w:r>
        <w:r>
          <w:rPr>
            <w:webHidden/>
          </w:rPr>
        </w:r>
        <w:r>
          <w:rPr>
            <w:webHidden/>
          </w:rPr>
          <w:fldChar w:fldCharType="separate"/>
        </w:r>
        <w:r w:rsidR="004225E6">
          <w:rPr>
            <w:webHidden/>
          </w:rPr>
          <w:t>161</w:t>
        </w:r>
        <w:r>
          <w:rPr>
            <w:webHidden/>
          </w:rPr>
          <w:fldChar w:fldCharType="end"/>
        </w:r>
      </w:hyperlink>
    </w:p>
    <w:p w14:paraId="118DB872" w14:textId="58F6781B"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2" w:history="1">
        <w:r w:rsidRPr="007B79DD">
          <w:rPr>
            <w:rStyle w:val="Lienhypertexte"/>
          </w:rPr>
          <w:t>LE CONSULAT</w:t>
        </w:r>
        <w:r>
          <w:rPr>
            <w:webHidden/>
          </w:rPr>
          <w:tab/>
        </w:r>
        <w:r>
          <w:rPr>
            <w:webHidden/>
          </w:rPr>
          <w:fldChar w:fldCharType="begin"/>
        </w:r>
        <w:r>
          <w:rPr>
            <w:webHidden/>
          </w:rPr>
          <w:instrText xml:space="preserve"> PAGEREF _Toc195622102 \h </w:instrText>
        </w:r>
        <w:r>
          <w:rPr>
            <w:webHidden/>
          </w:rPr>
        </w:r>
        <w:r>
          <w:rPr>
            <w:webHidden/>
          </w:rPr>
          <w:fldChar w:fldCharType="separate"/>
        </w:r>
        <w:r w:rsidR="004225E6">
          <w:rPr>
            <w:webHidden/>
          </w:rPr>
          <w:t>178</w:t>
        </w:r>
        <w:r>
          <w:rPr>
            <w:webHidden/>
          </w:rPr>
          <w:fldChar w:fldCharType="end"/>
        </w:r>
      </w:hyperlink>
    </w:p>
    <w:p w14:paraId="04E9AC95" w14:textId="4957C701"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3" w:history="1">
        <w:r w:rsidRPr="007B79DD">
          <w:rPr>
            <w:rStyle w:val="Lienhypertexte"/>
          </w:rPr>
          <w:t>ERFURT</w:t>
        </w:r>
        <w:r>
          <w:rPr>
            <w:webHidden/>
          </w:rPr>
          <w:tab/>
        </w:r>
        <w:r>
          <w:rPr>
            <w:webHidden/>
          </w:rPr>
          <w:fldChar w:fldCharType="begin"/>
        </w:r>
        <w:r>
          <w:rPr>
            <w:webHidden/>
          </w:rPr>
          <w:instrText xml:space="preserve"> PAGEREF _Toc195622103 \h </w:instrText>
        </w:r>
        <w:r>
          <w:rPr>
            <w:webHidden/>
          </w:rPr>
        </w:r>
        <w:r>
          <w:rPr>
            <w:webHidden/>
          </w:rPr>
          <w:fldChar w:fldCharType="separate"/>
        </w:r>
        <w:r w:rsidR="004225E6">
          <w:rPr>
            <w:webHidden/>
          </w:rPr>
          <w:t>192</w:t>
        </w:r>
        <w:r>
          <w:rPr>
            <w:webHidden/>
          </w:rPr>
          <w:fldChar w:fldCharType="end"/>
        </w:r>
      </w:hyperlink>
    </w:p>
    <w:p w14:paraId="138E8854" w14:textId="398453FD"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4" w:history="1">
        <w:r w:rsidRPr="007B79DD">
          <w:rPr>
            <w:rStyle w:val="Lienhypertexte"/>
          </w:rPr>
          <w:t>LA RESTAURATION</w:t>
        </w:r>
        <w:r>
          <w:rPr>
            <w:webHidden/>
          </w:rPr>
          <w:tab/>
        </w:r>
        <w:r>
          <w:rPr>
            <w:webHidden/>
          </w:rPr>
          <w:fldChar w:fldCharType="begin"/>
        </w:r>
        <w:r>
          <w:rPr>
            <w:webHidden/>
          </w:rPr>
          <w:instrText xml:space="preserve"> PAGEREF _Toc195622104 \h </w:instrText>
        </w:r>
        <w:r>
          <w:rPr>
            <w:webHidden/>
          </w:rPr>
        </w:r>
        <w:r>
          <w:rPr>
            <w:webHidden/>
          </w:rPr>
          <w:fldChar w:fldCharType="separate"/>
        </w:r>
        <w:r w:rsidR="004225E6">
          <w:rPr>
            <w:webHidden/>
          </w:rPr>
          <w:t>208</w:t>
        </w:r>
        <w:r>
          <w:rPr>
            <w:webHidden/>
          </w:rPr>
          <w:fldChar w:fldCharType="end"/>
        </w:r>
      </w:hyperlink>
    </w:p>
    <w:p w14:paraId="5E10BAD5" w14:textId="4C56DDD2"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5" w:history="1">
        <w:r w:rsidRPr="007B79DD">
          <w:rPr>
            <w:rStyle w:val="Lienhypertexte"/>
          </w:rPr>
          <w:t>LE SECOND EMPIRE</w:t>
        </w:r>
        <w:r>
          <w:rPr>
            <w:webHidden/>
          </w:rPr>
          <w:tab/>
        </w:r>
        <w:r>
          <w:rPr>
            <w:webHidden/>
          </w:rPr>
          <w:fldChar w:fldCharType="begin"/>
        </w:r>
        <w:r>
          <w:rPr>
            <w:webHidden/>
          </w:rPr>
          <w:instrText xml:space="preserve"> PAGEREF _Toc195622105 \h </w:instrText>
        </w:r>
        <w:r>
          <w:rPr>
            <w:webHidden/>
          </w:rPr>
        </w:r>
        <w:r>
          <w:rPr>
            <w:webHidden/>
          </w:rPr>
          <w:fldChar w:fldCharType="separate"/>
        </w:r>
        <w:r w:rsidR="004225E6">
          <w:rPr>
            <w:webHidden/>
          </w:rPr>
          <w:t>226</w:t>
        </w:r>
        <w:r>
          <w:rPr>
            <w:webHidden/>
          </w:rPr>
          <w:fldChar w:fldCharType="end"/>
        </w:r>
      </w:hyperlink>
    </w:p>
    <w:p w14:paraId="42DC5FAF" w14:textId="00A32A76"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6" w:history="1">
        <w:r w:rsidRPr="007B79DD">
          <w:rPr>
            <w:rStyle w:val="Lienhypertexte"/>
          </w:rPr>
          <w:t>MONSIEUR THIERS</w:t>
        </w:r>
        <w:r>
          <w:rPr>
            <w:webHidden/>
          </w:rPr>
          <w:tab/>
        </w:r>
        <w:r>
          <w:rPr>
            <w:webHidden/>
          </w:rPr>
          <w:fldChar w:fldCharType="begin"/>
        </w:r>
        <w:r>
          <w:rPr>
            <w:webHidden/>
          </w:rPr>
          <w:instrText xml:space="preserve"> PAGEREF _Toc195622106 \h </w:instrText>
        </w:r>
        <w:r>
          <w:rPr>
            <w:webHidden/>
          </w:rPr>
        </w:r>
        <w:r>
          <w:rPr>
            <w:webHidden/>
          </w:rPr>
          <w:fldChar w:fldCharType="separate"/>
        </w:r>
        <w:r w:rsidR="004225E6">
          <w:rPr>
            <w:webHidden/>
          </w:rPr>
          <w:t>243</w:t>
        </w:r>
        <w:r>
          <w:rPr>
            <w:webHidden/>
          </w:rPr>
          <w:fldChar w:fldCharType="end"/>
        </w:r>
      </w:hyperlink>
    </w:p>
    <w:p w14:paraId="1B4FA268" w14:textId="426365F0"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7" w:history="1">
        <w:r w:rsidRPr="007B79DD">
          <w:rPr>
            <w:rStyle w:val="Lienhypertexte"/>
          </w:rPr>
          <w:t>À GIVERNY</w:t>
        </w:r>
        <w:r>
          <w:rPr>
            <w:webHidden/>
          </w:rPr>
          <w:tab/>
        </w:r>
        <w:r>
          <w:rPr>
            <w:webHidden/>
          </w:rPr>
          <w:fldChar w:fldCharType="begin"/>
        </w:r>
        <w:r>
          <w:rPr>
            <w:webHidden/>
          </w:rPr>
          <w:instrText xml:space="preserve"> PAGEREF _Toc195622107 \h </w:instrText>
        </w:r>
        <w:r>
          <w:rPr>
            <w:webHidden/>
          </w:rPr>
        </w:r>
        <w:r>
          <w:rPr>
            <w:webHidden/>
          </w:rPr>
          <w:fldChar w:fldCharType="separate"/>
        </w:r>
        <w:r w:rsidR="004225E6">
          <w:rPr>
            <w:webHidden/>
          </w:rPr>
          <w:t>251</w:t>
        </w:r>
        <w:r>
          <w:rPr>
            <w:webHidden/>
          </w:rPr>
          <w:fldChar w:fldCharType="end"/>
        </w:r>
      </w:hyperlink>
    </w:p>
    <w:p w14:paraId="59161D7C" w14:textId="1666F3F6" w:rsidR="002C39B7" w:rsidRDefault="002C39B7">
      <w:pPr>
        <w:pStyle w:val="TM1"/>
        <w:rPr>
          <w:rFonts w:asciiTheme="minorHAnsi" w:eastAsiaTheme="minorEastAsia" w:hAnsiTheme="minorHAnsi" w:cstheme="minorBidi"/>
          <w:bCs w:val="0"/>
          <w:iCs w:val="0"/>
          <w:color w:val="auto"/>
          <w:kern w:val="2"/>
          <w:sz w:val="24"/>
          <w:szCs w:val="24"/>
          <w14:ligatures w14:val="standardContextual"/>
        </w:rPr>
      </w:pPr>
      <w:hyperlink w:anchor="_Toc195622108" w:history="1">
        <w:r w:rsidRPr="007B79DD">
          <w:rPr>
            <w:rStyle w:val="Lienhypertexte"/>
          </w:rPr>
          <w:t>À propos de cette édition électronique</w:t>
        </w:r>
        <w:r>
          <w:rPr>
            <w:webHidden/>
          </w:rPr>
          <w:tab/>
        </w:r>
        <w:r>
          <w:rPr>
            <w:webHidden/>
          </w:rPr>
          <w:fldChar w:fldCharType="begin"/>
        </w:r>
        <w:r>
          <w:rPr>
            <w:webHidden/>
          </w:rPr>
          <w:instrText xml:space="preserve"> PAGEREF _Toc195622108 \h </w:instrText>
        </w:r>
        <w:r>
          <w:rPr>
            <w:webHidden/>
          </w:rPr>
        </w:r>
        <w:r>
          <w:rPr>
            <w:webHidden/>
          </w:rPr>
          <w:fldChar w:fldCharType="separate"/>
        </w:r>
        <w:r w:rsidR="004225E6">
          <w:rPr>
            <w:webHidden/>
          </w:rPr>
          <w:t>254</w:t>
        </w:r>
        <w:r>
          <w:rPr>
            <w:webHidden/>
          </w:rPr>
          <w:fldChar w:fldCharType="end"/>
        </w:r>
      </w:hyperlink>
    </w:p>
    <w:p w14:paraId="0E149272" w14:textId="4076169B" w:rsidR="00033562" w:rsidRDefault="00033562">
      <w:r>
        <w:fldChar w:fldCharType="end"/>
      </w:r>
    </w:p>
    <w:p w14:paraId="4642EB17" w14:textId="77777777" w:rsidR="00905145" w:rsidRPr="00AF0A23" w:rsidRDefault="00905145" w:rsidP="00BD168C">
      <w:pPr>
        <w:pStyle w:val="NormalEspAvtGrand"/>
        <w:pageBreakBefore/>
      </w:pPr>
      <w:r w:rsidRPr="00AF0A23">
        <w:lastRenderedPageBreak/>
        <w:t>Dans son film intitulé Napoléon, Monsieur Sacha Guitry fait dire à Talleyrand, répondant à Monsieur de Blancmesnil, que si David a placé au centre de sa toile représentant la cér</w:t>
      </w:r>
      <w:r w:rsidRPr="00AF0A23">
        <w:t>é</w:t>
      </w:r>
      <w:r w:rsidRPr="00AF0A23">
        <w:t xml:space="preserve">monie du Sacre, </w:t>
      </w:r>
      <w:smartTag w:uri="urn:schemas-microsoft-com:office:smarttags" w:element="PersonName">
        <w:smartTagPr>
          <w:attr w:name="ProductID" w:val="la M￨re"/>
        </w:smartTagPr>
        <w:r w:rsidRPr="00AF0A23">
          <w:t>la Mère</w:t>
        </w:r>
      </w:smartTag>
      <w:r w:rsidRPr="00AF0A23">
        <w:t xml:space="preserve"> de l’Empereur notoir</w:t>
      </w:r>
      <w:r w:rsidRPr="00AF0A23">
        <w:t>e</w:t>
      </w:r>
      <w:r w:rsidRPr="00AF0A23">
        <w:t>ment à Rome ce jour-là, c’est qu’il était un artiste et non un hi</w:t>
      </w:r>
      <w:r w:rsidRPr="00AF0A23">
        <w:t>s</w:t>
      </w:r>
      <w:r w:rsidRPr="00AF0A23">
        <w:t>torien. Il ne faut point oublier ce mot si l’on veut connaître de ce livre to</w:t>
      </w:r>
      <w:r w:rsidRPr="00AF0A23">
        <w:t>u</w:t>
      </w:r>
      <w:r w:rsidRPr="00AF0A23">
        <w:t>tes les joies qu’il propose.</w:t>
      </w:r>
    </w:p>
    <w:p w14:paraId="1041BCBB" w14:textId="77777777" w:rsidR="00905145" w:rsidRPr="00AF0A23" w:rsidRDefault="00905145" w:rsidP="005566A9">
      <w:pPr>
        <w:pStyle w:val="Etoile"/>
      </w:pPr>
      <w:r w:rsidRPr="00AF0A23">
        <w:t>*</w:t>
      </w:r>
    </w:p>
    <w:p w14:paraId="44F21093" w14:textId="77777777" w:rsidR="00905145" w:rsidRPr="00AF0A23" w:rsidRDefault="00905145" w:rsidP="00905145">
      <w:r w:rsidRPr="00AF0A23">
        <w:t>Les phrases qui sont imprimées en lettres italiques dans cet ouvrage ne sont pas attribuées aux personnages qui les prono</w:t>
      </w:r>
      <w:r w:rsidRPr="00AF0A23">
        <w:t>n</w:t>
      </w:r>
      <w:r w:rsidRPr="00AF0A23">
        <w:t>cent – elles ont été réellement d</w:t>
      </w:r>
      <w:r w:rsidRPr="00AF0A23">
        <w:t>i</w:t>
      </w:r>
      <w:r w:rsidRPr="00AF0A23">
        <w:t>tes ou écrites par eux.</w:t>
      </w:r>
    </w:p>
    <w:p w14:paraId="1572AB8D" w14:textId="77777777" w:rsidR="00905145" w:rsidRPr="00AF0A23" w:rsidRDefault="00905145" w:rsidP="00905145">
      <w:pPr>
        <w:jc w:val="right"/>
      </w:pPr>
      <w:r w:rsidRPr="00AF0A23">
        <w:t>S. G.</w:t>
      </w:r>
    </w:p>
    <w:p w14:paraId="6B2BF306" w14:textId="77777777" w:rsidR="00905145" w:rsidRPr="00AF0A23" w:rsidRDefault="00905145" w:rsidP="00905145">
      <w:pPr>
        <w:pStyle w:val="Titre1"/>
      </w:pPr>
      <w:bookmarkStart w:id="0" w:name="_Toc195622086"/>
      <w:r w:rsidRPr="00AF0A23">
        <w:lastRenderedPageBreak/>
        <w:t>LES GAULOIS</w:t>
      </w:r>
      <w:bookmarkEnd w:id="0"/>
    </w:p>
    <w:p w14:paraId="10170CDE" w14:textId="77777777" w:rsidR="00905145" w:rsidRPr="00AF0A23" w:rsidRDefault="00905145" w:rsidP="00905145">
      <w:pPr>
        <w:rPr>
          <w:i/>
          <w:iCs/>
        </w:rPr>
      </w:pPr>
      <w:r w:rsidRPr="00AF0A23">
        <w:rPr>
          <w:i/>
          <w:iCs/>
        </w:rPr>
        <w:t xml:space="preserve">Ce tableau se passe à quelques kilomètres de Bibracte, c’est-à-dire d’Autun – et cela, fort peu de temps avant l’invasion de </w:t>
      </w:r>
      <w:smartTag w:uri="urn:schemas-microsoft-com:office:smarttags" w:element="PersonName">
        <w:smartTagPr>
          <w:attr w:name="ProductID" w:val="la Gaule"/>
        </w:smartTagPr>
        <w:r w:rsidRPr="00AF0A23">
          <w:rPr>
            <w:i/>
            <w:iCs/>
          </w:rPr>
          <w:t>la Gaule</w:t>
        </w:r>
      </w:smartTag>
      <w:r w:rsidRPr="00AF0A23">
        <w:rPr>
          <w:i/>
          <w:iCs/>
        </w:rPr>
        <w:t xml:space="preserve"> par les Romains.</w:t>
      </w:r>
    </w:p>
    <w:p w14:paraId="5F555279" w14:textId="77777777" w:rsidR="00905145" w:rsidRPr="00AF0A23" w:rsidRDefault="00905145" w:rsidP="00905145">
      <w:pPr>
        <w:rPr>
          <w:i/>
          <w:iCs/>
        </w:rPr>
      </w:pPr>
      <w:r w:rsidRPr="00AF0A23">
        <w:rPr>
          <w:i/>
          <w:iCs/>
        </w:rPr>
        <w:t>Le décor représente un coin choisi au pied d’une colline, à l’orée d’un bois. R</w:t>
      </w:r>
      <w:r w:rsidRPr="00AF0A23">
        <w:rPr>
          <w:i/>
          <w:iCs/>
        </w:rPr>
        <w:t>o</w:t>
      </w:r>
      <w:r w:rsidRPr="00AF0A23">
        <w:rPr>
          <w:i/>
          <w:iCs/>
        </w:rPr>
        <w:t>chers, grands arbres, ombre douce…</w:t>
      </w:r>
    </w:p>
    <w:p w14:paraId="6749E424" w14:textId="77777777" w:rsidR="00905145" w:rsidRPr="00AF0A23" w:rsidRDefault="00905145" w:rsidP="00905145">
      <w:pPr>
        <w:rPr>
          <w:i/>
          <w:iCs/>
        </w:rPr>
      </w:pPr>
      <w:r w:rsidRPr="00AF0A23">
        <w:rPr>
          <w:i/>
          <w:iCs/>
        </w:rPr>
        <w:t>À droite, une habitation qui n’est pas te</w:t>
      </w:r>
      <w:r w:rsidRPr="00AF0A23">
        <w:rPr>
          <w:i/>
          <w:iCs/>
        </w:rPr>
        <w:t>r</w:t>
      </w:r>
      <w:r w:rsidRPr="00AF0A23">
        <w:rPr>
          <w:i/>
          <w:iCs/>
        </w:rPr>
        <w:t>minée.</w:t>
      </w:r>
    </w:p>
    <w:p w14:paraId="18C22068" w14:textId="77777777" w:rsidR="00905145" w:rsidRPr="00AF0A23" w:rsidRDefault="00905145" w:rsidP="00905145">
      <w:pPr>
        <w:rPr>
          <w:i/>
          <w:iCs/>
        </w:rPr>
      </w:pPr>
      <w:r w:rsidRPr="00AF0A23">
        <w:rPr>
          <w:i/>
          <w:iCs/>
        </w:rPr>
        <w:t>Au lever du rideau, tous les personnages sont en scène, hormis le Vieux Tribun. Le Guerrier est debout, armé, cuira</w:t>
      </w:r>
      <w:r w:rsidRPr="00AF0A23">
        <w:rPr>
          <w:i/>
          <w:iCs/>
        </w:rPr>
        <w:t>s</w:t>
      </w:r>
      <w:r w:rsidRPr="00AF0A23">
        <w:rPr>
          <w:i/>
          <w:iCs/>
        </w:rPr>
        <w:t>sé, casqué et adossé à un arbre. Le Mari, sur une échelle, ajoute des roseaux au toit de sa maison. L’Ouvrier l’aide dans ce tr</w:t>
      </w:r>
      <w:r w:rsidRPr="00AF0A23">
        <w:rPr>
          <w:i/>
          <w:iCs/>
        </w:rPr>
        <w:t>a</w:t>
      </w:r>
      <w:r w:rsidRPr="00AF0A23">
        <w:rPr>
          <w:i/>
          <w:iCs/>
        </w:rPr>
        <w:t>vail. L’Artiste, assis sur une pierre, façonne un vase de terre et le sculpte. La Femme, avec l’Amant, bavarde, tous deux co</w:t>
      </w:r>
      <w:r w:rsidRPr="00AF0A23">
        <w:rPr>
          <w:i/>
          <w:iCs/>
        </w:rPr>
        <w:t>u</w:t>
      </w:r>
      <w:r w:rsidRPr="00AF0A23">
        <w:rPr>
          <w:i/>
          <w:iCs/>
        </w:rPr>
        <w:t>chés dans l’herbe. C’est le matin et il fait beau.</w:t>
      </w:r>
    </w:p>
    <w:p w14:paraId="6A61FBC3" w14:textId="77777777" w:rsidR="00905145" w:rsidRDefault="00905145" w:rsidP="00905145"/>
    <w:p w14:paraId="4C045AB4" w14:textId="77777777" w:rsidR="00905145" w:rsidRPr="00AF0A23" w:rsidRDefault="00905145" w:rsidP="00905145">
      <w:pPr>
        <w:ind w:firstLine="0"/>
        <w:jc w:val="center"/>
        <w:rPr>
          <w:i/>
          <w:iCs/>
        </w:rPr>
      </w:pPr>
      <w:r w:rsidRPr="00AF0A23">
        <w:t xml:space="preserve">LE MARI, </w:t>
      </w:r>
      <w:r w:rsidRPr="00AF0A23">
        <w:rPr>
          <w:i/>
          <w:iCs/>
        </w:rPr>
        <w:t>s’adressant au Gue</w:t>
      </w:r>
      <w:r w:rsidRPr="00AF0A23">
        <w:rPr>
          <w:i/>
          <w:iCs/>
        </w:rPr>
        <w:t>r</w:t>
      </w:r>
      <w:r w:rsidRPr="00AF0A23">
        <w:rPr>
          <w:i/>
          <w:iCs/>
        </w:rPr>
        <w:t>rier.</w:t>
      </w:r>
    </w:p>
    <w:p w14:paraId="5E1896B0" w14:textId="77777777" w:rsidR="00905145" w:rsidRPr="00AF0A23" w:rsidRDefault="00905145" w:rsidP="00905145">
      <w:r w:rsidRPr="00AF0A23">
        <w:t>Non, non, non, non… mille fois non, a</w:t>
      </w:r>
      <w:r w:rsidRPr="00AF0A23">
        <w:t>s</w:t>
      </w:r>
      <w:r w:rsidRPr="00AF0A23">
        <w:t>sez de guerres !</w:t>
      </w:r>
    </w:p>
    <w:p w14:paraId="7059BBF8" w14:textId="77777777" w:rsidR="00905145" w:rsidRPr="00AF0A23" w:rsidRDefault="00905145" w:rsidP="00905145">
      <w:pPr>
        <w:ind w:firstLine="0"/>
        <w:jc w:val="center"/>
      </w:pPr>
      <w:r w:rsidRPr="00AF0A23">
        <w:t>L’AMANT</w:t>
      </w:r>
    </w:p>
    <w:p w14:paraId="3D8D17B9" w14:textId="77777777" w:rsidR="00905145" w:rsidRPr="00AF0A23" w:rsidRDefault="00905145" w:rsidP="00905145">
      <w:r w:rsidRPr="00AF0A23">
        <w:t>Il a raison, assez de guerres.</w:t>
      </w:r>
    </w:p>
    <w:p w14:paraId="68D3ED25" w14:textId="77777777" w:rsidR="00905145" w:rsidRPr="00AF0A23" w:rsidRDefault="00905145" w:rsidP="00905145">
      <w:pPr>
        <w:ind w:firstLine="0"/>
        <w:jc w:val="center"/>
      </w:pPr>
      <w:r w:rsidRPr="00AF0A23">
        <w:t>LE MARI</w:t>
      </w:r>
    </w:p>
    <w:p w14:paraId="253D9596" w14:textId="77777777" w:rsidR="00905145" w:rsidRPr="00AF0A23" w:rsidRDefault="00905145" w:rsidP="00905145">
      <w:r w:rsidRPr="00AF0A23">
        <w:t xml:space="preserve">Autres temps : autres mœurs, mon ami !… Nous ne sommes plus des sauvages, voyons !… Il ne faut pas que </w:t>
      </w:r>
      <w:smartTag w:uri="urn:schemas-microsoft-com:office:smarttags" w:element="PersonName">
        <w:smartTagPr>
          <w:attr w:name="ProductID" w:val="la Gaule"/>
        </w:smartTagPr>
        <w:r w:rsidRPr="00AF0A23">
          <w:t>la Gaule</w:t>
        </w:r>
      </w:smartTag>
      <w:r w:rsidRPr="00AF0A23">
        <w:t xml:space="preserve"> continue de se battre à tout bout de champ comme elle le fait depuis tant d’années. Ce ne serait plus une vie, raisonnabl</w:t>
      </w:r>
      <w:r w:rsidRPr="00AF0A23">
        <w:t>e</w:t>
      </w:r>
      <w:r w:rsidRPr="00AF0A23">
        <w:t>ment !</w:t>
      </w:r>
    </w:p>
    <w:p w14:paraId="46A0599C" w14:textId="77777777" w:rsidR="00905145" w:rsidRPr="00AF0A23" w:rsidRDefault="00905145" w:rsidP="00905145">
      <w:pPr>
        <w:ind w:firstLine="0"/>
        <w:jc w:val="center"/>
      </w:pPr>
      <w:r w:rsidRPr="00AF0A23">
        <w:lastRenderedPageBreak/>
        <w:t>L’AMANT</w:t>
      </w:r>
    </w:p>
    <w:p w14:paraId="109A7F68" w14:textId="77777777" w:rsidR="00905145" w:rsidRPr="00AF0A23" w:rsidRDefault="00905145" w:rsidP="00905145">
      <w:r w:rsidRPr="00AF0A23">
        <w:t>Que nous ayons voulu établir les frontières de notre pays, quoi de plus naturel. Mais elles sont établies mai</w:t>
      </w:r>
      <w:r w:rsidRPr="00AF0A23">
        <w:t>n</w:t>
      </w:r>
      <w:r w:rsidRPr="00AF0A23">
        <w:t>tenant…</w:t>
      </w:r>
    </w:p>
    <w:p w14:paraId="12166212" w14:textId="77777777" w:rsidR="00905145" w:rsidRPr="00AF0A23" w:rsidRDefault="00905145" w:rsidP="00905145">
      <w:pPr>
        <w:ind w:firstLine="0"/>
        <w:jc w:val="center"/>
      </w:pPr>
      <w:r w:rsidRPr="00AF0A23">
        <w:t>LE MARI</w:t>
      </w:r>
    </w:p>
    <w:p w14:paraId="7FBD033C" w14:textId="77777777" w:rsidR="00905145" w:rsidRPr="00AF0A23" w:rsidRDefault="00905145" w:rsidP="00905145">
      <w:r w:rsidRPr="00AF0A23">
        <w:t xml:space="preserve">Nous avons même eu la sagesse de limiter </w:t>
      </w:r>
      <w:smartTag w:uri="urn:schemas-microsoft-com:office:smarttags" w:element="PersonName">
        <w:smartTagPr>
          <w:attr w:name="ProductID" w:val="la Gaule"/>
        </w:smartTagPr>
        <w:r w:rsidRPr="00AF0A23">
          <w:t>la Gaule</w:t>
        </w:r>
      </w:smartTag>
      <w:r w:rsidRPr="00AF0A23">
        <w:t xml:space="preserve"> à ses frontières naturelles : au sud, les Pyrénées… à l’est, les A</w:t>
      </w:r>
      <w:r w:rsidRPr="00AF0A23">
        <w:t>l</w:t>
      </w:r>
      <w:r w:rsidRPr="00AF0A23">
        <w:t>pes et le Rhin.</w:t>
      </w:r>
    </w:p>
    <w:p w14:paraId="11320591" w14:textId="77777777" w:rsidR="00905145" w:rsidRPr="00AF0A23" w:rsidRDefault="00905145" w:rsidP="00905145">
      <w:pPr>
        <w:ind w:firstLine="0"/>
        <w:jc w:val="center"/>
      </w:pPr>
      <w:r w:rsidRPr="00AF0A23">
        <w:t>L’AMANT</w:t>
      </w:r>
    </w:p>
    <w:p w14:paraId="470C4D63" w14:textId="77777777" w:rsidR="00905145" w:rsidRPr="00AF0A23" w:rsidRDefault="00905145" w:rsidP="00905145">
      <w:r w:rsidRPr="00AF0A23">
        <w:t>Or, ces frontières-là, qui songerait à nous les contester d</w:t>
      </w:r>
      <w:r w:rsidRPr="00AF0A23">
        <w:t>é</w:t>
      </w:r>
      <w:r w:rsidRPr="00AF0A23">
        <w:t>sormais ?… Pe</w:t>
      </w:r>
      <w:r w:rsidRPr="00AF0A23">
        <w:t>r</w:t>
      </w:r>
      <w:r w:rsidRPr="00AF0A23">
        <w:t>sonne !</w:t>
      </w:r>
    </w:p>
    <w:p w14:paraId="3E01B445" w14:textId="77777777" w:rsidR="00905145" w:rsidRPr="00AF0A23" w:rsidRDefault="00905145" w:rsidP="00905145">
      <w:pPr>
        <w:ind w:firstLine="0"/>
        <w:jc w:val="center"/>
      </w:pPr>
      <w:r w:rsidRPr="00AF0A23">
        <w:t>LE GUERRIER</w:t>
      </w:r>
    </w:p>
    <w:p w14:paraId="626D84B8" w14:textId="77777777" w:rsidR="00905145" w:rsidRPr="00AF0A23" w:rsidRDefault="00905145" w:rsidP="00905145">
      <w:r w:rsidRPr="00AF0A23">
        <w:t>Personne ? Les Ibères nous les contestent au sud, les R</w:t>
      </w:r>
      <w:r w:rsidRPr="00AF0A23">
        <w:t>o</w:t>
      </w:r>
      <w:r w:rsidRPr="00AF0A23">
        <w:t>mains à l’est et les Germains aussi !</w:t>
      </w:r>
    </w:p>
    <w:p w14:paraId="1E8975E4" w14:textId="77777777" w:rsidR="00905145" w:rsidRPr="00AF0A23" w:rsidRDefault="00905145" w:rsidP="00905145">
      <w:pPr>
        <w:ind w:firstLine="0"/>
        <w:jc w:val="center"/>
      </w:pPr>
      <w:r w:rsidRPr="00AF0A23">
        <w:t>LE MARI</w:t>
      </w:r>
    </w:p>
    <w:p w14:paraId="1A7C66A6" w14:textId="77777777" w:rsidR="00905145" w:rsidRPr="00AF0A23" w:rsidRDefault="00905145" w:rsidP="00905145">
      <w:r w:rsidRPr="00AF0A23">
        <w:t>Ce n’est pas vrai !</w:t>
      </w:r>
    </w:p>
    <w:p w14:paraId="317AB856" w14:textId="77777777" w:rsidR="00905145" w:rsidRPr="00AF0A23" w:rsidRDefault="00905145" w:rsidP="00905145">
      <w:pPr>
        <w:ind w:firstLine="0"/>
        <w:jc w:val="center"/>
      </w:pPr>
      <w:r w:rsidRPr="00AF0A23">
        <w:t>LE GUERRIER</w:t>
      </w:r>
    </w:p>
    <w:p w14:paraId="4BFE8067" w14:textId="77777777" w:rsidR="00905145" w:rsidRPr="00AF0A23" w:rsidRDefault="00905145" w:rsidP="00905145">
      <w:r w:rsidRPr="00AF0A23">
        <w:t>Comment, ce n’est pas vrai ?</w:t>
      </w:r>
    </w:p>
    <w:p w14:paraId="7D90BBFE" w14:textId="77777777" w:rsidR="00905145" w:rsidRPr="00AF0A23" w:rsidRDefault="00905145" w:rsidP="00905145">
      <w:pPr>
        <w:ind w:firstLine="0"/>
        <w:jc w:val="center"/>
      </w:pPr>
      <w:r w:rsidRPr="00AF0A23">
        <w:t>L’AMANT</w:t>
      </w:r>
    </w:p>
    <w:p w14:paraId="3488F18A" w14:textId="77777777" w:rsidR="00905145" w:rsidRPr="00AF0A23" w:rsidRDefault="00905145" w:rsidP="00905145">
      <w:r w:rsidRPr="00AF0A23">
        <w:t>Mais non, ce n’est pas vrai.</w:t>
      </w:r>
    </w:p>
    <w:p w14:paraId="04A71520" w14:textId="77777777" w:rsidR="00905145" w:rsidRPr="00AF0A23" w:rsidRDefault="00905145" w:rsidP="00905145">
      <w:pPr>
        <w:ind w:firstLine="0"/>
        <w:jc w:val="center"/>
      </w:pPr>
      <w:r w:rsidRPr="00AF0A23">
        <w:t>LE MARI</w:t>
      </w:r>
    </w:p>
    <w:p w14:paraId="18E225DF" w14:textId="77777777" w:rsidR="00905145" w:rsidRPr="00AF0A23" w:rsidRDefault="00905145" w:rsidP="00905145">
      <w:r w:rsidRPr="00AF0A23">
        <w:t>Tu t’imagines toujours que nos voisins ne songent qu’à nous env</w:t>
      </w:r>
      <w:r w:rsidRPr="00AF0A23">
        <w:t>a</w:t>
      </w:r>
      <w:r w:rsidRPr="00AF0A23">
        <w:t>hir.</w:t>
      </w:r>
    </w:p>
    <w:p w14:paraId="36D3AD29" w14:textId="77777777" w:rsidR="00905145" w:rsidRPr="00AF0A23" w:rsidRDefault="00905145" w:rsidP="00905145">
      <w:pPr>
        <w:ind w:firstLine="0"/>
        <w:jc w:val="center"/>
      </w:pPr>
      <w:r w:rsidRPr="00AF0A23">
        <w:t>LE GUERRIER</w:t>
      </w:r>
    </w:p>
    <w:p w14:paraId="71A6CCDE" w14:textId="77777777" w:rsidR="00905145" w:rsidRPr="00AF0A23" w:rsidRDefault="00905145" w:rsidP="00905145">
      <w:r w:rsidRPr="00AF0A23">
        <w:lastRenderedPageBreak/>
        <w:t>J’en ai la convi</w:t>
      </w:r>
      <w:r w:rsidRPr="00AF0A23">
        <w:t>c</w:t>
      </w:r>
      <w:r w:rsidRPr="00AF0A23">
        <w:t>tion…</w:t>
      </w:r>
    </w:p>
    <w:p w14:paraId="270E4BB9" w14:textId="77777777" w:rsidR="00905145" w:rsidRPr="00AF0A23" w:rsidRDefault="00905145" w:rsidP="00905145">
      <w:pPr>
        <w:ind w:firstLine="0"/>
        <w:jc w:val="center"/>
      </w:pPr>
      <w:r w:rsidRPr="00AF0A23">
        <w:t>L’AMANT</w:t>
      </w:r>
    </w:p>
    <w:p w14:paraId="6A7BC169" w14:textId="77777777" w:rsidR="00905145" w:rsidRPr="00AF0A23" w:rsidRDefault="00905145" w:rsidP="00905145">
      <w:r w:rsidRPr="00AF0A23">
        <w:t>Et parce que tu en as la conviction, sans en avoir la preuve, tu adoptes une attitude con</w:t>
      </w:r>
      <w:r w:rsidRPr="00AF0A23">
        <w:t>s</w:t>
      </w:r>
      <w:r w:rsidRPr="00AF0A23">
        <w:t>tamment provocante.</w:t>
      </w:r>
    </w:p>
    <w:p w14:paraId="28B7C4BE" w14:textId="77777777" w:rsidR="00905145" w:rsidRPr="00AF0A23" w:rsidRDefault="00905145" w:rsidP="00905145">
      <w:pPr>
        <w:ind w:firstLine="0"/>
        <w:jc w:val="center"/>
      </w:pPr>
      <w:r w:rsidRPr="00AF0A23">
        <w:t>LE GUERRIER</w:t>
      </w:r>
    </w:p>
    <w:p w14:paraId="2D038092" w14:textId="77777777" w:rsidR="00905145" w:rsidRPr="00AF0A23" w:rsidRDefault="00905145" w:rsidP="00905145">
      <w:r w:rsidRPr="00AF0A23">
        <w:t>Provocante ?… Parce que je suis armé, je suis donc prov</w:t>
      </w:r>
      <w:r w:rsidRPr="00AF0A23">
        <w:t>o</w:t>
      </w:r>
      <w:r w:rsidRPr="00AF0A23">
        <w:t>cant ?</w:t>
      </w:r>
    </w:p>
    <w:p w14:paraId="7A6828D1" w14:textId="77777777" w:rsidR="00905145" w:rsidRPr="00AF0A23" w:rsidRDefault="00905145" w:rsidP="00905145">
      <w:pPr>
        <w:ind w:firstLine="0"/>
        <w:jc w:val="center"/>
      </w:pPr>
      <w:r w:rsidRPr="00AF0A23">
        <w:t>L’AMANT</w:t>
      </w:r>
    </w:p>
    <w:p w14:paraId="08F2DA95" w14:textId="77777777" w:rsidR="00905145" w:rsidRPr="00AF0A23" w:rsidRDefault="00905145" w:rsidP="00905145">
      <w:r w:rsidRPr="00AF0A23">
        <w:t>Je retire le mot s’il te désoblige, mais tu ne nieras pas que tu es su</w:t>
      </w:r>
      <w:r w:rsidRPr="00AF0A23">
        <w:t>s</w:t>
      </w:r>
      <w:r w:rsidRPr="00AF0A23">
        <w:t>ceptible.</w:t>
      </w:r>
    </w:p>
    <w:p w14:paraId="67B834F5" w14:textId="77777777" w:rsidR="00905145" w:rsidRPr="00AF0A23" w:rsidRDefault="00905145" w:rsidP="00905145">
      <w:pPr>
        <w:ind w:firstLine="0"/>
        <w:jc w:val="center"/>
      </w:pPr>
      <w:r w:rsidRPr="00AF0A23">
        <w:t>LE GUERRIER</w:t>
      </w:r>
    </w:p>
    <w:p w14:paraId="20D48900" w14:textId="77777777" w:rsidR="00905145" w:rsidRPr="00AF0A23" w:rsidRDefault="00905145" w:rsidP="00905145">
      <w:r w:rsidRPr="00AF0A23">
        <w:t>Très susceptible, j’en conviens.</w:t>
      </w:r>
    </w:p>
    <w:p w14:paraId="1498915B" w14:textId="77777777" w:rsidR="00905145" w:rsidRPr="00AF0A23" w:rsidRDefault="00905145" w:rsidP="00905145">
      <w:pPr>
        <w:ind w:firstLine="0"/>
        <w:jc w:val="center"/>
      </w:pPr>
      <w:r w:rsidRPr="00AF0A23">
        <w:t>LE MARI</w:t>
      </w:r>
    </w:p>
    <w:p w14:paraId="3C0D070E" w14:textId="77777777" w:rsidR="00905145" w:rsidRPr="00AF0A23" w:rsidRDefault="00905145" w:rsidP="00905145">
      <w:r w:rsidRPr="00AF0A23">
        <w:t>Trop susceptible même !</w:t>
      </w:r>
    </w:p>
    <w:p w14:paraId="5AD48A5D" w14:textId="77777777" w:rsidR="00905145" w:rsidRPr="00AF0A23" w:rsidRDefault="00905145" w:rsidP="00905145">
      <w:pPr>
        <w:ind w:firstLine="0"/>
        <w:jc w:val="center"/>
      </w:pPr>
      <w:r w:rsidRPr="00AF0A23">
        <w:t>LE GUERRIER</w:t>
      </w:r>
    </w:p>
    <w:p w14:paraId="26CCE94E" w14:textId="77777777" w:rsidR="00905145" w:rsidRPr="00AF0A23" w:rsidRDefault="00905145" w:rsidP="00905145">
      <w:r w:rsidRPr="00AF0A23">
        <w:t>On ne l’est pas assez quand on ne l’est pas trop !… Malhe</w:t>
      </w:r>
      <w:r w:rsidRPr="00AF0A23">
        <w:t>u</w:t>
      </w:r>
      <w:r w:rsidRPr="00AF0A23">
        <w:t>reux qui vivez dans un rêve, follement convaincus qu’on vous aime au dehors…</w:t>
      </w:r>
    </w:p>
    <w:p w14:paraId="1E1F0ECF" w14:textId="77777777" w:rsidR="00905145" w:rsidRPr="00AF0A23" w:rsidRDefault="00905145" w:rsidP="00905145">
      <w:pPr>
        <w:ind w:firstLine="0"/>
        <w:jc w:val="center"/>
      </w:pPr>
      <w:r w:rsidRPr="00AF0A23">
        <w:t>LE MARI</w:t>
      </w:r>
    </w:p>
    <w:p w14:paraId="2887DAE4" w14:textId="77777777" w:rsidR="00905145" w:rsidRPr="00AF0A23" w:rsidRDefault="00905145" w:rsidP="00905145">
      <w:r w:rsidRPr="00AF0A23">
        <w:t>Mais bien sûr qu’on nous aime !</w:t>
      </w:r>
    </w:p>
    <w:p w14:paraId="7EE51F70" w14:textId="77777777" w:rsidR="00905145" w:rsidRPr="00AF0A23" w:rsidRDefault="00905145" w:rsidP="00905145">
      <w:pPr>
        <w:ind w:firstLine="0"/>
        <w:jc w:val="center"/>
      </w:pPr>
      <w:r w:rsidRPr="00AF0A23">
        <w:t>LE GUERRIER</w:t>
      </w:r>
    </w:p>
    <w:p w14:paraId="36F3F7E3" w14:textId="77777777" w:rsidR="00905145" w:rsidRPr="00AF0A23" w:rsidRDefault="00905145" w:rsidP="00905145">
      <w:r w:rsidRPr="00AF0A23">
        <w:t>Ah ! vous croyez que deux pays pe</w:t>
      </w:r>
      <w:r w:rsidRPr="00AF0A23">
        <w:t>u</w:t>
      </w:r>
      <w:r w:rsidRPr="00AF0A23">
        <w:t>vent s’aimer ?</w:t>
      </w:r>
    </w:p>
    <w:p w14:paraId="48797E08" w14:textId="77777777" w:rsidR="00905145" w:rsidRPr="00AF0A23" w:rsidRDefault="00905145" w:rsidP="00905145">
      <w:pPr>
        <w:ind w:firstLine="0"/>
        <w:jc w:val="center"/>
      </w:pPr>
      <w:r w:rsidRPr="00AF0A23">
        <w:t>L’ARTISTE</w:t>
      </w:r>
    </w:p>
    <w:p w14:paraId="77E4C614" w14:textId="77777777" w:rsidR="00905145" w:rsidRPr="00AF0A23" w:rsidRDefault="00905145" w:rsidP="00905145">
      <w:r w:rsidRPr="00AF0A23">
        <w:lastRenderedPageBreak/>
        <w:t>Certainement.</w:t>
      </w:r>
    </w:p>
    <w:p w14:paraId="1E8FF0EB" w14:textId="77777777" w:rsidR="00905145" w:rsidRPr="00AF0A23" w:rsidRDefault="00905145" w:rsidP="00905145">
      <w:pPr>
        <w:ind w:firstLine="0"/>
        <w:jc w:val="center"/>
      </w:pPr>
      <w:r w:rsidRPr="00AF0A23">
        <w:t>LE GUERRIER</w:t>
      </w:r>
    </w:p>
    <w:p w14:paraId="131A2065" w14:textId="77777777" w:rsidR="00905145" w:rsidRPr="00AF0A23" w:rsidRDefault="00905145" w:rsidP="00905145">
      <w:r w:rsidRPr="00AF0A23">
        <w:t>Oui, oui… comme le renard aime la poule quand il a faim !… D’ailleurs, vous vous bercez de folles illusions et vous me faites sourire quand vous parlez des frontières de notre pays !… Mais notre pays, notre véritable pays, nous en faisons le tour en dix-huit heures de marche !</w:t>
      </w:r>
    </w:p>
    <w:p w14:paraId="6C597EEE" w14:textId="77777777" w:rsidR="00905145" w:rsidRPr="00D72CAB" w:rsidRDefault="00905145" w:rsidP="00905145">
      <w:pPr>
        <w:pStyle w:val="NormalRetraitGauche4XIndent0"/>
        <w:rPr>
          <w:i/>
          <w:iCs/>
        </w:rPr>
      </w:pPr>
      <w:r w:rsidRPr="00D72CAB">
        <w:rPr>
          <w:i/>
          <w:iCs/>
        </w:rPr>
        <w:t>Tous le rega</w:t>
      </w:r>
      <w:r w:rsidRPr="00D72CAB">
        <w:rPr>
          <w:i/>
          <w:iCs/>
        </w:rPr>
        <w:t>r</w:t>
      </w:r>
      <w:r w:rsidRPr="00D72CAB">
        <w:rPr>
          <w:i/>
          <w:iCs/>
        </w:rPr>
        <w:t>dent avec surprise et fureur.</w:t>
      </w:r>
    </w:p>
    <w:p w14:paraId="4067722A" w14:textId="77777777" w:rsidR="00905145" w:rsidRPr="00AF0A23" w:rsidRDefault="00905145" w:rsidP="00905145">
      <w:r w:rsidRPr="00AF0A23">
        <w:t>Mais oui, mais oui, mais oui… et qu’on le veuille ou non ! Même je vais plus loin, – c’est-à-dire : moins loin ! – n</w:t>
      </w:r>
      <w:r w:rsidRPr="00AF0A23">
        <w:t>o</w:t>
      </w:r>
      <w:r w:rsidRPr="00AF0A23">
        <w:t>tre pays, c’est notre ville, c’est Bibracte !</w:t>
      </w:r>
    </w:p>
    <w:p w14:paraId="5B9378EB" w14:textId="77777777" w:rsidR="00905145" w:rsidRPr="00AF0A23" w:rsidRDefault="00905145" w:rsidP="00905145">
      <w:pPr>
        <w:ind w:firstLine="0"/>
        <w:jc w:val="center"/>
      </w:pPr>
      <w:r w:rsidRPr="00AF0A23">
        <w:t>TOUS</w:t>
      </w:r>
    </w:p>
    <w:p w14:paraId="4392AA09" w14:textId="77777777" w:rsidR="00905145" w:rsidRPr="00AF0A23" w:rsidRDefault="00905145" w:rsidP="00905145">
      <w:r w:rsidRPr="00AF0A23">
        <w:t>Oh ! Oh !…</w:t>
      </w:r>
    </w:p>
    <w:p w14:paraId="6C91ECDD" w14:textId="77777777" w:rsidR="00905145" w:rsidRPr="00AF0A23" w:rsidRDefault="00905145" w:rsidP="00905145">
      <w:pPr>
        <w:ind w:firstLine="0"/>
        <w:jc w:val="center"/>
      </w:pPr>
      <w:r w:rsidRPr="00AF0A23">
        <w:t>LE MARI</w:t>
      </w:r>
    </w:p>
    <w:p w14:paraId="3538D312" w14:textId="77777777" w:rsidR="00905145" w:rsidRPr="00AF0A23" w:rsidRDefault="00905145" w:rsidP="00905145">
      <w:r w:rsidRPr="00AF0A23">
        <w:t>Mais c’est mon</w:t>
      </w:r>
      <w:r w:rsidRPr="00AF0A23">
        <w:t>s</w:t>
      </w:r>
      <w:r w:rsidRPr="00AF0A23">
        <w:t>trueux ce que tu dis là !… Voyons, tu es un Ga</w:t>
      </w:r>
      <w:r w:rsidRPr="00AF0A23">
        <w:t>u</w:t>
      </w:r>
      <w:r w:rsidRPr="00AF0A23">
        <w:t>lois…</w:t>
      </w:r>
    </w:p>
    <w:p w14:paraId="60062BE2" w14:textId="77777777" w:rsidR="00905145" w:rsidRPr="00AF0A23" w:rsidRDefault="00905145" w:rsidP="00905145">
      <w:pPr>
        <w:ind w:firstLine="0"/>
        <w:jc w:val="center"/>
      </w:pPr>
      <w:r w:rsidRPr="00AF0A23">
        <w:t>LE GUERRIER</w:t>
      </w:r>
    </w:p>
    <w:p w14:paraId="67CE6ED7" w14:textId="77777777" w:rsidR="00905145" w:rsidRPr="00AF0A23" w:rsidRDefault="00905145" w:rsidP="00905145">
      <w:r w:rsidRPr="00AF0A23">
        <w:t>Non, je suis un Éduen ! Et nos vraies frontières, ce sont les remparts de notre c</w:t>
      </w:r>
      <w:r w:rsidRPr="00AF0A23">
        <w:t>i</w:t>
      </w:r>
      <w:r w:rsidRPr="00AF0A23">
        <w:t>té. Je n’en connais pas d’autres !</w:t>
      </w:r>
    </w:p>
    <w:p w14:paraId="757F23F7" w14:textId="77777777" w:rsidR="00905145" w:rsidRPr="00AF0A23" w:rsidRDefault="00905145" w:rsidP="00905145">
      <w:pPr>
        <w:ind w:firstLine="0"/>
        <w:jc w:val="center"/>
      </w:pPr>
      <w:r w:rsidRPr="00AF0A23">
        <w:t>LE MARI</w:t>
      </w:r>
    </w:p>
    <w:p w14:paraId="2993B038" w14:textId="77777777" w:rsidR="00905145" w:rsidRPr="00AF0A23" w:rsidRDefault="00905145" w:rsidP="00905145">
      <w:r w:rsidRPr="00AF0A23">
        <w:t>Comment vo</w:t>
      </w:r>
      <w:r w:rsidRPr="00AF0A23">
        <w:t>u</w:t>
      </w:r>
      <w:r w:rsidRPr="00AF0A23">
        <w:t>lez-vous qu’on discute avec un entêté pareil.</w:t>
      </w:r>
    </w:p>
    <w:p w14:paraId="21DC26FE" w14:textId="77777777" w:rsidR="00905145" w:rsidRPr="00AF0A23" w:rsidRDefault="00905145" w:rsidP="00905145">
      <w:pPr>
        <w:ind w:firstLine="0"/>
        <w:jc w:val="center"/>
      </w:pPr>
      <w:r w:rsidRPr="00AF0A23">
        <w:t>LE GUERRIER</w:t>
      </w:r>
    </w:p>
    <w:p w14:paraId="15D09F2A" w14:textId="77777777" w:rsidR="00905145" w:rsidRPr="00AF0A23" w:rsidRDefault="00905145" w:rsidP="00905145">
      <w:r w:rsidRPr="00AF0A23">
        <w:t>Mais je ne vous demande pas de di</w:t>
      </w:r>
      <w:r w:rsidRPr="00AF0A23">
        <w:t>s</w:t>
      </w:r>
      <w:r w:rsidRPr="00AF0A23">
        <w:t xml:space="preserve">cuter avec moi. Je suis venu vous avertir qu’une guerre avec nos voisins était </w:t>
      </w:r>
      <w:r w:rsidRPr="00AF0A23">
        <w:lastRenderedPageBreak/>
        <w:t>dev</w:t>
      </w:r>
      <w:r w:rsidRPr="00AF0A23">
        <w:t>e</w:t>
      </w:r>
      <w:r w:rsidRPr="00AF0A23">
        <w:t>nue inévitable et qu’il fallait vous apprêter. Si vous ne voulez pas t</w:t>
      </w:r>
      <w:r w:rsidRPr="00AF0A23">
        <w:t>e</w:t>
      </w:r>
      <w:r w:rsidRPr="00AF0A23">
        <w:t>nir compte de mes avis, c’est votre a</w:t>
      </w:r>
      <w:r w:rsidRPr="00AF0A23">
        <w:t>f</w:t>
      </w:r>
      <w:r w:rsidRPr="00AF0A23">
        <w:t>faire !</w:t>
      </w:r>
    </w:p>
    <w:p w14:paraId="7F76CD45" w14:textId="77777777" w:rsidR="00905145" w:rsidRPr="00AF0A23" w:rsidRDefault="00905145" w:rsidP="00905145">
      <w:pPr>
        <w:ind w:firstLine="0"/>
        <w:jc w:val="center"/>
      </w:pPr>
      <w:r w:rsidRPr="00AF0A23">
        <w:t>L’AMANT</w:t>
      </w:r>
    </w:p>
    <w:p w14:paraId="0BADC70E" w14:textId="77777777" w:rsidR="00905145" w:rsidRPr="00AF0A23" w:rsidRDefault="00905145" w:rsidP="00905145">
      <w:r w:rsidRPr="00AF0A23">
        <w:t>Mais nous pouvons peut-être justement l’éviter, cette guerre…</w:t>
      </w:r>
    </w:p>
    <w:p w14:paraId="24BA28A6" w14:textId="77777777" w:rsidR="00905145" w:rsidRPr="00AF0A23" w:rsidRDefault="00905145" w:rsidP="00905145">
      <w:pPr>
        <w:ind w:firstLine="0"/>
        <w:jc w:val="center"/>
      </w:pPr>
      <w:r w:rsidRPr="00AF0A23">
        <w:t>LE MARI</w:t>
      </w:r>
    </w:p>
    <w:p w14:paraId="14B62380" w14:textId="77777777" w:rsidR="00905145" w:rsidRPr="00AF0A23" w:rsidRDefault="00905145" w:rsidP="00905145">
      <w:r w:rsidRPr="00AF0A23">
        <w:t>Et nous avons le devoir de tout faire pour l’éviter. Les A</w:t>
      </w:r>
      <w:r w:rsidRPr="00AF0A23">
        <w:t>r</w:t>
      </w:r>
      <w:r w:rsidRPr="00AF0A23">
        <w:t>vernes sont des Ga</w:t>
      </w:r>
      <w:r w:rsidRPr="00AF0A23">
        <w:t>u</w:t>
      </w:r>
      <w:r w:rsidRPr="00AF0A23">
        <w:t>lois, comme nous…</w:t>
      </w:r>
    </w:p>
    <w:p w14:paraId="2A7CAC02" w14:textId="77777777" w:rsidR="00905145" w:rsidRPr="00AF0A23" w:rsidRDefault="00905145" w:rsidP="00905145">
      <w:pPr>
        <w:ind w:firstLine="0"/>
        <w:jc w:val="center"/>
      </w:pPr>
      <w:r w:rsidRPr="00AF0A23">
        <w:t>LE GUERRIER</w:t>
      </w:r>
    </w:p>
    <w:p w14:paraId="0BDF9FA6" w14:textId="77777777" w:rsidR="00905145" w:rsidRPr="00AF0A23" w:rsidRDefault="00905145" w:rsidP="00905145">
      <w:r w:rsidRPr="00AF0A23">
        <w:t>Non, ce sont des Arvernes… comme nous sommes des Éduens.</w:t>
      </w:r>
    </w:p>
    <w:p w14:paraId="1CFC4B65" w14:textId="77777777" w:rsidR="00905145" w:rsidRPr="00AF0A23" w:rsidRDefault="00905145" w:rsidP="00905145">
      <w:pPr>
        <w:ind w:firstLine="0"/>
        <w:jc w:val="center"/>
      </w:pPr>
      <w:r w:rsidRPr="00AF0A23">
        <w:t>LE MARI</w:t>
      </w:r>
    </w:p>
    <w:p w14:paraId="15E51BFD" w14:textId="77777777" w:rsidR="00905145" w:rsidRPr="00AF0A23" w:rsidRDefault="00905145" w:rsidP="00905145">
      <w:r w:rsidRPr="00AF0A23">
        <w:t>Oh !…</w:t>
      </w:r>
    </w:p>
    <w:p w14:paraId="116F7887" w14:textId="77777777" w:rsidR="00905145" w:rsidRPr="00AF0A23" w:rsidRDefault="00905145" w:rsidP="00905145">
      <w:pPr>
        <w:ind w:firstLine="0"/>
        <w:jc w:val="center"/>
      </w:pPr>
      <w:r w:rsidRPr="00AF0A23">
        <w:t>LE GUERRIER</w:t>
      </w:r>
    </w:p>
    <w:p w14:paraId="7C6F8EAF" w14:textId="77777777" w:rsidR="00905145" w:rsidRPr="00AF0A23" w:rsidRDefault="00905145" w:rsidP="00905145">
      <w:r w:rsidRPr="00AF0A23">
        <w:t>Tu peux faire « oh ! »… Tu peux crier, tu n’y changeras rien !</w:t>
      </w:r>
    </w:p>
    <w:p w14:paraId="5EC1BFE4" w14:textId="77777777" w:rsidR="00905145" w:rsidRPr="00AF0A23" w:rsidRDefault="00905145" w:rsidP="00905145">
      <w:pPr>
        <w:ind w:firstLine="0"/>
        <w:jc w:val="center"/>
      </w:pPr>
      <w:r w:rsidRPr="00AF0A23">
        <w:t>LE MARI</w:t>
      </w:r>
    </w:p>
    <w:p w14:paraId="49EB7275" w14:textId="77777777" w:rsidR="00905145" w:rsidRPr="00AF0A23" w:rsidRDefault="00905145" w:rsidP="00905145">
      <w:r w:rsidRPr="00AF0A23">
        <w:t>En tout cas, vo</w:t>
      </w:r>
      <w:r w:rsidRPr="00AF0A23">
        <w:t>u</w:t>
      </w:r>
      <w:r w:rsidRPr="00AF0A23">
        <w:t>drais-tu ne pas t’en mêler ?</w:t>
      </w:r>
    </w:p>
    <w:p w14:paraId="6892CA2B" w14:textId="77777777" w:rsidR="00905145" w:rsidRPr="00AF0A23" w:rsidRDefault="00905145" w:rsidP="00905145">
      <w:pPr>
        <w:ind w:firstLine="0"/>
        <w:jc w:val="center"/>
      </w:pPr>
      <w:r w:rsidRPr="00AF0A23">
        <w:t>LE GUERRIER</w:t>
      </w:r>
    </w:p>
    <w:p w14:paraId="6262C164" w14:textId="77777777" w:rsidR="00905145" w:rsidRPr="00AF0A23" w:rsidRDefault="00905145" w:rsidP="00905145">
      <w:r w:rsidRPr="00AF0A23">
        <w:t>Mais je ne m’en mêle pas.</w:t>
      </w:r>
    </w:p>
    <w:p w14:paraId="01A1F724" w14:textId="77777777" w:rsidR="00905145" w:rsidRPr="00AF0A23" w:rsidRDefault="00905145" w:rsidP="00905145">
      <w:pPr>
        <w:ind w:firstLine="0"/>
        <w:jc w:val="center"/>
      </w:pPr>
      <w:r w:rsidRPr="00AF0A23">
        <w:t>LE MARI</w:t>
      </w:r>
    </w:p>
    <w:p w14:paraId="3D92E370" w14:textId="77777777" w:rsidR="00905145" w:rsidRPr="00AF0A23" w:rsidRDefault="00905145" w:rsidP="00905145">
      <w:r w:rsidRPr="00AF0A23">
        <w:t>Bon. Eh bien, alors, ne va pas te promener de leur côté avec tes soldats, comme tu le fais d</w:t>
      </w:r>
      <w:r w:rsidRPr="00AF0A23">
        <w:t>e</w:t>
      </w:r>
      <w:r w:rsidRPr="00AF0A23">
        <w:t>puis huit jours. Laisse-nous nous en o</w:t>
      </w:r>
      <w:r w:rsidRPr="00AF0A23">
        <w:t>c</w:t>
      </w:r>
      <w:r w:rsidRPr="00AF0A23">
        <w:t>cuper.</w:t>
      </w:r>
    </w:p>
    <w:p w14:paraId="472C24D7" w14:textId="77777777" w:rsidR="00905145" w:rsidRPr="00AF0A23" w:rsidRDefault="00905145" w:rsidP="00905145">
      <w:pPr>
        <w:ind w:firstLine="0"/>
        <w:jc w:val="center"/>
      </w:pPr>
      <w:r w:rsidRPr="00AF0A23">
        <w:lastRenderedPageBreak/>
        <w:t>L’AMANT</w:t>
      </w:r>
    </w:p>
    <w:p w14:paraId="038E39A8" w14:textId="77777777" w:rsidR="00905145" w:rsidRPr="00AF0A23" w:rsidRDefault="00905145" w:rsidP="00905145">
      <w:r w:rsidRPr="00AF0A23">
        <w:t>Il y a peut-être un malentendu qu’on peut très vite dissiper.</w:t>
      </w:r>
    </w:p>
    <w:p w14:paraId="02468494" w14:textId="77777777" w:rsidR="00905145" w:rsidRPr="00AF0A23" w:rsidRDefault="00905145" w:rsidP="00905145">
      <w:pPr>
        <w:ind w:firstLine="0"/>
        <w:jc w:val="center"/>
      </w:pPr>
      <w:r w:rsidRPr="00AF0A23">
        <w:t>LE MARI</w:t>
      </w:r>
    </w:p>
    <w:p w14:paraId="6658CB20" w14:textId="77777777" w:rsidR="00905145" w:rsidRPr="00AF0A23" w:rsidRDefault="00905145" w:rsidP="00905145">
      <w:r w:rsidRPr="00AF0A23">
        <w:t>Mais sûrement.</w:t>
      </w:r>
    </w:p>
    <w:p w14:paraId="77756EA7" w14:textId="77777777" w:rsidR="00905145" w:rsidRPr="00AF0A23" w:rsidRDefault="00905145" w:rsidP="00905145">
      <w:pPr>
        <w:ind w:firstLine="0"/>
        <w:jc w:val="center"/>
      </w:pPr>
      <w:r w:rsidRPr="00AF0A23">
        <w:t>LE GUERRIER</w:t>
      </w:r>
    </w:p>
    <w:p w14:paraId="6F230050" w14:textId="77777777" w:rsidR="00905145" w:rsidRPr="00AF0A23" w:rsidRDefault="00905145" w:rsidP="00905145">
      <w:r w:rsidRPr="00AF0A23">
        <w:t>Perdre une occ</w:t>
      </w:r>
      <w:r w:rsidRPr="00AF0A23">
        <w:t>a</w:t>
      </w:r>
      <w:r w:rsidRPr="00AF0A23">
        <w:t>sion de se battre… quel malheur !</w:t>
      </w:r>
    </w:p>
    <w:p w14:paraId="2CD002D0" w14:textId="77777777" w:rsidR="00905145" w:rsidRPr="00067AB9" w:rsidRDefault="00905145" w:rsidP="00905145">
      <w:pPr>
        <w:ind w:firstLine="0"/>
        <w:jc w:val="center"/>
        <w:rPr>
          <w:i/>
          <w:iCs/>
        </w:rPr>
      </w:pPr>
      <w:r w:rsidRPr="00067AB9">
        <w:rPr>
          <w:i/>
          <w:iCs/>
        </w:rPr>
        <w:t>Au mari.</w:t>
      </w:r>
    </w:p>
    <w:p w14:paraId="4308A1E1" w14:textId="77777777" w:rsidR="00905145" w:rsidRPr="00AF0A23" w:rsidRDefault="00905145" w:rsidP="00905145">
      <w:r w:rsidRPr="00AF0A23">
        <w:t>Quoi ! tu n’es donc pas fier des ve</w:t>
      </w:r>
      <w:r w:rsidRPr="00AF0A23">
        <w:t>r</w:t>
      </w:r>
      <w:r w:rsidRPr="00AF0A23">
        <w:t>tus de ta race ?… Tu n’es donc pas fier de penser que ton bras est toujours au service du faible…</w:t>
      </w:r>
    </w:p>
    <w:p w14:paraId="3D37170B" w14:textId="77777777" w:rsidR="00905145" w:rsidRPr="00AF0A23" w:rsidRDefault="00905145" w:rsidP="00905145">
      <w:pPr>
        <w:ind w:firstLine="0"/>
        <w:jc w:val="center"/>
      </w:pPr>
      <w:r w:rsidRPr="00AF0A23">
        <w:t>LE MARI</w:t>
      </w:r>
    </w:p>
    <w:p w14:paraId="057BE6D4" w14:textId="77777777" w:rsidR="00905145" w:rsidRPr="00AF0A23" w:rsidRDefault="00905145" w:rsidP="00905145">
      <w:r w:rsidRPr="00AF0A23">
        <w:t>Ah ! Mais, entendons-nous, la défense de l’opprimé n’est pas une vertu guerrière, et, quand tu mets ton bras au service du faible, c’est ton cœur de Gaulois qui te mène à la guerre… et nous suivons tes pas !… Mais tu ne te bats pas que pour de nobles causes et bien souvent tu nous entraînes dans de dépl</w:t>
      </w:r>
      <w:r w:rsidRPr="00AF0A23">
        <w:t>o</w:t>
      </w:r>
      <w:r w:rsidRPr="00AF0A23">
        <w:t>rables aventures… Il faut que tu te rendes compte que nous avons changé depuis cinquante ans. La vie n’est plus la même qu’autrefois. Nous arrivons à un degré de civ</w:t>
      </w:r>
      <w:r w:rsidRPr="00AF0A23">
        <w:t>i</w:t>
      </w:r>
      <w:r w:rsidRPr="00AF0A23">
        <w:t>lisation qu’on ne dépassera plus, j’en ai l’impression très nette, et il faut absol</w:t>
      </w:r>
      <w:r w:rsidRPr="00AF0A23">
        <w:t>u</w:t>
      </w:r>
      <w:r w:rsidRPr="00AF0A23">
        <w:t>ment que tu te fasses aux idées nouve</w:t>
      </w:r>
      <w:r w:rsidRPr="00AF0A23">
        <w:t>l</w:t>
      </w:r>
      <w:r w:rsidRPr="00AF0A23">
        <w:t>les…</w:t>
      </w:r>
    </w:p>
    <w:p w14:paraId="7D5300B8" w14:textId="77777777" w:rsidR="00905145" w:rsidRPr="00AF0A23" w:rsidRDefault="00905145" w:rsidP="00905145">
      <w:pPr>
        <w:ind w:firstLine="0"/>
        <w:jc w:val="center"/>
      </w:pPr>
      <w:r w:rsidRPr="00AF0A23">
        <w:t>LE GUERRIER</w:t>
      </w:r>
    </w:p>
    <w:p w14:paraId="744F8B67" w14:textId="77777777" w:rsidR="00905145" w:rsidRPr="00AF0A23" w:rsidRDefault="00905145" w:rsidP="00905145">
      <w:r w:rsidRPr="00AF0A23">
        <w:t>Que me repr</w:t>
      </w:r>
      <w:r w:rsidRPr="00AF0A23">
        <w:t>o</w:t>
      </w:r>
      <w:r w:rsidRPr="00AF0A23">
        <w:t>ches-tu ?</w:t>
      </w:r>
    </w:p>
    <w:p w14:paraId="2AA3D24D" w14:textId="77777777" w:rsidR="00905145" w:rsidRPr="00AF0A23" w:rsidRDefault="00905145" w:rsidP="00905145">
      <w:pPr>
        <w:ind w:firstLine="0"/>
        <w:jc w:val="center"/>
      </w:pPr>
      <w:r w:rsidRPr="00AF0A23">
        <w:t>LE MARI</w:t>
      </w:r>
    </w:p>
    <w:p w14:paraId="69C78C64" w14:textId="77777777" w:rsidR="00905145" w:rsidRPr="00AF0A23" w:rsidRDefault="00905145" w:rsidP="00905145">
      <w:r w:rsidRPr="00AF0A23">
        <w:lastRenderedPageBreak/>
        <w:t>De n’être pas assez rusé. Et comme ta bravoure est sans égale au monde, on t’attire au combat quand on veut, où l’on veut et pour n’importe quel motif.</w:t>
      </w:r>
    </w:p>
    <w:p w14:paraId="2761CFEA" w14:textId="77777777" w:rsidR="00905145" w:rsidRPr="00AF0A23" w:rsidRDefault="00905145" w:rsidP="00905145">
      <w:pPr>
        <w:ind w:firstLine="0"/>
        <w:jc w:val="center"/>
      </w:pPr>
      <w:r w:rsidRPr="00AF0A23">
        <w:t>L’AMANT ET L’ARTISTE</w:t>
      </w:r>
    </w:p>
    <w:p w14:paraId="6E7219F3" w14:textId="77777777" w:rsidR="00905145" w:rsidRPr="00AF0A23" w:rsidRDefault="00905145" w:rsidP="00905145">
      <w:r w:rsidRPr="00AF0A23">
        <w:t>Il a raison !</w:t>
      </w:r>
    </w:p>
    <w:p w14:paraId="2A5A663B" w14:textId="77777777" w:rsidR="00905145" w:rsidRPr="00AF0A23" w:rsidRDefault="00905145" w:rsidP="00905145">
      <w:pPr>
        <w:ind w:firstLine="0"/>
        <w:jc w:val="center"/>
      </w:pPr>
      <w:r w:rsidRPr="00AF0A23">
        <w:t>LE GUERRIER</w:t>
      </w:r>
    </w:p>
    <w:p w14:paraId="6910AF16" w14:textId="77777777" w:rsidR="00905145" w:rsidRPr="00AF0A23" w:rsidRDefault="00905145" w:rsidP="00905145">
      <w:r w:rsidRPr="00AF0A23">
        <w:t>Il a raison ! Il a toujours raison pour vous celui qui parle bien. Bavards !… Te</w:t>
      </w:r>
      <w:r w:rsidRPr="00AF0A23">
        <w:t>r</w:t>
      </w:r>
      <w:r w:rsidRPr="00AF0A23">
        <w:t>ribles bavards que vous êtes tous !</w:t>
      </w:r>
    </w:p>
    <w:p w14:paraId="4019CE09" w14:textId="77777777" w:rsidR="00905145" w:rsidRPr="00AF0A23" w:rsidRDefault="00905145" w:rsidP="00905145">
      <w:pPr>
        <w:ind w:firstLine="0"/>
        <w:jc w:val="center"/>
      </w:pPr>
      <w:r w:rsidRPr="00AF0A23">
        <w:t>LE MARI</w:t>
      </w:r>
    </w:p>
    <w:p w14:paraId="39021074" w14:textId="77777777" w:rsidR="00905145" w:rsidRPr="00AF0A23" w:rsidRDefault="00905145" w:rsidP="00905145">
      <w:r w:rsidRPr="00AF0A23">
        <w:t>Je défends les intérêts de mes concitoyens. Mandaté par eux, je prends la p</w:t>
      </w:r>
      <w:r w:rsidRPr="00AF0A23">
        <w:t>a</w:t>
      </w:r>
      <w:r w:rsidRPr="00AF0A23">
        <w:t>role en leur nom.</w:t>
      </w:r>
    </w:p>
    <w:p w14:paraId="1F3DFC2C" w14:textId="77777777" w:rsidR="00905145" w:rsidRPr="00AF0A23" w:rsidRDefault="00905145" w:rsidP="00905145">
      <w:pPr>
        <w:ind w:firstLine="0"/>
        <w:jc w:val="center"/>
      </w:pPr>
      <w:r w:rsidRPr="00AF0A23">
        <w:t>LE GUERRIER</w:t>
      </w:r>
    </w:p>
    <w:p w14:paraId="27FFE925" w14:textId="77777777" w:rsidR="00905145" w:rsidRPr="00AF0A23" w:rsidRDefault="00905145" w:rsidP="00905145">
      <w:r w:rsidRPr="00AF0A23">
        <w:t>Vous ne pensez qu’à prendre la parole… D’un peuple de guerriers, vous voudriez faire un peuple de b</w:t>
      </w:r>
      <w:r w:rsidRPr="00AF0A23">
        <w:t>a</w:t>
      </w:r>
      <w:r w:rsidRPr="00AF0A23">
        <w:t>vards !</w:t>
      </w:r>
    </w:p>
    <w:p w14:paraId="1F9FFD05" w14:textId="77777777" w:rsidR="00905145" w:rsidRPr="00AF0A23" w:rsidRDefault="00905145" w:rsidP="00905145">
      <w:pPr>
        <w:ind w:firstLine="0"/>
        <w:jc w:val="center"/>
      </w:pPr>
      <w:r w:rsidRPr="00AF0A23">
        <w:t>LE MARI</w:t>
      </w:r>
    </w:p>
    <w:p w14:paraId="57BA74B8" w14:textId="77777777" w:rsidR="00905145" w:rsidRPr="00AF0A23" w:rsidRDefault="00905145" w:rsidP="00905145">
      <w:r w:rsidRPr="00AF0A23">
        <w:t>Il faut bien di</w:t>
      </w:r>
      <w:r w:rsidRPr="00AF0A23">
        <w:t>s</w:t>
      </w:r>
      <w:r w:rsidRPr="00AF0A23">
        <w:t>cuter les lois qu’on établit.</w:t>
      </w:r>
    </w:p>
    <w:p w14:paraId="271C90C2" w14:textId="77777777" w:rsidR="00905145" w:rsidRPr="00AF0A23" w:rsidRDefault="00905145" w:rsidP="00905145">
      <w:pPr>
        <w:ind w:firstLine="0"/>
        <w:jc w:val="center"/>
      </w:pPr>
      <w:r w:rsidRPr="00AF0A23">
        <w:t>LE GUERRIER</w:t>
      </w:r>
    </w:p>
    <w:p w14:paraId="0DEA3B1F" w14:textId="77777777" w:rsidR="00905145" w:rsidRPr="00AF0A23" w:rsidRDefault="00905145" w:rsidP="00905145">
      <w:r w:rsidRPr="00AF0A23">
        <w:t>Vos lois… personne ne les respecte. Pour moi, il n’y a qu’une loi : nous sommes des guerriers et nous faisons la guerre !</w:t>
      </w:r>
    </w:p>
    <w:p w14:paraId="6DEAC32A" w14:textId="77777777" w:rsidR="00905145" w:rsidRPr="00AF0A23" w:rsidRDefault="00905145" w:rsidP="00905145">
      <w:pPr>
        <w:ind w:firstLine="0"/>
        <w:jc w:val="center"/>
      </w:pPr>
      <w:r w:rsidRPr="00AF0A23">
        <w:t>L’ARTISTE</w:t>
      </w:r>
    </w:p>
    <w:p w14:paraId="624E1738" w14:textId="77777777" w:rsidR="00905145" w:rsidRPr="00AF0A23" w:rsidRDefault="00905145" w:rsidP="00905145">
      <w:r w:rsidRPr="00AF0A23">
        <w:t>Tout le temps ?</w:t>
      </w:r>
    </w:p>
    <w:p w14:paraId="68DDAE03" w14:textId="77777777" w:rsidR="00905145" w:rsidRPr="00AF0A23" w:rsidRDefault="00905145" w:rsidP="00905145">
      <w:pPr>
        <w:ind w:firstLine="0"/>
        <w:jc w:val="center"/>
      </w:pPr>
      <w:r w:rsidRPr="00AF0A23">
        <w:t>LE GUERRIER</w:t>
      </w:r>
    </w:p>
    <w:p w14:paraId="1B698DCC" w14:textId="77777777" w:rsidR="00905145" w:rsidRPr="00AF0A23" w:rsidRDefault="00905145" w:rsidP="00905145">
      <w:r w:rsidRPr="00AF0A23">
        <w:t>Qu’est-ce que tu veux faire d’autre ?</w:t>
      </w:r>
    </w:p>
    <w:p w14:paraId="3B718362" w14:textId="77777777" w:rsidR="00905145" w:rsidRPr="00AF0A23" w:rsidRDefault="00905145" w:rsidP="00905145">
      <w:pPr>
        <w:ind w:firstLine="0"/>
        <w:jc w:val="center"/>
      </w:pPr>
      <w:r w:rsidRPr="00AF0A23">
        <w:lastRenderedPageBreak/>
        <w:t xml:space="preserve">L’ARTISTE, </w:t>
      </w:r>
      <w:r w:rsidRPr="00067AB9">
        <w:rPr>
          <w:i/>
          <w:iCs/>
        </w:rPr>
        <w:t>montrant son œuvre.</w:t>
      </w:r>
    </w:p>
    <w:p w14:paraId="0CCA09E4" w14:textId="77777777" w:rsidR="00905145" w:rsidRPr="00AF0A23" w:rsidRDefault="00905145" w:rsidP="00905145">
      <w:r w:rsidRPr="00AF0A23">
        <w:t>Ça.</w:t>
      </w:r>
    </w:p>
    <w:p w14:paraId="3DEA27A6" w14:textId="77777777" w:rsidR="00905145" w:rsidRPr="00AF0A23" w:rsidRDefault="00905145" w:rsidP="00905145">
      <w:pPr>
        <w:ind w:firstLine="0"/>
        <w:jc w:val="center"/>
      </w:pPr>
      <w:r w:rsidRPr="00AF0A23">
        <w:t>LE GUERRIER</w:t>
      </w:r>
    </w:p>
    <w:p w14:paraId="5AFFF181" w14:textId="77777777" w:rsidR="00905145" w:rsidRPr="00AF0A23" w:rsidRDefault="00905145" w:rsidP="00905145">
      <w:r w:rsidRPr="00AF0A23">
        <w:t>Quoi « ça » ?</w:t>
      </w:r>
    </w:p>
    <w:p w14:paraId="27E0D8C7" w14:textId="77777777" w:rsidR="00905145" w:rsidRPr="00AF0A23" w:rsidRDefault="00905145" w:rsidP="00905145">
      <w:pPr>
        <w:ind w:firstLine="0"/>
        <w:jc w:val="center"/>
      </w:pPr>
      <w:r w:rsidRPr="00AF0A23">
        <w:t>L’ARTISTE</w:t>
      </w:r>
    </w:p>
    <w:p w14:paraId="77E907E2" w14:textId="77777777" w:rsidR="00905145" w:rsidRPr="00AF0A23" w:rsidRDefault="00905145" w:rsidP="00905145">
      <w:r w:rsidRPr="00AF0A23">
        <w:t>Ce vase que je viens de modeler…</w:t>
      </w:r>
    </w:p>
    <w:p w14:paraId="41E04EC8" w14:textId="77777777" w:rsidR="00905145" w:rsidRPr="00AF0A23" w:rsidRDefault="00905145" w:rsidP="00905145">
      <w:pPr>
        <w:ind w:firstLine="0"/>
        <w:jc w:val="center"/>
      </w:pPr>
      <w:r w:rsidRPr="00AF0A23">
        <w:t>LE GUERRIER</w:t>
      </w:r>
    </w:p>
    <w:p w14:paraId="553B14DD" w14:textId="77777777" w:rsidR="00905145" w:rsidRPr="00AF0A23" w:rsidRDefault="00905145" w:rsidP="00905145">
      <w:r w:rsidRPr="00AF0A23">
        <w:t>Pff !</w:t>
      </w:r>
    </w:p>
    <w:p w14:paraId="569C43B1" w14:textId="77777777" w:rsidR="00905145" w:rsidRPr="00AF0A23" w:rsidRDefault="00905145" w:rsidP="00905145">
      <w:pPr>
        <w:ind w:firstLine="0"/>
        <w:jc w:val="center"/>
      </w:pPr>
      <w:r w:rsidRPr="00AF0A23">
        <w:t>L’ARTISTE</w:t>
      </w:r>
    </w:p>
    <w:p w14:paraId="43DDBC3C" w14:textId="77777777" w:rsidR="00905145" w:rsidRPr="00AF0A23" w:rsidRDefault="00905145" w:rsidP="00905145">
      <w:r w:rsidRPr="00AF0A23">
        <w:t>Et sur lequel je suis en train de faire ton portrait.</w:t>
      </w:r>
    </w:p>
    <w:p w14:paraId="2C8B28F5" w14:textId="77777777" w:rsidR="00905145" w:rsidRPr="00AF0A23" w:rsidRDefault="00905145" w:rsidP="00905145">
      <w:pPr>
        <w:ind w:firstLine="0"/>
        <w:jc w:val="center"/>
      </w:pPr>
      <w:r w:rsidRPr="00AF0A23">
        <w:t>LE GUERRIER</w:t>
      </w:r>
    </w:p>
    <w:p w14:paraId="71AF0CB4" w14:textId="77777777" w:rsidR="00905145" w:rsidRPr="00AF0A23" w:rsidRDefault="00905145" w:rsidP="00905145">
      <w:r w:rsidRPr="00AF0A23">
        <w:t>Mon portrait ?</w:t>
      </w:r>
    </w:p>
    <w:p w14:paraId="63873D17" w14:textId="77777777" w:rsidR="00905145" w:rsidRPr="00AF0A23" w:rsidRDefault="00905145" w:rsidP="00905145">
      <w:pPr>
        <w:ind w:firstLine="0"/>
        <w:jc w:val="center"/>
      </w:pPr>
      <w:r w:rsidRPr="00AF0A23">
        <w:t>L’ARTISTE</w:t>
      </w:r>
    </w:p>
    <w:p w14:paraId="563F842E" w14:textId="77777777" w:rsidR="00905145" w:rsidRPr="00AF0A23" w:rsidRDefault="00905145" w:rsidP="00905145">
      <w:r w:rsidRPr="00AF0A23">
        <w:t>Oui.</w:t>
      </w:r>
    </w:p>
    <w:p w14:paraId="5DBEB6F8" w14:textId="77777777" w:rsidR="00905145" w:rsidRPr="00AF0A23" w:rsidRDefault="00905145" w:rsidP="00905145">
      <w:pPr>
        <w:ind w:firstLine="0"/>
        <w:jc w:val="center"/>
      </w:pPr>
      <w:r w:rsidRPr="00AF0A23">
        <w:t>LE GUERRIER</w:t>
      </w:r>
    </w:p>
    <w:p w14:paraId="787E3543" w14:textId="77777777" w:rsidR="00905145" w:rsidRPr="00AF0A23" w:rsidRDefault="00905145" w:rsidP="00905145">
      <w:r w:rsidRPr="00AF0A23">
        <w:t>Fais voir.</w:t>
      </w:r>
    </w:p>
    <w:p w14:paraId="1CCE3E22" w14:textId="77777777" w:rsidR="00905145" w:rsidRPr="00AF0A23" w:rsidRDefault="00905145" w:rsidP="00905145">
      <w:pPr>
        <w:ind w:firstLine="0"/>
        <w:jc w:val="center"/>
      </w:pPr>
      <w:r w:rsidRPr="00AF0A23">
        <w:t>L’ARTISTE</w:t>
      </w:r>
    </w:p>
    <w:p w14:paraId="2F325C52" w14:textId="77777777" w:rsidR="00905145" w:rsidRPr="00AF0A23" w:rsidRDefault="00905145" w:rsidP="00905145">
      <w:r w:rsidRPr="00AF0A23">
        <w:t>Vois.</w:t>
      </w:r>
    </w:p>
    <w:p w14:paraId="3A0C7195" w14:textId="77777777" w:rsidR="00905145" w:rsidRPr="00AF0A23" w:rsidRDefault="00905145" w:rsidP="00905145">
      <w:pPr>
        <w:ind w:firstLine="0"/>
        <w:jc w:val="center"/>
      </w:pPr>
      <w:r w:rsidRPr="00AF0A23">
        <w:t>LE GUERRIER</w:t>
      </w:r>
    </w:p>
    <w:p w14:paraId="0A6E3906" w14:textId="77777777" w:rsidR="00905145" w:rsidRPr="00AF0A23" w:rsidRDefault="00905145" w:rsidP="00905145">
      <w:r w:rsidRPr="00AF0A23">
        <w:t>Tiens, ce n’est pas mal.</w:t>
      </w:r>
    </w:p>
    <w:p w14:paraId="418E5121" w14:textId="77777777" w:rsidR="00905145" w:rsidRPr="00AF0A23" w:rsidRDefault="00905145" w:rsidP="00905145">
      <w:pPr>
        <w:ind w:firstLine="0"/>
        <w:jc w:val="center"/>
      </w:pPr>
      <w:r w:rsidRPr="00AF0A23">
        <w:t>L’ARTISTE</w:t>
      </w:r>
    </w:p>
    <w:p w14:paraId="0BCB3070" w14:textId="77777777" w:rsidR="00905145" w:rsidRPr="00AF0A23" w:rsidRDefault="00905145" w:rsidP="00905145">
      <w:r w:rsidRPr="00AF0A23">
        <w:lastRenderedPageBreak/>
        <w:t>Et tu ne vivras dans la mémoire des hommes que si j’écris ton nom sous ton po</w:t>
      </w:r>
      <w:r w:rsidRPr="00AF0A23">
        <w:t>r</w:t>
      </w:r>
      <w:r w:rsidRPr="00AF0A23">
        <w:t>trait.</w:t>
      </w:r>
    </w:p>
    <w:p w14:paraId="0D0DFD2D" w14:textId="77777777" w:rsidR="00905145" w:rsidRPr="00AF0A23" w:rsidRDefault="00905145" w:rsidP="00905145">
      <w:pPr>
        <w:ind w:firstLine="0"/>
        <w:jc w:val="center"/>
      </w:pPr>
      <w:r w:rsidRPr="00AF0A23">
        <w:t>LE GUERRIER</w:t>
      </w:r>
    </w:p>
    <w:p w14:paraId="6CB65B92" w14:textId="77777777" w:rsidR="00905145" w:rsidRPr="00AF0A23" w:rsidRDefault="00905145" w:rsidP="00905145">
      <w:r w:rsidRPr="00AF0A23">
        <w:t>Qu’attends-tu pour l’écrire ?</w:t>
      </w:r>
    </w:p>
    <w:p w14:paraId="2AE3E108" w14:textId="77777777" w:rsidR="00905145" w:rsidRPr="00AF0A23" w:rsidRDefault="00905145" w:rsidP="00905145">
      <w:pPr>
        <w:ind w:firstLine="0"/>
        <w:jc w:val="center"/>
      </w:pPr>
      <w:r w:rsidRPr="00AF0A23">
        <w:t>L’ARTISTE</w:t>
      </w:r>
    </w:p>
    <w:p w14:paraId="033CC674" w14:textId="77777777" w:rsidR="00905145" w:rsidRPr="00AF0A23" w:rsidRDefault="00905145" w:rsidP="00905145">
      <w:r w:rsidRPr="00AF0A23">
        <w:t>Qu’il te ressemble davantage. Mets-toi bien de profil… et tâche de rester en place un instant.</w:t>
      </w:r>
    </w:p>
    <w:p w14:paraId="4D95FBC0" w14:textId="77777777" w:rsidR="00905145" w:rsidRPr="00AF0A23" w:rsidRDefault="00905145" w:rsidP="00905145">
      <w:pPr>
        <w:ind w:firstLine="0"/>
        <w:jc w:val="center"/>
        <w:rPr>
          <w:i/>
          <w:iCs/>
        </w:rPr>
      </w:pPr>
      <w:r w:rsidRPr="00AF0A23">
        <w:t>LE MARI, à l’</w:t>
      </w:r>
      <w:r w:rsidRPr="00AF0A23">
        <w:rPr>
          <w:i/>
          <w:iCs/>
        </w:rPr>
        <w:t>Amant.</w:t>
      </w:r>
    </w:p>
    <w:p w14:paraId="0DE7C3A8" w14:textId="77777777" w:rsidR="00905145" w:rsidRPr="00AF0A23" w:rsidRDefault="00905145" w:rsidP="00905145">
      <w:r w:rsidRPr="00AF0A23">
        <w:t>Est-ce que mon toit n’est pas un peu de tr</w:t>
      </w:r>
      <w:r w:rsidRPr="00AF0A23">
        <w:t>a</w:t>
      </w:r>
      <w:r w:rsidRPr="00AF0A23">
        <w:t>vers ?</w:t>
      </w:r>
    </w:p>
    <w:p w14:paraId="0F49B26A" w14:textId="77777777" w:rsidR="00905145" w:rsidRPr="00AF0A23" w:rsidRDefault="00905145" w:rsidP="00905145">
      <w:pPr>
        <w:ind w:firstLine="0"/>
        <w:jc w:val="center"/>
      </w:pPr>
      <w:r w:rsidRPr="00AF0A23">
        <w:t>L’AMANT</w:t>
      </w:r>
    </w:p>
    <w:p w14:paraId="194E50B2" w14:textId="77777777" w:rsidR="00905145" w:rsidRPr="00AF0A23" w:rsidRDefault="00905145" w:rsidP="00905145">
      <w:r w:rsidRPr="00AF0A23">
        <w:t>Peut-être un peu. Mais, si tu veux m’en croire, il n’en est pas plus mal pour cela.</w:t>
      </w:r>
    </w:p>
    <w:p w14:paraId="6C7A7B60" w14:textId="77777777" w:rsidR="00905145" w:rsidRPr="00AF0A23" w:rsidRDefault="00905145" w:rsidP="00905145">
      <w:pPr>
        <w:ind w:firstLine="0"/>
        <w:jc w:val="center"/>
        <w:rPr>
          <w:i/>
          <w:iCs/>
        </w:rPr>
      </w:pPr>
      <w:r w:rsidRPr="00AF0A23">
        <w:t>LE GUERRIER, à l’</w:t>
      </w:r>
      <w:r w:rsidRPr="00AF0A23">
        <w:rPr>
          <w:i/>
          <w:iCs/>
        </w:rPr>
        <w:t>Artiste.</w:t>
      </w:r>
    </w:p>
    <w:p w14:paraId="31DC135A" w14:textId="77777777" w:rsidR="00905145" w:rsidRPr="00AF0A23" w:rsidRDefault="00905145" w:rsidP="00905145">
      <w:r w:rsidRPr="00AF0A23">
        <w:t>Tu aimes bea</w:t>
      </w:r>
      <w:r w:rsidRPr="00AF0A23">
        <w:t>u</w:t>
      </w:r>
      <w:r w:rsidRPr="00AF0A23">
        <w:t>coup la forme de sa nouvelle maison ?</w:t>
      </w:r>
    </w:p>
    <w:p w14:paraId="62DF38BD" w14:textId="77777777" w:rsidR="00905145" w:rsidRPr="00AF0A23" w:rsidRDefault="00905145" w:rsidP="00905145">
      <w:pPr>
        <w:ind w:firstLine="0"/>
        <w:jc w:val="center"/>
      </w:pPr>
      <w:r w:rsidRPr="00AF0A23">
        <w:t>L’ARTISTE</w:t>
      </w:r>
    </w:p>
    <w:p w14:paraId="28908AB8" w14:textId="77777777" w:rsidR="00905145" w:rsidRPr="00AF0A23" w:rsidRDefault="00905145" w:rsidP="00905145">
      <w:r w:rsidRPr="00AF0A23">
        <w:t>Oui. Toi, tu ne l’aimes pas ?</w:t>
      </w:r>
    </w:p>
    <w:p w14:paraId="4C268970" w14:textId="77777777" w:rsidR="00905145" w:rsidRPr="00AF0A23" w:rsidRDefault="00905145" w:rsidP="00905145">
      <w:pPr>
        <w:ind w:firstLine="0"/>
        <w:jc w:val="center"/>
      </w:pPr>
      <w:r w:rsidRPr="00AF0A23">
        <w:t>LE GUERRIER</w:t>
      </w:r>
    </w:p>
    <w:p w14:paraId="7D736A4C" w14:textId="77777777" w:rsidR="00905145" w:rsidRPr="00AF0A23" w:rsidRDefault="00905145" w:rsidP="00905145">
      <w:r w:rsidRPr="00AF0A23">
        <w:t>Ah ! non. Vraiment, c’est trop vouloir faire exprès autre chose que ce qu’on a l’habitude de voir. Et ce qu’on faisait autr</w:t>
      </w:r>
      <w:r w:rsidRPr="00AF0A23">
        <w:t>e</w:t>
      </w:r>
      <w:r w:rsidRPr="00AF0A23">
        <w:t>fois était tellement plus joli !</w:t>
      </w:r>
    </w:p>
    <w:p w14:paraId="4FC1D2EE" w14:textId="77777777" w:rsidR="00905145" w:rsidRPr="00AF0A23" w:rsidRDefault="00905145" w:rsidP="00905145">
      <w:pPr>
        <w:ind w:firstLine="0"/>
        <w:jc w:val="center"/>
        <w:rPr>
          <w:i/>
          <w:iCs/>
        </w:rPr>
      </w:pPr>
      <w:r w:rsidRPr="00AF0A23">
        <w:rPr>
          <w:i/>
          <w:iCs/>
        </w:rPr>
        <w:t>L’Artiste rit.</w:t>
      </w:r>
    </w:p>
    <w:p w14:paraId="59C5CEE6" w14:textId="77777777" w:rsidR="00905145" w:rsidRPr="00AF0A23" w:rsidRDefault="00905145" w:rsidP="00905145">
      <w:pPr>
        <w:ind w:firstLine="0"/>
        <w:jc w:val="center"/>
        <w:rPr>
          <w:i/>
          <w:iCs/>
        </w:rPr>
      </w:pPr>
      <w:r w:rsidRPr="00AF0A23">
        <w:t xml:space="preserve">LE MARI, à </w:t>
      </w:r>
      <w:r w:rsidRPr="00AF0A23">
        <w:rPr>
          <w:i/>
          <w:iCs/>
        </w:rPr>
        <w:t>l’Artiste et parlant au Gue</w:t>
      </w:r>
      <w:r w:rsidRPr="00AF0A23">
        <w:rPr>
          <w:i/>
          <w:iCs/>
        </w:rPr>
        <w:t>r</w:t>
      </w:r>
      <w:r w:rsidRPr="00AF0A23">
        <w:rPr>
          <w:i/>
          <w:iCs/>
        </w:rPr>
        <w:t>rier.</w:t>
      </w:r>
    </w:p>
    <w:p w14:paraId="149F309D" w14:textId="77777777" w:rsidR="00905145" w:rsidRPr="00AF0A23" w:rsidRDefault="00905145" w:rsidP="00905145">
      <w:r w:rsidRPr="00AF0A23">
        <w:t>Qu’est-ce qu’il dit ?</w:t>
      </w:r>
    </w:p>
    <w:p w14:paraId="3A18AF75" w14:textId="77777777" w:rsidR="00905145" w:rsidRPr="00AF0A23" w:rsidRDefault="00905145" w:rsidP="00905145">
      <w:pPr>
        <w:ind w:firstLine="0"/>
        <w:jc w:val="center"/>
      </w:pPr>
      <w:r w:rsidRPr="00AF0A23">
        <w:lastRenderedPageBreak/>
        <w:t>L’ARTISTE</w:t>
      </w:r>
    </w:p>
    <w:p w14:paraId="600FECB9" w14:textId="77777777" w:rsidR="00905145" w:rsidRPr="00AF0A23" w:rsidRDefault="00905145" w:rsidP="00905145">
      <w:r w:rsidRPr="00AF0A23">
        <w:t>Il parle de ta maison.</w:t>
      </w:r>
    </w:p>
    <w:p w14:paraId="5DF97183" w14:textId="77777777" w:rsidR="00905145" w:rsidRPr="00AF0A23" w:rsidRDefault="00905145" w:rsidP="00905145">
      <w:pPr>
        <w:ind w:firstLine="0"/>
        <w:jc w:val="center"/>
      </w:pPr>
      <w:r w:rsidRPr="00AF0A23">
        <w:t>LE MARI</w:t>
      </w:r>
    </w:p>
    <w:p w14:paraId="4584958B" w14:textId="77777777" w:rsidR="00905145" w:rsidRPr="00AF0A23" w:rsidRDefault="00905145" w:rsidP="00905145">
      <w:r w:rsidRPr="00AF0A23">
        <w:t>Et il ne l’aime pas, naturellement.</w:t>
      </w:r>
    </w:p>
    <w:p w14:paraId="0A69BF01" w14:textId="77777777" w:rsidR="00905145" w:rsidRPr="00AF0A23" w:rsidRDefault="00905145" w:rsidP="00905145">
      <w:pPr>
        <w:ind w:firstLine="0"/>
        <w:jc w:val="center"/>
      </w:pPr>
      <w:r w:rsidRPr="00AF0A23">
        <w:t>L’ARTISTE</w:t>
      </w:r>
    </w:p>
    <w:p w14:paraId="15D1441C" w14:textId="77777777" w:rsidR="00905145" w:rsidRPr="00AF0A23" w:rsidRDefault="00905145" w:rsidP="00905145">
      <w:r w:rsidRPr="00AF0A23">
        <w:t>Oh ! Non. Il prétend que ce qu’on fa</w:t>
      </w:r>
      <w:r w:rsidRPr="00AF0A23">
        <w:t>i</w:t>
      </w:r>
      <w:r w:rsidRPr="00AF0A23">
        <w:t>sait autrefois était bien plus joli…</w:t>
      </w:r>
    </w:p>
    <w:p w14:paraId="182EA93C" w14:textId="77777777" w:rsidR="00905145" w:rsidRPr="00AF0A23" w:rsidRDefault="00905145" w:rsidP="00905145">
      <w:pPr>
        <w:ind w:firstLine="0"/>
        <w:jc w:val="center"/>
      </w:pPr>
      <w:r w:rsidRPr="00AF0A23">
        <w:t>LE MARI</w:t>
      </w:r>
    </w:p>
    <w:p w14:paraId="511F2C13" w14:textId="77777777" w:rsidR="00905145" w:rsidRPr="00AF0A23" w:rsidRDefault="00905145" w:rsidP="00905145">
      <w:r w:rsidRPr="00AF0A23">
        <w:t>L’aura-t-on assez entendue, cette phrase-là ! C’est i</w:t>
      </w:r>
      <w:r w:rsidRPr="00AF0A23">
        <w:t>n</w:t>
      </w:r>
      <w:r w:rsidRPr="00AF0A23">
        <w:t>croyable !… Autrefois ! Hein, comme on l’aime, ce mot, dès qu’on a qu</w:t>
      </w:r>
      <w:r w:rsidRPr="00AF0A23">
        <w:t>a</w:t>
      </w:r>
      <w:r w:rsidRPr="00AF0A23">
        <w:t>rante ans !</w:t>
      </w:r>
    </w:p>
    <w:p w14:paraId="33EAC778" w14:textId="77777777" w:rsidR="00905145" w:rsidRPr="00AF0A23" w:rsidRDefault="00905145" w:rsidP="00905145">
      <w:pPr>
        <w:ind w:firstLine="0"/>
        <w:jc w:val="center"/>
      </w:pPr>
      <w:r w:rsidRPr="00AF0A23">
        <w:t>LE GUERRIER</w:t>
      </w:r>
    </w:p>
    <w:p w14:paraId="50F31604" w14:textId="77777777" w:rsidR="00905145" w:rsidRPr="00AF0A23" w:rsidRDefault="00905145" w:rsidP="00905145">
      <w:r w:rsidRPr="00AF0A23">
        <w:t>Tu n’as pas qu</w:t>
      </w:r>
      <w:r w:rsidRPr="00AF0A23">
        <w:t>a</w:t>
      </w:r>
      <w:r w:rsidRPr="00AF0A23">
        <w:t>rante ans ?</w:t>
      </w:r>
    </w:p>
    <w:p w14:paraId="18A085FA" w14:textId="77777777" w:rsidR="00905145" w:rsidRPr="00AF0A23" w:rsidRDefault="00905145" w:rsidP="00905145">
      <w:pPr>
        <w:ind w:firstLine="0"/>
        <w:jc w:val="center"/>
      </w:pPr>
      <w:r w:rsidRPr="00AF0A23">
        <w:t>LE MARI</w:t>
      </w:r>
    </w:p>
    <w:p w14:paraId="61407839" w14:textId="77777777" w:rsidR="00905145" w:rsidRPr="00AF0A23" w:rsidRDefault="00905145" w:rsidP="00905145">
      <w:r w:rsidRPr="00AF0A23">
        <w:t>Je les aurai d</w:t>
      </w:r>
      <w:r w:rsidRPr="00AF0A23">
        <w:t>e</w:t>
      </w:r>
      <w:r w:rsidRPr="00AF0A23">
        <w:t>main… Alors, excuse-moi si je profite de mon reste.</w:t>
      </w:r>
    </w:p>
    <w:p w14:paraId="01510996" w14:textId="77777777" w:rsidR="00905145" w:rsidRPr="00AF0A23" w:rsidRDefault="00905145" w:rsidP="00905145">
      <w:pPr>
        <w:ind w:firstLine="0"/>
        <w:jc w:val="center"/>
      </w:pPr>
      <w:r w:rsidRPr="00AF0A23">
        <w:t>L’AMANT</w:t>
      </w:r>
    </w:p>
    <w:p w14:paraId="1CE98208" w14:textId="77777777" w:rsidR="00905145" w:rsidRPr="00AF0A23" w:rsidRDefault="00905145" w:rsidP="00905145">
      <w:r w:rsidRPr="00AF0A23">
        <w:t>Il est d’ailleurs amusant de constater que cet homme…</w:t>
      </w:r>
    </w:p>
    <w:p w14:paraId="452E2BC6" w14:textId="77777777" w:rsidR="00905145" w:rsidRPr="00AF0A23" w:rsidRDefault="00905145" w:rsidP="00905145">
      <w:pPr>
        <w:ind w:firstLine="0"/>
        <w:jc w:val="center"/>
        <w:rPr>
          <w:i/>
          <w:iCs/>
        </w:rPr>
      </w:pPr>
      <w:r w:rsidRPr="00AF0A23">
        <w:rPr>
          <w:i/>
          <w:iCs/>
        </w:rPr>
        <w:t>Il parle du Gue</w:t>
      </w:r>
      <w:r w:rsidRPr="00AF0A23">
        <w:rPr>
          <w:i/>
          <w:iCs/>
        </w:rPr>
        <w:t>r</w:t>
      </w:r>
      <w:r w:rsidRPr="00AF0A23">
        <w:rPr>
          <w:i/>
          <w:iCs/>
        </w:rPr>
        <w:t>rier.</w:t>
      </w:r>
    </w:p>
    <w:p w14:paraId="1752191F" w14:textId="77777777" w:rsidR="00905145" w:rsidRPr="00AF0A23" w:rsidRDefault="00905145" w:rsidP="00905145">
      <w:pPr>
        <w:pStyle w:val="NormalSansIndent"/>
      </w:pPr>
      <w:r w:rsidRPr="00AF0A23">
        <w:t>qui ne cesse de nous dire : « En avant ! », n’exalte jamais que le passé !</w:t>
      </w:r>
    </w:p>
    <w:p w14:paraId="439A6F50" w14:textId="77777777" w:rsidR="00905145" w:rsidRPr="00AF0A23" w:rsidRDefault="00905145" w:rsidP="00905145">
      <w:pPr>
        <w:ind w:firstLine="0"/>
        <w:jc w:val="center"/>
        <w:rPr>
          <w:i/>
          <w:iCs/>
        </w:rPr>
      </w:pPr>
      <w:r w:rsidRPr="00AF0A23">
        <w:rPr>
          <w:i/>
          <w:iCs/>
        </w:rPr>
        <w:t>À la femme.</w:t>
      </w:r>
    </w:p>
    <w:p w14:paraId="16AD1A9E" w14:textId="77777777" w:rsidR="00905145" w:rsidRPr="00AF0A23" w:rsidRDefault="00905145" w:rsidP="00905145">
      <w:r w:rsidRPr="00AF0A23">
        <w:t>Est-ce que ce n’est pas exact ?</w:t>
      </w:r>
    </w:p>
    <w:p w14:paraId="09E2EEFA"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lastRenderedPageBreak/>
          <w:t>LA FEMME</w:t>
        </w:r>
      </w:smartTag>
    </w:p>
    <w:p w14:paraId="61F69C8C" w14:textId="77777777" w:rsidR="00905145" w:rsidRPr="00AF0A23" w:rsidRDefault="00905145" w:rsidP="00905145">
      <w:r w:rsidRPr="00AF0A23">
        <w:t>Si, mon amour. Je n’ai pas entendu ce que tu as dit, mais c’est s</w:t>
      </w:r>
      <w:r w:rsidRPr="00AF0A23">
        <w:t>û</w:t>
      </w:r>
      <w:r w:rsidRPr="00AF0A23">
        <w:t>rement exact… puisque je t’aime !… Tu ne t’imagines pas que je vais m’intéresser à vos discussions, hein ? À chacun son rôle, n’est-ce pas ? Moi, je suis sur la terre pour aimer et pour faire des enfants. Et je te jure que cela me suffit bien !… Comme tu as de beaux yeux, ce soir ! Mets ta main sur ma nuque et serre de toutes tes forces…</w:t>
      </w:r>
    </w:p>
    <w:p w14:paraId="4CE09BBF" w14:textId="77777777" w:rsidR="00905145" w:rsidRPr="00AF0A23" w:rsidRDefault="00905145" w:rsidP="00905145">
      <w:pPr>
        <w:ind w:firstLine="0"/>
        <w:jc w:val="center"/>
      </w:pPr>
      <w:r w:rsidRPr="00AF0A23">
        <w:t>L’AMANT</w:t>
      </w:r>
    </w:p>
    <w:p w14:paraId="5FC3D603" w14:textId="77777777" w:rsidR="00905145" w:rsidRPr="00AF0A23" w:rsidRDefault="00905145" w:rsidP="00905145">
      <w:r w:rsidRPr="00AF0A23">
        <w:t>Pourquoi ?</w:t>
      </w:r>
    </w:p>
    <w:p w14:paraId="76F612F1"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941B04B" w14:textId="77777777" w:rsidR="00905145" w:rsidRPr="00AF0A23" w:rsidRDefault="00905145" w:rsidP="00905145">
      <w:r w:rsidRPr="00AF0A23">
        <w:t>Pour me faire du mal. J’adore le mal que tu me fais !… Tiens, quand tu as couru après moi, hier au soir, dans le bois, et que tu m’as attr</w:t>
      </w:r>
      <w:r w:rsidRPr="00AF0A23">
        <w:t>a</w:t>
      </w:r>
      <w:r w:rsidRPr="00AF0A23">
        <w:t>pée par le bras, tu m’as fait un mal…</w:t>
      </w:r>
    </w:p>
    <w:p w14:paraId="48151A1E" w14:textId="77777777" w:rsidR="00905145" w:rsidRPr="00AF0A23" w:rsidRDefault="00905145" w:rsidP="00905145">
      <w:pPr>
        <w:ind w:firstLine="0"/>
        <w:jc w:val="center"/>
      </w:pPr>
      <w:r w:rsidRPr="00AF0A23">
        <w:t>L’AMANT</w:t>
      </w:r>
    </w:p>
    <w:p w14:paraId="6C97C7D0" w14:textId="77777777" w:rsidR="00905145" w:rsidRPr="00AF0A23" w:rsidRDefault="00905145" w:rsidP="00905145">
      <w:r w:rsidRPr="00AF0A23">
        <w:t>Oh…</w:t>
      </w:r>
    </w:p>
    <w:p w14:paraId="15D96B61"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0F9229B" w14:textId="77777777" w:rsidR="00905145" w:rsidRPr="00AF0A23" w:rsidRDefault="00905145" w:rsidP="00905145">
      <w:r w:rsidRPr="00AF0A23">
        <w:t>C’était dél</w:t>
      </w:r>
      <w:r w:rsidRPr="00AF0A23">
        <w:t>i</w:t>
      </w:r>
      <w:r w:rsidRPr="00AF0A23">
        <w:t>cieux !…</w:t>
      </w:r>
    </w:p>
    <w:p w14:paraId="00B18142" w14:textId="77777777" w:rsidR="00905145" w:rsidRPr="00AF0A23" w:rsidRDefault="00905145" w:rsidP="00905145">
      <w:pPr>
        <w:ind w:firstLine="0"/>
        <w:jc w:val="center"/>
        <w:rPr>
          <w:i/>
          <w:iCs/>
        </w:rPr>
      </w:pPr>
      <w:r w:rsidRPr="00AF0A23">
        <w:rPr>
          <w:i/>
          <w:iCs/>
        </w:rPr>
        <w:t>Elle le regarde.</w:t>
      </w:r>
    </w:p>
    <w:p w14:paraId="34B87880" w14:textId="77777777" w:rsidR="00905145" w:rsidRPr="00AF0A23" w:rsidRDefault="00905145" w:rsidP="00905145">
      <w:r w:rsidRPr="00AF0A23">
        <w:t>Tu as l’air d’une grande bête sauvage…</w:t>
      </w:r>
    </w:p>
    <w:p w14:paraId="23F390D5" w14:textId="77777777" w:rsidR="00905145" w:rsidRPr="00AF0A23" w:rsidRDefault="00905145" w:rsidP="00905145">
      <w:pPr>
        <w:ind w:firstLine="0"/>
        <w:jc w:val="center"/>
      </w:pPr>
      <w:r w:rsidRPr="00AF0A23">
        <w:t>L’AMANT</w:t>
      </w:r>
    </w:p>
    <w:p w14:paraId="5208018C" w14:textId="77777777" w:rsidR="00905145" w:rsidRPr="00AF0A23" w:rsidRDefault="00905145" w:rsidP="00905145">
      <w:r w:rsidRPr="00AF0A23">
        <w:t>Oh !</w:t>
      </w:r>
    </w:p>
    <w:p w14:paraId="183048F7"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F6BF982" w14:textId="77777777" w:rsidR="00905145" w:rsidRPr="00AF0A23" w:rsidRDefault="00905145" w:rsidP="00905145">
      <w:r w:rsidRPr="00AF0A23">
        <w:lastRenderedPageBreak/>
        <w:t>J’aime beaucoup les grandes bêtes sa</w:t>
      </w:r>
      <w:r w:rsidRPr="00AF0A23">
        <w:t>u</w:t>
      </w:r>
      <w:r w:rsidRPr="00AF0A23">
        <w:t>vages, tu sais ! Dis-moi… est-ce que tu sens que tu peux me demander ce que tu veux et que je le f</w:t>
      </w:r>
      <w:r w:rsidRPr="00AF0A23">
        <w:t>e</w:t>
      </w:r>
      <w:r w:rsidRPr="00AF0A23">
        <w:t>rai ?</w:t>
      </w:r>
    </w:p>
    <w:p w14:paraId="3C4FB888" w14:textId="77777777" w:rsidR="00905145" w:rsidRPr="00AF0A23" w:rsidRDefault="00905145" w:rsidP="00905145">
      <w:pPr>
        <w:ind w:firstLine="0"/>
        <w:jc w:val="center"/>
      </w:pPr>
      <w:r w:rsidRPr="00AF0A23">
        <w:t>L’AMANT</w:t>
      </w:r>
    </w:p>
    <w:p w14:paraId="59671E1C" w14:textId="77777777" w:rsidR="00905145" w:rsidRPr="00AF0A23" w:rsidRDefault="00905145" w:rsidP="00905145">
      <w:r w:rsidRPr="00AF0A23">
        <w:t>Oui, excepté le principal !</w:t>
      </w:r>
    </w:p>
    <w:p w14:paraId="63FAF6CE"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DDB267C" w14:textId="77777777" w:rsidR="00905145" w:rsidRPr="00AF0A23" w:rsidRDefault="00905145" w:rsidP="00905145">
      <w:r w:rsidRPr="00AF0A23">
        <w:t>Oh ! Le principal !… Ce n’est pas le principal, d’abord, he</w:t>
      </w:r>
      <w:r w:rsidRPr="00AF0A23">
        <w:t>u</w:t>
      </w:r>
      <w:r w:rsidRPr="00AF0A23">
        <w:t>reusement. Le principal, c’est de s’aimer. En tout cas, ce n’est pas la peine d’en parler, puisque mon mari m’a fait j</w:t>
      </w:r>
      <w:r w:rsidRPr="00AF0A23">
        <w:t>u</w:t>
      </w:r>
      <w:r w:rsidRPr="00AF0A23">
        <w:t>rer de ne pas le faire avec un autre que lui… Et du moment qu’il me l’a fait jurer, c’est qu’il y a une raison pour cela, sûr</w:t>
      </w:r>
      <w:r w:rsidRPr="00AF0A23">
        <w:t>e</w:t>
      </w:r>
      <w:r w:rsidRPr="00AF0A23">
        <w:t>ment.</w:t>
      </w:r>
    </w:p>
    <w:p w14:paraId="4B60413B" w14:textId="77777777" w:rsidR="00905145" w:rsidRPr="00AF0A23" w:rsidRDefault="00905145" w:rsidP="00905145">
      <w:pPr>
        <w:ind w:firstLine="0"/>
        <w:jc w:val="center"/>
      </w:pPr>
      <w:r w:rsidRPr="00AF0A23">
        <w:t>L’AMANT</w:t>
      </w:r>
    </w:p>
    <w:p w14:paraId="46B35AA3" w14:textId="77777777" w:rsidR="00905145" w:rsidRPr="00AF0A23" w:rsidRDefault="00905145" w:rsidP="00905145">
      <w:r w:rsidRPr="00AF0A23">
        <w:t>Quelle raison ?</w:t>
      </w:r>
    </w:p>
    <w:p w14:paraId="69A8EFC3"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102EFCC" w14:textId="77777777" w:rsidR="00905145" w:rsidRPr="00AF0A23" w:rsidRDefault="00905145" w:rsidP="00905145">
      <w:r w:rsidRPr="00AF0A23">
        <w:t>Je l’ignore. Mais, il y a un fait certain, c’est que je suis la première femme l</w:t>
      </w:r>
      <w:r w:rsidRPr="00AF0A23">
        <w:t>i</w:t>
      </w:r>
      <w:r w:rsidRPr="00AF0A23">
        <w:t>bre…</w:t>
      </w:r>
    </w:p>
    <w:p w14:paraId="38B6246D" w14:textId="77777777" w:rsidR="00905145" w:rsidRPr="00AF0A23" w:rsidRDefault="00905145" w:rsidP="00905145">
      <w:pPr>
        <w:ind w:firstLine="0"/>
        <w:jc w:val="center"/>
      </w:pPr>
      <w:r w:rsidRPr="00AF0A23">
        <w:t>L’AMANT</w:t>
      </w:r>
    </w:p>
    <w:p w14:paraId="3EA02FBB" w14:textId="77777777" w:rsidR="00905145" w:rsidRPr="00AF0A23" w:rsidRDefault="00905145" w:rsidP="00905145">
      <w:r w:rsidRPr="00AF0A23">
        <w:t>Oui.</w:t>
      </w:r>
    </w:p>
    <w:p w14:paraId="2253F360"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9AC6692" w14:textId="77777777" w:rsidR="00905145" w:rsidRPr="00AF0A23" w:rsidRDefault="00905145" w:rsidP="00905145">
      <w:r w:rsidRPr="00AF0A23">
        <w:t>Eh bien, dis donc, c’est quelque chose, ça !… Pense que je pourrais vivre comme tant d’autres, en esclavage. Me</w:t>
      </w:r>
      <w:r w:rsidRPr="00AF0A23">
        <w:t>r</w:t>
      </w:r>
      <w:r w:rsidRPr="00AF0A23">
        <w:t>ci !… Eh bien, puisqu’il a fait ça pour moi, puisqu’il a voulu que je sois libre, le moins que je puisse faire, c’est de lui obéir. D’ailleurs, écoute, c’est bien simple : si tu m’en reparles, je n’irai plus j</w:t>
      </w:r>
      <w:r w:rsidRPr="00AF0A23">
        <w:t>a</w:t>
      </w:r>
      <w:r w:rsidRPr="00AF0A23">
        <w:t>mais le soir, avec toi, dans les bois !</w:t>
      </w:r>
    </w:p>
    <w:p w14:paraId="35E7A776" w14:textId="77777777" w:rsidR="00905145" w:rsidRPr="00AF0A23" w:rsidRDefault="00905145" w:rsidP="00905145">
      <w:pPr>
        <w:ind w:firstLine="0"/>
        <w:jc w:val="center"/>
      </w:pPr>
      <w:r w:rsidRPr="00AF0A23">
        <w:t>L’AMANT</w:t>
      </w:r>
    </w:p>
    <w:p w14:paraId="13102B18" w14:textId="77777777" w:rsidR="00905145" w:rsidRPr="00AF0A23" w:rsidRDefault="00905145" w:rsidP="00905145">
      <w:r w:rsidRPr="00AF0A23">
        <w:lastRenderedPageBreak/>
        <w:t>Pourtant, au crépuscule, hier, près de la source, tu ne me semblais pas tellement ma</w:t>
      </w:r>
      <w:r w:rsidRPr="00AF0A23">
        <w:t>l</w:t>
      </w:r>
      <w:r w:rsidRPr="00AF0A23">
        <w:t>heureuse…</w:t>
      </w:r>
    </w:p>
    <w:p w14:paraId="6E51E74C"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723358F" w14:textId="77777777" w:rsidR="00905145" w:rsidRPr="00AF0A23" w:rsidRDefault="00905145" w:rsidP="00905145">
      <w:r w:rsidRPr="00AF0A23">
        <w:t>C’est possible, mais je n’irai plus… Tant pis !</w:t>
      </w:r>
    </w:p>
    <w:p w14:paraId="7CCA9EF7" w14:textId="77777777" w:rsidR="00905145" w:rsidRPr="00AF0A23" w:rsidRDefault="00905145" w:rsidP="00905145">
      <w:pPr>
        <w:ind w:firstLine="0"/>
        <w:jc w:val="center"/>
      </w:pPr>
      <w:r w:rsidRPr="00AF0A23">
        <w:t>L’AMANT</w:t>
      </w:r>
    </w:p>
    <w:p w14:paraId="044158C7" w14:textId="77777777" w:rsidR="00905145" w:rsidRPr="00AF0A23" w:rsidRDefault="00905145" w:rsidP="00905145">
      <w:r w:rsidRPr="00AF0A23">
        <w:t>Et tu dis que tu m’aimes !</w:t>
      </w:r>
    </w:p>
    <w:p w14:paraId="59F78543"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7C0334F" w14:textId="77777777" w:rsidR="00905145" w:rsidRPr="00AF0A23" w:rsidRDefault="00905145" w:rsidP="00905145">
      <w:r w:rsidRPr="00AF0A23">
        <w:t>Veux-tu en avoir la preuve ?</w:t>
      </w:r>
    </w:p>
    <w:p w14:paraId="737D1A9D" w14:textId="77777777" w:rsidR="00905145" w:rsidRPr="00AF0A23" w:rsidRDefault="00905145" w:rsidP="00905145">
      <w:pPr>
        <w:ind w:firstLine="0"/>
        <w:jc w:val="center"/>
      </w:pPr>
      <w:r w:rsidRPr="00AF0A23">
        <w:t>L’AMANT</w:t>
      </w:r>
    </w:p>
    <w:p w14:paraId="2172ECBA" w14:textId="77777777" w:rsidR="00905145" w:rsidRPr="00AF0A23" w:rsidRDefault="00905145" w:rsidP="00905145">
      <w:r w:rsidRPr="00AF0A23">
        <w:t>Oui.</w:t>
      </w:r>
    </w:p>
    <w:p w14:paraId="50F0606E"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30B03307" w14:textId="77777777" w:rsidR="00905145" w:rsidRPr="00AF0A23" w:rsidRDefault="00905145" w:rsidP="00905145">
      <w:r w:rsidRPr="00AF0A23">
        <w:t>Demande-moi un sacrifice ?</w:t>
      </w:r>
    </w:p>
    <w:p w14:paraId="72A26FED" w14:textId="77777777" w:rsidR="00905145" w:rsidRPr="00AF0A23" w:rsidRDefault="00905145" w:rsidP="00905145">
      <w:pPr>
        <w:ind w:firstLine="0"/>
        <w:jc w:val="center"/>
      </w:pPr>
      <w:r w:rsidRPr="00AF0A23">
        <w:t>L’AMANT</w:t>
      </w:r>
    </w:p>
    <w:p w14:paraId="5CACD5E0" w14:textId="77777777" w:rsidR="00905145" w:rsidRPr="00AF0A23" w:rsidRDefault="00905145" w:rsidP="00905145">
      <w:r w:rsidRPr="00AF0A23">
        <w:t>Quel sacrifice ?</w:t>
      </w:r>
    </w:p>
    <w:p w14:paraId="6D95D919"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8B69569" w14:textId="77777777" w:rsidR="00905145" w:rsidRPr="00AF0A23" w:rsidRDefault="00905145" w:rsidP="00905145">
      <w:r w:rsidRPr="00AF0A23">
        <w:t>Celui que tu voudras. Tiens, veux-tu que je me coupe les cheveux aussi courts que les tiens ?</w:t>
      </w:r>
    </w:p>
    <w:p w14:paraId="7F8EA466" w14:textId="77777777" w:rsidR="00905145" w:rsidRPr="00AF0A23" w:rsidRDefault="00905145" w:rsidP="00905145">
      <w:pPr>
        <w:ind w:firstLine="0"/>
        <w:jc w:val="center"/>
      </w:pPr>
      <w:r w:rsidRPr="00AF0A23">
        <w:t>L’AMANT</w:t>
      </w:r>
    </w:p>
    <w:p w14:paraId="1E45D34B" w14:textId="77777777" w:rsidR="00905145" w:rsidRPr="00AF0A23" w:rsidRDefault="00905145" w:rsidP="00905145">
      <w:r w:rsidRPr="00AF0A23">
        <w:t>Mais tu es folle ! Ne fais jamais ça.</w:t>
      </w:r>
    </w:p>
    <w:p w14:paraId="77C7AFFF"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42B7BBFA" w14:textId="77777777" w:rsidR="00905145" w:rsidRPr="00AF0A23" w:rsidRDefault="00905145" w:rsidP="00905145">
      <w:r w:rsidRPr="00AF0A23">
        <w:t>Pourquoi ?</w:t>
      </w:r>
    </w:p>
    <w:p w14:paraId="1DB346DB" w14:textId="77777777" w:rsidR="00905145" w:rsidRPr="00AF0A23" w:rsidRDefault="00905145" w:rsidP="00905145">
      <w:pPr>
        <w:ind w:firstLine="0"/>
        <w:jc w:val="center"/>
      </w:pPr>
      <w:r w:rsidRPr="00AF0A23">
        <w:t>L’AMANT</w:t>
      </w:r>
    </w:p>
    <w:p w14:paraId="01B1FBA8" w14:textId="77777777" w:rsidR="00905145" w:rsidRPr="00AF0A23" w:rsidRDefault="00905145" w:rsidP="00905145">
      <w:r w:rsidRPr="00AF0A23">
        <w:lastRenderedPageBreak/>
        <w:t>Parce que tu le regretterais, d’abord… et puis, ça ne me prouv</w:t>
      </w:r>
      <w:r w:rsidRPr="00AF0A23">
        <w:t>e</w:t>
      </w:r>
      <w:r w:rsidRPr="00AF0A23">
        <w:t>rait pas que tu m’aimes.</w:t>
      </w:r>
    </w:p>
    <w:p w14:paraId="24100312"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552955F" w14:textId="77777777" w:rsidR="00905145" w:rsidRPr="00AF0A23" w:rsidRDefault="00905145" w:rsidP="00905145">
      <w:r w:rsidRPr="00AF0A23">
        <w:t>Ça m’irait peut-être très bien…</w:t>
      </w:r>
    </w:p>
    <w:p w14:paraId="1C392119" w14:textId="77777777" w:rsidR="00905145" w:rsidRPr="00AF0A23" w:rsidRDefault="00905145" w:rsidP="00905145">
      <w:pPr>
        <w:ind w:firstLine="0"/>
        <w:jc w:val="center"/>
      </w:pPr>
      <w:r w:rsidRPr="00AF0A23">
        <w:t>L’AMANT</w:t>
      </w:r>
    </w:p>
    <w:p w14:paraId="56B78FC7" w14:textId="77777777" w:rsidR="00905145" w:rsidRPr="00AF0A23" w:rsidRDefault="00905145" w:rsidP="00905145">
      <w:r w:rsidRPr="00AF0A23">
        <w:t>Ah ! bon… ça, c’est autre chose. Dis-moi que tu as envie de te couper les cheveux, mais alors, n’appelle pas ça un sacrifice…</w:t>
      </w:r>
    </w:p>
    <w:p w14:paraId="5B139B02" w14:textId="77777777" w:rsidR="00905145" w:rsidRPr="00D72CAB" w:rsidRDefault="00905145" w:rsidP="00905145">
      <w:pPr>
        <w:pStyle w:val="NormalRetraitGauche4XIndent0"/>
        <w:rPr>
          <w:i/>
          <w:iCs/>
        </w:rPr>
      </w:pPr>
      <w:r w:rsidRPr="00D72CAB">
        <w:rPr>
          <w:i/>
          <w:iCs/>
        </w:rPr>
        <w:t>En disant ces derniers mots, il a fait un pas en arrière.</w:t>
      </w:r>
    </w:p>
    <w:p w14:paraId="1A2E9424"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7F5D896" w14:textId="77777777" w:rsidR="00905145" w:rsidRPr="00AF0A23" w:rsidRDefault="00905145" w:rsidP="00905145">
      <w:r w:rsidRPr="00AF0A23">
        <w:t>Pourquoi t’éloignes-tu de moi ?</w:t>
      </w:r>
    </w:p>
    <w:p w14:paraId="7D82AC1C" w14:textId="77777777" w:rsidR="00905145" w:rsidRPr="00AF0A23" w:rsidRDefault="00905145" w:rsidP="00905145">
      <w:pPr>
        <w:ind w:firstLine="0"/>
        <w:jc w:val="center"/>
      </w:pPr>
      <w:r w:rsidRPr="00AF0A23">
        <w:t>L’AMANT</w:t>
      </w:r>
    </w:p>
    <w:p w14:paraId="1911A22A" w14:textId="77777777" w:rsidR="00905145" w:rsidRPr="00AF0A23" w:rsidRDefault="00905145" w:rsidP="00905145">
      <w:r w:rsidRPr="00AF0A23">
        <w:t>Parce que ton mari nous regarde…</w:t>
      </w:r>
    </w:p>
    <w:p w14:paraId="5486DFA0"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53DEA12" w14:textId="77777777" w:rsidR="00905145" w:rsidRPr="00AF0A23" w:rsidRDefault="00905145" w:rsidP="00905145">
      <w:r w:rsidRPr="00AF0A23">
        <w:t>Et alors ?</w:t>
      </w:r>
    </w:p>
    <w:p w14:paraId="4349926D" w14:textId="77777777" w:rsidR="00905145" w:rsidRPr="00AF0A23" w:rsidRDefault="00905145" w:rsidP="00905145">
      <w:pPr>
        <w:ind w:firstLine="0"/>
        <w:jc w:val="center"/>
      </w:pPr>
      <w:r w:rsidRPr="00AF0A23">
        <w:t>L’AMANT</w:t>
      </w:r>
    </w:p>
    <w:p w14:paraId="788329EC" w14:textId="77777777" w:rsidR="00905145" w:rsidRPr="00AF0A23" w:rsidRDefault="00905145" w:rsidP="00905145">
      <w:r w:rsidRPr="00AF0A23">
        <w:t>Il a l’air f</w:t>
      </w:r>
      <w:r w:rsidRPr="00AF0A23">
        <w:t>u</w:t>
      </w:r>
      <w:r w:rsidRPr="00AF0A23">
        <w:t>rieux…</w:t>
      </w:r>
    </w:p>
    <w:p w14:paraId="5AEC4A21"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35E4B685" w14:textId="77777777" w:rsidR="00905145" w:rsidRPr="00AF0A23" w:rsidRDefault="00905145" w:rsidP="00905145">
      <w:r w:rsidRPr="00AF0A23">
        <w:t>Pour quelle cause ?</w:t>
      </w:r>
    </w:p>
    <w:p w14:paraId="223AE0B0" w14:textId="77777777" w:rsidR="00905145" w:rsidRPr="00AF0A23" w:rsidRDefault="00905145" w:rsidP="00905145">
      <w:pPr>
        <w:ind w:firstLine="0"/>
        <w:jc w:val="center"/>
      </w:pPr>
      <w:r w:rsidRPr="00AF0A23">
        <w:t>L’AMANT</w:t>
      </w:r>
    </w:p>
    <w:p w14:paraId="47CA87A5" w14:textId="77777777" w:rsidR="00905145" w:rsidRPr="00AF0A23" w:rsidRDefault="00905145" w:rsidP="00905145">
      <w:r w:rsidRPr="00AF0A23">
        <w:t>Parce que je c</w:t>
      </w:r>
      <w:r w:rsidRPr="00AF0A23">
        <w:t>a</w:t>
      </w:r>
      <w:r w:rsidRPr="00AF0A23">
        <w:t>ressais tes cheveux, peut-être…</w:t>
      </w:r>
    </w:p>
    <w:p w14:paraId="3FC29843"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7581B95" w14:textId="77777777" w:rsidR="00905145" w:rsidRPr="00AF0A23" w:rsidRDefault="00905145" w:rsidP="00905145">
      <w:r w:rsidRPr="00AF0A23">
        <w:lastRenderedPageBreak/>
        <w:t>Oh… tu le faisais pourtant bien douc</w:t>
      </w:r>
      <w:r w:rsidRPr="00AF0A23">
        <w:t>e</w:t>
      </w:r>
      <w:r w:rsidRPr="00AF0A23">
        <w:t>ment.</w:t>
      </w:r>
    </w:p>
    <w:p w14:paraId="7A26E36A" w14:textId="77777777" w:rsidR="00905145" w:rsidRPr="00AF0A23" w:rsidRDefault="00905145" w:rsidP="00905145">
      <w:pPr>
        <w:ind w:firstLine="0"/>
        <w:jc w:val="center"/>
      </w:pPr>
      <w:r w:rsidRPr="00AF0A23">
        <w:t>L’AMANT</w:t>
      </w:r>
    </w:p>
    <w:p w14:paraId="40EF53DE" w14:textId="77777777" w:rsidR="00905145" w:rsidRPr="00AF0A23" w:rsidRDefault="00905145" w:rsidP="00905145">
      <w:r w:rsidRPr="00AF0A23">
        <w:t>Je vous laisse…</w:t>
      </w:r>
    </w:p>
    <w:p w14:paraId="387136F4" w14:textId="77777777" w:rsidR="00905145" w:rsidRPr="00D72CAB" w:rsidRDefault="00905145" w:rsidP="00905145">
      <w:pPr>
        <w:pStyle w:val="NormalRetraitGauche4XIndent0"/>
        <w:rPr>
          <w:i/>
          <w:iCs/>
        </w:rPr>
      </w:pPr>
      <w:r w:rsidRPr="00D72CAB">
        <w:rPr>
          <w:i/>
          <w:iCs/>
        </w:rPr>
        <w:t>L’Amant s’éloigne, tandis que le Mari s’approche.</w:t>
      </w:r>
    </w:p>
    <w:p w14:paraId="6A55F72B" w14:textId="77777777" w:rsidR="00905145" w:rsidRPr="00AF0A23" w:rsidRDefault="00905145" w:rsidP="00905145">
      <w:pPr>
        <w:ind w:firstLine="0"/>
        <w:jc w:val="center"/>
      </w:pPr>
      <w:r w:rsidRPr="00AF0A23">
        <w:t>LE MARI</w:t>
      </w:r>
    </w:p>
    <w:p w14:paraId="7EF8263A" w14:textId="77777777" w:rsidR="00905145" w:rsidRPr="00AF0A23" w:rsidRDefault="00905145" w:rsidP="00905145">
      <w:r w:rsidRPr="00AF0A23">
        <w:t>Il est charmant, ce grand garçon…</w:t>
      </w:r>
    </w:p>
    <w:p w14:paraId="10DF77B5"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68001F50" w14:textId="77777777" w:rsidR="00905145" w:rsidRPr="00AF0A23" w:rsidRDefault="00905145" w:rsidP="00905145">
      <w:r w:rsidRPr="00AF0A23">
        <w:t>Oh… exquis !… Et je suis bien contente qu’il te plaise.</w:t>
      </w:r>
    </w:p>
    <w:p w14:paraId="67BE219E" w14:textId="77777777" w:rsidR="00905145" w:rsidRPr="00AF0A23" w:rsidRDefault="00905145" w:rsidP="00905145">
      <w:pPr>
        <w:ind w:firstLine="0"/>
        <w:jc w:val="center"/>
      </w:pPr>
      <w:r w:rsidRPr="00AF0A23">
        <w:t>LE MARI</w:t>
      </w:r>
    </w:p>
    <w:p w14:paraId="041C9746" w14:textId="77777777" w:rsidR="00905145" w:rsidRPr="00AF0A23" w:rsidRDefault="00905145" w:rsidP="00905145">
      <w:r w:rsidRPr="00AF0A23">
        <w:t>Pourquoi ?</w:t>
      </w:r>
    </w:p>
    <w:p w14:paraId="57E408FB"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623979FF" w14:textId="77777777" w:rsidR="00905145" w:rsidRPr="00AF0A23" w:rsidRDefault="00905145" w:rsidP="00905145">
      <w:r w:rsidRPr="00AF0A23">
        <w:t>Parce que je l’aime énormément !</w:t>
      </w:r>
    </w:p>
    <w:p w14:paraId="520A0C4B" w14:textId="77777777" w:rsidR="00905145" w:rsidRPr="00AF0A23" w:rsidRDefault="00905145" w:rsidP="00905145">
      <w:pPr>
        <w:ind w:firstLine="0"/>
        <w:jc w:val="center"/>
      </w:pPr>
      <w:r w:rsidRPr="00AF0A23">
        <w:t>LE MARI</w:t>
      </w:r>
    </w:p>
    <w:p w14:paraId="66867F39" w14:textId="77777777" w:rsidR="00905145" w:rsidRPr="00AF0A23" w:rsidRDefault="00905145" w:rsidP="00905145">
      <w:r w:rsidRPr="00AF0A23">
        <w:t>Tant que cela ?</w:t>
      </w:r>
    </w:p>
    <w:p w14:paraId="50CB8FB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C552970" w14:textId="77777777" w:rsidR="00905145" w:rsidRPr="00AF0A23" w:rsidRDefault="00905145" w:rsidP="00905145">
      <w:r w:rsidRPr="00AF0A23">
        <w:t>Oh ! oui… je l’aime autant qu’on peut a</w:t>
      </w:r>
      <w:r w:rsidRPr="00AF0A23">
        <w:t>i</w:t>
      </w:r>
      <w:r w:rsidRPr="00AF0A23">
        <w:t>mer, je crois.</w:t>
      </w:r>
    </w:p>
    <w:p w14:paraId="5A236BE0" w14:textId="77777777" w:rsidR="00905145" w:rsidRPr="00AF0A23" w:rsidRDefault="00905145" w:rsidP="00905145">
      <w:pPr>
        <w:ind w:firstLine="0"/>
        <w:jc w:val="center"/>
      </w:pPr>
      <w:r w:rsidRPr="00AF0A23">
        <w:t>LE MARI</w:t>
      </w:r>
    </w:p>
    <w:p w14:paraId="1BEE6770" w14:textId="77777777" w:rsidR="00905145" w:rsidRPr="00AF0A23" w:rsidRDefault="00905145" w:rsidP="00905145">
      <w:r w:rsidRPr="00AF0A23">
        <w:t>Allons donc !… Mais, dis-moi… est-ce que tu l’aimes plus que moi ?</w:t>
      </w:r>
    </w:p>
    <w:p w14:paraId="2402FF38"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205BE6B" w14:textId="77777777" w:rsidR="00905145" w:rsidRPr="00AF0A23" w:rsidRDefault="00905145" w:rsidP="00905145">
      <w:r w:rsidRPr="00AF0A23">
        <w:t>Oh ! Sûrement…</w:t>
      </w:r>
    </w:p>
    <w:p w14:paraId="5166D5C1" w14:textId="77777777" w:rsidR="00905145" w:rsidRPr="00AF0A23" w:rsidRDefault="00905145" w:rsidP="00905145">
      <w:pPr>
        <w:ind w:firstLine="0"/>
        <w:jc w:val="center"/>
      </w:pPr>
      <w:r w:rsidRPr="00AF0A23">
        <w:lastRenderedPageBreak/>
        <w:t>LE MARI</w:t>
      </w:r>
    </w:p>
    <w:p w14:paraId="71232081" w14:textId="77777777" w:rsidR="00905145" w:rsidRPr="00AF0A23" w:rsidRDefault="00905145" w:rsidP="00905145">
      <w:r w:rsidRPr="00AF0A23">
        <w:t>Comment, s</w:t>
      </w:r>
      <w:r w:rsidRPr="00AF0A23">
        <w:t>û</w:t>
      </w:r>
      <w:r w:rsidRPr="00AF0A23">
        <w:t>rement ?</w:t>
      </w:r>
    </w:p>
    <w:p w14:paraId="6BA2FB6F"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6694B3DA" w14:textId="77777777" w:rsidR="00905145" w:rsidRPr="00AF0A23" w:rsidRDefault="00905145" w:rsidP="00905145">
      <w:r w:rsidRPr="00AF0A23">
        <w:t>Je veux dire que je l’aime plus que, toi, tu ne l’aimes.</w:t>
      </w:r>
    </w:p>
    <w:p w14:paraId="71C4AD00" w14:textId="77777777" w:rsidR="00905145" w:rsidRPr="00AF0A23" w:rsidRDefault="00905145" w:rsidP="00905145">
      <w:pPr>
        <w:ind w:firstLine="0"/>
        <w:jc w:val="center"/>
      </w:pPr>
      <w:r w:rsidRPr="00AF0A23">
        <w:t>LE MARI</w:t>
      </w:r>
    </w:p>
    <w:p w14:paraId="212DCE0A" w14:textId="77777777" w:rsidR="00905145" w:rsidRPr="00AF0A23" w:rsidRDefault="00905145" w:rsidP="00905145">
      <w:r w:rsidRPr="00AF0A23">
        <w:t>Ah ! bon… oui, oh ! ça, certainement… Mais, ce que je te demande, c’est si tu l’aimes, lui, plus que tu ne m’aimes, moi ?</w:t>
      </w:r>
    </w:p>
    <w:p w14:paraId="754624FB"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F0598BD" w14:textId="77777777" w:rsidR="00905145" w:rsidRPr="00AF0A23" w:rsidRDefault="00905145" w:rsidP="00905145">
      <w:r w:rsidRPr="00AF0A23">
        <w:t>Oh ! Tu plaisantes, voyons… et ce que tu me demandes là n’a pas de sens. Je ne peux pas avoir pour lui les mêmes sent</w:t>
      </w:r>
      <w:r w:rsidRPr="00AF0A23">
        <w:t>i</w:t>
      </w:r>
      <w:r w:rsidRPr="00AF0A23">
        <w:t>ments que pour toi. Toi, tu es mon mari. Lui, je l’aime tout si</w:t>
      </w:r>
      <w:r w:rsidRPr="00AF0A23">
        <w:t>m</w:t>
      </w:r>
      <w:r w:rsidRPr="00AF0A23">
        <w:t>plement… mais je n’appartiens qu’à toi.</w:t>
      </w:r>
    </w:p>
    <w:p w14:paraId="34C13F56" w14:textId="77777777" w:rsidR="00905145" w:rsidRPr="00AF0A23" w:rsidRDefault="00905145" w:rsidP="00905145">
      <w:pPr>
        <w:ind w:firstLine="0"/>
        <w:jc w:val="center"/>
      </w:pPr>
      <w:r w:rsidRPr="00AF0A23">
        <w:t>LE MARI</w:t>
      </w:r>
    </w:p>
    <w:p w14:paraId="74A79451" w14:textId="77777777" w:rsidR="00905145" w:rsidRPr="00AF0A23" w:rsidRDefault="00905145" w:rsidP="00905145">
      <w:r w:rsidRPr="00AF0A23">
        <w:t>Ah ! Tu ne… ?</w:t>
      </w:r>
    </w:p>
    <w:p w14:paraId="5BF1CB9B"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661CCD9A" w14:textId="77777777" w:rsidR="00905145" w:rsidRPr="00AF0A23" w:rsidRDefault="00905145" w:rsidP="00905145">
      <w:r w:rsidRPr="00AF0A23">
        <w:t>Oh ! Voyons. Pui</w:t>
      </w:r>
      <w:r w:rsidRPr="00AF0A23">
        <w:t>s</w:t>
      </w:r>
      <w:r w:rsidRPr="00AF0A23">
        <w:t>que je te l’ai juré.</w:t>
      </w:r>
    </w:p>
    <w:p w14:paraId="7A08740B" w14:textId="77777777" w:rsidR="00905145" w:rsidRPr="00AF0A23" w:rsidRDefault="00905145" w:rsidP="00905145">
      <w:pPr>
        <w:ind w:firstLine="0"/>
        <w:jc w:val="center"/>
      </w:pPr>
      <w:r w:rsidRPr="00AF0A23">
        <w:t>LE MARI</w:t>
      </w:r>
    </w:p>
    <w:p w14:paraId="3158C7CD" w14:textId="77777777" w:rsidR="00905145" w:rsidRPr="00AF0A23" w:rsidRDefault="00905145" w:rsidP="00905145">
      <w:r w:rsidRPr="00AF0A23">
        <w:t>Oui, mais, lui, comme il ne m’a rien juré… est-ce qu’il ne t’en parle pas ?</w:t>
      </w:r>
    </w:p>
    <w:p w14:paraId="35F5DC6A"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3415994A" w14:textId="77777777" w:rsidR="00905145" w:rsidRPr="00AF0A23" w:rsidRDefault="00905145" w:rsidP="00905145">
      <w:r w:rsidRPr="00AF0A23">
        <w:t>Si, justement. Et, depuis deux jours, il ne me parle que de cela. Mais, tu peux être tranquille, je viens de lui expliquer à l’instant que c’était impossible, pui</w:t>
      </w:r>
      <w:r w:rsidRPr="00AF0A23">
        <w:t>s</w:t>
      </w:r>
      <w:r w:rsidRPr="00AF0A23">
        <w:t>que je t’avais juré de ne pas le faire. Et, comme c’est un garçon très gentil, je suis sûre qu’il ne m’en reparl</w:t>
      </w:r>
      <w:r w:rsidRPr="00AF0A23">
        <w:t>e</w:t>
      </w:r>
      <w:r w:rsidRPr="00AF0A23">
        <w:t>ra plus.</w:t>
      </w:r>
    </w:p>
    <w:p w14:paraId="3BA66A00" w14:textId="77777777" w:rsidR="00905145" w:rsidRPr="00AF0A23" w:rsidRDefault="00905145" w:rsidP="00905145">
      <w:pPr>
        <w:ind w:firstLine="0"/>
        <w:jc w:val="center"/>
      </w:pPr>
      <w:r w:rsidRPr="00AF0A23">
        <w:lastRenderedPageBreak/>
        <w:t>LE MARI</w:t>
      </w:r>
    </w:p>
    <w:p w14:paraId="7A3D4BBA" w14:textId="77777777" w:rsidR="00905145" w:rsidRPr="00AF0A23" w:rsidRDefault="00905145" w:rsidP="00905145">
      <w:r w:rsidRPr="00AF0A23">
        <w:t>Je voudrais en être aussi sûr que toi. Mais, dis-moi, qu’est-ce que vous faites tous les deux ?</w:t>
      </w:r>
    </w:p>
    <w:p w14:paraId="1C8F149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38157544" w14:textId="77777777" w:rsidR="00905145" w:rsidRPr="00AF0A23" w:rsidRDefault="00905145" w:rsidP="00905145">
      <w:r w:rsidRPr="00AF0A23">
        <w:t>On se promène… on court… on s’amuse… on s’embrasse.</w:t>
      </w:r>
    </w:p>
    <w:p w14:paraId="2A408314" w14:textId="77777777" w:rsidR="00905145" w:rsidRPr="00AF0A23" w:rsidRDefault="00905145" w:rsidP="00905145">
      <w:pPr>
        <w:ind w:firstLine="0"/>
        <w:jc w:val="center"/>
      </w:pPr>
      <w:r w:rsidRPr="00AF0A23">
        <w:t>LE MARI</w:t>
      </w:r>
    </w:p>
    <w:p w14:paraId="07F153C9" w14:textId="77777777" w:rsidR="00905145" w:rsidRPr="00AF0A23" w:rsidRDefault="00905145" w:rsidP="00905145">
      <w:r w:rsidRPr="00AF0A23">
        <w:t>Ah ! oui ?</w:t>
      </w:r>
    </w:p>
    <w:p w14:paraId="5027FE5D"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9562667" w14:textId="77777777" w:rsidR="00905145" w:rsidRPr="00AF0A23" w:rsidRDefault="00905145" w:rsidP="00905145">
      <w:r w:rsidRPr="00AF0A23">
        <w:t>Oui, oh ! on ne fait rien de mal, va.</w:t>
      </w:r>
    </w:p>
    <w:p w14:paraId="690C177B" w14:textId="77777777" w:rsidR="00905145" w:rsidRPr="00AF0A23" w:rsidRDefault="00905145" w:rsidP="00905145">
      <w:pPr>
        <w:ind w:firstLine="0"/>
        <w:jc w:val="center"/>
      </w:pPr>
      <w:r w:rsidRPr="00AF0A23">
        <w:t>LE MARI</w:t>
      </w:r>
    </w:p>
    <w:p w14:paraId="0FEDB044" w14:textId="77777777" w:rsidR="00905145" w:rsidRPr="00AF0A23" w:rsidRDefault="00905145" w:rsidP="00905145">
      <w:r w:rsidRPr="00AF0A23">
        <w:t>Non, bien sûr… mais, enfin… il n’est pas nécessaire que vous vous embra</w:t>
      </w:r>
      <w:r w:rsidRPr="00AF0A23">
        <w:t>s</w:t>
      </w:r>
      <w:r w:rsidRPr="00AF0A23">
        <w:t>siez…</w:t>
      </w:r>
    </w:p>
    <w:p w14:paraId="2C8FC75E"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2E03080" w14:textId="77777777" w:rsidR="00905145" w:rsidRPr="00AF0A23" w:rsidRDefault="00905145" w:rsidP="00905145">
      <w:r w:rsidRPr="00AF0A23">
        <w:t>En effet, ce n’est pas nécessaire, mais c’est bien agréable.</w:t>
      </w:r>
    </w:p>
    <w:p w14:paraId="0DB15FB1" w14:textId="77777777" w:rsidR="00905145" w:rsidRPr="00AF0A23" w:rsidRDefault="00905145" w:rsidP="00905145">
      <w:pPr>
        <w:ind w:firstLine="0"/>
        <w:jc w:val="center"/>
      </w:pPr>
      <w:r w:rsidRPr="00AF0A23">
        <w:t>LE MARI</w:t>
      </w:r>
    </w:p>
    <w:p w14:paraId="68B0BDD3" w14:textId="77777777" w:rsidR="00905145" w:rsidRPr="00AF0A23" w:rsidRDefault="00905145" w:rsidP="00905145">
      <w:r w:rsidRPr="00AF0A23">
        <w:t>Eh ! oui, seul</w:t>
      </w:r>
      <w:r w:rsidRPr="00AF0A23">
        <w:t>e</w:t>
      </w:r>
      <w:r w:rsidRPr="00AF0A23">
        <w:t>ment, je vais être obligé de te demander de te priver de ce plaisir…</w:t>
      </w:r>
    </w:p>
    <w:p w14:paraId="5F6F2E27" w14:textId="77777777" w:rsidR="00905145" w:rsidRPr="00AF0A23" w:rsidRDefault="00905145" w:rsidP="00905145">
      <w:pPr>
        <w:ind w:firstLine="0"/>
        <w:jc w:val="center"/>
        <w:rPr>
          <w:i/>
          <w:iCs/>
        </w:rPr>
      </w:pPr>
      <w:r w:rsidRPr="00AF0A23">
        <w:t>LA FEMME, s</w:t>
      </w:r>
      <w:r w:rsidRPr="00AF0A23">
        <w:rPr>
          <w:i/>
          <w:iCs/>
        </w:rPr>
        <w:t>u</w:t>
      </w:r>
      <w:r w:rsidRPr="00AF0A23">
        <w:rPr>
          <w:i/>
          <w:iCs/>
        </w:rPr>
        <w:t>r</w:t>
      </w:r>
      <w:r w:rsidRPr="00AF0A23">
        <w:rPr>
          <w:i/>
          <w:iCs/>
        </w:rPr>
        <w:t>prise.</w:t>
      </w:r>
    </w:p>
    <w:p w14:paraId="474A7A97" w14:textId="77777777" w:rsidR="00905145" w:rsidRPr="00AF0A23" w:rsidRDefault="00905145" w:rsidP="00905145">
      <w:r w:rsidRPr="00AF0A23">
        <w:t>Oh !…</w:t>
      </w:r>
    </w:p>
    <w:p w14:paraId="0F4DC654" w14:textId="77777777" w:rsidR="00905145" w:rsidRPr="00AF0A23" w:rsidRDefault="00905145" w:rsidP="00905145">
      <w:pPr>
        <w:ind w:firstLine="0"/>
        <w:jc w:val="center"/>
      </w:pPr>
      <w:r w:rsidRPr="00AF0A23">
        <w:t xml:space="preserve">LE MARI, </w:t>
      </w:r>
      <w:r w:rsidRPr="00067AB9">
        <w:rPr>
          <w:i/>
          <w:iCs/>
        </w:rPr>
        <w:t>fo</w:t>
      </w:r>
      <w:r w:rsidRPr="00067AB9">
        <w:rPr>
          <w:i/>
          <w:iCs/>
        </w:rPr>
        <w:t>r</w:t>
      </w:r>
      <w:r w:rsidRPr="00067AB9">
        <w:rPr>
          <w:i/>
          <w:iCs/>
        </w:rPr>
        <w:t>mel</w:t>
      </w:r>
      <w:r w:rsidRPr="00AF0A23">
        <w:t>.</w:t>
      </w:r>
    </w:p>
    <w:p w14:paraId="35BE4554" w14:textId="77777777" w:rsidR="00905145" w:rsidRPr="00AF0A23" w:rsidRDefault="00905145" w:rsidP="00905145">
      <w:r w:rsidRPr="00AF0A23">
        <w:t>Oui.</w:t>
      </w:r>
    </w:p>
    <w:p w14:paraId="5F7685EC" w14:textId="77777777" w:rsidR="00905145" w:rsidRPr="00AF0A23" w:rsidRDefault="00905145" w:rsidP="00905145">
      <w:pPr>
        <w:ind w:firstLine="0"/>
        <w:jc w:val="center"/>
      </w:pPr>
      <w:r w:rsidRPr="00AF0A23">
        <w:t xml:space="preserve">LA FEMME, </w:t>
      </w:r>
      <w:r w:rsidRPr="00067AB9">
        <w:rPr>
          <w:i/>
          <w:iCs/>
        </w:rPr>
        <w:t>obéi</w:t>
      </w:r>
      <w:r w:rsidRPr="00067AB9">
        <w:rPr>
          <w:i/>
          <w:iCs/>
        </w:rPr>
        <w:t>s</w:t>
      </w:r>
      <w:r w:rsidRPr="00067AB9">
        <w:rPr>
          <w:i/>
          <w:iCs/>
        </w:rPr>
        <w:t>sante</w:t>
      </w:r>
      <w:r w:rsidRPr="00AF0A23">
        <w:t>.</w:t>
      </w:r>
    </w:p>
    <w:p w14:paraId="60FCA9D7" w14:textId="77777777" w:rsidR="00905145" w:rsidRPr="00AF0A23" w:rsidRDefault="00905145" w:rsidP="00905145">
      <w:r w:rsidRPr="00AF0A23">
        <w:lastRenderedPageBreak/>
        <w:t>Bon.</w:t>
      </w:r>
    </w:p>
    <w:p w14:paraId="580C87A7" w14:textId="77777777" w:rsidR="00905145" w:rsidRPr="00AF0A23" w:rsidRDefault="00905145" w:rsidP="00905145">
      <w:pPr>
        <w:ind w:firstLine="0"/>
        <w:jc w:val="center"/>
      </w:pPr>
      <w:r w:rsidRPr="00AF0A23">
        <w:t>LE MARI</w:t>
      </w:r>
    </w:p>
    <w:p w14:paraId="73BCF6BE" w14:textId="77777777" w:rsidR="00905145" w:rsidRPr="00AF0A23" w:rsidRDefault="00905145" w:rsidP="00905145">
      <w:r w:rsidRPr="00AF0A23">
        <w:t>Il est également inutile qu’il te touche les cheveux, comme tout à l’heure il le fa</w:t>
      </w:r>
      <w:r w:rsidRPr="00AF0A23">
        <w:t>i</w:t>
      </w:r>
      <w:r w:rsidRPr="00AF0A23">
        <w:t>sait.</w:t>
      </w:r>
    </w:p>
    <w:p w14:paraId="3352D880"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C487B8C" w14:textId="77777777" w:rsidR="00905145" w:rsidRPr="00AF0A23" w:rsidRDefault="00905145" w:rsidP="00905145">
      <w:r w:rsidRPr="00AF0A23">
        <w:t>Ah ?</w:t>
      </w:r>
    </w:p>
    <w:p w14:paraId="53B8638E" w14:textId="77777777" w:rsidR="00905145" w:rsidRPr="00AF0A23" w:rsidRDefault="00905145" w:rsidP="00905145">
      <w:pPr>
        <w:ind w:firstLine="0"/>
        <w:jc w:val="center"/>
      </w:pPr>
      <w:r w:rsidRPr="00AF0A23">
        <w:t>LE MARI</w:t>
      </w:r>
    </w:p>
    <w:p w14:paraId="63D0132E" w14:textId="77777777" w:rsidR="00905145" w:rsidRPr="00AF0A23" w:rsidRDefault="00905145" w:rsidP="00905145">
      <w:r w:rsidRPr="00AF0A23">
        <w:t>Oui. D’ailleurs, ne vous promenez donc pas ensemble d’une façon trop régulière… ne le faites pas pendant plus de cinq ou six minutes… et, le soir, n’allez plus dans les bois. Restez donc par ici.</w:t>
      </w:r>
    </w:p>
    <w:p w14:paraId="407CA853"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9523F1D" w14:textId="77777777" w:rsidR="00905145" w:rsidRPr="00AF0A23" w:rsidRDefault="00905145" w:rsidP="00905145">
      <w:r w:rsidRPr="00AF0A23">
        <w:t>Bien. Mais, écoute, qu’est-ce que j’ai donc pour que tu me défe</w:t>
      </w:r>
      <w:r w:rsidRPr="00AF0A23">
        <w:t>n</w:t>
      </w:r>
      <w:r w:rsidRPr="00AF0A23">
        <w:t>des tout ça…</w:t>
      </w:r>
    </w:p>
    <w:p w14:paraId="334BEF89" w14:textId="77777777" w:rsidR="00905145" w:rsidRPr="00AF0A23" w:rsidRDefault="00905145" w:rsidP="00905145">
      <w:pPr>
        <w:ind w:firstLine="0"/>
        <w:jc w:val="center"/>
      </w:pPr>
      <w:r w:rsidRPr="00AF0A23">
        <w:t>LE MARI</w:t>
      </w:r>
    </w:p>
    <w:p w14:paraId="033136DC" w14:textId="77777777" w:rsidR="00905145" w:rsidRPr="00AF0A23" w:rsidRDefault="00905145" w:rsidP="00905145">
      <w:r w:rsidRPr="00AF0A23">
        <w:t>Mais tu n’as rien, mon enfant. Pourquoi me poses-tu cette que</w:t>
      </w:r>
      <w:r w:rsidRPr="00AF0A23">
        <w:t>s</w:t>
      </w:r>
      <w:r w:rsidRPr="00AF0A23">
        <w:t>tion ?</w:t>
      </w:r>
    </w:p>
    <w:p w14:paraId="12125278"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63F27014" w14:textId="77777777" w:rsidR="00905145" w:rsidRPr="00AF0A23" w:rsidRDefault="00905145" w:rsidP="00905145">
      <w:r w:rsidRPr="00AF0A23">
        <w:t>Parce que je voudrais comprendre. Quoi, c’était donc mal ce que je faisais ?</w:t>
      </w:r>
    </w:p>
    <w:p w14:paraId="66C29FBB" w14:textId="77777777" w:rsidR="00905145" w:rsidRPr="00AF0A23" w:rsidRDefault="00905145" w:rsidP="00905145">
      <w:pPr>
        <w:ind w:firstLine="0"/>
        <w:jc w:val="center"/>
        <w:rPr>
          <w:i/>
          <w:iCs/>
        </w:rPr>
      </w:pPr>
      <w:r w:rsidRPr="00AF0A23">
        <w:t>LE MARI, s</w:t>
      </w:r>
      <w:r w:rsidRPr="00AF0A23">
        <w:rPr>
          <w:i/>
          <w:iCs/>
        </w:rPr>
        <w:t>e rendant compte un peu qu’il est bien mal</w:t>
      </w:r>
      <w:r w:rsidRPr="00AF0A23">
        <w:rPr>
          <w:i/>
          <w:iCs/>
        </w:rPr>
        <w:t>a</w:t>
      </w:r>
      <w:r w:rsidRPr="00AF0A23">
        <w:rPr>
          <w:i/>
          <w:iCs/>
        </w:rPr>
        <w:t>droit.</w:t>
      </w:r>
    </w:p>
    <w:p w14:paraId="5376BB6C" w14:textId="77777777" w:rsidR="00905145" w:rsidRPr="00AF0A23" w:rsidRDefault="00905145" w:rsidP="00905145">
      <w:r w:rsidRPr="00AF0A23">
        <w:t>Ce n’était pas bien… et puis, su</w:t>
      </w:r>
      <w:r w:rsidRPr="00AF0A23">
        <w:t>r</w:t>
      </w:r>
      <w:r w:rsidRPr="00AF0A23">
        <w:t>tout, cela pouvait mal faire parler de toi… et de moi. Or, dans ma situation, il ne faut pas qu’on parle mal de moi. Et puis, enfin, c’est décidé… tu es ma femme…</w:t>
      </w:r>
    </w:p>
    <w:p w14:paraId="0D010D0F" w14:textId="77777777" w:rsidR="00905145" w:rsidRPr="00D72CAB" w:rsidRDefault="00905145" w:rsidP="00905145">
      <w:pPr>
        <w:pStyle w:val="NormalRetraitGauche4XIndent0"/>
        <w:rPr>
          <w:i/>
          <w:iCs/>
        </w:rPr>
      </w:pPr>
      <w:r w:rsidRPr="00D72CAB">
        <w:rPr>
          <w:i/>
          <w:iCs/>
        </w:rPr>
        <w:lastRenderedPageBreak/>
        <w:t>Il la prend par le bras, sans douceur.</w:t>
      </w:r>
    </w:p>
    <w:p w14:paraId="7C5E9E5C" w14:textId="77777777" w:rsidR="00905145" w:rsidRPr="00AF0A23" w:rsidRDefault="00905145" w:rsidP="00905145">
      <w:r w:rsidRPr="00AF0A23">
        <w:t>Tu m’appartiens…</w:t>
      </w:r>
    </w:p>
    <w:p w14:paraId="54EE2C2D"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021A4D2" w14:textId="77777777" w:rsidR="00905145" w:rsidRPr="00AF0A23" w:rsidRDefault="00905145" w:rsidP="00905145">
      <w:r w:rsidRPr="00AF0A23">
        <w:t>Tu me fais mal…</w:t>
      </w:r>
    </w:p>
    <w:p w14:paraId="35BCEA66" w14:textId="77777777" w:rsidR="00905145" w:rsidRPr="00AF0A23" w:rsidRDefault="00905145" w:rsidP="00905145">
      <w:pPr>
        <w:ind w:firstLine="0"/>
        <w:jc w:val="center"/>
      </w:pPr>
      <w:r w:rsidRPr="00AF0A23">
        <w:t>LE MARI</w:t>
      </w:r>
    </w:p>
    <w:p w14:paraId="2B792A4A" w14:textId="77777777" w:rsidR="00905145" w:rsidRPr="00AF0A23" w:rsidRDefault="00905145" w:rsidP="00905145">
      <w:r w:rsidRPr="00AF0A23">
        <w:t>Pardon. Et je ne veux pas qu’un autre homme que moi pose la main sur toi. Il faut que tu me sois fidèle de la tête aux pieds.</w:t>
      </w:r>
    </w:p>
    <w:p w14:paraId="62582D8D" w14:textId="77777777" w:rsidR="00905145" w:rsidRPr="00AF0A23" w:rsidRDefault="00905145" w:rsidP="00905145">
      <w:pPr>
        <w:ind w:firstLine="0"/>
        <w:jc w:val="center"/>
        <w:rPr>
          <w:i/>
          <w:iCs/>
        </w:rPr>
      </w:pPr>
      <w:r w:rsidRPr="00AF0A23">
        <w:t>LA FEMME, m</w:t>
      </w:r>
      <w:r w:rsidRPr="00AF0A23">
        <w:rPr>
          <w:i/>
          <w:iCs/>
        </w:rPr>
        <w:t>oqueuse pour la pr</w:t>
      </w:r>
      <w:r w:rsidRPr="00AF0A23">
        <w:rPr>
          <w:i/>
          <w:iCs/>
        </w:rPr>
        <w:t>e</w:t>
      </w:r>
      <w:r w:rsidRPr="00AF0A23">
        <w:rPr>
          <w:i/>
          <w:iCs/>
        </w:rPr>
        <w:t>mière fois.</w:t>
      </w:r>
    </w:p>
    <w:p w14:paraId="6BD85DCD" w14:textId="77777777" w:rsidR="00905145" w:rsidRPr="00AF0A23" w:rsidRDefault="00905145" w:rsidP="00905145">
      <w:r w:rsidRPr="00AF0A23">
        <w:t>Y compris les cheveux ?</w:t>
      </w:r>
    </w:p>
    <w:p w14:paraId="66936AAC" w14:textId="77777777" w:rsidR="00905145" w:rsidRPr="00AF0A23" w:rsidRDefault="00905145" w:rsidP="00905145">
      <w:pPr>
        <w:ind w:firstLine="0"/>
        <w:jc w:val="center"/>
      </w:pPr>
      <w:r w:rsidRPr="00AF0A23">
        <w:t>LE MARI</w:t>
      </w:r>
    </w:p>
    <w:p w14:paraId="40702339" w14:textId="77777777" w:rsidR="00905145" w:rsidRPr="00AF0A23" w:rsidRDefault="00905145" w:rsidP="00905145">
      <w:r w:rsidRPr="00AF0A23">
        <w:t>Parfaitement. Il ne faut pas que tu me trompes.</w:t>
      </w:r>
    </w:p>
    <w:p w14:paraId="29041A4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D70BDBB" w14:textId="77777777" w:rsidR="00905145" w:rsidRPr="00AF0A23" w:rsidRDefault="00905145" w:rsidP="00905145">
      <w:r w:rsidRPr="00AF0A23">
        <w:t>Du tout, du tout ?</w:t>
      </w:r>
    </w:p>
    <w:p w14:paraId="092B81A8" w14:textId="77777777" w:rsidR="00905145" w:rsidRPr="00AF0A23" w:rsidRDefault="00905145" w:rsidP="00905145">
      <w:pPr>
        <w:ind w:firstLine="0"/>
        <w:jc w:val="center"/>
      </w:pPr>
      <w:r w:rsidRPr="00AF0A23">
        <w:t>LE MARI</w:t>
      </w:r>
    </w:p>
    <w:p w14:paraId="6519D1E3" w14:textId="77777777" w:rsidR="00905145" w:rsidRPr="00AF0A23" w:rsidRDefault="00905145" w:rsidP="00905145">
      <w:r w:rsidRPr="00AF0A23">
        <w:t>Du tout, du tout.</w:t>
      </w:r>
    </w:p>
    <w:p w14:paraId="2A95D2B9"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0C1D434" w14:textId="77777777" w:rsidR="00905145" w:rsidRPr="00AF0A23" w:rsidRDefault="00905145" w:rsidP="00905145">
      <w:r w:rsidRPr="00AF0A23">
        <w:t>Même si nous devions être seuls à le s</w:t>
      </w:r>
      <w:r w:rsidRPr="00AF0A23">
        <w:t>a</w:t>
      </w:r>
      <w:r w:rsidRPr="00AF0A23">
        <w:t>voir, toi, lui et moi ?</w:t>
      </w:r>
    </w:p>
    <w:p w14:paraId="36F6B64B" w14:textId="77777777" w:rsidR="00905145" w:rsidRPr="00AF0A23" w:rsidRDefault="00905145" w:rsidP="00905145">
      <w:pPr>
        <w:ind w:firstLine="0"/>
        <w:jc w:val="center"/>
      </w:pPr>
      <w:r w:rsidRPr="00AF0A23">
        <w:t>LE MARI</w:t>
      </w:r>
    </w:p>
    <w:p w14:paraId="31BC2833" w14:textId="77777777" w:rsidR="00905145" w:rsidRPr="00AF0A23" w:rsidRDefault="00905145" w:rsidP="00905145">
      <w:r w:rsidRPr="00AF0A23">
        <w:t>Mais naturell</w:t>
      </w:r>
      <w:r w:rsidRPr="00AF0A23">
        <w:t>e</w:t>
      </w:r>
      <w:r w:rsidRPr="00AF0A23">
        <w:t>ment !</w:t>
      </w:r>
    </w:p>
    <w:p w14:paraId="1A5EF4E9"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47E653F4" w14:textId="77777777" w:rsidR="00905145" w:rsidRPr="00AF0A23" w:rsidRDefault="00905145" w:rsidP="00905145">
      <w:r w:rsidRPr="00AF0A23">
        <w:lastRenderedPageBreak/>
        <w:t>Et il n’y a pas pour ça une raison que tu me caches ?</w:t>
      </w:r>
    </w:p>
    <w:p w14:paraId="6A2F9227" w14:textId="77777777" w:rsidR="00905145" w:rsidRPr="00AF0A23" w:rsidRDefault="00905145" w:rsidP="00905145">
      <w:pPr>
        <w:ind w:firstLine="0"/>
        <w:jc w:val="center"/>
      </w:pPr>
      <w:r w:rsidRPr="00AF0A23">
        <w:t>LE MARI</w:t>
      </w:r>
    </w:p>
    <w:p w14:paraId="3E06CC31" w14:textId="77777777" w:rsidR="00905145" w:rsidRPr="00AF0A23" w:rsidRDefault="00905145" w:rsidP="00905145">
      <w:r w:rsidRPr="00AF0A23">
        <w:t>Mais non. Je t’aime et tu dois être à moi seul, c’est tout.</w:t>
      </w:r>
    </w:p>
    <w:p w14:paraId="25D44E77"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CD2FCD3" w14:textId="77777777" w:rsidR="00905145" w:rsidRPr="00AF0A23" w:rsidRDefault="00905145" w:rsidP="00905145">
      <w:r w:rsidRPr="00AF0A23">
        <w:t>Eh ! bien, tu vois, moi, j’étais persuadée que tu avais une raison sérieuse de…</w:t>
      </w:r>
    </w:p>
    <w:p w14:paraId="253A2370" w14:textId="77777777" w:rsidR="00905145" w:rsidRPr="00AF0A23" w:rsidRDefault="00905145" w:rsidP="00905145">
      <w:pPr>
        <w:ind w:firstLine="0"/>
        <w:jc w:val="center"/>
      </w:pPr>
      <w:r w:rsidRPr="00AF0A23">
        <w:t>LE MARI</w:t>
      </w:r>
    </w:p>
    <w:p w14:paraId="426E5209" w14:textId="77777777" w:rsidR="00905145" w:rsidRPr="00AF0A23" w:rsidRDefault="00905145" w:rsidP="00905145">
      <w:r w:rsidRPr="00AF0A23">
        <w:t>Mais c’est une raison sérieuse.</w:t>
      </w:r>
    </w:p>
    <w:p w14:paraId="1D4DEEA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1C925CE" w14:textId="77777777" w:rsidR="00905145" w:rsidRPr="00AF0A23" w:rsidRDefault="00905145" w:rsidP="00905145">
      <w:r w:rsidRPr="00AF0A23">
        <w:t>Si l’on veut, oui. Mais, alors, quoi… ç’a donc vraiment une si grande importance que ça de faire l’amour ?</w:t>
      </w:r>
    </w:p>
    <w:p w14:paraId="2CBC1EF6" w14:textId="77777777" w:rsidR="00905145" w:rsidRPr="00AF0A23" w:rsidRDefault="00905145" w:rsidP="00905145">
      <w:pPr>
        <w:ind w:firstLine="0"/>
        <w:jc w:val="center"/>
      </w:pPr>
      <w:r w:rsidRPr="00AF0A23">
        <w:t>LE MARI</w:t>
      </w:r>
    </w:p>
    <w:p w14:paraId="47FC9603" w14:textId="77777777" w:rsidR="00905145" w:rsidRPr="00AF0A23" w:rsidRDefault="00905145" w:rsidP="00905145">
      <w:r w:rsidRPr="00AF0A23">
        <w:t>Tu le vois bien. Et tous les hommes, un jour, penseront comme moi.</w:t>
      </w:r>
    </w:p>
    <w:p w14:paraId="4013D857"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45F66FC" w14:textId="77777777" w:rsidR="00905145" w:rsidRPr="00AF0A23" w:rsidRDefault="00905145" w:rsidP="00905145">
      <w:r w:rsidRPr="00AF0A23">
        <w:t>Eh bien, tu sais, ce jour-là, il s’en pa</w:t>
      </w:r>
      <w:r w:rsidRPr="00AF0A23">
        <w:t>s</w:t>
      </w:r>
      <w:r w:rsidRPr="00AF0A23">
        <w:t>sera des choses sur la terre ! Alors, si je te trompais, qu’est-ce que tu ferais ?</w:t>
      </w:r>
    </w:p>
    <w:p w14:paraId="6AFEA22B" w14:textId="77777777" w:rsidR="00905145" w:rsidRPr="00AF0A23" w:rsidRDefault="00905145" w:rsidP="00905145">
      <w:pPr>
        <w:ind w:firstLine="0"/>
        <w:jc w:val="center"/>
      </w:pPr>
      <w:r w:rsidRPr="00AF0A23">
        <w:t>LE MARI</w:t>
      </w:r>
    </w:p>
    <w:p w14:paraId="45A0368B" w14:textId="77777777" w:rsidR="00905145" w:rsidRPr="00AF0A23" w:rsidRDefault="00905145" w:rsidP="00905145">
      <w:r w:rsidRPr="00AF0A23">
        <w:t>J’aurais beaucoup de chagrin… te</w:t>
      </w:r>
      <w:r w:rsidRPr="00AF0A23">
        <w:t>l</w:t>
      </w:r>
      <w:r w:rsidRPr="00AF0A23">
        <w:t>lement de chagrin que, le jour où je n’en pourrais plus de sou</w:t>
      </w:r>
      <w:r w:rsidRPr="00AF0A23">
        <w:t>f</w:t>
      </w:r>
      <w:r w:rsidRPr="00AF0A23">
        <w:t>frir, je prendrais une arme…</w:t>
      </w:r>
    </w:p>
    <w:p w14:paraId="2E595421" w14:textId="77777777" w:rsidR="00905145" w:rsidRPr="00AF0A23" w:rsidRDefault="00905145" w:rsidP="00905145">
      <w:pPr>
        <w:ind w:firstLine="0"/>
        <w:jc w:val="center"/>
      </w:pPr>
      <w:r w:rsidRPr="00AF0A23">
        <w:t xml:space="preserve">LA FEMME, </w:t>
      </w:r>
      <w:r w:rsidRPr="00067AB9">
        <w:rPr>
          <w:i/>
          <w:iCs/>
        </w:rPr>
        <w:t>le voyant déjà mort.</w:t>
      </w:r>
    </w:p>
    <w:p w14:paraId="33FD4377" w14:textId="77777777" w:rsidR="00905145" w:rsidRPr="00AF0A23" w:rsidRDefault="00905145" w:rsidP="00905145">
      <w:r w:rsidRPr="00AF0A23">
        <w:t>Oh !</w:t>
      </w:r>
    </w:p>
    <w:p w14:paraId="1611FF07" w14:textId="77777777" w:rsidR="00905145" w:rsidRPr="00AF0A23" w:rsidRDefault="00905145" w:rsidP="00905145">
      <w:pPr>
        <w:ind w:firstLine="0"/>
        <w:jc w:val="center"/>
      </w:pPr>
      <w:r w:rsidRPr="00AF0A23">
        <w:lastRenderedPageBreak/>
        <w:t>LE MARI</w:t>
      </w:r>
    </w:p>
    <w:p w14:paraId="4B717E5E" w14:textId="77777777" w:rsidR="00905145" w:rsidRPr="00AF0A23" w:rsidRDefault="00905145" w:rsidP="00905145">
      <w:r w:rsidRPr="00AF0A23">
        <w:t>Et je te tuerais.</w:t>
      </w:r>
    </w:p>
    <w:p w14:paraId="5C09B948" w14:textId="77777777" w:rsidR="00905145" w:rsidRPr="00AF0A23" w:rsidRDefault="00905145" w:rsidP="00905145">
      <w:pPr>
        <w:ind w:firstLine="0"/>
        <w:jc w:val="center"/>
      </w:pPr>
      <w:r w:rsidRPr="00AF0A23">
        <w:t xml:space="preserve">LA FEMME, </w:t>
      </w:r>
      <w:r w:rsidRPr="00067AB9">
        <w:rPr>
          <w:i/>
          <w:iCs/>
        </w:rPr>
        <w:t>très étonnée.</w:t>
      </w:r>
    </w:p>
    <w:p w14:paraId="7C15F6E3" w14:textId="77777777" w:rsidR="00905145" w:rsidRPr="00AF0A23" w:rsidRDefault="00905145" w:rsidP="00905145">
      <w:r w:rsidRPr="00AF0A23">
        <w:t>Ah ?</w:t>
      </w:r>
    </w:p>
    <w:p w14:paraId="71AD6CB4" w14:textId="77777777" w:rsidR="00905145" w:rsidRPr="00AF0A23" w:rsidRDefault="00905145" w:rsidP="00905145">
      <w:pPr>
        <w:ind w:firstLine="0"/>
        <w:jc w:val="center"/>
      </w:pPr>
      <w:r w:rsidRPr="00AF0A23">
        <w:t>LE MARI</w:t>
      </w:r>
    </w:p>
    <w:p w14:paraId="25303A8A" w14:textId="77777777" w:rsidR="00905145" w:rsidRPr="00AF0A23" w:rsidRDefault="00905145" w:rsidP="00905145">
      <w:r w:rsidRPr="00AF0A23">
        <w:t>Oui.</w:t>
      </w:r>
    </w:p>
    <w:p w14:paraId="4642916E"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2D205E0" w14:textId="77777777" w:rsidR="00905145" w:rsidRPr="00AF0A23" w:rsidRDefault="00905145" w:rsidP="00905145">
      <w:r w:rsidRPr="00AF0A23">
        <w:t>Tu me tuerais ! Alors, à tes yeux, je suis si précieuse que ça ?</w:t>
      </w:r>
    </w:p>
    <w:p w14:paraId="4E381ED7" w14:textId="77777777" w:rsidR="00905145" w:rsidRPr="00AF0A23" w:rsidRDefault="00905145" w:rsidP="00905145">
      <w:pPr>
        <w:ind w:firstLine="0"/>
        <w:jc w:val="center"/>
      </w:pPr>
      <w:r w:rsidRPr="00AF0A23">
        <w:t>LE MARI</w:t>
      </w:r>
    </w:p>
    <w:p w14:paraId="5A040E59" w14:textId="77777777" w:rsidR="00905145" w:rsidRPr="00AF0A23" w:rsidRDefault="00905145" w:rsidP="00905145">
      <w:r w:rsidRPr="00AF0A23">
        <w:t>Mais oui.</w:t>
      </w:r>
    </w:p>
    <w:p w14:paraId="68A760EB"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783E097C" w14:textId="77777777" w:rsidR="00905145" w:rsidRPr="00AF0A23" w:rsidRDefault="00905145" w:rsidP="00905145">
      <w:r w:rsidRPr="00AF0A23">
        <w:t>Eh bien… tu vas me rendre orguei</w:t>
      </w:r>
      <w:r w:rsidRPr="00AF0A23">
        <w:t>l</w:t>
      </w:r>
      <w:r w:rsidRPr="00AF0A23">
        <w:t>leuse, tu sais.</w:t>
      </w:r>
    </w:p>
    <w:p w14:paraId="7EFECC62" w14:textId="77777777" w:rsidR="00905145" w:rsidRPr="00AF0A23" w:rsidRDefault="00905145" w:rsidP="00905145">
      <w:pPr>
        <w:ind w:firstLine="0"/>
        <w:jc w:val="center"/>
      </w:pPr>
      <w:r w:rsidRPr="00AF0A23">
        <w:t>LE MARI</w:t>
      </w:r>
    </w:p>
    <w:p w14:paraId="0FF3D300" w14:textId="77777777" w:rsidR="00905145" w:rsidRPr="00AF0A23" w:rsidRDefault="00905145" w:rsidP="00905145">
      <w:r w:rsidRPr="00AF0A23">
        <w:t>Mais il faut que tu sois orgueilleuse. Il faut que tu sois fière d’être une femme.</w:t>
      </w:r>
    </w:p>
    <w:p w14:paraId="17F2632C"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48D33CFD" w14:textId="77777777" w:rsidR="00905145" w:rsidRPr="00AF0A23" w:rsidRDefault="00905145" w:rsidP="00905145">
      <w:r w:rsidRPr="00AF0A23">
        <w:t>Il n’y a pourtant pas de quoi.</w:t>
      </w:r>
    </w:p>
    <w:p w14:paraId="6AD7A3FA" w14:textId="77777777" w:rsidR="00905145" w:rsidRPr="00AF0A23" w:rsidRDefault="00905145" w:rsidP="00905145">
      <w:pPr>
        <w:ind w:firstLine="0"/>
        <w:jc w:val="center"/>
      </w:pPr>
      <w:r w:rsidRPr="00AF0A23">
        <w:t>LE MARI</w:t>
      </w:r>
    </w:p>
    <w:p w14:paraId="6DBAA780" w14:textId="77777777" w:rsidR="00905145" w:rsidRPr="00AF0A23" w:rsidRDefault="00905145" w:rsidP="00905145">
      <w:r w:rsidRPr="00AF0A23">
        <w:t>Mais si. Et puis il faut que tu sois fière aussi de moi. Il faut que tu te rendes compte que je suis un homme politique très important, très en vue… et qu’il ne faut pas que je sois rid</w:t>
      </w:r>
      <w:r w:rsidRPr="00AF0A23">
        <w:t>i</w:t>
      </w:r>
      <w:r w:rsidRPr="00AF0A23">
        <w:t>cule.</w:t>
      </w:r>
    </w:p>
    <w:p w14:paraId="2CB8D91B"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lastRenderedPageBreak/>
          <w:t>LA FEMME</w:t>
        </w:r>
      </w:smartTag>
    </w:p>
    <w:p w14:paraId="4A6DA12C" w14:textId="77777777" w:rsidR="00905145" w:rsidRPr="00AF0A23" w:rsidRDefault="00905145" w:rsidP="00905145">
      <w:r w:rsidRPr="00AF0A23">
        <w:t>Et tu serais rid</w:t>
      </w:r>
      <w:r w:rsidRPr="00AF0A23">
        <w:t>i</w:t>
      </w:r>
      <w:r w:rsidRPr="00AF0A23">
        <w:t>cule si…</w:t>
      </w:r>
    </w:p>
    <w:p w14:paraId="6ACCEFF2" w14:textId="77777777" w:rsidR="00905145" w:rsidRPr="00AF0A23" w:rsidRDefault="00905145" w:rsidP="00905145">
      <w:pPr>
        <w:ind w:firstLine="0"/>
        <w:jc w:val="center"/>
      </w:pPr>
      <w:r w:rsidRPr="00AF0A23">
        <w:t>LE MARI</w:t>
      </w:r>
    </w:p>
    <w:p w14:paraId="531E0462" w14:textId="77777777" w:rsidR="00905145" w:rsidRPr="00AF0A23" w:rsidRDefault="00905145" w:rsidP="00905145">
      <w:r w:rsidRPr="00AF0A23">
        <w:t>Mais oui… parce que j’aurais eu tort. Tu vas comprendre. Je suis en train de faire de très grands projets pour mon pays. Or, pour cela, j’ai besoin d’être so</w:t>
      </w:r>
      <w:r w:rsidRPr="00AF0A23">
        <w:t>u</w:t>
      </w:r>
      <w:r w:rsidRPr="00AF0A23">
        <w:t>tenu par tous, et il ne faut pas que cette loi que j’ai fait voter contre l’esclavage des femmes me soit justement fatale à moi-même et devienne une arme entre les mains de mes adversaires… Tu co</w:t>
      </w:r>
      <w:r w:rsidRPr="00AF0A23">
        <w:t>m</w:t>
      </w:r>
      <w:r w:rsidRPr="00AF0A23">
        <w:t>prends ?</w:t>
      </w:r>
    </w:p>
    <w:p w14:paraId="419B0BFA"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742750A1" w14:textId="77777777" w:rsidR="00905145" w:rsidRPr="00AF0A23" w:rsidRDefault="00905145" w:rsidP="00905145">
      <w:r w:rsidRPr="00AF0A23">
        <w:t>Oui, ça, je le comprends très bien.</w:t>
      </w:r>
    </w:p>
    <w:p w14:paraId="234D3663" w14:textId="77777777" w:rsidR="00905145" w:rsidRPr="00AF0A23" w:rsidRDefault="00905145" w:rsidP="00905145">
      <w:pPr>
        <w:ind w:firstLine="0"/>
        <w:jc w:val="center"/>
      </w:pPr>
      <w:r w:rsidRPr="00AF0A23">
        <w:t>LE MARI</w:t>
      </w:r>
    </w:p>
    <w:p w14:paraId="642C3E38" w14:textId="77777777" w:rsidR="00905145" w:rsidRPr="00AF0A23" w:rsidRDefault="00905145" w:rsidP="00905145">
      <w:r w:rsidRPr="00AF0A23">
        <w:t>Il faut que tu sois un peu mon associée, en somme.</w:t>
      </w:r>
    </w:p>
    <w:p w14:paraId="105BC469"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B8AB05C" w14:textId="77777777" w:rsidR="00905145" w:rsidRPr="00AF0A23" w:rsidRDefault="00905145" w:rsidP="00905145">
      <w:r w:rsidRPr="00AF0A23">
        <w:t>Parfaitement.</w:t>
      </w:r>
    </w:p>
    <w:p w14:paraId="029C8674" w14:textId="77777777" w:rsidR="00905145" w:rsidRPr="00AF0A23" w:rsidRDefault="00905145" w:rsidP="00905145">
      <w:pPr>
        <w:ind w:firstLine="0"/>
        <w:jc w:val="center"/>
      </w:pPr>
      <w:r w:rsidRPr="00AF0A23">
        <w:t>LE MARI</w:t>
      </w:r>
    </w:p>
    <w:p w14:paraId="49DEB920" w14:textId="77777777" w:rsidR="00905145" w:rsidRPr="00AF0A23" w:rsidRDefault="00905145" w:rsidP="00905145">
      <w:r w:rsidRPr="00AF0A23">
        <w:t>Tu en bénéficieras, d’ailleurs, car plus ma situation devie</w:t>
      </w:r>
      <w:r w:rsidRPr="00AF0A23">
        <w:t>n</w:t>
      </w:r>
      <w:r w:rsidRPr="00AF0A23">
        <w:t>dra grande, plus je m’enrichirai… et plus tu auras de belles robes…</w:t>
      </w:r>
    </w:p>
    <w:p w14:paraId="0070E82F"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687F83E" w14:textId="77777777" w:rsidR="00905145" w:rsidRPr="00AF0A23" w:rsidRDefault="00905145" w:rsidP="00905145">
      <w:r w:rsidRPr="00AF0A23">
        <w:t>Et de beaux b</w:t>
      </w:r>
      <w:r w:rsidRPr="00AF0A23">
        <w:t>i</w:t>
      </w:r>
      <w:r w:rsidRPr="00AF0A23">
        <w:t>joux.</w:t>
      </w:r>
    </w:p>
    <w:p w14:paraId="294B1999" w14:textId="77777777" w:rsidR="00905145" w:rsidRPr="00AF0A23" w:rsidRDefault="00905145" w:rsidP="00905145">
      <w:pPr>
        <w:ind w:firstLine="0"/>
        <w:jc w:val="center"/>
      </w:pPr>
      <w:r w:rsidRPr="00AF0A23">
        <w:t>LE MARI</w:t>
      </w:r>
    </w:p>
    <w:p w14:paraId="4121D4F6" w14:textId="77777777" w:rsidR="00905145" w:rsidRPr="00AF0A23" w:rsidRDefault="00905145" w:rsidP="00905145">
      <w:r w:rsidRPr="00AF0A23">
        <w:t>Voilà.</w:t>
      </w:r>
    </w:p>
    <w:p w14:paraId="49F3BBC5"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67740FF" w14:textId="77777777" w:rsidR="00905145" w:rsidRPr="00AF0A23" w:rsidRDefault="00905145" w:rsidP="00905145">
      <w:r w:rsidRPr="00AF0A23">
        <w:lastRenderedPageBreak/>
        <w:t>Oui, oui, oui, oui… ça, c’est très clair.</w:t>
      </w:r>
    </w:p>
    <w:p w14:paraId="4805349A" w14:textId="77777777" w:rsidR="00905145" w:rsidRPr="00AF0A23" w:rsidRDefault="00905145" w:rsidP="00905145">
      <w:pPr>
        <w:ind w:firstLine="0"/>
        <w:jc w:val="center"/>
      </w:pPr>
      <w:r w:rsidRPr="00AF0A23">
        <w:t>LE MARI</w:t>
      </w:r>
    </w:p>
    <w:p w14:paraId="0ABFDA1B" w14:textId="77777777" w:rsidR="00905145" w:rsidRPr="00AF0A23" w:rsidRDefault="00905145" w:rsidP="00905145">
      <w:r w:rsidRPr="00AF0A23">
        <w:t>Pourquoi pe</w:t>
      </w:r>
      <w:r w:rsidRPr="00AF0A23">
        <w:t>n</w:t>
      </w:r>
      <w:r w:rsidRPr="00AF0A23">
        <w:t>ses-tu que j’aie voulu abolir la polygamie… et pourquoi ai-je do</w:t>
      </w:r>
      <w:r w:rsidRPr="00AF0A23">
        <w:t>n</w:t>
      </w:r>
      <w:r w:rsidRPr="00AF0A23">
        <w:t>né l’exemple ?</w:t>
      </w:r>
    </w:p>
    <w:p w14:paraId="7D1EEF55"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26D0928E" w14:textId="77777777" w:rsidR="00905145" w:rsidRPr="00AF0A23" w:rsidRDefault="00905145" w:rsidP="00905145">
      <w:r w:rsidRPr="00AF0A23">
        <w:t>Je me le dema</w:t>
      </w:r>
      <w:r w:rsidRPr="00AF0A23">
        <w:t>n</w:t>
      </w:r>
      <w:r w:rsidRPr="00AF0A23">
        <w:t>dais justement…</w:t>
      </w:r>
    </w:p>
    <w:p w14:paraId="2A932309" w14:textId="77777777" w:rsidR="00905145" w:rsidRPr="00AF0A23" w:rsidRDefault="00905145" w:rsidP="00905145">
      <w:pPr>
        <w:ind w:firstLine="0"/>
        <w:jc w:val="center"/>
      </w:pPr>
      <w:r w:rsidRPr="00AF0A23">
        <w:t>LE MARI</w:t>
      </w:r>
    </w:p>
    <w:p w14:paraId="69B3D4C0" w14:textId="77777777" w:rsidR="00905145" w:rsidRPr="00AF0A23" w:rsidRDefault="00905145" w:rsidP="00905145">
      <w:r w:rsidRPr="00AF0A23">
        <w:t>Eh bien, c’est par estime pour la femme, tout simpl</w:t>
      </w:r>
      <w:r w:rsidRPr="00AF0A23">
        <w:t>e</w:t>
      </w:r>
      <w:r w:rsidRPr="00AF0A23">
        <w:t>ment !… L’esclavage est une monstruosité, et je veux que, petit à petit, la femme d</w:t>
      </w:r>
      <w:r w:rsidRPr="00AF0A23">
        <w:t>e</w:t>
      </w:r>
      <w:r w:rsidRPr="00AF0A23">
        <w:t>vienne l’égale de l’homme.</w:t>
      </w:r>
    </w:p>
    <w:p w14:paraId="32F5CAB4"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A6E2606" w14:textId="77777777" w:rsidR="00905145" w:rsidRPr="00AF0A23" w:rsidRDefault="00905145" w:rsidP="00905145">
      <w:r w:rsidRPr="00AF0A23">
        <w:t>Oh !… Là, tu te moques de moi ?</w:t>
      </w:r>
    </w:p>
    <w:p w14:paraId="0EB5645D" w14:textId="77777777" w:rsidR="00905145" w:rsidRPr="00AF0A23" w:rsidRDefault="00905145" w:rsidP="00905145">
      <w:pPr>
        <w:ind w:firstLine="0"/>
        <w:jc w:val="center"/>
      </w:pPr>
      <w:r w:rsidRPr="00AF0A23">
        <w:t>LE MARI</w:t>
      </w:r>
    </w:p>
    <w:p w14:paraId="5FD7EF64" w14:textId="77777777" w:rsidR="00905145" w:rsidRPr="00AF0A23" w:rsidRDefault="00905145" w:rsidP="00905145">
      <w:r w:rsidRPr="00AF0A23">
        <w:t>Mais pas le moins du monde.</w:t>
      </w:r>
    </w:p>
    <w:p w14:paraId="7A07C49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70DB8F6" w14:textId="77777777" w:rsidR="00905145" w:rsidRPr="00AF0A23" w:rsidRDefault="00905145" w:rsidP="00905145">
      <w:r w:rsidRPr="00AF0A23">
        <w:t>L’égale de l’homme ? Pff… Eh bien, tu sais… tu m’en ouvres des horizons, a</w:t>
      </w:r>
      <w:r w:rsidRPr="00AF0A23">
        <w:t>u</w:t>
      </w:r>
      <w:r w:rsidRPr="00AF0A23">
        <w:t>jourd’hui !…</w:t>
      </w:r>
    </w:p>
    <w:p w14:paraId="047D829F" w14:textId="77777777" w:rsidR="00905145" w:rsidRPr="00AF0A23" w:rsidRDefault="00905145" w:rsidP="00905145">
      <w:pPr>
        <w:ind w:firstLine="0"/>
        <w:jc w:val="center"/>
      </w:pPr>
      <w:r w:rsidRPr="00AF0A23">
        <w:t>LE MARI</w:t>
      </w:r>
    </w:p>
    <w:p w14:paraId="5E08CBA7" w14:textId="77777777" w:rsidR="00905145" w:rsidRPr="00AF0A23" w:rsidRDefault="00905145" w:rsidP="00905145">
      <w:r w:rsidRPr="00AF0A23">
        <w:t>J’en suis ravi, car j’ai décidé de faire ton éducation… et je veux croire que, désormais, ton intelligence devenant plus su</w:t>
      </w:r>
      <w:r w:rsidRPr="00AF0A23">
        <w:t>b</w:t>
      </w:r>
      <w:r w:rsidRPr="00AF0A23">
        <w:t>tile, tu vas te me</w:t>
      </w:r>
      <w:r w:rsidRPr="00AF0A23">
        <w:t>t</w:t>
      </w:r>
      <w:r w:rsidRPr="00AF0A23">
        <w:t>tre à réfléchir.</w:t>
      </w:r>
    </w:p>
    <w:p w14:paraId="1279A0DC"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5F1CCD92" w14:textId="77777777" w:rsidR="00905145" w:rsidRPr="00AF0A23" w:rsidRDefault="00905145" w:rsidP="00905145">
      <w:r w:rsidRPr="00AF0A23">
        <w:t>Oh ! Mais je suis déjà en train.</w:t>
      </w:r>
    </w:p>
    <w:p w14:paraId="6F0735F9" w14:textId="77777777" w:rsidR="00905145" w:rsidRPr="00AF0A23" w:rsidRDefault="00905145" w:rsidP="00905145">
      <w:pPr>
        <w:ind w:firstLine="0"/>
        <w:jc w:val="center"/>
      </w:pPr>
      <w:r w:rsidRPr="00AF0A23">
        <w:lastRenderedPageBreak/>
        <w:t>LE MARI</w:t>
      </w:r>
    </w:p>
    <w:p w14:paraId="02AE8CCB" w14:textId="77777777" w:rsidR="00905145" w:rsidRPr="00AF0A23" w:rsidRDefault="00905145" w:rsidP="00905145">
      <w:r w:rsidRPr="00AF0A23">
        <w:t>Je te laisse… tra</w:t>
      </w:r>
      <w:r w:rsidRPr="00AF0A23">
        <w:t>n</w:t>
      </w:r>
      <w:r w:rsidRPr="00AF0A23">
        <w:t>quille et confiant.</w:t>
      </w:r>
    </w:p>
    <w:p w14:paraId="7D5BFA9E" w14:textId="77777777" w:rsidR="00905145" w:rsidRPr="00D72CAB" w:rsidRDefault="00905145" w:rsidP="00905145">
      <w:pPr>
        <w:pStyle w:val="NormalRetraitGauche4XIndent0"/>
        <w:rPr>
          <w:i/>
          <w:iCs/>
        </w:rPr>
      </w:pPr>
      <w:r w:rsidRPr="00D72CAB">
        <w:rPr>
          <w:i/>
          <w:iCs/>
        </w:rPr>
        <w:t>Il s’éloigne, pas tranquille et méfiant.</w:t>
      </w:r>
    </w:p>
    <w:p w14:paraId="4CAA8C6A" w14:textId="77777777" w:rsidR="00905145" w:rsidRPr="00AF0A23" w:rsidRDefault="00905145" w:rsidP="00905145">
      <w:pPr>
        <w:ind w:firstLine="0"/>
        <w:jc w:val="center"/>
        <w:rPr>
          <w:i/>
          <w:iCs/>
        </w:rPr>
      </w:pPr>
      <w:r w:rsidRPr="00AF0A23">
        <w:t xml:space="preserve">LA FEMME, à </w:t>
      </w:r>
      <w:r w:rsidRPr="00AF0A23">
        <w:rPr>
          <w:i/>
          <w:iCs/>
        </w:rPr>
        <w:t>elle-même.</w:t>
      </w:r>
    </w:p>
    <w:p w14:paraId="45D9A995" w14:textId="77777777" w:rsidR="00905145" w:rsidRPr="00AF0A23" w:rsidRDefault="00905145" w:rsidP="00905145">
      <w:r w:rsidRPr="00AF0A23">
        <w:t>Eh bien, non, franchement… je ne me croyais pas une i</w:t>
      </w:r>
      <w:r w:rsidRPr="00AF0A23">
        <w:t>m</w:t>
      </w:r>
      <w:r w:rsidRPr="00AF0A23">
        <w:t>portance aussi grande. Et, d’autre part, je m’aperçois que l’abolition de l’esclavage et de la polygamie va permettre aux hommes de s’acharner désormais sur une seule esclave, qu’ils appelleront leur femme.</w:t>
      </w:r>
    </w:p>
    <w:p w14:paraId="4A4B8242" w14:textId="77777777" w:rsidR="00905145" w:rsidRPr="00AF0A23" w:rsidRDefault="00905145" w:rsidP="00905145">
      <w:pPr>
        <w:ind w:firstLine="0"/>
        <w:jc w:val="center"/>
        <w:rPr>
          <w:i/>
          <w:iCs/>
        </w:rPr>
      </w:pPr>
      <w:r w:rsidRPr="00AF0A23">
        <w:t xml:space="preserve">LE MARI, à </w:t>
      </w:r>
      <w:r w:rsidRPr="00AF0A23">
        <w:rPr>
          <w:i/>
          <w:iCs/>
        </w:rPr>
        <w:t>lui-même.</w:t>
      </w:r>
    </w:p>
    <w:p w14:paraId="4DD1029B" w14:textId="77777777" w:rsidR="00905145" w:rsidRPr="00AF0A23" w:rsidRDefault="00905145" w:rsidP="00905145">
      <w:r w:rsidRPr="00AF0A23">
        <w:t>La seule chose à craindre, avec l’abolition de la polygamie pour les hommes, c’est qu’elle soit un jour adoptée par les femmes… sans que nous le sachions, bien ente</w:t>
      </w:r>
      <w:r w:rsidRPr="00AF0A23">
        <w:t>n</w:t>
      </w:r>
      <w:r w:rsidRPr="00AF0A23">
        <w:t>du !</w:t>
      </w:r>
    </w:p>
    <w:p w14:paraId="665DCBF9" w14:textId="77777777" w:rsidR="00905145" w:rsidRPr="00D72CAB" w:rsidRDefault="00905145" w:rsidP="00905145">
      <w:pPr>
        <w:pStyle w:val="NormalRetraitGauche4XIndent0"/>
        <w:rPr>
          <w:i/>
          <w:iCs/>
        </w:rPr>
      </w:pPr>
      <w:r w:rsidRPr="00D72CAB">
        <w:rPr>
          <w:i/>
          <w:iCs/>
        </w:rPr>
        <w:t>Il remonte vers le fond, tandis que l’Amant reparaît et s’approche de la femme.</w:t>
      </w:r>
    </w:p>
    <w:p w14:paraId="3766FD3A" w14:textId="77777777" w:rsidR="00905145" w:rsidRPr="00AF0A23" w:rsidRDefault="00905145" w:rsidP="00905145">
      <w:pPr>
        <w:ind w:firstLine="0"/>
        <w:jc w:val="center"/>
      </w:pPr>
      <w:r w:rsidRPr="00AF0A23">
        <w:t>L’AMANT</w:t>
      </w:r>
    </w:p>
    <w:p w14:paraId="050D77E2" w14:textId="77777777" w:rsidR="00905145" w:rsidRPr="00AF0A23" w:rsidRDefault="00905145" w:rsidP="00905145">
      <w:r w:rsidRPr="00AF0A23">
        <w:t>Eh bien ?</w:t>
      </w:r>
    </w:p>
    <w:p w14:paraId="70BCDC76"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18628006" w14:textId="77777777" w:rsidR="00905145" w:rsidRPr="00AF0A23" w:rsidRDefault="00905145" w:rsidP="00905145">
      <w:r w:rsidRPr="00AF0A23">
        <w:t>Quand la nuit sera venue, va m’attendre auprès de la source.</w:t>
      </w:r>
    </w:p>
    <w:p w14:paraId="15D6220D" w14:textId="77777777" w:rsidR="00905145" w:rsidRPr="00AF0A23" w:rsidRDefault="00905145" w:rsidP="00905145">
      <w:pPr>
        <w:ind w:firstLine="0"/>
        <w:jc w:val="center"/>
      </w:pPr>
      <w:r w:rsidRPr="00AF0A23">
        <w:t>L’AMANT</w:t>
      </w:r>
    </w:p>
    <w:p w14:paraId="52E50538" w14:textId="77777777" w:rsidR="00905145" w:rsidRPr="00AF0A23" w:rsidRDefault="00905145" w:rsidP="00905145">
      <w:r w:rsidRPr="00AF0A23">
        <w:t>Non ?</w:t>
      </w:r>
    </w:p>
    <w:p w14:paraId="37060D89"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7E421296" w14:textId="77777777" w:rsidR="00905145" w:rsidRPr="00AF0A23" w:rsidRDefault="00905145" w:rsidP="00905145">
      <w:r w:rsidRPr="00AF0A23">
        <w:t>Si !</w:t>
      </w:r>
    </w:p>
    <w:p w14:paraId="47D0122E" w14:textId="77777777" w:rsidR="00905145" w:rsidRPr="00AF0A23" w:rsidRDefault="00905145" w:rsidP="00905145">
      <w:pPr>
        <w:ind w:firstLine="0"/>
        <w:jc w:val="center"/>
      </w:pPr>
      <w:r w:rsidRPr="00AF0A23">
        <w:lastRenderedPageBreak/>
        <w:t>L’AMANT</w:t>
      </w:r>
    </w:p>
    <w:p w14:paraId="14565B23" w14:textId="77777777" w:rsidR="00905145" w:rsidRPr="00AF0A23" w:rsidRDefault="00905145" w:rsidP="00905145">
      <w:r w:rsidRPr="00AF0A23">
        <w:t>Oh… alors, tu… ?</w:t>
      </w:r>
    </w:p>
    <w:p w14:paraId="4FF2FAD2"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378D3177" w14:textId="77777777" w:rsidR="00905145" w:rsidRPr="00AF0A23" w:rsidRDefault="00905145" w:rsidP="00905145">
      <w:r w:rsidRPr="00AF0A23">
        <w:t>Oui… peut-être !</w:t>
      </w:r>
    </w:p>
    <w:p w14:paraId="3EAF80A4" w14:textId="77777777" w:rsidR="00905145" w:rsidRPr="00AF0A23" w:rsidRDefault="00905145" w:rsidP="00905145">
      <w:pPr>
        <w:ind w:firstLine="0"/>
        <w:jc w:val="center"/>
      </w:pPr>
      <w:r w:rsidRPr="00AF0A23">
        <w:t>LE MARI</w:t>
      </w:r>
    </w:p>
    <w:p w14:paraId="6DE6E852" w14:textId="77777777" w:rsidR="00905145" w:rsidRPr="00AF0A23" w:rsidRDefault="00905145" w:rsidP="00905145">
      <w:r w:rsidRPr="00AF0A23">
        <w:t>Ah ! Voilà notre Vieux Tribun qui vient nous dire bo</w:t>
      </w:r>
      <w:r w:rsidRPr="00AF0A23">
        <w:t>n</w:t>
      </w:r>
      <w:r w:rsidRPr="00AF0A23">
        <w:t>jour…</w:t>
      </w:r>
    </w:p>
    <w:p w14:paraId="4E6B7C56" w14:textId="77777777" w:rsidR="00905145" w:rsidRPr="00AF0A23" w:rsidRDefault="00905145" w:rsidP="00905145">
      <w:pPr>
        <w:ind w:firstLine="0"/>
        <w:jc w:val="center"/>
        <w:rPr>
          <w:i/>
          <w:iCs/>
        </w:rPr>
      </w:pPr>
      <w:r w:rsidRPr="00AF0A23">
        <w:t>LE VIEUX TRIBUN, p</w:t>
      </w:r>
      <w:r w:rsidRPr="00AF0A23">
        <w:rPr>
          <w:i/>
          <w:iCs/>
        </w:rPr>
        <w:t>araissant.</w:t>
      </w:r>
    </w:p>
    <w:p w14:paraId="0C8DD479" w14:textId="77777777" w:rsidR="00905145" w:rsidRPr="00AF0A23" w:rsidRDefault="00905145" w:rsidP="00905145">
      <w:r w:rsidRPr="00AF0A23">
        <w:t>Je ne viens pas vous dire bonjour. Je me promène tout simplement…</w:t>
      </w:r>
    </w:p>
    <w:p w14:paraId="381CE8A5" w14:textId="77777777" w:rsidR="00905145" w:rsidRPr="00AF0A23" w:rsidRDefault="00905145" w:rsidP="00905145">
      <w:pPr>
        <w:ind w:firstLine="0"/>
        <w:jc w:val="center"/>
      </w:pPr>
      <w:r w:rsidRPr="00AF0A23">
        <w:t>LE GUERRIER</w:t>
      </w:r>
    </w:p>
    <w:p w14:paraId="4815CEBE" w14:textId="77777777" w:rsidR="00905145" w:rsidRPr="00AF0A23" w:rsidRDefault="00905145" w:rsidP="00905145">
      <w:r w:rsidRPr="00AF0A23">
        <w:t>Pourtant, tu arrives bien… car nous allons avoir à te d</w:t>
      </w:r>
      <w:r w:rsidRPr="00AF0A23">
        <w:t>e</w:t>
      </w:r>
      <w:r w:rsidRPr="00AF0A23">
        <w:t>mander quelques conseils…</w:t>
      </w:r>
    </w:p>
    <w:p w14:paraId="07A92FD6" w14:textId="77777777" w:rsidR="00905145" w:rsidRPr="00AF0A23" w:rsidRDefault="00905145" w:rsidP="00905145">
      <w:pPr>
        <w:ind w:firstLine="0"/>
        <w:jc w:val="center"/>
      </w:pPr>
      <w:r w:rsidRPr="00AF0A23">
        <w:t>LE VIEUX TRIBUN</w:t>
      </w:r>
    </w:p>
    <w:p w14:paraId="009CCBEF" w14:textId="77777777" w:rsidR="00905145" w:rsidRPr="00AF0A23" w:rsidRDefault="00905145" w:rsidP="00905145">
      <w:r w:rsidRPr="00AF0A23">
        <w:t>Pour ne pas les su</w:t>
      </w:r>
      <w:r w:rsidRPr="00AF0A23">
        <w:t>i</w:t>
      </w:r>
      <w:r w:rsidRPr="00AF0A23">
        <w:t>vre !</w:t>
      </w:r>
    </w:p>
    <w:p w14:paraId="1A48433A" w14:textId="77777777" w:rsidR="00905145" w:rsidRPr="00AF0A23" w:rsidRDefault="00905145" w:rsidP="00905145">
      <w:pPr>
        <w:ind w:firstLine="0"/>
        <w:jc w:val="center"/>
      </w:pPr>
      <w:r w:rsidRPr="00AF0A23">
        <w:t>LE GUERRIER</w:t>
      </w:r>
    </w:p>
    <w:p w14:paraId="6147D2C6" w14:textId="77777777" w:rsidR="00905145" w:rsidRPr="00AF0A23" w:rsidRDefault="00905145" w:rsidP="00905145">
      <w:r w:rsidRPr="00AF0A23">
        <w:t>Mais pourquoi es-tu toujours mau</w:t>
      </w:r>
      <w:r w:rsidRPr="00AF0A23">
        <w:t>s</w:t>
      </w:r>
      <w:r w:rsidRPr="00AF0A23">
        <w:t>sade ?</w:t>
      </w:r>
    </w:p>
    <w:p w14:paraId="1B6DDEF2" w14:textId="77777777" w:rsidR="00905145" w:rsidRPr="00AF0A23" w:rsidRDefault="00905145" w:rsidP="00905145">
      <w:pPr>
        <w:ind w:firstLine="0"/>
        <w:jc w:val="center"/>
      </w:pPr>
      <w:r w:rsidRPr="00AF0A23">
        <w:t>LE VIEUX TRIBUN</w:t>
      </w:r>
    </w:p>
    <w:p w14:paraId="610EA003" w14:textId="77777777" w:rsidR="00905145" w:rsidRPr="00AF0A23" w:rsidRDefault="00905145" w:rsidP="00905145">
      <w:r w:rsidRPr="00AF0A23">
        <w:t>Mettez-moi de bonne humeur !… Est-ce ma faute à moi si vous m’exaspérez ?</w:t>
      </w:r>
    </w:p>
    <w:p w14:paraId="091D727A" w14:textId="77777777" w:rsidR="00905145" w:rsidRPr="00AF0A23" w:rsidRDefault="00905145" w:rsidP="00905145">
      <w:pPr>
        <w:ind w:firstLine="0"/>
        <w:jc w:val="center"/>
      </w:pPr>
      <w:r w:rsidRPr="00AF0A23">
        <w:t>LE GUERRIER</w:t>
      </w:r>
    </w:p>
    <w:p w14:paraId="49BD6E90" w14:textId="77777777" w:rsidR="00905145" w:rsidRPr="00AF0A23" w:rsidRDefault="00905145" w:rsidP="00905145">
      <w:r w:rsidRPr="00AF0A23">
        <w:t>Patiente un peu ! Tu ne sais pas encore de quoi il est que</w:t>
      </w:r>
      <w:r w:rsidRPr="00AF0A23">
        <w:t>s</w:t>
      </w:r>
      <w:r w:rsidRPr="00AF0A23">
        <w:t>tion, et tu rugis déjà.</w:t>
      </w:r>
    </w:p>
    <w:p w14:paraId="034765A7" w14:textId="77777777" w:rsidR="00905145" w:rsidRPr="00AF0A23" w:rsidRDefault="00905145" w:rsidP="00905145">
      <w:pPr>
        <w:ind w:firstLine="0"/>
        <w:jc w:val="center"/>
      </w:pPr>
      <w:r w:rsidRPr="00AF0A23">
        <w:lastRenderedPageBreak/>
        <w:t>LE VIEUX TRIBUN</w:t>
      </w:r>
    </w:p>
    <w:p w14:paraId="65137B40" w14:textId="77777777" w:rsidR="00905145" w:rsidRPr="00AF0A23" w:rsidRDefault="00905145" w:rsidP="00905145">
      <w:r w:rsidRPr="00AF0A23">
        <w:t>Je n’ai pas b</w:t>
      </w:r>
      <w:r w:rsidRPr="00AF0A23">
        <w:t>e</w:t>
      </w:r>
      <w:r w:rsidRPr="00AF0A23">
        <w:t>soin de savoir de quoi il est question pour être sûr à l’avance que vous ne f</w:t>
      </w:r>
      <w:r w:rsidRPr="00AF0A23">
        <w:t>e</w:t>
      </w:r>
      <w:r w:rsidRPr="00AF0A23">
        <w:t>rez que des bêtises. Vous ne savez pas vous org</w:t>
      </w:r>
      <w:r w:rsidRPr="00AF0A23">
        <w:t>a</w:t>
      </w:r>
      <w:r w:rsidRPr="00AF0A23">
        <w:t>niser…</w:t>
      </w:r>
    </w:p>
    <w:p w14:paraId="376C4050" w14:textId="77777777" w:rsidR="00905145" w:rsidRPr="00AF0A23" w:rsidRDefault="00905145" w:rsidP="00905145">
      <w:pPr>
        <w:ind w:firstLine="0"/>
        <w:jc w:val="center"/>
      </w:pPr>
      <w:r w:rsidRPr="00AF0A23">
        <w:t>LE MARI</w:t>
      </w:r>
    </w:p>
    <w:p w14:paraId="4EEC036B" w14:textId="77777777" w:rsidR="00905145" w:rsidRPr="00AF0A23" w:rsidRDefault="00905145" w:rsidP="00905145">
      <w:r w:rsidRPr="00AF0A23">
        <w:t>Avec un homme comme toi dans un pays, laisse-moi te dire que ce n’est pas très facile de s’organiser. Dès qu’un gouvern</w:t>
      </w:r>
      <w:r w:rsidRPr="00AF0A23">
        <w:t>e</w:t>
      </w:r>
      <w:r w:rsidRPr="00AF0A23">
        <w:t>ment se constitue, tu n’as plus qu’une idée, c’est de le renverser.</w:t>
      </w:r>
    </w:p>
    <w:p w14:paraId="4F4C0F37" w14:textId="77777777" w:rsidR="00905145" w:rsidRPr="00AF0A23" w:rsidRDefault="00905145" w:rsidP="00905145">
      <w:pPr>
        <w:ind w:firstLine="0"/>
        <w:jc w:val="center"/>
      </w:pPr>
      <w:r w:rsidRPr="00AF0A23">
        <w:t>LE VIEUX TRIBUN</w:t>
      </w:r>
    </w:p>
    <w:p w14:paraId="33F087AC" w14:textId="77777777" w:rsidR="00905145" w:rsidRPr="00AF0A23" w:rsidRDefault="00905145" w:rsidP="00905145">
      <w:r w:rsidRPr="00AF0A23">
        <w:t>Tant que vous n’aurez pas un chef, un vrai chef, ne laissez pas trop longtemps le pouvoir e</w:t>
      </w:r>
      <w:r w:rsidRPr="00AF0A23">
        <w:t>n</w:t>
      </w:r>
      <w:r w:rsidRPr="00AF0A23">
        <w:t>tre les mêmes mains.</w:t>
      </w:r>
    </w:p>
    <w:p w14:paraId="2D91B165" w14:textId="77777777" w:rsidR="00905145" w:rsidRPr="00AF0A23" w:rsidRDefault="00905145" w:rsidP="00905145">
      <w:pPr>
        <w:ind w:firstLine="0"/>
        <w:jc w:val="center"/>
      </w:pPr>
      <w:r w:rsidRPr="00AF0A23">
        <w:t>LE GUERRIER</w:t>
      </w:r>
    </w:p>
    <w:p w14:paraId="494F3659" w14:textId="77777777" w:rsidR="00905145" w:rsidRPr="00AF0A23" w:rsidRDefault="00905145" w:rsidP="00905145">
      <w:r w:rsidRPr="00AF0A23">
        <w:t>Eh bien, ce chef, ce vrai chef, il faudrait le trouver… Che</w:t>
      </w:r>
      <w:r w:rsidRPr="00AF0A23">
        <w:t>r</w:t>
      </w:r>
      <w:r w:rsidRPr="00AF0A23">
        <w:t>chons-le.</w:t>
      </w:r>
    </w:p>
    <w:p w14:paraId="7EE4D92F" w14:textId="77777777" w:rsidR="00905145" w:rsidRPr="00AF0A23" w:rsidRDefault="00905145" w:rsidP="00905145">
      <w:pPr>
        <w:ind w:firstLine="0"/>
        <w:jc w:val="center"/>
      </w:pPr>
      <w:r w:rsidRPr="00AF0A23">
        <w:t>LE VIEUX TRIBUN</w:t>
      </w:r>
    </w:p>
    <w:p w14:paraId="2C6CCCA6" w14:textId="77777777" w:rsidR="00905145" w:rsidRPr="00AF0A23" w:rsidRDefault="00905145" w:rsidP="00905145">
      <w:r w:rsidRPr="00AF0A23">
        <w:t>Un chef, mon ami, cela ne se trouve pas !… Quand ce n’est pas l’opinion publique qui le désigne et qui l’impose, c’est un homme, alors, qui, tout à coup, se dresse, dit : « Je suis votre chef » – le fait croire à tout le monde et se fait obéir !</w:t>
      </w:r>
    </w:p>
    <w:p w14:paraId="64F3B76C" w14:textId="77777777" w:rsidR="00905145" w:rsidRPr="00AF0A23" w:rsidRDefault="00905145" w:rsidP="00905145">
      <w:pPr>
        <w:ind w:firstLine="0"/>
        <w:jc w:val="center"/>
      </w:pPr>
      <w:r w:rsidRPr="00AF0A23">
        <w:t>LE GUERRIER</w:t>
      </w:r>
    </w:p>
    <w:p w14:paraId="74D09022" w14:textId="77777777" w:rsidR="00905145" w:rsidRPr="00AF0A23" w:rsidRDefault="00905145" w:rsidP="00905145">
      <w:r w:rsidRPr="00AF0A23">
        <w:t>Et si j’étais cet homme !</w:t>
      </w:r>
    </w:p>
    <w:p w14:paraId="003669C2" w14:textId="77777777" w:rsidR="00905145" w:rsidRPr="00AF0A23" w:rsidRDefault="00905145" w:rsidP="00905145">
      <w:pPr>
        <w:ind w:firstLine="0"/>
        <w:jc w:val="center"/>
      </w:pPr>
      <w:r w:rsidRPr="00AF0A23">
        <w:t>L’AMANT</w:t>
      </w:r>
    </w:p>
    <w:p w14:paraId="4283DF43" w14:textId="77777777" w:rsidR="00905145" w:rsidRPr="00AF0A23" w:rsidRDefault="00905145" w:rsidP="00905145">
      <w:r w:rsidRPr="00AF0A23">
        <w:t>Ah ! Non…</w:t>
      </w:r>
    </w:p>
    <w:p w14:paraId="5818F87D" w14:textId="77777777" w:rsidR="00905145" w:rsidRPr="00AF0A23" w:rsidRDefault="00905145" w:rsidP="00905145">
      <w:pPr>
        <w:ind w:firstLine="0"/>
        <w:jc w:val="center"/>
      </w:pPr>
      <w:r w:rsidRPr="00AF0A23">
        <w:t>LE MARI</w:t>
      </w:r>
    </w:p>
    <w:p w14:paraId="5101B1E5" w14:textId="77777777" w:rsidR="00905145" w:rsidRPr="00AF0A23" w:rsidRDefault="00905145" w:rsidP="00905145">
      <w:r w:rsidRPr="00AF0A23">
        <w:lastRenderedPageBreak/>
        <w:t>Pas de guerrier !</w:t>
      </w:r>
    </w:p>
    <w:p w14:paraId="491279E7" w14:textId="77777777" w:rsidR="00905145" w:rsidRPr="00AF0A23" w:rsidRDefault="00905145" w:rsidP="00905145">
      <w:pPr>
        <w:ind w:firstLine="0"/>
        <w:jc w:val="center"/>
      </w:pPr>
      <w:r w:rsidRPr="00AF0A23">
        <w:t>L’ARTISTE</w:t>
      </w:r>
    </w:p>
    <w:p w14:paraId="64DB7958" w14:textId="77777777" w:rsidR="00905145" w:rsidRPr="00AF0A23" w:rsidRDefault="00905145" w:rsidP="00905145">
      <w:r w:rsidRPr="00AF0A23">
        <w:t>Ah ! Ben, me</w:t>
      </w:r>
      <w:r w:rsidRPr="00AF0A23">
        <w:t>r</w:t>
      </w:r>
      <w:r w:rsidRPr="00AF0A23">
        <w:t>ci…</w:t>
      </w:r>
    </w:p>
    <w:p w14:paraId="52CB0A6C" w14:textId="77777777" w:rsidR="00905145" w:rsidRPr="00AF0A23" w:rsidRDefault="00905145" w:rsidP="00905145">
      <w:pPr>
        <w:ind w:firstLine="0"/>
        <w:jc w:val="center"/>
      </w:pPr>
      <w:r w:rsidRPr="00AF0A23">
        <w:t>LE VIEUX TRIBUN</w:t>
      </w:r>
    </w:p>
    <w:p w14:paraId="525BA8D3" w14:textId="77777777" w:rsidR="00905145" w:rsidRPr="00AF0A23" w:rsidRDefault="00905145" w:rsidP="00905145">
      <w:r w:rsidRPr="00AF0A23">
        <w:t>Tu les entends ?… Ce n’est pas un homme de ton espèce dont nous avons besoin, mon pa</w:t>
      </w:r>
      <w:r w:rsidRPr="00AF0A23">
        <w:t>u</w:t>
      </w:r>
      <w:r w:rsidRPr="00AF0A23">
        <w:t xml:space="preserve">vre ami. Il faudrait à </w:t>
      </w:r>
      <w:smartTag w:uri="urn:schemas-microsoft-com:office:smarttags" w:element="PersonName">
        <w:smartTagPr>
          <w:attr w:name="ProductID" w:val="la Gaule"/>
        </w:smartTagPr>
        <w:r w:rsidRPr="00AF0A23">
          <w:t>la Gaule</w:t>
        </w:r>
      </w:smartTag>
      <w:r w:rsidRPr="00AF0A23">
        <w:t xml:space="preserve"> un chef autoritaire, intelligent, capable… un organis</w:t>
      </w:r>
      <w:r w:rsidRPr="00AF0A23">
        <w:t>a</w:t>
      </w:r>
      <w:r w:rsidRPr="00AF0A23">
        <w:t>teur.</w:t>
      </w:r>
    </w:p>
    <w:p w14:paraId="21688D75" w14:textId="77777777" w:rsidR="00905145" w:rsidRPr="00AF0A23" w:rsidRDefault="00905145" w:rsidP="00905145">
      <w:pPr>
        <w:ind w:firstLine="0"/>
        <w:jc w:val="center"/>
      </w:pPr>
      <w:r w:rsidRPr="00AF0A23">
        <w:t>L’ARTISTE</w:t>
      </w:r>
    </w:p>
    <w:p w14:paraId="43077D12" w14:textId="77777777" w:rsidR="00905145" w:rsidRPr="00AF0A23" w:rsidRDefault="00905145" w:rsidP="00905145">
      <w:r w:rsidRPr="00AF0A23">
        <w:t>Un roi, disons le mot !</w:t>
      </w:r>
    </w:p>
    <w:p w14:paraId="115604E4" w14:textId="77777777" w:rsidR="00905145" w:rsidRPr="00AF0A23" w:rsidRDefault="00905145" w:rsidP="00905145">
      <w:pPr>
        <w:ind w:firstLine="0"/>
        <w:jc w:val="center"/>
      </w:pPr>
      <w:r w:rsidRPr="00AF0A23">
        <w:t>LE VIEUX TRIBUN</w:t>
      </w:r>
    </w:p>
    <w:p w14:paraId="2C066124" w14:textId="77777777" w:rsidR="00905145" w:rsidRPr="00AF0A23" w:rsidRDefault="00905145" w:rsidP="00905145">
      <w:r w:rsidRPr="00AF0A23">
        <w:t>Ah ! Ça, non, par exemple !</w:t>
      </w:r>
    </w:p>
    <w:p w14:paraId="0BC97268" w14:textId="77777777" w:rsidR="00905145" w:rsidRPr="00AF0A23" w:rsidRDefault="00905145" w:rsidP="00905145">
      <w:pPr>
        <w:ind w:firstLine="0"/>
        <w:jc w:val="center"/>
      </w:pPr>
      <w:r w:rsidRPr="00AF0A23">
        <w:t>L’AMANT</w:t>
      </w:r>
    </w:p>
    <w:p w14:paraId="4A36A878" w14:textId="77777777" w:rsidR="00905145" w:rsidRPr="00AF0A23" w:rsidRDefault="00905145" w:rsidP="00905145">
      <w:r w:rsidRPr="00AF0A23">
        <w:t>Pourquoi ?</w:t>
      </w:r>
    </w:p>
    <w:p w14:paraId="2DE9CF46" w14:textId="77777777" w:rsidR="00905145" w:rsidRPr="00AF0A23" w:rsidRDefault="00905145" w:rsidP="00905145">
      <w:pPr>
        <w:ind w:firstLine="0"/>
        <w:jc w:val="center"/>
      </w:pPr>
      <w:r w:rsidRPr="00AF0A23">
        <w:t>LE VIEUX TRIBUN</w:t>
      </w:r>
    </w:p>
    <w:p w14:paraId="7DC1756F" w14:textId="77777777" w:rsidR="00905145" w:rsidRPr="00AF0A23" w:rsidRDefault="00905145" w:rsidP="00905145">
      <w:r w:rsidRPr="00AF0A23">
        <w:t>Mais parce que les rois, si ça co</w:t>
      </w:r>
      <w:r w:rsidRPr="00AF0A23">
        <w:t>m</w:t>
      </w:r>
      <w:r w:rsidRPr="00AF0A23">
        <w:t>mence bien, vers la fin ça se gâte !</w:t>
      </w:r>
      <w:r w:rsidRPr="00AF0A23">
        <w:rPr>
          <w:rStyle w:val="Appelnotedebasdep"/>
        </w:rPr>
        <w:footnoteReference w:id="1"/>
      </w:r>
    </w:p>
    <w:p w14:paraId="01C32EB2" w14:textId="77777777" w:rsidR="00905145" w:rsidRPr="00AF0A23" w:rsidRDefault="00905145" w:rsidP="00905145">
      <w:pPr>
        <w:ind w:firstLine="0"/>
        <w:jc w:val="center"/>
      </w:pPr>
      <w:r w:rsidRPr="00AF0A23">
        <w:t>LE GUERRIER</w:t>
      </w:r>
    </w:p>
    <w:p w14:paraId="37E31072" w14:textId="77777777" w:rsidR="00905145" w:rsidRPr="00AF0A23" w:rsidRDefault="00905145" w:rsidP="00905145">
      <w:r w:rsidRPr="00AF0A23">
        <w:lastRenderedPageBreak/>
        <w:t>On en change !</w:t>
      </w:r>
    </w:p>
    <w:p w14:paraId="1CFABE95" w14:textId="77777777" w:rsidR="00905145" w:rsidRPr="00AF0A23" w:rsidRDefault="00905145" w:rsidP="00905145">
      <w:pPr>
        <w:ind w:firstLine="0"/>
        <w:jc w:val="center"/>
      </w:pPr>
      <w:r w:rsidRPr="00AF0A23">
        <w:t>LE VIEUX TRIBUN</w:t>
      </w:r>
    </w:p>
    <w:p w14:paraId="5A6E2A73" w14:textId="77777777" w:rsidR="00905145" w:rsidRPr="00AF0A23" w:rsidRDefault="00905145" w:rsidP="00905145">
      <w:r w:rsidRPr="00AF0A23">
        <w:t>Lorsque le mal est fait. Ah ! Non, jamais de roi !… Car le jour où l’un d’eux, plus puissant que les autres, vous laisse en mourant ses fils, ses p</w:t>
      </w:r>
      <w:r w:rsidRPr="00AF0A23">
        <w:t>e</w:t>
      </w:r>
      <w:r w:rsidRPr="00AF0A23">
        <w:t>tits-fils, ses neveux ou bien ses cousins…</w:t>
      </w:r>
    </w:p>
    <w:p w14:paraId="4F5F7330" w14:textId="77777777" w:rsidR="00905145" w:rsidRPr="00AF0A23" w:rsidRDefault="00905145" w:rsidP="00905145">
      <w:pPr>
        <w:ind w:firstLine="0"/>
        <w:jc w:val="center"/>
      </w:pPr>
      <w:r w:rsidRPr="00AF0A23">
        <w:t>LE GUERRIER</w:t>
      </w:r>
    </w:p>
    <w:p w14:paraId="1BD2EA7B" w14:textId="77777777" w:rsidR="00905145" w:rsidRPr="00AF0A23" w:rsidRDefault="00905145" w:rsidP="00905145">
      <w:r w:rsidRPr="00AF0A23">
        <w:t>Une dynastie se fonde comme en Égypte !</w:t>
      </w:r>
    </w:p>
    <w:p w14:paraId="057A35B2" w14:textId="77777777" w:rsidR="00905145" w:rsidRPr="00AF0A23" w:rsidRDefault="00905145" w:rsidP="00905145">
      <w:pPr>
        <w:ind w:firstLine="0"/>
        <w:jc w:val="center"/>
      </w:pPr>
      <w:r w:rsidRPr="00AF0A23">
        <w:t>LE VIEUX TRIBUN</w:t>
      </w:r>
    </w:p>
    <w:p w14:paraId="3C6AAC4E" w14:textId="77777777" w:rsidR="00905145" w:rsidRPr="00AF0A23" w:rsidRDefault="00905145" w:rsidP="00905145">
      <w:r w:rsidRPr="00AF0A23">
        <w:t>Et tu nous souhaites une semblable dest</w:t>
      </w:r>
      <w:r w:rsidRPr="00AF0A23">
        <w:t>i</w:t>
      </w:r>
      <w:r w:rsidRPr="00AF0A23">
        <w:t>née ?</w:t>
      </w:r>
    </w:p>
    <w:p w14:paraId="6361007B" w14:textId="77777777" w:rsidR="00905145" w:rsidRPr="00AF0A23" w:rsidRDefault="00905145" w:rsidP="00905145">
      <w:pPr>
        <w:ind w:firstLine="0"/>
        <w:jc w:val="center"/>
      </w:pPr>
      <w:r w:rsidRPr="00AF0A23">
        <w:t>L’ARTISTE</w:t>
      </w:r>
    </w:p>
    <w:p w14:paraId="1B5C47DA" w14:textId="77777777" w:rsidR="00905145" w:rsidRPr="00AF0A23" w:rsidRDefault="00905145" w:rsidP="00905145">
      <w:r w:rsidRPr="00AF0A23">
        <w:t>Elle pourrait avoir ses avantages, si les autres pays ado</w:t>
      </w:r>
      <w:r w:rsidRPr="00AF0A23">
        <w:t>p</w:t>
      </w:r>
      <w:r w:rsidRPr="00AF0A23">
        <w:t>taient cette forme de gouve</w:t>
      </w:r>
      <w:r w:rsidRPr="00AF0A23">
        <w:t>r</w:t>
      </w:r>
      <w:r w:rsidRPr="00AF0A23">
        <w:t>nement.</w:t>
      </w:r>
    </w:p>
    <w:p w14:paraId="3E3D2F84" w14:textId="77777777" w:rsidR="00905145" w:rsidRPr="00AF0A23" w:rsidRDefault="00905145" w:rsidP="00905145">
      <w:pPr>
        <w:ind w:firstLine="0"/>
        <w:jc w:val="center"/>
      </w:pPr>
      <w:r w:rsidRPr="00AF0A23">
        <w:t>LE VIEUX TRIBUN</w:t>
      </w:r>
    </w:p>
    <w:p w14:paraId="4C54B312" w14:textId="77777777" w:rsidR="00905145" w:rsidRPr="00AF0A23" w:rsidRDefault="00905145" w:rsidP="00905145">
      <w:r w:rsidRPr="00AF0A23">
        <w:t>Quels avant</w:t>
      </w:r>
      <w:r w:rsidRPr="00AF0A23">
        <w:t>a</w:t>
      </w:r>
      <w:r w:rsidRPr="00AF0A23">
        <w:t>ges ?</w:t>
      </w:r>
    </w:p>
    <w:p w14:paraId="68668464" w14:textId="77777777" w:rsidR="00905145" w:rsidRPr="00AF0A23" w:rsidRDefault="00905145" w:rsidP="00905145">
      <w:pPr>
        <w:ind w:firstLine="0"/>
        <w:jc w:val="center"/>
      </w:pPr>
      <w:r w:rsidRPr="00AF0A23">
        <w:t>L’ARTISTE</w:t>
      </w:r>
    </w:p>
    <w:p w14:paraId="3FF1DBC7" w14:textId="77777777" w:rsidR="00905145" w:rsidRPr="00AF0A23" w:rsidRDefault="00905145" w:rsidP="00905145">
      <w:r w:rsidRPr="00AF0A23">
        <w:t>Tout de même… si le monarque de chez nous donnait ses filles aux fils des rois voisins, quelle gara</w:t>
      </w:r>
      <w:r w:rsidRPr="00AF0A23">
        <w:t>n</w:t>
      </w:r>
      <w:r w:rsidRPr="00AF0A23">
        <w:t>tie de paix !</w:t>
      </w:r>
    </w:p>
    <w:p w14:paraId="3C8926E7" w14:textId="77777777" w:rsidR="00905145" w:rsidRPr="00AF0A23" w:rsidRDefault="00905145" w:rsidP="00905145">
      <w:pPr>
        <w:ind w:firstLine="0"/>
        <w:jc w:val="center"/>
      </w:pPr>
      <w:r w:rsidRPr="00AF0A23">
        <w:t>LE VIEUX TRIBUN</w:t>
      </w:r>
    </w:p>
    <w:p w14:paraId="74A63BF0" w14:textId="77777777" w:rsidR="00905145" w:rsidRPr="00AF0A23" w:rsidRDefault="00905145" w:rsidP="00905145">
      <w:r w:rsidRPr="00AF0A23">
        <w:t>Oui, mais… donnant, donnant… et s’il prend pour ses fils les filles des voisins, au bout de trois générations de quel pays sera celui qui vous gouvernera ?… Vous parlez con</w:t>
      </w:r>
      <w:r w:rsidRPr="00AF0A23">
        <w:t>s</w:t>
      </w:r>
      <w:r w:rsidRPr="00AF0A23">
        <w:t>tamment de vos fronti</w:t>
      </w:r>
      <w:r w:rsidRPr="00AF0A23">
        <w:t>è</w:t>
      </w:r>
      <w:r w:rsidRPr="00AF0A23">
        <w:t>res – et vous auriez à votre tête un étranger pour les défendre ?… Gardez-vous d’un go</w:t>
      </w:r>
      <w:r w:rsidRPr="00AF0A23">
        <w:t>u</w:t>
      </w:r>
      <w:r w:rsidRPr="00AF0A23">
        <w:t>vernement de cette sorte !</w:t>
      </w:r>
    </w:p>
    <w:p w14:paraId="28566618" w14:textId="77777777" w:rsidR="00905145" w:rsidRPr="00AF0A23" w:rsidRDefault="00905145" w:rsidP="00905145">
      <w:pPr>
        <w:ind w:firstLine="0"/>
        <w:jc w:val="center"/>
      </w:pPr>
      <w:r w:rsidRPr="00AF0A23">
        <w:lastRenderedPageBreak/>
        <w:t>LE MARI</w:t>
      </w:r>
    </w:p>
    <w:p w14:paraId="15975C98" w14:textId="77777777" w:rsidR="00905145" w:rsidRPr="00AF0A23" w:rsidRDefault="00905145" w:rsidP="00905145">
      <w:r w:rsidRPr="00AF0A23">
        <w:t>Alors, conseille-nous.</w:t>
      </w:r>
    </w:p>
    <w:p w14:paraId="6AC7FDB2" w14:textId="77777777" w:rsidR="00905145" w:rsidRPr="00AF0A23" w:rsidRDefault="00905145" w:rsidP="00905145">
      <w:pPr>
        <w:ind w:firstLine="0"/>
        <w:jc w:val="center"/>
      </w:pPr>
      <w:r w:rsidRPr="00AF0A23">
        <w:t>LE VIEUX TRIBUN</w:t>
      </w:r>
    </w:p>
    <w:p w14:paraId="155C84A3" w14:textId="77777777" w:rsidR="00905145" w:rsidRPr="00AF0A23" w:rsidRDefault="00905145" w:rsidP="00905145">
      <w:r w:rsidRPr="00AF0A23">
        <w:t>Je me suis déjà mêlé vingt fois de vos affaires et j’ai tenté de vous mettre dans la bonne voie, mais vous ne voulez rien e</w:t>
      </w:r>
      <w:r w:rsidRPr="00AF0A23">
        <w:t>n</w:t>
      </w:r>
      <w:r w:rsidRPr="00AF0A23">
        <w:t>tendre !… Les yeux con</w:t>
      </w:r>
      <w:r w:rsidRPr="00AF0A23">
        <w:t>s</w:t>
      </w:r>
      <w:r w:rsidRPr="00AF0A23">
        <w:t>tamment fixés sur le mal qui peut venir du dehors, vous ne voyez pas la plaie qui vous ronge à l’intérieur.</w:t>
      </w:r>
    </w:p>
    <w:p w14:paraId="19591525" w14:textId="77777777" w:rsidR="00905145" w:rsidRPr="00AF0A23" w:rsidRDefault="00905145" w:rsidP="00905145">
      <w:pPr>
        <w:ind w:firstLine="0"/>
        <w:jc w:val="center"/>
      </w:pPr>
      <w:r w:rsidRPr="00AF0A23">
        <w:t>LE GUERRIER</w:t>
      </w:r>
    </w:p>
    <w:p w14:paraId="098CDB33" w14:textId="77777777" w:rsidR="00905145" w:rsidRPr="00AF0A23" w:rsidRDefault="00905145" w:rsidP="00905145">
      <w:r w:rsidRPr="00AF0A23">
        <w:t>Il va encore nous parler des Druides !</w:t>
      </w:r>
    </w:p>
    <w:p w14:paraId="7BC1F430" w14:textId="77777777" w:rsidR="00905145" w:rsidRPr="00AF0A23" w:rsidRDefault="00905145" w:rsidP="00905145">
      <w:pPr>
        <w:ind w:firstLine="0"/>
        <w:jc w:val="center"/>
      </w:pPr>
      <w:r w:rsidRPr="00AF0A23">
        <w:t>LE VIEUX TRIBUN</w:t>
      </w:r>
    </w:p>
    <w:p w14:paraId="5AC1CC46" w14:textId="77777777" w:rsidR="00905145" w:rsidRPr="00AF0A23" w:rsidRDefault="00905145" w:rsidP="00905145">
      <w:r w:rsidRPr="00AF0A23">
        <w:t>Oui, et j’en reparlerai chaque fois qu’on me demandera mon avis. Et je combattrai jusqu’à la limite de mes forces ces hommes auxquels vous avez laissé prendre un pouvoir e</w:t>
      </w:r>
      <w:r w:rsidRPr="00AF0A23">
        <w:t>f</w:t>
      </w:r>
      <w:r w:rsidRPr="00AF0A23">
        <w:t>frayant sur les esprits… ces hommes qui jouissent de privilèges inse</w:t>
      </w:r>
      <w:r w:rsidRPr="00AF0A23">
        <w:t>n</w:t>
      </w:r>
      <w:r w:rsidRPr="00AF0A23">
        <w:t>sés !… Exempts du service militaire…</w:t>
      </w:r>
    </w:p>
    <w:p w14:paraId="57C67690" w14:textId="77777777" w:rsidR="00905145" w:rsidRPr="00AF0A23" w:rsidRDefault="00905145" w:rsidP="00905145">
      <w:pPr>
        <w:ind w:firstLine="0"/>
        <w:jc w:val="center"/>
      </w:pPr>
      <w:r w:rsidRPr="00AF0A23">
        <w:t>LE GUERRIER</w:t>
      </w:r>
    </w:p>
    <w:p w14:paraId="73BF6A0C" w14:textId="77777777" w:rsidR="00905145" w:rsidRPr="00AF0A23" w:rsidRDefault="00905145" w:rsidP="00905145">
      <w:r w:rsidRPr="00AF0A23">
        <w:t>Ce qui est un tort…</w:t>
      </w:r>
    </w:p>
    <w:p w14:paraId="1154323E" w14:textId="77777777" w:rsidR="00905145" w:rsidRPr="00AF0A23" w:rsidRDefault="00905145" w:rsidP="00905145">
      <w:pPr>
        <w:ind w:firstLine="0"/>
        <w:jc w:val="center"/>
      </w:pPr>
      <w:r w:rsidRPr="00AF0A23">
        <w:t>LE VIEUX TRIBUN</w:t>
      </w:r>
    </w:p>
    <w:p w14:paraId="66182CF1" w14:textId="77777777" w:rsidR="00905145" w:rsidRPr="00AF0A23" w:rsidRDefault="00905145" w:rsidP="00905145">
      <w:r w:rsidRPr="00AF0A23">
        <w:t>Comme ils sont exempts d’impôts…</w:t>
      </w:r>
    </w:p>
    <w:p w14:paraId="48811123" w14:textId="77777777" w:rsidR="00905145" w:rsidRPr="00AF0A23" w:rsidRDefault="00905145" w:rsidP="00905145">
      <w:pPr>
        <w:ind w:firstLine="0"/>
        <w:jc w:val="center"/>
      </w:pPr>
      <w:r w:rsidRPr="00AF0A23">
        <w:t>LE MARI</w:t>
      </w:r>
    </w:p>
    <w:p w14:paraId="1A7B41A9" w14:textId="77777777" w:rsidR="00905145" w:rsidRPr="00AF0A23" w:rsidRDefault="00905145" w:rsidP="00905145">
      <w:r w:rsidRPr="00AF0A23">
        <w:t>Ce qui est une i</w:t>
      </w:r>
      <w:r w:rsidRPr="00AF0A23">
        <w:t>n</w:t>
      </w:r>
      <w:r w:rsidRPr="00AF0A23">
        <w:t>justice !</w:t>
      </w:r>
    </w:p>
    <w:p w14:paraId="0592B0FD" w14:textId="77777777" w:rsidR="00905145" w:rsidRPr="00AF0A23" w:rsidRDefault="00905145" w:rsidP="00905145">
      <w:pPr>
        <w:ind w:firstLine="0"/>
        <w:jc w:val="center"/>
      </w:pPr>
      <w:r w:rsidRPr="00AF0A23">
        <w:t>LE VIEUX TRIBUN</w:t>
      </w:r>
    </w:p>
    <w:p w14:paraId="679C7D0D" w14:textId="77777777" w:rsidR="00905145" w:rsidRPr="00AF0A23" w:rsidRDefault="00905145" w:rsidP="00905145">
      <w:r w:rsidRPr="00AF0A23">
        <w:t>Ils s’arrogent tous les droits, jugent tous les procès et pr</w:t>
      </w:r>
      <w:r w:rsidRPr="00AF0A23">
        <w:t>o</w:t>
      </w:r>
      <w:r w:rsidRPr="00AF0A23">
        <w:t xml:space="preserve">noncent des condamnations qui sont d’une incroyable </w:t>
      </w:r>
      <w:r w:rsidRPr="00AF0A23">
        <w:lastRenderedPageBreak/>
        <w:t>crua</w:t>
      </w:r>
      <w:r w:rsidRPr="00AF0A23">
        <w:t>u</w:t>
      </w:r>
      <w:r w:rsidRPr="00AF0A23">
        <w:t>té !… Écoutez-moi bien. Si vous laissez les Dru</w:t>
      </w:r>
      <w:r w:rsidRPr="00AF0A23">
        <w:t>i</w:t>
      </w:r>
      <w:r w:rsidRPr="00AF0A23">
        <w:t>des s’approcher du pouvoir, je vous prédis que, dans ci</w:t>
      </w:r>
      <w:r w:rsidRPr="00AF0A23">
        <w:t>n</w:t>
      </w:r>
      <w:r w:rsidRPr="00AF0A23">
        <w:t>quante ans, ce sont eux qui gouverneront la Gaule… et vous ne pourrez plus vous en d</w:t>
      </w:r>
      <w:r w:rsidRPr="00AF0A23">
        <w:t>é</w:t>
      </w:r>
      <w:r w:rsidRPr="00AF0A23">
        <w:t>barrasser !… L’État doit se séparer d’eux, impitoyablement, quelle que soit la valeur de leur intell</w:t>
      </w:r>
      <w:r w:rsidRPr="00AF0A23">
        <w:t>i</w:t>
      </w:r>
      <w:r w:rsidRPr="00AF0A23">
        <w:t>gence.</w:t>
      </w:r>
    </w:p>
    <w:p w14:paraId="79763CD4" w14:textId="77777777" w:rsidR="00905145" w:rsidRPr="00AF0A23" w:rsidRDefault="00905145" w:rsidP="00905145">
      <w:pPr>
        <w:ind w:firstLine="0"/>
        <w:jc w:val="center"/>
      </w:pPr>
      <w:r w:rsidRPr="00AF0A23">
        <w:t>LE MARI</w:t>
      </w:r>
    </w:p>
    <w:p w14:paraId="48087A71" w14:textId="77777777" w:rsidR="00905145" w:rsidRPr="00AF0A23" w:rsidRDefault="00905145" w:rsidP="00905145">
      <w:r w:rsidRPr="00AF0A23">
        <w:t>Eh bien, présente-toi à nos suffrages et, si l’on te donne le po</w:t>
      </w:r>
      <w:r w:rsidRPr="00AF0A23">
        <w:t>u</w:t>
      </w:r>
      <w:r w:rsidRPr="00AF0A23">
        <w:t>voir, que cette séparation soit ton œuvre.</w:t>
      </w:r>
    </w:p>
    <w:p w14:paraId="084E0A69" w14:textId="77777777" w:rsidR="00905145" w:rsidRPr="00AF0A23" w:rsidRDefault="00905145" w:rsidP="00905145">
      <w:pPr>
        <w:ind w:firstLine="0"/>
        <w:jc w:val="center"/>
      </w:pPr>
      <w:r w:rsidRPr="00AF0A23">
        <w:t>LE VIEUX TRIBUN</w:t>
      </w:r>
    </w:p>
    <w:p w14:paraId="34F20AF4" w14:textId="77777777" w:rsidR="00905145" w:rsidRPr="00AF0A23" w:rsidRDefault="00905145" w:rsidP="00905145">
      <w:r w:rsidRPr="00AF0A23">
        <w:t>Reprendre le pouvoir… jamais !</w:t>
      </w:r>
    </w:p>
    <w:p w14:paraId="449AFDF2" w14:textId="77777777" w:rsidR="00905145" w:rsidRPr="00AF0A23" w:rsidRDefault="00905145" w:rsidP="00905145">
      <w:pPr>
        <w:ind w:firstLine="0"/>
        <w:jc w:val="center"/>
      </w:pPr>
      <w:r w:rsidRPr="00AF0A23">
        <w:t>LE MARI</w:t>
      </w:r>
    </w:p>
    <w:p w14:paraId="090CF573" w14:textId="77777777" w:rsidR="00905145" w:rsidRPr="00AF0A23" w:rsidRDefault="00905145" w:rsidP="00905145">
      <w:r w:rsidRPr="00AF0A23">
        <w:t>Ne dis donc pas « jamais », car tu en meurs d’envie…</w:t>
      </w:r>
    </w:p>
    <w:p w14:paraId="5130E9A9" w14:textId="77777777" w:rsidR="00905145" w:rsidRPr="00AF0A23" w:rsidRDefault="00905145" w:rsidP="00905145">
      <w:pPr>
        <w:ind w:firstLine="0"/>
        <w:jc w:val="center"/>
      </w:pPr>
      <w:r w:rsidRPr="00AF0A23">
        <w:t>LE VIEUX TRIBUN</w:t>
      </w:r>
    </w:p>
    <w:p w14:paraId="5C80CAAA" w14:textId="77777777" w:rsidR="00905145" w:rsidRPr="00AF0A23" w:rsidRDefault="00905145" w:rsidP="00905145">
      <w:r w:rsidRPr="00AF0A23">
        <w:t>J’en meurs d’envie, c’est vrai, mais ce n’est plus de mon âge. Ergoter, discuter, convai</w:t>
      </w:r>
      <w:r w:rsidRPr="00AF0A23">
        <w:t>n</w:t>
      </w:r>
      <w:r w:rsidRPr="00AF0A23">
        <w:t>cre… n’avoir jamais mes coudées franches… être obligé tous les deux jours d’offrir ma démission pour obtenir ce que je veux… non, vraiment cela ne me tente plus.</w:t>
      </w:r>
    </w:p>
    <w:p w14:paraId="53EBC688" w14:textId="77777777" w:rsidR="00905145" w:rsidRPr="00AF0A23" w:rsidRDefault="00905145" w:rsidP="00905145">
      <w:pPr>
        <w:ind w:firstLine="0"/>
        <w:jc w:val="center"/>
      </w:pPr>
      <w:r w:rsidRPr="00AF0A23">
        <w:t>LE GUERRIER</w:t>
      </w:r>
    </w:p>
    <w:p w14:paraId="172C2307" w14:textId="77777777" w:rsidR="00905145" w:rsidRPr="00AF0A23" w:rsidRDefault="00905145" w:rsidP="00905145">
      <w:r w:rsidRPr="00AF0A23">
        <w:t>Mais ce que tu accepterais peut-être v</w:t>
      </w:r>
      <w:r w:rsidRPr="00AF0A23">
        <w:t>o</w:t>
      </w:r>
      <w:r w:rsidRPr="00AF0A23">
        <w:t>lontiers, ce serait le pouvoir absolu ?</w:t>
      </w:r>
    </w:p>
    <w:p w14:paraId="1348924C" w14:textId="77777777" w:rsidR="00905145" w:rsidRPr="00AF0A23" w:rsidRDefault="00905145" w:rsidP="00905145">
      <w:pPr>
        <w:ind w:firstLine="0"/>
        <w:jc w:val="center"/>
      </w:pPr>
      <w:r w:rsidRPr="00AF0A23">
        <w:t>LE VIEUX TRIBUN</w:t>
      </w:r>
    </w:p>
    <w:p w14:paraId="62211D69" w14:textId="77777777" w:rsidR="00905145" w:rsidRPr="00AF0A23" w:rsidRDefault="00905145" w:rsidP="00905145">
      <w:r w:rsidRPr="00AF0A23">
        <w:t>S’il le fallait, pa</w:t>
      </w:r>
      <w:r w:rsidRPr="00AF0A23">
        <w:t>r</w:t>
      </w:r>
      <w:r w:rsidRPr="00AF0A23">
        <w:t>faitement. Mais, alors… absolu ! Et quand vous ne saurez plus de quel côté vous tourner, lorsque vous a</w:t>
      </w:r>
      <w:r w:rsidRPr="00AF0A23">
        <w:t>u</w:t>
      </w:r>
      <w:r w:rsidRPr="00AF0A23">
        <w:t>rez fait sottises sur bêtises, quand le sort du pays sera bien m</w:t>
      </w:r>
      <w:r w:rsidRPr="00AF0A23">
        <w:t>e</w:t>
      </w:r>
      <w:r w:rsidRPr="00AF0A23">
        <w:t xml:space="preserve">nacé… quand vous n’aurez presque plus l’espoir de le </w:t>
      </w:r>
      <w:r w:rsidRPr="00AF0A23">
        <w:lastRenderedPageBreak/>
        <w:t>sauver… à la dernière minute enfin, mais pas avant… vous viendrez me l’offrir, ce pouvoir absolu, et je l’accepterai ! D’ici là, tâchez de découvrir un organis</w:t>
      </w:r>
      <w:r w:rsidRPr="00AF0A23">
        <w:t>a</w:t>
      </w:r>
      <w:r w:rsidRPr="00AF0A23">
        <w:t>teur…</w:t>
      </w:r>
    </w:p>
    <w:p w14:paraId="2B724101" w14:textId="77777777" w:rsidR="00905145" w:rsidRPr="00AF0A23" w:rsidRDefault="00905145" w:rsidP="00905145">
      <w:pPr>
        <w:ind w:firstLine="0"/>
        <w:jc w:val="center"/>
      </w:pPr>
      <w:r w:rsidRPr="00AF0A23">
        <w:t>LE GUERRIER</w:t>
      </w:r>
    </w:p>
    <w:p w14:paraId="59348081" w14:textId="77777777" w:rsidR="00905145" w:rsidRPr="00AF0A23" w:rsidRDefault="00905145" w:rsidP="00905145">
      <w:r w:rsidRPr="00AF0A23">
        <w:t>Nous avons un devoir plus urgent à re</w:t>
      </w:r>
      <w:r w:rsidRPr="00AF0A23">
        <w:t>m</w:t>
      </w:r>
      <w:r w:rsidRPr="00AF0A23">
        <w:t>plir. Sur le point de conclure une alliance avec les Ge</w:t>
      </w:r>
      <w:r w:rsidRPr="00AF0A23">
        <w:t>r</w:t>
      </w:r>
      <w:r w:rsidRPr="00AF0A23">
        <w:t>mains, tout le Plateau Central s’est armé contre nous…</w:t>
      </w:r>
    </w:p>
    <w:p w14:paraId="4E32B718" w14:textId="77777777" w:rsidR="00905145" w:rsidRPr="00AF0A23" w:rsidRDefault="00905145" w:rsidP="00905145">
      <w:pPr>
        <w:ind w:firstLine="0"/>
        <w:jc w:val="center"/>
      </w:pPr>
      <w:r w:rsidRPr="00AF0A23">
        <w:t>LE VIEUX TRIBUN</w:t>
      </w:r>
    </w:p>
    <w:p w14:paraId="0AA6F295" w14:textId="77777777" w:rsidR="00905145" w:rsidRPr="00AF0A23" w:rsidRDefault="00905145" w:rsidP="00905145">
      <w:r w:rsidRPr="00AF0A23">
        <w:t>Il fallait le pr</w:t>
      </w:r>
      <w:r w:rsidRPr="00AF0A23">
        <w:t>é</w:t>
      </w:r>
      <w:r w:rsidRPr="00AF0A23">
        <w:t>voir !</w:t>
      </w:r>
    </w:p>
    <w:p w14:paraId="41B4EFF5" w14:textId="77777777" w:rsidR="00905145" w:rsidRPr="00AF0A23" w:rsidRDefault="00905145" w:rsidP="00905145">
      <w:pPr>
        <w:ind w:firstLine="0"/>
        <w:jc w:val="center"/>
      </w:pPr>
      <w:r w:rsidRPr="00AF0A23">
        <w:t>L’ARTISTE</w:t>
      </w:r>
    </w:p>
    <w:p w14:paraId="55665BD3" w14:textId="77777777" w:rsidR="00905145" w:rsidRPr="00AF0A23" w:rsidRDefault="00905145" w:rsidP="00905145">
      <w:r w:rsidRPr="00AF0A23">
        <w:t>Et ne pas envenimer les choses dava</w:t>
      </w:r>
      <w:r w:rsidRPr="00AF0A23">
        <w:t>n</w:t>
      </w:r>
      <w:r w:rsidRPr="00AF0A23">
        <w:t>tage…</w:t>
      </w:r>
    </w:p>
    <w:p w14:paraId="52DD94FA" w14:textId="77777777" w:rsidR="00905145" w:rsidRPr="00AF0A23" w:rsidRDefault="00905145" w:rsidP="00905145">
      <w:pPr>
        <w:ind w:firstLine="0"/>
        <w:jc w:val="center"/>
      </w:pPr>
      <w:r w:rsidRPr="00AF0A23">
        <w:t>LE MARI</w:t>
      </w:r>
    </w:p>
    <w:p w14:paraId="19A9272B" w14:textId="77777777" w:rsidR="00905145" w:rsidRPr="00AF0A23" w:rsidRDefault="00905145" w:rsidP="00905145">
      <w:r w:rsidRPr="00AF0A23">
        <w:t>Dis-lui, je t’en supplie, que la désunion des Gaulois fait le jeu de nos enn</w:t>
      </w:r>
      <w:r w:rsidRPr="00AF0A23">
        <w:t>e</w:t>
      </w:r>
      <w:r w:rsidRPr="00AF0A23">
        <w:t>mis…</w:t>
      </w:r>
    </w:p>
    <w:p w14:paraId="09506920" w14:textId="77777777" w:rsidR="00905145" w:rsidRPr="00AF0A23" w:rsidRDefault="00905145" w:rsidP="00905145">
      <w:pPr>
        <w:ind w:firstLine="0"/>
        <w:jc w:val="center"/>
        <w:rPr>
          <w:i/>
          <w:iCs/>
        </w:rPr>
      </w:pPr>
      <w:r w:rsidRPr="00AF0A23">
        <w:t xml:space="preserve">LA FEMME, à </w:t>
      </w:r>
      <w:r w:rsidRPr="00AF0A23">
        <w:rPr>
          <w:i/>
          <w:iCs/>
        </w:rPr>
        <w:t>l’Amant.</w:t>
      </w:r>
    </w:p>
    <w:p w14:paraId="6CDDB58E" w14:textId="77777777" w:rsidR="00905145" w:rsidRPr="00AF0A23" w:rsidRDefault="00905145" w:rsidP="00905145">
      <w:r w:rsidRPr="00AF0A23">
        <w:t>Soutiens-le, so</w:t>
      </w:r>
      <w:r w:rsidRPr="00AF0A23">
        <w:t>u</w:t>
      </w:r>
      <w:r w:rsidRPr="00AF0A23">
        <w:t>tiens-le…</w:t>
      </w:r>
    </w:p>
    <w:p w14:paraId="108B0CFD" w14:textId="77777777" w:rsidR="00905145" w:rsidRPr="00AF0A23" w:rsidRDefault="00905145" w:rsidP="00905145">
      <w:pPr>
        <w:ind w:firstLine="0"/>
        <w:jc w:val="center"/>
      </w:pPr>
      <w:r w:rsidRPr="00AF0A23">
        <w:t>LE MARI</w:t>
      </w:r>
    </w:p>
    <w:p w14:paraId="417DF7E3" w14:textId="77777777" w:rsidR="00905145" w:rsidRPr="00AF0A23" w:rsidRDefault="00905145" w:rsidP="00905145">
      <w:r w:rsidRPr="00AF0A23">
        <w:t>Fais-lui comprendre enfin que le seul objectif raisonnable pour nous doit être l’unité de la Gaule…</w:t>
      </w:r>
    </w:p>
    <w:p w14:paraId="189B9F3A" w14:textId="77777777" w:rsidR="00905145" w:rsidRPr="00AF0A23" w:rsidRDefault="00905145" w:rsidP="00905145">
      <w:pPr>
        <w:ind w:firstLine="0"/>
        <w:jc w:val="center"/>
        <w:rPr>
          <w:i/>
          <w:iCs/>
        </w:rPr>
      </w:pPr>
      <w:r w:rsidRPr="00AF0A23">
        <w:t xml:space="preserve">LA FEMME, à </w:t>
      </w:r>
      <w:r w:rsidRPr="00AF0A23">
        <w:rPr>
          <w:i/>
          <w:iCs/>
        </w:rPr>
        <w:t>l’Amant.</w:t>
      </w:r>
    </w:p>
    <w:p w14:paraId="25382CCB" w14:textId="77777777" w:rsidR="00905145" w:rsidRPr="00AF0A23" w:rsidRDefault="00905145" w:rsidP="00905145">
      <w:r w:rsidRPr="00AF0A23">
        <w:t>Soutiens-le, so</w:t>
      </w:r>
      <w:r w:rsidRPr="00AF0A23">
        <w:t>u</w:t>
      </w:r>
      <w:r w:rsidRPr="00AF0A23">
        <w:t>tiens-le…</w:t>
      </w:r>
    </w:p>
    <w:p w14:paraId="771B2E7A" w14:textId="77777777" w:rsidR="00905145" w:rsidRPr="00AF0A23" w:rsidRDefault="00905145" w:rsidP="00905145">
      <w:pPr>
        <w:ind w:firstLine="0"/>
        <w:jc w:val="center"/>
      </w:pPr>
      <w:r w:rsidRPr="00AF0A23">
        <w:t>L’AMANT</w:t>
      </w:r>
    </w:p>
    <w:p w14:paraId="68D2EA24" w14:textId="77777777" w:rsidR="00905145" w:rsidRPr="00AF0A23" w:rsidRDefault="00905145" w:rsidP="00905145">
      <w:r w:rsidRPr="00AF0A23">
        <w:t>Oui, oui, oui, oui… il a raison !</w:t>
      </w:r>
    </w:p>
    <w:p w14:paraId="7E6D4F99" w14:textId="77777777" w:rsidR="00905145" w:rsidRPr="00AF0A23" w:rsidRDefault="00905145" w:rsidP="00905145">
      <w:pPr>
        <w:ind w:firstLine="0"/>
        <w:jc w:val="center"/>
      </w:pPr>
      <w:r w:rsidRPr="00AF0A23">
        <w:lastRenderedPageBreak/>
        <w:t>LE GUERRIER</w:t>
      </w:r>
    </w:p>
    <w:p w14:paraId="4293AFB2" w14:textId="77777777" w:rsidR="00905145" w:rsidRPr="00AF0A23" w:rsidRDefault="00905145" w:rsidP="00905145">
      <w:r w:rsidRPr="00AF0A23">
        <w:t>Ah ! Vous croyez qu’une fraternité réelle peut s’établir entre les Aquitains, par exemple, et nous ?</w:t>
      </w:r>
    </w:p>
    <w:p w14:paraId="36C8171B" w14:textId="77777777" w:rsidR="00905145" w:rsidRPr="00AF0A23" w:rsidRDefault="00905145" w:rsidP="00905145">
      <w:pPr>
        <w:ind w:firstLine="0"/>
        <w:jc w:val="center"/>
      </w:pPr>
      <w:r w:rsidRPr="00AF0A23">
        <w:t>LE MARI</w:t>
      </w:r>
    </w:p>
    <w:p w14:paraId="352B3FAD" w14:textId="77777777" w:rsidR="00905145" w:rsidRPr="00AF0A23" w:rsidRDefault="00905145" w:rsidP="00905145">
      <w:r w:rsidRPr="00AF0A23">
        <w:t>Il le faut ! Je le veux…</w:t>
      </w:r>
    </w:p>
    <w:p w14:paraId="573693A8" w14:textId="77777777" w:rsidR="00905145" w:rsidRPr="00AF0A23" w:rsidRDefault="00905145" w:rsidP="00905145">
      <w:pPr>
        <w:ind w:firstLine="0"/>
        <w:jc w:val="center"/>
      </w:pPr>
      <w:r w:rsidRPr="00AF0A23">
        <w:t>L’AMANT</w:t>
      </w:r>
    </w:p>
    <w:p w14:paraId="63CB7CA1" w14:textId="77777777" w:rsidR="00905145" w:rsidRPr="00AF0A23" w:rsidRDefault="00905145" w:rsidP="00905145">
      <w:r w:rsidRPr="00AF0A23">
        <w:t>Et tous nous le vo</w:t>
      </w:r>
      <w:r w:rsidRPr="00AF0A23">
        <w:t>u</w:t>
      </w:r>
      <w:r w:rsidRPr="00AF0A23">
        <w:t>lons !</w:t>
      </w:r>
    </w:p>
    <w:p w14:paraId="10791C36" w14:textId="77777777" w:rsidR="00905145" w:rsidRPr="00AF0A23" w:rsidRDefault="00905145" w:rsidP="00905145">
      <w:pPr>
        <w:ind w:firstLine="0"/>
        <w:jc w:val="center"/>
      </w:pPr>
      <w:r w:rsidRPr="00AF0A23">
        <w:t>LE MARI</w:t>
      </w:r>
    </w:p>
    <w:p w14:paraId="113BF06D" w14:textId="77777777" w:rsidR="00905145" w:rsidRPr="00AF0A23" w:rsidRDefault="00905145" w:rsidP="00905145">
      <w:r w:rsidRPr="00AF0A23">
        <w:t>Il faut qu’une grande idée domine désormais les intérêts particuliers de tous les peuples de la Gaule…</w:t>
      </w:r>
    </w:p>
    <w:p w14:paraId="438350E7" w14:textId="77777777" w:rsidR="00905145" w:rsidRPr="00AF0A23" w:rsidRDefault="00905145" w:rsidP="00905145">
      <w:pPr>
        <w:ind w:firstLine="0"/>
        <w:jc w:val="center"/>
      </w:pPr>
      <w:r w:rsidRPr="00AF0A23">
        <w:t>LE GUERRIER</w:t>
      </w:r>
    </w:p>
    <w:p w14:paraId="1FC37673" w14:textId="77777777" w:rsidR="00905145" w:rsidRPr="00AF0A23" w:rsidRDefault="00905145" w:rsidP="00905145">
      <w:r w:rsidRPr="00AF0A23">
        <w:t>Quelle idée ?</w:t>
      </w:r>
    </w:p>
    <w:p w14:paraId="28A3ED06" w14:textId="77777777" w:rsidR="00905145" w:rsidRPr="00AF0A23" w:rsidRDefault="00905145" w:rsidP="00905145">
      <w:pPr>
        <w:ind w:firstLine="0"/>
        <w:jc w:val="center"/>
      </w:pPr>
      <w:r w:rsidRPr="00AF0A23">
        <w:t>LE MARI</w:t>
      </w:r>
    </w:p>
    <w:p w14:paraId="33C8D174" w14:textId="77777777" w:rsidR="00905145" w:rsidRPr="00AF0A23" w:rsidRDefault="00905145" w:rsidP="00905145">
      <w:r w:rsidRPr="00AF0A23">
        <w:t>L’idée que la ville la plus éloignée de la nôtre nous appa</w:t>
      </w:r>
      <w:r w:rsidRPr="00AF0A23">
        <w:t>r</w:t>
      </w:r>
      <w:r w:rsidRPr="00AF0A23">
        <w:t>tient un peu…</w:t>
      </w:r>
    </w:p>
    <w:p w14:paraId="3A18138D" w14:textId="77777777" w:rsidR="00905145" w:rsidRPr="00AF0A23" w:rsidRDefault="00905145" w:rsidP="00905145">
      <w:pPr>
        <w:ind w:firstLine="0"/>
        <w:jc w:val="center"/>
      </w:pPr>
      <w:r w:rsidRPr="00AF0A23">
        <w:t>L’AMANT</w:t>
      </w:r>
    </w:p>
    <w:p w14:paraId="48B2DBD8" w14:textId="77777777" w:rsidR="00905145" w:rsidRPr="00AF0A23" w:rsidRDefault="00905145" w:rsidP="00905145">
      <w:r w:rsidRPr="00AF0A23">
        <w:t>Et que, s’il le fa</w:t>
      </w:r>
      <w:r w:rsidRPr="00AF0A23">
        <w:t>l</w:t>
      </w:r>
      <w:r w:rsidRPr="00AF0A23">
        <w:t xml:space="preserve">lait un jour, </w:t>
      </w:r>
      <w:smartTag w:uri="urn:schemas-microsoft-com:office:smarttags" w:element="PersonName">
        <w:smartTagPr>
          <w:attr w:name="ProductID" w:val="la Gaule"/>
        </w:smartTagPr>
        <w:r w:rsidRPr="00AF0A23">
          <w:t>la Gaule</w:t>
        </w:r>
      </w:smartTag>
      <w:r w:rsidRPr="00AF0A23">
        <w:t xml:space="preserve"> tout entière se lèverait pour la défendre…</w:t>
      </w:r>
    </w:p>
    <w:p w14:paraId="10A8BC39" w14:textId="77777777" w:rsidR="00905145" w:rsidRPr="00AF0A23" w:rsidRDefault="00905145" w:rsidP="00905145">
      <w:pPr>
        <w:ind w:firstLine="0"/>
        <w:jc w:val="center"/>
      </w:pPr>
      <w:r w:rsidRPr="00AF0A23">
        <w:t>LE GUERRIER</w:t>
      </w:r>
    </w:p>
    <w:p w14:paraId="34498683" w14:textId="77777777" w:rsidR="00905145" w:rsidRPr="00AF0A23" w:rsidRDefault="00905145" w:rsidP="00905145">
      <w:r w:rsidRPr="00AF0A23">
        <w:t>Sous les ordres d’un général en chef qui aurait la haute main sur toutes les armées !</w:t>
      </w:r>
    </w:p>
    <w:p w14:paraId="03BA2516" w14:textId="77777777" w:rsidR="00905145" w:rsidRPr="00AF0A23" w:rsidRDefault="00905145" w:rsidP="00905145">
      <w:pPr>
        <w:ind w:firstLine="0"/>
        <w:jc w:val="center"/>
      </w:pPr>
      <w:r w:rsidRPr="00AF0A23">
        <w:t>LE MARI</w:t>
      </w:r>
    </w:p>
    <w:p w14:paraId="172D7A23" w14:textId="77777777" w:rsidR="00905145" w:rsidRPr="00AF0A23" w:rsidRDefault="00905145" w:rsidP="00905145">
      <w:r w:rsidRPr="00AF0A23">
        <w:t>Allons le pr</w:t>
      </w:r>
      <w:r w:rsidRPr="00AF0A23">
        <w:t>o</w:t>
      </w:r>
      <w:r w:rsidRPr="00AF0A23">
        <w:t>clamer sur la place publique !</w:t>
      </w:r>
    </w:p>
    <w:p w14:paraId="46B34C95" w14:textId="77777777" w:rsidR="00905145" w:rsidRPr="00D72CAB" w:rsidRDefault="00905145" w:rsidP="00905145">
      <w:pPr>
        <w:pStyle w:val="NormalRetraitGauche4XIndent0"/>
        <w:rPr>
          <w:i/>
          <w:iCs/>
        </w:rPr>
      </w:pPr>
      <w:r w:rsidRPr="00D72CAB">
        <w:rPr>
          <w:i/>
          <w:iCs/>
        </w:rPr>
        <w:lastRenderedPageBreak/>
        <w:t>Le Mari, l’Amant et le Guerrier remontent et s’éloignent, emportés par leur entho</w:t>
      </w:r>
      <w:r w:rsidRPr="00D72CAB">
        <w:rPr>
          <w:i/>
          <w:iCs/>
        </w:rPr>
        <w:t>u</w:t>
      </w:r>
      <w:r w:rsidRPr="00D72CAB">
        <w:rPr>
          <w:i/>
          <w:iCs/>
        </w:rPr>
        <w:t>siasme. L’Ouvrier les suit.</w:t>
      </w:r>
    </w:p>
    <w:p w14:paraId="678DCEFC" w14:textId="77777777" w:rsidR="00905145" w:rsidRPr="00AF0A23" w:rsidRDefault="00905145" w:rsidP="00905145">
      <w:pPr>
        <w:ind w:firstLine="0"/>
        <w:jc w:val="center"/>
        <w:rPr>
          <w:i/>
          <w:iCs/>
        </w:rPr>
      </w:pPr>
      <w:r w:rsidRPr="00AF0A23">
        <w:t xml:space="preserve">LA FEMME, à </w:t>
      </w:r>
      <w:r w:rsidRPr="00AF0A23">
        <w:rPr>
          <w:i/>
          <w:iCs/>
        </w:rPr>
        <w:t>l’Artiste.</w:t>
      </w:r>
    </w:p>
    <w:p w14:paraId="464A981A" w14:textId="77777777" w:rsidR="00905145" w:rsidRPr="00AF0A23" w:rsidRDefault="00905145" w:rsidP="00905145">
      <w:r w:rsidRPr="00AF0A23">
        <w:t>Veux-tu me faire un grand plaisir ?</w:t>
      </w:r>
    </w:p>
    <w:p w14:paraId="36B9EF45" w14:textId="77777777" w:rsidR="00905145" w:rsidRPr="00AF0A23" w:rsidRDefault="00905145" w:rsidP="00905145">
      <w:pPr>
        <w:ind w:firstLine="0"/>
        <w:jc w:val="center"/>
      </w:pPr>
      <w:r w:rsidRPr="00AF0A23">
        <w:t>L’ARTISTE</w:t>
      </w:r>
    </w:p>
    <w:p w14:paraId="161CEB08" w14:textId="77777777" w:rsidR="00905145" w:rsidRPr="00AF0A23" w:rsidRDefault="00905145" w:rsidP="00905145">
      <w:r w:rsidRPr="00AF0A23">
        <w:t>Oui…</w:t>
      </w:r>
    </w:p>
    <w:p w14:paraId="6E7157E3" w14:textId="77777777" w:rsidR="00905145" w:rsidRPr="00AF0A23" w:rsidRDefault="00905145" w:rsidP="00905145">
      <w:pPr>
        <w:ind w:firstLine="0"/>
        <w:jc w:val="center"/>
      </w:pPr>
      <w:smartTag w:uri="urn:schemas-microsoft-com:office:smarttags" w:element="PersonName">
        <w:smartTagPr>
          <w:attr w:name="ProductID" w:val="La Femme"/>
        </w:smartTagPr>
        <w:r w:rsidRPr="00AF0A23">
          <w:t>LA FEMME</w:t>
        </w:r>
      </w:smartTag>
    </w:p>
    <w:p w14:paraId="0D459255" w14:textId="77777777" w:rsidR="00905145" w:rsidRPr="00AF0A23" w:rsidRDefault="00905145" w:rsidP="00905145">
      <w:r w:rsidRPr="00AF0A23">
        <w:t>Fais le portrait de mon mari pendant qu’il parle.</w:t>
      </w:r>
    </w:p>
    <w:p w14:paraId="410B8BE3" w14:textId="77777777" w:rsidR="00905145" w:rsidRPr="00AF0A23" w:rsidRDefault="00905145" w:rsidP="00905145">
      <w:pPr>
        <w:ind w:firstLine="0"/>
        <w:jc w:val="center"/>
      </w:pPr>
      <w:r w:rsidRPr="00AF0A23">
        <w:t>L’ARTISTE</w:t>
      </w:r>
    </w:p>
    <w:p w14:paraId="73026877" w14:textId="77777777" w:rsidR="00905145" w:rsidRPr="00AF0A23" w:rsidRDefault="00905145" w:rsidP="00905145">
      <w:r w:rsidRPr="00AF0A23">
        <w:t>C’est une idée…</w:t>
      </w:r>
    </w:p>
    <w:p w14:paraId="3E6E97BD" w14:textId="77777777" w:rsidR="00905145" w:rsidRPr="00D72CAB" w:rsidRDefault="00905145" w:rsidP="00905145">
      <w:pPr>
        <w:pStyle w:val="NormalRetraitGauche4XIndent0"/>
        <w:rPr>
          <w:i/>
          <w:iCs/>
        </w:rPr>
      </w:pPr>
      <w:r w:rsidRPr="00D72CAB">
        <w:rPr>
          <w:i/>
          <w:iCs/>
        </w:rPr>
        <w:t>L’Artiste s’éloigne.</w:t>
      </w:r>
    </w:p>
    <w:p w14:paraId="33C006E7" w14:textId="77777777" w:rsidR="00905145" w:rsidRPr="00AF0A23" w:rsidRDefault="00905145" w:rsidP="00905145">
      <w:pPr>
        <w:ind w:firstLine="0"/>
        <w:jc w:val="center"/>
        <w:rPr>
          <w:i/>
          <w:iCs/>
        </w:rPr>
      </w:pPr>
      <w:r w:rsidRPr="00AF0A23">
        <w:t>LA FEMME, a</w:t>
      </w:r>
      <w:r w:rsidRPr="00AF0A23">
        <w:rPr>
          <w:i/>
          <w:iCs/>
        </w:rPr>
        <w:t>u Vieux Tribun.</w:t>
      </w:r>
    </w:p>
    <w:p w14:paraId="68D58C34" w14:textId="77777777" w:rsidR="00905145" w:rsidRPr="00AF0A23" w:rsidRDefault="00905145" w:rsidP="00905145">
      <w:r w:rsidRPr="00AF0A23">
        <w:t>Si mon mari prend le pouvoir, ne le renverse pas trop vite… tu veux bien ?</w:t>
      </w:r>
    </w:p>
    <w:p w14:paraId="6370A13F" w14:textId="77777777" w:rsidR="00905145" w:rsidRPr="00D72CAB" w:rsidRDefault="00905145" w:rsidP="00905145">
      <w:pPr>
        <w:pStyle w:val="NormalRetraitGauche4XIndent0"/>
        <w:rPr>
          <w:i/>
          <w:iCs/>
        </w:rPr>
      </w:pPr>
      <w:r w:rsidRPr="00D72CAB">
        <w:rPr>
          <w:i/>
          <w:iCs/>
        </w:rPr>
        <w:t>Le Vieux Tribun lui sourit, elle lui envoie un baiser et re</w:t>
      </w:r>
      <w:r w:rsidRPr="00D72CAB">
        <w:rPr>
          <w:i/>
          <w:iCs/>
        </w:rPr>
        <w:t>n</w:t>
      </w:r>
      <w:r w:rsidRPr="00D72CAB">
        <w:rPr>
          <w:i/>
          <w:iCs/>
        </w:rPr>
        <w:t>tre dans sa maison.</w:t>
      </w:r>
    </w:p>
    <w:p w14:paraId="72E6DF7A" w14:textId="77777777" w:rsidR="00905145" w:rsidRPr="00AF0A23" w:rsidRDefault="00905145" w:rsidP="00905145">
      <w:pPr>
        <w:pStyle w:val="Titre1"/>
      </w:pPr>
      <w:bookmarkStart w:id="1" w:name="_Toc195622087"/>
      <w:r w:rsidRPr="00AF0A23">
        <w:lastRenderedPageBreak/>
        <w:t>JEANNE D’ARC</w:t>
      </w:r>
      <w:bookmarkEnd w:id="1"/>
    </w:p>
    <w:p w14:paraId="1E183340" w14:textId="77777777" w:rsidR="00905145" w:rsidRPr="00AF0A23" w:rsidRDefault="00905145" w:rsidP="00905145">
      <w:pPr>
        <w:rPr>
          <w:i/>
          <w:iCs/>
        </w:rPr>
      </w:pPr>
      <w:r w:rsidRPr="00AF0A23">
        <w:rPr>
          <w:i/>
          <w:iCs/>
        </w:rPr>
        <w:t>Le décor, placé parallèlement à la rampe et au premier plan du théâtre, représente, dans sa grandeur naturelle, la partie centrale de la façade de la cathédrale de Reims. C’est dire assez que ce tableau se passe ce</w:t>
      </w:r>
      <w:r w:rsidRPr="00AF0A23">
        <w:rPr>
          <w:i/>
          <w:iCs/>
        </w:rPr>
        <w:t>n</w:t>
      </w:r>
      <w:r w:rsidRPr="00AF0A23">
        <w:rPr>
          <w:i/>
          <w:iCs/>
        </w:rPr>
        <w:t>sément à trente ou trente-cinq mètres du sol. Nous sommes le 17 jui</w:t>
      </w:r>
      <w:r w:rsidRPr="00AF0A23">
        <w:rPr>
          <w:i/>
          <w:iCs/>
        </w:rPr>
        <w:t>l</w:t>
      </w:r>
      <w:r w:rsidRPr="00AF0A23">
        <w:rPr>
          <w:i/>
          <w:iCs/>
        </w:rPr>
        <w:t>let 1429.</w:t>
      </w:r>
    </w:p>
    <w:p w14:paraId="2172CF55" w14:textId="77777777" w:rsidR="00905145" w:rsidRPr="00AF0A23" w:rsidRDefault="00905145" w:rsidP="00905145">
      <w:pPr>
        <w:rPr>
          <w:i/>
          <w:iCs/>
        </w:rPr>
      </w:pPr>
      <w:r w:rsidRPr="00AF0A23">
        <w:rPr>
          <w:i/>
          <w:iCs/>
        </w:rPr>
        <w:t>La cathédrale, qui ne fut achevée que l’année suivante, n’est pas complètement encore débarrassée de ses échafa</w:t>
      </w:r>
      <w:r w:rsidRPr="00AF0A23">
        <w:rPr>
          <w:i/>
          <w:iCs/>
        </w:rPr>
        <w:t>u</w:t>
      </w:r>
      <w:r w:rsidRPr="00AF0A23">
        <w:rPr>
          <w:i/>
          <w:iCs/>
        </w:rPr>
        <w:t>dages. Sur l’un d’eux. Pierre et Jean, deux ouvriers scul</w:t>
      </w:r>
      <w:r w:rsidRPr="00AF0A23">
        <w:rPr>
          <w:i/>
          <w:iCs/>
        </w:rPr>
        <w:t>p</w:t>
      </w:r>
      <w:r w:rsidRPr="00AF0A23">
        <w:rPr>
          <w:i/>
          <w:iCs/>
        </w:rPr>
        <w:t>teurs, sont accoudés quand le rideau s’ouvre.</w:t>
      </w:r>
    </w:p>
    <w:p w14:paraId="4C88A261" w14:textId="77777777" w:rsidR="00905145" w:rsidRPr="00AF0A23" w:rsidRDefault="00905145" w:rsidP="00905145">
      <w:pPr>
        <w:rPr>
          <w:i/>
          <w:iCs/>
        </w:rPr>
      </w:pPr>
      <w:r w:rsidRPr="00AF0A23">
        <w:rPr>
          <w:i/>
          <w:iCs/>
        </w:rPr>
        <w:t>Pendant tout ce tableau, on entendra le murmure qui monte d’une foule impatiente et joyeuse.</w:t>
      </w:r>
    </w:p>
    <w:p w14:paraId="30CA4D6A" w14:textId="77777777" w:rsidR="00905145" w:rsidRPr="00AF0A23" w:rsidRDefault="00905145" w:rsidP="00905145"/>
    <w:p w14:paraId="5C089DBE" w14:textId="77777777" w:rsidR="00905145" w:rsidRPr="00AF0A23" w:rsidRDefault="00905145" w:rsidP="00905145">
      <w:pPr>
        <w:ind w:firstLine="0"/>
        <w:jc w:val="center"/>
      </w:pPr>
      <w:r w:rsidRPr="00AF0A23">
        <w:t>JEAN</w:t>
      </w:r>
    </w:p>
    <w:p w14:paraId="519871BE" w14:textId="77777777" w:rsidR="00905145" w:rsidRPr="00AF0A23" w:rsidRDefault="00905145" w:rsidP="00905145">
      <w:r w:rsidRPr="00AF0A23">
        <w:t>Tu les vois ?</w:t>
      </w:r>
    </w:p>
    <w:p w14:paraId="60505931" w14:textId="77777777" w:rsidR="00905145" w:rsidRPr="00AF0A23" w:rsidRDefault="00905145" w:rsidP="00905145">
      <w:pPr>
        <w:ind w:firstLine="0"/>
        <w:jc w:val="center"/>
      </w:pPr>
      <w:r w:rsidRPr="00AF0A23">
        <w:t>PIERRE</w:t>
      </w:r>
    </w:p>
    <w:p w14:paraId="057A9E79" w14:textId="77777777" w:rsidR="00905145" w:rsidRPr="00AF0A23" w:rsidRDefault="00905145" w:rsidP="00905145">
      <w:r w:rsidRPr="00AF0A23">
        <w:t>Pas encore. Mais avoue que nous sommes un peu mieux sur notre échafaudage qu’écrasés dans cette foule…</w:t>
      </w:r>
    </w:p>
    <w:p w14:paraId="4C1E2A20" w14:textId="77777777" w:rsidR="00905145" w:rsidRPr="00AF0A23" w:rsidRDefault="00905145" w:rsidP="00905145">
      <w:pPr>
        <w:ind w:firstLine="0"/>
        <w:jc w:val="center"/>
      </w:pPr>
      <w:r w:rsidRPr="00AF0A23">
        <w:t>JEAN</w:t>
      </w:r>
    </w:p>
    <w:p w14:paraId="3C42E0DF" w14:textId="77777777" w:rsidR="00905145" w:rsidRPr="00AF0A23" w:rsidRDefault="00905145" w:rsidP="00905145">
      <w:r w:rsidRPr="00AF0A23">
        <w:t>Ah ! plutôt oui. Combien sont-ils sur cette place ?</w:t>
      </w:r>
    </w:p>
    <w:p w14:paraId="6CB99D48" w14:textId="77777777" w:rsidR="00905145" w:rsidRPr="00AF0A23" w:rsidRDefault="00905145" w:rsidP="00905145">
      <w:pPr>
        <w:ind w:firstLine="0"/>
        <w:jc w:val="center"/>
      </w:pPr>
      <w:r w:rsidRPr="00AF0A23">
        <w:t>PIERRE</w:t>
      </w:r>
    </w:p>
    <w:p w14:paraId="27D3BDEE" w14:textId="77777777" w:rsidR="00905145" w:rsidRPr="00AF0A23" w:rsidRDefault="00905145" w:rsidP="00905145">
      <w:r w:rsidRPr="00AF0A23">
        <w:t>Quinze ou vingt mille peut-être – tous les Rémois sont dans la rue.</w:t>
      </w:r>
    </w:p>
    <w:p w14:paraId="012A2729" w14:textId="77777777" w:rsidR="00905145" w:rsidRPr="00AF0A23" w:rsidRDefault="00905145" w:rsidP="00905145">
      <w:pPr>
        <w:ind w:firstLine="0"/>
        <w:jc w:val="center"/>
      </w:pPr>
      <w:r w:rsidRPr="00AF0A23">
        <w:t>JEAN</w:t>
      </w:r>
    </w:p>
    <w:p w14:paraId="492CFF40" w14:textId="77777777" w:rsidR="00905145" w:rsidRPr="00AF0A23" w:rsidRDefault="00905145" w:rsidP="00905145">
      <w:r w:rsidRPr="00AF0A23">
        <w:lastRenderedPageBreak/>
        <w:t>Et dire qu’on leur avait promis que la cathédrale serait terminée le jour du sacre.</w:t>
      </w:r>
    </w:p>
    <w:p w14:paraId="5E490C4C" w14:textId="77777777" w:rsidR="00905145" w:rsidRPr="00AF0A23" w:rsidRDefault="00905145" w:rsidP="00905145">
      <w:pPr>
        <w:ind w:firstLine="0"/>
        <w:jc w:val="center"/>
      </w:pPr>
      <w:r w:rsidRPr="00AF0A23">
        <w:t>PIERRE</w:t>
      </w:r>
    </w:p>
    <w:p w14:paraId="3369A0F1" w14:textId="77777777" w:rsidR="00905145" w:rsidRPr="00AF0A23" w:rsidRDefault="00905145" w:rsidP="00905145">
      <w:r w:rsidRPr="00AF0A23">
        <w:t>Je pense qu’ils ne l’ont pas cru. Voilà vingt ans qu’on leur raconte qu’il n’y a plus que pour six mois de travail.</w:t>
      </w:r>
    </w:p>
    <w:p w14:paraId="76501583" w14:textId="77777777" w:rsidR="00905145" w:rsidRPr="00AF0A23" w:rsidRDefault="00905145" w:rsidP="00905145">
      <w:pPr>
        <w:ind w:firstLine="0"/>
        <w:jc w:val="center"/>
      </w:pPr>
      <w:r w:rsidRPr="00AF0A23">
        <w:t>JEAN</w:t>
      </w:r>
    </w:p>
    <w:p w14:paraId="79564C3B" w14:textId="77777777" w:rsidR="00905145" w:rsidRPr="00AF0A23" w:rsidRDefault="00905145" w:rsidP="00905145">
      <w:r w:rsidRPr="00AF0A23">
        <w:t>Et, d’après toi, il y en a encore pour combien de temps avant qu’elle soit complèt</w:t>
      </w:r>
      <w:r w:rsidRPr="00AF0A23">
        <w:t>e</w:t>
      </w:r>
      <w:r w:rsidRPr="00AF0A23">
        <w:t>ment finie ?</w:t>
      </w:r>
    </w:p>
    <w:p w14:paraId="7EB76732" w14:textId="77777777" w:rsidR="00905145" w:rsidRPr="00AF0A23" w:rsidRDefault="00905145" w:rsidP="00905145">
      <w:pPr>
        <w:ind w:firstLine="0"/>
        <w:jc w:val="center"/>
      </w:pPr>
      <w:r w:rsidRPr="00AF0A23">
        <w:t>PIERRE</w:t>
      </w:r>
    </w:p>
    <w:p w14:paraId="5CFEDB6E" w14:textId="77777777" w:rsidR="00905145" w:rsidRPr="00AF0A23" w:rsidRDefault="00905145" w:rsidP="00905145">
      <w:r w:rsidRPr="00AF0A23">
        <w:t>Oh ! ça… comment veux-tu savoir ! Pour plus d’un an, en tout cas. Est-ce que tu sais quand elle a été co</w:t>
      </w:r>
      <w:r w:rsidRPr="00AF0A23">
        <w:t>m</w:t>
      </w:r>
      <w:r w:rsidRPr="00AF0A23">
        <w:t>mencée ?</w:t>
      </w:r>
    </w:p>
    <w:p w14:paraId="3834E4F3" w14:textId="77777777" w:rsidR="00905145" w:rsidRPr="00AF0A23" w:rsidRDefault="00905145" w:rsidP="00905145">
      <w:pPr>
        <w:ind w:firstLine="0"/>
        <w:jc w:val="center"/>
      </w:pPr>
      <w:r w:rsidRPr="00AF0A23">
        <w:t>JEAN</w:t>
      </w:r>
    </w:p>
    <w:p w14:paraId="60401DE2" w14:textId="77777777" w:rsidR="00905145" w:rsidRPr="00AF0A23" w:rsidRDefault="00905145" w:rsidP="00905145">
      <w:r w:rsidRPr="00AF0A23">
        <w:t>Il y a quarante ans, je crois.</w:t>
      </w:r>
    </w:p>
    <w:p w14:paraId="16C75E9D" w14:textId="77777777" w:rsidR="00905145" w:rsidRPr="00AF0A23" w:rsidRDefault="00905145" w:rsidP="00905145">
      <w:pPr>
        <w:ind w:firstLine="0"/>
        <w:jc w:val="center"/>
      </w:pPr>
      <w:r w:rsidRPr="00AF0A23">
        <w:t>PIERRE</w:t>
      </w:r>
    </w:p>
    <w:p w14:paraId="79857C02" w14:textId="77777777" w:rsidR="00905145" w:rsidRPr="00AF0A23" w:rsidRDefault="00905145" w:rsidP="00905145">
      <w:r w:rsidRPr="00AF0A23">
        <w:t>Mon pauvre ami… il y a deux cent dix-huit ans qu’on y tr</w:t>
      </w:r>
      <w:r w:rsidRPr="00AF0A23">
        <w:t>a</w:t>
      </w:r>
      <w:r w:rsidRPr="00AF0A23">
        <w:t>vaille. Alors, quand je dis qu’il y en a encore pour un an…</w:t>
      </w:r>
    </w:p>
    <w:p w14:paraId="10F343CD" w14:textId="77777777" w:rsidR="00905145" w:rsidRPr="00D72CAB" w:rsidRDefault="00905145" w:rsidP="00905145">
      <w:pPr>
        <w:pStyle w:val="NormalRetraitGauche4XIndent0"/>
        <w:rPr>
          <w:i/>
          <w:iCs/>
        </w:rPr>
      </w:pPr>
      <w:r w:rsidRPr="00D72CAB">
        <w:rPr>
          <w:i/>
          <w:iCs/>
        </w:rPr>
        <w:t>Le bruit que fait la foule devient tout à coup plus violent, mais il s’apaise auss</w:t>
      </w:r>
      <w:r w:rsidRPr="00D72CAB">
        <w:rPr>
          <w:i/>
          <w:iCs/>
        </w:rPr>
        <w:t>i</w:t>
      </w:r>
      <w:r w:rsidRPr="00D72CAB">
        <w:rPr>
          <w:i/>
          <w:iCs/>
        </w:rPr>
        <w:t>tôt.</w:t>
      </w:r>
    </w:p>
    <w:p w14:paraId="5F7CD8AD" w14:textId="77777777" w:rsidR="00905145" w:rsidRPr="00AF0A23" w:rsidRDefault="00905145" w:rsidP="00905145">
      <w:pPr>
        <w:ind w:firstLine="0"/>
        <w:jc w:val="center"/>
      </w:pPr>
      <w:r w:rsidRPr="00AF0A23">
        <w:t>JEAN</w:t>
      </w:r>
    </w:p>
    <w:p w14:paraId="53915072" w14:textId="77777777" w:rsidR="00905145" w:rsidRPr="00AF0A23" w:rsidRDefault="00905145" w:rsidP="00905145">
      <w:r w:rsidRPr="00AF0A23">
        <w:t>Je crois que les voilà… Non, pas e</w:t>
      </w:r>
      <w:r w:rsidRPr="00AF0A23">
        <w:t>n</w:t>
      </w:r>
      <w:r w:rsidRPr="00AF0A23">
        <w:t>core.</w:t>
      </w:r>
    </w:p>
    <w:p w14:paraId="08C7F8F6" w14:textId="77777777" w:rsidR="00905145" w:rsidRPr="00AF0A23" w:rsidRDefault="00905145" w:rsidP="00905145">
      <w:pPr>
        <w:ind w:firstLine="0"/>
        <w:jc w:val="center"/>
      </w:pPr>
      <w:r w:rsidRPr="00AF0A23">
        <w:t>PIERRE</w:t>
      </w:r>
    </w:p>
    <w:p w14:paraId="7AA6BD25" w14:textId="77777777" w:rsidR="00905145" w:rsidRPr="00AF0A23" w:rsidRDefault="00905145" w:rsidP="00905145">
      <w:r w:rsidRPr="00AF0A23">
        <w:t>Qu’est-ce que tu en penses, toi ?</w:t>
      </w:r>
    </w:p>
    <w:p w14:paraId="69B33517" w14:textId="77777777" w:rsidR="00905145" w:rsidRPr="00AF0A23" w:rsidRDefault="00905145" w:rsidP="00905145">
      <w:pPr>
        <w:ind w:firstLine="0"/>
        <w:jc w:val="center"/>
      </w:pPr>
      <w:r w:rsidRPr="00AF0A23">
        <w:t>JEAN</w:t>
      </w:r>
    </w:p>
    <w:p w14:paraId="1B08AEEA" w14:textId="77777777" w:rsidR="00905145" w:rsidRPr="00AF0A23" w:rsidRDefault="00905145" w:rsidP="00905145">
      <w:r w:rsidRPr="00AF0A23">
        <w:lastRenderedPageBreak/>
        <w:t>De qui ?</w:t>
      </w:r>
    </w:p>
    <w:p w14:paraId="372B0EA4" w14:textId="77777777" w:rsidR="00905145" w:rsidRPr="00AF0A23" w:rsidRDefault="00905145" w:rsidP="00905145">
      <w:pPr>
        <w:ind w:firstLine="0"/>
        <w:jc w:val="center"/>
      </w:pPr>
      <w:r w:rsidRPr="00AF0A23">
        <w:t>PIERRE</w:t>
      </w:r>
    </w:p>
    <w:p w14:paraId="09DD75EF" w14:textId="77777777" w:rsidR="00905145" w:rsidRPr="00AF0A23" w:rsidRDefault="00905145" w:rsidP="00905145">
      <w:r w:rsidRPr="00AF0A23">
        <w:t>D’elle, pardi… de Jeanne d’Arc. De qui veux-tu qu’on parle en ce moment ?</w:t>
      </w:r>
    </w:p>
    <w:p w14:paraId="100208D3" w14:textId="77777777" w:rsidR="00905145" w:rsidRPr="00AF0A23" w:rsidRDefault="00905145" w:rsidP="00905145">
      <w:pPr>
        <w:ind w:firstLine="0"/>
        <w:jc w:val="center"/>
      </w:pPr>
      <w:r w:rsidRPr="00AF0A23">
        <w:t>JEAN</w:t>
      </w:r>
    </w:p>
    <w:p w14:paraId="39194691" w14:textId="77777777" w:rsidR="00905145" w:rsidRPr="00AF0A23" w:rsidRDefault="00905145" w:rsidP="00905145">
      <w:r w:rsidRPr="00AF0A23">
        <w:t>Ben… tu sais, moi… heu… dis-moi d’abord ce que tu en penses, toi.</w:t>
      </w:r>
    </w:p>
    <w:p w14:paraId="19B50032" w14:textId="77777777" w:rsidR="00905145" w:rsidRPr="00AF0A23" w:rsidRDefault="00905145" w:rsidP="00905145">
      <w:pPr>
        <w:ind w:firstLine="0"/>
        <w:jc w:val="center"/>
      </w:pPr>
      <w:r w:rsidRPr="00AF0A23">
        <w:t>PIERRE</w:t>
      </w:r>
    </w:p>
    <w:p w14:paraId="4FD537A2" w14:textId="77777777" w:rsidR="00905145" w:rsidRPr="00AF0A23" w:rsidRDefault="00905145" w:rsidP="00905145">
      <w:r w:rsidRPr="00AF0A23">
        <w:t>Moi, mon ami, je t’avoue franchement que si tout ce qu’on raconte est vrai… ça donne à réfléchir.</w:t>
      </w:r>
    </w:p>
    <w:p w14:paraId="41C427E7" w14:textId="77777777" w:rsidR="00905145" w:rsidRPr="00AF0A23" w:rsidRDefault="00905145" w:rsidP="00905145">
      <w:pPr>
        <w:ind w:firstLine="0"/>
        <w:jc w:val="center"/>
      </w:pPr>
      <w:r w:rsidRPr="00AF0A23">
        <w:t>JEAN</w:t>
      </w:r>
    </w:p>
    <w:p w14:paraId="1D3BB1E5" w14:textId="77777777" w:rsidR="00905145" w:rsidRPr="00AF0A23" w:rsidRDefault="00905145" w:rsidP="00905145">
      <w:r w:rsidRPr="00AF0A23">
        <w:t>Tu parles de ses apparitions ?</w:t>
      </w:r>
    </w:p>
    <w:p w14:paraId="16246407" w14:textId="77777777" w:rsidR="00905145" w:rsidRPr="00AF0A23" w:rsidRDefault="00905145" w:rsidP="00905145">
      <w:pPr>
        <w:ind w:firstLine="0"/>
        <w:jc w:val="center"/>
      </w:pPr>
      <w:r w:rsidRPr="00AF0A23">
        <w:t>PIERRE</w:t>
      </w:r>
    </w:p>
    <w:p w14:paraId="0D1E1F1D" w14:textId="77777777" w:rsidR="00905145" w:rsidRPr="00AF0A23" w:rsidRDefault="00905145" w:rsidP="00905145">
      <w:r w:rsidRPr="00AF0A23">
        <w:t>Non, ses appar</w:t>
      </w:r>
      <w:r w:rsidRPr="00AF0A23">
        <w:t>i</w:t>
      </w:r>
      <w:r w:rsidRPr="00AF0A23">
        <w:t>tions… ça, c’est autre chose.</w:t>
      </w:r>
    </w:p>
    <w:p w14:paraId="579C4259" w14:textId="77777777" w:rsidR="00905145" w:rsidRPr="00AF0A23" w:rsidRDefault="00905145" w:rsidP="00905145">
      <w:pPr>
        <w:ind w:firstLine="0"/>
        <w:jc w:val="center"/>
      </w:pPr>
      <w:r w:rsidRPr="00AF0A23">
        <w:t>JEAN</w:t>
      </w:r>
    </w:p>
    <w:p w14:paraId="20AA2D9F" w14:textId="77777777" w:rsidR="00905145" w:rsidRPr="00AF0A23" w:rsidRDefault="00905145" w:rsidP="00905145">
      <w:r w:rsidRPr="00AF0A23">
        <w:t>Et tu n’y crois pas ?</w:t>
      </w:r>
    </w:p>
    <w:p w14:paraId="3BA4E5B5" w14:textId="77777777" w:rsidR="00905145" w:rsidRPr="00AF0A23" w:rsidRDefault="00905145" w:rsidP="00905145">
      <w:pPr>
        <w:ind w:firstLine="0"/>
        <w:jc w:val="center"/>
      </w:pPr>
      <w:r w:rsidRPr="00AF0A23">
        <w:t>PIERRE</w:t>
      </w:r>
    </w:p>
    <w:p w14:paraId="400D2C64" w14:textId="77777777" w:rsidR="00905145" w:rsidRPr="00AF0A23" w:rsidRDefault="00905145" w:rsidP="00905145">
      <w:r w:rsidRPr="00AF0A23">
        <w:t>Pas énorm</w:t>
      </w:r>
      <w:r w:rsidRPr="00AF0A23">
        <w:t>é</w:t>
      </w:r>
      <w:r w:rsidRPr="00AF0A23">
        <w:t>ment, non.</w:t>
      </w:r>
    </w:p>
    <w:p w14:paraId="546CD7C9" w14:textId="77777777" w:rsidR="00905145" w:rsidRPr="00AF0A23" w:rsidRDefault="00905145" w:rsidP="00905145">
      <w:pPr>
        <w:ind w:firstLine="0"/>
        <w:jc w:val="center"/>
      </w:pPr>
      <w:r w:rsidRPr="00AF0A23">
        <w:t>JEAN</w:t>
      </w:r>
    </w:p>
    <w:p w14:paraId="6E9F2397" w14:textId="77777777" w:rsidR="00905145" w:rsidRPr="00AF0A23" w:rsidRDefault="00905145" w:rsidP="00905145">
      <w:r w:rsidRPr="00AF0A23">
        <w:t>Alors, à quoi fais-tu allusion quand tu dis que si tout ça c’est vrai, ça donne à réfléchir ?</w:t>
      </w:r>
    </w:p>
    <w:p w14:paraId="6A25556F" w14:textId="77777777" w:rsidR="00905145" w:rsidRPr="00AF0A23" w:rsidRDefault="00905145" w:rsidP="00905145">
      <w:pPr>
        <w:ind w:firstLine="0"/>
        <w:jc w:val="center"/>
      </w:pPr>
      <w:r w:rsidRPr="00AF0A23">
        <w:t>PIERRE</w:t>
      </w:r>
    </w:p>
    <w:p w14:paraId="354B6DA6" w14:textId="77777777" w:rsidR="00905145" w:rsidRPr="00AF0A23" w:rsidRDefault="00905145" w:rsidP="00905145">
      <w:r w:rsidRPr="00AF0A23">
        <w:t>Je fais allusion à ce qui se passe depuis quelques mois…</w:t>
      </w:r>
    </w:p>
    <w:p w14:paraId="29BA497B" w14:textId="77777777" w:rsidR="00905145" w:rsidRPr="00AF0A23" w:rsidRDefault="00905145" w:rsidP="00905145">
      <w:pPr>
        <w:ind w:firstLine="0"/>
        <w:jc w:val="center"/>
      </w:pPr>
      <w:r w:rsidRPr="00AF0A23">
        <w:lastRenderedPageBreak/>
        <w:t>JEAN</w:t>
      </w:r>
    </w:p>
    <w:p w14:paraId="6AA1B4CB" w14:textId="77777777" w:rsidR="00905145" w:rsidRPr="00AF0A23" w:rsidRDefault="00905145" w:rsidP="00905145">
      <w:r w:rsidRPr="00AF0A23">
        <w:t>Quoi, ses victo</w:t>
      </w:r>
      <w:r w:rsidRPr="00AF0A23">
        <w:t>i</w:t>
      </w:r>
      <w:r w:rsidRPr="00AF0A23">
        <w:t>res ?</w:t>
      </w:r>
    </w:p>
    <w:p w14:paraId="58A1CA07" w14:textId="77777777" w:rsidR="00905145" w:rsidRPr="00AF0A23" w:rsidRDefault="00905145" w:rsidP="00905145">
      <w:pPr>
        <w:ind w:firstLine="0"/>
        <w:jc w:val="center"/>
      </w:pPr>
      <w:r w:rsidRPr="00AF0A23">
        <w:t>PIERRE</w:t>
      </w:r>
    </w:p>
    <w:p w14:paraId="51D0592A" w14:textId="77777777" w:rsidR="00905145" w:rsidRPr="00AF0A23" w:rsidRDefault="00905145" w:rsidP="00905145">
      <w:r w:rsidRPr="00AF0A23">
        <w:t>Oui, ses victoires… son courage… les choses qu’elle a dites… ce roi qu’elle est allée chercher, presque de force… qu’elle impose à tout le monde et qu’elle fait sacrer ce matin même ici tout cela m’impressionne et me trouble, bien sûr… mais, plus que tout cela, ce qui me semble étonnant, c’es</w:t>
      </w:r>
      <w:r w:rsidRPr="005441F7">
        <w:t>t ce</w:t>
      </w:r>
      <w:r w:rsidRPr="00AF0A23">
        <w:t xml:space="preserve"> sentiment nouveau qu’on éprouve, à cause d’elle, depuis deux ou trois mois…</w:t>
      </w:r>
    </w:p>
    <w:p w14:paraId="40F98C4E" w14:textId="77777777" w:rsidR="00905145" w:rsidRPr="00AF0A23" w:rsidRDefault="00905145" w:rsidP="00905145">
      <w:pPr>
        <w:ind w:firstLine="0"/>
        <w:jc w:val="center"/>
      </w:pPr>
      <w:r w:rsidRPr="00AF0A23">
        <w:t>JEAN</w:t>
      </w:r>
    </w:p>
    <w:p w14:paraId="40886354" w14:textId="77777777" w:rsidR="00905145" w:rsidRPr="00AF0A23" w:rsidRDefault="00905145" w:rsidP="00905145">
      <w:r w:rsidRPr="00AF0A23">
        <w:t>Quel sentiment ?</w:t>
      </w:r>
    </w:p>
    <w:p w14:paraId="4B5762EF" w14:textId="77777777" w:rsidR="00905145" w:rsidRPr="00AF0A23" w:rsidRDefault="00905145" w:rsidP="00905145">
      <w:pPr>
        <w:ind w:firstLine="0"/>
        <w:jc w:val="center"/>
      </w:pPr>
      <w:r w:rsidRPr="00AF0A23">
        <w:t>PIERRE</w:t>
      </w:r>
    </w:p>
    <w:p w14:paraId="727B475C" w14:textId="77777777" w:rsidR="00905145" w:rsidRPr="00AF0A23" w:rsidRDefault="00905145" w:rsidP="00905145">
      <w:r w:rsidRPr="00AF0A23">
        <w:t>Tu aimais la France, toi, il y a un an ?</w:t>
      </w:r>
    </w:p>
    <w:p w14:paraId="7E6D7AC5" w14:textId="77777777" w:rsidR="00905145" w:rsidRPr="00AF0A23" w:rsidRDefault="00905145" w:rsidP="00905145">
      <w:pPr>
        <w:ind w:firstLine="0"/>
        <w:jc w:val="center"/>
      </w:pPr>
      <w:r w:rsidRPr="00AF0A23">
        <w:t>JEAN</w:t>
      </w:r>
    </w:p>
    <w:p w14:paraId="490BDC90" w14:textId="77777777" w:rsidR="00905145" w:rsidRPr="00AF0A23" w:rsidRDefault="00905145" w:rsidP="00905145">
      <w:r w:rsidRPr="00AF0A23">
        <w:t>La France ?</w:t>
      </w:r>
    </w:p>
    <w:p w14:paraId="67196A09" w14:textId="77777777" w:rsidR="00905145" w:rsidRPr="00AF0A23" w:rsidRDefault="00905145" w:rsidP="00905145">
      <w:pPr>
        <w:ind w:firstLine="0"/>
        <w:jc w:val="center"/>
      </w:pPr>
      <w:r w:rsidRPr="00AF0A23">
        <w:t>PIERRE</w:t>
      </w:r>
    </w:p>
    <w:p w14:paraId="5505C06C" w14:textId="77777777" w:rsidR="00905145" w:rsidRPr="00AF0A23" w:rsidRDefault="00905145" w:rsidP="00905145">
      <w:r w:rsidRPr="00AF0A23">
        <w:t>Oui, ton pays, tu l’aimais ? Ça te faisait quelque chose quand on te disait que les Anglais nous avaient pris deux ou trois vi</w:t>
      </w:r>
      <w:r w:rsidRPr="00AF0A23">
        <w:t>l</w:t>
      </w:r>
      <w:r w:rsidRPr="00AF0A23">
        <w:t>les ? Hein… ? Pas grand-chose, avoue-le. Eh bien, tu n’as pas la sensation qu’aujourd’hui tu penses différe</w:t>
      </w:r>
      <w:r w:rsidRPr="00AF0A23">
        <w:t>m</w:t>
      </w:r>
      <w:r w:rsidRPr="00AF0A23">
        <w:t>ment ?</w:t>
      </w:r>
    </w:p>
    <w:p w14:paraId="58B3D150" w14:textId="77777777" w:rsidR="00905145" w:rsidRPr="00AF0A23" w:rsidRDefault="00905145" w:rsidP="00905145">
      <w:pPr>
        <w:ind w:firstLine="0"/>
        <w:jc w:val="center"/>
      </w:pPr>
      <w:r w:rsidRPr="00AF0A23">
        <w:t>JEAN</w:t>
      </w:r>
    </w:p>
    <w:p w14:paraId="0571E15A" w14:textId="77777777" w:rsidR="00905145" w:rsidRPr="00AF0A23" w:rsidRDefault="00905145" w:rsidP="00905145">
      <w:r w:rsidRPr="00AF0A23">
        <w:t>Peut-être…</w:t>
      </w:r>
    </w:p>
    <w:p w14:paraId="7CDEF3C3" w14:textId="77777777" w:rsidR="00905145" w:rsidRPr="00AF0A23" w:rsidRDefault="00905145" w:rsidP="00905145">
      <w:pPr>
        <w:ind w:firstLine="0"/>
        <w:jc w:val="center"/>
      </w:pPr>
      <w:r w:rsidRPr="00AF0A23">
        <w:t>PIERRE</w:t>
      </w:r>
    </w:p>
    <w:p w14:paraId="103A7747" w14:textId="77777777" w:rsidR="00905145" w:rsidRPr="00AF0A23" w:rsidRDefault="00905145" w:rsidP="00905145">
      <w:r w:rsidRPr="00AF0A23">
        <w:lastRenderedPageBreak/>
        <w:t>Sûrement. Tu comprends, ce qui est troublant, c’est la pe</w:t>
      </w:r>
      <w:r w:rsidRPr="00AF0A23">
        <w:t>n</w:t>
      </w:r>
      <w:r w:rsidRPr="00AF0A23">
        <w:t>sée qu’une paysanne a eu l’idée de s’occuper de tout ça. Et même en admettant que ce ne soit pas elle qui en ait eu l’idée, même en croyant à ses apparitions, il y a un fait certain, c’est que la ville d’Orléans à laquelle je n’avais jamais pensé… eh bien, il me semble que j’y tiens aujourd’hui, il me semble qu’elle est un peu à moi. Si on te disait demain que les Anglais veulent nous la r</w:t>
      </w:r>
      <w:r w:rsidRPr="00AF0A23">
        <w:t>e</w:t>
      </w:r>
      <w:r w:rsidRPr="00AF0A23">
        <w:t>prendre, tu n’irais pas essayer de la défendre ?</w:t>
      </w:r>
    </w:p>
    <w:p w14:paraId="2DFEA6F3" w14:textId="77777777" w:rsidR="00905145" w:rsidRPr="00AF0A23" w:rsidRDefault="00905145" w:rsidP="00905145">
      <w:pPr>
        <w:ind w:firstLine="0"/>
        <w:jc w:val="center"/>
      </w:pPr>
      <w:r w:rsidRPr="00AF0A23">
        <w:t>JEAN</w:t>
      </w:r>
    </w:p>
    <w:p w14:paraId="1D578F0C" w14:textId="77777777" w:rsidR="00905145" w:rsidRPr="00AF0A23" w:rsidRDefault="00905145" w:rsidP="00905145">
      <w:r w:rsidRPr="00AF0A23">
        <w:t>Ah ! si…</w:t>
      </w:r>
    </w:p>
    <w:p w14:paraId="43177FDF" w14:textId="77777777" w:rsidR="00905145" w:rsidRPr="00AF0A23" w:rsidRDefault="00905145" w:rsidP="00905145">
      <w:pPr>
        <w:ind w:firstLine="0"/>
        <w:jc w:val="center"/>
      </w:pPr>
      <w:r w:rsidRPr="00AF0A23">
        <w:t>PIERRE</w:t>
      </w:r>
    </w:p>
    <w:p w14:paraId="779176E9" w14:textId="77777777" w:rsidR="00905145" w:rsidRPr="00AF0A23" w:rsidRDefault="00905145" w:rsidP="00905145">
      <w:r w:rsidRPr="00AF0A23">
        <w:t>Eh bien, vois-tu, je crois que, aimer son pays, ça co</w:t>
      </w:r>
      <w:r w:rsidRPr="00AF0A23">
        <w:t>m</w:t>
      </w:r>
      <w:r w:rsidRPr="00AF0A23">
        <w:t>mence comme ça.</w:t>
      </w:r>
    </w:p>
    <w:p w14:paraId="228BADE0" w14:textId="77777777" w:rsidR="00905145" w:rsidRPr="00AF0A23" w:rsidRDefault="00905145" w:rsidP="00905145">
      <w:pPr>
        <w:ind w:firstLine="0"/>
        <w:jc w:val="center"/>
      </w:pPr>
      <w:r w:rsidRPr="00AF0A23">
        <w:t>JEAN</w:t>
      </w:r>
    </w:p>
    <w:p w14:paraId="639A2D22" w14:textId="77777777" w:rsidR="00905145" w:rsidRPr="00AF0A23" w:rsidRDefault="00905145" w:rsidP="00905145">
      <w:r w:rsidRPr="00AF0A23">
        <w:t>Les voilà…</w:t>
      </w:r>
    </w:p>
    <w:p w14:paraId="2CC26B7C" w14:textId="77777777" w:rsidR="00905145" w:rsidRPr="00D72CAB" w:rsidRDefault="00905145" w:rsidP="00905145">
      <w:pPr>
        <w:pStyle w:val="NormalRetraitGauche4XIndent0"/>
        <w:rPr>
          <w:i/>
          <w:iCs/>
        </w:rPr>
      </w:pPr>
      <w:r w:rsidRPr="00D72CAB">
        <w:rPr>
          <w:i/>
          <w:iCs/>
        </w:rPr>
        <w:t>Les cloches se mettent à sonner à toute v</w:t>
      </w:r>
      <w:r w:rsidRPr="00D72CAB">
        <w:rPr>
          <w:i/>
          <w:iCs/>
        </w:rPr>
        <w:t>o</w:t>
      </w:r>
      <w:r w:rsidRPr="00D72CAB">
        <w:rPr>
          <w:i/>
          <w:iCs/>
        </w:rPr>
        <w:t>lée. Une immense rumeur monte d’en bas qui se prolonge, se r</w:t>
      </w:r>
      <w:r w:rsidRPr="00D72CAB">
        <w:rPr>
          <w:i/>
          <w:iCs/>
        </w:rPr>
        <w:t>e</w:t>
      </w:r>
      <w:r w:rsidRPr="00D72CAB">
        <w:rPr>
          <w:i/>
          <w:iCs/>
        </w:rPr>
        <w:t>nouvelle et que domine le bruit du pas des chevaux sur les pavés de la place.</w:t>
      </w:r>
    </w:p>
    <w:p w14:paraId="39A250BC" w14:textId="77777777" w:rsidR="00905145" w:rsidRPr="00AF0A23" w:rsidRDefault="00905145" w:rsidP="00905145">
      <w:r w:rsidRPr="00AF0A23">
        <w:t>Oh ! ce qu’elle est jeune…</w:t>
      </w:r>
    </w:p>
    <w:p w14:paraId="23000A39" w14:textId="77777777" w:rsidR="00905145" w:rsidRPr="00AF0A23" w:rsidRDefault="00905145" w:rsidP="00905145">
      <w:pPr>
        <w:ind w:firstLine="0"/>
        <w:jc w:val="center"/>
      </w:pPr>
      <w:r w:rsidRPr="00AF0A23">
        <w:t>PIERRE</w:t>
      </w:r>
    </w:p>
    <w:p w14:paraId="539502F3" w14:textId="77777777" w:rsidR="00905145" w:rsidRPr="00AF0A23" w:rsidRDefault="00905145" w:rsidP="00905145">
      <w:r w:rsidRPr="00AF0A23">
        <w:t>Elle est rud</w:t>
      </w:r>
      <w:r w:rsidRPr="00AF0A23">
        <w:t>e</w:t>
      </w:r>
      <w:r w:rsidRPr="00AF0A23">
        <w:t>ment belle !</w:t>
      </w:r>
    </w:p>
    <w:p w14:paraId="169F00BE" w14:textId="77777777" w:rsidR="00905145" w:rsidRPr="00AF0A23" w:rsidRDefault="00905145" w:rsidP="00905145">
      <w:pPr>
        <w:ind w:firstLine="0"/>
        <w:jc w:val="center"/>
      </w:pPr>
      <w:r w:rsidRPr="00AF0A23">
        <w:t>JEAN</w:t>
      </w:r>
    </w:p>
    <w:p w14:paraId="6CEC320B" w14:textId="77777777" w:rsidR="00905145" w:rsidRPr="00AF0A23" w:rsidRDefault="00905145" w:rsidP="00905145">
      <w:r w:rsidRPr="00AF0A23">
        <w:t>Tu la trouves belle ?</w:t>
      </w:r>
    </w:p>
    <w:p w14:paraId="3C48B29A" w14:textId="77777777" w:rsidR="00905145" w:rsidRPr="00AF0A23" w:rsidRDefault="00905145" w:rsidP="00905145">
      <w:pPr>
        <w:ind w:firstLine="0"/>
        <w:jc w:val="center"/>
      </w:pPr>
      <w:r w:rsidRPr="00AF0A23">
        <w:t>PIERRE</w:t>
      </w:r>
    </w:p>
    <w:p w14:paraId="4BF89948" w14:textId="77777777" w:rsidR="00905145" w:rsidRPr="00AF0A23" w:rsidRDefault="00905145" w:rsidP="00905145">
      <w:r w:rsidRPr="00AF0A23">
        <w:lastRenderedPageBreak/>
        <w:t>Je la trouve me</w:t>
      </w:r>
      <w:r w:rsidRPr="00AF0A23">
        <w:t>r</w:t>
      </w:r>
      <w:r w:rsidRPr="00AF0A23">
        <w:t>veilleuse.</w:t>
      </w:r>
    </w:p>
    <w:p w14:paraId="1B1D491C" w14:textId="77777777" w:rsidR="00905145" w:rsidRPr="00AF0A23" w:rsidRDefault="00905145" w:rsidP="00905145">
      <w:pPr>
        <w:ind w:firstLine="0"/>
        <w:jc w:val="center"/>
      </w:pPr>
      <w:r w:rsidRPr="00AF0A23">
        <w:t>JEAN</w:t>
      </w:r>
    </w:p>
    <w:p w14:paraId="4D8A6481" w14:textId="77777777" w:rsidR="00905145" w:rsidRPr="00AF0A23" w:rsidRDefault="00905145" w:rsidP="00905145">
      <w:r w:rsidRPr="00AF0A23">
        <w:t>Lui, le nouveau roi, il est affreux, en tout cas… et puis, il a l’air tout bête… hein ? Pou</w:t>
      </w:r>
      <w:r w:rsidRPr="00AF0A23">
        <w:t>r</w:t>
      </w:r>
      <w:r w:rsidRPr="00AF0A23">
        <w:t>quoi tu pleures ?</w:t>
      </w:r>
    </w:p>
    <w:p w14:paraId="513E7E95" w14:textId="77777777" w:rsidR="00905145" w:rsidRPr="00AF0A23" w:rsidRDefault="00905145" w:rsidP="00905145">
      <w:pPr>
        <w:ind w:firstLine="0"/>
        <w:jc w:val="center"/>
      </w:pPr>
      <w:r w:rsidRPr="00AF0A23">
        <w:t>PIERRE</w:t>
      </w:r>
    </w:p>
    <w:p w14:paraId="658AEC2C" w14:textId="77777777" w:rsidR="00905145" w:rsidRPr="00AF0A23" w:rsidRDefault="00905145" w:rsidP="00905145">
      <w:r w:rsidRPr="00AF0A23">
        <w:t>Je ne pleure pas.</w:t>
      </w:r>
    </w:p>
    <w:p w14:paraId="1D935038" w14:textId="77777777" w:rsidR="00905145" w:rsidRPr="00AF0A23" w:rsidRDefault="00905145" w:rsidP="00905145">
      <w:pPr>
        <w:ind w:firstLine="0"/>
        <w:jc w:val="center"/>
      </w:pPr>
      <w:r w:rsidRPr="00AF0A23">
        <w:t>JEAN</w:t>
      </w:r>
    </w:p>
    <w:p w14:paraId="37792DF7" w14:textId="77777777" w:rsidR="00905145" w:rsidRPr="00AF0A23" w:rsidRDefault="00905145" w:rsidP="00905145">
      <w:r w:rsidRPr="00AF0A23">
        <w:t>Tu as vu comme elle a sauté de son cheval. On dirait un garçon. Elle parle au roi… elle lui montre la cathédrale… elle nous a vus… elle nous regarde… elle nous sourit… Tu crois qu’on peut lui faire un petit signe ?</w:t>
      </w:r>
    </w:p>
    <w:p w14:paraId="3EE52A5B" w14:textId="77777777" w:rsidR="00905145" w:rsidRPr="00AF0A23" w:rsidRDefault="00905145" w:rsidP="00905145">
      <w:pPr>
        <w:ind w:firstLine="0"/>
        <w:jc w:val="center"/>
      </w:pPr>
      <w:r w:rsidRPr="00AF0A23">
        <w:t>PIERRE</w:t>
      </w:r>
    </w:p>
    <w:p w14:paraId="7896C5CA" w14:textId="77777777" w:rsidR="00905145" w:rsidRPr="00AF0A23" w:rsidRDefault="00905145" w:rsidP="00905145">
      <w:r w:rsidRPr="00AF0A23">
        <w:t>Oui… celui-là.</w:t>
      </w:r>
    </w:p>
    <w:p w14:paraId="4B2EC354" w14:textId="77777777" w:rsidR="00905145" w:rsidRPr="00D72CAB" w:rsidRDefault="00905145" w:rsidP="00905145">
      <w:pPr>
        <w:pStyle w:val="NormalRetraitGauche4XIndent0"/>
        <w:rPr>
          <w:i/>
          <w:iCs/>
        </w:rPr>
      </w:pPr>
      <w:r w:rsidRPr="00D72CAB">
        <w:rPr>
          <w:i/>
          <w:iCs/>
        </w:rPr>
        <w:t>Il fait le signe de la Croix.</w:t>
      </w:r>
    </w:p>
    <w:p w14:paraId="5C084B8D" w14:textId="77777777" w:rsidR="00905145" w:rsidRPr="00AF0A23" w:rsidRDefault="00905145" w:rsidP="00905145">
      <w:pPr>
        <w:ind w:firstLine="0"/>
        <w:jc w:val="center"/>
      </w:pPr>
      <w:r w:rsidRPr="00AF0A23">
        <w:t>JEAN</w:t>
      </w:r>
    </w:p>
    <w:p w14:paraId="4547387D" w14:textId="77777777" w:rsidR="00905145" w:rsidRPr="00AF0A23" w:rsidRDefault="00905145" w:rsidP="00905145">
      <w:r w:rsidRPr="00AF0A23">
        <w:t>Ils entrent dans l’église.</w:t>
      </w:r>
    </w:p>
    <w:p w14:paraId="584EEC33" w14:textId="77777777" w:rsidR="00905145" w:rsidRPr="00D72CAB" w:rsidRDefault="00905145" w:rsidP="00905145">
      <w:pPr>
        <w:pStyle w:val="NormalRetraitGauche4XIndent0"/>
        <w:rPr>
          <w:i/>
          <w:iCs/>
        </w:rPr>
      </w:pPr>
      <w:r w:rsidRPr="00D72CAB">
        <w:rPr>
          <w:i/>
          <w:iCs/>
        </w:rPr>
        <w:t>À cet instant, les grandes orgues jouent et les chœurs se font entendre, tandis que les cloches lointaines et voisines continuent leur chanson. Pierre et Jean sont allés se mettre le nez aux vitraux de la grande rosace, et, pendant un instant, ils restent ainsi. Puis, lentement, silencie</w:t>
      </w:r>
      <w:r w:rsidRPr="00D72CAB">
        <w:rPr>
          <w:i/>
          <w:iCs/>
        </w:rPr>
        <w:t>u</w:t>
      </w:r>
      <w:r w:rsidRPr="00D72CAB">
        <w:rPr>
          <w:i/>
          <w:iCs/>
        </w:rPr>
        <w:t>sement, Pierre se met au travail. Jean le regarde faire.</w:t>
      </w:r>
    </w:p>
    <w:p w14:paraId="66C843BB" w14:textId="77777777" w:rsidR="00905145" w:rsidRPr="00AF0A23" w:rsidRDefault="00905145" w:rsidP="00905145">
      <w:r w:rsidRPr="00AF0A23">
        <w:t>Quoi, tu travai</w:t>
      </w:r>
      <w:r w:rsidRPr="00AF0A23">
        <w:t>l</w:t>
      </w:r>
      <w:r w:rsidRPr="00AF0A23">
        <w:t>les un jour de fête ?</w:t>
      </w:r>
    </w:p>
    <w:p w14:paraId="2BDB49A8" w14:textId="77777777" w:rsidR="00905145" w:rsidRPr="00AF0A23" w:rsidRDefault="00905145" w:rsidP="00905145">
      <w:pPr>
        <w:ind w:firstLine="0"/>
        <w:jc w:val="center"/>
      </w:pPr>
      <w:r w:rsidRPr="00AF0A23">
        <w:lastRenderedPageBreak/>
        <w:t>PIERRE</w:t>
      </w:r>
    </w:p>
    <w:p w14:paraId="16A57B04" w14:textId="77777777" w:rsidR="00905145" w:rsidRPr="00AF0A23" w:rsidRDefault="00905145" w:rsidP="00905145">
      <w:r w:rsidRPr="00AF0A23">
        <w:t>Qu’est-ce que tu veux faire de mieux ?</w:t>
      </w:r>
    </w:p>
    <w:p w14:paraId="656CF8C8" w14:textId="77777777" w:rsidR="00905145" w:rsidRPr="00D72CAB" w:rsidRDefault="00905145" w:rsidP="00905145">
      <w:pPr>
        <w:pStyle w:val="NormalRetraitGauche4XIndent0"/>
        <w:rPr>
          <w:i/>
          <w:iCs/>
        </w:rPr>
      </w:pPr>
      <w:r w:rsidRPr="00D72CAB">
        <w:rPr>
          <w:i/>
          <w:iCs/>
        </w:rPr>
        <w:t>Il a repris ses outils de sculpteur et s’approche de l’immense statue de pierre qu’il est en train de terminer.</w:t>
      </w:r>
    </w:p>
    <w:p w14:paraId="2090F091" w14:textId="77777777" w:rsidR="00905145" w:rsidRPr="00AF0A23" w:rsidRDefault="00905145" w:rsidP="00905145">
      <w:r w:rsidRPr="00AF0A23">
        <w:t>Je cherchais depuis huit jours comment cela pouvait bien être le sourire d’un ange. Je l’ai trouvé tout à l’heure quand Jeanne nous a souri.</w:t>
      </w:r>
    </w:p>
    <w:p w14:paraId="7369B155" w14:textId="77777777" w:rsidR="00905145" w:rsidRPr="00AF0A23" w:rsidRDefault="00905145" w:rsidP="00905145">
      <w:pPr>
        <w:ind w:firstLine="0"/>
        <w:jc w:val="center"/>
      </w:pPr>
      <w:r w:rsidRPr="00AF0A23">
        <w:t>JEAN</w:t>
      </w:r>
    </w:p>
    <w:p w14:paraId="38C4EEBC" w14:textId="77777777" w:rsidR="00905145" w:rsidRPr="00AF0A23" w:rsidRDefault="00905145" w:rsidP="00905145">
      <w:r w:rsidRPr="00AF0A23">
        <w:t>Mais tu ne crains pas qu’il soit un peu fragile, ton ange, si tu le sculptes autant que ça ?</w:t>
      </w:r>
    </w:p>
    <w:p w14:paraId="760768A7" w14:textId="77777777" w:rsidR="00905145" w:rsidRPr="00AF0A23" w:rsidRDefault="00905145" w:rsidP="00905145">
      <w:pPr>
        <w:ind w:firstLine="0"/>
        <w:jc w:val="center"/>
      </w:pPr>
      <w:r w:rsidRPr="00AF0A23">
        <w:t>PIERRE</w:t>
      </w:r>
    </w:p>
    <w:p w14:paraId="1546BE04" w14:textId="77777777" w:rsidR="00905145" w:rsidRPr="00AF0A23" w:rsidRDefault="00905145" w:rsidP="00905145">
      <w:r w:rsidRPr="00AF0A23">
        <w:t>Fragile ? Qu’est-ce que tu veux qu’il lui a</w:t>
      </w:r>
      <w:r w:rsidRPr="00AF0A23">
        <w:t>r</w:t>
      </w:r>
      <w:r w:rsidRPr="00AF0A23">
        <w:t>rive ?</w:t>
      </w:r>
    </w:p>
    <w:p w14:paraId="55F44FEE" w14:textId="77777777" w:rsidR="00905145" w:rsidRPr="00AF0A23" w:rsidRDefault="00905145" w:rsidP="00905145">
      <w:pPr>
        <w:ind w:firstLine="0"/>
        <w:jc w:val="center"/>
      </w:pPr>
      <w:r w:rsidRPr="00AF0A23">
        <w:t>JEAN</w:t>
      </w:r>
    </w:p>
    <w:p w14:paraId="18AB4B4F" w14:textId="77777777" w:rsidR="00905145" w:rsidRPr="00AF0A23" w:rsidRDefault="00905145" w:rsidP="00905145">
      <w:r w:rsidRPr="00AF0A23">
        <w:t>Sait-on jamais… en cas de guerre, peut-être…</w:t>
      </w:r>
    </w:p>
    <w:p w14:paraId="7E74D41C" w14:textId="77777777" w:rsidR="00905145" w:rsidRPr="00AF0A23" w:rsidRDefault="00905145" w:rsidP="00905145">
      <w:pPr>
        <w:ind w:firstLine="0"/>
        <w:jc w:val="center"/>
      </w:pPr>
      <w:r w:rsidRPr="00AF0A23">
        <w:t>PIERRE</w:t>
      </w:r>
    </w:p>
    <w:p w14:paraId="62FA4223" w14:textId="77777777" w:rsidR="00905145" w:rsidRPr="00AF0A23" w:rsidRDefault="00905145" w:rsidP="00905145">
      <w:r w:rsidRPr="00AF0A23">
        <w:t>En cas de guerre ? Voyons, même en cas de guerre, tu ne vois pas des gens osant porter la main sur une c</w:t>
      </w:r>
      <w:r w:rsidRPr="00AF0A23">
        <w:t>a</w:t>
      </w:r>
      <w:r w:rsidRPr="00AF0A23">
        <w:t>thédrale…</w:t>
      </w:r>
    </w:p>
    <w:p w14:paraId="35C81E3E" w14:textId="77777777" w:rsidR="00905145" w:rsidRPr="00AF0A23" w:rsidRDefault="00905145" w:rsidP="00905145">
      <w:pPr>
        <w:pStyle w:val="Titre1"/>
      </w:pPr>
      <w:bookmarkStart w:id="2" w:name="_Toc195622088"/>
      <w:r w:rsidRPr="00AF0A23">
        <w:lastRenderedPageBreak/>
        <w:t>LOUIS XI</w:t>
      </w:r>
      <w:bookmarkEnd w:id="2"/>
    </w:p>
    <w:p w14:paraId="593D0F15" w14:textId="77777777" w:rsidR="00905145" w:rsidRPr="00AF0A23" w:rsidRDefault="00905145" w:rsidP="00905145">
      <w:pPr>
        <w:rPr>
          <w:i/>
          <w:iCs/>
        </w:rPr>
      </w:pPr>
      <w:r w:rsidRPr="00AF0A23">
        <w:rPr>
          <w:i/>
          <w:iCs/>
        </w:rPr>
        <w:t>Le décor représente la salle du Trône, au Palais des Tou</w:t>
      </w:r>
      <w:r w:rsidRPr="00AF0A23">
        <w:rPr>
          <w:i/>
          <w:iCs/>
        </w:rPr>
        <w:t>r</w:t>
      </w:r>
      <w:r w:rsidRPr="00AF0A23">
        <w:rPr>
          <w:i/>
          <w:iCs/>
        </w:rPr>
        <w:t>nelles à Paris en 1480. Ayant a</w:t>
      </w:r>
      <w:r w:rsidRPr="00AF0A23">
        <w:rPr>
          <w:i/>
          <w:iCs/>
        </w:rPr>
        <w:t>u</w:t>
      </w:r>
      <w:r w:rsidRPr="00AF0A23">
        <w:rPr>
          <w:i/>
          <w:iCs/>
        </w:rPr>
        <w:t>près de lui Tristan l’Hermite, Louis XI, assis, hoche la tête.</w:t>
      </w:r>
    </w:p>
    <w:p w14:paraId="16787B50" w14:textId="77777777" w:rsidR="00905145" w:rsidRPr="00AF0A23" w:rsidRDefault="00905145" w:rsidP="00905145"/>
    <w:p w14:paraId="271F6802" w14:textId="77777777" w:rsidR="00905145" w:rsidRPr="00AF0A23" w:rsidRDefault="00905145" w:rsidP="00905145">
      <w:pPr>
        <w:ind w:firstLine="0"/>
        <w:jc w:val="center"/>
      </w:pPr>
      <w:r w:rsidRPr="00AF0A23">
        <w:t>LOUIS XI</w:t>
      </w:r>
    </w:p>
    <w:p w14:paraId="7AE5D430" w14:textId="77777777" w:rsidR="00905145" w:rsidRPr="00AF0A23" w:rsidRDefault="00905145" w:rsidP="00905145">
      <w:pPr>
        <w:pStyle w:val="NormalEspAvt0EspApr0"/>
      </w:pPr>
      <w:r w:rsidRPr="00AF0A23">
        <w:t>Malgré ce que j’ai fait</w:t>
      </w:r>
    </w:p>
    <w:p w14:paraId="5E0A2FDE" w14:textId="77777777" w:rsidR="00905145" w:rsidRPr="00AF0A23" w:rsidRDefault="00905145" w:rsidP="00905145">
      <w:pPr>
        <w:pStyle w:val="NormalEspAvt0EspApr0"/>
      </w:pPr>
      <w:r w:rsidRPr="00AF0A23">
        <w:t>Pour mon pays,</w:t>
      </w:r>
    </w:p>
    <w:p w14:paraId="47DB505C" w14:textId="77777777" w:rsidR="00905145" w:rsidRPr="00AF0A23" w:rsidRDefault="00905145" w:rsidP="00905145">
      <w:pPr>
        <w:pStyle w:val="NormalEspAvt0EspApr0"/>
      </w:pPr>
      <w:r w:rsidRPr="00AF0A23">
        <w:t>Oui, Tristan, je le sais</w:t>
      </w:r>
    </w:p>
    <w:p w14:paraId="43A6A4CD" w14:textId="77777777" w:rsidR="00905145" w:rsidRPr="00AF0A23" w:rsidRDefault="00905145" w:rsidP="00905145">
      <w:pPr>
        <w:pStyle w:val="NormalEspAvt0EspApr0"/>
      </w:pPr>
      <w:r w:rsidRPr="00AF0A23">
        <w:t>Je suis haï !</w:t>
      </w:r>
    </w:p>
    <w:p w14:paraId="6B0D1BF8" w14:textId="77777777" w:rsidR="00905145" w:rsidRPr="00AF0A23" w:rsidRDefault="00905145" w:rsidP="00905145">
      <w:pPr>
        <w:pStyle w:val="NormalEspAvt0EspApr0"/>
      </w:pPr>
      <w:r w:rsidRPr="00AF0A23">
        <w:t>Petit, chétif</w:t>
      </w:r>
    </w:p>
    <w:p w14:paraId="70F6EE94" w14:textId="77777777" w:rsidR="00905145" w:rsidRPr="00AF0A23" w:rsidRDefault="00905145" w:rsidP="00905145">
      <w:pPr>
        <w:pStyle w:val="NormalEspAvt0EspApr0"/>
      </w:pPr>
      <w:r w:rsidRPr="00AF0A23">
        <w:t>Et maigrelet</w:t>
      </w:r>
    </w:p>
    <w:p w14:paraId="4C2B9CC6" w14:textId="77777777" w:rsidR="00905145" w:rsidRPr="00AF0A23" w:rsidRDefault="00905145" w:rsidP="00905145">
      <w:pPr>
        <w:pStyle w:val="NormalEspAvt0EspApr0"/>
      </w:pPr>
      <w:r w:rsidRPr="00AF0A23">
        <w:t>Je suis fautif…</w:t>
      </w:r>
    </w:p>
    <w:p w14:paraId="402A3F42" w14:textId="77777777" w:rsidR="00905145" w:rsidRPr="00AF0A23" w:rsidRDefault="00905145" w:rsidP="00905145">
      <w:pPr>
        <w:pStyle w:val="NormalEspAvt0EspApr0"/>
      </w:pPr>
      <w:r w:rsidRPr="00AF0A23">
        <w:t>Il ne faut pas qu’un roi soit laid.</w:t>
      </w:r>
    </w:p>
    <w:p w14:paraId="2FC98CF6" w14:textId="77777777" w:rsidR="00905145" w:rsidRPr="00AF0A23" w:rsidRDefault="00905145" w:rsidP="00905145">
      <w:pPr>
        <w:pStyle w:val="NormalEspAvt0EspApr0"/>
      </w:pPr>
      <w:r w:rsidRPr="00AF0A23">
        <w:t>Mais n’ayons pas de ces soucis</w:t>
      </w:r>
    </w:p>
    <w:p w14:paraId="623185DE" w14:textId="77777777" w:rsidR="00905145" w:rsidRPr="00AF0A23" w:rsidRDefault="00905145" w:rsidP="00905145">
      <w:pPr>
        <w:pStyle w:val="NormalEspAvt0EspApr0"/>
      </w:pPr>
      <w:r w:rsidRPr="00AF0A23">
        <w:t>Poursuivons n</w:t>
      </w:r>
      <w:r w:rsidRPr="00AF0A23">
        <w:t>o</w:t>
      </w:r>
      <w:r w:rsidRPr="00AF0A23">
        <w:t>tre tâche en dépit de la haine</w:t>
      </w:r>
    </w:p>
    <w:p w14:paraId="20E980F3" w14:textId="77777777" w:rsidR="00905145" w:rsidRPr="00AF0A23" w:rsidRDefault="00905145" w:rsidP="00905145">
      <w:pPr>
        <w:pStyle w:val="NormalEspAvt0EspApr0"/>
      </w:pPr>
      <w:r w:rsidRPr="00AF0A23">
        <w:t>Et rentrons à Ple</w:t>
      </w:r>
      <w:r w:rsidRPr="00AF0A23">
        <w:t>s</w:t>
      </w:r>
      <w:r w:rsidRPr="00AF0A23">
        <w:t>sis.</w:t>
      </w:r>
    </w:p>
    <w:p w14:paraId="3904A1F3" w14:textId="77777777" w:rsidR="00905145" w:rsidRPr="00AF0A23" w:rsidRDefault="00905145" w:rsidP="00905145">
      <w:pPr>
        <w:ind w:firstLine="0"/>
        <w:jc w:val="center"/>
        <w:rPr>
          <w:i/>
          <w:iCs/>
        </w:rPr>
      </w:pPr>
      <w:r w:rsidRPr="00AF0A23">
        <w:t>TRISTAN, a</w:t>
      </w:r>
      <w:r w:rsidRPr="00AF0A23">
        <w:rPr>
          <w:i/>
          <w:iCs/>
        </w:rPr>
        <w:t>nno</w:t>
      </w:r>
      <w:r w:rsidRPr="00AF0A23">
        <w:rPr>
          <w:i/>
          <w:iCs/>
        </w:rPr>
        <w:t>n</w:t>
      </w:r>
      <w:r w:rsidRPr="00AF0A23">
        <w:rPr>
          <w:i/>
          <w:iCs/>
        </w:rPr>
        <w:t>çant.</w:t>
      </w:r>
    </w:p>
    <w:p w14:paraId="01C5BF8C" w14:textId="77777777" w:rsidR="00905145" w:rsidRPr="00AF0A23" w:rsidRDefault="00905145" w:rsidP="00905145">
      <w:r w:rsidRPr="00AF0A23">
        <w:t>Sa Majesté la Reine.</w:t>
      </w:r>
    </w:p>
    <w:p w14:paraId="1A52104A" w14:textId="77777777" w:rsidR="00905145" w:rsidRPr="00AF0A23" w:rsidRDefault="00905145" w:rsidP="00905145">
      <w:pPr>
        <w:ind w:firstLine="0"/>
        <w:jc w:val="center"/>
      </w:pPr>
      <w:r w:rsidRPr="00AF0A23">
        <w:t>LOUIS XI</w:t>
      </w:r>
    </w:p>
    <w:p w14:paraId="5947A3BA" w14:textId="77777777" w:rsidR="00905145" w:rsidRPr="00AF0A23" w:rsidRDefault="00905145" w:rsidP="00905145">
      <w:pPr>
        <w:pStyle w:val="NormalEspAvt0EspApr0"/>
      </w:pPr>
      <w:r w:rsidRPr="00AF0A23">
        <w:t>Eh bien, mais – qu’elle vienne.</w:t>
      </w:r>
    </w:p>
    <w:p w14:paraId="2C60F3EF" w14:textId="77777777" w:rsidR="00905145" w:rsidRPr="00D72CAB" w:rsidRDefault="00905145" w:rsidP="00905145">
      <w:pPr>
        <w:pStyle w:val="NormalRetraitGauche4XIndent0"/>
        <w:rPr>
          <w:i/>
          <w:iCs/>
        </w:rPr>
      </w:pPr>
      <w:r w:rsidRPr="00D72CAB">
        <w:rPr>
          <w:i/>
          <w:iCs/>
        </w:rPr>
        <w:t>Il s’approche d’une fenêtre ouverte et r</w:t>
      </w:r>
      <w:r w:rsidRPr="00D72CAB">
        <w:rPr>
          <w:i/>
          <w:iCs/>
        </w:rPr>
        <w:t>e</w:t>
      </w:r>
      <w:r w:rsidRPr="00D72CAB">
        <w:rPr>
          <w:i/>
          <w:iCs/>
        </w:rPr>
        <w:t>garde Paris.</w:t>
      </w:r>
    </w:p>
    <w:p w14:paraId="1E7AD7BE" w14:textId="77777777" w:rsidR="00905145" w:rsidRPr="00067AB9" w:rsidRDefault="00905145" w:rsidP="00905145">
      <w:pPr>
        <w:pStyle w:val="NormalEspAvt0EspApr0"/>
      </w:pPr>
      <w:r w:rsidRPr="00067AB9">
        <w:t>Adieu, mon beau Paris</w:t>
      </w:r>
    </w:p>
    <w:p w14:paraId="69B3452D" w14:textId="77777777" w:rsidR="00905145" w:rsidRPr="00067AB9" w:rsidRDefault="00905145" w:rsidP="00905145">
      <w:pPr>
        <w:pStyle w:val="NormalEspAvt0EspApr0"/>
      </w:pPr>
      <w:r w:rsidRPr="00067AB9">
        <w:t>Dont j’aimerais que les défauts</w:t>
      </w:r>
    </w:p>
    <w:p w14:paraId="1D71AF2F" w14:textId="77777777" w:rsidR="00905145" w:rsidRPr="00067AB9" w:rsidRDefault="00905145" w:rsidP="00905145">
      <w:pPr>
        <w:pStyle w:val="NormalEspAvt0EspApr0"/>
      </w:pPr>
      <w:r w:rsidRPr="00067AB9">
        <w:t>Fussent encor des qualités…</w:t>
      </w:r>
    </w:p>
    <w:p w14:paraId="2D5A5DC4" w14:textId="77777777" w:rsidR="00905145" w:rsidRPr="00067AB9" w:rsidRDefault="00905145" w:rsidP="00905145">
      <w:pPr>
        <w:pStyle w:val="NormalEspAvt0EspApr0"/>
      </w:pPr>
      <w:r w:rsidRPr="00067AB9">
        <w:lastRenderedPageBreak/>
        <w:t>Et je te vois si bien capitale du monde.</w:t>
      </w:r>
    </w:p>
    <w:p w14:paraId="7ECBEAD0" w14:textId="77777777" w:rsidR="00905145" w:rsidRPr="00D72CAB" w:rsidRDefault="00905145" w:rsidP="00905145">
      <w:pPr>
        <w:pStyle w:val="NormalRetraitGauche4XIndent0"/>
        <w:rPr>
          <w:i/>
          <w:iCs/>
        </w:rPr>
      </w:pPr>
      <w:r w:rsidRPr="00D72CAB">
        <w:rPr>
          <w:i/>
          <w:iCs/>
        </w:rPr>
        <w:t>Des hommes d’armes entrent à ce moment, précédant la Reine.</w:t>
      </w:r>
    </w:p>
    <w:p w14:paraId="6FFC19C2" w14:textId="77777777" w:rsidR="00905145" w:rsidRPr="00AF0A23" w:rsidRDefault="00905145" w:rsidP="00905145">
      <w:pPr>
        <w:ind w:firstLine="0"/>
        <w:jc w:val="center"/>
      </w:pPr>
      <w:r w:rsidRPr="00AF0A23">
        <w:t>LA REINE</w:t>
      </w:r>
    </w:p>
    <w:p w14:paraId="35750C68" w14:textId="77777777" w:rsidR="00905145" w:rsidRPr="00AF0A23" w:rsidRDefault="00905145" w:rsidP="00905145">
      <w:r w:rsidRPr="00AF0A23">
        <w:t>Sire, dans les nouveaux appartements que vous faites am</w:t>
      </w:r>
      <w:r w:rsidRPr="00AF0A23">
        <w:t>é</w:t>
      </w:r>
      <w:r w:rsidRPr="00AF0A23">
        <w:t>nager à Plessis-lez-Tours, aurai-je enfin la joie d’occuper la même chambre que Votre M</w:t>
      </w:r>
      <w:r w:rsidRPr="00AF0A23">
        <w:t>a</w:t>
      </w:r>
      <w:r w:rsidRPr="00AF0A23">
        <w:t>jesté ?</w:t>
      </w:r>
    </w:p>
    <w:p w14:paraId="6669BF08" w14:textId="77777777" w:rsidR="00905145" w:rsidRPr="00AF0A23" w:rsidRDefault="00905145" w:rsidP="00905145">
      <w:pPr>
        <w:ind w:firstLine="0"/>
        <w:jc w:val="center"/>
      </w:pPr>
      <w:r w:rsidRPr="00AF0A23">
        <w:t>LOUIS XI</w:t>
      </w:r>
    </w:p>
    <w:p w14:paraId="01D27A2A" w14:textId="77777777" w:rsidR="00905145" w:rsidRPr="00AF0A23" w:rsidRDefault="00905145" w:rsidP="00905145">
      <w:r w:rsidRPr="00AF0A23">
        <w:t>Hélas ! Madame, non – car vous êtes une étrangère. Cette préca</w:t>
      </w:r>
      <w:r w:rsidRPr="00AF0A23">
        <w:t>u</w:t>
      </w:r>
      <w:r w:rsidRPr="00AF0A23">
        <w:t>tion, déjà, je l’avais prise à mon premier mariage avec la fille du roi d’Écosse – bien que l’Écosse fût à mes yeux le contre-poison de l’Angleterre. Il ne conviendrait pas, en e</w:t>
      </w:r>
      <w:r w:rsidRPr="00AF0A23">
        <w:t>f</w:t>
      </w:r>
      <w:r w:rsidRPr="00AF0A23">
        <w:t>fet, que le roi de France, en son sommeil, prononçât ce</w:t>
      </w:r>
      <w:r w:rsidRPr="00AF0A23">
        <w:t>r</w:t>
      </w:r>
      <w:r w:rsidRPr="00AF0A23">
        <w:t>tains mots indiscrets qui fussent de nature à nuire aux intérêts de son royaume.</w:t>
      </w:r>
    </w:p>
    <w:p w14:paraId="02A55216" w14:textId="77777777" w:rsidR="00905145" w:rsidRPr="00AF0A23" w:rsidRDefault="00905145" w:rsidP="00905145">
      <w:pPr>
        <w:rPr>
          <w:i/>
          <w:iCs/>
        </w:rPr>
      </w:pPr>
      <w:r w:rsidRPr="00AF0A23">
        <w:rPr>
          <w:i/>
          <w:iCs/>
        </w:rPr>
        <w:t xml:space="preserve">Le roi baisse la tête, on sent qu’il ne dira plus rien. </w:t>
      </w:r>
      <w:smartTag w:uri="urn:schemas-microsoft-com:office:smarttags" w:element="PersonName">
        <w:smartTagPr>
          <w:attr w:name="ProductID" w:val="LA REINE"/>
        </w:smartTagPr>
        <w:r w:rsidRPr="00AF0A23">
          <w:rPr>
            <w:i/>
            <w:iCs/>
          </w:rPr>
          <w:t>La Reine</w:t>
        </w:r>
      </w:smartTag>
      <w:r w:rsidRPr="00AF0A23">
        <w:rPr>
          <w:i/>
          <w:iCs/>
        </w:rPr>
        <w:t xml:space="preserve"> se retire tandis que le rideau se ferme.</w:t>
      </w:r>
    </w:p>
    <w:p w14:paraId="1B4ACBA5" w14:textId="77777777" w:rsidR="00905145" w:rsidRPr="00AF0A23" w:rsidRDefault="00905145" w:rsidP="00905145">
      <w:pPr>
        <w:rPr>
          <w:i/>
          <w:iCs/>
        </w:rPr>
      </w:pPr>
      <w:r w:rsidRPr="00AF0A23">
        <w:rPr>
          <w:i/>
          <w:iCs/>
        </w:rPr>
        <w:t>Quand il se relève, le décor représente à Plessis-lez-Tours la chambre à coucher du roi Louis XI. Le lit, face au p</w:t>
      </w:r>
      <w:r w:rsidRPr="00AF0A23">
        <w:rPr>
          <w:i/>
          <w:iCs/>
        </w:rPr>
        <w:t>u</w:t>
      </w:r>
      <w:r w:rsidRPr="00AF0A23">
        <w:rPr>
          <w:i/>
          <w:iCs/>
        </w:rPr>
        <w:t>blic, est au fond du décor. Une porte en pan coupé se trouve à gauche. À droite, une haute et large fenêtre grillagée s’ouvre sur la Touraine. Au milieu de la chambre, une table ronde r</w:t>
      </w:r>
      <w:r w:rsidRPr="00AF0A23">
        <w:rPr>
          <w:i/>
          <w:iCs/>
        </w:rPr>
        <w:t>e</w:t>
      </w:r>
      <w:r w:rsidRPr="00AF0A23">
        <w:rPr>
          <w:i/>
          <w:iCs/>
        </w:rPr>
        <w:t>couverte d’une étoffe. Auprès de cette table, un large fauteuil et deux autres sièges. La scène se passe dans la soirée du 20 août 1483.</w:t>
      </w:r>
    </w:p>
    <w:p w14:paraId="1F734584" w14:textId="77777777" w:rsidR="00905145" w:rsidRPr="00AF0A23" w:rsidRDefault="00905145" w:rsidP="00905145">
      <w:pPr>
        <w:rPr>
          <w:i/>
          <w:iCs/>
        </w:rPr>
      </w:pPr>
      <w:r w:rsidRPr="00AF0A23">
        <w:rPr>
          <w:i/>
          <w:iCs/>
        </w:rPr>
        <w:t>Le roi Louis XI est seul, assis sur le rebord de la fenêtre. Le soleil décline à l’horizon – et, quelques instants plus tard, l’</w:t>
      </w:r>
      <w:r w:rsidRPr="00AF0A23">
        <w:t xml:space="preserve">Angélus </w:t>
      </w:r>
      <w:r w:rsidRPr="00AF0A23">
        <w:rPr>
          <w:i/>
          <w:iCs/>
        </w:rPr>
        <w:t>sonne. Le roi se met alors à genoux, le visage tou</w:t>
      </w:r>
      <w:r w:rsidRPr="00AF0A23">
        <w:rPr>
          <w:i/>
          <w:iCs/>
        </w:rPr>
        <w:t>r</w:t>
      </w:r>
      <w:r w:rsidRPr="00AF0A23">
        <w:rPr>
          <w:i/>
          <w:iCs/>
        </w:rPr>
        <w:t>né vers la fenêtre et les mains jointes.</w:t>
      </w:r>
    </w:p>
    <w:p w14:paraId="243E9D37" w14:textId="77777777" w:rsidR="00905145" w:rsidRPr="00AF0A23" w:rsidRDefault="00905145" w:rsidP="00905145">
      <w:pPr>
        <w:ind w:firstLine="0"/>
        <w:jc w:val="center"/>
      </w:pPr>
      <w:r w:rsidRPr="00AF0A23">
        <w:lastRenderedPageBreak/>
        <w:t>LOUIS XI</w:t>
      </w:r>
    </w:p>
    <w:p w14:paraId="11220CAB" w14:textId="77777777" w:rsidR="00905145" w:rsidRPr="00AF0A23" w:rsidRDefault="00905145" w:rsidP="00905145">
      <w:pPr>
        <w:rPr>
          <w:i/>
          <w:iCs/>
        </w:rPr>
      </w:pPr>
      <w:r w:rsidRPr="00AF0A23">
        <w:rPr>
          <w:i/>
          <w:iCs/>
        </w:rPr>
        <w:t>Angelus Domini nuntiavit Maria, et concepit de Spiritu Sancto. Ave Maria, gracia plena, Dom</w:t>
      </w:r>
      <w:r w:rsidRPr="00AF0A23">
        <w:rPr>
          <w:i/>
          <w:iCs/>
        </w:rPr>
        <w:t>i</w:t>
      </w:r>
      <w:r w:rsidRPr="00AF0A23">
        <w:rPr>
          <w:i/>
          <w:iCs/>
        </w:rPr>
        <w:t>nus tecum, benedicta tu in mulieribus et benedictus fructus ventris tui Jésus…</w:t>
      </w:r>
    </w:p>
    <w:p w14:paraId="624CACBF" w14:textId="77777777" w:rsidR="00905145" w:rsidRPr="00D72CAB" w:rsidRDefault="00905145" w:rsidP="00905145">
      <w:pPr>
        <w:pStyle w:val="NormalRetraitGauche4XIndent0"/>
        <w:rPr>
          <w:i/>
          <w:iCs/>
        </w:rPr>
      </w:pPr>
      <w:r w:rsidRPr="00D72CAB">
        <w:rPr>
          <w:i/>
          <w:iCs/>
        </w:rPr>
        <w:t>Pendant ces derniers mots, et tout en priant, Louis XI a surveillé ce qui se passait au d</w:t>
      </w:r>
      <w:r w:rsidRPr="00D72CAB">
        <w:rPr>
          <w:i/>
          <w:iCs/>
        </w:rPr>
        <w:t>e</w:t>
      </w:r>
      <w:r w:rsidRPr="00D72CAB">
        <w:rPr>
          <w:i/>
          <w:iCs/>
        </w:rPr>
        <w:t>hors.</w:t>
      </w:r>
    </w:p>
    <w:p w14:paraId="328C172B" w14:textId="77777777" w:rsidR="00905145" w:rsidRPr="00AF0A23" w:rsidRDefault="00905145" w:rsidP="00905145">
      <w:pPr>
        <w:pStyle w:val="NormalEspAvt0EspApr0"/>
      </w:pPr>
      <w:r w:rsidRPr="00AF0A23">
        <w:t>Archers ! Je ne veux pas qu’on a</w:t>
      </w:r>
      <w:r w:rsidRPr="00AF0A23">
        <w:t>p</w:t>
      </w:r>
      <w:r w:rsidRPr="00AF0A23">
        <w:t>proche des murs.</w:t>
      </w:r>
    </w:p>
    <w:p w14:paraId="4361A928" w14:textId="77777777" w:rsidR="00905145" w:rsidRPr="00AF0A23" w:rsidRDefault="00905145" w:rsidP="00905145">
      <w:pPr>
        <w:pStyle w:val="NormalEspAvt0EspApr0"/>
      </w:pPr>
      <w:r w:rsidRPr="00AF0A23">
        <w:t>Je ne veux pas entendre ces murm</w:t>
      </w:r>
      <w:r w:rsidRPr="00AF0A23">
        <w:t>u</w:t>
      </w:r>
      <w:r w:rsidRPr="00AF0A23">
        <w:t>res</w:t>
      </w:r>
    </w:p>
    <w:p w14:paraId="14A349E3" w14:textId="77777777" w:rsidR="00905145" w:rsidRPr="00AF0A23" w:rsidRDefault="00905145" w:rsidP="00905145">
      <w:pPr>
        <w:pStyle w:val="NormalEspAvt0EspApr0"/>
      </w:pPr>
      <w:r w:rsidRPr="00AF0A23">
        <w:t>Et ces rires exasp</w:t>
      </w:r>
      <w:r w:rsidRPr="00AF0A23">
        <w:t>é</w:t>
      </w:r>
      <w:r w:rsidRPr="00AF0A23">
        <w:t>rants des filles.</w:t>
      </w:r>
    </w:p>
    <w:p w14:paraId="57564196" w14:textId="77777777" w:rsidR="00905145" w:rsidRPr="00AF0A23" w:rsidRDefault="00905145" w:rsidP="00905145">
      <w:pPr>
        <w:pStyle w:val="NormalEspAvt0EspApr0"/>
      </w:pPr>
      <w:r w:rsidRPr="00AF0A23">
        <w:t>Je ne veux surtout pas qu’on s’approche des gri</w:t>
      </w:r>
      <w:r w:rsidRPr="00AF0A23">
        <w:t>l</w:t>
      </w:r>
      <w:r w:rsidRPr="00AF0A23">
        <w:t>les…</w:t>
      </w:r>
    </w:p>
    <w:p w14:paraId="231EF335" w14:textId="77777777" w:rsidR="00905145" w:rsidRPr="00AF0A23" w:rsidRDefault="00905145" w:rsidP="00905145">
      <w:pPr>
        <w:pStyle w:val="NormalEspAvt0EspApr0"/>
      </w:pPr>
      <w:r w:rsidRPr="00AF0A23">
        <w:t>Tous ces gens-là, qui me regardent, qu’on les chasse…</w:t>
      </w:r>
    </w:p>
    <w:p w14:paraId="7564F851" w14:textId="77777777" w:rsidR="00905145" w:rsidRPr="00AF0A23" w:rsidRDefault="00905145" w:rsidP="00905145">
      <w:pPr>
        <w:pStyle w:val="NormalEspAvt0EspApr0"/>
      </w:pPr>
      <w:r w:rsidRPr="00AF0A23">
        <w:t>Qu’ils ne s’arrêtent pas, qu’ils s’en aillent, qu’ils passent…</w:t>
      </w:r>
    </w:p>
    <w:p w14:paraId="3D9720E1" w14:textId="77777777" w:rsidR="00905145" w:rsidRPr="00AF0A23" w:rsidRDefault="00905145" w:rsidP="00905145">
      <w:pPr>
        <w:pStyle w:val="NormalEspAvt0EspApr0"/>
      </w:pPr>
      <w:r w:rsidRPr="00AF0A23">
        <w:t>Et, s’ils revie</w:t>
      </w:r>
      <w:r w:rsidRPr="00AF0A23">
        <w:t>n</w:t>
      </w:r>
      <w:r w:rsidRPr="00AF0A23">
        <w:t>nent, qu’on les tue !</w:t>
      </w:r>
    </w:p>
    <w:p w14:paraId="69D52F7A" w14:textId="77777777" w:rsidR="00905145" w:rsidRPr="00AF0A23" w:rsidRDefault="00905145" w:rsidP="00905145">
      <w:pPr>
        <w:pStyle w:val="NormalEspAvt0EspApr0"/>
      </w:pPr>
      <w:r w:rsidRPr="00AF0A23">
        <w:t>Je ne veux pas qu’on s’habitue</w:t>
      </w:r>
    </w:p>
    <w:p w14:paraId="328B500F" w14:textId="77777777" w:rsidR="00905145" w:rsidRPr="00AF0A23" w:rsidRDefault="00905145" w:rsidP="00905145">
      <w:pPr>
        <w:pStyle w:val="NormalEspAvt0EspApr0"/>
      </w:pPr>
      <w:r w:rsidRPr="00AF0A23">
        <w:t>À s’arrêter sous mes fenêtres de la sorte.</w:t>
      </w:r>
    </w:p>
    <w:p w14:paraId="258B2924" w14:textId="77777777" w:rsidR="00905145" w:rsidRPr="00AF0A23" w:rsidRDefault="00905145" w:rsidP="00905145">
      <w:pPr>
        <w:pStyle w:val="NormalEspAvt0EspApr0"/>
      </w:pPr>
      <w:r w:rsidRPr="00AF0A23">
        <w:t>D’ailleurs, fermez la grille et verrouillez les portes…</w:t>
      </w:r>
    </w:p>
    <w:p w14:paraId="66B60DD0" w14:textId="77777777" w:rsidR="00905145" w:rsidRPr="00AF0A23" w:rsidRDefault="00905145" w:rsidP="00905145">
      <w:pPr>
        <w:pStyle w:val="NormalEspAvt0EspApr0"/>
        <w:rPr>
          <w:i/>
          <w:iCs/>
        </w:rPr>
      </w:pPr>
      <w:r w:rsidRPr="00AF0A23">
        <w:rPr>
          <w:i/>
          <w:iCs/>
        </w:rPr>
        <w:t>Sancta Maria, Mater Dei, ora pro nobis peccatoribus, nunc et in hora mortis no</w:t>
      </w:r>
      <w:r w:rsidRPr="00AF0A23">
        <w:rPr>
          <w:i/>
          <w:iCs/>
        </w:rPr>
        <w:t>s</w:t>
      </w:r>
      <w:r w:rsidRPr="00AF0A23">
        <w:rPr>
          <w:i/>
          <w:iCs/>
        </w:rPr>
        <w:t>trae…</w:t>
      </w:r>
    </w:p>
    <w:p w14:paraId="713CC631" w14:textId="77777777" w:rsidR="00905145" w:rsidRPr="00AF0A23" w:rsidRDefault="00905145" w:rsidP="00905145">
      <w:pPr>
        <w:pStyle w:val="NormalEspAvt0EspApr0"/>
      </w:pPr>
      <w:r w:rsidRPr="00AF0A23">
        <w:t>Je veux à l’avenir</w:t>
      </w:r>
    </w:p>
    <w:p w14:paraId="438C39A4" w14:textId="77777777" w:rsidR="00905145" w:rsidRPr="00AF0A23" w:rsidRDefault="00905145" w:rsidP="00905145">
      <w:pPr>
        <w:pStyle w:val="NormalEspAvt0EspApr0"/>
      </w:pPr>
      <w:r w:rsidRPr="00AF0A23">
        <w:t xml:space="preserve">Qu’avant la fin de </w:t>
      </w:r>
      <w:r w:rsidRPr="00AF0A23">
        <w:rPr>
          <w:i/>
          <w:iCs/>
        </w:rPr>
        <w:t xml:space="preserve">l’Angelus </w:t>
      </w:r>
      <w:r w:rsidRPr="00AF0A23">
        <w:t>tout soit fe</w:t>
      </w:r>
      <w:r w:rsidRPr="00AF0A23">
        <w:t>r</w:t>
      </w:r>
      <w:r w:rsidRPr="00AF0A23">
        <w:t>mé…</w:t>
      </w:r>
    </w:p>
    <w:p w14:paraId="758C1B85" w14:textId="77777777" w:rsidR="00905145" w:rsidRPr="00AF0A23" w:rsidRDefault="00905145" w:rsidP="00905145">
      <w:pPr>
        <w:pStyle w:val="NormalEspAvt0EspApr0"/>
      </w:pPr>
      <w:r w:rsidRPr="00AF0A23">
        <w:t>Et vous verrez comment je me fais obéir.</w:t>
      </w:r>
    </w:p>
    <w:p w14:paraId="1B08C072" w14:textId="77777777" w:rsidR="00905145" w:rsidRPr="00AF0A23" w:rsidRDefault="00905145" w:rsidP="00905145">
      <w:pPr>
        <w:pStyle w:val="NormalEspAvt0EspApr0"/>
      </w:pPr>
      <w:r w:rsidRPr="00AF0A23">
        <w:t>Qui sait parmi ces gens s’il n’en est point d’armés…</w:t>
      </w:r>
    </w:p>
    <w:p w14:paraId="39CB8418" w14:textId="77777777" w:rsidR="00905145" w:rsidRPr="00AF0A23" w:rsidRDefault="00905145" w:rsidP="00905145">
      <w:pPr>
        <w:pStyle w:val="NormalEspAvt0EspApr0"/>
        <w:rPr>
          <w:i/>
          <w:iCs/>
        </w:rPr>
      </w:pPr>
      <w:r w:rsidRPr="00AF0A23">
        <w:rPr>
          <w:i/>
          <w:iCs/>
        </w:rPr>
        <w:t>Ecce ancilla Domini…</w:t>
      </w:r>
    </w:p>
    <w:p w14:paraId="4F976CC7" w14:textId="77777777" w:rsidR="00905145" w:rsidRPr="00AF0A23" w:rsidRDefault="00905145" w:rsidP="00905145">
      <w:pPr>
        <w:pStyle w:val="NormalEspAvt0EspApr0"/>
      </w:pPr>
      <w:r w:rsidRPr="00AF0A23">
        <w:t>Je veux entendre les verrous. Recomme</w:t>
      </w:r>
      <w:r w:rsidRPr="00AF0A23">
        <w:t>n</w:t>
      </w:r>
      <w:r w:rsidRPr="00AF0A23">
        <w:t>cez…</w:t>
      </w:r>
    </w:p>
    <w:p w14:paraId="7F34E2E2" w14:textId="77777777" w:rsidR="00905145" w:rsidRPr="00D72CAB" w:rsidRDefault="00905145" w:rsidP="00905145">
      <w:pPr>
        <w:pStyle w:val="NormalRetraitGauche4XIndent0"/>
        <w:rPr>
          <w:i/>
          <w:iCs/>
        </w:rPr>
      </w:pPr>
      <w:r w:rsidRPr="00D72CAB">
        <w:rPr>
          <w:i/>
          <w:iCs/>
        </w:rPr>
        <w:t>On entend le bruit des verrous que l’on pousse.</w:t>
      </w:r>
    </w:p>
    <w:p w14:paraId="2AF0FB14" w14:textId="77777777" w:rsidR="00905145" w:rsidRPr="00AF0A23" w:rsidRDefault="00905145" w:rsidP="00905145">
      <w:pPr>
        <w:pStyle w:val="NormalEspAvt0EspApr0"/>
      </w:pPr>
      <w:r w:rsidRPr="00AF0A23">
        <w:t>Encor ! Encor ! Assez…</w:t>
      </w:r>
    </w:p>
    <w:p w14:paraId="79DCF538" w14:textId="77777777" w:rsidR="00905145" w:rsidRPr="00AF0A23" w:rsidRDefault="00905145" w:rsidP="00905145">
      <w:pPr>
        <w:pStyle w:val="NormalEspAvt0EspApr0"/>
        <w:rPr>
          <w:i/>
          <w:iCs/>
        </w:rPr>
      </w:pPr>
      <w:r w:rsidRPr="00AF0A23">
        <w:rPr>
          <w:i/>
          <w:iCs/>
        </w:rPr>
        <w:t>Fiat mihi secundum verbum tuum… Ave Maria…</w:t>
      </w:r>
    </w:p>
    <w:p w14:paraId="2CB86612" w14:textId="77777777" w:rsidR="00905145" w:rsidRPr="00D72CAB" w:rsidRDefault="00905145" w:rsidP="00905145">
      <w:pPr>
        <w:pStyle w:val="NormalRetraitGauche4XIndent0"/>
        <w:rPr>
          <w:i/>
          <w:iCs/>
        </w:rPr>
      </w:pPr>
      <w:r w:rsidRPr="00D72CAB">
        <w:rPr>
          <w:i/>
          <w:iCs/>
        </w:rPr>
        <w:t xml:space="preserve">Louis XI a laissé tomber sa tête dans ses mains et il reste ainsi, prostré, jusqu’à la fin de </w:t>
      </w:r>
      <w:r w:rsidRPr="00D72CAB">
        <w:rPr>
          <w:i/>
          <w:iCs/>
        </w:rPr>
        <w:lastRenderedPageBreak/>
        <w:t>l’Angelus. La porte s’entrouvre et Tristan l’Ermite, inquiet, passe la tête. Il regarde le Roi, de loin, puis il s’approche et se penche sur lui. Sans doute il n’entend pas sa resp</w:t>
      </w:r>
      <w:r w:rsidRPr="00D72CAB">
        <w:rPr>
          <w:i/>
          <w:iCs/>
        </w:rPr>
        <w:t>i</w:t>
      </w:r>
      <w:r w:rsidRPr="00D72CAB">
        <w:rPr>
          <w:i/>
          <w:iCs/>
        </w:rPr>
        <w:t>ration, car il appelle.</w:t>
      </w:r>
    </w:p>
    <w:p w14:paraId="39309CC7" w14:textId="77777777" w:rsidR="00905145" w:rsidRPr="00AF0A23" w:rsidRDefault="00905145" w:rsidP="00905145">
      <w:pPr>
        <w:ind w:firstLine="0"/>
        <w:jc w:val="center"/>
      </w:pPr>
      <w:r w:rsidRPr="00AF0A23">
        <w:t>TRISTAN</w:t>
      </w:r>
    </w:p>
    <w:p w14:paraId="18FB48C6" w14:textId="77777777" w:rsidR="00905145" w:rsidRPr="00AF0A23" w:rsidRDefault="00905145" w:rsidP="00905145">
      <w:r w:rsidRPr="00AF0A23">
        <w:t>Coitier !… Vite… Venez. Regardez. J’ai bien peur…</w:t>
      </w:r>
    </w:p>
    <w:p w14:paraId="7B239C88" w14:textId="77777777" w:rsidR="00905145" w:rsidRPr="00D72CAB" w:rsidRDefault="00905145" w:rsidP="00905145">
      <w:pPr>
        <w:pStyle w:val="NormalRetraitGauche4XIndent0"/>
        <w:rPr>
          <w:i/>
          <w:iCs/>
        </w:rPr>
      </w:pPr>
      <w:r w:rsidRPr="00D72CAB">
        <w:rPr>
          <w:i/>
          <w:iCs/>
        </w:rPr>
        <w:t>Coitier est entré et est allé vers le Roi. Il le prend doucement par les épaules et le re</w:t>
      </w:r>
      <w:r w:rsidRPr="00D72CAB">
        <w:rPr>
          <w:i/>
          <w:iCs/>
        </w:rPr>
        <w:t>n</w:t>
      </w:r>
      <w:r w:rsidRPr="00D72CAB">
        <w:rPr>
          <w:i/>
          <w:iCs/>
        </w:rPr>
        <w:t>verse en arrière. Louis XI a les yeux clos.</w:t>
      </w:r>
    </w:p>
    <w:p w14:paraId="20390DFC" w14:textId="77777777" w:rsidR="00905145" w:rsidRPr="00AF0A23" w:rsidRDefault="00905145" w:rsidP="00905145">
      <w:r w:rsidRPr="00AF0A23">
        <w:t>Mort ?</w:t>
      </w:r>
    </w:p>
    <w:p w14:paraId="47DA4AB2" w14:textId="77777777" w:rsidR="00905145" w:rsidRPr="00AF0A23" w:rsidRDefault="00905145" w:rsidP="00905145">
      <w:pPr>
        <w:ind w:firstLine="0"/>
        <w:jc w:val="center"/>
      </w:pPr>
      <w:r w:rsidRPr="00AF0A23">
        <w:t>COITIER</w:t>
      </w:r>
    </w:p>
    <w:p w14:paraId="1C7079D0" w14:textId="77777777" w:rsidR="00905145" w:rsidRPr="00AF0A23" w:rsidRDefault="00905145" w:rsidP="00905145">
      <w:r w:rsidRPr="00AF0A23">
        <w:t>Je crois.</w:t>
      </w:r>
    </w:p>
    <w:p w14:paraId="21FDF0AA" w14:textId="77777777" w:rsidR="00905145" w:rsidRPr="00AF0A23" w:rsidRDefault="00905145" w:rsidP="00905145">
      <w:pPr>
        <w:ind w:firstLine="0"/>
        <w:jc w:val="center"/>
      </w:pPr>
      <w:r w:rsidRPr="00AF0A23">
        <w:t>LOUIS XI</w:t>
      </w:r>
    </w:p>
    <w:p w14:paraId="260663E7" w14:textId="77777777" w:rsidR="00905145" w:rsidRPr="00AF0A23" w:rsidRDefault="00905145" w:rsidP="00905145">
      <w:pPr>
        <w:pStyle w:val="NormalEspAvt0EspApr0"/>
      </w:pPr>
      <w:r w:rsidRPr="00AF0A23">
        <w:t>Non, pas encor.</w:t>
      </w:r>
    </w:p>
    <w:p w14:paraId="5E336CF5" w14:textId="77777777" w:rsidR="00905145" w:rsidRPr="00AF0A23" w:rsidRDefault="00905145" w:rsidP="00905145">
      <w:pPr>
        <w:pStyle w:val="NormalEspAvt0EspApr0"/>
      </w:pPr>
      <w:r w:rsidRPr="00AF0A23">
        <w:t>Mais je souffre… Oh ! mon cœur…</w:t>
      </w:r>
    </w:p>
    <w:p w14:paraId="75E7DD40" w14:textId="77777777" w:rsidR="00905145" w:rsidRPr="00AF0A23" w:rsidRDefault="00905145" w:rsidP="00905145">
      <w:pPr>
        <w:pStyle w:val="NormalEspAvt0EspApr0"/>
      </w:pPr>
      <w:r w:rsidRPr="00AF0A23">
        <w:t>Donne ta main, Coitier, tu le sens… comme il bat</w:t>
      </w:r>
    </w:p>
    <w:p w14:paraId="5B1FCFD1" w14:textId="77777777" w:rsidR="00905145" w:rsidRPr="00AF0A23" w:rsidRDefault="00905145" w:rsidP="00905145">
      <w:pPr>
        <w:pStyle w:val="NormalEspAvt0EspApr0"/>
      </w:pPr>
      <w:r w:rsidRPr="00AF0A23">
        <w:t>Faiblement…</w:t>
      </w:r>
    </w:p>
    <w:p w14:paraId="6E747098" w14:textId="77777777" w:rsidR="00905145" w:rsidRPr="00AF0A23" w:rsidRDefault="00905145" w:rsidP="00905145">
      <w:pPr>
        <w:ind w:firstLine="0"/>
        <w:jc w:val="center"/>
      </w:pPr>
      <w:r w:rsidRPr="00AF0A23">
        <w:t>COITIER</w:t>
      </w:r>
    </w:p>
    <w:p w14:paraId="04107819" w14:textId="77777777" w:rsidR="00905145" w:rsidRPr="00AF0A23" w:rsidRDefault="00905145" w:rsidP="00905145">
      <w:pPr>
        <w:pStyle w:val="NormalEspAvt0EspApr0"/>
      </w:pPr>
      <w:r w:rsidRPr="00AF0A23">
        <w:t>Ne restez pas ainsi…</w:t>
      </w:r>
    </w:p>
    <w:p w14:paraId="06DC1ABF" w14:textId="77777777" w:rsidR="00905145" w:rsidRPr="00AF0A23" w:rsidRDefault="00905145" w:rsidP="00905145">
      <w:pPr>
        <w:pStyle w:val="NormalEspAvt0EspApr0"/>
      </w:pPr>
      <w:r w:rsidRPr="00AF0A23">
        <w:t>Relevez-vous.</w:t>
      </w:r>
    </w:p>
    <w:p w14:paraId="44FAC5B0" w14:textId="77777777" w:rsidR="00905145" w:rsidRPr="00AF0A23" w:rsidRDefault="00905145" w:rsidP="00905145">
      <w:pPr>
        <w:ind w:firstLine="0"/>
        <w:jc w:val="center"/>
      </w:pPr>
      <w:r w:rsidRPr="00AF0A23">
        <w:t>LOUIS XI</w:t>
      </w:r>
    </w:p>
    <w:p w14:paraId="637EC288" w14:textId="77777777" w:rsidR="00905145" w:rsidRPr="00AF0A23" w:rsidRDefault="00905145" w:rsidP="00905145">
      <w:r w:rsidRPr="00AF0A23">
        <w:t>Je ne peux pas…</w:t>
      </w:r>
    </w:p>
    <w:p w14:paraId="10F9D432" w14:textId="77777777" w:rsidR="00905145" w:rsidRPr="00AF0A23" w:rsidRDefault="00905145" w:rsidP="00905145">
      <w:pPr>
        <w:ind w:firstLine="0"/>
        <w:jc w:val="center"/>
      </w:pPr>
      <w:r w:rsidRPr="00AF0A23">
        <w:t>TRISTAN</w:t>
      </w:r>
    </w:p>
    <w:p w14:paraId="5B4E2E25" w14:textId="77777777" w:rsidR="00905145" w:rsidRPr="00AF0A23" w:rsidRDefault="00905145" w:rsidP="00905145">
      <w:r w:rsidRPr="00AF0A23">
        <w:t>Laissez-vous faire. Doucement. Voilà.</w:t>
      </w:r>
    </w:p>
    <w:p w14:paraId="614D332E" w14:textId="77777777" w:rsidR="00905145" w:rsidRPr="00AF0A23" w:rsidRDefault="00905145" w:rsidP="00905145">
      <w:pPr>
        <w:ind w:firstLine="0"/>
        <w:jc w:val="center"/>
      </w:pPr>
      <w:r w:rsidRPr="00AF0A23">
        <w:lastRenderedPageBreak/>
        <w:t>LOUIS XI</w:t>
      </w:r>
    </w:p>
    <w:p w14:paraId="69B16192" w14:textId="77777777" w:rsidR="00905145" w:rsidRPr="00AF0A23" w:rsidRDefault="00905145" w:rsidP="00905145">
      <w:r w:rsidRPr="00AF0A23">
        <w:t>Merci.</w:t>
      </w:r>
    </w:p>
    <w:p w14:paraId="54F91387" w14:textId="77777777" w:rsidR="00905145" w:rsidRPr="00D72CAB" w:rsidRDefault="00905145" w:rsidP="00905145">
      <w:pPr>
        <w:pStyle w:val="NormalRetraitGauche4XIndent0"/>
        <w:rPr>
          <w:i/>
          <w:iCs/>
        </w:rPr>
      </w:pPr>
      <w:r w:rsidRPr="00D72CAB">
        <w:rPr>
          <w:i/>
          <w:iCs/>
        </w:rPr>
        <w:t>Tristan et Coitier l’ont pris dans leurs bras et l’ont presque porté jusqu’à son fauteuil. Un temps. À Tri</w:t>
      </w:r>
      <w:r w:rsidRPr="00D72CAB">
        <w:rPr>
          <w:i/>
          <w:iCs/>
        </w:rPr>
        <w:t>s</w:t>
      </w:r>
      <w:r w:rsidRPr="00D72CAB">
        <w:rPr>
          <w:i/>
          <w:iCs/>
        </w:rPr>
        <w:t>tan.</w:t>
      </w:r>
    </w:p>
    <w:p w14:paraId="726EF4B0" w14:textId="77777777" w:rsidR="00905145" w:rsidRPr="00AF0A23" w:rsidRDefault="00905145" w:rsidP="00905145">
      <w:pPr>
        <w:pStyle w:val="NormalEspAvt0EspApr0"/>
      </w:pPr>
      <w:r w:rsidRPr="00AF0A23">
        <w:t>Il faudrait dire en bas</w:t>
      </w:r>
    </w:p>
    <w:p w14:paraId="25ADEB31" w14:textId="77777777" w:rsidR="00905145" w:rsidRPr="00AF0A23" w:rsidRDefault="00905145" w:rsidP="00905145">
      <w:pPr>
        <w:pStyle w:val="NormalEspAvt0EspApr0"/>
      </w:pPr>
      <w:r w:rsidRPr="00AF0A23">
        <w:t>Qu’on a très mal fermé la grille. R</w:t>
      </w:r>
      <w:r w:rsidRPr="00AF0A23">
        <w:t>e</w:t>
      </w:r>
      <w:r w:rsidRPr="00AF0A23">
        <w:t>gardez…</w:t>
      </w:r>
    </w:p>
    <w:p w14:paraId="1C2475F8" w14:textId="77777777" w:rsidR="00905145" w:rsidRPr="00AF0A23" w:rsidRDefault="00905145" w:rsidP="00905145">
      <w:pPr>
        <w:rPr>
          <w:i/>
          <w:iCs/>
        </w:rPr>
      </w:pPr>
      <w:r w:rsidRPr="00AF0A23">
        <w:rPr>
          <w:i/>
          <w:iCs/>
        </w:rPr>
        <w:t>Tristan obéit.</w:t>
      </w:r>
    </w:p>
    <w:p w14:paraId="3DCE634A" w14:textId="77777777" w:rsidR="00905145" w:rsidRPr="00AF0A23" w:rsidRDefault="00905145" w:rsidP="00905145">
      <w:pPr>
        <w:pStyle w:val="NormalEspAvt0EspApr0"/>
      </w:pPr>
      <w:r w:rsidRPr="00AF0A23">
        <w:t>Mon bon Coitier, comprends-le bien,</w:t>
      </w:r>
    </w:p>
    <w:p w14:paraId="31C3F091" w14:textId="77777777" w:rsidR="00905145" w:rsidRPr="00AF0A23" w:rsidRDefault="00905145" w:rsidP="00905145">
      <w:pPr>
        <w:pStyle w:val="NormalEspAvt0EspApr0"/>
      </w:pPr>
      <w:r w:rsidRPr="00AF0A23">
        <w:t>Ils ne sont pas assez nombreux pour me garder.</w:t>
      </w:r>
    </w:p>
    <w:p w14:paraId="44F0A69E" w14:textId="77777777" w:rsidR="00905145" w:rsidRPr="00AF0A23" w:rsidRDefault="00905145" w:rsidP="00905145">
      <w:pPr>
        <w:pStyle w:val="NormalEspAvt0EspApr0"/>
      </w:pPr>
      <w:r w:rsidRPr="00AF0A23">
        <w:t>Quatre cents hommes, ce n’est rien</w:t>
      </w:r>
    </w:p>
    <w:p w14:paraId="5F34E139" w14:textId="77777777" w:rsidR="00905145" w:rsidRPr="00AF0A23" w:rsidRDefault="00905145" w:rsidP="00905145">
      <w:pPr>
        <w:pStyle w:val="NormalEspAvt0EspApr0"/>
      </w:pPr>
      <w:r w:rsidRPr="00AF0A23">
        <w:t>Quand tant de gens veulent ma mort…</w:t>
      </w:r>
    </w:p>
    <w:p w14:paraId="0AB14225" w14:textId="77777777" w:rsidR="00905145" w:rsidRPr="00AF0A23" w:rsidRDefault="00905145" w:rsidP="00905145">
      <w:pPr>
        <w:rPr>
          <w:i/>
          <w:iCs/>
        </w:rPr>
      </w:pPr>
      <w:r w:rsidRPr="00AF0A23">
        <w:rPr>
          <w:i/>
          <w:iCs/>
        </w:rPr>
        <w:t>À Tristan.</w:t>
      </w:r>
    </w:p>
    <w:p w14:paraId="4D433146" w14:textId="77777777" w:rsidR="00905145" w:rsidRPr="00AF0A23" w:rsidRDefault="00905145" w:rsidP="00905145">
      <w:r w:rsidRPr="00AF0A23">
        <w:t>Elle est fermée ?</w:t>
      </w:r>
    </w:p>
    <w:p w14:paraId="25C62E3C" w14:textId="77777777" w:rsidR="00905145" w:rsidRPr="00AF0A23" w:rsidRDefault="00905145" w:rsidP="00905145">
      <w:pPr>
        <w:ind w:firstLine="0"/>
        <w:jc w:val="center"/>
      </w:pPr>
      <w:r w:rsidRPr="00AF0A23">
        <w:t>TRISTAN</w:t>
      </w:r>
    </w:p>
    <w:p w14:paraId="3EE88B8A" w14:textId="77777777" w:rsidR="00905145" w:rsidRPr="00AF0A23" w:rsidRDefault="00905145" w:rsidP="00905145">
      <w:r w:rsidRPr="00AF0A23">
        <w:t>Elle est fermée.</w:t>
      </w:r>
    </w:p>
    <w:p w14:paraId="7A3DFB81" w14:textId="77777777" w:rsidR="00905145" w:rsidRPr="00AF0A23" w:rsidRDefault="00905145" w:rsidP="00905145">
      <w:pPr>
        <w:ind w:firstLine="0"/>
        <w:jc w:val="center"/>
      </w:pPr>
      <w:r w:rsidRPr="00AF0A23">
        <w:t>LOUIS XI</w:t>
      </w:r>
    </w:p>
    <w:p w14:paraId="36E683EB" w14:textId="77777777" w:rsidR="00905145" w:rsidRPr="00067AB9" w:rsidRDefault="00905145" w:rsidP="00905145">
      <w:pPr>
        <w:pStyle w:val="NormalEspAvt0EspApr0"/>
      </w:pPr>
      <w:r w:rsidRPr="00067AB9">
        <w:t>Merci.</w:t>
      </w:r>
    </w:p>
    <w:p w14:paraId="445F922E" w14:textId="77777777" w:rsidR="00905145" w:rsidRPr="00067AB9" w:rsidRDefault="00905145" w:rsidP="00905145">
      <w:pPr>
        <w:pStyle w:val="NormalEspAvt0EspApr0"/>
      </w:pPr>
      <w:r w:rsidRPr="00067AB9">
        <w:t>Pauvre de moi… Comme j’ai mal !… Il faut aussi</w:t>
      </w:r>
    </w:p>
    <w:p w14:paraId="2177D750" w14:textId="77777777" w:rsidR="00905145" w:rsidRPr="00AF0A23" w:rsidRDefault="00905145" w:rsidP="00905145">
      <w:pPr>
        <w:pStyle w:val="NormalEspAvt0EspApr0"/>
      </w:pPr>
      <w:r w:rsidRPr="00067AB9">
        <w:t>Que tous les hommes</w:t>
      </w:r>
      <w:r w:rsidRPr="00AF0A23">
        <w:t xml:space="preserve"> aux créneaux soient bien a</w:t>
      </w:r>
      <w:r w:rsidRPr="00AF0A23">
        <w:t>r</w:t>
      </w:r>
      <w:r w:rsidRPr="00AF0A23">
        <w:t>més.</w:t>
      </w:r>
    </w:p>
    <w:p w14:paraId="0D8BE16C" w14:textId="77777777" w:rsidR="00905145" w:rsidRPr="00AF0A23" w:rsidRDefault="00905145" w:rsidP="00905145">
      <w:pPr>
        <w:ind w:firstLine="0"/>
        <w:jc w:val="center"/>
      </w:pPr>
      <w:r w:rsidRPr="00AF0A23">
        <w:t>TRISTAN</w:t>
      </w:r>
    </w:p>
    <w:p w14:paraId="4A53990B" w14:textId="77777777" w:rsidR="00905145" w:rsidRPr="00AF0A23" w:rsidRDefault="00905145" w:rsidP="00905145">
      <w:r w:rsidRPr="00AF0A23">
        <w:t>Tous ils le sont, Seigneur.</w:t>
      </w:r>
    </w:p>
    <w:p w14:paraId="0423064E" w14:textId="77777777" w:rsidR="00905145" w:rsidRPr="00AF0A23" w:rsidRDefault="00905145" w:rsidP="00905145">
      <w:pPr>
        <w:ind w:firstLine="0"/>
        <w:jc w:val="center"/>
      </w:pPr>
      <w:r w:rsidRPr="00AF0A23">
        <w:t>LOUIS XI</w:t>
      </w:r>
    </w:p>
    <w:p w14:paraId="4EB58081" w14:textId="77777777" w:rsidR="00905145" w:rsidRPr="00AF0A23" w:rsidRDefault="00905145" w:rsidP="00905145">
      <w:pPr>
        <w:pStyle w:val="NormalEspAvt0EspApr0"/>
      </w:pPr>
      <w:r w:rsidRPr="00AF0A23">
        <w:t>Merci, mon bon Tristan.</w:t>
      </w:r>
    </w:p>
    <w:p w14:paraId="240FA81C" w14:textId="77777777" w:rsidR="00905145" w:rsidRPr="00AF0A23" w:rsidRDefault="00905145" w:rsidP="00905145">
      <w:pPr>
        <w:pStyle w:val="NormalEspAvt0EspApr0"/>
      </w:pPr>
      <w:r w:rsidRPr="00AF0A23">
        <w:t>Mais</w:t>
      </w:r>
    </w:p>
    <w:p w14:paraId="07B10C72" w14:textId="77777777" w:rsidR="00905145" w:rsidRPr="00AF0A23" w:rsidRDefault="00905145" w:rsidP="00905145">
      <w:pPr>
        <w:pStyle w:val="NormalEspAvt0EspApr0"/>
      </w:pPr>
      <w:r w:rsidRPr="00AF0A23">
        <w:lastRenderedPageBreak/>
        <w:t>Qu’on les su</w:t>
      </w:r>
      <w:r w:rsidRPr="00AF0A23">
        <w:t>r</w:t>
      </w:r>
      <w:r w:rsidRPr="00AF0A23">
        <w:t>veille bien, surtout. S’ils s’endormaient,</w:t>
      </w:r>
    </w:p>
    <w:p w14:paraId="2E3735D3" w14:textId="77777777" w:rsidR="00905145" w:rsidRPr="00AF0A23" w:rsidRDefault="00905145" w:rsidP="00905145">
      <w:pPr>
        <w:pStyle w:val="NormalEspAvt0EspApr0"/>
      </w:pPr>
      <w:r w:rsidRPr="00AF0A23">
        <w:t>Quelqu’un pourrait monter par le mur, a</w:t>
      </w:r>
      <w:r w:rsidRPr="00AF0A23">
        <w:t>i</w:t>
      </w:r>
      <w:r w:rsidRPr="00AF0A23">
        <w:t>sément.</w:t>
      </w:r>
    </w:p>
    <w:p w14:paraId="1718B346" w14:textId="77777777" w:rsidR="00905145" w:rsidRPr="00AF0A23" w:rsidRDefault="00905145" w:rsidP="00905145">
      <w:pPr>
        <w:pStyle w:val="NormalEspAvt0EspApr0"/>
      </w:pPr>
      <w:r w:rsidRPr="00AF0A23">
        <w:t>Pour éviter cela,</w:t>
      </w:r>
    </w:p>
    <w:p w14:paraId="29A2532E" w14:textId="77777777" w:rsidR="00905145" w:rsidRPr="00AF0A23" w:rsidRDefault="00905145" w:rsidP="00905145">
      <w:pPr>
        <w:pStyle w:val="NormalEspAvt0EspApr0"/>
      </w:pPr>
      <w:r w:rsidRPr="00AF0A23">
        <w:t>Qu’ils marchent tout le temps…</w:t>
      </w:r>
    </w:p>
    <w:p w14:paraId="535DE1E1" w14:textId="77777777" w:rsidR="00905145" w:rsidRPr="00AF0A23" w:rsidRDefault="00905145" w:rsidP="00905145">
      <w:pPr>
        <w:pStyle w:val="NormalEspAvt0EspApr0"/>
      </w:pPr>
      <w:r w:rsidRPr="00AF0A23">
        <w:t>Ils ne doivent jamais s’arrêter – n’est-ce pas,</w:t>
      </w:r>
    </w:p>
    <w:p w14:paraId="53AF4A3B" w14:textId="77777777" w:rsidR="00905145" w:rsidRPr="00AF0A23" w:rsidRDefault="00905145" w:rsidP="00905145">
      <w:pPr>
        <w:pStyle w:val="NormalEspAvt0EspApr0"/>
      </w:pPr>
      <w:r w:rsidRPr="00AF0A23">
        <w:t>Tu le diras, Tri</w:t>
      </w:r>
      <w:r w:rsidRPr="00AF0A23">
        <w:t>s</w:t>
      </w:r>
      <w:r w:rsidRPr="00AF0A23">
        <w:t>tan ?</w:t>
      </w:r>
    </w:p>
    <w:p w14:paraId="06BF9CF1" w14:textId="77777777" w:rsidR="00905145" w:rsidRPr="00D72CAB" w:rsidRDefault="00905145" w:rsidP="00905145">
      <w:pPr>
        <w:pStyle w:val="NormalRetraitGauche4XIndent0"/>
        <w:rPr>
          <w:i/>
          <w:iCs/>
        </w:rPr>
      </w:pPr>
      <w:r w:rsidRPr="00D72CAB">
        <w:rPr>
          <w:i/>
          <w:iCs/>
        </w:rPr>
        <w:t>À Coitier.</w:t>
      </w:r>
    </w:p>
    <w:p w14:paraId="7FF4856A" w14:textId="77777777" w:rsidR="00905145" w:rsidRPr="00AF0A23" w:rsidRDefault="00905145" w:rsidP="00905145">
      <w:pPr>
        <w:pStyle w:val="NormalEspAvt0EspApr0"/>
      </w:pPr>
      <w:r w:rsidRPr="00AF0A23">
        <w:t>Je ne peux m’endormir que si je les entends.</w:t>
      </w:r>
    </w:p>
    <w:p w14:paraId="62AF38BB" w14:textId="77777777" w:rsidR="00905145" w:rsidRPr="00AF0A23" w:rsidRDefault="00905145" w:rsidP="00905145">
      <w:pPr>
        <w:pStyle w:val="NormalEspAvt0EspApr0"/>
      </w:pPr>
      <w:r w:rsidRPr="00AF0A23">
        <w:t>Oh ! C’est a</w:t>
      </w:r>
      <w:r w:rsidRPr="00AF0A23">
        <w:t>f</w:t>
      </w:r>
      <w:r w:rsidRPr="00AF0A23">
        <w:t>freux ce que je souffre en ce moment…</w:t>
      </w:r>
    </w:p>
    <w:p w14:paraId="77203645" w14:textId="77777777" w:rsidR="00905145" w:rsidRPr="00AF0A23" w:rsidRDefault="00905145" w:rsidP="00905145">
      <w:pPr>
        <w:pStyle w:val="NormalEspAvt0EspApr0"/>
      </w:pPr>
      <w:r w:rsidRPr="00AF0A23">
        <w:t>Coitier, Coitier, soigne-moi bien, je t’en supplie</w:t>
      </w:r>
    </w:p>
    <w:p w14:paraId="29CEFB31" w14:textId="77777777" w:rsidR="00905145" w:rsidRPr="00AF0A23" w:rsidRDefault="00905145" w:rsidP="00905145">
      <w:pPr>
        <w:pStyle w:val="NormalEspAvt0EspApr0"/>
      </w:pPr>
      <w:r w:rsidRPr="00AF0A23">
        <w:t>Et tout ce que tu peux désirer, tu l’auras.</w:t>
      </w:r>
    </w:p>
    <w:p w14:paraId="04873FAD" w14:textId="77777777" w:rsidR="00905145" w:rsidRPr="00AF0A23" w:rsidRDefault="00905145" w:rsidP="00905145">
      <w:pPr>
        <w:pStyle w:val="NormalEspAvt0EspApr0"/>
      </w:pPr>
      <w:r w:rsidRPr="00AF0A23">
        <w:t>Argent, places, faveurs… Tiens, veux-tu la moitié</w:t>
      </w:r>
    </w:p>
    <w:p w14:paraId="53A27E27" w14:textId="77777777" w:rsidR="00905145" w:rsidRPr="00AF0A23" w:rsidRDefault="00905145" w:rsidP="00905145">
      <w:pPr>
        <w:pStyle w:val="NormalEspAvt0EspApr0"/>
      </w:pPr>
      <w:r w:rsidRPr="00AF0A23">
        <w:t>De mon</w:t>
      </w:r>
    </w:p>
    <w:p w14:paraId="1BCE81C0" w14:textId="77777777" w:rsidR="00905145" w:rsidRPr="00AF0A23" w:rsidRDefault="00905145" w:rsidP="00905145">
      <w:pPr>
        <w:pStyle w:val="NormalEspAvt0EspApr0"/>
      </w:pPr>
      <w:r w:rsidRPr="00AF0A23">
        <w:t>Domaine de Br</w:t>
      </w:r>
      <w:r w:rsidRPr="00AF0A23">
        <w:t>i</w:t>
      </w:r>
      <w:r w:rsidRPr="00AF0A23">
        <w:t>mont ?</w:t>
      </w:r>
    </w:p>
    <w:p w14:paraId="5C546596" w14:textId="77777777" w:rsidR="00905145" w:rsidRPr="00AF0A23" w:rsidRDefault="00905145" w:rsidP="00905145">
      <w:pPr>
        <w:pStyle w:val="NormalEspAvt0EspApr0"/>
      </w:pPr>
      <w:r w:rsidRPr="00AF0A23">
        <w:t>Le veux-tu tout entier ?</w:t>
      </w:r>
    </w:p>
    <w:p w14:paraId="2CCA063B" w14:textId="77777777" w:rsidR="00905145" w:rsidRPr="00AF0A23" w:rsidRDefault="00905145" w:rsidP="00905145">
      <w:pPr>
        <w:pStyle w:val="NormalEspAvt0EspApr0"/>
      </w:pPr>
      <w:r w:rsidRPr="00AF0A23">
        <w:t>Tout ce qui peut te faire envie,</w:t>
      </w:r>
    </w:p>
    <w:p w14:paraId="5D5DDDFF" w14:textId="77777777" w:rsidR="00905145" w:rsidRPr="00AF0A23" w:rsidRDefault="00905145" w:rsidP="00905145">
      <w:pPr>
        <w:pStyle w:val="NormalEspAvt0EspApr0"/>
      </w:pPr>
      <w:r w:rsidRPr="00AF0A23">
        <w:t>Tu le prendras…</w:t>
      </w:r>
    </w:p>
    <w:p w14:paraId="751A744C" w14:textId="77777777" w:rsidR="00905145" w:rsidRPr="00AF0A23" w:rsidRDefault="00905145" w:rsidP="00905145">
      <w:pPr>
        <w:pStyle w:val="NormalEspAvt0EspApr0"/>
      </w:pPr>
      <w:r w:rsidRPr="00AF0A23">
        <w:t>Mais me pr</w:t>
      </w:r>
      <w:r w:rsidRPr="00AF0A23">
        <w:t>o</w:t>
      </w:r>
      <w:r w:rsidRPr="00AF0A23">
        <w:t>longe un peu la vie.</w:t>
      </w:r>
    </w:p>
    <w:p w14:paraId="12EC80B2" w14:textId="77777777" w:rsidR="00905145" w:rsidRPr="00AF0A23" w:rsidRDefault="00905145" w:rsidP="00905145">
      <w:pPr>
        <w:pStyle w:val="NormalEspAvt0EspApr0"/>
      </w:pPr>
      <w:r w:rsidRPr="00AF0A23">
        <w:t>On a baissé le pont-levis…</w:t>
      </w:r>
    </w:p>
    <w:p w14:paraId="1611F486" w14:textId="77777777" w:rsidR="00905145" w:rsidRPr="00AF0A23" w:rsidRDefault="00905145" w:rsidP="00905145">
      <w:pPr>
        <w:pStyle w:val="NormalEspAvt0EspApr0"/>
      </w:pPr>
      <w:r w:rsidRPr="00AF0A23">
        <w:t>Pourquoi l’a-t-on baissé, je ne veux pas, j’ai peur…</w:t>
      </w:r>
    </w:p>
    <w:p w14:paraId="49DE7393" w14:textId="77777777" w:rsidR="00905145" w:rsidRPr="00AF0A23" w:rsidRDefault="00905145" w:rsidP="00905145">
      <w:pPr>
        <w:pStyle w:val="NormalEspAvt0EspApr0"/>
      </w:pPr>
      <w:r w:rsidRPr="00AF0A23">
        <w:t>Qui vient ? Je veux savoir…</w:t>
      </w:r>
    </w:p>
    <w:p w14:paraId="76049F66" w14:textId="77777777" w:rsidR="00905145" w:rsidRPr="00AF0A23" w:rsidRDefault="00905145" w:rsidP="00905145">
      <w:pPr>
        <w:ind w:firstLine="0"/>
        <w:jc w:val="center"/>
      </w:pPr>
      <w:r w:rsidRPr="00AF0A23">
        <w:t>TRISTAN</w:t>
      </w:r>
    </w:p>
    <w:p w14:paraId="2A63F375" w14:textId="77777777" w:rsidR="00905145" w:rsidRPr="00AF0A23" w:rsidRDefault="00905145" w:rsidP="00905145">
      <w:r w:rsidRPr="00AF0A23">
        <w:t>C’est Comines, Se</w:t>
      </w:r>
      <w:r w:rsidRPr="00AF0A23">
        <w:t>i</w:t>
      </w:r>
      <w:r w:rsidRPr="00AF0A23">
        <w:t>gneur.</w:t>
      </w:r>
    </w:p>
    <w:p w14:paraId="577F9C74" w14:textId="77777777" w:rsidR="00905145" w:rsidRPr="00AF0A23" w:rsidRDefault="00905145" w:rsidP="00905145">
      <w:pPr>
        <w:ind w:firstLine="0"/>
        <w:jc w:val="center"/>
      </w:pPr>
      <w:r w:rsidRPr="00AF0A23">
        <w:t>LOUIS XI</w:t>
      </w:r>
    </w:p>
    <w:p w14:paraId="55A1FCE2" w14:textId="77777777" w:rsidR="00905145" w:rsidRPr="00AF0A23" w:rsidRDefault="00905145" w:rsidP="00905145">
      <w:pPr>
        <w:pStyle w:val="NormalEspAvt0EspApr0"/>
      </w:pPr>
      <w:r w:rsidRPr="00AF0A23">
        <w:t>Cher Comines. Tant mieux.</w:t>
      </w:r>
    </w:p>
    <w:p w14:paraId="426F55C6" w14:textId="77777777" w:rsidR="00905145" w:rsidRPr="00AF0A23" w:rsidRDefault="00905145" w:rsidP="00905145">
      <w:pPr>
        <w:pStyle w:val="NormalEspAvt0EspApr0"/>
      </w:pPr>
      <w:r w:rsidRPr="00AF0A23">
        <w:t>Mais pourvu que l’on pense à refermer les portes</w:t>
      </w:r>
    </w:p>
    <w:p w14:paraId="443A6771" w14:textId="77777777" w:rsidR="00905145" w:rsidRPr="00AF0A23" w:rsidRDefault="00905145" w:rsidP="00905145">
      <w:pPr>
        <w:pStyle w:val="NormalEspAvt0EspApr0"/>
      </w:pPr>
      <w:r w:rsidRPr="00AF0A23">
        <w:t>Mon Dieu…</w:t>
      </w:r>
    </w:p>
    <w:p w14:paraId="0F9F4414" w14:textId="77777777" w:rsidR="00905145" w:rsidRPr="00AF0A23" w:rsidRDefault="00905145" w:rsidP="00905145">
      <w:pPr>
        <w:ind w:firstLine="0"/>
        <w:jc w:val="center"/>
      </w:pPr>
      <w:r w:rsidRPr="00AF0A23">
        <w:t>COITIER</w:t>
      </w:r>
    </w:p>
    <w:p w14:paraId="6C036790" w14:textId="77777777" w:rsidR="00905145" w:rsidRPr="00AF0A23" w:rsidRDefault="00905145" w:rsidP="00905145">
      <w:r w:rsidRPr="00AF0A23">
        <w:t>Le Roi ne devrait pas s’énerver de la sorte…</w:t>
      </w:r>
    </w:p>
    <w:p w14:paraId="59A8F745" w14:textId="77777777" w:rsidR="00905145" w:rsidRPr="00AF0A23" w:rsidRDefault="00905145" w:rsidP="00905145">
      <w:pPr>
        <w:ind w:firstLine="0"/>
        <w:jc w:val="center"/>
      </w:pPr>
      <w:r w:rsidRPr="00AF0A23">
        <w:lastRenderedPageBreak/>
        <w:t>LOUIS XI</w:t>
      </w:r>
    </w:p>
    <w:p w14:paraId="42230AED" w14:textId="77777777" w:rsidR="00905145" w:rsidRPr="00AF0A23" w:rsidRDefault="00905145" w:rsidP="00905145">
      <w:pPr>
        <w:pStyle w:val="NormalEspAvt0EspApr0"/>
      </w:pPr>
      <w:r w:rsidRPr="00AF0A23">
        <w:t>Je ne m’énerve pas, Coitier, mais j’ai si peur</w:t>
      </w:r>
    </w:p>
    <w:p w14:paraId="5566FF69" w14:textId="77777777" w:rsidR="00905145" w:rsidRPr="00AF0A23" w:rsidRDefault="00905145" w:rsidP="00905145">
      <w:pPr>
        <w:pStyle w:val="NormalEspAvt0EspApr0"/>
      </w:pPr>
      <w:r w:rsidRPr="00AF0A23">
        <w:t>Quand vient la nuit, si tu savais.</w:t>
      </w:r>
    </w:p>
    <w:p w14:paraId="6B614CC3" w14:textId="77777777" w:rsidR="00905145" w:rsidRPr="00AF0A23" w:rsidRDefault="00905145" w:rsidP="00905145">
      <w:pPr>
        <w:pStyle w:val="NormalEspAvt0EspApr0"/>
      </w:pPr>
      <w:r w:rsidRPr="00AF0A23">
        <w:t>J’entends battre mon pauvre cœur…</w:t>
      </w:r>
    </w:p>
    <w:p w14:paraId="0ECACB14" w14:textId="77777777" w:rsidR="00905145" w:rsidRPr="00AF0A23" w:rsidRDefault="00905145" w:rsidP="00905145">
      <w:pPr>
        <w:pStyle w:val="NormalEspAvt0EspApr0"/>
      </w:pPr>
      <w:r w:rsidRPr="00AF0A23">
        <w:t>Et lorsque je m’endors, mes rêves sont hideux.</w:t>
      </w:r>
    </w:p>
    <w:p w14:paraId="14DD8A05" w14:textId="77777777" w:rsidR="00905145" w:rsidRPr="00AF0A23" w:rsidRDefault="00905145" w:rsidP="00905145">
      <w:pPr>
        <w:pStyle w:val="NormalEspAvt0EspApr0"/>
      </w:pPr>
      <w:r w:rsidRPr="00AF0A23">
        <w:t>Vous devriez ce soir rester là tous les deux.</w:t>
      </w:r>
    </w:p>
    <w:p w14:paraId="1204ADCC" w14:textId="77777777" w:rsidR="00905145" w:rsidRPr="00AF0A23" w:rsidRDefault="00905145" w:rsidP="00905145">
      <w:pPr>
        <w:pStyle w:val="NormalEspAvt0EspApr0"/>
      </w:pPr>
      <w:r w:rsidRPr="00AF0A23">
        <w:t>Vous devriez passer la nuit à mon ch</w:t>
      </w:r>
      <w:r w:rsidRPr="00AF0A23">
        <w:t>e</w:t>
      </w:r>
      <w:r w:rsidRPr="00AF0A23">
        <w:t>vet…</w:t>
      </w:r>
    </w:p>
    <w:p w14:paraId="588C25A1" w14:textId="77777777" w:rsidR="00905145" w:rsidRPr="00AF0A23" w:rsidRDefault="00905145" w:rsidP="00905145">
      <w:pPr>
        <w:ind w:firstLine="0"/>
        <w:jc w:val="center"/>
      </w:pPr>
      <w:r w:rsidRPr="00AF0A23">
        <w:t>TRISTAN</w:t>
      </w:r>
    </w:p>
    <w:p w14:paraId="138C6603" w14:textId="77777777" w:rsidR="00905145" w:rsidRPr="00AF0A23" w:rsidRDefault="00905145" w:rsidP="00905145">
      <w:r w:rsidRPr="00AF0A23">
        <w:t>Nous resterons.</w:t>
      </w:r>
    </w:p>
    <w:p w14:paraId="0C323060" w14:textId="77777777" w:rsidR="00905145" w:rsidRPr="00AF0A23" w:rsidRDefault="00905145" w:rsidP="00905145">
      <w:pPr>
        <w:ind w:firstLine="0"/>
        <w:jc w:val="center"/>
      </w:pPr>
      <w:r w:rsidRPr="00AF0A23">
        <w:t>LOUIS XI</w:t>
      </w:r>
    </w:p>
    <w:p w14:paraId="7C767796" w14:textId="77777777" w:rsidR="00905145" w:rsidRPr="00AF0A23" w:rsidRDefault="00905145" w:rsidP="00905145">
      <w:r w:rsidRPr="00AF0A23">
        <w:t>Mes bons amis.</w:t>
      </w:r>
    </w:p>
    <w:p w14:paraId="67D6B5D8" w14:textId="77777777" w:rsidR="00905145" w:rsidRPr="00AF0A23" w:rsidRDefault="00905145" w:rsidP="00905145">
      <w:pPr>
        <w:rPr>
          <w:i/>
          <w:iCs/>
        </w:rPr>
      </w:pPr>
      <w:r w:rsidRPr="00AF0A23">
        <w:rPr>
          <w:i/>
          <w:iCs/>
        </w:rPr>
        <w:t>Un temps.</w:t>
      </w:r>
    </w:p>
    <w:p w14:paraId="330AFF27" w14:textId="77777777" w:rsidR="00905145" w:rsidRPr="00AF0A23" w:rsidRDefault="00905145" w:rsidP="00905145">
      <w:pPr>
        <w:pStyle w:val="NormalEspAvt0EspApr0"/>
      </w:pPr>
      <w:r w:rsidRPr="00AF0A23">
        <w:t>Je sens ma</w:t>
      </w:r>
      <w:r w:rsidRPr="00AF0A23">
        <w:t>u</w:t>
      </w:r>
      <w:r w:rsidRPr="00AF0A23">
        <w:t>vais…</w:t>
      </w:r>
    </w:p>
    <w:p w14:paraId="47EB5349" w14:textId="77777777" w:rsidR="00905145" w:rsidRPr="00AF0A23" w:rsidRDefault="00905145" w:rsidP="00905145">
      <w:pPr>
        <w:pStyle w:val="NormalEspAvt0EspApr0"/>
      </w:pPr>
      <w:r w:rsidRPr="00AF0A23">
        <w:t>Déjà… Donnez-moi du parfum…</w:t>
      </w:r>
    </w:p>
    <w:p w14:paraId="29E6E260" w14:textId="77777777" w:rsidR="00905145" w:rsidRPr="00D72CAB" w:rsidRDefault="00905145" w:rsidP="00905145">
      <w:pPr>
        <w:pStyle w:val="NormalRetraitGauche4XIndent0"/>
        <w:rPr>
          <w:i/>
          <w:iCs/>
        </w:rPr>
      </w:pPr>
      <w:r w:rsidRPr="00D72CAB">
        <w:rPr>
          <w:i/>
          <w:iCs/>
        </w:rPr>
        <w:t>Coitier prend un flacon et le lui pr</w:t>
      </w:r>
      <w:r w:rsidRPr="00D72CAB">
        <w:rPr>
          <w:i/>
          <w:iCs/>
        </w:rPr>
        <w:t>é</w:t>
      </w:r>
      <w:r w:rsidRPr="00D72CAB">
        <w:rPr>
          <w:i/>
          <w:iCs/>
        </w:rPr>
        <w:t>sente.</w:t>
      </w:r>
    </w:p>
    <w:p w14:paraId="198741F6" w14:textId="77777777" w:rsidR="00905145" w:rsidRPr="00AF0A23" w:rsidRDefault="00905145" w:rsidP="00905145">
      <w:r w:rsidRPr="00AF0A23">
        <w:t>Tu peux le re</w:t>
      </w:r>
      <w:r w:rsidRPr="00AF0A23">
        <w:t>n</w:t>
      </w:r>
      <w:r w:rsidRPr="00AF0A23">
        <w:t>verser tout entier dans mes mains.</w:t>
      </w:r>
    </w:p>
    <w:p w14:paraId="74FA3FF9" w14:textId="77777777" w:rsidR="00905145" w:rsidRPr="00D72CAB" w:rsidRDefault="00905145" w:rsidP="00905145">
      <w:pPr>
        <w:pStyle w:val="NormalRetraitGauche4XIndent0"/>
        <w:rPr>
          <w:i/>
          <w:iCs/>
        </w:rPr>
      </w:pPr>
      <w:r w:rsidRPr="00D72CAB">
        <w:rPr>
          <w:i/>
          <w:iCs/>
        </w:rPr>
        <w:t>Coitier fait ce que lui demande le Roi, et Louis XI se frotte longuement les mains et les respire avec délices, les yeux fe</w:t>
      </w:r>
      <w:r w:rsidRPr="00D72CAB">
        <w:rPr>
          <w:i/>
          <w:iCs/>
        </w:rPr>
        <w:t>r</w:t>
      </w:r>
      <w:r w:rsidRPr="00D72CAB">
        <w:rPr>
          <w:i/>
          <w:iCs/>
        </w:rPr>
        <w:t>més.</w:t>
      </w:r>
    </w:p>
    <w:p w14:paraId="3F7529D8" w14:textId="77777777" w:rsidR="00905145" w:rsidRPr="00AF0A23" w:rsidRDefault="00905145" w:rsidP="00905145">
      <w:r w:rsidRPr="00AF0A23">
        <w:t>C’est frais.</w:t>
      </w:r>
    </w:p>
    <w:p w14:paraId="0CD31D03" w14:textId="77777777" w:rsidR="00905145" w:rsidRPr="00D72CAB" w:rsidRDefault="00905145" w:rsidP="00905145">
      <w:pPr>
        <w:pStyle w:val="NormalRetraitGauche4XIndent0"/>
        <w:rPr>
          <w:i/>
          <w:iCs/>
        </w:rPr>
      </w:pPr>
      <w:r w:rsidRPr="00D72CAB">
        <w:rPr>
          <w:i/>
          <w:iCs/>
        </w:rPr>
        <w:t>Il semble s’être assoupi. Comines paraît. Coitier lui fait s</w:t>
      </w:r>
      <w:r w:rsidRPr="00D72CAB">
        <w:rPr>
          <w:i/>
          <w:iCs/>
        </w:rPr>
        <w:t>i</w:t>
      </w:r>
      <w:r w:rsidRPr="00D72CAB">
        <w:rPr>
          <w:i/>
          <w:iCs/>
        </w:rPr>
        <w:t>gne d’approcher sans bruit.</w:t>
      </w:r>
    </w:p>
    <w:p w14:paraId="1A0CB1E4" w14:textId="77777777" w:rsidR="00905145" w:rsidRPr="00AF0A23" w:rsidRDefault="00905145" w:rsidP="00905145">
      <w:pPr>
        <w:ind w:firstLine="0"/>
        <w:jc w:val="center"/>
      </w:pPr>
      <w:r w:rsidRPr="00AF0A23">
        <w:t>TRISTAN</w:t>
      </w:r>
    </w:p>
    <w:p w14:paraId="74113B56" w14:textId="77777777" w:rsidR="00905145" w:rsidRPr="00AF0A23" w:rsidRDefault="00905145" w:rsidP="00905145">
      <w:r w:rsidRPr="00AF0A23">
        <w:t>Comme il est pâle.</w:t>
      </w:r>
    </w:p>
    <w:p w14:paraId="541E4555" w14:textId="77777777" w:rsidR="00905145" w:rsidRPr="00AF0A23" w:rsidRDefault="00905145" w:rsidP="00905145">
      <w:pPr>
        <w:ind w:firstLine="0"/>
        <w:jc w:val="center"/>
      </w:pPr>
      <w:r w:rsidRPr="00AF0A23">
        <w:t>COMINES</w:t>
      </w:r>
    </w:p>
    <w:p w14:paraId="2856A7B8" w14:textId="77777777" w:rsidR="00905145" w:rsidRPr="00AF0A23" w:rsidRDefault="00905145" w:rsidP="00905145">
      <w:r w:rsidRPr="00AF0A23">
        <w:lastRenderedPageBreak/>
        <w:t>Mort ?</w:t>
      </w:r>
    </w:p>
    <w:p w14:paraId="1F6D0F85" w14:textId="77777777" w:rsidR="00905145" w:rsidRPr="00AF0A23" w:rsidRDefault="00905145" w:rsidP="00905145">
      <w:pPr>
        <w:ind w:firstLine="0"/>
        <w:jc w:val="center"/>
      </w:pPr>
      <w:r w:rsidRPr="00AF0A23">
        <w:t>TRISTAN</w:t>
      </w:r>
    </w:p>
    <w:p w14:paraId="35F91458" w14:textId="77777777" w:rsidR="00905145" w:rsidRPr="00AF0A23" w:rsidRDefault="00905145" w:rsidP="00905145">
      <w:pPr>
        <w:ind w:firstLine="0"/>
        <w:jc w:val="center"/>
      </w:pPr>
      <w:r w:rsidRPr="00AF0A23">
        <w:t>Je crois que c’en est fait…</w:t>
      </w:r>
    </w:p>
    <w:p w14:paraId="2F8E4232" w14:textId="77777777" w:rsidR="00905145" w:rsidRPr="00AF0A23" w:rsidRDefault="00905145" w:rsidP="00905145">
      <w:pPr>
        <w:ind w:firstLine="0"/>
        <w:jc w:val="center"/>
      </w:pPr>
      <w:r w:rsidRPr="00AF0A23">
        <w:t>LOUIS XI</w:t>
      </w:r>
    </w:p>
    <w:p w14:paraId="7F8E43EA" w14:textId="77777777" w:rsidR="00905145" w:rsidRPr="00D72CAB" w:rsidRDefault="00905145" w:rsidP="00905145">
      <w:pPr>
        <w:pStyle w:val="NormalRetraitGauche4XIndent0"/>
        <w:rPr>
          <w:i/>
          <w:iCs/>
        </w:rPr>
      </w:pPr>
      <w:r w:rsidRPr="00D72CAB">
        <w:rPr>
          <w:i/>
          <w:iCs/>
        </w:rPr>
        <w:t>Les yeux to</w:t>
      </w:r>
      <w:r w:rsidRPr="00D72CAB">
        <w:rPr>
          <w:i/>
          <w:iCs/>
        </w:rPr>
        <w:t>u</w:t>
      </w:r>
      <w:r w:rsidRPr="00D72CAB">
        <w:rPr>
          <w:i/>
          <w:iCs/>
        </w:rPr>
        <w:t>jours clos.</w:t>
      </w:r>
    </w:p>
    <w:p w14:paraId="0FD05A5A" w14:textId="77777777" w:rsidR="00905145" w:rsidRPr="00AF0A23" w:rsidRDefault="00905145" w:rsidP="00905145">
      <w:pPr>
        <w:pStyle w:val="NormalEspAvt0EspApr0"/>
      </w:pPr>
      <w:r w:rsidRPr="00AF0A23">
        <w:t>Non, Tristan, pas encor.</w:t>
      </w:r>
    </w:p>
    <w:p w14:paraId="4726E95D" w14:textId="77777777" w:rsidR="00905145" w:rsidRPr="00AF0A23" w:rsidRDefault="00905145" w:rsidP="00905145">
      <w:pPr>
        <w:pStyle w:val="NormalEspAvt0EspApr0"/>
      </w:pPr>
      <w:r w:rsidRPr="00AF0A23">
        <w:t>Je suis d’ailleurs bien moins malade qu’on ne pense,</w:t>
      </w:r>
    </w:p>
    <w:p w14:paraId="3AD3773E" w14:textId="77777777" w:rsidR="00905145" w:rsidRPr="00AF0A23" w:rsidRDefault="00905145" w:rsidP="00905145">
      <w:pPr>
        <w:pStyle w:val="NormalEspAvt0EspApr0"/>
      </w:pPr>
      <w:r w:rsidRPr="00AF0A23">
        <w:t>Et l’on s’alarme à tort quand je ferme les yeux.</w:t>
      </w:r>
    </w:p>
    <w:p w14:paraId="5D9252EC" w14:textId="77777777" w:rsidR="00905145" w:rsidRPr="00AF0A23" w:rsidRDefault="00905145" w:rsidP="00905145">
      <w:pPr>
        <w:pStyle w:val="NormalEspAvt0EspApr0"/>
      </w:pPr>
      <w:r w:rsidRPr="00AF0A23">
        <w:t>Il ne faut pas trop se fier aux app</w:t>
      </w:r>
      <w:r w:rsidRPr="00AF0A23">
        <w:t>a</w:t>
      </w:r>
      <w:r w:rsidRPr="00AF0A23">
        <w:t>rences.</w:t>
      </w:r>
    </w:p>
    <w:p w14:paraId="518419ED" w14:textId="77777777" w:rsidR="00905145" w:rsidRPr="00AF0A23" w:rsidRDefault="00905145" w:rsidP="00905145">
      <w:pPr>
        <w:pStyle w:val="NormalEspAvt0EspApr0"/>
      </w:pPr>
      <w:r w:rsidRPr="00AF0A23">
        <w:t>Je vous enterr</w:t>
      </w:r>
      <w:r w:rsidRPr="00AF0A23">
        <w:t>e</w:t>
      </w:r>
      <w:r w:rsidRPr="00AF0A23">
        <w:t>rai peut-être tous les deux…</w:t>
      </w:r>
    </w:p>
    <w:p w14:paraId="53E36C0B" w14:textId="77777777" w:rsidR="00905145" w:rsidRPr="00AF0A23" w:rsidRDefault="00905145" w:rsidP="00905145">
      <w:pPr>
        <w:pStyle w:val="NormalEspAvt0EspApr0"/>
      </w:pPr>
      <w:r w:rsidRPr="00AF0A23">
        <w:t>Coitier ? C’est peu probable, et ce serait dommage…</w:t>
      </w:r>
    </w:p>
    <w:p w14:paraId="56B4BEC2" w14:textId="77777777" w:rsidR="00905145" w:rsidRPr="00AF0A23" w:rsidRDefault="00905145" w:rsidP="00905145">
      <w:pPr>
        <w:pStyle w:val="NormalEspAvt0EspApr0"/>
      </w:pPr>
      <w:r w:rsidRPr="00AF0A23">
        <w:t>Il est trop jeune. Mais nous deux,</w:t>
      </w:r>
    </w:p>
    <w:p w14:paraId="6F06ED5E" w14:textId="77777777" w:rsidR="00905145" w:rsidRPr="00AF0A23" w:rsidRDefault="00905145" w:rsidP="00905145">
      <w:pPr>
        <w:pStyle w:val="NormalEspAvt0EspApr0"/>
      </w:pPr>
      <w:r w:rsidRPr="00AF0A23">
        <w:t>Mon compère Tri</w:t>
      </w:r>
      <w:r w:rsidRPr="00AF0A23">
        <w:t>s</w:t>
      </w:r>
      <w:r w:rsidRPr="00AF0A23">
        <w:t>tan, nous avons le même âge.</w:t>
      </w:r>
    </w:p>
    <w:p w14:paraId="77CD27A1" w14:textId="77777777" w:rsidR="00905145" w:rsidRPr="00AF0A23" w:rsidRDefault="00905145" w:rsidP="00905145">
      <w:pPr>
        <w:pStyle w:val="NormalEspAvt0EspApr0"/>
      </w:pPr>
      <w:r w:rsidRPr="00AF0A23">
        <w:t>Pourquoi serait-ce moi qui m’en irais d’abord ?</w:t>
      </w:r>
    </w:p>
    <w:p w14:paraId="14764EB1" w14:textId="77777777" w:rsidR="00905145" w:rsidRPr="00AF0A23" w:rsidRDefault="00905145" w:rsidP="00905145">
      <w:pPr>
        <w:pStyle w:val="NormalEspAvt0EspApr0"/>
      </w:pPr>
      <w:r w:rsidRPr="00AF0A23">
        <w:t>Si tu pars le pr</w:t>
      </w:r>
      <w:r w:rsidRPr="00AF0A23">
        <w:t>e</w:t>
      </w:r>
      <w:r w:rsidRPr="00AF0A23">
        <w:t>mier,</w:t>
      </w:r>
    </w:p>
    <w:p w14:paraId="19B591E1" w14:textId="77777777" w:rsidR="00905145" w:rsidRPr="00AF0A23" w:rsidRDefault="00905145" w:rsidP="00905145">
      <w:pPr>
        <w:pStyle w:val="NormalEspAvt0EspApr0"/>
      </w:pPr>
      <w:r w:rsidRPr="00AF0A23">
        <w:t>Pense à moi, je t’en prie :</w:t>
      </w:r>
    </w:p>
    <w:p w14:paraId="65AA1357" w14:textId="77777777" w:rsidR="00905145" w:rsidRPr="00AF0A23" w:rsidRDefault="00905145" w:rsidP="00905145">
      <w:pPr>
        <w:pStyle w:val="NormalEspAvt0EspApr0"/>
      </w:pPr>
      <w:r w:rsidRPr="00AF0A23">
        <w:t>Fais-moi ton h</w:t>
      </w:r>
      <w:r w:rsidRPr="00AF0A23">
        <w:t>é</w:t>
      </w:r>
      <w:r w:rsidRPr="00AF0A23">
        <w:t>ritier !</w:t>
      </w:r>
    </w:p>
    <w:p w14:paraId="48B4F00F" w14:textId="77777777" w:rsidR="00905145" w:rsidRPr="00AF0A23" w:rsidRDefault="00905145" w:rsidP="00905145">
      <w:pPr>
        <w:pStyle w:val="NormalEspAvt0EspApr0"/>
      </w:pPr>
      <w:r w:rsidRPr="00AF0A23">
        <w:t>Et rends-moi la moitié</w:t>
      </w:r>
    </w:p>
    <w:p w14:paraId="606A482A" w14:textId="77777777" w:rsidR="00905145" w:rsidRPr="00AF0A23" w:rsidRDefault="00905145" w:rsidP="00905145">
      <w:pPr>
        <w:pStyle w:val="NormalEspAvt0EspApr0"/>
      </w:pPr>
      <w:r w:rsidRPr="00AF0A23">
        <w:t>De ce que tu m’as pris !</w:t>
      </w:r>
    </w:p>
    <w:p w14:paraId="685F4F7E" w14:textId="77777777" w:rsidR="00905145" w:rsidRPr="00D72CAB" w:rsidRDefault="00905145" w:rsidP="00905145">
      <w:pPr>
        <w:pStyle w:val="NormalRetraitGauche4XIndent0"/>
        <w:rPr>
          <w:i/>
          <w:iCs/>
        </w:rPr>
      </w:pPr>
      <w:r w:rsidRPr="00D72CAB">
        <w:rPr>
          <w:i/>
          <w:iCs/>
        </w:rPr>
        <w:t>Il ricane à cette pensée.</w:t>
      </w:r>
    </w:p>
    <w:p w14:paraId="2B79859E" w14:textId="77777777" w:rsidR="00905145" w:rsidRPr="00AF0A23" w:rsidRDefault="00905145" w:rsidP="00905145">
      <w:pPr>
        <w:pStyle w:val="NormalEspAvt0EspApr0"/>
      </w:pPr>
      <w:r w:rsidRPr="00AF0A23">
        <w:t>Oh ! Tristan n’aime pas qu’on parle de sa mort…</w:t>
      </w:r>
    </w:p>
    <w:p w14:paraId="7007C700" w14:textId="77777777" w:rsidR="00905145" w:rsidRPr="00AF0A23" w:rsidRDefault="00905145" w:rsidP="00905145">
      <w:pPr>
        <w:pStyle w:val="NormalEspAvt0EspApr0"/>
      </w:pPr>
      <w:r w:rsidRPr="00AF0A23">
        <w:t>Je n’en parlerai plus.</w:t>
      </w:r>
    </w:p>
    <w:p w14:paraId="756A4B93" w14:textId="77777777" w:rsidR="00905145" w:rsidRPr="00AF0A23" w:rsidRDefault="00905145" w:rsidP="00905145">
      <w:pPr>
        <w:pStyle w:val="NormalEspAvt0EspApr0"/>
      </w:pPr>
      <w:r w:rsidRPr="00AF0A23">
        <w:t>Mais rends-moi la pareille, alors,</w:t>
      </w:r>
    </w:p>
    <w:p w14:paraId="09E23AEB" w14:textId="77777777" w:rsidR="00905145" w:rsidRPr="00AF0A23" w:rsidRDefault="00905145" w:rsidP="00905145">
      <w:pPr>
        <w:pStyle w:val="NormalEspAvt0EspApr0"/>
      </w:pPr>
      <w:r w:rsidRPr="00AF0A23">
        <w:t>Et ne me parle plus de la mienne, veux-tu ?</w:t>
      </w:r>
    </w:p>
    <w:p w14:paraId="46FB0E3B" w14:textId="77777777" w:rsidR="00905145" w:rsidRPr="00D72CAB" w:rsidRDefault="00905145" w:rsidP="00905145">
      <w:pPr>
        <w:pStyle w:val="NormalRetraitGauche4XIndent0"/>
        <w:rPr>
          <w:i/>
          <w:iCs/>
        </w:rPr>
      </w:pPr>
      <w:r w:rsidRPr="00D72CAB">
        <w:rPr>
          <w:i/>
          <w:iCs/>
        </w:rPr>
        <w:t>C’est à ce moment seulement qu’il aperçoit Comines.</w:t>
      </w:r>
    </w:p>
    <w:p w14:paraId="285DC481" w14:textId="77777777" w:rsidR="00905145" w:rsidRPr="00AF0A23" w:rsidRDefault="00905145" w:rsidP="00905145">
      <w:pPr>
        <w:pStyle w:val="NormalEspAvt0EspApr0"/>
      </w:pPr>
      <w:r w:rsidRPr="00AF0A23">
        <w:t>Comines, mon ami… mon cher ami. Bonsoir.</w:t>
      </w:r>
    </w:p>
    <w:p w14:paraId="30483EE3" w14:textId="77777777" w:rsidR="00905145" w:rsidRPr="00AF0A23" w:rsidRDefault="00905145" w:rsidP="00905145">
      <w:pPr>
        <w:pStyle w:val="NormalEspAvt0EspApr0"/>
      </w:pPr>
      <w:r w:rsidRPr="00AF0A23">
        <w:t>Embrasse-moi. Je suis bien aise de te voir.</w:t>
      </w:r>
    </w:p>
    <w:p w14:paraId="5EA162E1" w14:textId="77777777" w:rsidR="00905145" w:rsidRPr="00AF0A23" w:rsidRDefault="00905145" w:rsidP="00905145">
      <w:pPr>
        <w:ind w:firstLine="0"/>
        <w:jc w:val="center"/>
      </w:pPr>
      <w:r w:rsidRPr="00AF0A23">
        <w:lastRenderedPageBreak/>
        <w:t>COMINES</w:t>
      </w:r>
    </w:p>
    <w:p w14:paraId="705B3876" w14:textId="77777777" w:rsidR="00905145" w:rsidRPr="00AF0A23" w:rsidRDefault="00905145" w:rsidP="00905145">
      <w:r w:rsidRPr="00AF0A23">
        <w:t>Le Roi va mieux ?</w:t>
      </w:r>
    </w:p>
    <w:p w14:paraId="76920831" w14:textId="77777777" w:rsidR="00905145" w:rsidRPr="00AF0A23" w:rsidRDefault="00905145" w:rsidP="00905145">
      <w:pPr>
        <w:ind w:firstLine="0"/>
        <w:jc w:val="center"/>
      </w:pPr>
      <w:r w:rsidRPr="00AF0A23">
        <w:t>LOUIS XI</w:t>
      </w:r>
    </w:p>
    <w:p w14:paraId="5B512D6B" w14:textId="77777777" w:rsidR="00905145" w:rsidRPr="00AF0A23" w:rsidRDefault="00905145" w:rsidP="00905145">
      <w:pPr>
        <w:pStyle w:val="NormalEspAvt0EspApr0"/>
      </w:pPr>
      <w:r w:rsidRPr="00AF0A23">
        <w:t>Peut-être un peu…</w:t>
      </w:r>
    </w:p>
    <w:p w14:paraId="5448582F" w14:textId="77777777" w:rsidR="00905145" w:rsidRPr="00AF0A23" w:rsidRDefault="00905145" w:rsidP="00905145">
      <w:pPr>
        <w:pStyle w:val="NormalEspAvt0EspApr0"/>
      </w:pPr>
      <w:r w:rsidRPr="00AF0A23">
        <w:t>Quand il te voit.</w:t>
      </w:r>
    </w:p>
    <w:p w14:paraId="766BD5A4" w14:textId="77777777" w:rsidR="00905145" w:rsidRPr="00AF0A23" w:rsidRDefault="00905145" w:rsidP="00905145">
      <w:pPr>
        <w:pStyle w:val="NormalEspAvt0EspApr0"/>
      </w:pPr>
      <w:r w:rsidRPr="00AF0A23">
        <w:t>Viens t’asseoir là, tout près de moi.</w:t>
      </w:r>
    </w:p>
    <w:p w14:paraId="21EFFB3A" w14:textId="77777777" w:rsidR="00905145" w:rsidRPr="00AF0A23" w:rsidRDefault="00905145" w:rsidP="00905145">
      <w:pPr>
        <w:pStyle w:val="NormalEspAvt0EspApr0"/>
      </w:pPr>
      <w:r w:rsidRPr="00AF0A23">
        <w:t>Mon doux ami fidèle…</w:t>
      </w:r>
    </w:p>
    <w:p w14:paraId="0E85A349" w14:textId="77777777" w:rsidR="00905145" w:rsidRPr="00AF0A23" w:rsidRDefault="00905145" w:rsidP="00905145">
      <w:pPr>
        <w:pStyle w:val="NormalEspAvt0EspApr0"/>
      </w:pPr>
      <w:r w:rsidRPr="00AF0A23">
        <w:t>Au moins m’apportes-tu que</w:t>
      </w:r>
      <w:r w:rsidRPr="00AF0A23">
        <w:t>l</w:t>
      </w:r>
      <w:r w:rsidRPr="00AF0A23">
        <w:t>que bonne nouvelle ?</w:t>
      </w:r>
    </w:p>
    <w:p w14:paraId="37D5D860" w14:textId="77777777" w:rsidR="00905145" w:rsidRPr="00AF0A23" w:rsidRDefault="00905145" w:rsidP="00905145">
      <w:pPr>
        <w:ind w:firstLine="0"/>
        <w:jc w:val="center"/>
      </w:pPr>
      <w:r w:rsidRPr="00AF0A23">
        <w:t>COMINES</w:t>
      </w:r>
    </w:p>
    <w:p w14:paraId="21DA9ED6" w14:textId="77777777" w:rsidR="00905145" w:rsidRPr="00AF0A23" w:rsidRDefault="00905145" w:rsidP="00905145">
      <w:pPr>
        <w:pStyle w:val="NormalEspAvt0EspApr0"/>
      </w:pPr>
      <w:r w:rsidRPr="00AF0A23">
        <w:t>Ce que j’apporte est mieux qu’une bonne nouvelle,</w:t>
      </w:r>
    </w:p>
    <w:p w14:paraId="5B0C47EA" w14:textId="77777777" w:rsidR="00905145" w:rsidRPr="00AF0A23" w:rsidRDefault="00905145" w:rsidP="00905145">
      <w:pPr>
        <w:pStyle w:val="NormalEspAvt0EspApr0"/>
      </w:pPr>
      <w:r w:rsidRPr="00AF0A23">
        <w:t>Et je me réjouis, Sire, de votre joie.</w:t>
      </w:r>
    </w:p>
    <w:p w14:paraId="012FC37D" w14:textId="77777777" w:rsidR="00905145" w:rsidRPr="00AF0A23" w:rsidRDefault="00905145" w:rsidP="00905145">
      <w:pPr>
        <w:pStyle w:val="NormalEspAvt0EspApr0"/>
      </w:pPr>
      <w:r w:rsidRPr="00AF0A23">
        <w:t>Quelque pr</w:t>
      </w:r>
      <w:r w:rsidRPr="00AF0A23">
        <w:t>é</w:t>
      </w:r>
      <w:r w:rsidRPr="00AF0A23">
        <w:t>somption qu’on ait à se vanter</w:t>
      </w:r>
    </w:p>
    <w:p w14:paraId="206B3FF8" w14:textId="77777777" w:rsidR="00905145" w:rsidRPr="00AF0A23" w:rsidRDefault="00905145" w:rsidP="00905145">
      <w:pPr>
        <w:pStyle w:val="NormalEspAvt0EspApr0"/>
      </w:pPr>
      <w:r w:rsidRPr="00AF0A23">
        <w:t>De pouvoir lui complaire,</w:t>
      </w:r>
    </w:p>
    <w:p w14:paraId="4D81D15B" w14:textId="77777777" w:rsidR="00905145" w:rsidRPr="00AF0A23" w:rsidRDefault="00905145" w:rsidP="00905145">
      <w:pPr>
        <w:pStyle w:val="NormalEspAvt0EspApr0"/>
      </w:pPr>
      <w:r w:rsidRPr="00AF0A23">
        <w:t>Ne vais-je pas un peu soulager les sou</w:t>
      </w:r>
      <w:r w:rsidRPr="00AF0A23">
        <w:t>f</w:t>
      </w:r>
      <w:r w:rsidRPr="00AF0A23">
        <w:t>frances.</w:t>
      </w:r>
    </w:p>
    <w:p w14:paraId="0849613F" w14:textId="77777777" w:rsidR="00905145" w:rsidRPr="00AF0A23" w:rsidRDefault="00905145" w:rsidP="00905145">
      <w:pPr>
        <w:pStyle w:val="NormalEspAvt0EspApr0"/>
      </w:pPr>
      <w:r w:rsidRPr="00AF0A23">
        <w:t>De Votre Maje</w:t>
      </w:r>
      <w:r w:rsidRPr="00AF0A23">
        <w:t>s</w:t>
      </w:r>
      <w:r w:rsidRPr="00AF0A23">
        <w:t>té,</w:t>
      </w:r>
    </w:p>
    <w:p w14:paraId="02246D21" w14:textId="77777777" w:rsidR="00905145" w:rsidRPr="00AF0A23" w:rsidRDefault="00905145" w:rsidP="00905145">
      <w:pPr>
        <w:pStyle w:val="NormalEspAvt0EspApr0"/>
      </w:pPr>
      <w:r w:rsidRPr="00AF0A23">
        <w:t>Quand je mets sous ses yeux le pr</w:t>
      </w:r>
      <w:r w:rsidRPr="00AF0A23">
        <w:t>e</w:t>
      </w:r>
      <w:r w:rsidRPr="00AF0A23">
        <w:t>mier exemplaire</w:t>
      </w:r>
    </w:p>
    <w:p w14:paraId="4A7B4A27" w14:textId="77777777" w:rsidR="00905145" w:rsidRPr="00AF0A23" w:rsidRDefault="00905145" w:rsidP="00905145">
      <w:pPr>
        <w:pStyle w:val="NormalEspAvt0EspApr0"/>
      </w:pPr>
      <w:r w:rsidRPr="00AF0A23">
        <w:t>Du livre, le premier, que l’on i</w:t>
      </w:r>
      <w:r w:rsidRPr="00AF0A23">
        <w:t>m</w:t>
      </w:r>
      <w:r w:rsidRPr="00AF0A23">
        <w:t>prime en France ?</w:t>
      </w:r>
    </w:p>
    <w:p w14:paraId="76D898BA" w14:textId="77777777" w:rsidR="00905145" w:rsidRPr="00AF0A23" w:rsidRDefault="00905145" w:rsidP="00905145">
      <w:pPr>
        <w:ind w:firstLine="0"/>
        <w:jc w:val="center"/>
      </w:pPr>
      <w:r w:rsidRPr="00AF0A23">
        <w:t>LOUIS XI</w:t>
      </w:r>
    </w:p>
    <w:p w14:paraId="6E681140" w14:textId="77777777" w:rsidR="00905145" w:rsidRPr="00AF0A23" w:rsidRDefault="00905145" w:rsidP="00905145">
      <w:pPr>
        <w:pStyle w:val="NormalEspAvt0EspApr0"/>
      </w:pPr>
      <w:r w:rsidRPr="00AF0A23">
        <w:t>Ah ! oui, ça c’est très beau… Comme c’est émouvant !</w:t>
      </w:r>
    </w:p>
    <w:p w14:paraId="296AC3DB" w14:textId="77777777" w:rsidR="00905145" w:rsidRPr="00AF0A23" w:rsidRDefault="00905145" w:rsidP="00905145">
      <w:pPr>
        <w:pStyle w:val="NormalEspAvt0EspApr0"/>
      </w:pPr>
      <w:r w:rsidRPr="00AF0A23">
        <w:t>Alors, e</w:t>
      </w:r>
      <w:r w:rsidRPr="00AF0A23">
        <w:t>x</w:t>
      </w:r>
      <w:r w:rsidRPr="00AF0A23">
        <w:t>plique-moi… C’est ainsi qu’on le vend ?</w:t>
      </w:r>
    </w:p>
    <w:p w14:paraId="7FE868EB" w14:textId="77777777" w:rsidR="00905145" w:rsidRPr="00AF0A23" w:rsidRDefault="00905145" w:rsidP="00905145">
      <w:pPr>
        <w:ind w:firstLine="0"/>
        <w:jc w:val="center"/>
      </w:pPr>
      <w:r w:rsidRPr="00AF0A23">
        <w:t>COMINES</w:t>
      </w:r>
    </w:p>
    <w:p w14:paraId="120E00B3" w14:textId="77777777" w:rsidR="00905145" w:rsidRPr="00AF0A23" w:rsidRDefault="00905145" w:rsidP="00905145">
      <w:r w:rsidRPr="00AF0A23">
        <w:t>Mais oui, Sire.</w:t>
      </w:r>
    </w:p>
    <w:p w14:paraId="3E3D9A49" w14:textId="77777777" w:rsidR="00905145" w:rsidRPr="00AF0A23" w:rsidRDefault="00905145" w:rsidP="00905145">
      <w:pPr>
        <w:ind w:firstLine="0"/>
        <w:jc w:val="center"/>
      </w:pPr>
      <w:r w:rsidRPr="00AF0A23">
        <w:t>LOUIS XI</w:t>
      </w:r>
    </w:p>
    <w:p w14:paraId="5C54B264" w14:textId="77777777" w:rsidR="00905145" w:rsidRPr="00AF0A23" w:rsidRDefault="00905145" w:rsidP="00905145">
      <w:r w:rsidRPr="00AF0A23">
        <w:t>Et n’importe qui peut l’acheter ?</w:t>
      </w:r>
    </w:p>
    <w:p w14:paraId="384C984B" w14:textId="77777777" w:rsidR="00905145" w:rsidRPr="00AF0A23" w:rsidRDefault="00905145" w:rsidP="00905145">
      <w:pPr>
        <w:ind w:firstLine="0"/>
        <w:jc w:val="center"/>
      </w:pPr>
      <w:r w:rsidRPr="00AF0A23">
        <w:t>COMINES</w:t>
      </w:r>
    </w:p>
    <w:p w14:paraId="6D7B59A6" w14:textId="77777777" w:rsidR="00905145" w:rsidRPr="00AF0A23" w:rsidRDefault="00905145" w:rsidP="00905145">
      <w:r w:rsidRPr="00AF0A23">
        <w:t>Mais n’importe qui, Sire.</w:t>
      </w:r>
    </w:p>
    <w:p w14:paraId="302B1E6E" w14:textId="77777777" w:rsidR="00905145" w:rsidRPr="00AF0A23" w:rsidRDefault="00905145" w:rsidP="00905145">
      <w:pPr>
        <w:ind w:firstLine="0"/>
        <w:jc w:val="center"/>
      </w:pPr>
      <w:r w:rsidRPr="00AF0A23">
        <w:lastRenderedPageBreak/>
        <w:t>LOUIS XI</w:t>
      </w:r>
    </w:p>
    <w:p w14:paraId="013B35CF" w14:textId="77777777" w:rsidR="00905145" w:rsidRPr="00AF0A23" w:rsidRDefault="00905145" w:rsidP="00905145">
      <w:pPr>
        <w:pStyle w:val="NormalEspAvt0EspApr0"/>
      </w:pPr>
      <w:r w:rsidRPr="00AF0A23">
        <w:t>C’est magnif</w:t>
      </w:r>
      <w:r w:rsidRPr="00AF0A23">
        <w:t>i</w:t>
      </w:r>
      <w:r w:rsidRPr="00AF0A23">
        <w:t>que… évidemment.</w:t>
      </w:r>
    </w:p>
    <w:p w14:paraId="578C037D" w14:textId="77777777" w:rsidR="00905145" w:rsidRPr="00AF0A23" w:rsidRDefault="00905145" w:rsidP="00905145">
      <w:pPr>
        <w:pStyle w:val="NormalEspAvt0EspApr0"/>
      </w:pPr>
      <w:r w:rsidRPr="00AF0A23">
        <w:t>Mais que c’est grave… Pense donc :</w:t>
      </w:r>
    </w:p>
    <w:p w14:paraId="316EC295" w14:textId="77777777" w:rsidR="00905145" w:rsidRPr="00AF0A23" w:rsidRDefault="00905145" w:rsidP="00905145">
      <w:pPr>
        <w:pStyle w:val="NormalEspAvt0EspApr0"/>
      </w:pPr>
      <w:r w:rsidRPr="00AF0A23">
        <w:t>N’importe qui peut l’acheter… C’est e</w:t>
      </w:r>
      <w:r w:rsidRPr="00AF0A23">
        <w:t>f</w:t>
      </w:r>
      <w:r w:rsidRPr="00AF0A23">
        <w:t>frayant !</w:t>
      </w:r>
    </w:p>
    <w:p w14:paraId="012B89DA" w14:textId="77777777" w:rsidR="00905145" w:rsidRPr="00AF0A23" w:rsidRDefault="00905145" w:rsidP="00905145">
      <w:pPr>
        <w:pStyle w:val="NormalEspAvt0EspApr0"/>
      </w:pPr>
      <w:r w:rsidRPr="00AF0A23">
        <w:t>Combien, ce l</w:t>
      </w:r>
      <w:r w:rsidRPr="00AF0A23">
        <w:t>i</w:t>
      </w:r>
      <w:r w:rsidRPr="00AF0A23">
        <w:t>vre, le vend-on ?</w:t>
      </w:r>
    </w:p>
    <w:p w14:paraId="7E541AC0" w14:textId="77777777" w:rsidR="00905145" w:rsidRPr="00AF0A23" w:rsidRDefault="00905145" w:rsidP="00905145">
      <w:pPr>
        <w:ind w:firstLine="0"/>
        <w:jc w:val="center"/>
      </w:pPr>
      <w:r w:rsidRPr="00AF0A23">
        <w:t>COMINES</w:t>
      </w:r>
    </w:p>
    <w:p w14:paraId="7B933E8B" w14:textId="77777777" w:rsidR="00905145" w:rsidRPr="00AF0A23" w:rsidRDefault="00905145" w:rsidP="00905145">
      <w:r w:rsidRPr="00AF0A23">
        <w:t>On en demande deux écus.</w:t>
      </w:r>
    </w:p>
    <w:p w14:paraId="5AD35D8B" w14:textId="77777777" w:rsidR="00905145" w:rsidRPr="00AF0A23" w:rsidRDefault="00905145" w:rsidP="00905145">
      <w:pPr>
        <w:ind w:firstLine="0"/>
        <w:jc w:val="center"/>
      </w:pPr>
      <w:r w:rsidRPr="00AF0A23">
        <w:t>LOUIS XI</w:t>
      </w:r>
    </w:p>
    <w:p w14:paraId="79B891DB" w14:textId="77777777" w:rsidR="00905145" w:rsidRPr="00AF0A23" w:rsidRDefault="00905145" w:rsidP="00905145">
      <w:r w:rsidRPr="00AF0A23">
        <w:t>Ce n’est pas cher.</w:t>
      </w:r>
    </w:p>
    <w:p w14:paraId="38C08222" w14:textId="77777777" w:rsidR="00905145" w:rsidRPr="00AF0A23" w:rsidRDefault="00905145" w:rsidP="00905145">
      <w:pPr>
        <w:ind w:firstLine="0"/>
        <w:jc w:val="center"/>
      </w:pPr>
      <w:r w:rsidRPr="00AF0A23">
        <w:t>COMINES</w:t>
      </w:r>
    </w:p>
    <w:p w14:paraId="4C4D2AB1" w14:textId="77777777" w:rsidR="00905145" w:rsidRPr="00AF0A23" w:rsidRDefault="00905145" w:rsidP="00905145">
      <w:pPr>
        <w:pStyle w:val="NormalEspAvt0EspApr0"/>
      </w:pPr>
      <w:r w:rsidRPr="00AF0A23">
        <w:t>De tout ce que le Roi Louis XI a pu faire</w:t>
      </w:r>
    </w:p>
    <w:p w14:paraId="476BA80F" w14:textId="77777777" w:rsidR="00905145" w:rsidRPr="00AF0A23" w:rsidRDefault="00905145" w:rsidP="00905145">
      <w:pPr>
        <w:pStyle w:val="NormalEspAvt0EspApr0"/>
      </w:pPr>
      <w:r w:rsidRPr="00AF0A23">
        <w:t>Pour son pays,</w:t>
      </w:r>
    </w:p>
    <w:p w14:paraId="081B2689" w14:textId="77777777" w:rsidR="00905145" w:rsidRPr="00AF0A23" w:rsidRDefault="00905145" w:rsidP="00905145">
      <w:pPr>
        <w:pStyle w:val="NormalEspAvt0EspApr0"/>
      </w:pPr>
      <w:r w:rsidRPr="00AF0A23">
        <w:t>De tout ce dont on gardera la souv</w:t>
      </w:r>
      <w:r w:rsidRPr="00AF0A23">
        <w:t>e</w:t>
      </w:r>
      <w:r w:rsidRPr="00AF0A23">
        <w:t>nance,</w:t>
      </w:r>
    </w:p>
    <w:p w14:paraId="14A21C81" w14:textId="77777777" w:rsidR="00905145" w:rsidRPr="00AF0A23" w:rsidRDefault="00905145" w:rsidP="00905145">
      <w:pPr>
        <w:pStyle w:val="NormalEspAvt0EspApr0"/>
      </w:pPr>
      <w:r w:rsidRPr="00AF0A23">
        <w:t>Sire, pendant lon</w:t>
      </w:r>
      <w:r w:rsidRPr="00AF0A23">
        <w:t>g</w:t>
      </w:r>
      <w:r w:rsidRPr="00AF0A23">
        <w:t>temps,</w:t>
      </w:r>
    </w:p>
    <w:p w14:paraId="2A2C4653" w14:textId="77777777" w:rsidR="00905145" w:rsidRPr="00AF0A23" w:rsidRDefault="00905145" w:rsidP="00905145">
      <w:pPr>
        <w:pStyle w:val="NormalEspAvt0EspApr0"/>
      </w:pPr>
      <w:r w:rsidRPr="00AF0A23">
        <w:t>Je ne vois rien, à mon avis,</w:t>
      </w:r>
    </w:p>
    <w:p w14:paraId="7F92A03C" w14:textId="77777777" w:rsidR="00905145" w:rsidRPr="00AF0A23" w:rsidRDefault="00905145" w:rsidP="00905145">
      <w:pPr>
        <w:pStyle w:val="NormalEspAvt0EspApr0"/>
      </w:pPr>
      <w:r w:rsidRPr="00AF0A23">
        <w:t>Qui soit plus i</w:t>
      </w:r>
      <w:r w:rsidRPr="00AF0A23">
        <w:t>m</w:t>
      </w:r>
      <w:r w:rsidRPr="00AF0A23">
        <w:t>portant</w:t>
      </w:r>
    </w:p>
    <w:p w14:paraId="371A25F1" w14:textId="77777777" w:rsidR="00905145" w:rsidRPr="00AF0A23" w:rsidRDefault="00905145" w:rsidP="00905145">
      <w:pPr>
        <w:pStyle w:val="NormalEspAvt0EspApr0"/>
      </w:pPr>
      <w:r w:rsidRPr="00AF0A23">
        <w:t>Que d’avoir i</w:t>
      </w:r>
      <w:r w:rsidRPr="00AF0A23">
        <w:t>m</w:t>
      </w:r>
      <w:r w:rsidRPr="00AF0A23">
        <w:t>posé l’imprimerie en France.</w:t>
      </w:r>
    </w:p>
    <w:p w14:paraId="012E6A0B" w14:textId="77777777" w:rsidR="00905145" w:rsidRPr="00AF0A23" w:rsidRDefault="00905145" w:rsidP="00905145">
      <w:pPr>
        <w:pStyle w:val="NormalEspAvt0EspApr0"/>
      </w:pPr>
      <w:r w:rsidRPr="00AF0A23">
        <w:t>Car tous ces i</w:t>
      </w:r>
      <w:r w:rsidRPr="00AF0A23">
        <w:t>m</w:t>
      </w:r>
      <w:r w:rsidRPr="00AF0A23">
        <w:t>primeurs, c’est bien vous, Sire,</w:t>
      </w:r>
    </w:p>
    <w:p w14:paraId="6CA6D327" w14:textId="77777777" w:rsidR="00905145" w:rsidRPr="00AF0A23" w:rsidRDefault="00905145" w:rsidP="00905145">
      <w:pPr>
        <w:pStyle w:val="NormalEspAvt0EspApr0"/>
      </w:pPr>
      <w:r w:rsidRPr="00AF0A23">
        <w:t>Qui d’Allemagne, un jour, les avez fait v</w:t>
      </w:r>
      <w:r w:rsidRPr="00AF0A23">
        <w:t>e</w:t>
      </w:r>
      <w:r w:rsidRPr="00AF0A23">
        <w:t>nir ?</w:t>
      </w:r>
    </w:p>
    <w:p w14:paraId="56FF70FC" w14:textId="77777777" w:rsidR="00905145" w:rsidRPr="00AF0A23" w:rsidRDefault="00905145" w:rsidP="00905145">
      <w:pPr>
        <w:ind w:firstLine="0"/>
        <w:jc w:val="center"/>
      </w:pPr>
      <w:r w:rsidRPr="00AF0A23">
        <w:t>LOUIS XI</w:t>
      </w:r>
    </w:p>
    <w:p w14:paraId="209E55A1" w14:textId="77777777" w:rsidR="00905145" w:rsidRPr="00AF0A23" w:rsidRDefault="00905145" w:rsidP="00905145">
      <w:pPr>
        <w:pStyle w:val="NormalEspAvt0EspApr0"/>
      </w:pPr>
      <w:r w:rsidRPr="00AF0A23">
        <w:t>Ne m’en fais pas trop souvenir,</w:t>
      </w:r>
    </w:p>
    <w:p w14:paraId="7547D268" w14:textId="77777777" w:rsidR="00905145" w:rsidRPr="00AF0A23" w:rsidRDefault="00905145" w:rsidP="00905145">
      <w:pPr>
        <w:pStyle w:val="NormalEspAvt0EspApr0"/>
      </w:pPr>
      <w:r w:rsidRPr="00AF0A23">
        <w:t>Je commence à le regretter.</w:t>
      </w:r>
    </w:p>
    <w:p w14:paraId="5F5FE693" w14:textId="77777777" w:rsidR="00905145" w:rsidRPr="00AF0A23" w:rsidRDefault="00905145" w:rsidP="00905145">
      <w:pPr>
        <w:pStyle w:val="NormalEspAvt0EspApr0"/>
      </w:pPr>
      <w:r w:rsidRPr="00AF0A23">
        <w:t>Deux écus, mon ami, réfléchis, ce n’est rien !</w:t>
      </w:r>
    </w:p>
    <w:p w14:paraId="7D1D8CE9" w14:textId="77777777" w:rsidR="00905145" w:rsidRPr="00AF0A23" w:rsidRDefault="00905145" w:rsidP="00905145">
      <w:pPr>
        <w:pStyle w:val="NormalEspAvt0EspApr0"/>
      </w:pPr>
      <w:r w:rsidRPr="00AF0A23">
        <w:t>Tant qu’on n’imprimera</w:t>
      </w:r>
    </w:p>
    <w:p w14:paraId="71B3BBFB" w14:textId="77777777" w:rsidR="00905145" w:rsidRPr="00AF0A23" w:rsidRDefault="00905145" w:rsidP="00905145">
      <w:pPr>
        <w:pStyle w:val="NormalEspAvt0EspApr0"/>
      </w:pPr>
      <w:r w:rsidRPr="00AF0A23">
        <w:t>Que des chron</w:t>
      </w:r>
      <w:r w:rsidRPr="00AF0A23">
        <w:t>i</w:t>
      </w:r>
      <w:r w:rsidRPr="00AF0A23">
        <w:t>ques, des poèmes, je veux bien…</w:t>
      </w:r>
    </w:p>
    <w:p w14:paraId="173F7769" w14:textId="77777777" w:rsidR="00905145" w:rsidRPr="00AF0A23" w:rsidRDefault="00905145" w:rsidP="00905145">
      <w:pPr>
        <w:pStyle w:val="NormalEspAvt0EspApr0"/>
      </w:pPr>
      <w:r w:rsidRPr="00AF0A23">
        <w:t>Mais comme il va falloir surveiller ces gens-là !</w:t>
      </w:r>
    </w:p>
    <w:p w14:paraId="78D4A7EB" w14:textId="77777777" w:rsidR="00905145" w:rsidRPr="00AF0A23" w:rsidRDefault="00905145" w:rsidP="00905145">
      <w:pPr>
        <w:pStyle w:val="NormalEspAvt0EspApr0"/>
      </w:pPr>
      <w:r w:rsidRPr="00AF0A23">
        <w:t>Songez au mal qu’ils peuvent faire, c’est terrible !</w:t>
      </w:r>
    </w:p>
    <w:p w14:paraId="113AEC18" w14:textId="77777777" w:rsidR="00905145" w:rsidRPr="00AF0A23" w:rsidRDefault="00905145" w:rsidP="00905145">
      <w:pPr>
        <w:pStyle w:val="NormalEspAvt0EspApr0"/>
      </w:pPr>
      <w:r w:rsidRPr="00AF0A23">
        <w:t>En tout cas,</w:t>
      </w:r>
    </w:p>
    <w:p w14:paraId="1C8002CD" w14:textId="77777777" w:rsidR="00905145" w:rsidRPr="00AF0A23" w:rsidRDefault="00905145" w:rsidP="00905145">
      <w:pPr>
        <w:pStyle w:val="NormalEspAvt0EspApr0"/>
      </w:pPr>
      <w:r w:rsidRPr="00AF0A23">
        <w:lastRenderedPageBreak/>
        <w:t>Vous leur avez bien dit, je pense, n’est-ce pas,</w:t>
      </w:r>
    </w:p>
    <w:p w14:paraId="75F84125" w14:textId="77777777" w:rsidR="00905145" w:rsidRPr="00AF0A23" w:rsidRDefault="00905145" w:rsidP="00905145">
      <w:pPr>
        <w:pStyle w:val="NormalEspAvt0EspApr0"/>
      </w:pPr>
      <w:r w:rsidRPr="00AF0A23">
        <w:t>Qu’ils devaient à jamais</w:t>
      </w:r>
    </w:p>
    <w:p w14:paraId="4FE81E01" w14:textId="77777777" w:rsidR="00905145" w:rsidRPr="00AF0A23" w:rsidRDefault="00905145" w:rsidP="00905145">
      <w:pPr>
        <w:pStyle w:val="NormalEspAvt0EspApr0"/>
      </w:pPr>
      <w:r w:rsidRPr="00AF0A23">
        <w:t>Renoncer à l’idée</w:t>
      </w:r>
    </w:p>
    <w:p w14:paraId="16D3E60E" w14:textId="77777777" w:rsidR="00905145" w:rsidRPr="00AF0A23" w:rsidRDefault="00905145" w:rsidP="00905145">
      <w:pPr>
        <w:pStyle w:val="NormalEspAvt0EspApr0"/>
      </w:pPr>
      <w:r w:rsidRPr="00AF0A23">
        <w:t xml:space="preserve">De publier </w:t>
      </w:r>
      <w:smartTag w:uri="urn:schemas-microsoft-com:office:smarttags" w:element="PersonName">
        <w:smartTagPr>
          <w:attr w:name="ProductID" w:val="la Bible"/>
        </w:smartTagPr>
        <w:r w:rsidRPr="00AF0A23">
          <w:t>la B</w:t>
        </w:r>
        <w:r w:rsidRPr="00AF0A23">
          <w:t>i</w:t>
        </w:r>
        <w:r w:rsidRPr="00AF0A23">
          <w:t>ble</w:t>
        </w:r>
      </w:smartTag>
    </w:p>
    <w:p w14:paraId="5A2D6AD2" w14:textId="77777777" w:rsidR="00905145" w:rsidRPr="00AF0A23" w:rsidRDefault="00905145" w:rsidP="00905145">
      <w:pPr>
        <w:pStyle w:val="NormalEspAvt0EspApr0"/>
      </w:pPr>
      <w:r w:rsidRPr="00AF0A23">
        <w:t>En fra</w:t>
      </w:r>
      <w:r w:rsidRPr="00AF0A23">
        <w:t>n</w:t>
      </w:r>
      <w:r w:rsidRPr="00AF0A23">
        <w:t>çais ?</w:t>
      </w:r>
    </w:p>
    <w:p w14:paraId="1B67DBEC" w14:textId="77777777" w:rsidR="00905145" w:rsidRPr="00AF0A23" w:rsidRDefault="00905145" w:rsidP="00905145">
      <w:pPr>
        <w:ind w:firstLine="0"/>
        <w:jc w:val="center"/>
      </w:pPr>
      <w:r w:rsidRPr="00AF0A23">
        <w:t>COMINES</w:t>
      </w:r>
    </w:p>
    <w:p w14:paraId="7A6CBA35" w14:textId="77777777" w:rsidR="00905145" w:rsidRPr="00AF0A23" w:rsidRDefault="00905145" w:rsidP="00905145">
      <w:r w:rsidRPr="00AF0A23">
        <w:t>Ils le savent, Se</w:t>
      </w:r>
      <w:r w:rsidRPr="00AF0A23">
        <w:t>i</w:t>
      </w:r>
      <w:r w:rsidRPr="00AF0A23">
        <w:t>gneur.</w:t>
      </w:r>
    </w:p>
    <w:p w14:paraId="38307C6A" w14:textId="77777777" w:rsidR="00905145" w:rsidRPr="00AF0A23" w:rsidRDefault="00905145" w:rsidP="00905145">
      <w:pPr>
        <w:ind w:firstLine="0"/>
        <w:jc w:val="center"/>
      </w:pPr>
      <w:r w:rsidRPr="00AF0A23">
        <w:t>LOUIS XI</w:t>
      </w:r>
    </w:p>
    <w:p w14:paraId="3721BD68" w14:textId="77777777" w:rsidR="00905145" w:rsidRPr="00AF0A23" w:rsidRDefault="00905145" w:rsidP="00905145">
      <w:r w:rsidRPr="00AF0A23">
        <w:t>Sur ce point-là surtout que l’on soit i</w:t>
      </w:r>
      <w:r w:rsidRPr="00AF0A23">
        <w:t>n</w:t>
      </w:r>
      <w:r w:rsidRPr="00AF0A23">
        <w:t>flexible.</w:t>
      </w:r>
    </w:p>
    <w:p w14:paraId="246C22E3" w14:textId="77777777" w:rsidR="00905145" w:rsidRPr="00AF0A23" w:rsidRDefault="00905145" w:rsidP="00905145">
      <w:pPr>
        <w:ind w:firstLine="0"/>
        <w:jc w:val="center"/>
      </w:pPr>
      <w:r w:rsidRPr="00AF0A23">
        <w:t>COITIER</w:t>
      </w:r>
    </w:p>
    <w:p w14:paraId="63832BB7" w14:textId="77777777" w:rsidR="00905145" w:rsidRPr="00AF0A23" w:rsidRDefault="00905145" w:rsidP="00905145">
      <w:r w:rsidRPr="00AF0A23">
        <w:t>Quoi, le Roi ne veut pas qu’on i</w:t>
      </w:r>
      <w:r w:rsidRPr="00AF0A23">
        <w:t>m</w:t>
      </w:r>
      <w:r w:rsidRPr="00AF0A23">
        <w:t>prime la Bible ?</w:t>
      </w:r>
    </w:p>
    <w:p w14:paraId="3A30EFBC" w14:textId="77777777" w:rsidR="00905145" w:rsidRPr="00AF0A23" w:rsidRDefault="00905145" w:rsidP="00905145">
      <w:pPr>
        <w:ind w:firstLine="0"/>
        <w:jc w:val="center"/>
      </w:pPr>
      <w:r w:rsidRPr="00AF0A23">
        <w:t>LOUIS XI</w:t>
      </w:r>
    </w:p>
    <w:p w14:paraId="0269DA7D" w14:textId="77777777" w:rsidR="00905145" w:rsidRPr="00AF0A23" w:rsidRDefault="00905145" w:rsidP="00905145">
      <w:r w:rsidRPr="00AF0A23">
        <w:t>Ah ! Non…</w:t>
      </w:r>
    </w:p>
    <w:p w14:paraId="31EFA30F" w14:textId="77777777" w:rsidR="00905145" w:rsidRPr="00AF0A23" w:rsidRDefault="00905145" w:rsidP="00905145">
      <w:pPr>
        <w:ind w:firstLine="0"/>
        <w:jc w:val="center"/>
      </w:pPr>
      <w:r w:rsidRPr="00AF0A23">
        <w:t>COMINES</w:t>
      </w:r>
    </w:p>
    <w:p w14:paraId="514F5263" w14:textId="77777777" w:rsidR="00905145" w:rsidRPr="00AF0A23" w:rsidRDefault="00905145" w:rsidP="00905145">
      <w:r w:rsidRPr="00AF0A23">
        <w:t>Même en latin, le Roi n’a pas voulu.</w:t>
      </w:r>
    </w:p>
    <w:p w14:paraId="6B188BEF" w14:textId="77777777" w:rsidR="00905145" w:rsidRPr="00AF0A23" w:rsidRDefault="00905145" w:rsidP="00905145">
      <w:pPr>
        <w:ind w:firstLine="0"/>
        <w:jc w:val="center"/>
      </w:pPr>
      <w:r w:rsidRPr="00AF0A23">
        <w:t>COITIER</w:t>
      </w:r>
    </w:p>
    <w:p w14:paraId="27BD4636" w14:textId="77777777" w:rsidR="00905145" w:rsidRPr="00AF0A23" w:rsidRDefault="00905145" w:rsidP="00905145">
      <w:r w:rsidRPr="00AF0A23">
        <w:t>Je comprends mal pourquoi…</w:t>
      </w:r>
    </w:p>
    <w:p w14:paraId="233B5F29" w14:textId="77777777" w:rsidR="00905145" w:rsidRPr="00AF0A23" w:rsidRDefault="00905145" w:rsidP="00905145">
      <w:pPr>
        <w:pStyle w:val="NormalEspAvt0EspApr0"/>
      </w:pPr>
      <w:r w:rsidRPr="00AF0A23">
        <w:t>LOUIS XI</w:t>
      </w:r>
    </w:p>
    <w:p w14:paraId="37BE5DB2" w14:textId="77777777" w:rsidR="00905145" w:rsidRPr="00AF0A23" w:rsidRDefault="00905145" w:rsidP="00905145">
      <w:pPr>
        <w:pStyle w:val="NormalEspAvt0EspApr0"/>
      </w:pPr>
      <w:r w:rsidRPr="00AF0A23">
        <w:t>Vous ne l’avez pas lue !</w:t>
      </w:r>
    </w:p>
    <w:p w14:paraId="1D1D392D" w14:textId="77777777" w:rsidR="00905145" w:rsidRPr="00AF0A23" w:rsidRDefault="00905145" w:rsidP="00905145">
      <w:pPr>
        <w:pStyle w:val="NormalEspAvt0EspApr0"/>
      </w:pPr>
      <w:r w:rsidRPr="00AF0A23">
        <w:t>La Bible ? Eh bien, merci…</w:t>
      </w:r>
    </w:p>
    <w:p w14:paraId="05274014" w14:textId="77777777" w:rsidR="00905145" w:rsidRPr="00AF0A23" w:rsidRDefault="00905145" w:rsidP="00905145">
      <w:pPr>
        <w:pStyle w:val="NormalEspAvt0EspApr0"/>
      </w:pPr>
      <w:r w:rsidRPr="00AF0A23">
        <w:t>Qu’on l’imprime demain,</w:t>
      </w:r>
    </w:p>
    <w:p w14:paraId="4DD1F2BE" w14:textId="77777777" w:rsidR="00905145" w:rsidRPr="00AF0A23" w:rsidRDefault="00905145" w:rsidP="00905145">
      <w:pPr>
        <w:pStyle w:val="NormalEspAvt0EspApr0"/>
      </w:pPr>
      <w:r w:rsidRPr="00AF0A23">
        <w:t>Qu’on la vende, tenez, comme ce l</w:t>
      </w:r>
      <w:r w:rsidRPr="00AF0A23">
        <w:t>i</w:t>
      </w:r>
      <w:r w:rsidRPr="00AF0A23">
        <w:t>vre-ci,</w:t>
      </w:r>
    </w:p>
    <w:p w14:paraId="0A5A34B3" w14:textId="77777777" w:rsidR="00905145" w:rsidRPr="00AF0A23" w:rsidRDefault="00905145" w:rsidP="00905145">
      <w:pPr>
        <w:pStyle w:val="NormalEspAvt0EspApr0"/>
      </w:pPr>
      <w:r w:rsidRPr="00AF0A23">
        <w:t>Qu’elle passe de mains en mains,</w:t>
      </w:r>
    </w:p>
    <w:p w14:paraId="41A46A0E" w14:textId="77777777" w:rsidR="00905145" w:rsidRPr="00AF0A23" w:rsidRDefault="00905145" w:rsidP="00905145">
      <w:pPr>
        <w:pStyle w:val="NormalEspAvt0EspApr0"/>
      </w:pPr>
      <w:r w:rsidRPr="00AF0A23">
        <w:t>Et dans quarante ans vous verrez</w:t>
      </w:r>
    </w:p>
    <w:p w14:paraId="5B85694F" w14:textId="77777777" w:rsidR="00905145" w:rsidRPr="00AF0A23" w:rsidRDefault="00905145" w:rsidP="00905145">
      <w:pPr>
        <w:pStyle w:val="NormalEspAvt0EspApr0"/>
      </w:pPr>
      <w:r w:rsidRPr="00AF0A23">
        <w:t>Ce que c’est</w:t>
      </w:r>
    </w:p>
    <w:p w14:paraId="2825EDD1" w14:textId="77777777" w:rsidR="00905145" w:rsidRPr="00AF0A23" w:rsidRDefault="00905145" w:rsidP="00905145">
      <w:pPr>
        <w:pStyle w:val="NormalEspAvt0EspApr0"/>
      </w:pPr>
      <w:r w:rsidRPr="00AF0A23">
        <w:t>Que de dire</w:t>
      </w:r>
    </w:p>
    <w:p w14:paraId="522136E7" w14:textId="77777777" w:rsidR="00905145" w:rsidRPr="00AF0A23" w:rsidRDefault="00905145" w:rsidP="00905145">
      <w:pPr>
        <w:pStyle w:val="NormalEspAvt0EspApr0"/>
      </w:pPr>
      <w:r w:rsidRPr="00AF0A23">
        <w:lastRenderedPageBreak/>
        <w:t>Aux Français :</w:t>
      </w:r>
    </w:p>
    <w:p w14:paraId="5F441CCC" w14:textId="77777777" w:rsidR="00905145" w:rsidRPr="00AF0A23" w:rsidRDefault="00905145" w:rsidP="00905145">
      <w:pPr>
        <w:pStyle w:val="NormalEspAvt0EspApr0"/>
      </w:pPr>
      <w:r w:rsidRPr="00AF0A23">
        <w:t>Voilà deux rel</w:t>
      </w:r>
      <w:r w:rsidRPr="00AF0A23">
        <w:t>i</w:t>
      </w:r>
      <w:r w:rsidRPr="00AF0A23">
        <w:t>gions, vous n’avez qu’à choisir !</w:t>
      </w:r>
    </w:p>
    <w:p w14:paraId="5311B8FE" w14:textId="77777777" w:rsidR="00905145" w:rsidRPr="00AF0A23" w:rsidRDefault="00905145" w:rsidP="00905145">
      <w:pPr>
        <w:pStyle w:val="NormalEspAvt0EspApr0"/>
      </w:pPr>
      <w:r w:rsidRPr="00AF0A23">
        <w:t>Le monde est bête – prenez garde – et si méchant !</w:t>
      </w:r>
    </w:p>
    <w:p w14:paraId="69F2BDEA" w14:textId="77777777" w:rsidR="00905145" w:rsidRPr="00AF0A23" w:rsidRDefault="00905145" w:rsidP="00905145">
      <w:pPr>
        <w:pStyle w:val="NormalEspAvt0EspApr0"/>
      </w:pPr>
      <w:r w:rsidRPr="00AF0A23">
        <w:t>Et, le plus so</w:t>
      </w:r>
      <w:r w:rsidRPr="00AF0A23">
        <w:t>u</w:t>
      </w:r>
      <w:r w:rsidRPr="00AF0A23">
        <w:t>vent, les progrès</w:t>
      </w:r>
    </w:p>
    <w:p w14:paraId="206CAB74" w14:textId="77777777" w:rsidR="00905145" w:rsidRPr="00AF0A23" w:rsidRDefault="00905145" w:rsidP="00905145">
      <w:pPr>
        <w:pStyle w:val="NormalEspAvt0EspApr0"/>
      </w:pPr>
      <w:r w:rsidRPr="00AF0A23">
        <w:t>Sont des armes à deux tranchants.</w:t>
      </w:r>
    </w:p>
    <w:p w14:paraId="03FA34C5" w14:textId="77777777" w:rsidR="00905145" w:rsidRPr="00AF0A23" w:rsidRDefault="00905145" w:rsidP="00905145">
      <w:pPr>
        <w:pStyle w:val="NormalEspAvt0EspApr0"/>
      </w:pPr>
      <w:r w:rsidRPr="00AF0A23">
        <w:t>On ne pense qu’à son pays, qu’à ses s</w:t>
      </w:r>
      <w:r w:rsidRPr="00AF0A23">
        <w:t>u</w:t>
      </w:r>
      <w:r w:rsidRPr="00AF0A23">
        <w:t>jets,</w:t>
      </w:r>
    </w:p>
    <w:p w14:paraId="30C722D0" w14:textId="77777777" w:rsidR="00905145" w:rsidRPr="00AF0A23" w:rsidRDefault="00905145" w:rsidP="00905145">
      <w:pPr>
        <w:pStyle w:val="NormalEspAvt0EspApr0"/>
      </w:pPr>
      <w:r w:rsidRPr="00AF0A23">
        <w:t>En vue de leur bonheur on fait mille projets…</w:t>
      </w:r>
    </w:p>
    <w:p w14:paraId="628F56B5" w14:textId="77777777" w:rsidR="00905145" w:rsidRPr="00AF0A23" w:rsidRDefault="00905145" w:rsidP="00905145">
      <w:pPr>
        <w:pStyle w:val="NormalEspAvt0EspApr0"/>
      </w:pPr>
      <w:r w:rsidRPr="00AF0A23">
        <w:t>On croit pouvoir les rendre heureux, ce n’est pas vrai !</w:t>
      </w:r>
    </w:p>
    <w:p w14:paraId="2FFE5318" w14:textId="77777777" w:rsidR="00905145" w:rsidRPr="00AF0A23" w:rsidRDefault="00905145" w:rsidP="00905145">
      <w:pPr>
        <w:pStyle w:val="NormalEspAvt0EspApr0"/>
      </w:pPr>
      <w:r w:rsidRPr="00AF0A23">
        <w:t>Ceux qui ne sont ni bêtes, ni méchants sont fous…</w:t>
      </w:r>
    </w:p>
    <w:p w14:paraId="4AC6846D" w14:textId="77777777" w:rsidR="00905145" w:rsidRPr="00AF0A23" w:rsidRDefault="00905145" w:rsidP="00905145">
      <w:pPr>
        <w:pStyle w:val="NormalEspAvt0EspApr0"/>
      </w:pPr>
      <w:r w:rsidRPr="00AF0A23">
        <w:t>Et ce qu’on fait pour eux se tourne contre vous.</w:t>
      </w:r>
    </w:p>
    <w:p w14:paraId="3CD33917" w14:textId="77777777" w:rsidR="00905145" w:rsidRPr="00AF0A23" w:rsidRDefault="00905145" w:rsidP="00905145">
      <w:pPr>
        <w:pStyle w:val="NormalEspAvt0EspApr0"/>
      </w:pPr>
      <w:r w:rsidRPr="00AF0A23">
        <w:t>Quand j’ai créé la poste aux chevaux, j’ai pensé</w:t>
      </w:r>
    </w:p>
    <w:p w14:paraId="0E420BFD" w14:textId="77777777" w:rsidR="00905145" w:rsidRPr="00AF0A23" w:rsidRDefault="00905145" w:rsidP="00905145">
      <w:pPr>
        <w:pStyle w:val="NormalEspAvt0EspApr0"/>
      </w:pPr>
      <w:r w:rsidRPr="00AF0A23">
        <w:t>Qu’ils allaient s’en servir au moins util</w:t>
      </w:r>
      <w:r w:rsidRPr="00AF0A23">
        <w:t>e</w:t>
      </w:r>
      <w:r w:rsidRPr="00AF0A23">
        <w:t>ment…</w:t>
      </w:r>
    </w:p>
    <w:p w14:paraId="16D29A37" w14:textId="77777777" w:rsidR="00905145" w:rsidRPr="00AF0A23" w:rsidRDefault="00905145" w:rsidP="00905145">
      <w:pPr>
        <w:ind w:firstLine="0"/>
        <w:jc w:val="center"/>
      </w:pPr>
      <w:r w:rsidRPr="00AF0A23">
        <w:t>COITIER</w:t>
      </w:r>
    </w:p>
    <w:p w14:paraId="2872F764" w14:textId="77777777" w:rsidR="00905145" w:rsidRPr="00AF0A23" w:rsidRDefault="00905145" w:rsidP="00905145">
      <w:r w:rsidRPr="00AF0A23">
        <w:t>Eh bien ?</w:t>
      </w:r>
    </w:p>
    <w:p w14:paraId="5D896EC6" w14:textId="77777777" w:rsidR="00905145" w:rsidRPr="00AF0A23" w:rsidRDefault="00905145" w:rsidP="00905145">
      <w:pPr>
        <w:ind w:firstLine="0"/>
        <w:jc w:val="center"/>
      </w:pPr>
      <w:r w:rsidRPr="00AF0A23">
        <w:t>LOUIS XI</w:t>
      </w:r>
    </w:p>
    <w:p w14:paraId="7C6B8BA6" w14:textId="77777777" w:rsidR="00905145" w:rsidRPr="00AF0A23" w:rsidRDefault="00905145" w:rsidP="00905145">
      <w:r w:rsidRPr="00AF0A23">
        <w:t>C’est désolant, c’est insensé…</w:t>
      </w:r>
    </w:p>
    <w:p w14:paraId="44D96AD2" w14:textId="77777777" w:rsidR="00905145" w:rsidRPr="00AF0A23" w:rsidRDefault="00905145" w:rsidP="00905145">
      <w:pPr>
        <w:ind w:firstLine="0"/>
        <w:jc w:val="center"/>
      </w:pPr>
      <w:r w:rsidRPr="00AF0A23">
        <w:t>COITIER</w:t>
      </w:r>
    </w:p>
    <w:p w14:paraId="63E3DC85" w14:textId="77777777" w:rsidR="00905145" w:rsidRPr="00AF0A23" w:rsidRDefault="00905145" w:rsidP="00905145">
      <w:r w:rsidRPr="00AF0A23">
        <w:t>Pourquoi ?</w:t>
      </w:r>
    </w:p>
    <w:p w14:paraId="378FB92D" w14:textId="77777777" w:rsidR="00905145" w:rsidRPr="00AF0A23" w:rsidRDefault="00905145" w:rsidP="00905145">
      <w:pPr>
        <w:ind w:firstLine="0"/>
        <w:jc w:val="center"/>
      </w:pPr>
      <w:r w:rsidRPr="00AF0A23">
        <w:t>LOUIS XI</w:t>
      </w:r>
    </w:p>
    <w:p w14:paraId="1FBFCB8A" w14:textId="77777777" w:rsidR="00905145" w:rsidRPr="00AF0A23" w:rsidRDefault="00905145" w:rsidP="00905145">
      <w:pPr>
        <w:pStyle w:val="NormalEspAvt0EspApr0"/>
      </w:pPr>
      <w:r w:rsidRPr="00AF0A23">
        <w:t>J’ai fait décach</w:t>
      </w:r>
      <w:r w:rsidRPr="00AF0A23">
        <w:t>e</w:t>
      </w:r>
      <w:r w:rsidRPr="00AF0A23">
        <w:t>ter les lettres qu’ils s’envoient.</w:t>
      </w:r>
    </w:p>
    <w:p w14:paraId="1BF03EF5" w14:textId="77777777" w:rsidR="00905145" w:rsidRPr="00AF0A23" w:rsidRDefault="00905145" w:rsidP="00905145">
      <w:pPr>
        <w:pStyle w:val="NormalEspAvt0EspApr0"/>
      </w:pPr>
      <w:r w:rsidRPr="00AF0A23">
        <w:t>Je les ai lues et, les lisant,</w:t>
      </w:r>
    </w:p>
    <w:p w14:paraId="6AABFDF7" w14:textId="77777777" w:rsidR="00905145" w:rsidRPr="00AF0A23" w:rsidRDefault="00905145" w:rsidP="00905145">
      <w:pPr>
        <w:pStyle w:val="NormalEspAvt0EspApr0"/>
      </w:pPr>
      <w:r w:rsidRPr="00AF0A23">
        <w:t>J’ai cru devenir enragé.</w:t>
      </w:r>
    </w:p>
    <w:p w14:paraId="633AD913" w14:textId="77777777" w:rsidR="00905145" w:rsidRPr="00AF0A23" w:rsidRDefault="00905145" w:rsidP="00905145">
      <w:pPr>
        <w:pStyle w:val="NormalEspAvt0EspApr0"/>
      </w:pPr>
      <w:r w:rsidRPr="00AF0A23">
        <w:t>D’Arras à Perp</w:t>
      </w:r>
      <w:r w:rsidRPr="00AF0A23">
        <w:t>i</w:t>
      </w:r>
      <w:r w:rsidRPr="00AF0A23">
        <w:t>gnan, de Langres à La Rochelle,</w:t>
      </w:r>
    </w:p>
    <w:p w14:paraId="63A6A0C4" w14:textId="77777777" w:rsidR="00905145" w:rsidRPr="00AF0A23" w:rsidRDefault="00905145" w:rsidP="00905145">
      <w:pPr>
        <w:pStyle w:val="NormalEspAvt0EspApr0"/>
      </w:pPr>
      <w:r w:rsidRPr="00AF0A23">
        <w:t>Ils ne songent qu’à propager</w:t>
      </w:r>
    </w:p>
    <w:p w14:paraId="0A726A81" w14:textId="77777777" w:rsidR="00905145" w:rsidRPr="00AF0A23" w:rsidRDefault="00905145" w:rsidP="00905145">
      <w:pPr>
        <w:pStyle w:val="NormalEspAvt0EspApr0"/>
      </w:pPr>
      <w:r w:rsidRPr="00AF0A23">
        <w:t>Les mauvaises nouvelles.</w:t>
      </w:r>
    </w:p>
    <w:p w14:paraId="626C8E89" w14:textId="77777777" w:rsidR="00905145" w:rsidRPr="00AF0A23" w:rsidRDefault="00905145" w:rsidP="00905145">
      <w:pPr>
        <w:pStyle w:val="NormalEspAvt0EspApr0"/>
      </w:pPr>
      <w:r w:rsidRPr="00AF0A23">
        <w:t xml:space="preserve">Pour reprendre et garder </w:t>
      </w:r>
      <w:smartTag w:uri="urn:schemas-microsoft-com:office:smarttags" w:element="PersonName">
        <w:smartTagPr>
          <w:attr w:name="ProductID" w:val="la Champagne"/>
        </w:smartTagPr>
        <w:r w:rsidRPr="00AF0A23">
          <w:t>la Champ</w:t>
        </w:r>
        <w:r w:rsidRPr="00AF0A23">
          <w:t>a</w:t>
        </w:r>
        <w:r w:rsidRPr="00AF0A23">
          <w:t>gne</w:t>
        </w:r>
      </w:smartTag>
      <w:r w:rsidRPr="00AF0A23">
        <w:t xml:space="preserve"> et </w:t>
      </w:r>
      <w:smartTag w:uri="urn:schemas-microsoft-com:office:smarttags" w:element="PersonName">
        <w:smartTagPr>
          <w:attr w:name="ProductID" w:val="la Brie"/>
        </w:smartTagPr>
        <w:r w:rsidRPr="00AF0A23">
          <w:t>la Brie</w:t>
        </w:r>
      </w:smartTag>
    </w:p>
    <w:p w14:paraId="79A4F608" w14:textId="77777777" w:rsidR="00905145" w:rsidRPr="00AF0A23" w:rsidRDefault="00905145" w:rsidP="00905145">
      <w:pPr>
        <w:pStyle w:val="NormalEspAvt0EspApr0"/>
      </w:pPr>
      <w:r w:rsidRPr="00AF0A23">
        <w:t>J’ai dû faire arrêter le traître La B</w:t>
      </w:r>
      <w:r w:rsidRPr="00AF0A23">
        <w:t>a</w:t>
      </w:r>
      <w:r w:rsidRPr="00AF0A23">
        <w:t>lue,</w:t>
      </w:r>
    </w:p>
    <w:p w14:paraId="487F900F" w14:textId="77777777" w:rsidR="00905145" w:rsidRPr="00AF0A23" w:rsidRDefault="00905145" w:rsidP="00905145">
      <w:pPr>
        <w:pStyle w:val="NormalEspAvt0EspApr0"/>
      </w:pPr>
      <w:r w:rsidRPr="00AF0A23">
        <w:t>Serviteur inf</w:t>
      </w:r>
      <w:r w:rsidRPr="00AF0A23">
        <w:t>i</w:t>
      </w:r>
      <w:r w:rsidRPr="00AF0A23">
        <w:t>dèle,</w:t>
      </w:r>
    </w:p>
    <w:p w14:paraId="60C672BA" w14:textId="77777777" w:rsidR="00905145" w:rsidRPr="00AF0A23" w:rsidRDefault="00905145" w:rsidP="00905145">
      <w:pPr>
        <w:pStyle w:val="NormalEspAvt0EspApr0"/>
      </w:pPr>
      <w:r w:rsidRPr="00AF0A23">
        <w:t>Or, dans leurs lettres que j’ai lues,</w:t>
      </w:r>
    </w:p>
    <w:p w14:paraId="382C3D43" w14:textId="77777777" w:rsidR="00905145" w:rsidRPr="00AF0A23" w:rsidRDefault="00905145" w:rsidP="00905145">
      <w:pPr>
        <w:pStyle w:val="NormalEspAvt0EspApr0"/>
      </w:pPr>
      <w:r w:rsidRPr="00AF0A23">
        <w:lastRenderedPageBreak/>
        <w:t>Tous ils parlaient de La Balue,</w:t>
      </w:r>
    </w:p>
    <w:p w14:paraId="1436F834" w14:textId="77777777" w:rsidR="00905145" w:rsidRPr="00AF0A23" w:rsidRDefault="00905145" w:rsidP="00905145">
      <w:pPr>
        <w:pStyle w:val="NormalEspAvt0EspApr0"/>
      </w:pPr>
      <w:r w:rsidRPr="00AF0A23">
        <w:t>De ses supplices, de ses maux,</w:t>
      </w:r>
    </w:p>
    <w:p w14:paraId="1BDC9399" w14:textId="77777777" w:rsidR="00905145" w:rsidRPr="00AF0A23" w:rsidRDefault="00905145" w:rsidP="00905145">
      <w:pPr>
        <w:pStyle w:val="NormalEspAvt0EspApr0"/>
      </w:pPr>
      <w:r w:rsidRPr="00AF0A23">
        <w:t>Mais des deux provinces nouvelles</w:t>
      </w:r>
    </w:p>
    <w:p w14:paraId="78170A9A" w14:textId="77777777" w:rsidR="00905145" w:rsidRPr="00AF0A23" w:rsidRDefault="00905145" w:rsidP="00905145">
      <w:pPr>
        <w:pStyle w:val="NormalEspAvt0EspApr0"/>
      </w:pPr>
      <w:r w:rsidRPr="00AF0A23">
        <w:t>Que je rendais à mon pays, pas un seul mot !</w:t>
      </w:r>
    </w:p>
    <w:p w14:paraId="26FEB4BA" w14:textId="77777777" w:rsidR="00905145" w:rsidRPr="00AF0A23" w:rsidRDefault="00905145" w:rsidP="00905145">
      <w:pPr>
        <w:pStyle w:val="NormalEspAvt0EspApr0"/>
      </w:pPr>
      <w:r w:rsidRPr="00AF0A23">
        <w:t>D’ailleurs, à ce propos,</w:t>
      </w:r>
    </w:p>
    <w:p w14:paraId="146803F0" w14:textId="77777777" w:rsidR="00905145" w:rsidRPr="00AF0A23" w:rsidRDefault="00905145" w:rsidP="00905145">
      <w:pPr>
        <w:pStyle w:val="NormalEspAvt0EspApr0"/>
      </w:pPr>
      <w:r w:rsidRPr="00AF0A23">
        <w:t>Je voudrais te dicter quelque chose, C</w:t>
      </w:r>
      <w:r w:rsidRPr="00AF0A23">
        <w:t>o</w:t>
      </w:r>
      <w:r w:rsidRPr="00AF0A23">
        <w:t>mines,</w:t>
      </w:r>
    </w:p>
    <w:p w14:paraId="756BC2C9" w14:textId="77777777" w:rsidR="00905145" w:rsidRPr="00AF0A23" w:rsidRDefault="00905145" w:rsidP="00905145">
      <w:pPr>
        <w:pStyle w:val="NormalEspAvt0EspApr0"/>
      </w:pPr>
      <w:r w:rsidRPr="00AF0A23">
        <w:t>Puisqu’il va fa</w:t>
      </w:r>
      <w:r w:rsidRPr="00AF0A23">
        <w:t>l</w:t>
      </w:r>
      <w:r w:rsidRPr="00AF0A23">
        <w:t>loir paraître devant Dieu</w:t>
      </w:r>
    </w:p>
    <w:p w14:paraId="421C867D" w14:textId="77777777" w:rsidR="00905145" w:rsidRPr="00AF0A23" w:rsidRDefault="00905145" w:rsidP="00905145">
      <w:pPr>
        <w:pStyle w:val="NormalEspAvt0EspApr0"/>
      </w:pPr>
      <w:r w:rsidRPr="00AF0A23">
        <w:t>Et puisque vers la mort, hélas ! je m’achemine.</w:t>
      </w:r>
    </w:p>
    <w:p w14:paraId="5B6051C9" w14:textId="77777777" w:rsidR="00905145" w:rsidRPr="00AF0A23" w:rsidRDefault="00905145" w:rsidP="00905145">
      <w:pPr>
        <w:pStyle w:val="NormalEspAvt0EspApr0"/>
      </w:pPr>
      <w:r w:rsidRPr="00AF0A23">
        <w:t>Viens là, tout près…</w:t>
      </w:r>
    </w:p>
    <w:p w14:paraId="192E66D6" w14:textId="77777777" w:rsidR="00905145" w:rsidRPr="00AF0A23" w:rsidRDefault="00905145" w:rsidP="00905145">
      <w:pPr>
        <w:pStyle w:val="NormalEspAvt0EspApr0"/>
      </w:pPr>
      <w:r w:rsidRPr="00AF0A23">
        <w:t>Prends cette feuille et fais un trait</w:t>
      </w:r>
    </w:p>
    <w:p w14:paraId="242BD8EA" w14:textId="77777777" w:rsidR="00905145" w:rsidRPr="00AF0A23" w:rsidRDefault="00905145" w:rsidP="00905145">
      <w:pPr>
        <w:pStyle w:val="NormalEspAvt0EspApr0"/>
      </w:pPr>
      <w:r w:rsidRPr="00AF0A23">
        <w:t>Qui la partage en son milieu,</w:t>
      </w:r>
    </w:p>
    <w:p w14:paraId="412D5330" w14:textId="77777777" w:rsidR="00905145" w:rsidRPr="00AF0A23" w:rsidRDefault="00905145" w:rsidP="00905145">
      <w:pPr>
        <w:pStyle w:val="NormalEspAvt0EspApr0"/>
      </w:pPr>
      <w:r w:rsidRPr="00AF0A23">
        <w:t>Afin que nous ayons deux colonnes égales.</w:t>
      </w:r>
    </w:p>
    <w:p w14:paraId="02DD2B89" w14:textId="77777777" w:rsidR="00905145" w:rsidRPr="00AF0A23" w:rsidRDefault="00905145" w:rsidP="00905145">
      <w:pPr>
        <w:pStyle w:val="NormalEspAvt0EspApr0"/>
      </w:pPr>
      <w:r w:rsidRPr="00AF0A23">
        <w:t>Dans l’une, tu me</w:t>
      </w:r>
      <w:r w:rsidRPr="00AF0A23">
        <w:t>t</w:t>
      </w:r>
      <w:r w:rsidRPr="00AF0A23">
        <w:t>tras : « Ce que j’ai fait de bien. »</w:t>
      </w:r>
    </w:p>
    <w:p w14:paraId="79DBEB1A" w14:textId="77777777" w:rsidR="00905145" w:rsidRPr="00AF0A23" w:rsidRDefault="00905145" w:rsidP="00905145">
      <w:pPr>
        <w:pStyle w:val="NormalEspAvt0EspApr0"/>
      </w:pPr>
      <w:r w:rsidRPr="00AF0A23">
        <w:t>Dans l’autre, tu mettras : « Ce que j’ai fait de mal. »</w:t>
      </w:r>
    </w:p>
    <w:p w14:paraId="04D73777" w14:textId="77777777" w:rsidR="00905145" w:rsidRPr="00AF0A23" w:rsidRDefault="00905145" w:rsidP="00905145">
      <w:pPr>
        <w:pStyle w:val="NormalEspAvt0EspApr0"/>
      </w:pPr>
      <w:r w:rsidRPr="00AF0A23">
        <w:t>Et je vais tâcher de n’oublier rien.</w:t>
      </w:r>
    </w:p>
    <w:p w14:paraId="4F7793BE" w14:textId="77777777" w:rsidR="00905145" w:rsidRPr="00AF0A23" w:rsidRDefault="00905145" w:rsidP="00905145">
      <w:pPr>
        <w:pStyle w:val="NormalEspAvt0EspApr0"/>
      </w:pPr>
      <w:r w:rsidRPr="00AF0A23">
        <w:t>Ce que j’ai fait de bien – d’abord, pour commencer,</w:t>
      </w:r>
    </w:p>
    <w:p w14:paraId="396BACC0" w14:textId="77777777" w:rsidR="00905145" w:rsidRPr="00AF0A23" w:rsidRDefault="00905145" w:rsidP="00905145">
      <w:pPr>
        <w:pStyle w:val="NormalEspAvt0EspApr0"/>
      </w:pPr>
      <w:r w:rsidRPr="00AF0A23">
        <w:t>J’avais vingt ans quand j’ai chassé,</w:t>
      </w:r>
    </w:p>
    <w:p w14:paraId="72CF1B96" w14:textId="77777777" w:rsidR="00905145" w:rsidRPr="00AF0A23" w:rsidRDefault="00905145" w:rsidP="00905145">
      <w:pPr>
        <w:pStyle w:val="NormalEspAvt0EspApr0"/>
      </w:pPr>
      <w:r w:rsidRPr="00AF0A23">
        <w:t>De Dieppe, me</w:t>
      </w:r>
      <w:r w:rsidRPr="00AF0A23">
        <w:t>s</w:t>
      </w:r>
      <w:r w:rsidRPr="00AF0A23">
        <w:t>sieurs les Anglais</w:t>
      </w:r>
    </w:p>
    <w:p w14:paraId="0E624188" w14:textId="77777777" w:rsidR="00905145" w:rsidRPr="00AF0A23" w:rsidRDefault="00905145" w:rsidP="00905145">
      <w:pPr>
        <w:pStyle w:val="NormalEspAvt0EspApr0"/>
      </w:pPr>
      <w:r w:rsidRPr="00AF0A23">
        <w:t>Qui n’en vo</w:t>
      </w:r>
      <w:r w:rsidRPr="00AF0A23">
        <w:t>u</w:t>
      </w:r>
      <w:r w:rsidRPr="00AF0A23">
        <w:t>laient pas déloger.</w:t>
      </w:r>
    </w:p>
    <w:p w14:paraId="6A78B194" w14:textId="77777777" w:rsidR="00905145" w:rsidRPr="00AF0A23" w:rsidRDefault="00905145" w:rsidP="00905145">
      <w:pPr>
        <w:pStyle w:val="NormalEspAvt0EspApr0"/>
      </w:pPr>
      <w:r w:rsidRPr="00AF0A23">
        <w:t>Et l’an d’après,</w:t>
      </w:r>
    </w:p>
    <w:p w14:paraId="33417D4B" w14:textId="77777777" w:rsidR="00905145" w:rsidRPr="00AF0A23" w:rsidRDefault="00905145" w:rsidP="00905145">
      <w:pPr>
        <w:pStyle w:val="NormalEspAvt0EspApr0"/>
      </w:pPr>
      <w:r w:rsidRPr="00AF0A23">
        <w:t>Mil quatre cent quarante-quatre,</w:t>
      </w:r>
    </w:p>
    <w:p w14:paraId="727069C1" w14:textId="77777777" w:rsidR="00905145" w:rsidRPr="00AF0A23" w:rsidRDefault="00905145" w:rsidP="00905145">
      <w:pPr>
        <w:pStyle w:val="NormalEspAvt0EspApr0"/>
      </w:pPr>
      <w:r w:rsidRPr="00AF0A23">
        <w:t>J’ai combattu le Suisse et fini par le battre.</w:t>
      </w:r>
    </w:p>
    <w:p w14:paraId="5D960434" w14:textId="77777777" w:rsidR="00905145" w:rsidRPr="00AF0A23" w:rsidRDefault="00905145" w:rsidP="00905145">
      <w:pPr>
        <w:pStyle w:val="NormalEspAvt0EspApr0"/>
      </w:pPr>
      <w:r w:rsidRPr="00AF0A23">
        <w:t>Rien qui soit bien fameux ni not</w:t>
      </w:r>
      <w:r w:rsidRPr="00AF0A23">
        <w:t>a</w:t>
      </w:r>
      <w:r w:rsidRPr="00AF0A23">
        <w:t>ble, je crois,</w:t>
      </w:r>
    </w:p>
    <w:p w14:paraId="5F2C18BA" w14:textId="77777777" w:rsidR="00905145" w:rsidRPr="00AF0A23" w:rsidRDefault="00905145" w:rsidP="00905145">
      <w:pPr>
        <w:pStyle w:val="NormalEspAvt0EspApr0"/>
      </w:pPr>
      <w:r w:rsidRPr="00AF0A23">
        <w:t>Jusqu’en mil quatre cent soixante-deux ou trois…</w:t>
      </w:r>
    </w:p>
    <w:p w14:paraId="39BD8F9B" w14:textId="77777777" w:rsidR="00905145" w:rsidRPr="00AF0A23" w:rsidRDefault="00905145" w:rsidP="00905145">
      <w:pPr>
        <w:pStyle w:val="NormalEspAvt0EspApr0"/>
      </w:pPr>
      <w:r w:rsidRPr="00AF0A23">
        <w:t>Époque mémorable ! Un soir à Montlh</w:t>
      </w:r>
      <w:r w:rsidRPr="00AF0A23">
        <w:t>é</w:t>
      </w:r>
      <w:r w:rsidRPr="00AF0A23">
        <w:t>ry</w:t>
      </w:r>
    </w:p>
    <w:p w14:paraId="383B06B3" w14:textId="77777777" w:rsidR="00905145" w:rsidRPr="00AF0A23" w:rsidRDefault="00905145" w:rsidP="00905145">
      <w:pPr>
        <w:pStyle w:val="NormalEspAvt0EspApr0"/>
      </w:pPr>
      <w:r w:rsidRPr="00AF0A23">
        <w:t xml:space="preserve">Je brise enfin </w:t>
      </w:r>
      <w:smartTag w:uri="urn:schemas-microsoft-com:office:smarttags" w:element="PersonName">
        <w:smartTagPr>
          <w:attr w:name="ProductID" w:val="la Ligue"/>
        </w:smartTagPr>
        <w:r w:rsidRPr="00AF0A23">
          <w:t>la L</w:t>
        </w:r>
        <w:r w:rsidRPr="00AF0A23">
          <w:t>i</w:t>
        </w:r>
        <w:r w:rsidRPr="00AF0A23">
          <w:t>gue</w:t>
        </w:r>
      </w:smartTag>
      <w:r w:rsidRPr="00AF0A23">
        <w:t xml:space="preserve"> et rentre dans Paris.</w:t>
      </w:r>
    </w:p>
    <w:p w14:paraId="4B7CCF41" w14:textId="77777777" w:rsidR="00905145" w:rsidRPr="00AF0A23" w:rsidRDefault="00905145" w:rsidP="00905145">
      <w:pPr>
        <w:pStyle w:val="NormalEspAvt0EspApr0"/>
      </w:pPr>
      <w:r w:rsidRPr="00AF0A23">
        <w:t>Je suis roi, je gouverne ! – Et pe</w:t>
      </w:r>
      <w:r w:rsidRPr="00AF0A23">
        <w:t>n</w:t>
      </w:r>
      <w:r w:rsidRPr="00AF0A23">
        <w:t>dant onze années</w:t>
      </w:r>
    </w:p>
    <w:p w14:paraId="0E27BC5F" w14:textId="77777777" w:rsidR="00905145" w:rsidRPr="00AF0A23" w:rsidRDefault="00905145" w:rsidP="00905145">
      <w:pPr>
        <w:pStyle w:val="NormalEspAvt0EspApr0"/>
      </w:pPr>
      <w:r w:rsidRPr="00AF0A23">
        <w:t>De luttes obst</w:t>
      </w:r>
      <w:r w:rsidRPr="00AF0A23">
        <w:t>i</w:t>
      </w:r>
      <w:r w:rsidRPr="00AF0A23">
        <w:t>nées,</w:t>
      </w:r>
    </w:p>
    <w:p w14:paraId="25722E21" w14:textId="77777777" w:rsidR="00905145" w:rsidRPr="00AF0A23" w:rsidRDefault="00905145" w:rsidP="00905145">
      <w:pPr>
        <w:pStyle w:val="NormalEspAvt0EspApr0"/>
      </w:pPr>
      <w:r w:rsidRPr="00AF0A23">
        <w:t>J’ai vécu</w:t>
      </w:r>
    </w:p>
    <w:p w14:paraId="28606282" w14:textId="77777777" w:rsidR="00905145" w:rsidRPr="00AF0A23" w:rsidRDefault="00905145" w:rsidP="00905145">
      <w:pPr>
        <w:pStyle w:val="NormalEspAvt0EspApr0"/>
      </w:pPr>
      <w:r w:rsidRPr="00AF0A23">
        <w:t>Tous mes rêves !</w:t>
      </w:r>
    </w:p>
    <w:p w14:paraId="14AFE9C0" w14:textId="77777777" w:rsidR="00905145" w:rsidRPr="00AF0A23" w:rsidRDefault="00905145" w:rsidP="00905145">
      <w:pPr>
        <w:pStyle w:val="NormalEspAvt0EspApr0"/>
      </w:pPr>
      <w:r w:rsidRPr="00AF0A23">
        <w:t>Combattant sans relâche et manœ</w:t>
      </w:r>
      <w:r w:rsidRPr="00AF0A23">
        <w:t>u</w:t>
      </w:r>
      <w:r w:rsidRPr="00AF0A23">
        <w:t>vrant sans trêve,</w:t>
      </w:r>
    </w:p>
    <w:p w14:paraId="3BA71A08" w14:textId="77777777" w:rsidR="00905145" w:rsidRPr="00AF0A23" w:rsidRDefault="00905145" w:rsidP="00905145">
      <w:pPr>
        <w:pStyle w:val="NormalEspAvt0EspApr0"/>
      </w:pPr>
      <w:r w:rsidRPr="00AF0A23">
        <w:t>Faisant des pr</w:t>
      </w:r>
      <w:r w:rsidRPr="00AF0A23">
        <w:t>i</w:t>
      </w:r>
      <w:r w:rsidRPr="00AF0A23">
        <w:t>sonniers, imposant des rançons,</w:t>
      </w:r>
    </w:p>
    <w:p w14:paraId="149E6FFD" w14:textId="77777777" w:rsidR="00905145" w:rsidRPr="00AF0A23" w:rsidRDefault="00905145" w:rsidP="00905145">
      <w:pPr>
        <w:pStyle w:val="NormalEspAvt0EspApr0"/>
      </w:pPr>
      <w:r w:rsidRPr="00AF0A23">
        <w:t>À la fin j’ai vai</w:t>
      </w:r>
      <w:r w:rsidRPr="00AF0A23">
        <w:t>n</w:t>
      </w:r>
      <w:r w:rsidRPr="00AF0A23">
        <w:t>cu</w:t>
      </w:r>
    </w:p>
    <w:p w14:paraId="1D3AF08A" w14:textId="77777777" w:rsidR="00905145" w:rsidRPr="00AF0A23" w:rsidRDefault="00905145" w:rsidP="00905145">
      <w:pPr>
        <w:pStyle w:val="NormalEspAvt0EspApr0"/>
      </w:pPr>
      <w:r w:rsidRPr="00AF0A23">
        <w:lastRenderedPageBreak/>
        <w:t>Jean d’Aragon, Nemours, et Bret</w:t>
      </w:r>
      <w:r w:rsidRPr="00AF0A23">
        <w:t>a</w:t>
      </w:r>
      <w:r w:rsidRPr="00AF0A23">
        <w:t>gne, Alençon</w:t>
      </w:r>
    </w:p>
    <w:p w14:paraId="792A9760" w14:textId="77777777" w:rsidR="00905145" w:rsidRPr="00AF0A23" w:rsidRDefault="00905145" w:rsidP="00905145">
      <w:pPr>
        <w:pStyle w:val="NormalEspAvt0EspApr0"/>
      </w:pPr>
      <w:r w:rsidRPr="00AF0A23">
        <w:t>Et mon grand ennemi Charles le Tém</w:t>
      </w:r>
      <w:r w:rsidRPr="00AF0A23">
        <w:t>é</w:t>
      </w:r>
      <w:r w:rsidRPr="00AF0A23">
        <w:t>raire,</w:t>
      </w:r>
    </w:p>
    <w:p w14:paraId="71FE3562" w14:textId="77777777" w:rsidR="00905145" w:rsidRPr="00AF0A23" w:rsidRDefault="00905145" w:rsidP="00905145">
      <w:pPr>
        <w:pStyle w:val="NormalEspAvt0EspApr0"/>
      </w:pPr>
      <w:r w:rsidRPr="00AF0A23">
        <w:t>Que, comme une horrible vipère,</w:t>
      </w:r>
    </w:p>
    <w:p w14:paraId="4052E604" w14:textId="77777777" w:rsidR="00905145" w:rsidRPr="00AF0A23" w:rsidRDefault="00905145" w:rsidP="00905145">
      <w:pPr>
        <w:pStyle w:val="NormalEspAvt0EspApr0"/>
      </w:pPr>
      <w:r w:rsidRPr="00AF0A23">
        <w:t>J’ai pu tenir un jour, enfin, sous mon t</w:t>
      </w:r>
      <w:r w:rsidRPr="00AF0A23">
        <w:t>a</w:t>
      </w:r>
      <w:r w:rsidRPr="00AF0A23">
        <w:t>lon !</w:t>
      </w:r>
    </w:p>
    <w:p w14:paraId="474EF335" w14:textId="77777777" w:rsidR="00905145" w:rsidRPr="00AF0A23" w:rsidRDefault="00905145" w:rsidP="00905145">
      <w:pPr>
        <w:pStyle w:val="NormalEspAvt0EspApr0"/>
      </w:pPr>
      <w:r w:rsidRPr="00AF0A23">
        <w:t>Onze ans de lu</w:t>
      </w:r>
      <w:r w:rsidRPr="00AF0A23">
        <w:t>t</w:t>
      </w:r>
      <w:r w:rsidRPr="00AF0A23">
        <w:t>tes, ce fut long,</w:t>
      </w:r>
    </w:p>
    <w:p w14:paraId="3AD5043B" w14:textId="77777777" w:rsidR="00905145" w:rsidRPr="00AF0A23" w:rsidRDefault="00905145" w:rsidP="00905145">
      <w:pPr>
        <w:pStyle w:val="NormalEspAvt0EspApr0"/>
      </w:pPr>
      <w:r w:rsidRPr="00AF0A23">
        <w:t>Certes, oui, mais c’était de la bonne b</w:t>
      </w:r>
      <w:r w:rsidRPr="00AF0A23">
        <w:t>e</w:t>
      </w:r>
      <w:r w:rsidRPr="00AF0A23">
        <w:t>sogne,</w:t>
      </w:r>
    </w:p>
    <w:p w14:paraId="19102C52" w14:textId="77777777" w:rsidR="00905145" w:rsidRPr="00AF0A23" w:rsidRDefault="00905145" w:rsidP="00905145">
      <w:pPr>
        <w:pStyle w:val="NormalEspAvt0EspApr0"/>
      </w:pPr>
      <w:r w:rsidRPr="00AF0A23">
        <w:t xml:space="preserve">Puisque j’ai pu rendre à </w:t>
      </w:r>
      <w:smartTag w:uri="urn:schemas-microsoft-com:office:smarttags" w:element="PersonName">
        <w:smartTagPr>
          <w:attr w:name="ProductID" w:val="la France"/>
        </w:smartTagPr>
        <w:r w:rsidRPr="00AF0A23">
          <w:t>la France</w:t>
        </w:r>
      </w:smartTag>
    </w:p>
    <w:p w14:paraId="1C80F3F3" w14:textId="77777777" w:rsidR="00905145" w:rsidRPr="00AF0A23" w:rsidRDefault="00905145" w:rsidP="00905145">
      <w:pPr>
        <w:pStyle w:val="NormalEspAvt0EspApr0"/>
      </w:pPr>
      <w:r w:rsidRPr="00AF0A23">
        <w:t>Avec le Roussillon, le Maine et la B</w:t>
      </w:r>
      <w:r w:rsidRPr="005441F7">
        <w:t>ourg</w:t>
      </w:r>
      <w:r w:rsidRPr="00AF0A23">
        <w:t>o</w:t>
      </w:r>
      <w:r w:rsidRPr="00AF0A23">
        <w:t>gne,</w:t>
      </w:r>
    </w:p>
    <w:p w14:paraId="1A1B608F" w14:textId="77777777" w:rsidR="00905145" w:rsidRPr="00AF0A23" w:rsidRDefault="00905145" w:rsidP="00905145">
      <w:pPr>
        <w:pStyle w:val="NormalEspAvt0EspApr0"/>
      </w:pPr>
      <w:r w:rsidRPr="00AF0A23">
        <w:t xml:space="preserve">L’Anjou, </w:t>
      </w:r>
      <w:smartTag w:uri="urn:schemas-microsoft-com:office:smarttags" w:element="PersonName">
        <w:smartTagPr>
          <w:attr w:name="ProductID" w:val="la Picardie"/>
        </w:smartTagPr>
        <w:r w:rsidRPr="00AF0A23">
          <w:t>la P</w:t>
        </w:r>
        <w:r w:rsidRPr="00AF0A23">
          <w:t>i</w:t>
        </w:r>
        <w:r w:rsidRPr="00AF0A23">
          <w:t>cardie</w:t>
        </w:r>
      </w:smartTag>
      <w:r w:rsidRPr="00AF0A23">
        <w:t xml:space="preserve"> et la douce Provence.</w:t>
      </w:r>
    </w:p>
    <w:p w14:paraId="27541907" w14:textId="77777777" w:rsidR="00905145" w:rsidRPr="00AF0A23" w:rsidRDefault="00905145" w:rsidP="00905145">
      <w:pPr>
        <w:pStyle w:val="NormalEspAvt0EspApr0"/>
      </w:pPr>
      <w:r w:rsidRPr="00AF0A23">
        <w:t>La colonne du bien s’allonge ?</w:t>
      </w:r>
    </w:p>
    <w:p w14:paraId="6050FB88" w14:textId="77777777" w:rsidR="00905145" w:rsidRPr="00AF0A23" w:rsidRDefault="00905145" w:rsidP="00905145">
      <w:pPr>
        <w:ind w:firstLine="0"/>
        <w:jc w:val="center"/>
      </w:pPr>
      <w:r w:rsidRPr="00AF0A23">
        <w:t>COMINES</w:t>
      </w:r>
    </w:p>
    <w:p w14:paraId="1DCE7004" w14:textId="77777777" w:rsidR="00905145" w:rsidRPr="00AF0A23" w:rsidRDefault="00905145" w:rsidP="00905145">
      <w:r w:rsidRPr="00AF0A23">
        <w:t>Elle est au bout.</w:t>
      </w:r>
    </w:p>
    <w:p w14:paraId="13AC1A9A" w14:textId="77777777" w:rsidR="00905145" w:rsidRPr="00AF0A23" w:rsidRDefault="00905145" w:rsidP="00905145">
      <w:pPr>
        <w:ind w:firstLine="0"/>
        <w:jc w:val="center"/>
      </w:pPr>
      <w:r w:rsidRPr="00AF0A23">
        <w:t>LOUIS XI</w:t>
      </w:r>
    </w:p>
    <w:p w14:paraId="4C8554EB" w14:textId="77777777" w:rsidR="00905145" w:rsidRPr="00AF0A23" w:rsidRDefault="00905145" w:rsidP="00905145">
      <w:pPr>
        <w:pStyle w:val="NormalEspAvt0EspApr0"/>
      </w:pPr>
      <w:r w:rsidRPr="00AF0A23">
        <w:t>Et j’en oublie e</w:t>
      </w:r>
      <w:r w:rsidRPr="00AF0A23">
        <w:t>n</w:t>
      </w:r>
      <w:r w:rsidRPr="00AF0A23">
        <w:t>cor beaucoup.</w:t>
      </w:r>
    </w:p>
    <w:p w14:paraId="3217A672" w14:textId="77777777" w:rsidR="00905145" w:rsidRPr="00AF0A23" w:rsidRDefault="00905145" w:rsidP="00905145">
      <w:pPr>
        <w:pStyle w:val="NormalEspAvt0EspApr0"/>
      </w:pPr>
      <w:r w:rsidRPr="00AF0A23">
        <w:t>Passons à l’autre, cependant,</w:t>
      </w:r>
    </w:p>
    <w:p w14:paraId="50592C8B" w14:textId="77777777" w:rsidR="00905145" w:rsidRPr="00AF0A23" w:rsidRDefault="00905145" w:rsidP="00905145">
      <w:pPr>
        <w:pStyle w:val="NormalEspAvt0EspApr0"/>
      </w:pPr>
      <w:r w:rsidRPr="00AF0A23">
        <w:t>Ce que j’ai fait de mal. Aidez-moi, s’il vous plaît ?</w:t>
      </w:r>
    </w:p>
    <w:p w14:paraId="080EB521" w14:textId="77777777" w:rsidR="00905145" w:rsidRPr="00D72CAB" w:rsidRDefault="00905145" w:rsidP="00905145">
      <w:pPr>
        <w:pStyle w:val="NormalRetraitGauche4XIndent0"/>
        <w:rPr>
          <w:i/>
          <w:iCs/>
        </w:rPr>
      </w:pPr>
      <w:r w:rsidRPr="00D72CAB">
        <w:rPr>
          <w:i/>
          <w:iCs/>
        </w:rPr>
        <w:t>Tristan, Comines et Coitier baissent les yeux.</w:t>
      </w:r>
    </w:p>
    <w:p w14:paraId="3747644B" w14:textId="77777777" w:rsidR="00905145" w:rsidRPr="00AF0A23" w:rsidRDefault="00905145" w:rsidP="00905145">
      <w:pPr>
        <w:pStyle w:val="NormalEspAvt0EspApr0"/>
      </w:pPr>
      <w:r w:rsidRPr="00AF0A23">
        <w:t>Eh bien, avez-vous peur, ou bien</w:t>
      </w:r>
    </w:p>
    <w:p w14:paraId="48DF58A7" w14:textId="77777777" w:rsidR="00905145" w:rsidRPr="00AF0A23" w:rsidRDefault="00905145" w:rsidP="00905145">
      <w:pPr>
        <w:pStyle w:val="NormalEspAvt0EspApr0"/>
      </w:pPr>
      <w:r w:rsidRPr="00AF0A23">
        <w:t>Peut-être ne tro</w:t>
      </w:r>
      <w:r w:rsidRPr="00AF0A23">
        <w:t>u</w:t>
      </w:r>
      <w:r w:rsidRPr="00AF0A23">
        <w:t>vez-vous rien ?</w:t>
      </w:r>
    </w:p>
    <w:p w14:paraId="3B58DC7B" w14:textId="77777777" w:rsidR="00905145" w:rsidRPr="00AF0A23" w:rsidRDefault="00905145" w:rsidP="00905145">
      <w:pPr>
        <w:pStyle w:val="NormalEspAvt0EspApr0"/>
      </w:pPr>
      <w:r w:rsidRPr="00AF0A23">
        <w:t>Tristan, sois co</w:t>
      </w:r>
      <w:r w:rsidRPr="00AF0A23">
        <w:t>u</w:t>
      </w:r>
      <w:r w:rsidRPr="00AF0A23">
        <w:t>rageux, allons, mon vieux compère…</w:t>
      </w:r>
    </w:p>
    <w:p w14:paraId="5B0F1E0B" w14:textId="77777777" w:rsidR="00905145" w:rsidRPr="00AF0A23" w:rsidRDefault="00905145" w:rsidP="00905145">
      <w:pPr>
        <w:pStyle w:val="NormalEspAvt0EspApr0"/>
      </w:pPr>
      <w:r w:rsidRPr="00AF0A23">
        <w:t>Vous ne trouvez donc rien qui soit mal, à noter ?</w:t>
      </w:r>
    </w:p>
    <w:p w14:paraId="6E007126" w14:textId="77777777" w:rsidR="00905145" w:rsidRPr="00AF0A23" w:rsidRDefault="00905145" w:rsidP="00905145">
      <w:pPr>
        <w:ind w:firstLine="0"/>
        <w:jc w:val="center"/>
      </w:pPr>
      <w:r w:rsidRPr="00AF0A23">
        <w:t>COMINES</w:t>
      </w:r>
    </w:p>
    <w:p w14:paraId="2201A0E3" w14:textId="77777777" w:rsidR="00905145" w:rsidRPr="00AF0A23" w:rsidRDefault="00905145" w:rsidP="00905145">
      <w:pPr>
        <w:pStyle w:val="NormalEspAvt0EspApr0"/>
      </w:pPr>
      <w:r w:rsidRPr="00AF0A23">
        <w:t>Ne vous êtes-vous pas autrefois r</w:t>
      </w:r>
      <w:r w:rsidRPr="00AF0A23">
        <w:t>é</w:t>
      </w:r>
      <w:r w:rsidRPr="00AF0A23">
        <w:t>volté</w:t>
      </w:r>
    </w:p>
    <w:p w14:paraId="3385F577" w14:textId="77777777" w:rsidR="00905145" w:rsidRPr="00AF0A23" w:rsidRDefault="00905145" w:rsidP="00905145">
      <w:pPr>
        <w:pStyle w:val="NormalEspAvt0EspApr0"/>
      </w:pPr>
      <w:r w:rsidRPr="00AF0A23">
        <w:t>Contre le défunt roi, votre vénéré père ?</w:t>
      </w:r>
    </w:p>
    <w:p w14:paraId="35269745" w14:textId="77777777" w:rsidR="00905145" w:rsidRPr="00AF0A23" w:rsidRDefault="00905145" w:rsidP="00905145">
      <w:pPr>
        <w:ind w:firstLine="0"/>
        <w:jc w:val="center"/>
      </w:pPr>
      <w:r w:rsidRPr="00AF0A23">
        <w:t>LOUIS XI</w:t>
      </w:r>
    </w:p>
    <w:p w14:paraId="2485FF05" w14:textId="77777777" w:rsidR="00905145" w:rsidRPr="00AF0A23" w:rsidRDefault="00905145" w:rsidP="00905145">
      <w:pPr>
        <w:pStyle w:val="NormalEspAvt0EspApr0"/>
      </w:pPr>
      <w:r w:rsidRPr="00AF0A23">
        <w:t>Je l’avais oublié. Notez-le. Mais, de grâce,</w:t>
      </w:r>
    </w:p>
    <w:p w14:paraId="43952B32" w14:textId="77777777" w:rsidR="00905145" w:rsidRPr="00AF0A23" w:rsidRDefault="00905145" w:rsidP="00905145">
      <w:pPr>
        <w:pStyle w:val="NormalEspAvt0EspApr0"/>
      </w:pPr>
      <w:r w:rsidRPr="00AF0A23">
        <w:t>N’allez pas vous tromper. Chaque chose à sa place,</w:t>
      </w:r>
    </w:p>
    <w:p w14:paraId="4CA708D6" w14:textId="77777777" w:rsidR="00905145" w:rsidRPr="00AF0A23" w:rsidRDefault="00905145" w:rsidP="00905145">
      <w:pPr>
        <w:pStyle w:val="NormalEspAvt0EspApr0"/>
      </w:pPr>
      <w:r w:rsidRPr="00AF0A23">
        <w:lastRenderedPageBreak/>
        <w:t>Et souvenez-vous bien des raisons que j’avais</w:t>
      </w:r>
    </w:p>
    <w:p w14:paraId="3F0AD442" w14:textId="77777777" w:rsidR="00905145" w:rsidRPr="00AF0A23" w:rsidRDefault="00905145" w:rsidP="00905145">
      <w:pPr>
        <w:pStyle w:val="NormalEspAvt0EspApr0"/>
      </w:pPr>
      <w:r w:rsidRPr="00AF0A23">
        <w:t>De lutter contre un roi qui n’était qu’un fa</w:t>
      </w:r>
      <w:r w:rsidRPr="00AF0A23">
        <w:t>n</w:t>
      </w:r>
      <w:r w:rsidRPr="00AF0A23">
        <w:t>tôme.</w:t>
      </w:r>
    </w:p>
    <w:p w14:paraId="1D7DABA4" w14:textId="77777777" w:rsidR="00905145" w:rsidRPr="00AF0A23" w:rsidRDefault="00905145" w:rsidP="00905145">
      <w:pPr>
        <w:pStyle w:val="NormalEspAvt0EspApr0"/>
      </w:pPr>
      <w:r w:rsidRPr="00AF0A23">
        <w:t>Fallait-il donc le laisser faire</w:t>
      </w:r>
    </w:p>
    <w:p w14:paraId="792E66E0" w14:textId="77777777" w:rsidR="00905145" w:rsidRPr="00AF0A23" w:rsidRDefault="00905145" w:rsidP="00905145">
      <w:pPr>
        <w:pStyle w:val="NormalEspAvt0EspApr0"/>
      </w:pPr>
      <w:r w:rsidRPr="00AF0A23">
        <w:t>Quand il d</w:t>
      </w:r>
      <w:r w:rsidRPr="00AF0A23">
        <w:t>é</w:t>
      </w:r>
      <w:r w:rsidRPr="00AF0A23">
        <w:t>membrait le royaume ?</w:t>
      </w:r>
    </w:p>
    <w:p w14:paraId="042D9757" w14:textId="77777777" w:rsidR="00905145" w:rsidRPr="00AF0A23" w:rsidRDefault="00905145" w:rsidP="00905145">
      <w:pPr>
        <w:pStyle w:val="NormalEspAvt0EspApr0"/>
      </w:pPr>
      <w:r w:rsidRPr="00AF0A23">
        <w:t>Ce que j’ai fait de bien : j’ai combattu mon père !</w:t>
      </w:r>
    </w:p>
    <w:p w14:paraId="641390BD" w14:textId="77777777" w:rsidR="00905145" w:rsidRPr="00AF0A23" w:rsidRDefault="00905145" w:rsidP="00905145">
      <w:pPr>
        <w:pStyle w:val="NormalEspAvt0EspApr0"/>
      </w:pPr>
      <w:r w:rsidRPr="00AF0A23">
        <w:t>Mais sur vos se</w:t>
      </w:r>
      <w:r w:rsidRPr="00AF0A23">
        <w:t>n</w:t>
      </w:r>
      <w:r w:rsidRPr="00AF0A23">
        <w:t>timents</w:t>
      </w:r>
    </w:p>
    <w:p w14:paraId="5DA47BF9" w14:textId="77777777" w:rsidR="00905145" w:rsidRPr="00AF0A23" w:rsidRDefault="00905145" w:rsidP="00905145">
      <w:pPr>
        <w:pStyle w:val="NormalEspAvt0EspApr0"/>
      </w:pPr>
      <w:r w:rsidRPr="00AF0A23">
        <w:t>À mon égard, c</w:t>
      </w:r>
      <w:r w:rsidRPr="00AF0A23">
        <w:t>e</w:t>
      </w:r>
      <w:r w:rsidRPr="00AF0A23">
        <w:t>ci m’éclaire.</w:t>
      </w:r>
    </w:p>
    <w:p w14:paraId="0A34ED15" w14:textId="77777777" w:rsidR="00905145" w:rsidRPr="00AF0A23" w:rsidRDefault="00905145" w:rsidP="00905145">
      <w:pPr>
        <w:pStyle w:val="NormalEspAvt0EspApr0"/>
      </w:pPr>
      <w:r w:rsidRPr="00AF0A23">
        <w:t>Et vous allez pr</w:t>
      </w:r>
      <w:r w:rsidRPr="00AF0A23">
        <w:t>o</w:t>
      </w:r>
      <w:r w:rsidRPr="00AF0A23">
        <w:t>bablement</w:t>
      </w:r>
    </w:p>
    <w:p w14:paraId="2B77E824" w14:textId="77777777" w:rsidR="00905145" w:rsidRPr="00AF0A23" w:rsidRDefault="00905145" w:rsidP="00905145">
      <w:pPr>
        <w:pStyle w:val="NormalEspAvt0EspApr0"/>
      </w:pPr>
      <w:r w:rsidRPr="00AF0A23">
        <w:t>Me parler de P</w:t>
      </w:r>
      <w:r w:rsidRPr="00AF0A23">
        <w:t>é</w:t>
      </w:r>
      <w:r w:rsidRPr="00AF0A23">
        <w:t>ronne aussi ?</w:t>
      </w:r>
    </w:p>
    <w:p w14:paraId="321178AF" w14:textId="77777777" w:rsidR="00905145" w:rsidRPr="00AF0A23" w:rsidRDefault="00905145" w:rsidP="00905145">
      <w:pPr>
        <w:pStyle w:val="NormalEspAvt0EspApr0"/>
      </w:pPr>
      <w:r w:rsidRPr="00AF0A23">
        <w:t>Estimez-vous que j’ai mal fait quand j’ai menti ?</w:t>
      </w:r>
    </w:p>
    <w:p w14:paraId="634F8F9D" w14:textId="77777777" w:rsidR="00905145" w:rsidRPr="00AF0A23" w:rsidRDefault="00905145" w:rsidP="00905145">
      <w:pPr>
        <w:pStyle w:val="NormalEspAvt0EspApr0"/>
      </w:pPr>
      <w:r w:rsidRPr="00AF0A23">
        <w:t>Et les Liégeois que j’ai trahis,</w:t>
      </w:r>
    </w:p>
    <w:p w14:paraId="7E456328" w14:textId="77777777" w:rsidR="00905145" w:rsidRPr="00AF0A23" w:rsidRDefault="00905145" w:rsidP="00905145">
      <w:pPr>
        <w:pStyle w:val="NormalEspAvt0EspApr0"/>
      </w:pPr>
      <w:r w:rsidRPr="00AF0A23">
        <w:t>Que ne m’en parlez-vous ?</w:t>
      </w:r>
    </w:p>
    <w:p w14:paraId="46F9EFAA" w14:textId="77777777" w:rsidR="00905145" w:rsidRPr="00AF0A23" w:rsidRDefault="00905145" w:rsidP="00905145">
      <w:pPr>
        <w:pStyle w:val="NormalEspAvt0EspApr0"/>
      </w:pPr>
      <w:r w:rsidRPr="00AF0A23">
        <w:t>Et tous ceux-là que j’ai trompés pe</w:t>
      </w:r>
      <w:r w:rsidRPr="00AF0A23">
        <w:t>n</w:t>
      </w:r>
      <w:r w:rsidRPr="00AF0A23">
        <w:t>dant quinze ans…</w:t>
      </w:r>
    </w:p>
    <w:p w14:paraId="7D6C2997" w14:textId="77777777" w:rsidR="00905145" w:rsidRPr="00AF0A23" w:rsidRDefault="00905145" w:rsidP="00905145">
      <w:pPr>
        <w:pStyle w:val="NormalEspAvt0EspApr0"/>
      </w:pPr>
      <w:r w:rsidRPr="00AF0A23">
        <w:t>Ne m’en faites-vous pas un grief à présent ?</w:t>
      </w:r>
    </w:p>
    <w:p w14:paraId="39848815" w14:textId="77777777" w:rsidR="00905145" w:rsidRPr="00AF0A23" w:rsidRDefault="00905145" w:rsidP="00905145">
      <w:pPr>
        <w:pStyle w:val="NormalEspAvt0EspApr0"/>
      </w:pPr>
      <w:r w:rsidRPr="00AF0A23">
        <w:t>N’avez-vous pas à me donner quelques l</w:t>
      </w:r>
      <w:r w:rsidRPr="00AF0A23">
        <w:t>e</w:t>
      </w:r>
      <w:r w:rsidRPr="00AF0A23">
        <w:t>çons ?</w:t>
      </w:r>
    </w:p>
    <w:p w14:paraId="2C655BC8" w14:textId="77777777" w:rsidR="00905145" w:rsidRPr="00AF0A23" w:rsidRDefault="00905145" w:rsidP="00905145">
      <w:pPr>
        <w:pStyle w:val="NormalEspAvt0EspApr0"/>
      </w:pPr>
      <w:r w:rsidRPr="00AF0A23">
        <w:t>J’ai fait la guerre à ma façon</w:t>
      </w:r>
    </w:p>
    <w:p w14:paraId="477ECC71" w14:textId="77777777" w:rsidR="00905145" w:rsidRPr="00AF0A23" w:rsidRDefault="00905145" w:rsidP="00905145">
      <w:pPr>
        <w:pStyle w:val="NormalEspAvt0EspApr0"/>
      </w:pPr>
      <w:r w:rsidRPr="00AF0A23">
        <w:t>Sans aucune p</w:t>
      </w:r>
      <w:r w:rsidRPr="00AF0A23">
        <w:t>i</w:t>
      </w:r>
      <w:r w:rsidRPr="00AF0A23">
        <w:t>tié jamais pour le vaincu,</w:t>
      </w:r>
    </w:p>
    <w:p w14:paraId="6675DB26" w14:textId="77777777" w:rsidR="00905145" w:rsidRPr="00AF0A23" w:rsidRDefault="00905145" w:rsidP="00905145">
      <w:pPr>
        <w:pStyle w:val="NormalEspAvt0EspApr0"/>
      </w:pPr>
      <w:r w:rsidRPr="00AF0A23">
        <w:t>Sans grandeur d’âme et sans plaisir – mais convaincu</w:t>
      </w:r>
    </w:p>
    <w:p w14:paraId="52652150" w14:textId="77777777" w:rsidR="00905145" w:rsidRPr="00AF0A23" w:rsidRDefault="00905145" w:rsidP="00905145">
      <w:pPr>
        <w:pStyle w:val="NormalEspAvt0EspApr0"/>
      </w:pPr>
      <w:r w:rsidRPr="00AF0A23">
        <w:t>Que c’est un jeu terrible auquel on peut tricher</w:t>
      </w:r>
    </w:p>
    <w:p w14:paraId="0CBBD21B" w14:textId="77777777" w:rsidR="00905145" w:rsidRPr="00AF0A23" w:rsidRDefault="00905145" w:rsidP="00905145">
      <w:pPr>
        <w:pStyle w:val="NormalEspAvt0EspApr0"/>
      </w:pPr>
      <w:r w:rsidRPr="00AF0A23">
        <w:rPr>
          <w:i/>
          <w:iCs/>
        </w:rPr>
        <w:t>Et qu’on doit, s’il le faut, risquer dix mille écus</w:t>
      </w:r>
    </w:p>
    <w:p w14:paraId="1C7819B2" w14:textId="77777777" w:rsidR="00905145" w:rsidRPr="00AF0A23" w:rsidRDefault="00905145" w:rsidP="00905145">
      <w:pPr>
        <w:pStyle w:val="NormalEspAvt0EspApr0"/>
        <w:rPr>
          <w:i/>
          <w:iCs/>
        </w:rPr>
      </w:pPr>
      <w:r w:rsidRPr="00AF0A23">
        <w:rPr>
          <w:i/>
          <w:iCs/>
        </w:rPr>
        <w:t>Pour sauver la vie d’un archer.</w:t>
      </w:r>
    </w:p>
    <w:p w14:paraId="467E8ADE" w14:textId="77777777" w:rsidR="00905145" w:rsidRPr="00AF0A23" w:rsidRDefault="00905145" w:rsidP="00905145">
      <w:pPr>
        <w:pStyle w:val="NormalEspAvt0EspApr0"/>
      </w:pPr>
      <w:r w:rsidRPr="00AF0A23">
        <w:t>Quant à ma pol</w:t>
      </w:r>
      <w:r w:rsidRPr="00AF0A23">
        <w:t>i</w:t>
      </w:r>
      <w:r w:rsidRPr="00AF0A23">
        <w:t>tique, on peut la condamner.</w:t>
      </w:r>
    </w:p>
    <w:p w14:paraId="7FA2523E" w14:textId="77777777" w:rsidR="00905145" w:rsidRPr="00AF0A23" w:rsidRDefault="00905145" w:rsidP="00905145">
      <w:pPr>
        <w:pStyle w:val="NormalEspAvt0EspApr0"/>
      </w:pPr>
      <w:r w:rsidRPr="00AF0A23">
        <w:t>Mais je n’en d</w:t>
      </w:r>
      <w:r w:rsidRPr="00AF0A23">
        <w:t>é</w:t>
      </w:r>
      <w:r w:rsidRPr="00AF0A23">
        <w:t>mords pas !</w:t>
      </w:r>
    </w:p>
    <w:p w14:paraId="113A0E6F" w14:textId="77777777" w:rsidR="00905145" w:rsidRPr="00AF0A23" w:rsidRDefault="00905145" w:rsidP="00905145">
      <w:pPr>
        <w:pStyle w:val="NormalEspAvt0EspApr0"/>
      </w:pPr>
      <w:r w:rsidRPr="00AF0A23">
        <w:rPr>
          <w:i/>
          <w:iCs/>
        </w:rPr>
        <w:t>Il faut donner ce qu’on n’a pas</w:t>
      </w:r>
    </w:p>
    <w:p w14:paraId="7B48802D" w14:textId="77777777" w:rsidR="00905145" w:rsidRPr="00AF0A23" w:rsidRDefault="00905145" w:rsidP="00905145">
      <w:pPr>
        <w:pStyle w:val="NormalEspAvt0EspApr0"/>
        <w:rPr>
          <w:i/>
          <w:iCs/>
        </w:rPr>
      </w:pPr>
      <w:r w:rsidRPr="00AF0A23">
        <w:rPr>
          <w:i/>
          <w:iCs/>
        </w:rPr>
        <w:t>Et promettre ce que l’on ne peut pas donner.</w:t>
      </w:r>
    </w:p>
    <w:p w14:paraId="276A45F8" w14:textId="77777777" w:rsidR="00905145" w:rsidRPr="00AF0A23" w:rsidRDefault="00905145" w:rsidP="00905145">
      <w:pPr>
        <w:pStyle w:val="NormalEspAvt0EspApr0"/>
      </w:pPr>
      <w:r w:rsidRPr="00AF0A23">
        <w:t>Mais laissons là mes trahisons,</w:t>
      </w:r>
    </w:p>
    <w:p w14:paraId="330B0C3E" w14:textId="77777777" w:rsidR="00905145" w:rsidRPr="00AF0A23" w:rsidRDefault="00905145" w:rsidP="00905145">
      <w:pPr>
        <w:pStyle w:val="NormalEspAvt0EspApr0"/>
      </w:pPr>
      <w:r w:rsidRPr="00AF0A23">
        <w:t>Car il me reste encor à parler de mes crimes.</w:t>
      </w:r>
    </w:p>
    <w:p w14:paraId="49E1757F" w14:textId="77777777" w:rsidR="00905145" w:rsidRPr="00AF0A23" w:rsidRDefault="00905145" w:rsidP="00905145">
      <w:pPr>
        <w:pStyle w:val="NormalEspAvt0EspApr0"/>
      </w:pPr>
      <w:r w:rsidRPr="00AF0A23">
        <w:t>Mes crimes ! Beau sujet et bien propre à remplir</w:t>
      </w:r>
    </w:p>
    <w:p w14:paraId="69657435" w14:textId="77777777" w:rsidR="00905145" w:rsidRPr="00AF0A23" w:rsidRDefault="00905145" w:rsidP="00905145">
      <w:pPr>
        <w:pStyle w:val="NormalEspAvt0EspApr0"/>
      </w:pPr>
      <w:r w:rsidRPr="00AF0A23">
        <w:t>La colonne du mal ? Allons, mon bon Tristan,</w:t>
      </w:r>
    </w:p>
    <w:p w14:paraId="742804BF" w14:textId="77777777" w:rsidR="00905145" w:rsidRPr="00AF0A23" w:rsidRDefault="00905145" w:rsidP="00905145">
      <w:pPr>
        <w:pStyle w:val="NormalEspAvt0EspApr0"/>
      </w:pPr>
      <w:r w:rsidRPr="00AF0A23">
        <w:t>Le moment est venu de desserrer les dents.</w:t>
      </w:r>
    </w:p>
    <w:p w14:paraId="3E4AF804" w14:textId="77777777" w:rsidR="00905145" w:rsidRPr="00AF0A23" w:rsidRDefault="00905145" w:rsidP="00905145">
      <w:pPr>
        <w:pStyle w:val="NormalEspAvt0EspApr0"/>
      </w:pPr>
      <w:r w:rsidRPr="00AF0A23">
        <w:t>Fais-moi donc souvenir</w:t>
      </w:r>
    </w:p>
    <w:p w14:paraId="5D198931" w14:textId="77777777" w:rsidR="00905145" w:rsidRPr="00AF0A23" w:rsidRDefault="00905145" w:rsidP="00905145">
      <w:pPr>
        <w:pStyle w:val="NormalEspAvt0EspApr0"/>
      </w:pPr>
      <w:r w:rsidRPr="00AF0A23">
        <w:t>Un peu de mes victimes.</w:t>
      </w:r>
    </w:p>
    <w:p w14:paraId="37B1118A" w14:textId="77777777" w:rsidR="00905145" w:rsidRPr="00AF0A23" w:rsidRDefault="00905145" w:rsidP="00905145">
      <w:pPr>
        <w:pStyle w:val="NormalEspAvt0EspApr0"/>
      </w:pPr>
      <w:r w:rsidRPr="00AF0A23">
        <w:t>Combien t’ai-je ordonné d’en pendre et d’en occire ?</w:t>
      </w:r>
    </w:p>
    <w:p w14:paraId="1EFAB4D3" w14:textId="77777777" w:rsidR="00905145" w:rsidRPr="00AF0A23" w:rsidRDefault="00905145" w:rsidP="00905145">
      <w:pPr>
        <w:ind w:firstLine="0"/>
        <w:jc w:val="center"/>
      </w:pPr>
      <w:r w:rsidRPr="00AF0A23">
        <w:lastRenderedPageBreak/>
        <w:t>TRISTAN</w:t>
      </w:r>
    </w:p>
    <w:p w14:paraId="12F7C664" w14:textId="77777777" w:rsidR="00905145" w:rsidRPr="00AF0A23" w:rsidRDefault="00905145" w:rsidP="00905145">
      <w:r w:rsidRPr="00AF0A23">
        <w:t>Deux ou trois cents peut-être, Sire…</w:t>
      </w:r>
    </w:p>
    <w:p w14:paraId="4682A599" w14:textId="77777777" w:rsidR="00905145" w:rsidRPr="00AF0A23" w:rsidRDefault="00905145" w:rsidP="00905145">
      <w:pPr>
        <w:ind w:firstLine="0"/>
        <w:jc w:val="center"/>
      </w:pPr>
      <w:r w:rsidRPr="00AF0A23">
        <w:t>LOUIS XI</w:t>
      </w:r>
    </w:p>
    <w:p w14:paraId="1D17AC0F" w14:textId="77777777" w:rsidR="00905145" w:rsidRPr="00AF0A23" w:rsidRDefault="00905145" w:rsidP="00905145">
      <w:pPr>
        <w:pStyle w:val="NormalEspAvt0EspApr0"/>
      </w:pPr>
      <w:r w:rsidRPr="00AF0A23">
        <w:t>En vérité ?</w:t>
      </w:r>
    </w:p>
    <w:p w14:paraId="30308E3F" w14:textId="77777777" w:rsidR="00905145" w:rsidRPr="00AF0A23" w:rsidRDefault="00905145" w:rsidP="00905145">
      <w:pPr>
        <w:pStyle w:val="NormalEspAvt0EspApr0"/>
      </w:pPr>
      <w:r w:rsidRPr="00AF0A23">
        <w:t>Deux ou trois cents ? Deux ou trois mille, mon ami.</w:t>
      </w:r>
    </w:p>
    <w:p w14:paraId="51CDD5B6" w14:textId="77777777" w:rsidR="00905145" w:rsidRPr="00AF0A23" w:rsidRDefault="00905145" w:rsidP="00905145">
      <w:pPr>
        <w:pStyle w:val="NormalEspAvt0EspApr0"/>
      </w:pPr>
      <w:r w:rsidRPr="00AF0A23">
        <w:t>Plus le nombre en est grand, plus j’en ai de fierté,</w:t>
      </w:r>
    </w:p>
    <w:p w14:paraId="608C8440" w14:textId="77777777" w:rsidR="00905145" w:rsidRPr="00AF0A23" w:rsidRDefault="00905145" w:rsidP="00905145">
      <w:pPr>
        <w:pStyle w:val="NormalEspAvt0EspApr0"/>
      </w:pPr>
      <w:r w:rsidRPr="00AF0A23">
        <w:t>Puisqu’ils étaient nos ennemis.</w:t>
      </w:r>
    </w:p>
    <w:p w14:paraId="09BA82FD" w14:textId="77777777" w:rsidR="00905145" w:rsidRPr="00AF0A23" w:rsidRDefault="00905145" w:rsidP="00905145">
      <w:pPr>
        <w:pStyle w:val="NormalEspAvt0EspApr0"/>
      </w:pPr>
      <w:r w:rsidRPr="00AF0A23">
        <w:t>Pauvres gens ! Malheureux qui n’avez rien compris !</w:t>
      </w:r>
    </w:p>
    <w:p w14:paraId="533FE16D" w14:textId="77777777" w:rsidR="00905145" w:rsidRPr="00AF0A23" w:rsidRDefault="00905145" w:rsidP="00905145">
      <w:pPr>
        <w:pStyle w:val="NormalEspAvt0EspApr0"/>
      </w:pPr>
      <w:r w:rsidRPr="00AF0A23">
        <w:t>Qui me parlez de mes victimes !</w:t>
      </w:r>
    </w:p>
    <w:p w14:paraId="54B7F14E" w14:textId="77777777" w:rsidR="00905145" w:rsidRPr="00AF0A23" w:rsidRDefault="00905145" w:rsidP="00905145">
      <w:pPr>
        <w:pStyle w:val="NormalEspAvt0EspApr0"/>
      </w:pPr>
      <w:r w:rsidRPr="00AF0A23">
        <w:t>Ce que j’ai fait de bien : ajoutez donc mes crimes.</w:t>
      </w:r>
    </w:p>
    <w:p w14:paraId="2FB12DF4" w14:textId="77777777" w:rsidR="00905145" w:rsidRPr="00AF0A23" w:rsidRDefault="00905145" w:rsidP="00905145">
      <w:pPr>
        <w:pStyle w:val="NormalEspAvt0EspApr0"/>
      </w:pPr>
      <w:r w:rsidRPr="00AF0A23">
        <w:t>La colonne du mal ?…</w:t>
      </w:r>
    </w:p>
    <w:p w14:paraId="3B3CC3B4" w14:textId="77777777" w:rsidR="00905145" w:rsidRPr="00AF0A23" w:rsidRDefault="00905145" w:rsidP="00905145">
      <w:pPr>
        <w:ind w:firstLine="0"/>
        <w:jc w:val="center"/>
      </w:pPr>
      <w:r w:rsidRPr="00AF0A23">
        <w:t>COMINES</w:t>
      </w:r>
    </w:p>
    <w:p w14:paraId="252CB6F8" w14:textId="77777777" w:rsidR="00905145" w:rsidRPr="00AF0A23" w:rsidRDefault="00905145" w:rsidP="00905145">
      <w:r w:rsidRPr="00AF0A23">
        <w:t>Est vierge e</w:t>
      </w:r>
      <w:r w:rsidRPr="00AF0A23">
        <w:t>n</w:t>
      </w:r>
      <w:r w:rsidRPr="00AF0A23">
        <w:t>core…</w:t>
      </w:r>
    </w:p>
    <w:p w14:paraId="3F74151F" w14:textId="77777777" w:rsidR="00905145" w:rsidRPr="00AF0A23" w:rsidRDefault="00905145" w:rsidP="00905145">
      <w:pPr>
        <w:ind w:firstLine="0"/>
        <w:jc w:val="center"/>
      </w:pPr>
      <w:r w:rsidRPr="00AF0A23">
        <w:t>LOUIS XI</w:t>
      </w:r>
    </w:p>
    <w:p w14:paraId="635B159C" w14:textId="77777777" w:rsidR="00905145" w:rsidRPr="00AF0A23" w:rsidRDefault="00905145" w:rsidP="00905145">
      <w:pPr>
        <w:pStyle w:val="NormalEspAvt0EspApr0"/>
      </w:pPr>
      <w:r w:rsidRPr="00AF0A23">
        <w:t>Eh bien…</w:t>
      </w:r>
    </w:p>
    <w:p w14:paraId="3858E939" w14:textId="77777777" w:rsidR="00905145" w:rsidRPr="00AF0A23" w:rsidRDefault="00905145" w:rsidP="00905145">
      <w:pPr>
        <w:pStyle w:val="NormalEspAvt0EspApr0"/>
      </w:pPr>
      <w:r w:rsidRPr="00AF0A23">
        <w:t>Mettez donc : La Balue, alors.</w:t>
      </w:r>
    </w:p>
    <w:p w14:paraId="45F80A98" w14:textId="77777777" w:rsidR="00905145" w:rsidRPr="00AF0A23" w:rsidRDefault="00905145" w:rsidP="00905145">
      <w:pPr>
        <w:pStyle w:val="NormalEspAvt0EspApr0"/>
      </w:pPr>
      <w:r w:rsidRPr="00AF0A23">
        <w:t>Je suis sûr que vous y pe</w:t>
      </w:r>
      <w:r w:rsidRPr="00AF0A23">
        <w:t>n</w:t>
      </w:r>
      <w:r w:rsidRPr="00AF0A23">
        <w:t>siez !</w:t>
      </w:r>
    </w:p>
    <w:p w14:paraId="57BB4FB8" w14:textId="77777777" w:rsidR="00905145" w:rsidRPr="00AF0A23" w:rsidRDefault="00905145" w:rsidP="00905145">
      <w:pPr>
        <w:pStyle w:val="NormalEspAvt0EspApr0"/>
      </w:pPr>
      <w:r w:rsidRPr="00AF0A23">
        <w:t>Oui, mettez : La Balue. Avoir été trop tendre</w:t>
      </w:r>
    </w:p>
    <w:p w14:paraId="47EE3244" w14:textId="77777777" w:rsidR="00905145" w:rsidRPr="00AF0A23" w:rsidRDefault="00905145" w:rsidP="00905145">
      <w:pPr>
        <w:pStyle w:val="NormalEspAvt0EspApr0"/>
      </w:pPr>
      <w:r w:rsidRPr="00AF0A23">
        <w:t>Avec Jean La B</w:t>
      </w:r>
      <w:r w:rsidRPr="00AF0A23">
        <w:t>a</w:t>
      </w:r>
      <w:r w:rsidRPr="00AF0A23">
        <w:t>lue – et l’avoir gracié,</w:t>
      </w:r>
    </w:p>
    <w:p w14:paraId="180B2E2D" w14:textId="77777777" w:rsidR="00905145" w:rsidRPr="00AF0A23" w:rsidRDefault="00905145" w:rsidP="00905145">
      <w:pPr>
        <w:pStyle w:val="NormalEspAvt0EspApr0"/>
      </w:pPr>
      <w:r w:rsidRPr="00AF0A23">
        <w:t>Alors qu’il eût</w:t>
      </w:r>
    </w:p>
    <w:p w14:paraId="7FF73528" w14:textId="77777777" w:rsidR="00905145" w:rsidRPr="00AF0A23" w:rsidRDefault="00905145" w:rsidP="00905145">
      <w:pPr>
        <w:pStyle w:val="NormalEspAvt0EspApr0"/>
      </w:pPr>
      <w:r w:rsidRPr="00AF0A23">
        <w:t>Bien mieux valu</w:t>
      </w:r>
    </w:p>
    <w:p w14:paraId="49BF444E" w14:textId="77777777" w:rsidR="00905145" w:rsidRPr="00AF0A23" w:rsidRDefault="00905145" w:rsidP="00905145">
      <w:pPr>
        <w:pStyle w:val="NormalEspAvt0EspApr0"/>
      </w:pPr>
      <w:r w:rsidRPr="00AF0A23">
        <w:t>Le faire pendre !</w:t>
      </w:r>
    </w:p>
    <w:p w14:paraId="49AC3914" w14:textId="77777777" w:rsidR="00905145" w:rsidRPr="00D72CAB" w:rsidRDefault="00905145" w:rsidP="00905145">
      <w:pPr>
        <w:pStyle w:val="NormalRetraitGauche4XIndent0"/>
        <w:rPr>
          <w:i/>
          <w:iCs/>
        </w:rPr>
      </w:pPr>
      <w:r w:rsidRPr="00D72CAB">
        <w:rPr>
          <w:i/>
          <w:iCs/>
        </w:rPr>
        <w:t>Sa respiration depuis quelques instants est devenue haletante. Son visage tout à coup se contracte.</w:t>
      </w:r>
    </w:p>
    <w:p w14:paraId="6F169ED0" w14:textId="77777777" w:rsidR="00905145" w:rsidRPr="00AF0A23" w:rsidRDefault="00905145" w:rsidP="00905145">
      <w:pPr>
        <w:pStyle w:val="NormalEspAvt0EspApr0"/>
      </w:pPr>
      <w:r w:rsidRPr="00AF0A23">
        <w:t>Ah !… Je meurs !… Oh ! Co</w:t>
      </w:r>
      <w:r w:rsidRPr="00AF0A23">
        <w:t>i</w:t>
      </w:r>
      <w:r w:rsidRPr="00AF0A23">
        <w:t>tier… c’en est fini…</w:t>
      </w:r>
    </w:p>
    <w:p w14:paraId="51D776A4" w14:textId="77777777" w:rsidR="00905145" w:rsidRPr="00AF0A23" w:rsidRDefault="00905145" w:rsidP="00905145">
      <w:pPr>
        <w:pStyle w:val="NormalEspAvt0EspApr0"/>
      </w:pPr>
      <w:r w:rsidRPr="00AF0A23">
        <w:t>Je vais partir… Non, non… c’est trop tard… il le faut…</w:t>
      </w:r>
    </w:p>
    <w:p w14:paraId="51EF4CC4" w14:textId="77777777" w:rsidR="00905145" w:rsidRPr="00AF0A23" w:rsidRDefault="00905145" w:rsidP="00905145">
      <w:pPr>
        <w:pStyle w:val="NormalEspAvt0EspApr0"/>
      </w:pPr>
      <w:r w:rsidRPr="00AF0A23">
        <w:t>Car on peut s’abuser très souvent quand c’est faux</w:t>
      </w:r>
    </w:p>
    <w:p w14:paraId="6460D737" w14:textId="77777777" w:rsidR="00905145" w:rsidRPr="00AF0A23" w:rsidRDefault="00905145" w:rsidP="00905145">
      <w:pPr>
        <w:pStyle w:val="NormalEspAvt0EspApr0"/>
      </w:pPr>
      <w:r w:rsidRPr="00AF0A23">
        <w:lastRenderedPageBreak/>
        <w:t>Mais… pas moyen de se tromper lorsque c’est vrai !</w:t>
      </w:r>
    </w:p>
    <w:p w14:paraId="722D34EA" w14:textId="77777777" w:rsidR="00905145" w:rsidRPr="00AF0A23" w:rsidRDefault="00905145" w:rsidP="00905145">
      <w:pPr>
        <w:pStyle w:val="NormalEspAvt0EspApr0"/>
      </w:pPr>
      <w:r w:rsidRPr="00AF0A23">
        <w:t>Voici la mort qui vient me prendre…</w:t>
      </w:r>
    </w:p>
    <w:p w14:paraId="4B53F057" w14:textId="77777777" w:rsidR="00905145" w:rsidRPr="00AF0A23" w:rsidRDefault="00905145" w:rsidP="00905145">
      <w:pPr>
        <w:pStyle w:val="NormalEspAvt0EspApr0"/>
      </w:pPr>
      <w:r w:rsidRPr="00AF0A23">
        <w:t>Elle aurait pu se faire attendre</w:t>
      </w:r>
    </w:p>
    <w:p w14:paraId="6E3812D8" w14:textId="77777777" w:rsidR="00905145" w:rsidRPr="00AF0A23" w:rsidRDefault="00905145" w:rsidP="00905145">
      <w:pPr>
        <w:pStyle w:val="NormalEspAvt0EspApr0"/>
      </w:pPr>
      <w:r w:rsidRPr="00AF0A23">
        <w:t>Un jour ou deux peut-être encor…</w:t>
      </w:r>
    </w:p>
    <w:p w14:paraId="7837CF1E" w14:textId="77777777" w:rsidR="00905145" w:rsidRPr="00AF0A23" w:rsidRDefault="00905145" w:rsidP="00905145">
      <w:pPr>
        <w:pStyle w:val="NormalEspAvt0EspApr0"/>
      </w:pPr>
      <w:r w:rsidRPr="00AF0A23">
        <w:t>Le bon Dieu ne l’a pas voulu !</w:t>
      </w:r>
    </w:p>
    <w:p w14:paraId="1011AC69" w14:textId="77777777" w:rsidR="00905145" w:rsidRPr="00AF0A23" w:rsidRDefault="00905145" w:rsidP="00905145">
      <w:pPr>
        <w:pStyle w:val="NormalEspAvt0EspApr0"/>
      </w:pPr>
      <w:r w:rsidRPr="00AF0A23">
        <w:t>Non, ne me to</w:t>
      </w:r>
      <w:r w:rsidRPr="00AF0A23">
        <w:t>u</w:t>
      </w:r>
      <w:r w:rsidRPr="00AF0A23">
        <w:t>chez pas… vous ne pouvez plus rien.</w:t>
      </w:r>
    </w:p>
    <w:p w14:paraId="110FEB06" w14:textId="77777777" w:rsidR="00905145" w:rsidRPr="00AF0A23" w:rsidRDefault="00905145" w:rsidP="00905145">
      <w:pPr>
        <w:pStyle w:val="NormalEspAvt0EspApr0"/>
      </w:pPr>
      <w:r w:rsidRPr="00AF0A23">
        <w:t>D’ailleurs, je peux partir, mon œ</w:t>
      </w:r>
      <w:r w:rsidRPr="00AF0A23">
        <w:t>u</w:t>
      </w:r>
      <w:r w:rsidRPr="00AF0A23">
        <w:t>vre est achevée.</w:t>
      </w:r>
    </w:p>
    <w:p w14:paraId="2AB80578" w14:textId="77777777" w:rsidR="00905145" w:rsidRPr="00AF0A23" w:rsidRDefault="00905145" w:rsidP="00905145">
      <w:pPr>
        <w:pStyle w:val="NormalEspAvt0EspApr0"/>
      </w:pPr>
      <w:r w:rsidRPr="00AF0A23">
        <w:t>Et ma tâche est remplie :</w:t>
      </w:r>
    </w:p>
    <w:p w14:paraId="70B6A096" w14:textId="77777777" w:rsidR="00905145" w:rsidRPr="00AF0A23" w:rsidRDefault="00905145" w:rsidP="00905145">
      <w:pPr>
        <w:pStyle w:val="NormalEspAvt0EspApr0"/>
      </w:pPr>
      <w:r w:rsidRPr="00AF0A23">
        <w:t xml:space="preserve">L’unité de </w:t>
      </w:r>
      <w:smartTag w:uri="urn:schemas-microsoft-com:office:smarttags" w:element="PersonName">
        <w:smartTagPr>
          <w:attr w:name="ProductID" w:val="la France"/>
        </w:smartTagPr>
        <w:r w:rsidRPr="00AF0A23">
          <w:t>la France</w:t>
        </w:r>
      </w:smartTag>
      <w:r w:rsidRPr="00AF0A23">
        <w:t xml:space="preserve"> est un fait a</w:t>
      </w:r>
      <w:r w:rsidRPr="00AF0A23">
        <w:t>c</w:t>
      </w:r>
      <w:r w:rsidRPr="00AF0A23">
        <w:t>compli.</w:t>
      </w:r>
    </w:p>
    <w:p w14:paraId="293B8C16" w14:textId="77777777" w:rsidR="00905145" w:rsidRPr="00AF0A23" w:rsidRDefault="00905145" w:rsidP="00905145">
      <w:pPr>
        <w:pStyle w:val="NormalEspAvt0EspApr0"/>
      </w:pPr>
      <w:r w:rsidRPr="00AF0A23">
        <w:t>Adieu, mon beau pays !</w:t>
      </w:r>
    </w:p>
    <w:p w14:paraId="6C79E98D" w14:textId="77777777" w:rsidR="00905145" w:rsidRPr="00AF0A23" w:rsidRDefault="00905145" w:rsidP="00905145">
      <w:pPr>
        <w:pStyle w:val="NormalEspAvt0EspApr0"/>
      </w:pPr>
      <w:r w:rsidRPr="00AF0A23">
        <w:t>Je te laisse en mourant tel je t’avais rêvé…</w:t>
      </w:r>
    </w:p>
    <w:p w14:paraId="1C01C3F4" w14:textId="77777777" w:rsidR="00905145" w:rsidRPr="00AF0A23" w:rsidRDefault="00905145" w:rsidP="00905145">
      <w:pPr>
        <w:pStyle w:val="NormalEspAvt0EspApr0"/>
      </w:pPr>
      <w:r w:rsidRPr="00AF0A23">
        <w:t>Bien d’autres ont porté la couronne avant moi…</w:t>
      </w:r>
    </w:p>
    <w:p w14:paraId="0AC739B1" w14:textId="77777777" w:rsidR="00905145" w:rsidRPr="00AF0A23" w:rsidRDefault="00905145" w:rsidP="00905145">
      <w:pPr>
        <w:pStyle w:val="NormalEspAvt0EspApr0"/>
      </w:pPr>
      <w:r w:rsidRPr="00AF0A23">
        <w:t>Mais ils n’étaient les rois</w:t>
      </w:r>
    </w:p>
    <w:p w14:paraId="17FCEACF" w14:textId="77777777" w:rsidR="00905145" w:rsidRPr="00AF0A23" w:rsidRDefault="00905145" w:rsidP="00905145">
      <w:pPr>
        <w:pStyle w:val="NormalEspAvt0EspApr0"/>
      </w:pPr>
      <w:r w:rsidRPr="00AF0A23">
        <w:t>Que d’un d</w:t>
      </w:r>
      <w:r w:rsidRPr="00AF0A23">
        <w:t>o</w:t>
      </w:r>
      <w:r w:rsidRPr="00AF0A23">
        <w:t>maine bien étroit</w:t>
      </w:r>
    </w:p>
    <w:p w14:paraId="5CC8C0D1" w14:textId="77777777" w:rsidR="00905145" w:rsidRPr="00AF0A23" w:rsidRDefault="00905145" w:rsidP="00905145">
      <w:pPr>
        <w:pStyle w:val="NormalEspAvt0EspApr0"/>
      </w:pPr>
      <w:r w:rsidRPr="00AF0A23">
        <w:t xml:space="preserve">Qui n’était pas </w:t>
      </w:r>
      <w:smartTag w:uri="urn:schemas-microsoft-com:office:smarttags" w:element="PersonName">
        <w:smartTagPr>
          <w:attr w:name="ProductID" w:val="la France"/>
        </w:smartTagPr>
        <w:r w:rsidRPr="00AF0A23">
          <w:t>la France</w:t>
        </w:r>
      </w:smartTag>
      <w:r w:rsidRPr="00AF0A23">
        <w:t xml:space="preserve"> encor !</w:t>
      </w:r>
    </w:p>
    <w:p w14:paraId="1C9A05EB" w14:textId="77777777" w:rsidR="00905145" w:rsidRPr="00AF0A23" w:rsidRDefault="00905145" w:rsidP="00905145">
      <w:pPr>
        <w:pStyle w:val="NormalEspAvt0EspApr0"/>
      </w:pPr>
      <w:r w:rsidRPr="00AF0A23">
        <w:t>Et le premier vrai roi de France ce fut moi !</w:t>
      </w:r>
    </w:p>
    <w:p w14:paraId="5BE1C2BD" w14:textId="77777777" w:rsidR="00905145" w:rsidRPr="00AF0A23" w:rsidRDefault="00905145" w:rsidP="00905145">
      <w:pPr>
        <w:pStyle w:val="NormalEspAvt0EspApr0"/>
      </w:pPr>
      <w:r w:rsidRPr="00AF0A23">
        <w:t>La France ! Mais il fallait la faire d’abord…</w:t>
      </w:r>
    </w:p>
    <w:p w14:paraId="7EF8B99A" w14:textId="77777777" w:rsidR="00905145" w:rsidRPr="00AF0A23" w:rsidRDefault="00905145" w:rsidP="00905145">
      <w:pPr>
        <w:pStyle w:val="NormalEspAvt0EspApr0"/>
      </w:pPr>
      <w:r w:rsidRPr="00AF0A23">
        <w:t>Coûte que coûte – et je l’ai faite ! Et pour la faire</w:t>
      </w:r>
    </w:p>
    <w:p w14:paraId="26F54D32" w14:textId="77777777" w:rsidR="00905145" w:rsidRPr="00AF0A23" w:rsidRDefault="00905145" w:rsidP="00905145">
      <w:pPr>
        <w:pStyle w:val="NormalEspAvt0EspApr0"/>
      </w:pPr>
      <w:r w:rsidRPr="00AF0A23">
        <w:t>J’ai mis qu</w:t>
      </w:r>
      <w:r w:rsidRPr="00AF0A23">
        <w:t>a</w:t>
      </w:r>
      <w:r w:rsidRPr="00AF0A23">
        <w:t>rante années !</w:t>
      </w:r>
    </w:p>
    <w:p w14:paraId="2B9F4192" w14:textId="77777777" w:rsidR="00905145" w:rsidRPr="00AF0A23" w:rsidRDefault="00905145" w:rsidP="00905145">
      <w:pPr>
        <w:pStyle w:val="NormalEspAvt0EspApr0"/>
      </w:pPr>
      <w:r w:rsidRPr="00AF0A23">
        <w:t>Puis, l’ayant faite enfin, j’ai pu la go</w:t>
      </w:r>
      <w:r w:rsidRPr="00AF0A23">
        <w:t>u</w:t>
      </w:r>
      <w:r w:rsidRPr="00AF0A23">
        <w:t>verner.</w:t>
      </w:r>
    </w:p>
    <w:p w14:paraId="17A33FAE" w14:textId="77777777" w:rsidR="00905145" w:rsidRPr="00AF0A23" w:rsidRDefault="00905145" w:rsidP="00905145">
      <w:pPr>
        <w:pStyle w:val="NormalEspAvt0EspApr0"/>
      </w:pPr>
      <w:r w:rsidRPr="00AF0A23">
        <w:t>Qu’on en prenne bien soin, qu’on veille bien sur elle…</w:t>
      </w:r>
    </w:p>
    <w:p w14:paraId="6CCEAE2E" w14:textId="77777777" w:rsidR="00905145" w:rsidRPr="00AF0A23" w:rsidRDefault="00905145" w:rsidP="00905145">
      <w:pPr>
        <w:pStyle w:val="NormalEspAvt0EspApr0"/>
      </w:pPr>
      <w:r w:rsidRPr="00AF0A23">
        <w:t>Ne l’abandonnez pas, Seigneur, elle est si belle !</w:t>
      </w:r>
    </w:p>
    <w:p w14:paraId="4FFD0ED9" w14:textId="77777777" w:rsidR="00905145" w:rsidRPr="00AF0A23" w:rsidRDefault="00905145" w:rsidP="00905145">
      <w:pPr>
        <w:pStyle w:val="NormalEspAvt0EspApr0"/>
      </w:pPr>
      <w:r w:rsidRPr="00AF0A23">
        <w:t>Ah !… Je meurs !… Oh ! Co</w:t>
      </w:r>
      <w:r w:rsidRPr="00AF0A23">
        <w:t>i</w:t>
      </w:r>
      <w:r w:rsidRPr="00AF0A23">
        <w:t>tier… c’en est fini… Coitier…</w:t>
      </w:r>
    </w:p>
    <w:p w14:paraId="3A2F89A7" w14:textId="77777777" w:rsidR="00905145" w:rsidRPr="00AF0A23" w:rsidRDefault="00905145" w:rsidP="00905145">
      <w:pPr>
        <w:pStyle w:val="NormalEspAvt0EspApr0"/>
      </w:pPr>
      <w:r w:rsidRPr="00AF0A23">
        <w:t>Tristan… Com</w:t>
      </w:r>
      <w:r w:rsidRPr="00AF0A23">
        <w:t>i</w:t>
      </w:r>
      <w:r w:rsidRPr="00AF0A23">
        <w:t>nes… tous les trois.</w:t>
      </w:r>
    </w:p>
    <w:p w14:paraId="4CC097F2" w14:textId="77777777" w:rsidR="00905145" w:rsidRPr="00AF0A23" w:rsidRDefault="00905145" w:rsidP="00905145">
      <w:pPr>
        <w:pStyle w:val="NormalEspAvt0EspApr0"/>
      </w:pPr>
      <w:r w:rsidRPr="00AF0A23">
        <w:t>Vous allez me jurer quelque chose… éco</w:t>
      </w:r>
      <w:r w:rsidRPr="00AF0A23">
        <w:t>u</w:t>
      </w:r>
      <w:r w:rsidRPr="00AF0A23">
        <w:t>tez…</w:t>
      </w:r>
    </w:p>
    <w:p w14:paraId="1391F54F" w14:textId="77777777" w:rsidR="00905145" w:rsidRPr="00AF0A23" w:rsidRDefault="00905145" w:rsidP="00905145">
      <w:pPr>
        <w:pStyle w:val="NormalEspAvt0EspApr0"/>
      </w:pPr>
      <w:r w:rsidRPr="00AF0A23">
        <w:t>Quand je vais être mort</w:t>
      </w:r>
    </w:p>
    <w:p w14:paraId="617C9BBB" w14:textId="77777777" w:rsidR="00905145" w:rsidRPr="00AF0A23" w:rsidRDefault="00905145" w:rsidP="00905145">
      <w:pPr>
        <w:pStyle w:val="NormalEspAvt0EspApr0"/>
      </w:pPr>
      <w:r w:rsidRPr="00AF0A23">
        <w:t>Vous ne le direz pas tout de suite… à personne…</w:t>
      </w:r>
    </w:p>
    <w:p w14:paraId="046F5271" w14:textId="77777777" w:rsidR="00905145" w:rsidRPr="00AF0A23" w:rsidRDefault="00905145" w:rsidP="00905145">
      <w:pPr>
        <w:pStyle w:val="NormalEspAvt0EspApr0"/>
      </w:pPr>
      <w:r w:rsidRPr="00AF0A23">
        <w:t>On ne le saura pas… vous seuls, vous le saurez.</w:t>
      </w:r>
    </w:p>
    <w:p w14:paraId="3DBA760B" w14:textId="77777777" w:rsidR="00905145" w:rsidRPr="00AF0A23" w:rsidRDefault="00905145" w:rsidP="00905145">
      <w:pPr>
        <w:pStyle w:val="NormalEspAvt0EspApr0"/>
      </w:pPr>
      <w:r w:rsidRPr="00AF0A23">
        <w:t>Pas de cris… pas de pleurs… pas de cloches qui sonnent…</w:t>
      </w:r>
    </w:p>
    <w:p w14:paraId="354F584B" w14:textId="77777777" w:rsidR="00905145" w:rsidRPr="00AF0A23" w:rsidRDefault="00905145" w:rsidP="00905145">
      <w:pPr>
        <w:pStyle w:val="NormalEspAvt0EspApr0"/>
      </w:pPr>
      <w:r w:rsidRPr="00AF0A23">
        <w:t>Rien !… Vous d</w:t>
      </w:r>
      <w:r w:rsidRPr="00AF0A23">
        <w:t>i</w:t>
      </w:r>
      <w:r w:rsidRPr="00AF0A23">
        <w:t>rez…</w:t>
      </w:r>
    </w:p>
    <w:p w14:paraId="3FFAF5FC" w14:textId="77777777" w:rsidR="00905145" w:rsidRPr="00AF0A23" w:rsidRDefault="00905145" w:rsidP="00905145">
      <w:pPr>
        <w:pStyle w:val="NormalEspAvt0EspApr0"/>
      </w:pPr>
      <w:r w:rsidRPr="00AF0A23">
        <w:t>Que le Roi va très mal,</w:t>
      </w:r>
    </w:p>
    <w:p w14:paraId="19BB9BFE" w14:textId="77777777" w:rsidR="00905145" w:rsidRPr="00AF0A23" w:rsidRDefault="00905145" w:rsidP="00905145">
      <w:pPr>
        <w:pStyle w:val="NormalEspAvt0EspApr0"/>
      </w:pPr>
      <w:r w:rsidRPr="00AF0A23">
        <w:lastRenderedPageBreak/>
        <w:t>Mais qu’il vous reste tout de même un peu d’espoir…</w:t>
      </w:r>
    </w:p>
    <w:p w14:paraId="4D5C11C6" w14:textId="77777777" w:rsidR="00905145" w:rsidRPr="00AF0A23" w:rsidRDefault="00905145" w:rsidP="00905145">
      <w:pPr>
        <w:pStyle w:val="NormalEspAvt0EspApr0"/>
      </w:pPr>
      <w:r w:rsidRPr="00AF0A23">
        <w:t>Personne n’aura le droit de me voir…</w:t>
      </w:r>
    </w:p>
    <w:p w14:paraId="6022C31A" w14:textId="77777777" w:rsidR="00905145" w:rsidRPr="00AF0A23" w:rsidRDefault="00905145" w:rsidP="00905145">
      <w:pPr>
        <w:pStyle w:val="NormalEspAvt0EspApr0"/>
      </w:pPr>
      <w:r w:rsidRPr="00AF0A23">
        <w:t>On fermera to</w:t>
      </w:r>
      <w:r w:rsidRPr="00AF0A23">
        <w:t>u</w:t>
      </w:r>
      <w:r w:rsidRPr="00AF0A23">
        <w:t>tes les portes…</w:t>
      </w:r>
    </w:p>
    <w:p w14:paraId="30A3A50C" w14:textId="77777777" w:rsidR="00905145" w:rsidRPr="00AF0A23" w:rsidRDefault="00905145" w:rsidP="00905145">
      <w:pPr>
        <w:pStyle w:val="NormalEspAvt0EspApr0"/>
      </w:pPr>
      <w:r w:rsidRPr="00AF0A23">
        <w:t>Et pendant que</w:t>
      </w:r>
      <w:r w:rsidRPr="00AF0A23">
        <w:t>l</w:t>
      </w:r>
      <w:r w:rsidRPr="00AF0A23">
        <w:t>ques jours, peut-être, de la sorte,</w:t>
      </w:r>
    </w:p>
    <w:p w14:paraId="10FF86B8" w14:textId="77777777" w:rsidR="00905145" w:rsidRPr="00AF0A23" w:rsidRDefault="00905145" w:rsidP="00905145">
      <w:pPr>
        <w:pStyle w:val="NormalEspAvt0EspApr0"/>
      </w:pPr>
      <w:r w:rsidRPr="00AF0A23">
        <w:t>Mort</w:t>
      </w:r>
    </w:p>
    <w:p w14:paraId="35DFEDA7" w14:textId="77777777" w:rsidR="00905145" w:rsidRPr="00AF0A23" w:rsidRDefault="00905145" w:rsidP="00905145">
      <w:pPr>
        <w:pStyle w:val="NormalEspAvt0EspApr0"/>
      </w:pPr>
      <w:r w:rsidRPr="00AF0A23">
        <w:t>Je régnerai quand même encor…</w:t>
      </w:r>
    </w:p>
    <w:p w14:paraId="6AACEAF8" w14:textId="77777777" w:rsidR="00905145" w:rsidRPr="00AF0A23" w:rsidRDefault="00905145" w:rsidP="00905145">
      <w:pPr>
        <w:pStyle w:val="NormalEspAvt0EspApr0"/>
      </w:pPr>
      <w:r w:rsidRPr="00AF0A23">
        <w:t>Adieu ma France que j’adore !</w:t>
      </w:r>
    </w:p>
    <w:p w14:paraId="06BF1AFE" w14:textId="77777777" w:rsidR="00905145" w:rsidRPr="00D72CAB" w:rsidRDefault="00905145" w:rsidP="00905145">
      <w:pPr>
        <w:pStyle w:val="NormalRetraitGauche4XIndent0"/>
        <w:rPr>
          <w:i/>
          <w:iCs/>
        </w:rPr>
      </w:pPr>
      <w:r w:rsidRPr="00D72CAB">
        <w:rPr>
          <w:i/>
          <w:iCs/>
        </w:rPr>
        <w:t>Il rend le dernier soupir.</w:t>
      </w:r>
    </w:p>
    <w:p w14:paraId="6C7B2F27" w14:textId="77777777" w:rsidR="00905145" w:rsidRPr="00AF0A23" w:rsidRDefault="00905145" w:rsidP="00905145">
      <w:pPr>
        <w:pStyle w:val="Titre1"/>
      </w:pPr>
      <w:bookmarkStart w:id="3" w:name="_Toc195622089"/>
      <w:r w:rsidRPr="00AF0A23">
        <w:lastRenderedPageBreak/>
        <w:t>FRANÇOIS I</w:t>
      </w:r>
      <w:r w:rsidRPr="00AF0A23">
        <w:rPr>
          <w:vertAlign w:val="superscript"/>
        </w:rPr>
        <w:t>er</w:t>
      </w:r>
      <w:bookmarkEnd w:id="3"/>
    </w:p>
    <w:p w14:paraId="4CCCE3CD" w14:textId="77777777" w:rsidR="00905145" w:rsidRPr="00AF0A23" w:rsidRDefault="00905145" w:rsidP="00905145">
      <w:pPr>
        <w:rPr>
          <w:i/>
          <w:iCs/>
        </w:rPr>
      </w:pPr>
      <w:r w:rsidRPr="00AF0A23">
        <w:rPr>
          <w:i/>
          <w:iCs/>
        </w:rPr>
        <w:t>Le décor représente la terrasse du château de Fontain</w:t>
      </w:r>
      <w:r w:rsidRPr="00AF0A23">
        <w:rPr>
          <w:i/>
          <w:iCs/>
        </w:rPr>
        <w:t>e</w:t>
      </w:r>
      <w:r w:rsidRPr="00AF0A23">
        <w:rPr>
          <w:i/>
          <w:iCs/>
        </w:rPr>
        <w:t>bleau, et la scène se passe vers 1538.</w:t>
      </w:r>
    </w:p>
    <w:p w14:paraId="6B4C1A65" w14:textId="77777777" w:rsidR="00905145" w:rsidRPr="00AF0A23" w:rsidRDefault="00905145" w:rsidP="00905145">
      <w:pPr>
        <w:rPr>
          <w:i/>
          <w:iCs/>
        </w:rPr>
      </w:pPr>
      <w:r w:rsidRPr="00AF0A23">
        <w:rPr>
          <w:i/>
          <w:iCs/>
        </w:rPr>
        <w:t xml:space="preserve">Au lever du rideau, le Roi est assis au milieu du théâtre avec, autour de lui, </w:t>
      </w:r>
      <w:smartTag w:uri="urn:schemas-microsoft-com:office:smarttags" w:element="PersonName">
        <w:smartTagPr>
          <w:attr w:name="ProductID" w:val="la Duchesse"/>
        </w:smartTagPr>
        <w:r w:rsidRPr="00AF0A23">
          <w:rPr>
            <w:i/>
            <w:iCs/>
          </w:rPr>
          <w:t>la Duchesse</w:t>
        </w:r>
      </w:smartTag>
      <w:r w:rsidRPr="00AF0A23">
        <w:rPr>
          <w:i/>
          <w:iCs/>
        </w:rPr>
        <w:t xml:space="preserve"> d’Étampes, Diane de Poitiers, C</w:t>
      </w:r>
      <w:r w:rsidRPr="00AF0A23">
        <w:rPr>
          <w:i/>
          <w:iCs/>
        </w:rPr>
        <w:t>a</w:t>
      </w:r>
      <w:r w:rsidRPr="00AF0A23">
        <w:rPr>
          <w:i/>
          <w:iCs/>
        </w:rPr>
        <w:t xml:space="preserve">therine de Médicis, </w:t>
      </w:r>
      <w:smartTag w:uri="urn:schemas-microsoft-com:office:smarttags" w:element="PersonName">
        <w:smartTagPr>
          <w:attr w:name="ProductID" w:val="LA REINE"/>
        </w:smartTagPr>
        <w:r w:rsidRPr="00AF0A23">
          <w:rPr>
            <w:i/>
            <w:iCs/>
          </w:rPr>
          <w:t>la Reine</w:t>
        </w:r>
      </w:smartTag>
      <w:r w:rsidRPr="00AF0A23">
        <w:rPr>
          <w:i/>
          <w:iCs/>
        </w:rPr>
        <w:t xml:space="preserve"> et Marguerite de Valois. Henri de Valois, pendant tout le tableau, péchera au bord de l’étang. Quatre serviteurs, d’une grande caisse ouverte, sortent l’un après l’autre des o</w:t>
      </w:r>
      <w:r w:rsidRPr="00AF0A23">
        <w:rPr>
          <w:i/>
          <w:iCs/>
        </w:rPr>
        <w:t>b</w:t>
      </w:r>
      <w:r w:rsidRPr="00AF0A23">
        <w:rPr>
          <w:i/>
          <w:iCs/>
        </w:rPr>
        <w:t>jets qu’ils présentent au Roi. Bas-reliefs de terre cuite ou bien de marbre, statuettes de bois, vases, émaux, broderies.</w:t>
      </w:r>
    </w:p>
    <w:p w14:paraId="619D763F" w14:textId="77777777" w:rsidR="00905145" w:rsidRPr="00AF0A23" w:rsidRDefault="00905145" w:rsidP="00905145">
      <w:pPr>
        <w:ind w:firstLine="0"/>
        <w:jc w:val="center"/>
      </w:pPr>
      <w:r w:rsidRPr="00AF0A23">
        <w:t>LE ROI</w:t>
      </w:r>
    </w:p>
    <w:p w14:paraId="70CE3BE8" w14:textId="77777777" w:rsidR="00905145" w:rsidRPr="00AF0A23" w:rsidRDefault="00905145" w:rsidP="00905145">
      <w:pPr>
        <w:pStyle w:val="NormalEspAvt0EspApr0"/>
      </w:pPr>
      <w:r w:rsidRPr="00AF0A23">
        <w:t>Superbe !… Ravissant !… Délicat !… Me</w:t>
      </w:r>
      <w:r w:rsidRPr="00AF0A23">
        <w:t>r</w:t>
      </w:r>
      <w:r w:rsidRPr="00AF0A23">
        <w:t>veilleux !…</w:t>
      </w:r>
    </w:p>
    <w:p w14:paraId="32DD1823" w14:textId="77777777" w:rsidR="00905145" w:rsidRPr="00AF0A23" w:rsidRDefault="00905145" w:rsidP="00905145">
      <w:pPr>
        <w:pStyle w:val="NormalEspAvt0EspApr0"/>
      </w:pPr>
      <w:r w:rsidRPr="00AF0A23">
        <w:t>Le mouvement du bras… l’expression des yeux…</w:t>
      </w:r>
    </w:p>
    <w:p w14:paraId="66F3BD12" w14:textId="77777777" w:rsidR="00905145" w:rsidRPr="00AF0A23" w:rsidRDefault="00905145" w:rsidP="00905145">
      <w:pPr>
        <w:pStyle w:val="NormalEspAvt0EspApr0"/>
      </w:pPr>
      <w:r w:rsidRPr="00AF0A23">
        <w:t>Où tant de ch</w:t>
      </w:r>
      <w:r w:rsidRPr="00AF0A23">
        <w:t>o</w:t>
      </w:r>
      <w:r w:rsidRPr="00AF0A23">
        <w:t>ses se devinent !</w:t>
      </w:r>
    </w:p>
    <w:p w14:paraId="2FA94AE2" w14:textId="77777777" w:rsidR="00905145" w:rsidRPr="00AF0A23" w:rsidRDefault="00905145" w:rsidP="00905145">
      <w:pPr>
        <w:pStyle w:val="NormalEspAvt0EspApr0"/>
      </w:pPr>
      <w:r w:rsidRPr="00AF0A23">
        <w:t>Et cette broderie… adorable, d</w:t>
      </w:r>
      <w:r w:rsidRPr="00AF0A23">
        <w:t>i</w:t>
      </w:r>
      <w:r w:rsidRPr="00AF0A23">
        <w:t>vine !</w:t>
      </w:r>
    </w:p>
    <w:p w14:paraId="0CAA96CC" w14:textId="77777777" w:rsidR="00905145" w:rsidRPr="00AF0A23" w:rsidRDefault="00905145" w:rsidP="00905145">
      <w:pPr>
        <w:pStyle w:val="NormalEspAvt0EspApr0"/>
      </w:pPr>
      <w:r w:rsidRPr="00AF0A23">
        <w:t>Ah ! Venise, Fl</w:t>
      </w:r>
      <w:r w:rsidRPr="00AF0A23">
        <w:t>o</w:t>
      </w:r>
      <w:r w:rsidRPr="00AF0A23">
        <w:t>rence et Rome que j’adore,</w:t>
      </w:r>
    </w:p>
    <w:p w14:paraId="0767C9A8" w14:textId="77777777" w:rsidR="00905145" w:rsidRPr="00AF0A23" w:rsidRDefault="00905145" w:rsidP="00905145">
      <w:pPr>
        <w:pStyle w:val="NormalEspAvt0EspApr0"/>
      </w:pPr>
      <w:r w:rsidRPr="00AF0A23">
        <w:t>Vous nous e</w:t>
      </w:r>
      <w:r w:rsidRPr="00AF0A23">
        <w:t>n</w:t>
      </w:r>
      <w:r w:rsidRPr="00AF0A23">
        <w:t>voyez des splendeurs ! J’attends encore</w:t>
      </w:r>
    </w:p>
    <w:p w14:paraId="33AFF8B1" w14:textId="77777777" w:rsidR="00905145" w:rsidRPr="00AF0A23" w:rsidRDefault="00905145" w:rsidP="00905145">
      <w:pPr>
        <w:pStyle w:val="NormalEspAvt0EspApr0"/>
      </w:pPr>
      <w:r w:rsidRPr="00AF0A23">
        <w:t>Deux grands Botticelli qui viennent de P</w:t>
      </w:r>
      <w:r w:rsidRPr="00AF0A23">
        <w:t>a</w:t>
      </w:r>
      <w:r w:rsidRPr="00AF0A23">
        <w:t>doue</w:t>
      </w:r>
    </w:p>
    <w:p w14:paraId="00E45CCC" w14:textId="77777777" w:rsidR="00905145" w:rsidRPr="00AF0A23" w:rsidRDefault="00905145" w:rsidP="00905145">
      <w:pPr>
        <w:pStyle w:val="NormalEspAvt0EspApr0"/>
      </w:pPr>
      <w:r w:rsidRPr="00AF0A23">
        <w:t xml:space="preserve">Et le </w:t>
      </w:r>
      <w:r w:rsidRPr="00AF0A23">
        <w:rPr>
          <w:i/>
          <w:iCs/>
        </w:rPr>
        <w:t xml:space="preserve">Saint Jean </w:t>
      </w:r>
      <w:r w:rsidRPr="00AF0A23">
        <w:t>de Donato.</w:t>
      </w:r>
    </w:p>
    <w:p w14:paraId="53C89DF4" w14:textId="77777777" w:rsidR="00905145" w:rsidRPr="00AF0A23" w:rsidRDefault="00905145" w:rsidP="00905145">
      <w:pPr>
        <w:pStyle w:val="NormalEspAvt0EspApr0"/>
      </w:pPr>
      <w:r w:rsidRPr="00AF0A23">
        <w:t>Qu’on rentre tout dans le château,</w:t>
      </w:r>
    </w:p>
    <w:p w14:paraId="52607B0C" w14:textId="77777777" w:rsidR="00905145" w:rsidRPr="00AF0A23" w:rsidRDefault="00905145" w:rsidP="00905145">
      <w:pPr>
        <w:pStyle w:val="NormalEspAvt0EspApr0"/>
      </w:pPr>
      <w:r w:rsidRPr="00AF0A23">
        <w:t>Mais avec soin… soyez très doux…</w:t>
      </w:r>
    </w:p>
    <w:p w14:paraId="5A5D65C2" w14:textId="77777777" w:rsidR="00905145" w:rsidRPr="00AF0A23" w:rsidRDefault="00905145" w:rsidP="00905145">
      <w:pPr>
        <w:pStyle w:val="NormalEspAvt0EspApr0"/>
      </w:pPr>
      <w:r w:rsidRPr="00AF0A23">
        <w:t>Portez ces choses</w:t>
      </w:r>
    </w:p>
    <w:p w14:paraId="4C159A9E" w14:textId="77777777" w:rsidR="00905145" w:rsidRPr="00AF0A23" w:rsidRDefault="00905145" w:rsidP="00905145">
      <w:pPr>
        <w:pStyle w:val="NormalEspAvt0EspApr0"/>
      </w:pPr>
      <w:r w:rsidRPr="00AF0A23">
        <w:t>Comme si vous portiez des œillets ou des roses.</w:t>
      </w:r>
    </w:p>
    <w:p w14:paraId="73D982C0" w14:textId="77777777" w:rsidR="00905145" w:rsidRPr="00D72CAB" w:rsidRDefault="00905145" w:rsidP="00905145">
      <w:pPr>
        <w:pStyle w:val="NormalRetraitGauche4XIndent0"/>
        <w:rPr>
          <w:i/>
          <w:iCs/>
        </w:rPr>
      </w:pPr>
      <w:r w:rsidRPr="00D72CAB">
        <w:rPr>
          <w:i/>
          <w:iCs/>
        </w:rPr>
        <w:t>S’adressant aux princesses.</w:t>
      </w:r>
    </w:p>
    <w:p w14:paraId="7A79FA68" w14:textId="77777777" w:rsidR="00905145" w:rsidRPr="00AF0A23" w:rsidRDefault="00905145" w:rsidP="00905145">
      <w:r w:rsidRPr="00AF0A23">
        <w:t>Vous compre</w:t>
      </w:r>
      <w:r w:rsidRPr="00AF0A23">
        <w:t>n</w:t>
      </w:r>
      <w:r w:rsidRPr="00AF0A23">
        <w:t>drez bientôt pourquoi vous raffolez de toutes ces merveilles.</w:t>
      </w:r>
    </w:p>
    <w:p w14:paraId="34884EF5" w14:textId="77777777" w:rsidR="00905145" w:rsidRPr="00AF0A23" w:rsidRDefault="00905145" w:rsidP="00905145">
      <w:pPr>
        <w:ind w:firstLine="0"/>
        <w:jc w:val="center"/>
      </w:pPr>
      <w:r w:rsidRPr="00AF0A23">
        <w:t>DIANE DE POITIERS</w:t>
      </w:r>
    </w:p>
    <w:p w14:paraId="6C49EB7C" w14:textId="77777777" w:rsidR="00905145" w:rsidRPr="00AF0A23" w:rsidRDefault="00905145" w:rsidP="00905145">
      <w:r w:rsidRPr="00AF0A23">
        <w:lastRenderedPageBreak/>
        <w:t>Nous le savons déjà : parce qu’elles nous plaisent.</w:t>
      </w:r>
    </w:p>
    <w:p w14:paraId="6ADBF61F" w14:textId="77777777" w:rsidR="00905145" w:rsidRPr="00AF0A23" w:rsidRDefault="00905145" w:rsidP="00905145">
      <w:pPr>
        <w:ind w:firstLine="0"/>
        <w:jc w:val="center"/>
      </w:pPr>
      <w:r w:rsidRPr="00AF0A23">
        <w:t>FRANÇOIS I</w:t>
      </w:r>
      <w:r w:rsidRPr="00AF0A23">
        <w:rPr>
          <w:vertAlign w:val="superscript"/>
        </w:rPr>
        <w:t>er</w:t>
      </w:r>
    </w:p>
    <w:p w14:paraId="137DE9B1" w14:textId="77777777" w:rsidR="00905145" w:rsidRPr="00AF0A23" w:rsidRDefault="00905145" w:rsidP="00905145">
      <w:pPr>
        <w:pStyle w:val="NormalEspAvt0EspApr0"/>
      </w:pPr>
      <w:r w:rsidRPr="00AF0A23">
        <w:t>Non – parce qu’elles vous manquaient. Vous en aviez b</w:t>
      </w:r>
      <w:r w:rsidRPr="00AF0A23">
        <w:t>e</w:t>
      </w:r>
      <w:r w:rsidRPr="00AF0A23">
        <w:t>soin, mes migno</w:t>
      </w:r>
      <w:r w:rsidRPr="00AF0A23">
        <w:t>n</w:t>
      </w:r>
      <w:r w:rsidRPr="00AF0A23">
        <w:t xml:space="preserve">nes Princesses. Quand je dis « vous », c’est à </w:t>
      </w:r>
      <w:smartTag w:uri="urn:schemas-microsoft-com:office:smarttags" w:element="PersonName">
        <w:smartTagPr>
          <w:attr w:name="ProductID" w:val="la France"/>
        </w:smartTagPr>
        <w:r w:rsidRPr="00AF0A23">
          <w:t>la France</w:t>
        </w:r>
      </w:smartTag>
      <w:r w:rsidRPr="00AF0A23">
        <w:t xml:space="preserve"> que je m’adresse. Pays, plein de vertus, pourvu de qualités a-t-il assez de grâce et de légèreté ? Je n’en suis pas ce</w:t>
      </w:r>
      <w:r w:rsidRPr="00AF0A23">
        <w:t>r</w:t>
      </w:r>
      <w:r w:rsidRPr="00AF0A23">
        <w:t>tain.</w:t>
      </w:r>
    </w:p>
    <w:p w14:paraId="607AEA77" w14:textId="77777777" w:rsidR="00905145" w:rsidRPr="00AF0A23" w:rsidRDefault="00905145" w:rsidP="00905145">
      <w:pPr>
        <w:pStyle w:val="NormalEspAvt0EspApr0"/>
      </w:pPr>
      <w:r w:rsidRPr="00AF0A23">
        <w:t>Eh bien, prenez ce verre…</w:t>
      </w:r>
    </w:p>
    <w:p w14:paraId="6681B5CA" w14:textId="77777777" w:rsidR="00905145" w:rsidRPr="00D72CAB" w:rsidRDefault="00905145" w:rsidP="00905145">
      <w:pPr>
        <w:pStyle w:val="NormalRetraitGauche4XIndent0"/>
        <w:rPr>
          <w:i/>
          <w:iCs/>
        </w:rPr>
      </w:pPr>
      <w:r w:rsidRPr="00D72CAB">
        <w:rPr>
          <w:i/>
          <w:iCs/>
        </w:rPr>
        <w:t>En disant ce mot le roi a pris dans une des caisses un ravissant verre filé de V</w:t>
      </w:r>
      <w:r w:rsidRPr="00D72CAB">
        <w:rPr>
          <w:i/>
          <w:iCs/>
        </w:rPr>
        <w:t>e</w:t>
      </w:r>
      <w:r w:rsidRPr="00D72CAB">
        <w:rPr>
          <w:i/>
          <w:iCs/>
        </w:rPr>
        <w:t>nise.</w:t>
      </w:r>
    </w:p>
    <w:p w14:paraId="1927E911" w14:textId="77777777" w:rsidR="00905145" w:rsidRPr="00AF0A23" w:rsidRDefault="00905145" w:rsidP="00905145">
      <w:pPr>
        <w:pStyle w:val="NormalEspAvt0EspApr0"/>
      </w:pPr>
      <w:r w:rsidRPr="00AF0A23">
        <w:t>Car j’attache à ce verre une importance énorme.</w:t>
      </w:r>
    </w:p>
    <w:p w14:paraId="2B24ED1F" w14:textId="77777777" w:rsidR="00905145" w:rsidRPr="00AF0A23" w:rsidRDefault="00905145" w:rsidP="00905145">
      <w:pPr>
        <w:pStyle w:val="NormalEspAvt0EspApr0"/>
      </w:pPr>
      <w:r w:rsidRPr="00AF0A23">
        <w:t>Or donc, prenez ce verre</w:t>
      </w:r>
    </w:p>
    <w:p w14:paraId="42A97DBA" w14:textId="77777777" w:rsidR="00905145" w:rsidRPr="00AF0A23" w:rsidRDefault="00905145" w:rsidP="00905145">
      <w:pPr>
        <w:pStyle w:val="NormalEspAvt0EspApr0"/>
      </w:pPr>
      <w:r w:rsidRPr="00AF0A23">
        <w:t>Et construisez autour un palais mervei</w:t>
      </w:r>
      <w:r w:rsidRPr="00AF0A23">
        <w:t>l</w:t>
      </w:r>
      <w:r w:rsidRPr="00AF0A23">
        <w:t>leux</w:t>
      </w:r>
    </w:p>
    <w:p w14:paraId="7B491CA3" w14:textId="77777777" w:rsidR="00905145" w:rsidRPr="00AF0A23" w:rsidRDefault="00905145" w:rsidP="00905145">
      <w:pPr>
        <w:pStyle w:val="NormalEspAvt0EspApr0"/>
      </w:pPr>
      <w:r w:rsidRPr="00AF0A23">
        <w:t>Qui soit en ha</w:t>
      </w:r>
      <w:r w:rsidRPr="00AF0A23">
        <w:t>r</w:t>
      </w:r>
      <w:r w:rsidRPr="00AF0A23">
        <w:t>monie</w:t>
      </w:r>
    </w:p>
    <w:p w14:paraId="3EDC91C6" w14:textId="77777777" w:rsidR="00905145" w:rsidRPr="00AF0A23" w:rsidRDefault="00905145" w:rsidP="00905145">
      <w:pPr>
        <w:pStyle w:val="NormalEspAvt0EspApr0"/>
      </w:pPr>
      <w:r w:rsidRPr="00AF0A23">
        <w:t>Avec sa couleur et sa forme</w:t>
      </w:r>
    </w:p>
    <w:p w14:paraId="2ED13CCF" w14:textId="77777777" w:rsidR="00905145" w:rsidRPr="00AF0A23" w:rsidRDefault="00905145" w:rsidP="00905145">
      <w:pPr>
        <w:pStyle w:val="NormalEspAvt0EspApr0"/>
      </w:pPr>
      <w:r w:rsidRPr="00AF0A23">
        <w:t>Et vous verrez avant longtemps</w:t>
      </w:r>
    </w:p>
    <w:p w14:paraId="2C16AFE9" w14:textId="77777777" w:rsidR="00905145" w:rsidRPr="00AF0A23" w:rsidRDefault="00905145" w:rsidP="00905145">
      <w:pPr>
        <w:pStyle w:val="NormalEspAvt0EspApr0"/>
      </w:pPr>
      <w:r w:rsidRPr="00AF0A23">
        <w:t>Que le « goth</w:t>
      </w:r>
      <w:r w:rsidRPr="00AF0A23">
        <w:t>i</w:t>
      </w:r>
      <w:r w:rsidRPr="00AF0A23">
        <w:t>que » a fait son temps.</w:t>
      </w:r>
    </w:p>
    <w:p w14:paraId="7D6747E5" w14:textId="77777777" w:rsidR="00905145" w:rsidRPr="00AF0A23" w:rsidRDefault="00905145" w:rsidP="00905145">
      <w:pPr>
        <w:rPr>
          <w:i/>
          <w:iCs/>
        </w:rPr>
      </w:pPr>
      <w:smartTag w:uri="urn:schemas-microsoft-com:office:smarttags" w:element="PersonName">
        <w:smartTagPr>
          <w:attr w:name="ProductID" w:val="LA REINE"/>
        </w:smartTagPr>
        <w:r w:rsidRPr="00AF0A23">
          <w:rPr>
            <w:i/>
            <w:iCs/>
          </w:rPr>
          <w:t>La Reine</w:t>
        </w:r>
      </w:smartTag>
      <w:r w:rsidRPr="00AF0A23">
        <w:rPr>
          <w:i/>
          <w:iCs/>
        </w:rPr>
        <w:t xml:space="preserve"> va se placer sur les marches et reprend sa brod</w:t>
      </w:r>
      <w:r w:rsidRPr="00AF0A23">
        <w:rPr>
          <w:i/>
          <w:iCs/>
        </w:rPr>
        <w:t>e</w:t>
      </w:r>
      <w:r w:rsidRPr="00AF0A23">
        <w:rPr>
          <w:i/>
          <w:iCs/>
        </w:rPr>
        <w:t>rie. Marguerite de Valois remonte et va s’asseoir auprès de sa harpe. Catherine et Diane reprennent leur conversation, a</w:t>
      </w:r>
      <w:r w:rsidRPr="00AF0A23">
        <w:rPr>
          <w:i/>
          <w:iCs/>
        </w:rPr>
        <w:t>s</w:t>
      </w:r>
      <w:r w:rsidRPr="00AF0A23">
        <w:rPr>
          <w:i/>
          <w:iCs/>
        </w:rPr>
        <w:t xml:space="preserve">sises sur un banc de pierre, et </w:t>
      </w:r>
      <w:smartTag w:uri="urn:schemas-microsoft-com:office:smarttags" w:element="PersonName">
        <w:smartTagPr>
          <w:attr w:name="ProductID" w:val="la Duchesse"/>
        </w:smartTagPr>
        <w:r w:rsidRPr="00AF0A23">
          <w:rPr>
            <w:i/>
            <w:iCs/>
          </w:rPr>
          <w:t>la Duchesse</w:t>
        </w:r>
      </w:smartTag>
      <w:r w:rsidRPr="00AF0A23">
        <w:rPr>
          <w:i/>
          <w:iCs/>
        </w:rPr>
        <w:t xml:space="preserve"> d’Étampes se met aux pieds de son royal amant.</w:t>
      </w:r>
    </w:p>
    <w:p w14:paraId="7E3E1C9D" w14:textId="77777777" w:rsidR="00905145" w:rsidRPr="00AF0A23" w:rsidRDefault="00905145" w:rsidP="00905145">
      <w:pPr>
        <w:pStyle w:val="NormalEspAvt0EspApr0"/>
      </w:pPr>
      <w:r w:rsidRPr="00AF0A23">
        <w:t>Si ce jour doit finir comme il a co</w:t>
      </w:r>
      <w:r w:rsidRPr="00AF0A23">
        <w:t>m</w:t>
      </w:r>
      <w:r w:rsidRPr="00AF0A23">
        <w:t>mencé,</w:t>
      </w:r>
    </w:p>
    <w:p w14:paraId="2FDCC020" w14:textId="77777777" w:rsidR="00905145" w:rsidRPr="00AF0A23" w:rsidRDefault="00905145" w:rsidP="00905145">
      <w:pPr>
        <w:pStyle w:val="NormalEspAvt0EspApr0"/>
      </w:pPr>
      <w:r w:rsidRPr="00AF0A23">
        <w:t>Je donne aux pauvres mille écus… et trois cents livres</w:t>
      </w:r>
    </w:p>
    <w:p w14:paraId="42C366AA" w14:textId="77777777" w:rsidR="00905145" w:rsidRPr="00AF0A23" w:rsidRDefault="00905145" w:rsidP="00905145">
      <w:pPr>
        <w:pStyle w:val="NormalEspAvt0EspApr0"/>
      </w:pPr>
      <w:r w:rsidRPr="00AF0A23">
        <w:t>À Clément Marot pour son livre !</w:t>
      </w:r>
    </w:p>
    <w:p w14:paraId="5D4655D5" w14:textId="77777777" w:rsidR="00905145" w:rsidRPr="00AF0A23" w:rsidRDefault="00905145" w:rsidP="00905145">
      <w:pPr>
        <w:pStyle w:val="NormalEspAvt0EspApr0"/>
      </w:pPr>
      <w:r w:rsidRPr="00AF0A23">
        <w:t>Et ce n’est pas encore assez.</w:t>
      </w:r>
    </w:p>
    <w:p w14:paraId="6E57B08E" w14:textId="77777777" w:rsidR="00905145" w:rsidRPr="00AF0A23" w:rsidRDefault="00905145" w:rsidP="00905145">
      <w:pPr>
        <w:pStyle w:val="NormalEspAvt0EspApr0"/>
      </w:pPr>
      <w:r w:rsidRPr="00AF0A23">
        <w:t>Ah ! je suis enchanté de la vie a</w:t>
      </w:r>
      <w:r w:rsidRPr="00AF0A23">
        <w:t>u</w:t>
      </w:r>
      <w:r w:rsidRPr="00AF0A23">
        <w:t>jourd’hui !</w:t>
      </w:r>
    </w:p>
    <w:p w14:paraId="351D322B" w14:textId="77777777" w:rsidR="00905145" w:rsidRPr="00AF0A23" w:rsidRDefault="00905145" w:rsidP="00905145">
      <w:pPr>
        <w:pStyle w:val="NormalEspAvt0EspApr0"/>
      </w:pPr>
      <w:r w:rsidRPr="00AF0A23">
        <w:t>J’aime… Je suis aimé… ma maîtresse est jolie…</w:t>
      </w:r>
    </w:p>
    <w:p w14:paraId="3C1A7BC1" w14:textId="77777777" w:rsidR="00905145" w:rsidRPr="00AF0A23" w:rsidRDefault="00905145" w:rsidP="00905145">
      <w:pPr>
        <w:pStyle w:val="NormalEspAvt0EspApr0"/>
      </w:pPr>
      <w:r w:rsidRPr="00AF0A23">
        <w:t>Le ciel est aussi pur qu’un ciel de l’Italie…</w:t>
      </w:r>
    </w:p>
    <w:p w14:paraId="5F0A76AD" w14:textId="77777777" w:rsidR="00905145" w:rsidRPr="00AF0A23" w:rsidRDefault="00905145" w:rsidP="00905145">
      <w:pPr>
        <w:pStyle w:val="NormalEspAvt0EspApr0"/>
      </w:pPr>
      <w:r w:rsidRPr="00AF0A23">
        <w:t xml:space="preserve">Charles-Quint se désole et </w:t>
      </w:r>
      <w:smartTag w:uri="urn:schemas-microsoft-com:office:smarttags" w:element="PersonName">
        <w:smartTagPr>
          <w:attr w:name="ProductID" w:val="la France"/>
        </w:smartTagPr>
        <w:r w:rsidRPr="00AF0A23">
          <w:t>la France</w:t>
        </w:r>
      </w:smartTag>
      <w:r w:rsidRPr="00AF0A23">
        <w:t xml:space="preserve"> est puissante…</w:t>
      </w:r>
    </w:p>
    <w:p w14:paraId="2F77A357" w14:textId="77777777" w:rsidR="00905145" w:rsidRPr="00AF0A23" w:rsidRDefault="00905145" w:rsidP="00905145">
      <w:pPr>
        <w:pStyle w:val="NormalEspAvt0EspApr0"/>
      </w:pPr>
      <w:r w:rsidRPr="00AF0A23">
        <w:lastRenderedPageBreak/>
        <w:t>Je viens de recevoir des choses ravi</w:t>
      </w:r>
      <w:r w:rsidRPr="00AF0A23">
        <w:t>s</w:t>
      </w:r>
      <w:r w:rsidRPr="00AF0A23">
        <w:t>santes</w:t>
      </w:r>
    </w:p>
    <w:p w14:paraId="1BC207F1" w14:textId="77777777" w:rsidR="00905145" w:rsidRPr="00AF0A23" w:rsidRDefault="00905145" w:rsidP="00905145">
      <w:pPr>
        <w:pStyle w:val="NormalEspAvt0EspApr0"/>
      </w:pPr>
      <w:r w:rsidRPr="00AF0A23">
        <w:t>Qui vont supe</w:t>
      </w:r>
      <w:r w:rsidRPr="00AF0A23">
        <w:t>r</w:t>
      </w:r>
      <w:r w:rsidRPr="00AF0A23">
        <w:t>bement décorer ma demeure…</w:t>
      </w:r>
    </w:p>
    <w:p w14:paraId="7DB75907" w14:textId="77777777" w:rsidR="00905145" w:rsidRPr="00AF0A23" w:rsidRDefault="00905145" w:rsidP="00905145">
      <w:pPr>
        <w:pStyle w:val="NormalEspAvt0EspApr0"/>
      </w:pPr>
      <w:r w:rsidRPr="00AF0A23">
        <w:t>Je me sens bien portant… je suis de bonne humeur…</w:t>
      </w:r>
    </w:p>
    <w:p w14:paraId="7DDF4F62" w14:textId="77777777" w:rsidR="00905145" w:rsidRPr="00AF0A23" w:rsidRDefault="00905145" w:rsidP="00905145">
      <w:pPr>
        <w:pStyle w:val="NormalEspAvt0EspApr0"/>
      </w:pPr>
      <w:r w:rsidRPr="00AF0A23">
        <w:t>Les plaisirs de la nuit ne m’ont pas aba</w:t>
      </w:r>
      <w:r w:rsidRPr="00AF0A23">
        <w:t>t</w:t>
      </w:r>
      <w:r w:rsidRPr="00AF0A23">
        <w:t>tu,</w:t>
      </w:r>
    </w:p>
    <w:p w14:paraId="7AF56DE4" w14:textId="77777777" w:rsidR="00905145" w:rsidRPr="00AF0A23" w:rsidRDefault="00905145" w:rsidP="00905145">
      <w:pPr>
        <w:pStyle w:val="NormalEspAvt0EspApr0"/>
      </w:pPr>
      <w:r w:rsidRPr="00AF0A23">
        <w:t>J’en avertis Ma Dame… et j’ajoute : au contraire !</w:t>
      </w:r>
    </w:p>
    <w:p w14:paraId="3485B772" w14:textId="77777777" w:rsidR="00905145" w:rsidRPr="00AF0A23" w:rsidRDefault="00905145" w:rsidP="00905145">
      <w:pPr>
        <w:pStyle w:val="NormalEspAvt0EspApr0"/>
      </w:pPr>
      <w:r w:rsidRPr="00AF0A23">
        <w:t>Me sentant en e</w:t>
      </w:r>
      <w:r w:rsidRPr="00AF0A23">
        <w:t>f</w:t>
      </w:r>
      <w:r w:rsidRPr="00AF0A23">
        <w:t>fet de nouvelles vertus</w:t>
      </w:r>
    </w:p>
    <w:p w14:paraId="08DB4E62" w14:textId="77777777" w:rsidR="00905145" w:rsidRPr="00AF0A23" w:rsidRDefault="00905145" w:rsidP="00905145">
      <w:pPr>
        <w:pStyle w:val="NormalEspAvt0EspApr0"/>
      </w:pPr>
      <w:r w:rsidRPr="00AF0A23">
        <w:t>Qui ne sont pas, je crois, faites pour lui d</w:t>
      </w:r>
      <w:r w:rsidRPr="00AF0A23">
        <w:t>é</w:t>
      </w:r>
      <w:r w:rsidRPr="00AF0A23">
        <w:t>plaire !</w:t>
      </w:r>
    </w:p>
    <w:p w14:paraId="605AC165" w14:textId="77777777" w:rsidR="00905145" w:rsidRPr="00AF0A23" w:rsidRDefault="00905145" w:rsidP="00905145">
      <w:pPr>
        <w:pStyle w:val="NormalEspAvt0EspApr0"/>
      </w:pPr>
      <w:r w:rsidRPr="00AF0A23">
        <w:t>Enfin, oui, tout conspire à mon bo</w:t>
      </w:r>
      <w:r w:rsidRPr="00AF0A23">
        <w:t>n</w:t>
      </w:r>
      <w:r w:rsidRPr="00AF0A23">
        <w:t>heur de vivre,</w:t>
      </w:r>
    </w:p>
    <w:p w14:paraId="14BA1796" w14:textId="77777777" w:rsidR="00905145" w:rsidRPr="00AF0A23" w:rsidRDefault="00905145" w:rsidP="00905145">
      <w:pPr>
        <w:pStyle w:val="NormalEspAvt0EspApr0"/>
      </w:pPr>
      <w:r w:rsidRPr="00AF0A23">
        <w:t>Tout m’amuse, me plaît, me séduit ou m’enivre !</w:t>
      </w:r>
    </w:p>
    <w:p w14:paraId="42278B71" w14:textId="77777777" w:rsidR="00905145" w:rsidRPr="00AF0A23" w:rsidRDefault="00905145" w:rsidP="00905145">
      <w:pPr>
        <w:pStyle w:val="NormalEspAvt0EspApr0"/>
      </w:pPr>
      <w:r w:rsidRPr="00AF0A23">
        <w:t>Et, voyez-vous, le Roi de France est te</w:t>
      </w:r>
      <w:r w:rsidRPr="00AF0A23">
        <w:t>l</w:t>
      </w:r>
      <w:r w:rsidRPr="00AF0A23">
        <w:t>lement</w:t>
      </w:r>
    </w:p>
    <w:p w14:paraId="021D3F80" w14:textId="77777777" w:rsidR="00905145" w:rsidRPr="00AF0A23" w:rsidRDefault="00905145" w:rsidP="00905145">
      <w:pPr>
        <w:pStyle w:val="NormalEspAvt0EspApr0"/>
      </w:pPr>
      <w:r w:rsidRPr="00AF0A23">
        <w:t>Ravi des sent</w:t>
      </w:r>
      <w:r w:rsidRPr="00AF0A23">
        <w:t>i</w:t>
      </w:r>
      <w:r w:rsidRPr="00AF0A23">
        <w:t>ments,</w:t>
      </w:r>
    </w:p>
    <w:p w14:paraId="3719D5FC" w14:textId="77777777" w:rsidR="00905145" w:rsidRPr="00AF0A23" w:rsidRDefault="00905145" w:rsidP="00905145">
      <w:pPr>
        <w:pStyle w:val="NormalEspAvt0EspApr0"/>
      </w:pPr>
      <w:r w:rsidRPr="00AF0A23">
        <w:t>À la fois, qu’il éprouve et de ceux qu’il inspire,</w:t>
      </w:r>
    </w:p>
    <w:p w14:paraId="7532FF22" w14:textId="77777777" w:rsidR="00905145" w:rsidRPr="00AF0A23" w:rsidRDefault="00905145" w:rsidP="00905145">
      <w:pPr>
        <w:pStyle w:val="NormalEspAvt0EspApr0"/>
      </w:pPr>
      <w:r w:rsidRPr="00AF0A23">
        <w:t>Qu’il ne donnerait pas sa place en ce m</w:t>
      </w:r>
      <w:r w:rsidRPr="00AF0A23">
        <w:t>o</w:t>
      </w:r>
      <w:r w:rsidRPr="00AF0A23">
        <w:t>ment</w:t>
      </w:r>
    </w:p>
    <w:p w14:paraId="4072C359" w14:textId="77777777" w:rsidR="00905145" w:rsidRPr="00AF0A23" w:rsidRDefault="00905145" w:rsidP="00905145">
      <w:pPr>
        <w:pStyle w:val="NormalEspAvt0EspApr0"/>
      </w:pPr>
      <w:r w:rsidRPr="00AF0A23">
        <w:t>Pour un e</w:t>
      </w:r>
      <w:r w:rsidRPr="00AF0A23">
        <w:t>m</w:t>
      </w:r>
      <w:r w:rsidRPr="00AF0A23">
        <w:t>pire !</w:t>
      </w:r>
    </w:p>
    <w:p w14:paraId="0DBCFAE3" w14:textId="77777777" w:rsidR="00905145" w:rsidRPr="00AF0A23" w:rsidRDefault="00905145" w:rsidP="00905145">
      <w:pPr>
        <w:pStyle w:val="NormalEspAvt0EspApr0"/>
      </w:pPr>
      <w:r w:rsidRPr="00AF0A23">
        <w:t>En me penchant un peu – ne bougez surtout pas,</w:t>
      </w:r>
    </w:p>
    <w:p w14:paraId="25F189DE" w14:textId="77777777" w:rsidR="00905145" w:rsidRPr="00AF0A23" w:rsidRDefault="00905145" w:rsidP="00905145">
      <w:pPr>
        <w:pStyle w:val="NormalEspAvt0EspApr0"/>
      </w:pPr>
      <w:r w:rsidRPr="00AF0A23">
        <w:t>Vous les dépl</w:t>
      </w:r>
      <w:r w:rsidRPr="00AF0A23">
        <w:t>a</w:t>
      </w:r>
      <w:r w:rsidRPr="00AF0A23">
        <w:t>ceriez ! – j’aperçois des appas</w:t>
      </w:r>
    </w:p>
    <w:p w14:paraId="3E42D45A" w14:textId="77777777" w:rsidR="00905145" w:rsidRPr="00AF0A23" w:rsidRDefault="00905145" w:rsidP="00905145">
      <w:pPr>
        <w:pStyle w:val="NormalEspAvt0EspApr0"/>
      </w:pPr>
      <w:r w:rsidRPr="00AF0A23">
        <w:t>Dont la tenue est exemplaire</w:t>
      </w:r>
    </w:p>
    <w:p w14:paraId="24D95E35" w14:textId="77777777" w:rsidR="00905145" w:rsidRPr="00AF0A23" w:rsidRDefault="00905145" w:rsidP="00905145">
      <w:pPr>
        <w:pStyle w:val="NormalEspAvt0EspApr0"/>
      </w:pPr>
      <w:r w:rsidRPr="00AF0A23">
        <w:t>Et qui n’ont pas fini, Madame, de me plaire.</w:t>
      </w:r>
    </w:p>
    <w:p w14:paraId="41FFE51B" w14:textId="77777777" w:rsidR="00905145" w:rsidRPr="00AF0A23" w:rsidRDefault="00905145" w:rsidP="00905145">
      <w:pPr>
        <w:pStyle w:val="NormalEspAvt0EspApr0"/>
      </w:pPr>
      <w:r w:rsidRPr="00AF0A23">
        <w:t>Si je lève les yeux, c’est un autre plaisir !</w:t>
      </w:r>
    </w:p>
    <w:p w14:paraId="11050C16" w14:textId="77777777" w:rsidR="00905145" w:rsidRPr="00AF0A23" w:rsidRDefault="00905145" w:rsidP="00905145">
      <w:pPr>
        <w:pStyle w:val="NormalEspAvt0EspApr0"/>
      </w:pPr>
      <w:r w:rsidRPr="00AF0A23">
        <w:t>Ma sœur est là, qui, joliment,</w:t>
      </w:r>
    </w:p>
    <w:p w14:paraId="09AD6237" w14:textId="77777777" w:rsidR="00905145" w:rsidRPr="00AF0A23" w:rsidRDefault="00905145" w:rsidP="00905145">
      <w:pPr>
        <w:pStyle w:val="NormalEspAvt0EspApr0"/>
      </w:pPr>
      <w:r w:rsidRPr="00AF0A23">
        <w:t>Écrit les vers que tu m’inspires</w:t>
      </w:r>
    </w:p>
    <w:p w14:paraId="5B9D90A0" w14:textId="77777777" w:rsidR="00905145" w:rsidRPr="00AF0A23" w:rsidRDefault="00905145" w:rsidP="00905145">
      <w:pPr>
        <w:pStyle w:val="NormalEspAvt0EspApr0"/>
      </w:pPr>
      <w:r w:rsidRPr="00AF0A23">
        <w:t>Et les met en musique avec un goût charmant !</w:t>
      </w:r>
    </w:p>
    <w:p w14:paraId="46C23041" w14:textId="77777777" w:rsidR="00905145" w:rsidRPr="00AF0A23" w:rsidRDefault="00905145" w:rsidP="00905145">
      <w:pPr>
        <w:pStyle w:val="NormalEspAvt0EspApr0"/>
      </w:pPr>
      <w:r w:rsidRPr="00AF0A23">
        <w:t>Sœur adorable, joue…</w:t>
      </w:r>
    </w:p>
    <w:p w14:paraId="22C1F732" w14:textId="77777777" w:rsidR="00905145" w:rsidRPr="00AF0A23" w:rsidRDefault="00905145" w:rsidP="00905145">
      <w:pPr>
        <w:pStyle w:val="NormalEspAvt0EspApr0"/>
      </w:pPr>
      <w:r w:rsidRPr="00AF0A23">
        <w:t>Et tends la joue</w:t>
      </w:r>
    </w:p>
    <w:p w14:paraId="0634FAE1" w14:textId="77777777" w:rsidR="00905145" w:rsidRPr="00AF0A23" w:rsidRDefault="00905145" w:rsidP="00905145">
      <w:pPr>
        <w:pStyle w:val="NormalEspAvt0EspApr0"/>
      </w:pPr>
      <w:r w:rsidRPr="00AF0A23">
        <w:t>Vers ce baiser que je t’envoie !</w:t>
      </w:r>
    </w:p>
    <w:p w14:paraId="398948AE" w14:textId="77777777" w:rsidR="00905145" w:rsidRPr="00AF0A23" w:rsidRDefault="00905145" w:rsidP="00905145">
      <w:pPr>
        <w:pStyle w:val="NormalEspAvt0EspApr0"/>
      </w:pPr>
      <w:r w:rsidRPr="00AF0A23">
        <w:t>Et si je tourne un peu la tête, alors je vois</w:t>
      </w:r>
    </w:p>
    <w:p w14:paraId="62B604DD" w14:textId="77777777" w:rsidR="00905145" w:rsidRPr="00AF0A23" w:rsidRDefault="00905145" w:rsidP="00905145">
      <w:pPr>
        <w:pStyle w:val="NormalEspAvt0EspApr0"/>
      </w:pPr>
      <w:r w:rsidRPr="00AF0A23">
        <w:t>Que la maîtresse de mon fils,</w:t>
      </w:r>
    </w:p>
    <w:p w14:paraId="7BE58153" w14:textId="77777777" w:rsidR="00905145" w:rsidRPr="00AF0A23" w:rsidRDefault="00905145" w:rsidP="00905145">
      <w:pPr>
        <w:pStyle w:val="NormalEspAvt0EspApr0"/>
      </w:pPr>
      <w:r w:rsidRPr="00AF0A23">
        <w:t>Encore qu’elle ait un certain âge,</w:t>
      </w:r>
    </w:p>
    <w:p w14:paraId="2E9F54B3" w14:textId="77777777" w:rsidR="00905145" w:rsidRPr="00AF0A23" w:rsidRDefault="00905145" w:rsidP="00905145">
      <w:pPr>
        <w:pStyle w:val="NormalEspAvt0EspApr0"/>
      </w:pPr>
      <w:r w:rsidRPr="00AF0A23">
        <w:t>Fait le meilleur qui soit possible des mén</w:t>
      </w:r>
      <w:r w:rsidRPr="00AF0A23">
        <w:t>a</w:t>
      </w:r>
      <w:r w:rsidRPr="00AF0A23">
        <w:t>ges</w:t>
      </w:r>
    </w:p>
    <w:p w14:paraId="31812122" w14:textId="77777777" w:rsidR="00905145" w:rsidRPr="00AF0A23" w:rsidRDefault="00905145" w:rsidP="00905145">
      <w:pPr>
        <w:pStyle w:val="NormalEspAvt0EspApr0"/>
      </w:pPr>
      <w:r w:rsidRPr="00AF0A23">
        <w:t>Avec la fille de Laurent de Médicis…</w:t>
      </w:r>
    </w:p>
    <w:p w14:paraId="41E0E17B" w14:textId="77777777" w:rsidR="00905145" w:rsidRPr="00D72CAB" w:rsidRDefault="00905145" w:rsidP="00905145">
      <w:pPr>
        <w:pStyle w:val="NormalRetraitGauche4XIndent0"/>
        <w:rPr>
          <w:i/>
          <w:iCs/>
        </w:rPr>
      </w:pPr>
      <w:r w:rsidRPr="00D72CAB">
        <w:rPr>
          <w:i/>
          <w:iCs/>
        </w:rPr>
        <w:t>Coupant la p</w:t>
      </w:r>
      <w:r w:rsidRPr="00D72CAB">
        <w:rPr>
          <w:i/>
          <w:iCs/>
        </w:rPr>
        <w:t>a</w:t>
      </w:r>
      <w:r w:rsidRPr="00D72CAB">
        <w:rPr>
          <w:i/>
          <w:iCs/>
        </w:rPr>
        <w:t>role à la duchesse d’Étampes.</w:t>
      </w:r>
    </w:p>
    <w:p w14:paraId="6B36F423" w14:textId="77777777" w:rsidR="00905145" w:rsidRPr="00AF0A23" w:rsidRDefault="00905145" w:rsidP="00905145">
      <w:pPr>
        <w:pStyle w:val="NormalEspAvt0EspApr0"/>
      </w:pPr>
      <w:r w:rsidRPr="00AF0A23">
        <w:t>Oui, oui, je sais ce qu’on raconte !</w:t>
      </w:r>
    </w:p>
    <w:p w14:paraId="3640D55B" w14:textId="77777777" w:rsidR="00905145" w:rsidRPr="00AF0A23" w:rsidRDefault="00905145" w:rsidP="00905145">
      <w:pPr>
        <w:pStyle w:val="NormalEspAvt0EspApr0"/>
      </w:pPr>
      <w:r w:rsidRPr="00AF0A23">
        <w:lastRenderedPageBreak/>
        <w:t>Évidemment que c’est honteux,</w:t>
      </w:r>
    </w:p>
    <w:p w14:paraId="7045DA99" w14:textId="77777777" w:rsidR="00905145" w:rsidRPr="00AF0A23" w:rsidRDefault="00905145" w:rsidP="00905145">
      <w:pPr>
        <w:pStyle w:val="NormalEspAvt0EspApr0"/>
      </w:pPr>
      <w:r w:rsidRPr="00AF0A23">
        <w:t>Mais, quoi, vais-je avoir honte</w:t>
      </w:r>
    </w:p>
    <w:p w14:paraId="42E017EB" w14:textId="77777777" w:rsidR="00905145" w:rsidRPr="00AF0A23" w:rsidRDefault="00905145" w:rsidP="00905145">
      <w:pPr>
        <w:pStyle w:val="NormalEspAvt0EspApr0"/>
      </w:pPr>
      <w:r w:rsidRPr="00AF0A23">
        <w:t>Pour eux !</w:t>
      </w:r>
    </w:p>
    <w:p w14:paraId="2A02616C" w14:textId="77777777" w:rsidR="00905145" w:rsidRPr="00AF0A23" w:rsidRDefault="00905145" w:rsidP="00905145">
      <w:pPr>
        <w:pStyle w:val="NormalEspAvt0EspApr0"/>
      </w:pPr>
      <w:r w:rsidRPr="00AF0A23">
        <w:t>D’ailleurs, regardez-les, je les co</w:t>
      </w:r>
      <w:r w:rsidRPr="00AF0A23">
        <w:t>m</w:t>
      </w:r>
      <w:r w:rsidRPr="00AF0A23">
        <w:t>prends tous deux.</w:t>
      </w:r>
    </w:p>
    <w:p w14:paraId="386037EA" w14:textId="77777777" w:rsidR="00905145" w:rsidRPr="00AF0A23" w:rsidRDefault="00905145" w:rsidP="00905145">
      <w:pPr>
        <w:pStyle w:val="NormalEspAvt0EspApr0"/>
      </w:pPr>
      <w:r w:rsidRPr="00AF0A23">
        <w:t>Catherine est v</w:t>
      </w:r>
      <w:r w:rsidRPr="00AF0A23">
        <w:t>i</w:t>
      </w:r>
      <w:r w:rsidRPr="00AF0A23">
        <w:t>laine et mon fils est affreux !</w:t>
      </w:r>
    </w:p>
    <w:p w14:paraId="5E4DD104" w14:textId="77777777" w:rsidR="00905145" w:rsidRPr="00AF0A23" w:rsidRDefault="00905145" w:rsidP="00905145">
      <w:pPr>
        <w:pStyle w:val="NormalEspAvt0EspApr0"/>
      </w:pPr>
      <w:r w:rsidRPr="00AF0A23">
        <w:t>Tandis que Diane encor</w:t>
      </w:r>
    </w:p>
    <w:p w14:paraId="6A586B74" w14:textId="77777777" w:rsidR="00905145" w:rsidRPr="00AF0A23" w:rsidRDefault="00905145" w:rsidP="00905145">
      <w:pPr>
        <w:pStyle w:val="NormalEspAvt0EspApr0"/>
      </w:pPr>
      <w:proofErr w:type="gramStart"/>
      <w:r w:rsidRPr="00AF0A23">
        <w:t>A le</w:t>
      </w:r>
      <w:proofErr w:type="gramEnd"/>
      <w:r w:rsidRPr="00AF0A23">
        <w:t xml:space="preserve"> plus beau v</w:t>
      </w:r>
      <w:r w:rsidRPr="00AF0A23">
        <w:t>i</w:t>
      </w:r>
      <w:r w:rsidRPr="00AF0A23">
        <w:t>sage et le plus joli corps</w:t>
      </w:r>
    </w:p>
    <w:p w14:paraId="5D1F3BA6" w14:textId="77777777" w:rsidR="00905145" w:rsidRPr="00AF0A23" w:rsidRDefault="00905145" w:rsidP="00905145">
      <w:pPr>
        <w:pStyle w:val="NormalEspAvt0EspApr0"/>
      </w:pPr>
      <w:r w:rsidRPr="00AF0A23">
        <w:t>Qu’on n’ait j</w:t>
      </w:r>
      <w:r w:rsidRPr="00AF0A23">
        <w:t>a</w:t>
      </w:r>
      <w:r w:rsidRPr="00AF0A23">
        <w:t>mais vus sur la terre !</w:t>
      </w:r>
    </w:p>
    <w:p w14:paraId="12402879" w14:textId="77777777" w:rsidR="00905145" w:rsidRPr="00AF0A23" w:rsidRDefault="00905145" w:rsidP="00905145">
      <w:pPr>
        <w:pStyle w:val="NormalEspAvt0EspApr0"/>
      </w:pPr>
      <w:r w:rsidRPr="00AF0A23">
        <w:t xml:space="preserve">Qu’est-ce que c’est que ces </w:t>
      </w:r>
      <w:proofErr w:type="spellStart"/>
      <w:r w:rsidRPr="00AF0A23">
        <w:t>yeux-là</w:t>
      </w:r>
      <w:proofErr w:type="spellEnd"/>
      <w:r w:rsidRPr="00AF0A23">
        <w:t> ?</w:t>
      </w:r>
    </w:p>
    <w:p w14:paraId="425D6347" w14:textId="77777777" w:rsidR="00905145" w:rsidRPr="00AF0A23" w:rsidRDefault="00905145" w:rsidP="00905145">
      <w:pPr>
        <w:pStyle w:val="NormalEspAvt0EspApr0"/>
      </w:pPr>
      <w:r w:rsidRPr="00AF0A23">
        <w:t>Voulez-vous bien vous taire !</w:t>
      </w:r>
    </w:p>
    <w:p w14:paraId="13B672E9" w14:textId="77777777" w:rsidR="00905145" w:rsidRPr="00AF0A23" w:rsidRDefault="00905145" w:rsidP="00905145">
      <w:pPr>
        <w:pStyle w:val="NormalEspAvt0EspApr0"/>
      </w:pPr>
      <w:r w:rsidRPr="00AF0A23">
        <w:t>Je vous ai dit vingt fois</w:t>
      </w:r>
    </w:p>
    <w:p w14:paraId="59631F7F" w14:textId="77777777" w:rsidR="00905145" w:rsidRPr="00AF0A23" w:rsidRDefault="00905145" w:rsidP="00905145">
      <w:pPr>
        <w:pStyle w:val="NormalEspAvt0EspApr0"/>
      </w:pPr>
      <w:r w:rsidRPr="00AF0A23">
        <w:t>Déjà</w:t>
      </w:r>
    </w:p>
    <w:p w14:paraId="4ABC3695" w14:textId="77777777" w:rsidR="00905145" w:rsidRPr="00AF0A23" w:rsidRDefault="00905145" w:rsidP="00905145">
      <w:pPr>
        <w:pStyle w:val="NormalEspAvt0EspApr0"/>
      </w:pPr>
      <w:r w:rsidRPr="00AF0A23">
        <w:t>Qu’entre elle et moi, jamais</w:t>
      </w:r>
    </w:p>
    <w:p w14:paraId="3186DE1A" w14:textId="77777777" w:rsidR="00905145" w:rsidRPr="00AF0A23" w:rsidRDefault="00905145" w:rsidP="00905145">
      <w:pPr>
        <w:pStyle w:val="NormalEspAvt0EspApr0"/>
      </w:pPr>
      <w:r w:rsidRPr="00AF0A23">
        <w:t>Rien ne s’était</w:t>
      </w:r>
    </w:p>
    <w:p w14:paraId="1E035B79" w14:textId="77777777" w:rsidR="00905145" w:rsidRPr="00AF0A23" w:rsidRDefault="00905145" w:rsidP="00905145">
      <w:pPr>
        <w:pStyle w:val="NormalEspAvt0EspApr0"/>
      </w:pPr>
      <w:r w:rsidRPr="00AF0A23">
        <w:t>Passé…</w:t>
      </w:r>
    </w:p>
    <w:p w14:paraId="01D8E423" w14:textId="77777777" w:rsidR="00905145" w:rsidRPr="00AF0A23" w:rsidRDefault="00905145" w:rsidP="00905145">
      <w:pPr>
        <w:pStyle w:val="NormalEspAvt0EspApr0"/>
      </w:pPr>
      <w:r w:rsidRPr="00AF0A23">
        <w:t>Et vous reco</w:t>
      </w:r>
      <w:r w:rsidRPr="00AF0A23">
        <w:t>m</w:t>
      </w:r>
      <w:r w:rsidRPr="00AF0A23">
        <w:t>mencez !</w:t>
      </w:r>
    </w:p>
    <w:p w14:paraId="78B4C883" w14:textId="77777777" w:rsidR="00905145" w:rsidRPr="00AF0A23" w:rsidRDefault="00905145" w:rsidP="00905145">
      <w:pPr>
        <w:pStyle w:val="NormalEspAvt0EspApr0"/>
      </w:pPr>
      <w:r w:rsidRPr="00AF0A23">
        <w:t>D’ailleurs, l’aurais-je fait… quoi d’extraordinaire</w:t>
      </w:r>
    </w:p>
    <w:p w14:paraId="4A7D3377" w14:textId="77777777" w:rsidR="00905145" w:rsidRPr="00AF0A23" w:rsidRDefault="00905145" w:rsidP="00905145">
      <w:pPr>
        <w:pStyle w:val="NormalEspAvt0EspApr0"/>
      </w:pPr>
      <w:r w:rsidRPr="00AF0A23">
        <w:t>À ce qu’un fils un jour hérite de son père ?</w:t>
      </w:r>
    </w:p>
    <w:p w14:paraId="402C3FF6" w14:textId="77777777" w:rsidR="00905145" w:rsidRPr="00AF0A23" w:rsidRDefault="00905145" w:rsidP="00905145">
      <w:pPr>
        <w:pStyle w:val="NormalEspAvt0EspApr0"/>
      </w:pPr>
      <w:r w:rsidRPr="00AF0A23">
        <w:t>Laissons cela !</w:t>
      </w:r>
    </w:p>
    <w:p w14:paraId="7C9E9123" w14:textId="77777777" w:rsidR="00905145" w:rsidRPr="00AF0A23" w:rsidRDefault="00905145" w:rsidP="00905145">
      <w:pPr>
        <w:pStyle w:val="NormalEspAvt0EspApr0"/>
      </w:pPr>
      <w:r w:rsidRPr="00AF0A23">
        <w:t>Et ne me gâtez pas mon plaisir, vo</w:t>
      </w:r>
      <w:r w:rsidRPr="00AF0A23">
        <w:t>u</w:t>
      </w:r>
      <w:r w:rsidRPr="00AF0A23">
        <w:t>lez-vous ?</w:t>
      </w:r>
    </w:p>
    <w:p w14:paraId="6A32E492" w14:textId="77777777" w:rsidR="00905145" w:rsidRPr="00AF0A23" w:rsidRDefault="00905145" w:rsidP="00905145">
      <w:pPr>
        <w:pStyle w:val="NormalEspAvt0EspApr0"/>
      </w:pPr>
      <w:r w:rsidRPr="00AF0A23">
        <w:t>Tout me semble aujourd’hui si cha</w:t>
      </w:r>
      <w:r w:rsidRPr="00AF0A23">
        <w:t>r</w:t>
      </w:r>
      <w:r w:rsidRPr="00AF0A23">
        <w:t>mant et si doux</w:t>
      </w:r>
    </w:p>
    <w:p w14:paraId="3D77B4CB" w14:textId="77777777" w:rsidR="00905145" w:rsidRPr="00AF0A23" w:rsidRDefault="00905145" w:rsidP="00905145">
      <w:pPr>
        <w:pStyle w:val="NormalEspAvt0EspApr0"/>
      </w:pPr>
      <w:r w:rsidRPr="00AF0A23">
        <w:t>Que même j’en avais fini par oublier</w:t>
      </w:r>
    </w:p>
    <w:p w14:paraId="345F9DF9" w14:textId="77777777" w:rsidR="00905145" w:rsidRPr="00AF0A23" w:rsidRDefault="00905145" w:rsidP="00905145">
      <w:pPr>
        <w:pStyle w:val="NormalEspAvt0EspApr0"/>
      </w:pPr>
      <w:r w:rsidRPr="00AF0A23">
        <w:t>Que j’étais m</w:t>
      </w:r>
      <w:r w:rsidRPr="00AF0A23">
        <w:t>a</w:t>
      </w:r>
      <w:r w:rsidRPr="00AF0A23">
        <w:t>rié,</w:t>
      </w:r>
    </w:p>
    <w:p w14:paraId="533C2535" w14:textId="77777777" w:rsidR="00905145" w:rsidRPr="00AF0A23" w:rsidRDefault="00905145" w:rsidP="00905145">
      <w:pPr>
        <w:pStyle w:val="NormalEspAvt0EspApr0"/>
      </w:pPr>
      <w:r w:rsidRPr="00AF0A23">
        <w:t xml:space="preserve">Que </w:t>
      </w:r>
      <w:smartTag w:uri="urn:schemas-microsoft-com:office:smarttags" w:element="PersonName">
        <w:smartTagPr>
          <w:attr w:name="ProductID" w:val="LA REINE"/>
        </w:smartTagPr>
        <w:r w:rsidRPr="00AF0A23">
          <w:t>la Reine</w:t>
        </w:r>
      </w:smartTag>
      <w:r w:rsidRPr="00AF0A23">
        <w:t xml:space="preserve"> était là…</w:t>
      </w:r>
    </w:p>
    <w:p w14:paraId="456C5498" w14:textId="77777777" w:rsidR="00905145" w:rsidRPr="00AF0A23" w:rsidRDefault="00905145" w:rsidP="00905145">
      <w:pPr>
        <w:pStyle w:val="NormalEspAvt0EspApr0"/>
      </w:pPr>
      <w:r w:rsidRPr="00AF0A23">
        <w:t>Et vous m’en fa</w:t>
      </w:r>
      <w:r w:rsidRPr="00AF0A23">
        <w:t>i</w:t>
      </w:r>
      <w:r w:rsidRPr="00AF0A23">
        <w:t>tes souvenir !</w:t>
      </w:r>
    </w:p>
    <w:p w14:paraId="67F62C19" w14:textId="77777777" w:rsidR="00905145" w:rsidRPr="00D72CAB" w:rsidRDefault="00905145" w:rsidP="00905145">
      <w:pPr>
        <w:pStyle w:val="NormalRetraitGauche4XIndent0"/>
        <w:rPr>
          <w:i/>
          <w:iCs/>
        </w:rPr>
      </w:pPr>
      <w:r w:rsidRPr="00D72CAB">
        <w:rPr>
          <w:i/>
          <w:iCs/>
        </w:rPr>
        <w:t>S’adressant à son fils.</w:t>
      </w:r>
    </w:p>
    <w:p w14:paraId="6A06B5F6" w14:textId="77777777" w:rsidR="00905145" w:rsidRPr="00AF0A23" w:rsidRDefault="00905145" w:rsidP="00905145">
      <w:pPr>
        <w:pStyle w:val="NormalEspAvt0EspApr0"/>
      </w:pPr>
      <w:r w:rsidRPr="00AF0A23">
        <w:t>Henri ! Mais laisse donc les carpes, je t’en prie.</w:t>
      </w:r>
    </w:p>
    <w:p w14:paraId="1E7F9A60" w14:textId="77777777" w:rsidR="00905145" w:rsidRPr="00AF0A23" w:rsidRDefault="00905145" w:rsidP="00905145">
      <w:pPr>
        <w:pStyle w:val="NormalEspAvt0EspApr0"/>
      </w:pPr>
      <w:r w:rsidRPr="00AF0A23">
        <w:t>Ce que tu fais ne veut rien dire.</w:t>
      </w:r>
    </w:p>
    <w:p w14:paraId="20521FF5" w14:textId="77777777" w:rsidR="00905145" w:rsidRPr="00AF0A23" w:rsidRDefault="00905145" w:rsidP="00905145">
      <w:pPr>
        <w:pStyle w:val="NormalEspAvt0EspApr0"/>
      </w:pPr>
      <w:r w:rsidRPr="00AF0A23">
        <w:t>Instruis-toi, mon ami, travaille… prends un livre…</w:t>
      </w:r>
    </w:p>
    <w:p w14:paraId="09A0ADA2" w14:textId="77777777" w:rsidR="00905145" w:rsidRPr="00AF0A23" w:rsidRDefault="00905145" w:rsidP="00905145">
      <w:pPr>
        <w:pStyle w:val="NormalEspAvt0EspApr0"/>
      </w:pPr>
      <w:r w:rsidRPr="00AF0A23">
        <w:t>Il rejette dans l’eau les poissons qu’il a pris !</w:t>
      </w:r>
    </w:p>
    <w:p w14:paraId="7431D918" w14:textId="77777777" w:rsidR="00905145" w:rsidRPr="00AF0A23" w:rsidRDefault="00905145" w:rsidP="00905145">
      <w:pPr>
        <w:pStyle w:val="NormalEspAvt0EspApr0"/>
      </w:pPr>
      <w:r w:rsidRPr="00AF0A23">
        <w:t>Si ce n’est pas pour les manger, laisse-les vivre.</w:t>
      </w:r>
    </w:p>
    <w:p w14:paraId="3762653B" w14:textId="77777777" w:rsidR="00905145" w:rsidRPr="00AF0A23" w:rsidRDefault="00905145" w:rsidP="00905145">
      <w:pPr>
        <w:pStyle w:val="NormalEspAvt0EspApr0"/>
      </w:pPr>
      <w:r w:rsidRPr="00AF0A23">
        <w:t>Mais… qu’est-ce que tu fais ? Rega</w:t>
      </w:r>
      <w:r w:rsidRPr="00AF0A23">
        <w:t>r</w:t>
      </w:r>
      <w:r w:rsidRPr="00AF0A23">
        <w:t>dez-le… Vraiment,</w:t>
      </w:r>
    </w:p>
    <w:p w14:paraId="54D2577B" w14:textId="77777777" w:rsidR="00905145" w:rsidRPr="00AF0A23" w:rsidRDefault="00905145" w:rsidP="00905145">
      <w:pPr>
        <w:pStyle w:val="NormalEspAvt0EspApr0"/>
      </w:pPr>
      <w:r w:rsidRPr="00AF0A23">
        <w:lastRenderedPageBreak/>
        <w:t>Non, je n’ai jamais vu de sottise p</w:t>
      </w:r>
      <w:r w:rsidRPr="00AF0A23">
        <w:t>a</w:t>
      </w:r>
      <w:r w:rsidRPr="00AF0A23">
        <w:t>reille !</w:t>
      </w:r>
    </w:p>
    <w:p w14:paraId="2472FBBA" w14:textId="77777777" w:rsidR="00905145" w:rsidRPr="00AF0A23" w:rsidRDefault="00905145" w:rsidP="00905145">
      <w:pPr>
        <w:pStyle w:val="NormalEspAvt0EspApr0"/>
      </w:pPr>
      <w:r w:rsidRPr="00AF0A23">
        <w:t>Il passe dans le nez des carpes, mai</w:t>
      </w:r>
      <w:r w:rsidRPr="00AF0A23">
        <w:t>n</w:t>
      </w:r>
      <w:r w:rsidRPr="00AF0A23">
        <w:t>tenant,</w:t>
      </w:r>
    </w:p>
    <w:p w14:paraId="6A2FD394" w14:textId="77777777" w:rsidR="00905145" w:rsidRPr="00AF0A23" w:rsidRDefault="00905145" w:rsidP="00905145">
      <w:pPr>
        <w:pStyle w:val="NormalEspAvt0EspApr0"/>
      </w:pPr>
      <w:r w:rsidRPr="00AF0A23">
        <w:t>Les petits a</w:t>
      </w:r>
      <w:r w:rsidRPr="00AF0A23">
        <w:t>n</w:t>
      </w:r>
      <w:r w:rsidRPr="00AF0A23">
        <w:t>neaux d’or qu’il porte à ses oreilles !</w:t>
      </w:r>
    </w:p>
    <w:p w14:paraId="47D4B9C5" w14:textId="77777777" w:rsidR="00905145" w:rsidRPr="00AF0A23" w:rsidRDefault="00905145" w:rsidP="00905145">
      <w:pPr>
        <w:pStyle w:val="NormalEspAvt0EspApr0"/>
      </w:pPr>
      <w:r w:rsidRPr="00AF0A23">
        <w:t>Tu peux les rej</w:t>
      </w:r>
      <w:r w:rsidRPr="00AF0A23">
        <w:t>e</w:t>
      </w:r>
      <w:r w:rsidRPr="00AF0A23">
        <w:t>ter… oui, oui, c’est bien malin !</w:t>
      </w:r>
    </w:p>
    <w:p w14:paraId="46E78EB6" w14:textId="77777777" w:rsidR="00905145" w:rsidRPr="00D72CAB" w:rsidRDefault="00905145" w:rsidP="00905145">
      <w:pPr>
        <w:pStyle w:val="NormalRetraitGauche4XIndent0"/>
        <w:rPr>
          <w:i/>
          <w:iCs/>
        </w:rPr>
      </w:pPr>
      <w:r w:rsidRPr="00D72CAB">
        <w:rPr>
          <w:i/>
          <w:iCs/>
        </w:rPr>
        <w:t>À Catherine.</w:t>
      </w:r>
    </w:p>
    <w:p w14:paraId="3C5AB548" w14:textId="77777777" w:rsidR="00905145" w:rsidRPr="00AF0A23" w:rsidRDefault="00905145" w:rsidP="00905145">
      <w:pPr>
        <w:pStyle w:val="NormalEspAvt0EspApr0"/>
      </w:pPr>
      <w:r w:rsidRPr="00AF0A23">
        <w:t>Ah ! Ma pauvre enfant, je vous plains !</w:t>
      </w:r>
    </w:p>
    <w:p w14:paraId="7EE96AD6" w14:textId="77777777" w:rsidR="00905145" w:rsidRPr="00AF0A23" w:rsidRDefault="00905145" w:rsidP="00905145">
      <w:pPr>
        <w:pStyle w:val="NormalEspAvt0EspApr0"/>
      </w:pPr>
      <w:r w:rsidRPr="00AF0A23">
        <w:t>Et quand je pense</w:t>
      </w:r>
    </w:p>
    <w:p w14:paraId="5BB49238" w14:textId="77777777" w:rsidR="00905145" w:rsidRPr="00AF0A23" w:rsidRDefault="00905145" w:rsidP="00905145">
      <w:pPr>
        <w:pStyle w:val="NormalEspAvt0EspApr0"/>
      </w:pPr>
      <w:r w:rsidRPr="00AF0A23">
        <w:t>Que ce pêcheur un jour sera le Roi de France !</w:t>
      </w:r>
    </w:p>
    <w:p w14:paraId="395A5F90" w14:textId="77777777" w:rsidR="00905145" w:rsidRPr="00AF0A23" w:rsidRDefault="00905145" w:rsidP="00905145">
      <w:pPr>
        <w:pStyle w:val="NormalEspAvt0EspApr0"/>
      </w:pPr>
      <w:r w:rsidRPr="00AF0A23">
        <w:t>Que Dieu me prête vie !</w:t>
      </w:r>
    </w:p>
    <w:p w14:paraId="5B10DC65" w14:textId="77777777" w:rsidR="00905145" w:rsidRPr="00AF0A23" w:rsidRDefault="00905145" w:rsidP="00905145">
      <w:pPr>
        <w:pStyle w:val="NormalEspAvt0EspApr0"/>
      </w:pPr>
      <w:r w:rsidRPr="00AF0A23">
        <w:t>Laissons là ce niais, ses anneaux et ses carpes.</w:t>
      </w:r>
    </w:p>
    <w:p w14:paraId="30E3FAAA" w14:textId="77777777" w:rsidR="00905145" w:rsidRPr="00D72CAB" w:rsidRDefault="00905145" w:rsidP="00905145">
      <w:pPr>
        <w:pStyle w:val="NormalRetraitGauche4XIndent0"/>
        <w:rPr>
          <w:i/>
          <w:iCs/>
        </w:rPr>
      </w:pPr>
      <w:r w:rsidRPr="00D72CAB">
        <w:rPr>
          <w:i/>
          <w:iCs/>
        </w:rPr>
        <w:t>S’adressant à sa sœur.</w:t>
      </w:r>
    </w:p>
    <w:p w14:paraId="35141BC8" w14:textId="77777777" w:rsidR="00905145" w:rsidRPr="00AF0A23" w:rsidRDefault="00905145" w:rsidP="00905145">
      <w:pPr>
        <w:pStyle w:val="NormalEspAvt0EspApr0"/>
      </w:pPr>
      <w:r w:rsidRPr="00AF0A23">
        <w:t>Marguerite, j’ai très envie</w:t>
      </w:r>
    </w:p>
    <w:p w14:paraId="5F7AA132" w14:textId="77777777" w:rsidR="00905145" w:rsidRPr="00AF0A23" w:rsidRDefault="00905145" w:rsidP="00905145">
      <w:pPr>
        <w:pStyle w:val="NormalEspAvt0EspApr0"/>
      </w:pPr>
      <w:r w:rsidRPr="00AF0A23">
        <w:t>Que tu nous joues un peu de harpe…</w:t>
      </w:r>
    </w:p>
    <w:p w14:paraId="7E86D753" w14:textId="77777777" w:rsidR="00905145" w:rsidRPr="00D72CAB" w:rsidRDefault="00905145" w:rsidP="00905145">
      <w:pPr>
        <w:pStyle w:val="NormalRetraitGauche4XIndent0"/>
        <w:rPr>
          <w:i/>
          <w:iCs/>
        </w:rPr>
      </w:pPr>
      <w:r w:rsidRPr="00D72CAB">
        <w:rPr>
          <w:i/>
          <w:iCs/>
        </w:rPr>
        <w:t>Paraît le Duc Anne de Montmore</w:t>
      </w:r>
      <w:r w:rsidRPr="00D72CAB">
        <w:rPr>
          <w:i/>
          <w:iCs/>
        </w:rPr>
        <w:t>n</w:t>
      </w:r>
      <w:r w:rsidRPr="00D72CAB">
        <w:rPr>
          <w:i/>
          <w:iCs/>
        </w:rPr>
        <w:t>cy.</w:t>
      </w:r>
    </w:p>
    <w:p w14:paraId="15FF7507" w14:textId="77777777" w:rsidR="00905145" w:rsidRPr="00AF0A23" w:rsidRDefault="00905145" w:rsidP="00905145">
      <w:pPr>
        <w:pStyle w:val="NormalEspAvt0EspApr0"/>
      </w:pPr>
      <w:r w:rsidRPr="00AF0A23">
        <w:t>Voilà Montm</w:t>
      </w:r>
      <w:r w:rsidRPr="00AF0A23">
        <w:t>o</w:t>
      </w:r>
      <w:r w:rsidRPr="00AF0A23">
        <w:t>rency…</w:t>
      </w:r>
    </w:p>
    <w:p w14:paraId="04395A59" w14:textId="77777777" w:rsidR="00905145" w:rsidRPr="00AF0A23" w:rsidRDefault="00905145" w:rsidP="00905145">
      <w:pPr>
        <w:pStyle w:val="NormalEspAvt0EspApr0"/>
      </w:pPr>
      <w:r w:rsidRPr="00AF0A23">
        <w:t>Le front chargé de noirs soucis</w:t>
      </w:r>
    </w:p>
    <w:p w14:paraId="274BC2C7" w14:textId="77777777" w:rsidR="00905145" w:rsidRPr="00AF0A23" w:rsidRDefault="00905145" w:rsidP="00905145">
      <w:pPr>
        <w:pStyle w:val="NormalEspAvt0EspApr0"/>
      </w:pPr>
      <w:r w:rsidRPr="00AF0A23">
        <w:t>Et plein les mains</w:t>
      </w:r>
    </w:p>
    <w:p w14:paraId="207C19D9" w14:textId="77777777" w:rsidR="00905145" w:rsidRPr="00AF0A23" w:rsidRDefault="00905145" w:rsidP="00905145">
      <w:pPr>
        <w:pStyle w:val="NormalEspAvt0EspApr0"/>
      </w:pPr>
      <w:r w:rsidRPr="00AF0A23">
        <w:t>De mauvaises nouvelles.</w:t>
      </w:r>
    </w:p>
    <w:p w14:paraId="53F84D3B" w14:textId="77777777" w:rsidR="00905145" w:rsidRPr="00AF0A23" w:rsidRDefault="00905145" w:rsidP="00905145">
      <w:pPr>
        <w:pStyle w:val="NormalEspAvt0EspApr0"/>
      </w:pPr>
      <w:r w:rsidRPr="00AF0A23">
        <w:t>Nous verrons ça demain.</w:t>
      </w:r>
    </w:p>
    <w:p w14:paraId="77B7C17F" w14:textId="77777777" w:rsidR="00905145" w:rsidRPr="00AF0A23" w:rsidRDefault="00905145" w:rsidP="00905145">
      <w:pPr>
        <w:pStyle w:val="NormalEspAvt0EspApr0"/>
      </w:pPr>
      <w:r w:rsidRPr="00AF0A23">
        <w:t>Aujourd’hui la vie est trop belle.</w:t>
      </w:r>
    </w:p>
    <w:p w14:paraId="5F872902" w14:textId="77777777" w:rsidR="00905145" w:rsidRPr="00AF0A23" w:rsidRDefault="00905145" w:rsidP="00905145">
      <w:pPr>
        <w:pStyle w:val="NormalEspAvt0EspApr0"/>
      </w:pPr>
      <w:r w:rsidRPr="00AF0A23">
        <w:t>Non, ne me dites rien !</w:t>
      </w:r>
    </w:p>
    <w:p w14:paraId="5F3D25F0" w14:textId="77777777" w:rsidR="00905145" w:rsidRPr="00AF0A23" w:rsidRDefault="00905145" w:rsidP="00905145">
      <w:pPr>
        <w:pStyle w:val="NormalEspAvt0EspApr0"/>
      </w:pPr>
      <w:r w:rsidRPr="00AF0A23">
        <w:t>Je suis bien sûr, hélas ! que tout ne va pas bien.</w:t>
      </w:r>
    </w:p>
    <w:p w14:paraId="47E55DD3" w14:textId="77777777" w:rsidR="00905145" w:rsidRPr="00AF0A23" w:rsidRDefault="00905145" w:rsidP="00905145">
      <w:pPr>
        <w:pStyle w:val="NormalEspAvt0EspApr0"/>
      </w:pPr>
      <w:r w:rsidRPr="00AF0A23">
        <w:t>Est-ce que tout peut aller bien ? C’est impossible !</w:t>
      </w:r>
    </w:p>
    <w:p w14:paraId="454D483C" w14:textId="77777777" w:rsidR="00905145" w:rsidRPr="00D72CAB" w:rsidRDefault="00905145" w:rsidP="00905145">
      <w:pPr>
        <w:pStyle w:val="NormalRetraitGauche4XIndent0"/>
        <w:rPr>
          <w:i/>
          <w:iCs/>
        </w:rPr>
      </w:pPr>
      <w:r w:rsidRPr="00D72CAB">
        <w:rPr>
          <w:i/>
          <w:iCs/>
        </w:rPr>
        <w:t>Pourtant, Montmorency place sous ses yeux certains ra</w:t>
      </w:r>
      <w:r w:rsidRPr="00D72CAB">
        <w:rPr>
          <w:i/>
          <w:iCs/>
        </w:rPr>
        <w:t>p</w:t>
      </w:r>
      <w:r w:rsidRPr="00D72CAB">
        <w:rPr>
          <w:i/>
          <w:iCs/>
        </w:rPr>
        <w:t>ports qu’il juge d’importance.</w:t>
      </w:r>
    </w:p>
    <w:p w14:paraId="40D904CE" w14:textId="77777777" w:rsidR="00905145" w:rsidRPr="00AF0A23" w:rsidRDefault="00905145" w:rsidP="00905145">
      <w:pPr>
        <w:pStyle w:val="NormalEspAvt0EspApr0"/>
      </w:pPr>
      <w:r w:rsidRPr="00AF0A23">
        <w:t>Eh ! oui, les protestants… je sais… c’est e</w:t>
      </w:r>
      <w:r w:rsidRPr="00AF0A23">
        <w:t>n</w:t>
      </w:r>
      <w:r w:rsidRPr="00AF0A23">
        <w:t>nuyeux…</w:t>
      </w:r>
    </w:p>
    <w:p w14:paraId="609A38F6" w14:textId="77777777" w:rsidR="00905145" w:rsidRPr="00AF0A23" w:rsidRDefault="00905145" w:rsidP="00905145">
      <w:pPr>
        <w:pStyle w:val="NormalEspAvt0EspApr0"/>
      </w:pPr>
      <w:r w:rsidRPr="00AF0A23">
        <w:t>Et c’est inadmi</w:t>
      </w:r>
      <w:r w:rsidRPr="00AF0A23">
        <w:t>s</w:t>
      </w:r>
      <w:r w:rsidRPr="00AF0A23">
        <w:t>sible…</w:t>
      </w:r>
    </w:p>
    <w:p w14:paraId="17882550" w14:textId="77777777" w:rsidR="00905145" w:rsidRPr="00AF0A23" w:rsidRDefault="00905145" w:rsidP="00905145">
      <w:pPr>
        <w:pStyle w:val="NormalEspAvt0EspApr0"/>
      </w:pPr>
      <w:r w:rsidRPr="00AF0A23">
        <w:t>Et quand on pense que d’abord on en a ri !</w:t>
      </w:r>
    </w:p>
    <w:p w14:paraId="5D0C2FC6" w14:textId="77777777" w:rsidR="00905145" w:rsidRPr="00AF0A23" w:rsidRDefault="00905145" w:rsidP="00905145">
      <w:pPr>
        <w:pStyle w:val="NormalEspAvt0EspApr0"/>
      </w:pPr>
      <w:r w:rsidRPr="00AF0A23">
        <w:t>Oui, les impr</w:t>
      </w:r>
      <w:r w:rsidRPr="00AF0A23">
        <w:t>i</w:t>
      </w:r>
      <w:r w:rsidRPr="00AF0A23">
        <w:t>meries…</w:t>
      </w:r>
    </w:p>
    <w:p w14:paraId="3791A43C" w14:textId="77777777" w:rsidR="00905145" w:rsidRPr="00AF0A23" w:rsidRDefault="00905145" w:rsidP="00905145">
      <w:pPr>
        <w:pStyle w:val="NormalEspAvt0EspApr0"/>
      </w:pPr>
      <w:r w:rsidRPr="00AF0A23">
        <w:lastRenderedPageBreak/>
        <w:t>Bon. Qu’on les ferme. Je veux bien.</w:t>
      </w:r>
    </w:p>
    <w:p w14:paraId="69565B73" w14:textId="77777777" w:rsidR="00905145" w:rsidRPr="00AF0A23" w:rsidRDefault="00905145" w:rsidP="00905145">
      <w:pPr>
        <w:pStyle w:val="NormalEspAvt0EspApr0"/>
      </w:pPr>
      <w:r w:rsidRPr="00AF0A23">
        <w:t>Mais cela ne cha</w:t>
      </w:r>
      <w:r w:rsidRPr="00AF0A23">
        <w:t>n</w:t>
      </w:r>
      <w:r w:rsidRPr="00AF0A23">
        <w:t>gera rien.</w:t>
      </w:r>
    </w:p>
    <w:p w14:paraId="30FF39D3" w14:textId="77777777" w:rsidR="00905145" w:rsidRPr="00AF0A23" w:rsidRDefault="00905145" w:rsidP="00905145">
      <w:pPr>
        <w:pStyle w:val="NormalEspAvt0EspApr0"/>
      </w:pPr>
      <w:r w:rsidRPr="00AF0A23">
        <w:t>Il fallait empêcher qu’on imprimât la B</w:t>
      </w:r>
      <w:r w:rsidRPr="00AF0A23">
        <w:t>i</w:t>
      </w:r>
      <w:r w:rsidRPr="00AF0A23">
        <w:t>ble.</w:t>
      </w:r>
    </w:p>
    <w:p w14:paraId="4A5A0E79" w14:textId="77777777" w:rsidR="00905145" w:rsidRPr="00AF0A23" w:rsidRDefault="00905145" w:rsidP="00905145">
      <w:pPr>
        <w:pStyle w:val="NormalEspAvt0EspApr0"/>
      </w:pPr>
      <w:r w:rsidRPr="00AF0A23">
        <w:t>Oui, je sais bien qu’ils se révoltent… c’est terrible.</w:t>
      </w:r>
    </w:p>
    <w:p w14:paraId="7BEA01FC" w14:textId="77777777" w:rsidR="00905145" w:rsidRPr="00AF0A23" w:rsidRDefault="00905145" w:rsidP="00905145">
      <w:pPr>
        <w:pStyle w:val="NormalEspAvt0EspApr0"/>
      </w:pPr>
      <w:proofErr w:type="gramStart"/>
      <w:r w:rsidRPr="00AF0A23">
        <w:t>Mais cependant</w:t>
      </w:r>
      <w:proofErr w:type="gramEnd"/>
      <w:r w:rsidRPr="00AF0A23">
        <w:t>, mon Dieu,</w:t>
      </w:r>
    </w:p>
    <w:p w14:paraId="5B5B0C11" w14:textId="77777777" w:rsidR="00905145" w:rsidRPr="00AF0A23" w:rsidRDefault="00905145" w:rsidP="00905145">
      <w:pPr>
        <w:pStyle w:val="NormalEspAvt0EspApr0"/>
      </w:pPr>
      <w:r w:rsidRPr="00AF0A23">
        <w:t>Tâchez qu’on ne soit pas trop sévère avec eux.</w:t>
      </w:r>
    </w:p>
    <w:p w14:paraId="4EEADB31" w14:textId="77777777" w:rsidR="00905145" w:rsidRPr="00AF0A23" w:rsidRDefault="00905145" w:rsidP="00905145">
      <w:pPr>
        <w:pStyle w:val="NormalEspAvt0EspApr0"/>
      </w:pPr>
      <w:r w:rsidRPr="00AF0A23">
        <w:t>Qu’on évite l’irréparable.</w:t>
      </w:r>
    </w:p>
    <w:p w14:paraId="22E7B9AC" w14:textId="77777777" w:rsidR="00905145" w:rsidRPr="00AF0A23" w:rsidRDefault="00905145" w:rsidP="00905145">
      <w:pPr>
        <w:pStyle w:val="NormalEspAvt0EspApr0"/>
      </w:pPr>
      <w:r w:rsidRPr="00AF0A23">
        <w:t>Quoi ? La sévérité vous paraît préf</w:t>
      </w:r>
      <w:r w:rsidRPr="00AF0A23">
        <w:t>é</w:t>
      </w:r>
      <w:r w:rsidRPr="00AF0A23">
        <w:t>rable ?</w:t>
      </w:r>
    </w:p>
    <w:p w14:paraId="2ECAD147" w14:textId="77777777" w:rsidR="00905145" w:rsidRPr="00AF0A23" w:rsidRDefault="00905145" w:rsidP="00905145">
      <w:pPr>
        <w:pStyle w:val="NormalEspAvt0EspApr0"/>
      </w:pPr>
      <w:r w:rsidRPr="00AF0A23">
        <w:t>Eh bien, que voulez-vous… soyez sévère… un peu…</w:t>
      </w:r>
    </w:p>
    <w:p w14:paraId="35CB69CF" w14:textId="77777777" w:rsidR="00905145" w:rsidRPr="00AF0A23" w:rsidRDefault="00905145" w:rsidP="00905145">
      <w:pPr>
        <w:pStyle w:val="NormalEspAvt0EspApr0"/>
      </w:pPr>
      <w:r w:rsidRPr="00AF0A23">
        <w:t>Qu’on en brûle un… ou deux !</w:t>
      </w:r>
    </w:p>
    <w:p w14:paraId="57A6FBF2" w14:textId="77777777" w:rsidR="00905145" w:rsidRPr="00AF0A23" w:rsidRDefault="00905145" w:rsidP="00905145">
      <w:pPr>
        <w:pStyle w:val="NormalEspAvt0EspApr0"/>
      </w:pPr>
      <w:r w:rsidRPr="00AF0A23">
        <w:t>Mais si, mais si, pour commencer, c’est suffisant.</w:t>
      </w:r>
    </w:p>
    <w:p w14:paraId="3C1C5346" w14:textId="77777777" w:rsidR="00905145" w:rsidRPr="00AF0A23" w:rsidRDefault="00905145" w:rsidP="00905145">
      <w:pPr>
        <w:pStyle w:val="NormalEspAvt0EspApr0"/>
      </w:pPr>
      <w:r w:rsidRPr="00AF0A23">
        <w:t>Voilà. C’est tout. Merci. Bonsoir. Allez-vous-en !</w:t>
      </w:r>
    </w:p>
    <w:p w14:paraId="25B36E89" w14:textId="77777777" w:rsidR="00905145" w:rsidRPr="00D72CAB" w:rsidRDefault="00905145" w:rsidP="00905145">
      <w:pPr>
        <w:pStyle w:val="NormalRetraitGauche4XIndent0"/>
        <w:rPr>
          <w:i/>
          <w:iCs/>
        </w:rPr>
      </w:pPr>
      <w:r w:rsidRPr="00D72CAB">
        <w:rPr>
          <w:i/>
          <w:iCs/>
        </w:rPr>
        <w:t>Le Duc de Mon</w:t>
      </w:r>
      <w:r w:rsidRPr="00D72CAB">
        <w:rPr>
          <w:i/>
          <w:iCs/>
        </w:rPr>
        <w:t>t</w:t>
      </w:r>
      <w:r w:rsidRPr="00D72CAB">
        <w:rPr>
          <w:i/>
          <w:iCs/>
        </w:rPr>
        <w:t>morency se retire.</w:t>
      </w:r>
    </w:p>
    <w:p w14:paraId="6FA449E5" w14:textId="77777777" w:rsidR="00905145" w:rsidRPr="00AF0A23" w:rsidRDefault="00905145" w:rsidP="00905145">
      <w:pPr>
        <w:pStyle w:val="NormalEspAvt0EspApr0"/>
      </w:pPr>
      <w:r w:rsidRPr="00AF0A23">
        <w:t xml:space="preserve">J’étais si bien, mon Dieu !… </w:t>
      </w:r>
      <w:smartTag w:uri="urn:schemas-microsoft-com:office:smarttags" w:element="PersonName">
        <w:smartTagPr>
          <w:attr w:name="ProductID" w:val="la Duchesse"/>
        </w:smartTagPr>
        <w:r w:rsidRPr="00AF0A23">
          <w:t>La D</w:t>
        </w:r>
        <w:r w:rsidRPr="00AF0A23">
          <w:t>u</w:t>
        </w:r>
        <w:r w:rsidRPr="00AF0A23">
          <w:t>chesse</w:t>
        </w:r>
      </w:smartTag>
      <w:r w:rsidRPr="00AF0A23">
        <w:t xml:space="preserve"> d’Étampes</w:t>
      </w:r>
    </w:p>
    <w:p w14:paraId="0CB3C504" w14:textId="77777777" w:rsidR="00905145" w:rsidRPr="00AF0A23" w:rsidRDefault="00905145" w:rsidP="00905145">
      <w:pPr>
        <w:pStyle w:val="NormalEspAvt0EspApr0"/>
      </w:pPr>
      <w:r w:rsidRPr="00AF0A23">
        <w:t>Ne doit jamais cacher ni son front, ni ses tempes…</w:t>
      </w:r>
    </w:p>
    <w:p w14:paraId="6799D071" w14:textId="77777777" w:rsidR="00905145" w:rsidRPr="00D72CAB" w:rsidRDefault="00905145" w:rsidP="00905145">
      <w:pPr>
        <w:pStyle w:val="NormalRetraitGauche4XIndent0"/>
        <w:rPr>
          <w:i/>
          <w:iCs/>
        </w:rPr>
      </w:pPr>
      <w:r w:rsidRPr="00D72CAB">
        <w:rPr>
          <w:i/>
          <w:iCs/>
        </w:rPr>
        <w:t>Le Roi se lève. À la Reine.</w:t>
      </w:r>
    </w:p>
    <w:p w14:paraId="12DE5C6A" w14:textId="77777777" w:rsidR="00905145" w:rsidRPr="00AF0A23" w:rsidRDefault="00905145" w:rsidP="00905145">
      <w:pPr>
        <w:pStyle w:val="NormalEspAvt0EspApr0"/>
      </w:pPr>
      <w:r w:rsidRPr="00AF0A23">
        <w:t>Une Reine de France, au moins quatre fois l’an,</w:t>
      </w:r>
    </w:p>
    <w:p w14:paraId="778C0E6B" w14:textId="77777777" w:rsidR="00905145" w:rsidRPr="00AF0A23" w:rsidRDefault="00905145" w:rsidP="00905145">
      <w:pPr>
        <w:pStyle w:val="NormalEspAvt0EspApr0"/>
      </w:pPr>
      <w:r w:rsidRPr="00AF0A23">
        <w:t>Doit, sinon s’amuser, du moins faire semblant.</w:t>
      </w:r>
    </w:p>
    <w:p w14:paraId="53121CC0" w14:textId="77777777" w:rsidR="00905145" w:rsidRPr="00D72CAB" w:rsidRDefault="00905145" w:rsidP="00905145">
      <w:pPr>
        <w:pStyle w:val="NormalRetraitGauche4XIndent0"/>
        <w:rPr>
          <w:i/>
          <w:iCs/>
        </w:rPr>
      </w:pPr>
      <w:r w:rsidRPr="00D72CAB">
        <w:rPr>
          <w:i/>
          <w:iCs/>
        </w:rPr>
        <w:t>À Marguerite.</w:t>
      </w:r>
    </w:p>
    <w:p w14:paraId="78E5D195" w14:textId="77777777" w:rsidR="00905145" w:rsidRPr="00AF0A23" w:rsidRDefault="00905145" w:rsidP="00905145">
      <w:pPr>
        <w:pStyle w:val="NormalEspAvt0EspApr0"/>
      </w:pPr>
      <w:r w:rsidRPr="00AF0A23">
        <w:t>Ma sœurette chérie,</w:t>
      </w:r>
    </w:p>
    <w:p w14:paraId="23A6272F" w14:textId="77777777" w:rsidR="00905145" w:rsidRPr="00AF0A23" w:rsidRDefault="00905145" w:rsidP="00905145">
      <w:pPr>
        <w:pStyle w:val="NormalEspAvt0EspApr0"/>
      </w:pPr>
      <w:r w:rsidRPr="00AF0A23">
        <w:t>Vous direz, je vous prie,</w:t>
      </w:r>
    </w:p>
    <w:p w14:paraId="3839F8D6" w14:textId="77777777" w:rsidR="00905145" w:rsidRPr="00AF0A23" w:rsidRDefault="00905145" w:rsidP="00905145">
      <w:pPr>
        <w:pStyle w:val="NormalEspAvt0EspApr0"/>
      </w:pPr>
      <w:r w:rsidRPr="00AF0A23">
        <w:t>Qu’on double d</w:t>
      </w:r>
      <w:r w:rsidRPr="00AF0A23">
        <w:t>é</w:t>
      </w:r>
      <w:r w:rsidRPr="00AF0A23">
        <w:t>sormais</w:t>
      </w:r>
    </w:p>
    <w:p w14:paraId="230BFD84" w14:textId="77777777" w:rsidR="00905145" w:rsidRPr="00AF0A23" w:rsidRDefault="00905145" w:rsidP="00905145">
      <w:pPr>
        <w:pStyle w:val="NormalEspAvt0EspApr0"/>
      </w:pPr>
      <w:r w:rsidRPr="00AF0A23">
        <w:t>La pension de Rabelais.</w:t>
      </w:r>
    </w:p>
    <w:p w14:paraId="1E096747" w14:textId="77777777" w:rsidR="00905145" w:rsidRPr="00D72CAB" w:rsidRDefault="00905145" w:rsidP="00905145">
      <w:pPr>
        <w:pStyle w:val="NormalRetraitGauche4XIndent0"/>
        <w:rPr>
          <w:i/>
          <w:iCs/>
        </w:rPr>
      </w:pPr>
      <w:r w:rsidRPr="00D72CAB">
        <w:rPr>
          <w:i/>
          <w:iCs/>
        </w:rPr>
        <w:t>À Diane et pa</w:t>
      </w:r>
      <w:r w:rsidRPr="00D72CAB">
        <w:rPr>
          <w:i/>
          <w:iCs/>
        </w:rPr>
        <w:t>r</w:t>
      </w:r>
      <w:r w:rsidRPr="00D72CAB">
        <w:rPr>
          <w:i/>
          <w:iCs/>
        </w:rPr>
        <w:t>lant de Catherine</w:t>
      </w:r>
    </w:p>
    <w:p w14:paraId="69CBDCB7" w14:textId="77777777" w:rsidR="00905145" w:rsidRPr="00AF0A23" w:rsidRDefault="00905145" w:rsidP="00905145">
      <w:r w:rsidRPr="00AF0A23">
        <w:t>Instruisez-la, c’est bien, mais surtout qu’elle apprenne, Qu’elle apprenne de vous co</w:t>
      </w:r>
      <w:r w:rsidRPr="00AF0A23">
        <w:t>m</w:t>
      </w:r>
      <w:r w:rsidRPr="00AF0A23">
        <w:t>ment on devient Reine.</w:t>
      </w:r>
    </w:p>
    <w:p w14:paraId="4CDF5516" w14:textId="77777777" w:rsidR="00905145" w:rsidRPr="00D72CAB" w:rsidRDefault="00905145" w:rsidP="00905145">
      <w:pPr>
        <w:pStyle w:val="NormalRetraitGauche4XIndent0"/>
        <w:rPr>
          <w:i/>
          <w:iCs/>
        </w:rPr>
      </w:pPr>
      <w:r w:rsidRPr="00D72CAB">
        <w:rPr>
          <w:i/>
          <w:iCs/>
        </w:rPr>
        <w:t xml:space="preserve">À </w:t>
      </w:r>
      <w:smartTag w:uri="urn:schemas-microsoft-com:office:smarttags" w:element="PersonName">
        <w:smartTagPr>
          <w:attr w:name="ProductID" w:val="la Duchesse"/>
        </w:smartTagPr>
        <w:r w:rsidRPr="00D72CAB">
          <w:rPr>
            <w:i/>
            <w:iCs/>
          </w:rPr>
          <w:t>la Duchesse</w:t>
        </w:r>
      </w:smartTag>
      <w:r w:rsidRPr="00D72CAB">
        <w:rPr>
          <w:i/>
          <w:iCs/>
        </w:rPr>
        <w:t xml:space="preserve"> d’Étampes.</w:t>
      </w:r>
    </w:p>
    <w:p w14:paraId="2ED00974" w14:textId="77777777" w:rsidR="00905145" w:rsidRPr="00AF0A23" w:rsidRDefault="00905145" w:rsidP="00905145">
      <w:pPr>
        <w:pStyle w:val="NormalEspAvt0EspApr0"/>
      </w:pPr>
      <w:r w:rsidRPr="00AF0A23">
        <w:lastRenderedPageBreak/>
        <w:t>Ma Dame, quant à toi, fais-moi ta rév</w:t>
      </w:r>
      <w:r w:rsidRPr="00AF0A23">
        <w:t>é</w:t>
      </w:r>
      <w:r w:rsidRPr="00AF0A23">
        <w:t>rence…</w:t>
      </w:r>
    </w:p>
    <w:p w14:paraId="7E078685" w14:textId="77777777" w:rsidR="00905145" w:rsidRPr="00AF0A23" w:rsidRDefault="00905145" w:rsidP="00905145">
      <w:pPr>
        <w:pStyle w:val="NormalEspAvt0EspApr0"/>
      </w:pPr>
      <w:r w:rsidRPr="00AF0A23">
        <w:t>Et viens faire l’amour avec le Roi de France.</w:t>
      </w:r>
    </w:p>
    <w:p w14:paraId="01C0A54A" w14:textId="77777777" w:rsidR="00905145" w:rsidRPr="00D72CAB" w:rsidRDefault="00905145" w:rsidP="00905145">
      <w:pPr>
        <w:pStyle w:val="NormalRetraitGauche4XIndent0"/>
        <w:rPr>
          <w:i/>
          <w:iCs/>
        </w:rPr>
      </w:pPr>
      <w:r w:rsidRPr="00D72CAB">
        <w:rPr>
          <w:i/>
          <w:iCs/>
        </w:rPr>
        <w:t>Il lui donne la main et tous deux s’éloignent.</w:t>
      </w:r>
    </w:p>
    <w:p w14:paraId="5691BCDB" w14:textId="77777777" w:rsidR="00905145" w:rsidRPr="00AF0A23" w:rsidRDefault="00905145" w:rsidP="00905145">
      <w:pPr>
        <w:pStyle w:val="Titre1"/>
      </w:pPr>
      <w:bookmarkStart w:id="4" w:name="_Toc195622090"/>
      <w:r w:rsidRPr="00AF0A23">
        <w:lastRenderedPageBreak/>
        <w:t>HENRI II</w:t>
      </w:r>
      <w:bookmarkEnd w:id="4"/>
    </w:p>
    <w:p w14:paraId="30070783" w14:textId="77777777" w:rsidR="00905145" w:rsidRPr="00AF0A23" w:rsidRDefault="00905145" w:rsidP="00905145">
      <w:pPr>
        <w:rPr>
          <w:i/>
          <w:iCs/>
        </w:rPr>
      </w:pPr>
      <w:r w:rsidRPr="00AF0A23">
        <w:rPr>
          <w:i/>
          <w:iCs/>
        </w:rPr>
        <w:t>Le décor représente le Cabinet du roi Henri II, au Lo</w:t>
      </w:r>
      <w:r w:rsidRPr="00AF0A23">
        <w:rPr>
          <w:i/>
          <w:iCs/>
        </w:rPr>
        <w:t>u</w:t>
      </w:r>
      <w:r w:rsidRPr="00AF0A23">
        <w:rPr>
          <w:i/>
          <w:iCs/>
        </w:rPr>
        <w:t>vre. Le Roi bavarde avec son conseiller, le marquis de Troarn.</w:t>
      </w:r>
    </w:p>
    <w:p w14:paraId="18B7F0ED" w14:textId="77777777" w:rsidR="00905145" w:rsidRDefault="00905145" w:rsidP="00905145"/>
    <w:p w14:paraId="63A280BF" w14:textId="77777777" w:rsidR="00905145" w:rsidRPr="00AF0A23" w:rsidRDefault="00905145" w:rsidP="00905145">
      <w:r w:rsidRPr="00AF0A23">
        <w:t>Et mon sosie ? – ce malheureux dont je n’ai jamais pu r</w:t>
      </w:r>
      <w:r w:rsidRPr="00AF0A23">
        <w:t>e</w:t>
      </w:r>
      <w:r w:rsidRPr="00AF0A23">
        <w:t>tenir le nom.</w:t>
      </w:r>
    </w:p>
    <w:p w14:paraId="6C32189E" w14:textId="77777777" w:rsidR="00905145" w:rsidRPr="00AF0A23" w:rsidRDefault="00905145" w:rsidP="00905145">
      <w:pPr>
        <w:ind w:firstLine="0"/>
        <w:jc w:val="center"/>
      </w:pPr>
      <w:r w:rsidRPr="00AF0A23">
        <w:t>JEAN DE TROARN</w:t>
      </w:r>
    </w:p>
    <w:p w14:paraId="58E7618E" w14:textId="77777777" w:rsidR="00905145" w:rsidRPr="00AF0A23" w:rsidRDefault="00905145" w:rsidP="00905145">
      <w:r w:rsidRPr="00AF0A23">
        <w:t>Raoul Spifame, cet avocat dont la resse</w:t>
      </w:r>
      <w:r w:rsidRPr="00AF0A23">
        <w:t>m</w:t>
      </w:r>
      <w:r w:rsidRPr="00AF0A23">
        <w:t>blance avec votre Majesté est halluc</w:t>
      </w:r>
      <w:r w:rsidRPr="00AF0A23">
        <w:t>i</w:t>
      </w:r>
      <w:r w:rsidRPr="00AF0A23">
        <w:t>nante ?</w:t>
      </w:r>
    </w:p>
    <w:p w14:paraId="3F965DAD" w14:textId="77777777" w:rsidR="00905145" w:rsidRPr="00AF0A23" w:rsidRDefault="00905145" w:rsidP="00905145">
      <w:pPr>
        <w:ind w:firstLine="0"/>
        <w:jc w:val="center"/>
      </w:pPr>
      <w:r w:rsidRPr="00AF0A23">
        <w:t>HENRI II</w:t>
      </w:r>
    </w:p>
    <w:p w14:paraId="06948E91" w14:textId="77777777" w:rsidR="00905145" w:rsidRPr="00AF0A23" w:rsidRDefault="00905145" w:rsidP="00905145">
      <w:r w:rsidRPr="00AF0A23">
        <w:t>Oui, c’est cela : Raoul Spifame. Vous ne m’en parlez j</w:t>
      </w:r>
      <w:r w:rsidRPr="00AF0A23">
        <w:t>a</w:t>
      </w:r>
      <w:r w:rsidRPr="00AF0A23">
        <w:t>mais. Qu’est-il dev</w:t>
      </w:r>
      <w:r w:rsidRPr="00AF0A23">
        <w:t>e</w:t>
      </w:r>
      <w:r w:rsidRPr="00AF0A23">
        <w:t>nu ?</w:t>
      </w:r>
    </w:p>
    <w:p w14:paraId="0C2E068D" w14:textId="77777777" w:rsidR="00905145" w:rsidRPr="00AF0A23" w:rsidRDefault="00905145" w:rsidP="00905145">
      <w:pPr>
        <w:ind w:firstLine="0"/>
        <w:jc w:val="center"/>
      </w:pPr>
      <w:r w:rsidRPr="00AF0A23">
        <w:t>JEAN DE TROARN</w:t>
      </w:r>
    </w:p>
    <w:p w14:paraId="5CBE19B3" w14:textId="77777777" w:rsidR="00905145" w:rsidRPr="00AF0A23" w:rsidRDefault="00905145" w:rsidP="00905145">
      <w:r w:rsidRPr="00AF0A23">
        <w:t>Mais… il est en pr</w:t>
      </w:r>
      <w:r w:rsidRPr="00AF0A23">
        <w:t>i</w:t>
      </w:r>
      <w:r w:rsidRPr="00AF0A23">
        <w:t>son, Sire – depuis un an déjà.</w:t>
      </w:r>
    </w:p>
    <w:p w14:paraId="03ECD700" w14:textId="77777777" w:rsidR="00905145" w:rsidRPr="00AF0A23" w:rsidRDefault="00905145" w:rsidP="00905145">
      <w:pPr>
        <w:ind w:firstLine="0"/>
        <w:jc w:val="center"/>
      </w:pPr>
      <w:r w:rsidRPr="00AF0A23">
        <w:t>HENRI II</w:t>
      </w:r>
    </w:p>
    <w:p w14:paraId="3000CEDA" w14:textId="77777777" w:rsidR="00905145" w:rsidRPr="00AF0A23" w:rsidRDefault="00905145" w:rsidP="00905145">
      <w:r w:rsidRPr="00AF0A23">
        <w:t>Vous avez de ses nouvelles ?</w:t>
      </w:r>
    </w:p>
    <w:p w14:paraId="2A0C4F59" w14:textId="77777777" w:rsidR="00905145" w:rsidRPr="00AF0A23" w:rsidRDefault="00905145" w:rsidP="00905145">
      <w:pPr>
        <w:ind w:firstLine="0"/>
        <w:jc w:val="center"/>
      </w:pPr>
      <w:r w:rsidRPr="00AF0A23">
        <w:t>JEAN DE TROARN</w:t>
      </w:r>
    </w:p>
    <w:p w14:paraId="354CCE1E" w14:textId="77777777" w:rsidR="00905145" w:rsidRPr="00AF0A23" w:rsidRDefault="00905145" w:rsidP="00905145">
      <w:r w:rsidRPr="00AF0A23">
        <w:t>J’en ai précis</w:t>
      </w:r>
      <w:r w:rsidRPr="00AF0A23">
        <w:t>é</w:t>
      </w:r>
      <w:r w:rsidRPr="00AF0A23">
        <w:t>ment – qui sont des plus curieuses.</w:t>
      </w:r>
    </w:p>
    <w:p w14:paraId="5E8C24FF" w14:textId="77777777" w:rsidR="00905145" w:rsidRPr="00AF0A23" w:rsidRDefault="00905145" w:rsidP="00905145">
      <w:pPr>
        <w:ind w:firstLine="0"/>
        <w:jc w:val="center"/>
      </w:pPr>
      <w:r w:rsidRPr="00AF0A23">
        <w:t>HENRI II</w:t>
      </w:r>
    </w:p>
    <w:p w14:paraId="41742B25" w14:textId="77777777" w:rsidR="00905145" w:rsidRPr="00AF0A23" w:rsidRDefault="00905145" w:rsidP="00905145">
      <w:r w:rsidRPr="00AF0A23">
        <w:t>Comment cela ?</w:t>
      </w:r>
    </w:p>
    <w:p w14:paraId="20A8027C" w14:textId="77777777" w:rsidR="00905145" w:rsidRPr="00AF0A23" w:rsidRDefault="00905145" w:rsidP="00905145">
      <w:pPr>
        <w:ind w:firstLine="0"/>
        <w:jc w:val="center"/>
      </w:pPr>
      <w:r w:rsidRPr="00AF0A23">
        <w:t>JEAN DE TROARN</w:t>
      </w:r>
    </w:p>
    <w:p w14:paraId="687412EE" w14:textId="77777777" w:rsidR="00905145" w:rsidRPr="00AF0A23" w:rsidRDefault="00905145" w:rsidP="00905145">
      <w:r w:rsidRPr="00AF0A23">
        <w:lastRenderedPageBreak/>
        <w:t>Il travaille jour et nuit. Et, persuadé qu’il est le roi Henri II en personne, il promulgue des lois, signe des o</w:t>
      </w:r>
      <w:r w:rsidRPr="00AF0A23">
        <w:t>r</w:t>
      </w:r>
      <w:r w:rsidRPr="00AF0A23">
        <w:t>donnances…</w:t>
      </w:r>
    </w:p>
    <w:p w14:paraId="48072407" w14:textId="77777777" w:rsidR="00905145" w:rsidRPr="00AF0A23" w:rsidRDefault="00905145" w:rsidP="00905145">
      <w:pPr>
        <w:ind w:firstLine="0"/>
        <w:jc w:val="center"/>
      </w:pPr>
      <w:r w:rsidRPr="00AF0A23">
        <w:t>HENRI II</w:t>
      </w:r>
    </w:p>
    <w:p w14:paraId="54FE0C24" w14:textId="77777777" w:rsidR="00905145" w:rsidRPr="00AF0A23" w:rsidRDefault="00905145" w:rsidP="00905145">
      <w:r w:rsidRPr="00AF0A23">
        <w:t>Qui sont celles d’un fou, sans doute.</w:t>
      </w:r>
    </w:p>
    <w:p w14:paraId="312494A0" w14:textId="77777777" w:rsidR="00905145" w:rsidRPr="00AF0A23" w:rsidRDefault="00905145" w:rsidP="00905145">
      <w:pPr>
        <w:ind w:firstLine="0"/>
        <w:jc w:val="center"/>
      </w:pPr>
      <w:r w:rsidRPr="00AF0A23">
        <w:t>JEAN DE TROARN</w:t>
      </w:r>
    </w:p>
    <w:p w14:paraId="636685E8" w14:textId="77777777" w:rsidR="00905145" w:rsidRPr="00AF0A23" w:rsidRDefault="00905145" w:rsidP="00905145">
      <w:r w:rsidRPr="00AF0A23">
        <w:t>Mais non, Sire – et ce qu’il y a de plus extraordinaire dans son cas, c’est que tout ce qu’il ordonne ou propose est frappé au coin du bon sens.</w:t>
      </w:r>
    </w:p>
    <w:p w14:paraId="6F2BEF91" w14:textId="77777777" w:rsidR="00905145" w:rsidRPr="00D72CAB" w:rsidRDefault="00905145" w:rsidP="00905145">
      <w:pPr>
        <w:pStyle w:val="NormalRetraitGauche4XIndent0"/>
        <w:rPr>
          <w:i/>
          <w:iCs/>
        </w:rPr>
      </w:pPr>
      <w:r w:rsidRPr="00D72CAB">
        <w:rPr>
          <w:i/>
          <w:iCs/>
        </w:rPr>
        <w:t>Tout en parlant, Troarn a placé sous les yeux du Roi un dossier que le Roi feuillette.</w:t>
      </w:r>
    </w:p>
    <w:p w14:paraId="03928929" w14:textId="77777777" w:rsidR="00905145" w:rsidRPr="00AF0A23" w:rsidRDefault="00905145" w:rsidP="00905145">
      <w:pPr>
        <w:ind w:firstLine="0"/>
        <w:jc w:val="center"/>
      </w:pPr>
      <w:r w:rsidRPr="00AF0A23">
        <w:t>HENRI II</w:t>
      </w:r>
    </w:p>
    <w:p w14:paraId="27A4AA8F" w14:textId="77777777" w:rsidR="00905145" w:rsidRPr="00AF0A23" w:rsidRDefault="00905145" w:rsidP="00905145">
      <w:r w:rsidRPr="00AF0A23">
        <w:t>C’est insensé ! Et toutes ses ordonnances, il les signe : He</w:t>
      </w:r>
      <w:r w:rsidRPr="00AF0A23">
        <w:t>n</w:t>
      </w:r>
      <w:r w:rsidRPr="00AF0A23">
        <w:t>ri !… Et je vois là une phrase qui m’en dit long d’ailleurs :</w:t>
      </w:r>
    </w:p>
    <w:p w14:paraId="7330006B" w14:textId="77777777" w:rsidR="00905145" w:rsidRPr="00AF0A23" w:rsidRDefault="00905145" w:rsidP="00905145">
      <w:r w:rsidRPr="00AF0A23">
        <w:t>« Ceux qui vivent de l’impôt sont plus nombreux que ceux qui le paient. »</w:t>
      </w:r>
    </w:p>
    <w:p w14:paraId="138D0C39" w14:textId="77777777" w:rsidR="00905145" w:rsidRPr="00D72CAB" w:rsidRDefault="00905145" w:rsidP="00905145">
      <w:pPr>
        <w:pStyle w:val="NormalRetraitGauche4XIndent0"/>
        <w:rPr>
          <w:i/>
          <w:iCs/>
        </w:rPr>
      </w:pPr>
      <w:r w:rsidRPr="00D72CAB">
        <w:rPr>
          <w:i/>
          <w:iCs/>
        </w:rPr>
        <w:t>À ce moment, une porte à deux battants s’ouvre, et un chambellan a</w:t>
      </w:r>
      <w:r w:rsidRPr="00D72CAB">
        <w:rPr>
          <w:i/>
          <w:iCs/>
        </w:rPr>
        <w:t>n</w:t>
      </w:r>
      <w:r w:rsidRPr="00D72CAB">
        <w:rPr>
          <w:i/>
          <w:iCs/>
        </w:rPr>
        <w:t>nonce :</w:t>
      </w:r>
    </w:p>
    <w:p w14:paraId="251AAA38" w14:textId="77777777" w:rsidR="00905145" w:rsidRPr="00AF0A23" w:rsidRDefault="00905145" w:rsidP="00905145">
      <w:pPr>
        <w:ind w:firstLine="0"/>
        <w:jc w:val="center"/>
      </w:pPr>
      <w:r w:rsidRPr="00AF0A23">
        <w:t>LE CHAMBELLAN</w:t>
      </w:r>
    </w:p>
    <w:p w14:paraId="0B00F313" w14:textId="77777777" w:rsidR="00905145" w:rsidRPr="00AF0A23" w:rsidRDefault="00905145" w:rsidP="00905145">
      <w:pPr>
        <w:pStyle w:val="NormalEspAvt0EspApr0"/>
      </w:pPr>
      <w:r w:rsidRPr="00AF0A23">
        <w:t>Sa Majesté la Reine.</w:t>
      </w:r>
    </w:p>
    <w:p w14:paraId="3E79D361" w14:textId="77777777" w:rsidR="00905145" w:rsidRPr="00AF0A23" w:rsidRDefault="00905145" w:rsidP="00905145">
      <w:pPr>
        <w:pStyle w:val="NormalEspAvt0EspApr0"/>
      </w:pPr>
      <w:r w:rsidRPr="00AF0A23">
        <w:t>Monseigneur le Dauphin ;</w:t>
      </w:r>
    </w:p>
    <w:p w14:paraId="62AF01E9" w14:textId="77777777" w:rsidR="00905145" w:rsidRPr="00AF0A23" w:rsidRDefault="00905145" w:rsidP="00905145">
      <w:pPr>
        <w:pStyle w:val="NormalEspAvt0EspApr0"/>
      </w:pPr>
      <w:r w:rsidRPr="00AF0A23">
        <w:t>Monseigneur le Duc d’Orléans,</w:t>
      </w:r>
    </w:p>
    <w:p w14:paraId="6EE92108" w14:textId="77777777" w:rsidR="00905145" w:rsidRPr="00AF0A23" w:rsidRDefault="00905145" w:rsidP="00905145">
      <w:pPr>
        <w:pStyle w:val="NormalEspAvt0EspApr0"/>
      </w:pPr>
      <w:r w:rsidRPr="00AF0A23">
        <w:t>Monseigneur le Duc d’Anjou</w:t>
      </w:r>
    </w:p>
    <w:p w14:paraId="00A52480" w14:textId="77777777" w:rsidR="00905145" w:rsidRPr="00D72CAB" w:rsidRDefault="00905145" w:rsidP="00905145">
      <w:pPr>
        <w:pStyle w:val="NormalRetraitGauche4XIndent0"/>
        <w:rPr>
          <w:i/>
          <w:iCs/>
        </w:rPr>
      </w:pPr>
      <w:r w:rsidRPr="00D72CAB">
        <w:rPr>
          <w:i/>
          <w:iCs/>
        </w:rPr>
        <w:t>Tous ces personnages paraissent, s</w:t>
      </w:r>
      <w:r w:rsidRPr="00D72CAB">
        <w:rPr>
          <w:i/>
          <w:iCs/>
        </w:rPr>
        <w:t>a</w:t>
      </w:r>
      <w:r w:rsidRPr="00D72CAB">
        <w:rPr>
          <w:i/>
          <w:iCs/>
        </w:rPr>
        <w:t>luent le Roi et s’asseyent aux places que leur indique la Reine.</w:t>
      </w:r>
    </w:p>
    <w:p w14:paraId="5A75E7E3" w14:textId="77777777" w:rsidR="00905145" w:rsidRPr="00D72CAB" w:rsidRDefault="00905145" w:rsidP="00905145">
      <w:pPr>
        <w:pStyle w:val="NormalRetraitGauche4XIndent0"/>
        <w:rPr>
          <w:i/>
          <w:iCs/>
        </w:rPr>
      </w:pPr>
      <w:r w:rsidRPr="00D72CAB">
        <w:rPr>
          <w:i/>
          <w:iCs/>
        </w:rPr>
        <w:lastRenderedPageBreak/>
        <w:t>Aussitôt qu’ils sont assis, deux mignons co</w:t>
      </w:r>
      <w:r w:rsidRPr="00D72CAB">
        <w:rPr>
          <w:i/>
          <w:iCs/>
        </w:rPr>
        <w:t>u</w:t>
      </w:r>
      <w:r w:rsidRPr="00D72CAB">
        <w:rPr>
          <w:i/>
          <w:iCs/>
        </w:rPr>
        <w:t>rant, presque dansant, viennent rejoindre celui qui sera plus tard Henri III.</w:t>
      </w:r>
    </w:p>
    <w:p w14:paraId="784DE1CE" w14:textId="77777777" w:rsidR="00905145" w:rsidRPr="00AF0A23" w:rsidRDefault="00905145" w:rsidP="00905145">
      <w:pPr>
        <w:ind w:firstLine="0"/>
        <w:jc w:val="center"/>
      </w:pPr>
      <w:r w:rsidRPr="00AF0A23">
        <w:t>CATHERINE</w:t>
      </w:r>
    </w:p>
    <w:p w14:paraId="5EDC882E" w14:textId="77777777" w:rsidR="00905145" w:rsidRPr="00AF0A23" w:rsidRDefault="00905145" w:rsidP="00905145">
      <w:r w:rsidRPr="00AF0A23">
        <w:t>Non, Henri, je t’en prie.</w:t>
      </w:r>
    </w:p>
    <w:p w14:paraId="4D613FBA" w14:textId="77777777" w:rsidR="00905145" w:rsidRPr="00D43C35" w:rsidRDefault="00905145" w:rsidP="00905145">
      <w:pPr>
        <w:jc w:val="right"/>
        <w:rPr>
          <w:i/>
          <w:iCs/>
        </w:rPr>
      </w:pPr>
      <w:r w:rsidRPr="00D43C35">
        <w:rPr>
          <w:i/>
          <w:iCs/>
        </w:rPr>
        <w:t>Alors, il les renvoie – mais sans br</w:t>
      </w:r>
      <w:r w:rsidRPr="00D43C35">
        <w:rPr>
          <w:i/>
          <w:iCs/>
        </w:rPr>
        <w:t>u</w:t>
      </w:r>
      <w:r w:rsidRPr="00D43C35">
        <w:rPr>
          <w:i/>
          <w:iCs/>
        </w:rPr>
        <w:t>talité.</w:t>
      </w:r>
    </w:p>
    <w:p w14:paraId="26D69571" w14:textId="77777777" w:rsidR="00905145" w:rsidRPr="00AF0A23" w:rsidRDefault="00905145" w:rsidP="00905145">
      <w:pPr>
        <w:jc w:val="right"/>
      </w:pPr>
      <w:r w:rsidRPr="00D43C35">
        <w:rPr>
          <w:i/>
          <w:iCs/>
        </w:rPr>
        <w:t>Depuis un inst</w:t>
      </w:r>
      <w:r w:rsidRPr="00E7218B">
        <w:rPr>
          <w:i/>
          <w:iCs/>
        </w:rPr>
        <w:t>ant, Jean de Troar</w:t>
      </w:r>
      <w:r w:rsidRPr="00AF0A23">
        <w:t>n s’est ret</w:t>
      </w:r>
      <w:r w:rsidRPr="00AF0A23">
        <w:t>i</w:t>
      </w:r>
      <w:r w:rsidRPr="00AF0A23">
        <w:t>ré.</w:t>
      </w:r>
    </w:p>
    <w:p w14:paraId="112FE5D9" w14:textId="77777777" w:rsidR="00905145" w:rsidRPr="00AF0A23" w:rsidRDefault="00905145" w:rsidP="00905145">
      <w:pPr>
        <w:ind w:firstLine="0"/>
        <w:jc w:val="center"/>
      </w:pPr>
      <w:r w:rsidRPr="00AF0A23">
        <w:t>CATHERINE</w:t>
      </w:r>
    </w:p>
    <w:p w14:paraId="7591687B" w14:textId="77777777" w:rsidR="00905145" w:rsidRPr="00AF0A23" w:rsidRDefault="00905145" w:rsidP="00905145">
      <w:r w:rsidRPr="00AF0A23">
        <w:t>Sire, j’ai désiré que nous fussions tous réunis ce soir : Vous, moi, et nos trois fils.</w:t>
      </w:r>
    </w:p>
    <w:p w14:paraId="66622ECB" w14:textId="77777777" w:rsidR="00905145" w:rsidRPr="00AF0A23" w:rsidRDefault="00905145" w:rsidP="00905145">
      <w:r w:rsidRPr="00AF0A23">
        <w:t>Sire, les prote</w:t>
      </w:r>
      <w:r w:rsidRPr="00AF0A23">
        <w:t>s</w:t>
      </w:r>
      <w:r w:rsidRPr="00AF0A23">
        <w:t>tants s’organisent – il n’en faut pas douter – et il y a d’urgentes mes</w:t>
      </w:r>
      <w:r w:rsidRPr="00AF0A23">
        <w:t>u</w:t>
      </w:r>
      <w:r w:rsidRPr="00AF0A23">
        <w:t>res à prendre.</w:t>
      </w:r>
    </w:p>
    <w:p w14:paraId="5FAA022D" w14:textId="77777777" w:rsidR="00905145" w:rsidRPr="00AF0A23" w:rsidRDefault="00905145" w:rsidP="00905145">
      <w:r w:rsidRPr="00AF0A23">
        <w:t>À cet égard, Sire, il est un de vos sujets qui me donne de vives i</w:t>
      </w:r>
      <w:r w:rsidRPr="00AF0A23">
        <w:t>n</w:t>
      </w:r>
      <w:r w:rsidRPr="00AF0A23">
        <w:t>quiétudes, et c’est Henri de Guise…</w:t>
      </w:r>
    </w:p>
    <w:p w14:paraId="18226FC9" w14:textId="77777777" w:rsidR="00905145" w:rsidRPr="00AF0A23" w:rsidRDefault="00905145" w:rsidP="00905145">
      <w:pPr>
        <w:rPr>
          <w:i/>
          <w:iCs/>
        </w:rPr>
      </w:pPr>
      <w:r w:rsidRPr="00AF0A23">
        <w:rPr>
          <w:i/>
          <w:iCs/>
        </w:rPr>
        <w:t>Le rideau tombe mais il se relève aussitôt sur le même d</w:t>
      </w:r>
      <w:r w:rsidRPr="00AF0A23">
        <w:rPr>
          <w:i/>
          <w:iCs/>
        </w:rPr>
        <w:t>é</w:t>
      </w:r>
      <w:r w:rsidRPr="00AF0A23">
        <w:rPr>
          <w:i/>
          <w:iCs/>
        </w:rPr>
        <w:t>cor.</w:t>
      </w:r>
    </w:p>
    <w:p w14:paraId="7C273A06" w14:textId="77777777" w:rsidR="00905145" w:rsidRPr="00AF0A23" w:rsidRDefault="00905145" w:rsidP="00905145">
      <w:pPr>
        <w:pStyle w:val="Titre1"/>
      </w:pPr>
      <w:bookmarkStart w:id="5" w:name="_Toc195622091"/>
      <w:r w:rsidRPr="00AF0A23">
        <w:lastRenderedPageBreak/>
        <w:t>HENRI III</w:t>
      </w:r>
      <w:bookmarkEnd w:id="5"/>
    </w:p>
    <w:p w14:paraId="07E9E761" w14:textId="77777777" w:rsidR="00905145" w:rsidRPr="00AF0A23" w:rsidRDefault="00905145" w:rsidP="00905145">
      <w:pPr>
        <w:rPr>
          <w:i/>
          <w:iCs/>
        </w:rPr>
      </w:pPr>
      <w:r w:rsidRPr="00AF0A23">
        <w:rPr>
          <w:i/>
          <w:iCs/>
        </w:rPr>
        <w:t>Le 1</w:t>
      </w:r>
      <w:r w:rsidRPr="00AF0A23">
        <w:rPr>
          <w:i/>
          <w:iCs/>
          <w:vertAlign w:val="superscript"/>
        </w:rPr>
        <w:t>er</w:t>
      </w:r>
      <w:r w:rsidRPr="00AF0A23">
        <w:rPr>
          <w:i/>
          <w:iCs/>
        </w:rPr>
        <w:t xml:space="preserve"> août 1589.</w:t>
      </w:r>
    </w:p>
    <w:p w14:paraId="335E16A2" w14:textId="77777777" w:rsidR="00905145" w:rsidRPr="00AF0A23" w:rsidRDefault="00905145" w:rsidP="00905145">
      <w:pPr>
        <w:rPr>
          <w:i/>
          <w:iCs/>
        </w:rPr>
      </w:pPr>
      <w:r w:rsidRPr="00AF0A23">
        <w:rPr>
          <w:i/>
          <w:iCs/>
        </w:rPr>
        <w:t>Dans la même grande salle du P</w:t>
      </w:r>
      <w:r w:rsidRPr="00AF0A23">
        <w:rPr>
          <w:i/>
          <w:iCs/>
        </w:rPr>
        <w:t>a</w:t>
      </w:r>
      <w:r w:rsidRPr="00AF0A23">
        <w:rPr>
          <w:i/>
          <w:iCs/>
        </w:rPr>
        <w:t>lais du Louvre, Henri III cause maintenant avec ses mignons et Henri de Navarre.</w:t>
      </w:r>
    </w:p>
    <w:p w14:paraId="3B9706A4" w14:textId="77777777" w:rsidR="00905145" w:rsidRDefault="00905145" w:rsidP="00905145"/>
    <w:p w14:paraId="2BE6877D" w14:textId="77777777" w:rsidR="00905145" w:rsidRPr="00AF0A23" w:rsidRDefault="00905145" w:rsidP="00905145">
      <w:pPr>
        <w:ind w:firstLine="0"/>
        <w:jc w:val="center"/>
      </w:pPr>
      <w:r w:rsidRPr="00AF0A23">
        <w:t>HENRI III</w:t>
      </w:r>
    </w:p>
    <w:p w14:paraId="45E88BF2" w14:textId="77777777" w:rsidR="00905145" w:rsidRPr="00AF0A23" w:rsidRDefault="00905145" w:rsidP="00905145">
      <w:r w:rsidRPr="00AF0A23">
        <w:t>À dater de ce jour où ma mère nous fit part de ses inqui</w:t>
      </w:r>
      <w:r w:rsidRPr="00AF0A23">
        <w:t>é</w:t>
      </w:r>
      <w:r w:rsidRPr="00AF0A23">
        <w:t>tudes et pendant vingt années jusqu’en 1588, je n’ai guère e</w:t>
      </w:r>
      <w:r w:rsidRPr="00AF0A23">
        <w:t>n</w:t>
      </w:r>
      <w:r w:rsidRPr="00AF0A23">
        <w:t>tendu parler que de Henri de Guise.</w:t>
      </w:r>
    </w:p>
    <w:p w14:paraId="054D8BF9" w14:textId="77777777" w:rsidR="00905145" w:rsidRPr="00AF0A23" w:rsidRDefault="00905145" w:rsidP="00905145">
      <w:r w:rsidRPr="00AF0A23">
        <w:t>D’ailleurs, im</w:t>
      </w:r>
      <w:r w:rsidRPr="00AF0A23">
        <w:t>a</w:t>
      </w:r>
      <w:r w:rsidRPr="00AF0A23">
        <w:t>ginez ce qu’a été ma vie ! Je ne vois que des morts prématurées – soudaines – ou des assass</w:t>
      </w:r>
      <w:r w:rsidRPr="00AF0A23">
        <w:t>i</w:t>
      </w:r>
      <w:r w:rsidRPr="00AF0A23">
        <w:t>nats.</w:t>
      </w:r>
    </w:p>
    <w:p w14:paraId="0AFF86C2" w14:textId="77777777" w:rsidR="00905145" w:rsidRPr="00AF0A23" w:rsidRDefault="00905145" w:rsidP="00905145">
      <w:r w:rsidRPr="00AF0A23">
        <w:t>Mon Père vénéré, le feu Roi Henri II, meurt accidentell</w:t>
      </w:r>
      <w:r w:rsidRPr="00AF0A23">
        <w:t>e</w:t>
      </w:r>
      <w:r w:rsidRPr="00AF0A23">
        <w:t>ment d’un coup de lance que, dans l’œil, lui porta Monsieur de Montg</w:t>
      </w:r>
      <w:r w:rsidRPr="00AF0A23">
        <w:t>o</w:t>
      </w:r>
      <w:r w:rsidRPr="00AF0A23">
        <w:t>mery…</w:t>
      </w:r>
    </w:p>
    <w:p w14:paraId="07E175E7" w14:textId="77777777" w:rsidR="00905145" w:rsidRPr="00AF0A23" w:rsidRDefault="00905145" w:rsidP="00905145">
      <w:r w:rsidRPr="00AF0A23">
        <w:t>Mon frère, François II, meurt à 16 ans, soudainement, après n’avoir régné que pe</w:t>
      </w:r>
      <w:r w:rsidRPr="00AF0A23">
        <w:t>n</w:t>
      </w:r>
      <w:r w:rsidRPr="00AF0A23">
        <w:t>dant quelques mois…</w:t>
      </w:r>
    </w:p>
    <w:p w14:paraId="6F74E5F3" w14:textId="77777777" w:rsidR="00905145" w:rsidRPr="00AF0A23" w:rsidRDefault="00905145" w:rsidP="00905145">
      <w:r w:rsidRPr="00AF0A23">
        <w:t>J’avais douze ans, lorsque fut massacré sous mes yeux François de Lorraine, premier duc de Guise.</w:t>
      </w:r>
    </w:p>
    <w:p w14:paraId="72A67C9B" w14:textId="77777777" w:rsidR="00905145" w:rsidRPr="00AF0A23" w:rsidRDefault="00905145" w:rsidP="00905145">
      <w:r w:rsidRPr="00AF0A23">
        <w:t>À quelque temps de là, j’ai vu Monsieur de Montesquiou portant, hélas ! un coup mortel à Monsieur le Prince de Condé…</w:t>
      </w:r>
    </w:p>
    <w:p w14:paraId="780744B6" w14:textId="77777777" w:rsidR="00905145" w:rsidRPr="00AF0A23" w:rsidRDefault="00905145" w:rsidP="00905145">
      <w:r w:rsidRPr="00AF0A23">
        <w:t>Le 23 août 1572, ce fut l’assassinat de Coligny – par vingt hommes d’armes, ayant le duc de Guise à leur tête – et j’en fus le témoin sans l’avoir désiré…</w:t>
      </w:r>
    </w:p>
    <w:p w14:paraId="49E3E471" w14:textId="77777777" w:rsidR="00905145" w:rsidRPr="00AF0A23" w:rsidRDefault="00905145" w:rsidP="00905145">
      <w:r w:rsidRPr="00AF0A23">
        <w:lastRenderedPageBreak/>
        <w:t>Et, le lendemain, le 24 août, ce fut la Saint-Barthélemy. Le Roi, mon frère, avait cédé aux supplications de n</w:t>
      </w:r>
      <w:r w:rsidRPr="00AF0A23">
        <w:t>o</w:t>
      </w:r>
      <w:r w:rsidRPr="00AF0A23">
        <w:t>tre Mère.</w:t>
      </w:r>
    </w:p>
    <w:p w14:paraId="46BF934D" w14:textId="77777777" w:rsidR="00905145" w:rsidRPr="00AF0A23" w:rsidRDefault="00905145" w:rsidP="00905145">
      <w:r w:rsidRPr="00AF0A23">
        <w:t xml:space="preserve">Dieu préserve </w:t>
      </w:r>
      <w:smartTag w:uri="urn:schemas-microsoft-com:office:smarttags" w:element="PersonName">
        <w:smartTagPr>
          <w:attr w:name="ProductID" w:val="la France"/>
        </w:smartTagPr>
        <w:r w:rsidRPr="00AF0A23">
          <w:t>la France</w:t>
        </w:r>
      </w:smartTag>
      <w:r w:rsidRPr="00AF0A23">
        <w:t xml:space="preserve"> d’une autre guerre de religion – il n’en est pas de plus ho</w:t>
      </w:r>
      <w:r w:rsidRPr="00AF0A23">
        <w:t>r</w:t>
      </w:r>
      <w:r w:rsidRPr="00AF0A23">
        <w:t>rible ! Et Paris ne méritait pas de voir un tel massacre…</w:t>
      </w:r>
    </w:p>
    <w:p w14:paraId="3E82B90E" w14:textId="77777777" w:rsidR="00905145" w:rsidRPr="00AF0A23" w:rsidRDefault="00905145" w:rsidP="00905145">
      <w:r w:rsidRPr="00AF0A23">
        <w:t>Dans la nuit du 23 au 24, le roi Charles IX, coléreux et maussade, s’était réfugié dans ce cabinet-ci. Les supplications de notre mère – auxquelles Henri de Guise et Albert de Gondi joignaient les leurs – restaient va</w:t>
      </w:r>
      <w:r w:rsidRPr="00AF0A23">
        <w:t>i</w:t>
      </w:r>
      <w:r w:rsidRPr="00AF0A23">
        <w:t xml:space="preserve">nes… Mais </w:t>
      </w:r>
      <w:smartTag w:uri="urn:schemas-microsoft-com:office:smarttags" w:element="PersonName">
        <w:smartTagPr>
          <w:attr w:name="ProductID" w:val="LA REINE"/>
        </w:smartTagPr>
        <w:r w:rsidRPr="00AF0A23">
          <w:t>la Reine</w:t>
        </w:r>
      </w:smartTag>
      <w:r w:rsidRPr="00AF0A23">
        <w:t xml:space="preserve"> lui ayant fait observer qu’il mettait sa vie en danger le roi désespéré pr</w:t>
      </w:r>
      <w:r w:rsidRPr="00AF0A23">
        <w:t>o</w:t>
      </w:r>
      <w:r w:rsidRPr="00AF0A23">
        <w:t>nonça ces mots terribles : « Eh bien, soit, tuez-le – mais tuez-les tous alors – et qu’il n’en reste pas un pour me le repr</w:t>
      </w:r>
      <w:r w:rsidRPr="00AF0A23">
        <w:t>o</w:t>
      </w:r>
      <w:r w:rsidRPr="00AF0A23">
        <w:t>cher. »</w:t>
      </w:r>
    </w:p>
    <w:p w14:paraId="38021DE3" w14:textId="77777777" w:rsidR="00905145" w:rsidRPr="00AF0A23" w:rsidRDefault="00905145" w:rsidP="00905145">
      <w:r w:rsidRPr="00AF0A23">
        <w:t>Et le carnage commença.</w:t>
      </w:r>
    </w:p>
    <w:p w14:paraId="44415219" w14:textId="77777777" w:rsidR="00905145" w:rsidRPr="00AF0A23" w:rsidRDefault="00905145" w:rsidP="00905145">
      <w:r w:rsidRPr="00AF0A23">
        <w:t>Je l’ai vu, discrètement dissimulé dans l’embrasure d’une fen</w:t>
      </w:r>
      <w:r w:rsidRPr="00AF0A23">
        <w:t>ê</w:t>
      </w:r>
      <w:r w:rsidRPr="00AF0A23">
        <w:t>tre.</w:t>
      </w:r>
    </w:p>
    <w:p w14:paraId="18F7719C" w14:textId="77777777" w:rsidR="00905145" w:rsidRPr="00AF0A23" w:rsidRDefault="00905145" w:rsidP="00905145">
      <w:r w:rsidRPr="00AF0A23">
        <w:t>Quelques heures plus tard, quelqu’un o</w:t>
      </w:r>
      <w:r w:rsidRPr="00AF0A23">
        <w:t>f</w:t>
      </w:r>
      <w:r w:rsidRPr="00AF0A23">
        <w:t>frit à mon frère un mousquet qu’il avait préparé – et il eut l’audace de proposer au roi de France de tirer sur le peuple… Et Cha</w:t>
      </w:r>
      <w:r w:rsidRPr="00AF0A23">
        <w:t>r</w:t>
      </w:r>
      <w:r w:rsidRPr="00AF0A23">
        <w:t>les IX s’y refusa.</w:t>
      </w:r>
    </w:p>
    <w:p w14:paraId="67CE300E" w14:textId="77777777" w:rsidR="00905145" w:rsidRPr="00AF0A23" w:rsidRDefault="00905145" w:rsidP="00905145">
      <w:r w:rsidRPr="00AF0A23">
        <w:t>Le duc de Guise avait été l’âme damnée de cet égorg</w:t>
      </w:r>
      <w:r w:rsidRPr="00AF0A23">
        <w:t>e</w:t>
      </w:r>
      <w:r w:rsidRPr="00AF0A23">
        <w:t>ment qui causa la mort de six mille Français. Je lui en avais gardé rancune… et quelque temps après je le faisais assassiner par quarante seigneurs – à qui j’ai fait observer que, mort, Henri de Guise semblait plus grand qu’il ne l’était de son vivant.</w:t>
      </w:r>
    </w:p>
    <w:p w14:paraId="6C1686BD" w14:textId="77777777" w:rsidR="00905145" w:rsidRPr="00AF0A23" w:rsidRDefault="00905145" w:rsidP="00905145">
      <w:pPr>
        <w:ind w:firstLine="0"/>
        <w:jc w:val="center"/>
      </w:pPr>
      <w:r w:rsidRPr="00AF0A23">
        <w:t>UN SEIGNEUR</w:t>
      </w:r>
    </w:p>
    <w:p w14:paraId="373BF1F4" w14:textId="77777777" w:rsidR="00905145" w:rsidRPr="00AF0A23" w:rsidRDefault="00905145" w:rsidP="00905145">
      <w:r w:rsidRPr="00AF0A23">
        <w:t>Sire, un moine est là qui voudrait présenter un placet à Votre Majesté.</w:t>
      </w:r>
    </w:p>
    <w:p w14:paraId="11BDE9B2" w14:textId="77777777" w:rsidR="00905145" w:rsidRPr="00AF0A23" w:rsidRDefault="00905145" w:rsidP="00905145">
      <w:pPr>
        <w:ind w:firstLine="0"/>
        <w:jc w:val="center"/>
      </w:pPr>
      <w:r w:rsidRPr="00AF0A23">
        <w:lastRenderedPageBreak/>
        <w:t>HENRI III</w:t>
      </w:r>
    </w:p>
    <w:p w14:paraId="3DBB1327" w14:textId="77777777" w:rsidR="00905145" w:rsidRPr="00AF0A23" w:rsidRDefault="00905145" w:rsidP="00905145">
      <w:r w:rsidRPr="00AF0A23">
        <w:t>Je vais le rec</w:t>
      </w:r>
      <w:r w:rsidRPr="00AF0A23">
        <w:t>e</w:t>
      </w:r>
      <w:r w:rsidRPr="00AF0A23">
        <w:t>voir.</w:t>
      </w:r>
    </w:p>
    <w:p w14:paraId="4CDA8F91" w14:textId="77777777" w:rsidR="00905145" w:rsidRPr="00D72CAB" w:rsidRDefault="00905145" w:rsidP="00905145">
      <w:pPr>
        <w:pStyle w:val="NormalRetraitGauche4XIndent0"/>
        <w:rPr>
          <w:i/>
          <w:iCs/>
        </w:rPr>
      </w:pPr>
      <w:r w:rsidRPr="00D72CAB">
        <w:rPr>
          <w:i/>
          <w:iCs/>
        </w:rPr>
        <w:t>Reprenant le cours de son récit, le roi dit à Henri de N</w:t>
      </w:r>
      <w:r w:rsidRPr="00D72CAB">
        <w:rPr>
          <w:i/>
          <w:iCs/>
        </w:rPr>
        <w:t>a</w:t>
      </w:r>
      <w:r w:rsidRPr="00D72CAB">
        <w:rPr>
          <w:i/>
          <w:iCs/>
        </w:rPr>
        <w:t>varre.</w:t>
      </w:r>
    </w:p>
    <w:p w14:paraId="77C283B1" w14:textId="77777777" w:rsidR="00905145" w:rsidRPr="00AF0A23" w:rsidRDefault="00905145" w:rsidP="00905145">
      <w:r w:rsidRPr="00AF0A23">
        <w:t>Quand je me remémore tous ces assassinats, ces crimes, ces tueries, puis-je ne pas me dema</w:t>
      </w:r>
      <w:r w:rsidRPr="00AF0A23">
        <w:t>n</w:t>
      </w:r>
      <w:r w:rsidRPr="00AF0A23">
        <w:t>der : « Et maintenant, à qui le tour ? »</w:t>
      </w:r>
    </w:p>
    <w:p w14:paraId="7C430B38" w14:textId="77777777" w:rsidR="00905145" w:rsidRPr="00D72CAB" w:rsidRDefault="00905145" w:rsidP="00905145">
      <w:pPr>
        <w:pStyle w:val="NormalRetraitGauche4XIndent0"/>
        <w:rPr>
          <w:i/>
          <w:iCs/>
        </w:rPr>
      </w:pPr>
      <w:r w:rsidRPr="00D72CAB">
        <w:rPr>
          <w:i/>
          <w:iCs/>
        </w:rPr>
        <w:t>Il fait signe au seigneur de faire entrer ce moine.</w:t>
      </w:r>
    </w:p>
    <w:p w14:paraId="33124F2B" w14:textId="77777777" w:rsidR="00905145" w:rsidRPr="00AF0A23" w:rsidRDefault="00905145" w:rsidP="00905145">
      <w:r w:rsidRPr="00AF0A23">
        <w:t>Sera-ce toi, N</w:t>
      </w:r>
      <w:r w:rsidRPr="00AF0A23">
        <w:t>a</w:t>
      </w:r>
      <w:r w:rsidRPr="00AF0A23">
        <w:t>varre ?</w:t>
      </w:r>
    </w:p>
    <w:p w14:paraId="6073E6C8" w14:textId="77777777" w:rsidR="00905145" w:rsidRPr="00D72CAB" w:rsidRDefault="00905145" w:rsidP="00905145">
      <w:pPr>
        <w:pStyle w:val="NormalRetraitGauche4XIndent0"/>
        <w:rPr>
          <w:i/>
          <w:iCs/>
        </w:rPr>
      </w:pPr>
      <w:r w:rsidRPr="00D72CAB">
        <w:rPr>
          <w:i/>
          <w:iCs/>
        </w:rPr>
        <w:t>À ses mignons.</w:t>
      </w:r>
    </w:p>
    <w:p w14:paraId="59696F68" w14:textId="77777777" w:rsidR="00905145" w:rsidRPr="00AF0A23" w:rsidRDefault="00905145" w:rsidP="00905145">
      <w:r w:rsidRPr="00AF0A23">
        <w:t>Sera-ce l’un de vous ?</w:t>
      </w:r>
    </w:p>
    <w:p w14:paraId="3CE3C013" w14:textId="77777777" w:rsidR="00905145" w:rsidRPr="00D72CAB" w:rsidRDefault="00905145" w:rsidP="00905145">
      <w:pPr>
        <w:pStyle w:val="NormalRetraitGauche4XIndent0"/>
        <w:rPr>
          <w:i/>
          <w:iCs/>
        </w:rPr>
      </w:pPr>
      <w:r w:rsidRPr="00D72CAB">
        <w:rPr>
          <w:i/>
          <w:iCs/>
        </w:rPr>
        <w:t>Le moine, qui se nomme Jacques Clément, est entré très vite.</w:t>
      </w:r>
    </w:p>
    <w:p w14:paraId="084C63D6" w14:textId="77777777" w:rsidR="00905145" w:rsidRPr="00D72CAB" w:rsidRDefault="00905145" w:rsidP="00905145">
      <w:pPr>
        <w:pStyle w:val="NormalRetraitGauche4XIndent0"/>
        <w:rPr>
          <w:i/>
          <w:iCs/>
        </w:rPr>
      </w:pPr>
      <w:r w:rsidRPr="00D72CAB">
        <w:rPr>
          <w:i/>
          <w:iCs/>
        </w:rPr>
        <w:t>Il a mis un g</w:t>
      </w:r>
      <w:r w:rsidRPr="00D72CAB">
        <w:rPr>
          <w:i/>
          <w:iCs/>
        </w:rPr>
        <w:t>e</w:t>
      </w:r>
      <w:r w:rsidRPr="00D72CAB">
        <w:rPr>
          <w:i/>
          <w:iCs/>
        </w:rPr>
        <w:t>nou en terre devant le Roi.</w:t>
      </w:r>
    </w:p>
    <w:p w14:paraId="759EAE6E" w14:textId="77777777" w:rsidR="00905145" w:rsidRPr="00D72CAB" w:rsidRDefault="00905145" w:rsidP="00905145">
      <w:pPr>
        <w:pStyle w:val="NormalRetraitGauche4XIndent0"/>
        <w:rPr>
          <w:i/>
          <w:iCs/>
        </w:rPr>
      </w:pPr>
      <w:r w:rsidRPr="00D72CAB">
        <w:rPr>
          <w:i/>
          <w:iCs/>
        </w:rPr>
        <w:t>Le Roi tend la main vers le placet – mais le placet cache un poignard – et Jacques Cl</w:t>
      </w:r>
      <w:r w:rsidRPr="00D72CAB">
        <w:rPr>
          <w:i/>
          <w:iCs/>
        </w:rPr>
        <w:t>é</w:t>
      </w:r>
      <w:r w:rsidRPr="00D72CAB">
        <w:rPr>
          <w:i/>
          <w:iCs/>
        </w:rPr>
        <w:t>ment vient d’en frapper le Roi.</w:t>
      </w:r>
    </w:p>
    <w:p w14:paraId="639699CF" w14:textId="77777777" w:rsidR="00905145" w:rsidRPr="00AF0A23" w:rsidRDefault="00905145" w:rsidP="00905145">
      <w:pPr>
        <w:ind w:firstLine="0"/>
        <w:jc w:val="center"/>
      </w:pPr>
      <w:r w:rsidRPr="00AF0A23">
        <w:t>HENRI III</w:t>
      </w:r>
    </w:p>
    <w:p w14:paraId="2397911D" w14:textId="77777777" w:rsidR="00905145" w:rsidRPr="00AF0A23" w:rsidRDefault="00905145" w:rsidP="00905145">
      <w:r w:rsidRPr="00AF0A23">
        <w:t>Ce sera moi, messieurs – le m</w:t>
      </w:r>
      <w:r w:rsidRPr="00AF0A23">
        <w:t>é</w:t>
      </w:r>
      <w:r w:rsidRPr="00AF0A23">
        <w:t>chant moine, il m’a tué.</w:t>
      </w:r>
    </w:p>
    <w:p w14:paraId="08A6C321" w14:textId="77777777" w:rsidR="00905145" w:rsidRPr="00D72CAB" w:rsidRDefault="00905145" w:rsidP="00905145">
      <w:pPr>
        <w:pStyle w:val="NormalRetraitGauche4XIndent0"/>
        <w:rPr>
          <w:i/>
          <w:iCs/>
        </w:rPr>
      </w:pPr>
      <w:r w:rsidRPr="00D72CAB">
        <w:rPr>
          <w:i/>
          <w:iCs/>
        </w:rPr>
        <w:t>Henri III s’écroule, mort.</w:t>
      </w:r>
    </w:p>
    <w:p w14:paraId="0098884F" w14:textId="77777777" w:rsidR="00905145" w:rsidRPr="00AF0A23" w:rsidRDefault="00905145" w:rsidP="00905145">
      <w:pPr>
        <w:pStyle w:val="Titre1"/>
      </w:pPr>
      <w:bookmarkStart w:id="6" w:name="_Toc195622092"/>
      <w:r w:rsidRPr="00AF0A23">
        <w:lastRenderedPageBreak/>
        <w:t>HENRI IV</w:t>
      </w:r>
      <w:bookmarkEnd w:id="6"/>
    </w:p>
    <w:p w14:paraId="76B1DE77" w14:textId="77777777" w:rsidR="00905145" w:rsidRPr="00AF0A23" w:rsidRDefault="00905145" w:rsidP="00905145">
      <w:pPr>
        <w:rPr>
          <w:i/>
          <w:iCs/>
        </w:rPr>
      </w:pPr>
      <w:r w:rsidRPr="00AF0A23">
        <w:rPr>
          <w:i/>
          <w:iCs/>
        </w:rPr>
        <w:t>Le décor représente une terrasse élevée de l’abbaye de Saint-Denis, à la tombée du soir, à la mi-juillet 1593. Au fond de ce décor : P</w:t>
      </w:r>
      <w:r w:rsidRPr="00AF0A23">
        <w:rPr>
          <w:i/>
          <w:iCs/>
        </w:rPr>
        <w:t>a</w:t>
      </w:r>
      <w:r w:rsidRPr="00AF0A23">
        <w:rPr>
          <w:i/>
          <w:iCs/>
        </w:rPr>
        <w:t>ris.</w:t>
      </w:r>
    </w:p>
    <w:p w14:paraId="20B07C09" w14:textId="77777777" w:rsidR="00905145" w:rsidRPr="00AF0A23" w:rsidRDefault="00905145" w:rsidP="00905145">
      <w:pPr>
        <w:rPr>
          <w:i/>
          <w:iCs/>
        </w:rPr>
      </w:pPr>
      <w:r w:rsidRPr="00AF0A23">
        <w:rPr>
          <w:i/>
          <w:iCs/>
        </w:rPr>
        <w:t>Le Roi est seul en scène au lever du rideau, pensif et r</w:t>
      </w:r>
      <w:r w:rsidRPr="00AF0A23">
        <w:rPr>
          <w:i/>
          <w:iCs/>
        </w:rPr>
        <w:t>e</w:t>
      </w:r>
      <w:r w:rsidRPr="00AF0A23">
        <w:rPr>
          <w:i/>
          <w:iCs/>
        </w:rPr>
        <w:t>gardant Paris.</w:t>
      </w:r>
    </w:p>
    <w:p w14:paraId="2D932D94" w14:textId="77777777" w:rsidR="00905145" w:rsidRPr="00AF0A23" w:rsidRDefault="00905145" w:rsidP="00905145">
      <w:pPr>
        <w:rPr>
          <w:i/>
          <w:iCs/>
        </w:rPr>
      </w:pPr>
      <w:r w:rsidRPr="00AF0A23">
        <w:rPr>
          <w:i/>
          <w:iCs/>
        </w:rPr>
        <w:t>Seul, car je compte pour rien le soldat qui se promène de long en large et qui va sans cesse apparaître et disparaître pendant tout ce tableau.</w:t>
      </w:r>
    </w:p>
    <w:p w14:paraId="0248451C" w14:textId="77777777" w:rsidR="00905145" w:rsidRPr="00AF0A23" w:rsidRDefault="00905145" w:rsidP="00905145">
      <w:pPr>
        <w:rPr>
          <w:i/>
          <w:iCs/>
        </w:rPr>
      </w:pPr>
      <w:r w:rsidRPr="00AF0A23">
        <w:rPr>
          <w:i/>
          <w:iCs/>
        </w:rPr>
        <w:t>Un instant après le lever du rideau, paraissent Sully et Guitry.</w:t>
      </w:r>
    </w:p>
    <w:p w14:paraId="298FFB72" w14:textId="77777777" w:rsidR="00905145" w:rsidRDefault="00905145" w:rsidP="00905145">
      <w:pPr>
        <w:ind w:firstLine="0"/>
        <w:jc w:val="center"/>
      </w:pPr>
    </w:p>
    <w:p w14:paraId="13AE07B4" w14:textId="77777777" w:rsidR="00905145" w:rsidRPr="00AF0A23" w:rsidRDefault="00905145" w:rsidP="00905145">
      <w:pPr>
        <w:ind w:firstLine="0"/>
        <w:jc w:val="center"/>
      </w:pPr>
      <w:r w:rsidRPr="00AF0A23">
        <w:t>SULLY</w:t>
      </w:r>
    </w:p>
    <w:p w14:paraId="166A5338" w14:textId="77777777" w:rsidR="00905145" w:rsidRPr="00AF0A23" w:rsidRDefault="00905145" w:rsidP="00905145">
      <w:r w:rsidRPr="00AF0A23">
        <w:t>Tenez ! J’étais bien sûr qu’il était là…</w:t>
      </w:r>
    </w:p>
    <w:p w14:paraId="0807421F" w14:textId="77777777" w:rsidR="00905145" w:rsidRPr="00AF0A23" w:rsidRDefault="00905145" w:rsidP="00905145">
      <w:pPr>
        <w:ind w:firstLine="0"/>
        <w:jc w:val="center"/>
      </w:pPr>
      <w:r w:rsidRPr="00AF0A23">
        <w:t>GUITRY</w:t>
      </w:r>
    </w:p>
    <w:p w14:paraId="19804A46" w14:textId="77777777" w:rsidR="00905145" w:rsidRPr="00AF0A23" w:rsidRDefault="00905145" w:rsidP="00905145">
      <w:pPr>
        <w:pStyle w:val="NormalEspAvt0EspApr0"/>
      </w:pPr>
      <w:r w:rsidRPr="00AF0A23">
        <w:t>C’est vrai.</w:t>
      </w:r>
    </w:p>
    <w:p w14:paraId="69AE1CF2" w14:textId="77777777" w:rsidR="00905145" w:rsidRPr="00AF0A23" w:rsidRDefault="00905145" w:rsidP="00905145">
      <w:pPr>
        <w:pStyle w:val="NormalEspAvt0EspApr0"/>
      </w:pPr>
      <w:r w:rsidRPr="00AF0A23">
        <w:t>Parlez-lui…</w:t>
      </w:r>
    </w:p>
    <w:p w14:paraId="57994E9F" w14:textId="77777777" w:rsidR="00905145" w:rsidRPr="00AF0A23" w:rsidRDefault="00905145" w:rsidP="00905145">
      <w:pPr>
        <w:ind w:firstLine="0"/>
        <w:jc w:val="center"/>
      </w:pPr>
      <w:r w:rsidRPr="00AF0A23">
        <w:t>SULLY</w:t>
      </w:r>
    </w:p>
    <w:p w14:paraId="2F6A1A61" w14:textId="77777777" w:rsidR="00905145" w:rsidRPr="00AF0A23" w:rsidRDefault="00905145" w:rsidP="00905145">
      <w:pPr>
        <w:pStyle w:val="NormalEspAvt0EspApr0"/>
      </w:pPr>
      <w:r w:rsidRPr="00AF0A23">
        <w:t>Si j’osais…</w:t>
      </w:r>
    </w:p>
    <w:p w14:paraId="1482D54E" w14:textId="77777777" w:rsidR="00905145" w:rsidRPr="00AF0A23" w:rsidRDefault="00905145" w:rsidP="00905145">
      <w:pPr>
        <w:pStyle w:val="NormalEspAvt0EspApr0"/>
      </w:pPr>
      <w:r w:rsidRPr="00AF0A23">
        <w:t>Sire, nous vous cherchions.</w:t>
      </w:r>
    </w:p>
    <w:p w14:paraId="7A3DD18C" w14:textId="77777777" w:rsidR="00905145" w:rsidRPr="00AF0A23" w:rsidRDefault="00905145" w:rsidP="00905145">
      <w:pPr>
        <w:ind w:firstLine="0"/>
        <w:jc w:val="center"/>
      </w:pPr>
      <w:r w:rsidRPr="00AF0A23">
        <w:t>HENRI</w:t>
      </w:r>
    </w:p>
    <w:p w14:paraId="309CDB40" w14:textId="77777777" w:rsidR="00905145" w:rsidRPr="00AF0A23" w:rsidRDefault="00905145" w:rsidP="00905145">
      <w:pPr>
        <w:pStyle w:val="NormalEspAvt0EspApr0"/>
      </w:pPr>
      <w:r w:rsidRPr="00AF0A23">
        <w:t>Moi, je vous a</w:t>
      </w:r>
      <w:r w:rsidRPr="00AF0A23">
        <w:t>t</w:t>
      </w:r>
      <w:r w:rsidRPr="00AF0A23">
        <w:t>tendais.</w:t>
      </w:r>
    </w:p>
    <w:p w14:paraId="0C93F59A" w14:textId="77777777" w:rsidR="00905145" w:rsidRPr="00AF0A23" w:rsidRDefault="00905145" w:rsidP="00905145">
      <w:pPr>
        <w:pStyle w:val="NormalEspAvt0EspApr0"/>
      </w:pPr>
      <w:r w:rsidRPr="00AF0A23">
        <w:t>Je vous attends toujours… et je m’attends toujours</w:t>
      </w:r>
    </w:p>
    <w:p w14:paraId="2341D623" w14:textId="77777777" w:rsidR="00905145" w:rsidRPr="00AF0A23" w:rsidRDefault="00905145" w:rsidP="00905145">
      <w:pPr>
        <w:pStyle w:val="NormalEspAvt0EspApr0"/>
      </w:pPr>
      <w:r w:rsidRPr="00AF0A23">
        <w:t>À vous voir sortir de vos poches</w:t>
      </w:r>
    </w:p>
    <w:p w14:paraId="2FC0B13E" w14:textId="77777777" w:rsidR="00905145" w:rsidRPr="00AF0A23" w:rsidRDefault="00905145" w:rsidP="00905145">
      <w:pPr>
        <w:pStyle w:val="NormalEspAvt0EspApr0"/>
      </w:pPr>
      <w:r w:rsidRPr="00AF0A23">
        <w:lastRenderedPageBreak/>
        <w:t>Trois ou quatre conseils et cinq ou six reproches…</w:t>
      </w:r>
    </w:p>
    <w:p w14:paraId="0E5C57AA" w14:textId="77777777" w:rsidR="00905145" w:rsidRPr="00AF0A23" w:rsidRDefault="00905145" w:rsidP="00905145">
      <w:pPr>
        <w:ind w:firstLine="0"/>
        <w:jc w:val="center"/>
      </w:pPr>
      <w:r w:rsidRPr="00AF0A23">
        <w:t>SULLY</w:t>
      </w:r>
    </w:p>
    <w:p w14:paraId="079BDAD2" w14:textId="77777777" w:rsidR="00905145" w:rsidRPr="00AF0A23" w:rsidRDefault="00905145" w:rsidP="00905145">
      <w:r w:rsidRPr="00AF0A23">
        <w:t>Auxquels vous restez sourd. Et c</w:t>
      </w:r>
      <w:r w:rsidRPr="00AF0A23">
        <w:t>e</w:t>
      </w:r>
      <w:r w:rsidRPr="00AF0A23">
        <w:t>pendant, Seigneur, il faut vous résigner à prendre, dès ce soir, une décision. Les nouvelles qui nous parviennent de Paris sont très mauvaises. Des deux c</w:t>
      </w:r>
      <w:r w:rsidRPr="00AF0A23">
        <w:t>ô</w:t>
      </w:r>
      <w:r w:rsidRPr="00AF0A23">
        <w:t>tés l’on s’inquiète. Si vous tergiversez pendant deux jours e</w:t>
      </w:r>
      <w:r w:rsidRPr="00AF0A23">
        <w:t>n</w:t>
      </w:r>
      <w:r w:rsidRPr="00AF0A23">
        <w:t>core, la couronne vous échappe et vos soldats vous abando</w:t>
      </w:r>
      <w:r w:rsidRPr="00AF0A23">
        <w:t>n</w:t>
      </w:r>
      <w:r w:rsidRPr="00AF0A23">
        <w:t xml:space="preserve">nent. Car on ne comprend pas ce qui se passe en vous. </w:t>
      </w:r>
      <w:r w:rsidRPr="00AF0A23">
        <w:rPr>
          <w:i/>
          <w:iCs/>
        </w:rPr>
        <w:t>Vous n’avez que deux moyens de parvenir à l’entière possession de votre royaume : livrer bataille ou bien vous convertir. Or, pe</w:t>
      </w:r>
      <w:r w:rsidRPr="00AF0A23">
        <w:rPr>
          <w:i/>
          <w:iCs/>
        </w:rPr>
        <w:t>n</w:t>
      </w:r>
      <w:r w:rsidRPr="00AF0A23">
        <w:rPr>
          <w:i/>
          <w:iCs/>
        </w:rPr>
        <w:t xml:space="preserve">sez aux rigueurs, aux violences, pensez aux difficultés, peines, fatigues et périls. Avoir continuellement le cul sur la selle, le casque sur la tête et l’épée à la main… Adieu repos, plaisirs, maîtresses !… Vous n’en sortirez qu’après quantité de combats et grande effusion de sang !… </w:t>
      </w:r>
      <w:r w:rsidRPr="00AF0A23">
        <w:t>Entre ces deux solutions, allez-vous faire votre choix ?</w:t>
      </w:r>
    </w:p>
    <w:p w14:paraId="01265766" w14:textId="77777777" w:rsidR="00905145" w:rsidRPr="00AF0A23" w:rsidRDefault="00905145" w:rsidP="00905145">
      <w:pPr>
        <w:ind w:firstLine="0"/>
        <w:jc w:val="center"/>
      </w:pPr>
      <w:r w:rsidRPr="00AF0A23">
        <w:t>HENRI</w:t>
      </w:r>
    </w:p>
    <w:p w14:paraId="36F3A4DE" w14:textId="77777777" w:rsidR="00905145" w:rsidRPr="00AF0A23" w:rsidRDefault="00905145" w:rsidP="00905145">
      <w:r w:rsidRPr="00AF0A23">
        <w:t>Je ne crois pas.</w:t>
      </w:r>
    </w:p>
    <w:p w14:paraId="3C08B70F" w14:textId="77777777" w:rsidR="00905145" w:rsidRPr="00D72CAB" w:rsidRDefault="00905145" w:rsidP="00905145">
      <w:pPr>
        <w:pStyle w:val="NormalRetraitGauche4XIndent0"/>
        <w:rPr>
          <w:i/>
          <w:iCs/>
        </w:rPr>
      </w:pPr>
      <w:r w:rsidRPr="00D72CAB">
        <w:rPr>
          <w:i/>
          <w:iCs/>
        </w:rPr>
        <w:t>Sully, découragé, fait un pas, puis, sur un ton différent, il cont</w:t>
      </w:r>
      <w:r w:rsidRPr="00D72CAB">
        <w:rPr>
          <w:i/>
          <w:iCs/>
        </w:rPr>
        <w:t>i</w:t>
      </w:r>
      <w:r w:rsidRPr="00D72CAB">
        <w:rPr>
          <w:i/>
          <w:iCs/>
        </w:rPr>
        <w:t>nue.</w:t>
      </w:r>
    </w:p>
    <w:p w14:paraId="35639AA8" w14:textId="77777777" w:rsidR="00905145" w:rsidRPr="00AF0A23" w:rsidRDefault="00905145" w:rsidP="00905145">
      <w:pPr>
        <w:ind w:firstLine="0"/>
        <w:jc w:val="center"/>
      </w:pPr>
      <w:r w:rsidRPr="00AF0A23">
        <w:t>SULLY</w:t>
      </w:r>
    </w:p>
    <w:p w14:paraId="49310190" w14:textId="77777777" w:rsidR="00905145" w:rsidRPr="00AF0A23" w:rsidRDefault="00905145" w:rsidP="00905145">
      <w:r w:rsidRPr="00AF0A23">
        <w:t>Sire, depuis qu</w:t>
      </w:r>
      <w:r w:rsidRPr="00AF0A23">
        <w:t>a</w:t>
      </w:r>
      <w:r w:rsidRPr="00AF0A23">
        <w:t>tre ans que vous faites la guerre…</w:t>
      </w:r>
    </w:p>
    <w:p w14:paraId="7815C5AE" w14:textId="77777777" w:rsidR="00905145" w:rsidRPr="00AF0A23" w:rsidRDefault="00905145" w:rsidP="00905145">
      <w:pPr>
        <w:ind w:firstLine="0"/>
        <w:jc w:val="center"/>
      </w:pPr>
      <w:r w:rsidRPr="00AF0A23">
        <w:t>HENRI</w:t>
      </w:r>
    </w:p>
    <w:p w14:paraId="764D9247" w14:textId="77777777" w:rsidR="00905145" w:rsidRPr="00AF0A23" w:rsidRDefault="00905145" w:rsidP="00905145">
      <w:pPr>
        <w:pStyle w:val="NormalEspAvt0EspApr0"/>
      </w:pPr>
      <w:r w:rsidRPr="00AF0A23">
        <w:t>Je me couvre de gloire et je n’avance guère.</w:t>
      </w:r>
    </w:p>
    <w:p w14:paraId="18F1A78E" w14:textId="77777777" w:rsidR="00905145" w:rsidRPr="00AF0A23" w:rsidRDefault="00905145" w:rsidP="00905145">
      <w:pPr>
        <w:pStyle w:val="NormalEspAvt0EspApr0"/>
      </w:pPr>
      <w:r w:rsidRPr="00AF0A23">
        <w:t>Je connais la cha</w:t>
      </w:r>
      <w:r w:rsidRPr="00AF0A23">
        <w:t>n</w:t>
      </w:r>
      <w:r w:rsidRPr="00AF0A23">
        <w:t>son de notre bon Rosny.</w:t>
      </w:r>
    </w:p>
    <w:p w14:paraId="09B5AC82" w14:textId="77777777" w:rsidR="00905145" w:rsidRPr="00AF0A23" w:rsidRDefault="00905145" w:rsidP="00905145">
      <w:pPr>
        <w:ind w:firstLine="0"/>
        <w:jc w:val="center"/>
      </w:pPr>
      <w:r w:rsidRPr="00AF0A23">
        <w:t>SULLY</w:t>
      </w:r>
    </w:p>
    <w:p w14:paraId="19A7BA5D" w14:textId="77777777" w:rsidR="00905145" w:rsidRPr="00AF0A23" w:rsidRDefault="00905145" w:rsidP="00905145">
      <w:r w:rsidRPr="00AF0A23">
        <w:t>Que faites-vous à Saint-Denis ?</w:t>
      </w:r>
    </w:p>
    <w:p w14:paraId="52A55208" w14:textId="77777777" w:rsidR="00905145" w:rsidRPr="00AF0A23" w:rsidRDefault="00905145" w:rsidP="00905145">
      <w:pPr>
        <w:ind w:firstLine="0"/>
        <w:jc w:val="center"/>
      </w:pPr>
      <w:r w:rsidRPr="00AF0A23">
        <w:lastRenderedPageBreak/>
        <w:t>HENRI</w:t>
      </w:r>
    </w:p>
    <w:p w14:paraId="2B48EB5A" w14:textId="77777777" w:rsidR="00905145" w:rsidRPr="00AF0A23" w:rsidRDefault="00905145" w:rsidP="00905145">
      <w:r w:rsidRPr="00AF0A23">
        <w:t>Je regarde Paris qui ne veut pas se rendre.</w:t>
      </w:r>
    </w:p>
    <w:p w14:paraId="2779AB7F" w14:textId="77777777" w:rsidR="00905145" w:rsidRPr="00AF0A23" w:rsidRDefault="00905145" w:rsidP="00905145">
      <w:pPr>
        <w:ind w:firstLine="0"/>
        <w:jc w:val="center"/>
      </w:pPr>
      <w:r w:rsidRPr="00AF0A23">
        <w:t>SULLY</w:t>
      </w:r>
    </w:p>
    <w:p w14:paraId="01B4EBC6" w14:textId="77777777" w:rsidR="00905145" w:rsidRPr="00AF0A23" w:rsidRDefault="00905145" w:rsidP="00905145">
      <w:r w:rsidRPr="00AF0A23">
        <w:t>Mais vous le regardez d’un œil bea</w:t>
      </w:r>
      <w:r w:rsidRPr="00AF0A23">
        <w:t>u</w:t>
      </w:r>
      <w:r w:rsidRPr="00AF0A23">
        <w:t>coup trop tendre.</w:t>
      </w:r>
    </w:p>
    <w:p w14:paraId="14C5CD18" w14:textId="77777777" w:rsidR="00905145" w:rsidRPr="00AF0A23" w:rsidRDefault="00905145" w:rsidP="00905145">
      <w:pPr>
        <w:ind w:firstLine="0"/>
        <w:jc w:val="center"/>
      </w:pPr>
      <w:r w:rsidRPr="00AF0A23">
        <w:t>HENRI</w:t>
      </w:r>
    </w:p>
    <w:p w14:paraId="0359D41D" w14:textId="77777777" w:rsidR="00905145" w:rsidRPr="00AF0A23" w:rsidRDefault="00905145" w:rsidP="00905145">
      <w:r w:rsidRPr="00AF0A23">
        <w:t>J’ai l’œil que j’ai toujours quand je suis amoureux.</w:t>
      </w:r>
    </w:p>
    <w:p w14:paraId="282AFE1B" w14:textId="77777777" w:rsidR="00905145" w:rsidRPr="00AF0A23" w:rsidRDefault="00905145" w:rsidP="00905145">
      <w:pPr>
        <w:ind w:firstLine="0"/>
        <w:jc w:val="center"/>
      </w:pPr>
      <w:r w:rsidRPr="00AF0A23">
        <w:t>GUITRY</w:t>
      </w:r>
    </w:p>
    <w:p w14:paraId="146313AC" w14:textId="77777777" w:rsidR="00905145" w:rsidRPr="00AF0A23" w:rsidRDefault="00905145" w:rsidP="00905145">
      <w:r w:rsidRPr="00AF0A23">
        <w:t>En amour ju</w:t>
      </w:r>
      <w:r w:rsidRPr="00AF0A23">
        <w:t>s</w:t>
      </w:r>
      <w:r w:rsidRPr="00AF0A23">
        <w:t>qu’ici le Roi fut plus heureux !</w:t>
      </w:r>
    </w:p>
    <w:p w14:paraId="37F67A5D" w14:textId="77777777" w:rsidR="00905145" w:rsidRPr="00AF0A23" w:rsidRDefault="00905145" w:rsidP="00905145">
      <w:pPr>
        <w:ind w:firstLine="0"/>
        <w:jc w:val="center"/>
      </w:pPr>
      <w:r w:rsidRPr="00AF0A23">
        <w:t>SULLY</w:t>
      </w:r>
    </w:p>
    <w:p w14:paraId="05C10334" w14:textId="77777777" w:rsidR="00905145" w:rsidRPr="00AF0A23" w:rsidRDefault="00905145" w:rsidP="00905145">
      <w:r w:rsidRPr="00AF0A23">
        <w:t>Il tolère à pr</w:t>
      </w:r>
      <w:r w:rsidRPr="00AF0A23">
        <w:t>é</w:t>
      </w:r>
      <w:r w:rsidRPr="00AF0A23">
        <w:t>sent qu’on le laisse à la porte ?</w:t>
      </w:r>
    </w:p>
    <w:p w14:paraId="58A484F5" w14:textId="77777777" w:rsidR="00905145" w:rsidRPr="00AF0A23" w:rsidRDefault="00905145" w:rsidP="00905145">
      <w:pPr>
        <w:ind w:firstLine="0"/>
        <w:jc w:val="center"/>
      </w:pPr>
      <w:r w:rsidRPr="00AF0A23">
        <w:t>GUITRY</w:t>
      </w:r>
    </w:p>
    <w:p w14:paraId="3A8D8525" w14:textId="77777777" w:rsidR="00905145" w:rsidRPr="00AF0A23" w:rsidRDefault="00905145" w:rsidP="00905145">
      <w:r w:rsidRPr="00AF0A23">
        <w:t>Il attend, lui, le Roi ?</w:t>
      </w:r>
    </w:p>
    <w:p w14:paraId="6239A39F" w14:textId="77777777" w:rsidR="00905145" w:rsidRPr="00AF0A23" w:rsidRDefault="00905145" w:rsidP="00905145">
      <w:pPr>
        <w:ind w:firstLine="0"/>
        <w:jc w:val="center"/>
      </w:pPr>
      <w:r w:rsidRPr="00AF0A23">
        <w:t>SULLY</w:t>
      </w:r>
    </w:p>
    <w:p w14:paraId="5846FA07" w14:textId="77777777" w:rsidR="00905145" w:rsidRPr="00AF0A23" w:rsidRDefault="00905145" w:rsidP="00905145">
      <w:pPr>
        <w:pStyle w:val="NormalEspAvt0EspApr0"/>
      </w:pPr>
      <w:r w:rsidRPr="00AF0A23">
        <w:t>Sa Majesté su</w:t>
      </w:r>
      <w:r w:rsidRPr="00AF0A23">
        <w:t>p</w:t>
      </w:r>
      <w:r w:rsidRPr="00AF0A23">
        <w:t>porte</w:t>
      </w:r>
    </w:p>
    <w:p w14:paraId="35F2D4A2" w14:textId="77777777" w:rsidR="00905145" w:rsidRPr="00AF0A23" w:rsidRDefault="00905145" w:rsidP="00905145">
      <w:pPr>
        <w:pStyle w:val="NormalEspAvt0EspApr0"/>
      </w:pPr>
      <w:r w:rsidRPr="00AF0A23">
        <w:t>Un tel affront ? Pourquoi ?</w:t>
      </w:r>
    </w:p>
    <w:p w14:paraId="3FD40885" w14:textId="77777777" w:rsidR="00905145" w:rsidRPr="00AF0A23" w:rsidRDefault="00905145" w:rsidP="00905145">
      <w:pPr>
        <w:ind w:firstLine="0"/>
        <w:jc w:val="center"/>
      </w:pPr>
      <w:r w:rsidRPr="00AF0A23">
        <w:t>GUITRY</w:t>
      </w:r>
    </w:p>
    <w:p w14:paraId="44579C99" w14:textId="77777777" w:rsidR="00905145" w:rsidRPr="00AF0A23" w:rsidRDefault="00905145" w:rsidP="00905145">
      <w:pPr>
        <w:pStyle w:val="NormalEspAvt0EspApr0"/>
      </w:pPr>
      <w:r w:rsidRPr="00AF0A23">
        <w:t>C’est la première fois</w:t>
      </w:r>
    </w:p>
    <w:p w14:paraId="701F81F4" w14:textId="77777777" w:rsidR="00905145" w:rsidRPr="00AF0A23" w:rsidRDefault="00905145" w:rsidP="00905145">
      <w:pPr>
        <w:pStyle w:val="NormalEspAvt0EspApr0"/>
      </w:pPr>
      <w:r w:rsidRPr="00AF0A23">
        <w:t>Qu’on éconduit Navarre et qu’Henri IV implore…</w:t>
      </w:r>
    </w:p>
    <w:p w14:paraId="03C96ED2" w14:textId="77777777" w:rsidR="00905145" w:rsidRPr="00AF0A23" w:rsidRDefault="00905145" w:rsidP="00905145">
      <w:pPr>
        <w:ind w:firstLine="0"/>
        <w:jc w:val="center"/>
      </w:pPr>
      <w:r w:rsidRPr="00AF0A23">
        <w:t>HENRI</w:t>
      </w:r>
    </w:p>
    <w:p w14:paraId="61AD2775" w14:textId="77777777" w:rsidR="00905145" w:rsidRPr="00AF0A23" w:rsidRDefault="00905145" w:rsidP="00905145">
      <w:r w:rsidRPr="00AF0A23">
        <w:t>Je n’ai peut-être aimé que des putains encore !</w:t>
      </w:r>
    </w:p>
    <w:p w14:paraId="4ACFA40C" w14:textId="77777777" w:rsidR="00905145" w:rsidRPr="00AF0A23" w:rsidRDefault="00905145" w:rsidP="00905145">
      <w:pPr>
        <w:ind w:firstLine="0"/>
        <w:jc w:val="center"/>
      </w:pPr>
      <w:r w:rsidRPr="00AF0A23">
        <w:t>SULLY</w:t>
      </w:r>
    </w:p>
    <w:p w14:paraId="1AD53375" w14:textId="77777777" w:rsidR="00905145" w:rsidRPr="00AF0A23" w:rsidRDefault="00905145" w:rsidP="00905145">
      <w:pPr>
        <w:pStyle w:val="NormalEspAvt0EspApr0"/>
      </w:pPr>
      <w:r w:rsidRPr="00AF0A23">
        <w:t>L’amour, en p</w:t>
      </w:r>
      <w:r w:rsidRPr="00AF0A23">
        <w:t>a</w:t>
      </w:r>
      <w:r w:rsidRPr="00AF0A23">
        <w:t>reil cas,</w:t>
      </w:r>
    </w:p>
    <w:p w14:paraId="0023D3D8" w14:textId="77777777" w:rsidR="00905145" w:rsidRPr="00AF0A23" w:rsidRDefault="00905145" w:rsidP="00905145">
      <w:pPr>
        <w:pStyle w:val="NormalEspAvt0EspApr0"/>
      </w:pPr>
      <w:r w:rsidRPr="00AF0A23">
        <w:lastRenderedPageBreak/>
        <w:t>Du reste, ne vaut rien.</w:t>
      </w:r>
    </w:p>
    <w:p w14:paraId="7982ABC1" w14:textId="77777777" w:rsidR="00905145" w:rsidRPr="00AF0A23" w:rsidRDefault="00905145" w:rsidP="00905145">
      <w:pPr>
        <w:pStyle w:val="NormalEspAvt0EspApr0"/>
      </w:pPr>
      <w:r w:rsidRPr="00AF0A23">
        <w:t>Et le Roi sait très bien</w:t>
      </w:r>
    </w:p>
    <w:p w14:paraId="2504045A" w14:textId="77777777" w:rsidR="00905145" w:rsidRPr="00AF0A23" w:rsidRDefault="00905145" w:rsidP="00905145">
      <w:pPr>
        <w:pStyle w:val="NormalEspAvt0EspApr0"/>
      </w:pPr>
      <w:r w:rsidRPr="00AF0A23">
        <w:t>Que ce n’est pas ainsi qu’on assiège une ville.</w:t>
      </w:r>
    </w:p>
    <w:p w14:paraId="2627AE83" w14:textId="77777777" w:rsidR="00905145" w:rsidRPr="00AF0A23" w:rsidRDefault="00905145" w:rsidP="00905145">
      <w:pPr>
        <w:ind w:firstLine="0"/>
        <w:jc w:val="center"/>
      </w:pPr>
      <w:r w:rsidRPr="00AF0A23">
        <w:t>HENRI</w:t>
      </w:r>
    </w:p>
    <w:p w14:paraId="5B5EABCF" w14:textId="77777777" w:rsidR="00905145" w:rsidRPr="00AF0A23" w:rsidRDefault="00905145" w:rsidP="00905145">
      <w:pPr>
        <w:pStyle w:val="NormalEspAvt0EspApr0"/>
      </w:pPr>
      <w:r w:rsidRPr="00AF0A23">
        <w:t>Ce que je sais, c’est qu’un soldat</w:t>
      </w:r>
    </w:p>
    <w:p w14:paraId="59F20455" w14:textId="77777777" w:rsidR="00905145" w:rsidRPr="00AF0A23" w:rsidRDefault="00905145" w:rsidP="00905145">
      <w:pPr>
        <w:pStyle w:val="NormalEspAvt0EspApr0"/>
      </w:pPr>
      <w:r w:rsidRPr="00AF0A23">
        <w:t>Ne doit pas bien conduire une guerre c</w:t>
      </w:r>
      <w:r w:rsidRPr="00AF0A23">
        <w:t>i</w:t>
      </w:r>
      <w:r w:rsidRPr="00AF0A23">
        <w:t>vile.</w:t>
      </w:r>
    </w:p>
    <w:p w14:paraId="349D0C71" w14:textId="77777777" w:rsidR="00905145" w:rsidRPr="00AF0A23" w:rsidRDefault="00905145" w:rsidP="00905145">
      <w:pPr>
        <w:ind w:firstLine="0"/>
        <w:jc w:val="center"/>
      </w:pPr>
      <w:r w:rsidRPr="00AF0A23">
        <w:t>SULLY</w:t>
      </w:r>
    </w:p>
    <w:p w14:paraId="07F3238B" w14:textId="77777777" w:rsidR="00905145" w:rsidRPr="00AF0A23" w:rsidRDefault="00905145" w:rsidP="00905145">
      <w:pPr>
        <w:pStyle w:val="NormalEspAvt0EspApr0"/>
      </w:pPr>
      <w:r w:rsidRPr="00AF0A23">
        <w:t>Mais vous se</w:t>
      </w:r>
      <w:r w:rsidRPr="00AF0A23">
        <w:t>m</w:t>
      </w:r>
      <w:r w:rsidRPr="00AF0A23">
        <w:t>blez, Seigneur, la mal conduire exprès.</w:t>
      </w:r>
    </w:p>
    <w:p w14:paraId="15A752D5" w14:textId="77777777" w:rsidR="00905145" w:rsidRPr="00AF0A23" w:rsidRDefault="00905145" w:rsidP="00905145">
      <w:pPr>
        <w:pStyle w:val="NormalEspAvt0EspApr0"/>
      </w:pPr>
      <w:r w:rsidRPr="00AF0A23">
        <w:t>Les ordres sont donnés et les soldats sont prêts.</w:t>
      </w:r>
    </w:p>
    <w:p w14:paraId="4F2165DB" w14:textId="77777777" w:rsidR="00905145" w:rsidRPr="00AF0A23" w:rsidRDefault="00905145" w:rsidP="00905145">
      <w:pPr>
        <w:pStyle w:val="NormalEspAvt0EspApr0"/>
      </w:pPr>
      <w:r w:rsidRPr="00AF0A23">
        <w:t>Pourquoi tolérez-vous que les a</w:t>
      </w:r>
      <w:r w:rsidRPr="00AF0A23">
        <w:t>s</w:t>
      </w:r>
      <w:r w:rsidRPr="00AF0A23">
        <w:t>siégés sortent ?</w:t>
      </w:r>
    </w:p>
    <w:p w14:paraId="4F4D7067" w14:textId="77777777" w:rsidR="00905145" w:rsidRPr="00AF0A23" w:rsidRDefault="00905145" w:rsidP="00905145">
      <w:pPr>
        <w:pStyle w:val="NormalEspAvt0EspApr0"/>
      </w:pPr>
      <w:r w:rsidRPr="00AF0A23">
        <w:t>Pourquoi permettez-vous qu’on entro</w:t>
      </w:r>
      <w:r w:rsidRPr="00AF0A23">
        <w:t>u</w:t>
      </w:r>
      <w:r w:rsidRPr="00AF0A23">
        <w:t>vre les portes ?</w:t>
      </w:r>
    </w:p>
    <w:p w14:paraId="68DE0432" w14:textId="77777777" w:rsidR="00905145" w:rsidRPr="00AF0A23" w:rsidRDefault="00905145" w:rsidP="00905145">
      <w:pPr>
        <w:ind w:firstLine="0"/>
        <w:jc w:val="center"/>
      </w:pPr>
      <w:r w:rsidRPr="00AF0A23">
        <w:t>HENRI</w:t>
      </w:r>
    </w:p>
    <w:p w14:paraId="2853D7C5" w14:textId="77777777" w:rsidR="00905145" w:rsidRPr="00AF0A23" w:rsidRDefault="00905145" w:rsidP="00905145">
      <w:r w:rsidRPr="00AF0A23">
        <w:t>Mais tous ces malheureux, Rosny, me</w:t>
      </w:r>
      <w:r w:rsidRPr="00AF0A23">
        <w:t>u</w:t>
      </w:r>
      <w:r w:rsidRPr="00AF0A23">
        <w:t>rent de faim.</w:t>
      </w:r>
    </w:p>
    <w:p w14:paraId="33895FBB" w14:textId="77777777" w:rsidR="00905145" w:rsidRPr="00AF0A23" w:rsidRDefault="00905145" w:rsidP="00905145">
      <w:pPr>
        <w:ind w:firstLine="0"/>
        <w:jc w:val="center"/>
      </w:pPr>
      <w:r w:rsidRPr="00AF0A23">
        <w:t>SULLY</w:t>
      </w:r>
    </w:p>
    <w:p w14:paraId="382A677E" w14:textId="77777777" w:rsidR="00905145" w:rsidRPr="00AF0A23" w:rsidRDefault="00905145" w:rsidP="00905145">
      <w:r w:rsidRPr="00AF0A23">
        <w:t>Soit, mais en faites-vous le siège e</w:t>
      </w:r>
      <w:r w:rsidRPr="00AF0A23">
        <w:t>n</w:t>
      </w:r>
      <w:r w:rsidRPr="00AF0A23">
        <w:t>fin ?</w:t>
      </w:r>
    </w:p>
    <w:p w14:paraId="4DD12F74" w14:textId="77777777" w:rsidR="00905145" w:rsidRPr="00AF0A23" w:rsidRDefault="00905145" w:rsidP="00905145">
      <w:pPr>
        <w:ind w:firstLine="0"/>
        <w:jc w:val="center"/>
      </w:pPr>
      <w:r w:rsidRPr="00AF0A23">
        <w:t>HENRI</w:t>
      </w:r>
    </w:p>
    <w:p w14:paraId="6D165772" w14:textId="77777777" w:rsidR="00905145" w:rsidRPr="00AF0A23" w:rsidRDefault="00905145" w:rsidP="00905145">
      <w:r w:rsidRPr="00AF0A23">
        <w:t>Le soldat les assiège et le Roi les dél</w:t>
      </w:r>
      <w:r w:rsidRPr="00AF0A23">
        <w:t>i</w:t>
      </w:r>
      <w:r w:rsidRPr="00AF0A23">
        <w:t>vre.</w:t>
      </w:r>
    </w:p>
    <w:p w14:paraId="0D25963F" w14:textId="77777777" w:rsidR="00905145" w:rsidRPr="00AF0A23" w:rsidRDefault="00905145" w:rsidP="00905145">
      <w:pPr>
        <w:ind w:firstLine="0"/>
        <w:jc w:val="center"/>
      </w:pPr>
      <w:r w:rsidRPr="00AF0A23">
        <w:t>SULLY</w:t>
      </w:r>
    </w:p>
    <w:p w14:paraId="76019CAA" w14:textId="77777777" w:rsidR="00905145" w:rsidRPr="00AF0A23" w:rsidRDefault="00905145" w:rsidP="00905145">
      <w:r w:rsidRPr="00AF0A23">
        <w:t>Un jour vous f</w:t>
      </w:r>
      <w:r w:rsidRPr="00AF0A23">
        <w:t>i</w:t>
      </w:r>
      <w:r w:rsidRPr="00AF0A23">
        <w:t>nirez par leur passer des vivres.</w:t>
      </w:r>
    </w:p>
    <w:p w14:paraId="36E42549" w14:textId="77777777" w:rsidR="00905145" w:rsidRPr="00AF0A23" w:rsidRDefault="00905145" w:rsidP="00905145">
      <w:pPr>
        <w:ind w:firstLine="0"/>
        <w:jc w:val="center"/>
      </w:pPr>
      <w:r w:rsidRPr="00AF0A23">
        <w:t>HENRI</w:t>
      </w:r>
    </w:p>
    <w:p w14:paraId="6977415A" w14:textId="77777777" w:rsidR="00905145" w:rsidRPr="00AF0A23" w:rsidRDefault="00905145" w:rsidP="00905145">
      <w:pPr>
        <w:pStyle w:val="NormalEspAvt0EspApr0"/>
      </w:pPr>
      <w:r w:rsidRPr="00AF0A23">
        <w:t>Je l’ai fait ce m</w:t>
      </w:r>
      <w:r w:rsidRPr="00AF0A23">
        <w:t>a</w:t>
      </w:r>
      <w:r w:rsidRPr="00AF0A23">
        <w:t>tin. Oui, mon ami, tremblez</w:t>
      </w:r>
    </w:p>
    <w:p w14:paraId="1F12FFC0" w14:textId="77777777" w:rsidR="00905145" w:rsidRPr="00AF0A23" w:rsidRDefault="00905145" w:rsidP="00905145">
      <w:pPr>
        <w:pStyle w:val="NormalEspAvt0EspApr0"/>
      </w:pPr>
      <w:r w:rsidRPr="00AF0A23">
        <w:t>De rage et de f</w:t>
      </w:r>
      <w:r w:rsidRPr="00AF0A23">
        <w:t>u</w:t>
      </w:r>
      <w:r w:rsidRPr="00AF0A23">
        <w:t>reur. Trois charrettes de blé,</w:t>
      </w:r>
    </w:p>
    <w:p w14:paraId="36EA2B5D" w14:textId="77777777" w:rsidR="00905145" w:rsidRPr="00AF0A23" w:rsidRDefault="00905145" w:rsidP="00905145">
      <w:pPr>
        <w:pStyle w:val="NormalEspAvt0EspApr0"/>
      </w:pPr>
      <w:r w:rsidRPr="00AF0A23">
        <w:t>Par mes soins, dans Paris sont e</w:t>
      </w:r>
      <w:r w:rsidRPr="00AF0A23">
        <w:t>n</w:t>
      </w:r>
      <w:r w:rsidRPr="00AF0A23">
        <w:t>trées à l’aurore.</w:t>
      </w:r>
    </w:p>
    <w:p w14:paraId="508E549E" w14:textId="77777777" w:rsidR="00905145" w:rsidRPr="00AF0A23" w:rsidRDefault="00905145" w:rsidP="00905145">
      <w:pPr>
        <w:ind w:firstLine="0"/>
        <w:jc w:val="center"/>
      </w:pPr>
      <w:r w:rsidRPr="00AF0A23">
        <w:t>SULLY</w:t>
      </w:r>
    </w:p>
    <w:p w14:paraId="7F511653" w14:textId="77777777" w:rsidR="00905145" w:rsidRPr="00AF0A23" w:rsidRDefault="00905145" w:rsidP="00905145">
      <w:r w:rsidRPr="00AF0A23">
        <w:lastRenderedPageBreak/>
        <w:t>Alors… !</w:t>
      </w:r>
    </w:p>
    <w:p w14:paraId="64D261B1" w14:textId="77777777" w:rsidR="00905145" w:rsidRPr="00AF0A23" w:rsidRDefault="00905145" w:rsidP="00905145">
      <w:r w:rsidRPr="00AF0A23">
        <w:t>Alors, il faut vous convertir…</w:t>
      </w:r>
    </w:p>
    <w:p w14:paraId="75FAA0BC" w14:textId="77777777" w:rsidR="00905145" w:rsidRPr="00AF0A23" w:rsidRDefault="00905145" w:rsidP="00905145">
      <w:pPr>
        <w:ind w:firstLine="0"/>
        <w:jc w:val="center"/>
      </w:pPr>
      <w:r w:rsidRPr="00AF0A23">
        <w:t>HENRI</w:t>
      </w:r>
    </w:p>
    <w:p w14:paraId="2AF5398B" w14:textId="77777777" w:rsidR="00905145" w:rsidRPr="00AF0A23" w:rsidRDefault="00905145" w:rsidP="00905145">
      <w:r w:rsidRPr="00AF0A23">
        <w:t>Non, pas encore.</w:t>
      </w:r>
    </w:p>
    <w:p w14:paraId="1CAD5D0B" w14:textId="77777777" w:rsidR="00905145" w:rsidRPr="00AF0A23" w:rsidRDefault="00905145" w:rsidP="00905145">
      <w:r w:rsidRPr="00AF0A23">
        <w:t>Je me convert</w:t>
      </w:r>
      <w:r w:rsidRPr="00AF0A23">
        <w:t>i</w:t>
      </w:r>
      <w:r w:rsidRPr="00AF0A23">
        <w:t>rai quand Paris se rendra.</w:t>
      </w:r>
    </w:p>
    <w:p w14:paraId="41D736C7" w14:textId="77777777" w:rsidR="00905145" w:rsidRPr="00AF0A23" w:rsidRDefault="00905145" w:rsidP="00905145">
      <w:pPr>
        <w:ind w:firstLine="0"/>
        <w:jc w:val="center"/>
      </w:pPr>
      <w:r w:rsidRPr="00AF0A23">
        <w:t>SULLY</w:t>
      </w:r>
    </w:p>
    <w:p w14:paraId="785D4A94" w14:textId="77777777" w:rsidR="00905145" w:rsidRPr="00AF0A23" w:rsidRDefault="00905145" w:rsidP="00905145">
      <w:pPr>
        <w:pStyle w:val="NormalEspAvt0EspApr0"/>
      </w:pPr>
      <w:r w:rsidRPr="00AF0A23">
        <w:t>Vous l’avez pr</w:t>
      </w:r>
      <w:r w:rsidRPr="00AF0A23">
        <w:t>o</w:t>
      </w:r>
      <w:r w:rsidRPr="00AF0A23">
        <w:t>mis</w:t>
      </w:r>
    </w:p>
    <w:p w14:paraId="2E030B40" w14:textId="77777777" w:rsidR="00905145" w:rsidRPr="00AF0A23" w:rsidRDefault="00905145" w:rsidP="00905145">
      <w:pPr>
        <w:pStyle w:val="NormalEspAvt0EspApr0"/>
      </w:pPr>
      <w:r w:rsidRPr="00AF0A23">
        <w:t>Tant de fois…</w:t>
      </w:r>
    </w:p>
    <w:p w14:paraId="45D356EA" w14:textId="77777777" w:rsidR="00905145" w:rsidRPr="00AF0A23" w:rsidRDefault="00905145" w:rsidP="00905145">
      <w:pPr>
        <w:ind w:firstLine="0"/>
        <w:jc w:val="center"/>
      </w:pPr>
      <w:r w:rsidRPr="00AF0A23">
        <w:t>HENRI</w:t>
      </w:r>
    </w:p>
    <w:p w14:paraId="57BA1F7B" w14:textId="77777777" w:rsidR="00905145" w:rsidRPr="00AF0A23" w:rsidRDefault="00905145" w:rsidP="00905145">
      <w:pPr>
        <w:pStyle w:val="NormalEspAvt0EspApr0"/>
      </w:pPr>
      <w:r w:rsidRPr="00AF0A23">
        <w:t>Que, ma foi,</w:t>
      </w:r>
    </w:p>
    <w:p w14:paraId="1A568EAC" w14:textId="77777777" w:rsidR="00905145" w:rsidRPr="00AF0A23" w:rsidRDefault="00905145" w:rsidP="00905145">
      <w:pPr>
        <w:pStyle w:val="NormalEspAvt0EspApr0"/>
      </w:pPr>
      <w:r w:rsidRPr="00AF0A23">
        <w:t>Je peux bien le promettre encore, mon ami.</w:t>
      </w:r>
    </w:p>
    <w:p w14:paraId="05AC1FEC" w14:textId="77777777" w:rsidR="00905145" w:rsidRPr="00AF0A23" w:rsidRDefault="00905145" w:rsidP="00905145">
      <w:pPr>
        <w:pStyle w:val="NormalEspAvt0EspApr0"/>
      </w:pPr>
      <w:r w:rsidRPr="00AF0A23">
        <w:t>Contentez-vous de ma promesse !</w:t>
      </w:r>
    </w:p>
    <w:p w14:paraId="3751667E" w14:textId="77777777" w:rsidR="00905145" w:rsidRPr="00AF0A23" w:rsidRDefault="00905145" w:rsidP="00905145">
      <w:pPr>
        <w:pStyle w:val="NormalEspAvt0EspApr0"/>
      </w:pPr>
      <w:r w:rsidRPr="00AF0A23">
        <w:t>Mais vous ne verrez pas Henri IV à la messe</w:t>
      </w:r>
    </w:p>
    <w:p w14:paraId="48D5CDBC" w14:textId="77777777" w:rsidR="00905145" w:rsidRPr="00AF0A23" w:rsidRDefault="00905145" w:rsidP="00905145">
      <w:pPr>
        <w:pStyle w:val="NormalEspAvt0EspApr0"/>
      </w:pPr>
      <w:r w:rsidRPr="00AF0A23">
        <w:t>Tant que Paris résistera.</w:t>
      </w:r>
    </w:p>
    <w:p w14:paraId="4D427698" w14:textId="77777777" w:rsidR="00905145" w:rsidRPr="00AF0A23" w:rsidRDefault="00905145" w:rsidP="00905145">
      <w:pPr>
        <w:pStyle w:val="NormalEspAvt0EspApr0"/>
      </w:pPr>
      <w:r w:rsidRPr="00AF0A23">
        <w:t>Le jour qu’il m’ouvrira</w:t>
      </w:r>
    </w:p>
    <w:p w14:paraId="09CC8222" w14:textId="77777777" w:rsidR="00905145" w:rsidRPr="00AF0A23" w:rsidRDefault="00905145" w:rsidP="00905145">
      <w:pPr>
        <w:pStyle w:val="NormalEspAvt0EspApr0"/>
      </w:pPr>
      <w:r w:rsidRPr="00AF0A23">
        <w:t>Toutes grandes ses portes…</w:t>
      </w:r>
    </w:p>
    <w:p w14:paraId="05A90ED3" w14:textId="77777777" w:rsidR="00905145" w:rsidRPr="00AF0A23" w:rsidRDefault="00905145" w:rsidP="00905145">
      <w:pPr>
        <w:ind w:firstLine="0"/>
        <w:jc w:val="center"/>
      </w:pPr>
      <w:r w:rsidRPr="00AF0A23">
        <w:t>SULLY</w:t>
      </w:r>
    </w:p>
    <w:p w14:paraId="41AA582B" w14:textId="77777777" w:rsidR="00905145" w:rsidRPr="00AF0A23" w:rsidRDefault="00905145" w:rsidP="00905145">
      <w:pPr>
        <w:pStyle w:val="NormalEspAvt0EspApr0"/>
      </w:pPr>
      <w:r w:rsidRPr="00AF0A23">
        <w:t>Si vous agissez de la sorte,</w:t>
      </w:r>
    </w:p>
    <w:p w14:paraId="3F054735" w14:textId="77777777" w:rsidR="00905145" w:rsidRPr="00AF0A23" w:rsidRDefault="00905145" w:rsidP="00905145">
      <w:pPr>
        <w:pStyle w:val="NormalEspAvt0EspApr0"/>
      </w:pPr>
      <w:r w:rsidRPr="00AF0A23">
        <w:t>Il ne vous les ouvr</w:t>
      </w:r>
      <w:r w:rsidRPr="00AF0A23">
        <w:t>i</w:t>
      </w:r>
      <w:r w:rsidRPr="00AF0A23">
        <w:t>ra pas.</w:t>
      </w:r>
    </w:p>
    <w:p w14:paraId="48899113" w14:textId="77777777" w:rsidR="00905145" w:rsidRPr="00AF0A23" w:rsidRDefault="00905145" w:rsidP="00905145">
      <w:pPr>
        <w:ind w:firstLine="0"/>
        <w:jc w:val="center"/>
      </w:pPr>
      <w:r w:rsidRPr="00AF0A23">
        <w:t>GUITRY</w:t>
      </w:r>
    </w:p>
    <w:p w14:paraId="608F510E" w14:textId="77777777" w:rsidR="00905145" w:rsidRPr="00AF0A23" w:rsidRDefault="00905145" w:rsidP="00905145">
      <w:pPr>
        <w:pStyle w:val="NormalEspAvt0EspApr0"/>
      </w:pPr>
      <w:r w:rsidRPr="00AF0A23">
        <w:t>Mais c’est à nous de les ouvrir.</w:t>
      </w:r>
    </w:p>
    <w:p w14:paraId="7525670A" w14:textId="77777777" w:rsidR="00905145" w:rsidRPr="00AF0A23" w:rsidRDefault="00905145" w:rsidP="00905145">
      <w:pPr>
        <w:pStyle w:val="NormalEspAvt0EspApr0"/>
      </w:pPr>
      <w:r w:rsidRPr="00AF0A23">
        <w:t>Dites à vos so</w:t>
      </w:r>
      <w:r w:rsidRPr="00AF0A23">
        <w:t>l</w:t>
      </w:r>
      <w:r w:rsidRPr="00AF0A23">
        <w:t>dats,</w:t>
      </w:r>
    </w:p>
    <w:p w14:paraId="36EEEC7C" w14:textId="77777777" w:rsidR="00905145" w:rsidRPr="00AF0A23" w:rsidRDefault="00905145" w:rsidP="00905145">
      <w:pPr>
        <w:pStyle w:val="NormalEspAvt0EspApr0"/>
      </w:pPr>
      <w:r w:rsidRPr="00AF0A23">
        <w:t>Qu’avant le point du jour la bataille commence…</w:t>
      </w:r>
    </w:p>
    <w:p w14:paraId="06F322A6" w14:textId="77777777" w:rsidR="00905145" w:rsidRPr="00AF0A23" w:rsidRDefault="00905145" w:rsidP="00905145">
      <w:pPr>
        <w:pStyle w:val="NormalEspAvt0EspApr0"/>
      </w:pPr>
      <w:r w:rsidRPr="00AF0A23">
        <w:t>Et, dès demain, nous vous jurons</w:t>
      </w:r>
    </w:p>
    <w:p w14:paraId="3884E65D" w14:textId="77777777" w:rsidR="00905145" w:rsidRPr="00AF0A23" w:rsidRDefault="00905145" w:rsidP="00905145">
      <w:pPr>
        <w:pStyle w:val="NormalEspAvt0EspApr0"/>
      </w:pPr>
      <w:r w:rsidRPr="00AF0A23">
        <w:t>Que toutes po</w:t>
      </w:r>
      <w:r w:rsidRPr="00AF0A23">
        <w:t>r</w:t>
      </w:r>
      <w:r w:rsidRPr="00AF0A23">
        <w:t>tes s’ouvriront</w:t>
      </w:r>
    </w:p>
    <w:p w14:paraId="5D865021" w14:textId="77777777" w:rsidR="00905145" w:rsidRPr="00AF0A23" w:rsidRDefault="00905145" w:rsidP="00905145">
      <w:pPr>
        <w:pStyle w:val="NormalEspAvt0EspApr0"/>
      </w:pPr>
      <w:r w:rsidRPr="00AF0A23">
        <w:t>Devant le Roi de France.</w:t>
      </w:r>
    </w:p>
    <w:p w14:paraId="04BCF3BC" w14:textId="77777777" w:rsidR="00905145" w:rsidRPr="00AF0A23" w:rsidRDefault="00905145" w:rsidP="00905145">
      <w:pPr>
        <w:ind w:firstLine="0"/>
        <w:jc w:val="center"/>
      </w:pPr>
      <w:r w:rsidRPr="00AF0A23">
        <w:lastRenderedPageBreak/>
        <w:t>HENRI</w:t>
      </w:r>
    </w:p>
    <w:p w14:paraId="5FDF1C6E" w14:textId="77777777" w:rsidR="00905145" w:rsidRPr="00AF0A23" w:rsidRDefault="00905145" w:rsidP="00905145">
      <w:pPr>
        <w:pStyle w:val="NormalEspAvt0EspApr0"/>
      </w:pPr>
      <w:r w:rsidRPr="00AF0A23">
        <w:t>Des deux sol</w:t>
      </w:r>
      <w:r w:rsidRPr="00AF0A23">
        <w:t>u</w:t>
      </w:r>
      <w:r w:rsidRPr="00AF0A23">
        <w:t>tions que vous me proposez,</w:t>
      </w:r>
    </w:p>
    <w:p w14:paraId="0D529D74" w14:textId="77777777" w:rsidR="00905145" w:rsidRPr="00AF0A23" w:rsidRDefault="00905145" w:rsidP="00905145">
      <w:pPr>
        <w:pStyle w:val="NormalEspAvt0EspApr0"/>
      </w:pPr>
      <w:r w:rsidRPr="00AF0A23">
        <w:t>C’est assurément celle-ci,</w:t>
      </w:r>
    </w:p>
    <w:p w14:paraId="356F176D" w14:textId="77777777" w:rsidR="00905145" w:rsidRPr="00AF0A23" w:rsidRDefault="00905145" w:rsidP="00905145">
      <w:pPr>
        <w:pStyle w:val="NormalEspAvt0EspApr0"/>
      </w:pPr>
      <w:r w:rsidRPr="00AF0A23">
        <w:t>Vous le pensez,</w:t>
      </w:r>
    </w:p>
    <w:p w14:paraId="01E2717D" w14:textId="77777777" w:rsidR="00905145" w:rsidRPr="00AF0A23" w:rsidRDefault="00905145" w:rsidP="00905145">
      <w:pPr>
        <w:pStyle w:val="NormalEspAvt0EspApr0"/>
      </w:pPr>
      <w:r w:rsidRPr="00AF0A23">
        <w:t>Qui me plaît d</w:t>
      </w:r>
      <w:r w:rsidRPr="00AF0A23">
        <w:t>a</w:t>
      </w:r>
      <w:r w:rsidRPr="00AF0A23">
        <w:t>vantage…</w:t>
      </w:r>
    </w:p>
    <w:p w14:paraId="6728876C" w14:textId="77777777" w:rsidR="00905145" w:rsidRPr="00AF0A23" w:rsidRDefault="00905145" w:rsidP="00905145">
      <w:pPr>
        <w:pStyle w:val="NormalEspAvt0EspApr0"/>
      </w:pPr>
      <w:r w:rsidRPr="00AF0A23">
        <w:t>Mais, hélas ! t</w:t>
      </w:r>
      <w:r w:rsidRPr="00AF0A23">
        <w:t>i</w:t>
      </w:r>
      <w:r w:rsidRPr="00AF0A23">
        <w:t>rer sur Paris,</w:t>
      </w:r>
    </w:p>
    <w:p w14:paraId="18E0313A" w14:textId="77777777" w:rsidR="00905145" w:rsidRPr="00AF0A23" w:rsidRDefault="00905145" w:rsidP="00905145">
      <w:pPr>
        <w:pStyle w:val="NormalEspAvt0EspApr0"/>
      </w:pPr>
      <w:r w:rsidRPr="00AF0A23">
        <w:t>Je ne m’en sens pas le courage.</w:t>
      </w:r>
    </w:p>
    <w:p w14:paraId="6BCD3344" w14:textId="77777777" w:rsidR="00905145" w:rsidRPr="00AF0A23" w:rsidRDefault="00905145" w:rsidP="00905145">
      <w:pPr>
        <w:pStyle w:val="NormalEspAvt0EspApr0"/>
      </w:pPr>
      <w:r w:rsidRPr="00AF0A23">
        <w:t>Paris… co</w:t>
      </w:r>
      <w:r w:rsidRPr="00AF0A23">
        <w:t>m</w:t>
      </w:r>
      <w:r w:rsidRPr="00AF0A23">
        <w:t>prends-le donc… j’en suis jaloux, je l’aime,</w:t>
      </w:r>
    </w:p>
    <w:p w14:paraId="3A34B68F" w14:textId="77777777" w:rsidR="00905145" w:rsidRPr="00AF0A23" w:rsidRDefault="00905145" w:rsidP="00905145">
      <w:pPr>
        <w:pStyle w:val="NormalEspAvt0EspApr0"/>
      </w:pPr>
      <w:r w:rsidRPr="00AF0A23">
        <w:t>Et lui faire du mal, c’est m’en faire à moi-même.</w:t>
      </w:r>
    </w:p>
    <w:p w14:paraId="134C535C" w14:textId="77777777" w:rsidR="00905145" w:rsidRPr="00AF0A23" w:rsidRDefault="00905145" w:rsidP="00905145">
      <w:pPr>
        <w:pStyle w:val="NormalEspAvt0EspApr0"/>
      </w:pPr>
      <w:r w:rsidRPr="00AF0A23">
        <w:t>J’ai livré maints et maints combats</w:t>
      </w:r>
    </w:p>
    <w:p w14:paraId="7226A7DE" w14:textId="77777777" w:rsidR="00905145" w:rsidRPr="00AF0A23" w:rsidRDefault="00905145" w:rsidP="00905145">
      <w:pPr>
        <w:pStyle w:val="NormalEspAvt0EspApr0"/>
      </w:pPr>
      <w:r w:rsidRPr="00AF0A23">
        <w:t>Et recueilli bien des succès</w:t>
      </w:r>
    </w:p>
    <w:p w14:paraId="5002D95F" w14:textId="77777777" w:rsidR="00905145" w:rsidRPr="00AF0A23" w:rsidRDefault="00905145" w:rsidP="00905145">
      <w:pPr>
        <w:pStyle w:val="NormalEspAvt0EspApr0"/>
      </w:pPr>
      <w:r w:rsidRPr="00AF0A23">
        <w:t>Qui sont noto</w:t>
      </w:r>
      <w:r w:rsidRPr="00AF0A23">
        <w:t>i</w:t>
      </w:r>
      <w:r w:rsidRPr="00AF0A23">
        <w:t>res,</w:t>
      </w:r>
    </w:p>
    <w:p w14:paraId="1859F6BE" w14:textId="77777777" w:rsidR="00905145" w:rsidRPr="00AF0A23" w:rsidRDefault="00905145" w:rsidP="00905145">
      <w:pPr>
        <w:pStyle w:val="NormalEspAvt0EspApr0"/>
      </w:pPr>
      <w:r w:rsidRPr="00AF0A23">
        <w:t>Mais aujourd’hui je me sens las</w:t>
      </w:r>
    </w:p>
    <w:p w14:paraId="4E5B99B6" w14:textId="77777777" w:rsidR="00905145" w:rsidRPr="00AF0A23" w:rsidRDefault="00905145" w:rsidP="00905145">
      <w:pPr>
        <w:pStyle w:val="NormalEspAvt0EspApr0"/>
      </w:pPr>
      <w:r w:rsidRPr="00AF0A23">
        <w:t>De remporter tant de victoires</w:t>
      </w:r>
    </w:p>
    <w:p w14:paraId="2B24A7EC" w14:textId="77777777" w:rsidR="00905145" w:rsidRPr="00AF0A23" w:rsidRDefault="00905145" w:rsidP="00905145">
      <w:pPr>
        <w:pStyle w:val="NormalEspAvt0EspApr0"/>
      </w:pPr>
      <w:r w:rsidRPr="00AF0A23">
        <w:t>Sur des Fra</w:t>
      </w:r>
      <w:r w:rsidRPr="00AF0A23">
        <w:t>n</w:t>
      </w:r>
      <w:r w:rsidRPr="00AF0A23">
        <w:t>çais !</w:t>
      </w:r>
    </w:p>
    <w:p w14:paraId="384AC32E" w14:textId="77777777" w:rsidR="00905145" w:rsidRPr="00AF0A23" w:rsidRDefault="00905145" w:rsidP="00905145">
      <w:pPr>
        <w:pStyle w:val="NormalEspAvt0EspApr0"/>
      </w:pPr>
      <w:r w:rsidRPr="00AF0A23">
        <w:t>Quatre ans de lutte, ce fut long,</w:t>
      </w:r>
    </w:p>
    <w:p w14:paraId="272E8943" w14:textId="77777777" w:rsidR="00905145" w:rsidRPr="00AF0A23" w:rsidRDefault="00905145" w:rsidP="00905145">
      <w:pPr>
        <w:pStyle w:val="NormalEspAvt0EspApr0"/>
      </w:pPr>
      <w:r w:rsidRPr="00AF0A23">
        <w:t>Pendant lesquels on s’est battu…</w:t>
      </w:r>
    </w:p>
    <w:p w14:paraId="3F54A91B" w14:textId="77777777" w:rsidR="00905145" w:rsidRPr="00AF0A23" w:rsidRDefault="00905145" w:rsidP="00905145">
      <w:pPr>
        <w:pStyle w:val="NormalEspAvt0EspApr0"/>
      </w:pPr>
      <w:r w:rsidRPr="00AF0A23">
        <w:t>Et comprends-tu</w:t>
      </w:r>
    </w:p>
    <w:p w14:paraId="2DE83B83" w14:textId="77777777" w:rsidR="00905145" w:rsidRPr="00AF0A23" w:rsidRDefault="00905145" w:rsidP="00905145">
      <w:pPr>
        <w:pStyle w:val="NormalEspAvt0EspApr0"/>
      </w:pPr>
      <w:r w:rsidRPr="00AF0A23">
        <w:t>Que c’eût été bea</w:t>
      </w:r>
      <w:r w:rsidRPr="00AF0A23">
        <w:t>u</w:t>
      </w:r>
      <w:r w:rsidRPr="00AF0A23">
        <w:t>coup moins long</w:t>
      </w:r>
    </w:p>
    <w:p w14:paraId="413FEE1A" w14:textId="77777777" w:rsidR="00905145" w:rsidRPr="00AF0A23" w:rsidRDefault="00905145" w:rsidP="00905145">
      <w:pPr>
        <w:pStyle w:val="NormalEspAvt0EspApr0"/>
      </w:pPr>
      <w:r w:rsidRPr="00AF0A23">
        <w:t>Si ce Mayenne n’avait eu</w:t>
      </w:r>
    </w:p>
    <w:p w14:paraId="4C9E294C" w14:textId="77777777" w:rsidR="00905145" w:rsidRPr="00AF0A23" w:rsidRDefault="00905145" w:rsidP="00905145">
      <w:pPr>
        <w:pStyle w:val="NormalEspAvt0EspApr0"/>
      </w:pPr>
      <w:r w:rsidRPr="00AF0A23">
        <w:t>Que des soldats wallons…</w:t>
      </w:r>
    </w:p>
    <w:p w14:paraId="6AA317E2" w14:textId="77777777" w:rsidR="00905145" w:rsidRPr="00AF0A23" w:rsidRDefault="00905145" w:rsidP="00905145">
      <w:pPr>
        <w:pStyle w:val="NormalEspAvt0EspApr0"/>
      </w:pPr>
      <w:r w:rsidRPr="00AF0A23">
        <w:t>Mais des Fra</w:t>
      </w:r>
      <w:r w:rsidRPr="00AF0A23">
        <w:t>n</w:t>
      </w:r>
      <w:r w:rsidRPr="00AF0A23">
        <w:t>çais, Rosny, des hommes de ma race</w:t>
      </w:r>
    </w:p>
    <w:p w14:paraId="0DD819B0" w14:textId="77777777" w:rsidR="00905145" w:rsidRPr="00AF0A23" w:rsidRDefault="00905145" w:rsidP="00905145">
      <w:pPr>
        <w:pStyle w:val="NormalEspAvt0EspApr0"/>
      </w:pPr>
      <w:r w:rsidRPr="00AF0A23">
        <w:t>Et de mon sang, que je pourchasse</w:t>
      </w:r>
    </w:p>
    <w:p w14:paraId="365E2D96" w14:textId="77777777" w:rsidR="00905145" w:rsidRPr="00AF0A23" w:rsidRDefault="00905145" w:rsidP="00905145">
      <w:pPr>
        <w:pStyle w:val="NormalEspAvt0EspApr0"/>
      </w:pPr>
      <w:r w:rsidRPr="00AF0A23">
        <w:t>Et que je tue…</w:t>
      </w:r>
    </w:p>
    <w:p w14:paraId="56079341" w14:textId="77777777" w:rsidR="00905145" w:rsidRPr="00AF0A23" w:rsidRDefault="00905145" w:rsidP="00905145">
      <w:pPr>
        <w:pStyle w:val="NormalEspAvt0EspApr0"/>
      </w:pPr>
      <w:r w:rsidRPr="00AF0A23">
        <w:t>Des soldats, mon ami, lorsque je les combats,</w:t>
      </w:r>
    </w:p>
    <w:p w14:paraId="7BA9148E" w14:textId="77777777" w:rsidR="00905145" w:rsidRPr="00AF0A23" w:rsidRDefault="00905145" w:rsidP="00905145">
      <w:pPr>
        <w:pStyle w:val="NormalEspAvt0EspApr0"/>
      </w:pPr>
      <w:r w:rsidRPr="00AF0A23">
        <w:t>Dont à la vérité</w:t>
      </w:r>
    </w:p>
    <w:p w14:paraId="208673AA" w14:textId="77777777" w:rsidR="00905145" w:rsidRPr="00AF0A23" w:rsidRDefault="00905145" w:rsidP="00905145">
      <w:pPr>
        <w:pStyle w:val="NormalEspAvt0EspApr0"/>
      </w:pPr>
      <w:r w:rsidRPr="00AF0A23">
        <w:t>J’encourage tout bas</w:t>
      </w:r>
    </w:p>
    <w:p w14:paraId="610FFFC5" w14:textId="77777777" w:rsidR="00905145" w:rsidRPr="00AF0A23" w:rsidRDefault="00905145" w:rsidP="00905145">
      <w:pPr>
        <w:pStyle w:val="NormalEspAvt0EspApr0"/>
      </w:pPr>
      <w:r w:rsidRPr="00AF0A23">
        <w:t>La bravoure, l’audace et la témér</w:t>
      </w:r>
      <w:r w:rsidRPr="00AF0A23">
        <w:t>i</w:t>
      </w:r>
      <w:r w:rsidRPr="00AF0A23">
        <w:t>té…</w:t>
      </w:r>
    </w:p>
    <w:p w14:paraId="3DD41F8E" w14:textId="77777777" w:rsidR="00905145" w:rsidRPr="00AF0A23" w:rsidRDefault="00905145" w:rsidP="00905145">
      <w:pPr>
        <w:pStyle w:val="NormalEspAvt0EspApr0"/>
      </w:pPr>
      <w:r w:rsidRPr="00AF0A23">
        <w:t>Des soldats dont mon cœur</w:t>
      </w:r>
    </w:p>
    <w:p w14:paraId="0DCB4F26" w14:textId="77777777" w:rsidR="00905145" w:rsidRPr="00AF0A23" w:rsidRDefault="00905145" w:rsidP="00905145">
      <w:pPr>
        <w:pStyle w:val="NormalEspAvt0EspApr0"/>
      </w:pPr>
      <w:r w:rsidRPr="00AF0A23">
        <w:t>Parfois se prend à souhaiter</w:t>
      </w:r>
    </w:p>
    <w:p w14:paraId="4BA81FFF" w14:textId="77777777" w:rsidR="00905145" w:rsidRPr="00AF0A23" w:rsidRDefault="00905145" w:rsidP="00905145">
      <w:pPr>
        <w:pStyle w:val="NormalEspAvt0EspApr0"/>
      </w:pPr>
      <w:r w:rsidRPr="00AF0A23">
        <w:t>Même qu’ils soient vainqueurs !</w:t>
      </w:r>
    </w:p>
    <w:p w14:paraId="0BE06683" w14:textId="77777777" w:rsidR="00905145" w:rsidRPr="00AF0A23" w:rsidRDefault="00905145" w:rsidP="00905145">
      <w:pPr>
        <w:pStyle w:val="NormalEspAvt0EspApr0"/>
      </w:pPr>
      <w:r w:rsidRPr="00AF0A23">
        <w:t>Admets mon tro</w:t>
      </w:r>
      <w:r w:rsidRPr="00AF0A23">
        <w:t>u</w:t>
      </w:r>
      <w:r w:rsidRPr="00AF0A23">
        <w:t>ble et mon émoi…</w:t>
      </w:r>
    </w:p>
    <w:p w14:paraId="3AC96025" w14:textId="77777777" w:rsidR="00905145" w:rsidRPr="00AF0A23" w:rsidRDefault="00905145" w:rsidP="00905145">
      <w:pPr>
        <w:pStyle w:val="NormalEspAvt0EspApr0"/>
      </w:pPr>
      <w:r w:rsidRPr="00AF0A23">
        <w:t>Comment ne pas les plaindre ou les e</w:t>
      </w:r>
      <w:r w:rsidRPr="00AF0A23">
        <w:t>n</w:t>
      </w:r>
      <w:r w:rsidRPr="00AF0A23">
        <w:t>courager</w:t>
      </w:r>
    </w:p>
    <w:p w14:paraId="5A7A39E4" w14:textId="77777777" w:rsidR="00905145" w:rsidRPr="00AF0A23" w:rsidRDefault="00905145" w:rsidP="00905145">
      <w:pPr>
        <w:pStyle w:val="NormalEspAvt0EspApr0"/>
      </w:pPr>
      <w:r w:rsidRPr="00AF0A23">
        <w:lastRenderedPageBreak/>
        <w:t>Quand mes so</w:t>
      </w:r>
      <w:r w:rsidRPr="00AF0A23">
        <w:t>l</w:t>
      </w:r>
      <w:r w:rsidRPr="00AF0A23">
        <w:t>dats à moi</w:t>
      </w:r>
    </w:p>
    <w:p w14:paraId="1E0BC07D" w14:textId="77777777" w:rsidR="00905145" w:rsidRPr="00AF0A23" w:rsidRDefault="00905145" w:rsidP="00905145">
      <w:pPr>
        <w:pStyle w:val="NormalEspAvt0EspApr0"/>
      </w:pPr>
      <w:r w:rsidRPr="00AF0A23">
        <w:t>Sont presque tous des étrangers ?</w:t>
      </w:r>
    </w:p>
    <w:p w14:paraId="43E43B06" w14:textId="77777777" w:rsidR="00905145" w:rsidRPr="00AF0A23" w:rsidRDefault="00905145" w:rsidP="00905145">
      <w:pPr>
        <w:pStyle w:val="NormalEspAvt0EspApr0"/>
      </w:pPr>
      <w:r w:rsidRPr="00AF0A23">
        <w:t>Toi qui, depuis quatre ans, fidèle, m’accompagnes,</w:t>
      </w:r>
    </w:p>
    <w:p w14:paraId="25B93730" w14:textId="77777777" w:rsidR="00905145" w:rsidRPr="00AF0A23" w:rsidRDefault="00905145" w:rsidP="00905145">
      <w:pPr>
        <w:pStyle w:val="NormalEspAvt0EspApr0"/>
      </w:pPr>
      <w:r w:rsidRPr="00AF0A23">
        <w:t>Tu comprends bien, j’espère,</w:t>
      </w:r>
    </w:p>
    <w:p w14:paraId="4D86F664" w14:textId="77777777" w:rsidR="00905145" w:rsidRPr="00AF0A23" w:rsidRDefault="00905145" w:rsidP="00905145">
      <w:pPr>
        <w:pStyle w:val="NormalEspAvt0EspApr0"/>
      </w:pPr>
      <w:r w:rsidRPr="00AF0A23">
        <w:t>Que la bataille, je la perds</w:t>
      </w:r>
    </w:p>
    <w:p w14:paraId="4DA73EE2" w14:textId="77777777" w:rsidR="00905145" w:rsidRPr="00AF0A23" w:rsidRDefault="00905145" w:rsidP="00905145">
      <w:pPr>
        <w:pStyle w:val="NormalEspAvt0EspApr0"/>
      </w:pPr>
      <w:r w:rsidRPr="00AF0A23">
        <w:t>Quand même un peu quand je la g</w:t>
      </w:r>
      <w:r w:rsidRPr="00AF0A23">
        <w:t>a</w:t>
      </w:r>
      <w:r w:rsidRPr="00AF0A23">
        <w:t>gne ?</w:t>
      </w:r>
    </w:p>
    <w:p w14:paraId="242434CD" w14:textId="77777777" w:rsidR="00905145" w:rsidRPr="00D72CAB" w:rsidRDefault="00905145" w:rsidP="00905145">
      <w:pPr>
        <w:pStyle w:val="NormalRetraitGauche4XIndent0"/>
        <w:rPr>
          <w:i/>
          <w:iCs/>
        </w:rPr>
      </w:pPr>
      <w:r w:rsidRPr="00D72CAB">
        <w:rPr>
          <w:i/>
          <w:iCs/>
        </w:rPr>
        <w:t>Il a laissé tomber sa tête dans ses mains. Gabrielle d’Estrées paraît à ce moment.</w:t>
      </w:r>
    </w:p>
    <w:p w14:paraId="1C0A6801" w14:textId="77777777" w:rsidR="00905145" w:rsidRPr="00AF0A23" w:rsidRDefault="00905145" w:rsidP="00905145">
      <w:pPr>
        <w:ind w:firstLine="0"/>
        <w:jc w:val="center"/>
      </w:pPr>
      <w:r w:rsidRPr="00AF0A23">
        <w:t>SULLY</w:t>
      </w:r>
    </w:p>
    <w:p w14:paraId="5644A56F" w14:textId="77777777" w:rsidR="00905145" w:rsidRPr="00AF0A23" w:rsidRDefault="00905145" w:rsidP="00905145">
      <w:r w:rsidRPr="00AF0A23">
        <w:t>Notre dernier espoir !</w:t>
      </w:r>
    </w:p>
    <w:p w14:paraId="228B8092" w14:textId="77777777" w:rsidR="00905145" w:rsidRPr="00AF0A23" w:rsidRDefault="00905145" w:rsidP="00905145">
      <w:pPr>
        <w:ind w:firstLine="0"/>
        <w:jc w:val="center"/>
      </w:pPr>
      <w:r w:rsidRPr="00AF0A23">
        <w:t>GABRIELLE</w:t>
      </w:r>
    </w:p>
    <w:p w14:paraId="5CD0346F" w14:textId="77777777" w:rsidR="00905145" w:rsidRPr="00AF0A23" w:rsidRDefault="00905145" w:rsidP="00905145">
      <w:r w:rsidRPr="00AF0A23">
        <w:t>J’ai reçu ce m</w:t>
      </w:r>
      <w:r w:rsidRPr="00AF0A23">
        <w:t>a</w:t>
      </w:r>
      <w:r w:rsidRPr="00AF0A23">
        <w:t>tin seulement votre lettre…</w:t>
      </w:r>
    </w:p>
    <w:p w14:paraId="3A786688" w14:textId="77777777" w:rsidR="00905145" w:rsidRPr="00AF0A23" w:rsidRDefault="00905145" w:rsidP="00905145">
      <w:pPr>
        <w:ind w:firstLine="0"/>
        <w:jc w:val="center"/>
      </w:pPr>
      <w:r w:rsidRPr="00AF0A23">
        <w:t>SULLY</w:t>
      </w:r>
    </w:p>
    <w:p w14:paraId="380251F0" w14:textId="77777777" w:rsidR="00905145" w:rsidRPr="00AF0A23" w:rsidRDefault="00905145" w:rsidP="00905145">
      <w:pPr>
        <w:pStyle w:val="NormalEspAvt0EspApr0"/>
      </w:pPr>
      <w:r w:rsidRPr="00AF0A23">
        <w:t>Et vous venez, merci.</w:t>
      </w:r>
    </w:p>
    <w:p w14:paraId="4C0E388E" w14:textId="77777777" w:rsidR="00905145" w:rsidRPr="00AF0A23" w:rsidRDefault="00905145" w:rsidP="00905145">
      <w:pPr>
        <w:pStyle w:val="NormalEspAvt0EspApr0"/>
      </w:pPr>
      <w:r w:rsidRPr="00AF0A23">
        <w:t>Vous êtes seule ?</w:t>
      </w:r>
    </w:p>
    <w:p w14:paraId="589C8DA8" w14:textId="77777777" w:rsidR="00905145" w:rsidRPr="00AF0A23" w:rsidRDefault="00905145" w:rsidP="00905145">
      <w:pPr>
        <w:ind w:firstLine="0"/>
        <w:jc w:val="center"/>
      </w:pPr>
      <w:r w:rsidRPr="00AF0A23">
        <w:t>GABRIELLE</w:t>
      </w:r>
    </w:p>
    <w:p w14:paraId="08F3395B" w14:textId="77777777" w:rsidR="00905145" w:rsidRPr="00AF0A23" w:rsidRDefault="00905145" w:rsidP="00905145">
      <w:pPr>
        <w:pStyle w:val="NormalEspAvt0EspApr0"/>
      </w:pPr>
      <w:r w:rsidRPr="00AF0A23">
        <w:t>Non.</w:t>
      </w:r>
    </w:p>
    <w:p w14:paraId="75EC0AEF" w14:textId="77777777" w:rsidR="00905145" w:rsidRPr="00AF0A23" w:rsidRDefault="00905145" w:rsidP="00905145">
      <w:pPr>
        <w:pStyle w:val="NormalEspAvt0EspApr0"/>
      </w:pPr>
      <w:r w:rsidRPr="00AF0A23">
        <w:t>Tous deux ils sont en bas. Ils m’ont a</w:t>
      </w:r>
      <w:r w:rsidRPr="00AF0A23">
        <w:t>c</w:t>
      </w:r>
      <w:r w:rsidRPr="00AF0A23">
        <w:t>compagnée.</w:t>
      </w:r>
    </w:p>
    <w:p w14:paraId="7B6C5979" w14:textId="77777777" w:rsidR="00905145" w:rsidRPr="00AF0A23" w:rsidRDefault="00905145" w:rsidP="00905145">
      <w:pPr>
        <w:ind w:firstLine="0"/>
        <w:jc w:val="center"/>
      </w:pPr>
      <w:r w:rsidRPr="00AF0A23">
        <w:t>SULLY</w:t>
      </w:r>
    </w:p>
    <w:p w14:paraId="06B17178" w14:textId="77777777" w:rsidR="00905145" w:rsidRPr="00AF0A23" w:rsidRDefault="00905145" w:rsidP="00905145">
      <w:r w:rsidRPr="00AF0A23">
        <w:t>Hein ? ce que femme veut…</w:t>
      </w:r>
    </w:p>
    <w:p w14:paraId="605ABB78" w14:textId="77777777" w:rsidR="00905145" w:rsidRPr="00AF0A23" w:rsidRDefault="00905145" w:rsidP="00905145">
      <w:pPr>
        <w:ind w:firstLine="0"/>
        <w:jc w:val="center"/>
      </w:pPr>
      <w:r w:rsidRPr="00AF0A23">
        <w:t>GABRIELLE</w:t>
      </w:r>
    </w:p>
    <w:p w14:paraId="13D6D140" w14:textId="77777777" w:rsidR="00905145" w:rsidRPr="00AF0A23" w:rsidRDefault="00905145" w:rsidP="00905145">
      <w:r w:rsidRPr="00AF0A23">
        <w:t>Nous allons voir.</w:t>
      </w:r>
    </w:p>
    <w:p w14:paraId="332631E2" w14:textId="77777777" w:rsidR="00905145" w:rsidRPr="00AF0A23" w:rsidRDefault="00905145" w:rsidP="00905145">
      <w:pPr>
        <w:ind w:firstLine="0"/>
        <w:jc w:val="center"/>
      </w:pPr>
      <w:r w:rsidRPr="00AF0A23">
        <w:t>SULLY</w:t>
      </w:r>
    </w:p>
    <w:p w14:paraId="5B547654" w14:textId="77777777" w:rsidR="00905145" w:rsidRPr="00AF0A23" w:rsidRDefault="00905145" w:rsidP="00905145">
      <w:r w:rsidRPr="00AF0A23">
        <w:t>Vous avez dans vos mains sa co</w:t>
      </w:r>
      <w:r w:rsidRPr="00AF0A23">
        <w:t>u</w:t>
      </w:r>
      <w:r w:rsidRPr="00AF0A23">
        <w:t>ronne…</w:t>
      </w:r>
    </w:p>
    <w:p w14:paraId="524C5C71" w14:textId="77777777" w:rsidR="00905145" w:rsidRPr="00AF0A23" w:rsidRDefault="00905145" w:rsidP="00905145">
      <w:pPr>
        <w:ind w:firstLine="0"/>
        <w:jc w:val="center"/>
      </w:pPr>
      <w:r w:rsidRPr="00AF0A23">
        <w:lastRenderedPageBreak/>
        <w:t>GUITRY</w:t>
      </w:r>
    </w:p>
    <w:p w14:paraId="5683326B" w14:textId="77777777" w:rsidR="00905145" w:rsidRPr="00AF0A23" w:rsidRDefault="00905145" w:rsidP="00905145">
      <w:r w:rsidRPr="00AF0A23">
        <w:t>Et la vôtre.</w:t>
      </w:r>
    </w:p>
    <w:p w14:paraId="023204C6" w14:textId="77777777" w:rsidR="00905145" w:rsidRPr="00AF0A23" w:rsidRDefault="00905145" w:rsidP="00905145">
      <w:pPr>
        <w:ind w:firstLine="0"/>
        <w:jc w:val="center"/>
      </w:pPr>
      <w:r w:rsidRPr="00AF0A23">
        <w:t>GABRIELLE</w:t>
      </w:r>
    </w:p>
    <w:p w14:paraId="53EDC17F" w14:textId="77777777" w:rsidR="00905145" w:rsidRPr="00AF0A23" w:rsidRDefault="00905145" w:rsidP="00905145">
      <w:r w:rsidRPr="00AF0A23">
        <w:t>Peut-être…</w:t>
      </w:r>
    </w:p>
    <w:p w14:paraId="63250D5D" w14:textId="77777777" w:rsidR="00905145" w:rsidRPr="00AF0A23" w:rsidRDefault="00905145" w:rsidP="00905145">
      <w:pPr>
        <w:ind w:firstLine="0"/>
        <w:jc w:val="center"/>
      </w:pPr>
      <w:r w:rsidRPr="00AF0A23">
        <w:t>SULLY</w:t>
      </w:r>
    </w:p>
    <w:p w14:paraId="1F7E8CAB" w14:textId="77777777" w:rsidR="00905145" w:rsidRPr="00AF0A23" w:rsidRDefault="00905145" w:rsidP="00905145">
      <w:r w:rsidRPr="00AF0A23">
        <w:t>Allons donc ?</w:t>
      </w:r>
    </w:p>
    <w:p w14:paraId="54E73477" w14:textId="77777777" w:rsidR="00905145" w:rsidRPr="00AF0A23" w:rsidRDefault="00905145" w:rsidP="00905145">
      <w:pPr>
        <w:ind w:firstLine="0"/>
        <w:jc w:val="center"/>
      </w:pPr>
      <w:r w:rsidRPr="00AF0A23">
        <w:t>GABRIELLE</w:t>
      </w:r>
    </w:p>
    <w:p w14:paraId="44D4A9D9" w14:textId="77777777" w:rsidR="00905145" w:rsidRPr="00AF0A23" w:rsidRDefault="00905145" w:rsidP="00905145">
      <w:r w:rsidRPr="00AF0A23">
        <w:t>Comme il a déjà peur !</w:t>
      </w:r>
    </w:p>
    <w:p w14:paraId="2D84C3E6" w14:textId="77777777" w:rsidR="00905145" w:rsidRPr="00AF0A23" w:rsidRDefault="00905145" w:rsidP="00905145">
      <w:r w:rsidRPr="00AF0A23">
        <w:t>Laissez-nous seuls. À tout à l’heure.</w:t>
      </w:r>
    </w:p>
    <w:p w14:paraId="595C0EC4" w14:textId="77777777" w:rsidR="00905145" w:rsidRPr="00D72CAB" w:rsidRDefault="00905145" w:rsidP="00905145">
      <w:pPr>
        <w:pStyle w:val="NormalRetraitGauche4XIndent0"/>
        <w:rPr>
          <w:i/>
          <w:iCs/>
        </w:rPr>
      </w:pPr>
      <w:r w:rsidRPr="00D72CAB">
        <w:rPr>
          <w:i/>
          <w:iCs/>
        </w:rPr>
        <w:t>Sully et Guitry s’éloignent. Elle s’approche du Roi sans qu’il l’ait entendue ni vue encore et, tendr</w:t>
      </w:r>
      <w:r w:rsidRPr="00D72CAB">
        <w:rPr>
          <w:i/>
          <w:iCs/>
        </w:rPr>
        <w:t>e</w:t>
      </w:r>
      <w:r w:rsidRPr="00D72CAB">
        <w:rPr>
          <w:i/>
          <w:iCs/>
        </w:rPr>
        <w:t>ment, passe ses bras autour de son cou.</w:t>
      </w:r>
    </w:p>
    <w:p w14:paraId="3BAF6898" w14:textId="77777777" w:rsidR="00905145" w:rsidRPr="00AF0A23" w:rsidRDefault="00905145" w:rsidP="00905145">
      <w:pPr>
        <w:ind w:firstLine="0"/>
        <w:jc w:val="center"/>
      </w:pPr>
      <w:r w:rsidRPr="00AF0A23">
        <w:t>HENRI</w:t>
      </w:r>
    </w:p>
    <w:p w14:paraId="534C5E91" w14:textId="77777777" w:rsidR="00905145" w:rsidRPr="00AF0A23" w:rsidRDefault="00905145" w:rsidP="00905145">
      <w:r w:rsidRPr="00AF0A23">
        <w:t>Mes Amours !</w:t>
      </w:r>
    </w:p>
    <w:p w14:paraId="33D4C83A" w14:textId="77777777" w:rsidR="00905145" w:rsidRPr="00AF0A23" w:rsidRDefault="00905145" w:rsidP="00905145">
      <w:pPr>
        <w:ind w:firstLine="0"/>
        <w:jc w:val="center"/>
      </w:pPr>
      <w:r w:rsidRPr="00AF0A23">
        <w:t>GABRIELLE</w:t>
      </w:r>
    </w:p>
    <w:p w14:paraId="051233F6" w14:textId="77777777" w:rsidR="00905145" w:rsidRPr="00AF0A23" w:rsidRDefault="00905145" w:rsidP="00905145">
      <w:pPr>
        <w:pStyle w:val="NormalEspAvt0EspApr0"/>
      </w:pPr>
      <w:r w:rsidRPr="00AF0A23">
        <w:t>Oui, Monsieur, vos Amours qui viennent vous surpre</w:t>
      </w:r>
      <w:r w:rsidRPr="00AF0A23">
        <w:t>n</w:t>
      </w:r>
      <w:r w:rsidRPr="00AF0A23">
        <w:t>dre.</w:t>
      </w:r>
    </w:p>
    <w:p w14:paraId="26602482" w14:textId="77777777" w:rsidR="00905145" w:rsidRPr="00AF0A23" w:rsidRDefault="00905145" w:rsidP="00905145">
      <w:pPr>
        <w:pStyle w:val="NormalEspAvt0EspApr0"/>
      </w:pPr>
      <w:r w:rsidRPr="00AF0A23">
        <w:t>Parce que vos Amours ont à vous parler.</w:t>
      </w:r>
    </w:p>
    <w:p w14:paraId="51655549" w14:textId="77777777" w:rsidR="00905145" w:rsidRPr="00AF0A23" w:rsidRDefault="00905145" w:rsidP="00905145">
      <w:pPr>
        <w:ind w:firstLine="0"/>
        <w:jc w:val="center"/>
      </w:pPr>
      <w:r w:rsidRPr="00AF0A23">
        <w:t>HENRI</w:t>
      </w:r>
    </w:p>
    <w:p w14:paraId="3785A4FE" w14:textId="77777777" w:rsidR="00905145" w:rsidRPr="00AF0A23" w:rsidRDefault="00905145" w:rsidP="00905145">
      <w:r w:rsidRPr="00AF0A23">
        <w:t>Mes Amours ont ce soir les plus beaux yeux du monde.</w:t>
      </w:r>
    </w:p>
    <w:p w14:paraId="1D176517" w14:textId="77777777" w:rsidR="00905145" w:rsidRPr="00AF0A23" w:rsidRDefault="00905145" w:rsidP="00905145">
      <w:pPr>
        <w:ind w:firstLine="0"/>
        <w:jc w:val="center"/>
      </w:pPr>
      <w:r w:rsidRPr="00AF0A23">
        <w:t>GABRIELLE</w:t>
      </w:r>
    </w:p>
    <w:p w14:paraId="258DDB67" w14:textId="77777777" w:rsidR="00905145" w:rsidRPr="00AF0A23" w:rsidRDefault="00905145" w:rsidP="00905145">
      <w:r w:rsidRPr="00AF0A23">
        <w:t>Écoutez-moi.</w:t>
      </w:r>
    </w:p>
    <w:p w14:paraId="4E26D329" w14:textId="77777777" w:rsidR="00905145" w:rsidRPr="00AF0A23" w:rsidRDefault="00905145" w:rsidP="00905145">
      <w:pPr>
        <w:ind w:firstLine="0"/>
        <w:jc w:val="center"/>
      </w:pPr>
      <w:r w:rsidRPr="00AF0A23">
        <w:t>HENRI</w:t>
      </w:r>
    </w:p>
    <w:p w14:paraId="427FB671" w14:textId="77777777" w:rsidR="00905145" w:rsidRPr="00AF0A23" w:rsidRDefault="00905145" w:rsidP="00905145">
      <w:r w:rsidRPr="00AF0A23">
        <w:lastRenderedPageBreak/>
        <w:t>Je vous préviens, ma mie, que si vous m’êtes envoyée par Messieurs les évêques pour me parler de ma conversion, ou par mes officiers pour m’engager de prendre à l’aurore les armes, vous allez me mettre en c</w:t>
      </w:r>
      <w:r w:rsidRPr="00AF0A23">
        <w:t>o</w:t>
      </w:r>
      <w:r w:rsidRPr="00AF0A23">
        <w:t>lère…</w:t>
      </w:r>
    </w:p>
    <w:p w14:paraId="3886F221" w14:textId="77777777" w:rsidR="00905145" w:rsidRPr="00AF0A23" w:rsidRDefault="00905145" w:rsidP="00905145">
      <w:pPr>
        <w:ind w:firstLine="0"/>
        <w:jc w:val="center"/>
      </w:pPr>
      <w:r w:rsidRPr="00AF0A23">
        <w:t>GABRIELLE</w:t>
      </w:r>
    </w:p>
    <w:p w14:paraId="2C03B71A" w14:textId="77777777" w:rsidR="00905145" w:rsidRPr="00AF0A23" w:rsidRDefault="00905145" w:rsidP="00905145">
      <w:r w:rsidRPr="00AF0A23">
        <w:t>Je ne viens vous parler ni de combats, Monsieur, ni de co</w:t>
      </w:r>
      <w:r w:rsidRPr="00AF0A23">
        <w:t>n</w:t>
      </w:r>
      <w:r w:rsidRPr="00AF0A23">
        <w:t>version. Chacun doit se mêler de ce qui le regarde. Je ne viens vous parler que de vous et de moi.</w:t>
      </w:r>
    </w:p>
    <w:p w14:paraId="2594357E" w14:textId="77777777" w:rsidR="00905145" w:rsidRPr="00AF0A23" w:rsidRDefault="00905145" w:rsidP="00905145">
      <w:pPr>
        <w:ind w:firstLine="0"/>
        <w:jc w:val="center"/>
      </w:pPr>
      <w:r w:rsidRPr="00AF0A23">
        <w:t>HENRI</w:t>
      </w:r>
    </w:p>
    <w:p w14:paraId="41D4DC78" w14:textId="77777777" w:rsidR="00905145" w:rsidRPr="00AF0A23" w:rsidRDefault="00905145" w:rsidP="00905145">
      <w:pPr>
        <w:pStyle w:val="NormalEspAvt0EspApr0"/>
      </w:pPr>
      <w:r w:rsidRPr="00AF0A23">
        <w:t>Je n’imagine pas de sujet plus cha</w:t>
      </w:r>
      <w:r w:rsidRPr="00AF0A23">
        <w:t>r</w:t>
      </w:r>
      <w:r w:rsidRPr="00AF0A23">
        <w:t>mant.</w:t>
      </w:r>
    </w:p>
    <w:p w14:paraId="1E1ABC31" w14:textId="77777777" w:rsidR="00905145" w:rsidRPr="00AF0A23" w:rsidRDefault="00905145" w:rsidP="00905145">
      <w:pPr>
        <w:pStyle w:val="NormalEspAvt0EspApr0"/>
      </w:pPr>
      <w:r w:rsidRPr="00AF0A23">
        <w:t>Parlez de vous surtout…</w:t>
      </w:r>
    </w:p>
    <w:p w14:paraId="02B25A0E" w14:textId="77777777" w:rsidR="00905145" w:rsidRPr="00AF0A23" w:rsidRDefault="00905145" w:rsidP="00905145">
      <w:pPr>
        <w:ind w:firstLine="0"/>
        <w:jc w:val="center"/>
      </w:pPr>
      <w:r w:rsidRPr="00AF0A23">
        <w:t>GABRIELLE</w:t>
      </w:r>
    </w:p>
    <w:p w14:paraId="0F356BAF" w14:textId="77777777" w:rsidR="00905145" w:rsidRPr="00AF0A23" w:rsidRDefault="00905145" w:rsidP="00905145">
      <w:pPr>
        <w:pStyle w:val="NormalEspAvt0EspApr0"/>
      </w:pPr>
      <w:r w:rsidRPr="00AF0A23">
        <w:t>Mais vous parler de moi, c’est vous parler de vous.</w:t>
      </w:r>
    </w:p>
    <w:p w14:paraId="0F70CC95" w14:textId="77777777" w:rsidR="00905145" w:rsidRPr="00AF0A23" w:rsidRDefault="00905145" w:rsidP="00905145">
      <w:pPr>
        <w:pStyle w:val="NormalEspAvt0EspApr0"/>
      </w:pPr>
      <w:r w:rsidRPr="00AF0A23">
        <w:t>J’avais dix-sept ans moins deux mois</w:t>
      </w:r>
    </w:p>
    <w:p w14:paraId="7565167D" w14:textId="77777777" w:rsidR="00905145" w:rsidRPr="00AF0A23" w:rsidRDefault="00905145" w:rsidP="00905145">
      <w:pPr>
        <w:pStyle w:val="NormalEspAvt0EspApr0"/>
      </w:pPr>
      <w:r w:rsidRPr="00AF0A23">
        <w:t>Lorsque… tu m’as connue.</w:t>
      </w:r>
    </w:p>
    <w:p w14:paraId="421CB99D" w14:textId="77777777" w:rsidR="00905145" w:rsidRPr="00AF0A23" w:rsidRDefault="00905145" w:rsidP="00905145">
      <w:pPr>
        <w:pStyle w:val="NormalEspAvt0EspApr0"/>
      </w:pPr>
      <w:r w:rsidRPr="00AF0A23">
        <w:t>Pour m’avoir tout à toi,</w:t>
      </w:r>
    </w:p>
    <w:p w14:paraId="63098DC8" w14:textId="77777777" w:rsidR="00905145" w:rsidRPr="00AF0A23" w:rsidRDefault="00905145" w:rsidP="00905145">
      <w:pPr>
        <w:pStyle w:val="NormalEspAvt0EspApr0"/>
      </w:pPr>
      <w:r w:rsidRPr="00AF0A23">
        <w:t>Uniquement à toi,</w:t>
      </w:r>
    </w:p>
    <w:p w14:paraId="00911205" w14:textId="77777777" w:rsidR="00905145" w:rsidRPr="00AF0A23" w:rsidRDefault="00905145" w:rsidP="00905145">
      <w:pPr>
        <w:pStyle w:val="NormalEspAvt0EspApr0"/>
      </w:pPr>
      <w:r w:rsidRPr="00AF0A23">
        <w:t>Tu m’as fait épo</w:t>
      </w:r>
      <w:r w:rsidRPr="00AF0A23">
        <w:t>u</w:t>
      </w:r>
      <w:r w:rsidRPr="00AF0A23">
        <w:t>ser</w:t>
      </w:r>
    </w:p>
    <w:p w14:paraId="586CED8E" w14:textId="77777777" w:rsidR="00905145" w:rsidRPr="00AF0A23" w:rsidRDefault="00905145" w:rsidP="00905145">
      <w:pPr>
        <w:pStyle w:val="NormalEspAvt0EspApr0"/>
      </w:pPr>
      <w:r w:rsidRPr="00AF0A23">
        <w:t>Un mari de ton choix,</w:t>
      </w:r>
    </w:p>
    <w:p w14:paraId="65E25313" w14:textId="77777777" w:rsidR="00905145" w:rsidRPr="00AF0A23" w:rsidRDefault="00905145" w:rsidP="00905145">
      <w:pPr>
        <w:pStyle w:val="NormalEspAvt0EspApr0"/>
      </w:pPr>
      <w:r w:rsidRPr="00AF0A23">
        <w:t>Le plus parfait qui soit !</w:t>
      </w:r>
    </w:p>
    <w:p w14:paraId="3699FA30" w14:textId="77777777" w:rsidR="00905145" w:rsidRPr="00AF0A23" w:rsidRDefault="00905145" w:rsidP="00905145">
      <w:pPr>
        <w:pStyle w:val="NormalEspAvt0EspApr0"/>
      </w:pPr>
      <w:r w:rsidRPr="00AF0A23">
        <w:t>Oui, le modèle des maris…</w:t>
      </w:r>
    </w:p>
    <w:p w14:paraId="4C1FC7B2" w14:textId="77777777" w:rsidR="00905145" w:rsidRPr="00AF0A23" w:rsidRDefault="00905145" w:rsidP="00905145">
      <w:pPr>
        <w:pStyle w:val="NormalEspAvt0EspApr0"/>
      </w:pPr>
      <w:r w:rsidRPr="00AF0A23">
        <w:t>Pour un amant :</w:t>
      </w:r>
    </w:p>
    <w:p w14:paraId="7A3CE3B5" w14:textId="77777777" w:rsidR="00905145" w:rsidRPr="00AF0A23" w:rsidRDefault="00905145" w:rsidP="00905145">
      <w:pPr>
        <w:pStyle w:val="NormalEspAvt0EspApr0"/>
      </w:pPr>
      <w:r w:rsidRPr="00AF0A23">
        <w:t>Distingué, sans esprit,</w:t>
      </w:r>
    </w:p>
    <w:p w14:paraId="0CF8941D" w14:textId="77777777" w:rsidR="00905145" w:rsidRPr="00AF0A23" w:rsidRDefault="00905145" w:rsidP="00905145">
      <w:pPr>
        <w:pStyle w:val="NormalEspAvt0EspApr0"/>
      </w:pPr>
      <w:r w:rsidRPr="00AF0A23">
        <w:t>Modeste et co</w:t>
      </w:r>
      <w:r w:rsidRPr="00AF0A23">
        <w:t>m</w:t>
      </w:r>
      <w:r w:rsidRPr="00AF0A23">
        <w:t>plaisant…</w:t>
      </w:r>
    </w:p>
    <w:p w14:paraId="3756CBAA" w14:textId="77777777" w:rsidR="00905145" w:rsidRPr="00AF0A23" w:rsidRDefault="00905145" w:rsidP="00905145">
      <w:pPr>
        <w:pStyle w:val="NormalEspAvt0EspApr0"/>
      </w:pPr>
      <w:r w:rsidRPr="00AF0A23">
        <w:t>Et d’autant plus tranquillisant</w:t>
      </w:r>
    </w:p>
    <w:p w14:paraId="17D01C44" w14:textId="77777777" w:rsidR="00905145" w:rsidRPr="00AF0A23" w:rsidRDefault="00905145" w:rsidP="00905145">
      <w:pPr>
        <w:pStyle w:val="NormalEspAvt0EspApr0"/>
      </w:pPr>
      <w:r w:rsidRPr="00AF0A23">
        <w:t>Pour votre jalo</w:t>
      </w:r>
      <w:r w:rsidRPr="00AF0A23">
        <w:t>u</w:t>
      </w:r>
      <w:r w:rsidRPr="00AF0A23">
        <w:t>sie</w:t>
      </w:r>
    </w:p>
    <w:p w14:paraId="25D91893" w14:textId="77777777" w:rsidR="00905145" w:rsidRPr="00AF0A23" w:rsidRDefault="00905145" w:rsidP="00905145">
      <w:pPr>
        <w:pStyle w:val="NormalEspAvt0EspApr0"/>
      </w:pPr>
      <w:r w:rsidRPr="00AF0A23">
        <w:t>Que vous l’aviez choisi</w:t>
      </w:r>
    </w:p>
    <w:p w14:paraId="149077E7" w14:textId="77777777" w:rsidR="00905145" w:rsidRPr="00AF0A23" w:rsidRDefault="00905145" w:rsidP="00905145">
      <w:pPr>
        <w:pStyle w:val="NormalEspAvt0EspApr0"/>
      </w:pPr>
      <w:r w:rsidRPr="00AF0A23">
        <w:t>Tout à fait i</w:t>
      </w:r>
      <w:r w:rsidRPr="00AF0A23">
        <w:t>m</w:t>
      </w:r>
      <w:r w:rsidRPr="00AF0A23">
        <w:t>puissant.</w:t>
      </w:r>
    </w:p>
    <w:p w14:paraId="05548AC0" w14:textId="77777777" w:rsidR="00905145" w:rsidRPr="00AF0A23" w:rsidRDefault="00905145" w:rsidP="00905145">
      <w:pPr>
        <w:pStyle w:val="NormalEspAvt0EspApr0"/>
      </w:pPr>
      <w:r w:rsidRPr="00AF0A23">
        <w:t>Je vous en r</w:t>
      </w:r>
      <w:r w:rsidRPr="00AF0A23">
        <w:t>e</w:t>
      </w:r>
      <w:r w:rsidRPr="00AF0A23">
        <w:t>mercie.</w:t>
      </w:r>
    </w:p>
    <w:p w14:paraId="175B9336" w14:textId="77777777" w:rsidR="00905145" w:rsidRPr="00AF0A23" w:rsidRDefault="00905145" w:rsidP="00905145">
      <w:pPr>
        <w:pStyle w:val="NormalEspAvt0EspApr0"/>
      </w:pPr>
      <w:r w:rsidRPr="00AF0A23">
        <w:t>Cet agréable m</w:t>
      </w:r>
      <w:r w:rsidRPr="00AF0A23">
        <w:t>a</w:t>
      </w:r>
      <w:r w:rsidRPr="00AF0A23">
        <w:t>riage</w:t>
      </w:r>
    </w:p>
    <w:p w14:paraId="2F2B3F95" w14:textId="77777777" w:rsidR="00905145" w:rsidRPr="00AF0A23" w:rsidRDefault="00905145" w:rsidP="00905145">
      <w:pPr>
        <w:pStyle w:val="NormalEspAvt0EspApr0"/>
      </w:pPr>
      <w:r w:rsidRPr="00AF0A23">
        <w:lastRenderedPageBreak/>
        <w:t>Avec le Sieur de Liancourt</w:t>
      </w:r>
    </w:p>
    <w:p w14:paraId="2932FD1D" w14:textId="77777777" w:rsidR="00905145" w:rsidRPr="00AF0A23" w:rsidRDefault="00905145" w:rsidP="00905145">
      <w:pPr>
        <w:pStyle w:val="NormalEspAvt0EspApr0"/>
      </w:pPr>
      <w:r w:rsidRPr="00AF0A23">
        <w:t>Avait en outre un avantage,</w:t>
      </w:r>
    </w:p>
    <w:p w14:paraId="24250E0A" w14:textId="77777777" w:rsidR="00905145" w:rsidRPr="00AF0A23" w:rsidRDefault="00905145" w:rsidP="00905145">
      <w:pPr>
        <w:pStyle w:val="NormalEspAvt0EspApr0"/>
      </w:pPr>
      <w:r w:rsidRPr="00AF0A23">
        <w:t>Un avantage pour le Roi,</w:t>
      </w:r>
    </w:p>
    <w:p w14:paraId="3C985A91" w14:textId="77777777" w:rsidR="00905145" w:rsidRPr="00AF0A23" w:rsidRDefault="00905145" w:rsidP="00905145">
      <w:pPr>
        <w:pStyle w:val="NormalEspAvt0EspApr0"/>
      </w:pPr>
      <w:r w:rsidRPr="00AF0A23">
        <w:t>Il éloignait de moi</w:t>
      </w:r>
    </w:p>
    <w:p w14:paraId="3BD74AB6" w14:textId="77777777" w:rsidR="00905145" w:rsidRPr="00AF0A23" w:rsidRDefault="00905145" w:rsidP="00905145">
      <w:pPr>
        <w:pStyle w:val="NormalEspAvt0EspApr0"/>
      </w:pPr>
      <w:r w:rsidRPr="00AF0A23">
        <w:t>Monsieur de Be</w:t>
      </w:r>
      <w:r w:rsidRPr="00AF0A23">
        <w:t>l</w:t>
      </w:r>
      <w:r w:rsidRPr="00AF0A23">
        <w:t>legarde,</w:t>
      </w:r>
    </w:p>
    <w:p w14:paraId="4D5A0062" w14:textId="77777777" w:rsidR="00905145" w:rsidRPr="00AF0A23" w:rsidRDefault="00905145" w:rsidP="00905145">
      <w:pPr>
        <w:pStyle w:val="NormalEspAvt0EspApr0"/>
      </w:pPr>
      <w:r w:rsidRPr="00AF0A23">
        <w:t>Celui de vos amis qui me faisait la cour</w:t>
      </w:r>
    </w:p>
    <w:p w14:paraId="10CD8865" w14:textId="77777777" w:rsidR="00905145" w:rsidRPr="00AF0A23" w:rsidRDefault="00905145" w:rsidP="00905145">
      <w:pPr>
        <w:pStyle w:val="NormalEspAvt0EspApr0"/>
      </w:pPr>
      <w:r w:rsidRPr="00AF0A23">
        <w:t>Et qui, sans pre</w:t>
      </w:r>
      <w:r w:rsidRPr="00AF0A23">
        <w:t>n</w:t>
      </w:r>
      <w:r w:rsidRPr="00AF0A23">
        <w:t>dre garde</w:t>
      </w:r>
    </w:p>
    <w:p w14:paraId="37F64789" w14:textId="77777777" w:rsidR="00905145" w:rsidRPr="00AF0A23" w:rsidRDefault="00905145" w:rsidP="00905145">
      <w:pPr>
        <w:pStyle w:val="NormalEspAvt0EspApr0"/>
      </w:pPr>
      <w:r w:rsidRPr="00AF0A23">
        <w:t>À l’imprudence folle, hélas ! qu’il commettait,</w:t>
      </w:r>
    </w:p>
    <w:p w14:paraId="7E231920" w14:textId="77777777" w:rsidR="00905145" w:rsidRPr="00AF0A23" w:rsidRDefault="00905145" w:rsidP="00905145">
      <w:pPr>
        <w:pStyle w:val="NormalEspAvt0EspApr0"/>
      </w:pPr>
      <w:r w:rsidRPr="00AF0A23">
        <w:t>Un soir d’avril chez mes parents nous pr</w:t>
      </w:r>
      <w:r w:rsidRPr="00AF0A23">
        <w:t>é</w:t>
      </w:r>
      <w:r w:rsidRPr="00AF0A23">
        <w:t>sentait…</w:t>
      </w:r>
    </w:p>
    <w:p w14:paraId="2387CFF8" w14:textId="77777777" w:rsidR="00905145" w:rsidRPr="00AF0A23" w:rsidRDefault="00905145" w:rsidP="00905145">
      <w:pPr>
        <w:pStyle w:val="NormalEspAvt0EspApr0"/>
      </w:pPr>
      <w:r w:rsidRPr="00AF0A23">
        <w:t>Ainsi donc nous voilà très heureux tous les trois,</w:t>
      </w:r>
    </w:p>
    <w:p w14:paraId="2C4233F0" w14:textId="77777777" w:rsidR="00905145" w:rsidRPr="00AF0A23" w:rsidRDefault="00905145" w:rsidP="00905145">
      <w:pPr>
        <w:pStyle w:val="NormalEspAvt0EspApr0"/>
      </w:pPr>
      <w:r w:rsidRPr="00AF0A23">
        <w:t>Lui, vous et moi.</w:t>
      </w:r>
    </w:p>
    <w:p w14:paraId="02CF45AC" w14:textId="77777777" w:rsidR="00905145" w:rsidRPr="00AF0A23" w:rsidRDefault="00905145" w:rsidP="00905145">
      <w:pPr>
        <w:pStyle w:val="NormalEspAvt0EspApr0"/>
      </w:pPr>
      <w:r w:rsidRPr="00AF0A23">
        <w:t>Vous me dites que vous m’aimez… et je vous crois,</w:t>
      </w:r>
    </w:p>
    <w:p w14:paraId="64B095E6" w14:textId="77777777" w:rsidR="00905145" w:rsidRPr="00AF0A23" w:rsidRDefault="00905145" w:rsidP="00905145">
      <w:pPr>
        <w:pStyle w:val="NormalEspAvt0EspApr0"/>
      </w:pPr>
      <w:r w:rsidRPr="00AF0A23">
        <w:t>Moi, parbleu, je t’adore… et je te suis f</w:t>
      </w:r>
      <w:r w:rsidRPr="00AF0A23">
        <w:t>i</w:t>
      </w:r>
      <w:r w:rsidRPr="00AF0A23">
        <w:t>dèle,</w:t>
      </w:r>
    </w:p>
    <w:p w14:paraId="65737E28" w14:textId="77777777" w:rsidR="00905145" w:rsidRPr="00AF0A23" w:rsidRDefault="00905145" w:rsidP="00905145">
      <w:pPr>
        <w:pStyle w:val="NormalEspAvt0EspApr0"/>
      </w:pPr>
      <w:r w:rsidRPr="00AF0A23">
        <w:t>Si Votre Majesté peut en dire autant d’elle ?</w:t>
      </w:r>
    </w:p>
    <w:p w14:paraId="1ABBC111" w14:textId="77777777" w:rsidR="00905145" w:rsidRPr="00D72CAB" w:rsidRDefault="00905145" w:rsidP="00905145">
      <w:pPr>
        <w:pStyle w:val="NormalRetraitGauche4XIndent0"/>
        <w:rPr>
          <w:i/>
          <w:iCs/>
        </w:rPr>
      </w:pPr>
      <w:r w:rsidRPr="00D72CAB">
        <w:rPr>
          <w:i/>
          <w:iCs/>
        </w:rPr>
        <w:t>Il fait un geste qui ne doit laisser aucun doute dans l’esprit de Gabrielle.</w:t>
      </w:r>
    </w:p>
    <w:p w14:paraId="2FEA584F" w14:textId="77777777" w:rsidR="00905145" w:rsidRPr="00AF0A23" w:rsidRDefault="00905145" w:rsidP="00905145">
      <w:pPr>
        <w:pStyle w:val="NormalEspAvt0EspApr0"/>
      </w:pPr>
      <w:r w:rsidRPr="00AF0A23">
        <w:t>Donc je te suis fidèle.</w:t>
      </w:r>
    </w:p>
    <w:p w14:paraId="4C4A8BD7" w14:textId="77777777" w:rsidR="00905145" w:rsidRPr="00AF0A23" w:rsidRDefault="00905145" w:rsidP="00905145">
      <w:pPr>
        <w:pStyle w:val="NormalEspAvt0EspApr0"/>
      </w:pPr>
      <w:r w:rsidRPr="00AF0A23">
        <w:t>Et rien ne ma</w:t>
      </w:r>
      <w:r w:rsidRPr="00AF0A23">
        <w:t>n</w:t>
      </w:r>
      <w:r w:rsidRPr="00AF0A23">
        <w:t>que à mon mari…</w:t>
      </w:r>
    </w:p>
    <w:p w14:paraId="62E39956" w14:textId="77777777" w:rsidR="00905145" w:rsidRPr="00AF0A23" w:rsidRDefault="00905145" w:rsidP="00905145">
      <w:pPr>
        <w:pStyle w:val="NormalEspAvt0EspApr0"/>
      </w:pPr>
      <w:r w:rsidRPr="00AF0A23">
        <w:t>Sinon, bien entendu, toujours le princ</w:t>
      </w:r>
      <w:r w:rsidRPr="00AF0A23">
        <w:t>i</w:t>
      </w:r>
      <w:r w:rsidRPr="00AF0A23">
        <w:t>pal.</w:t>
      </w:r>
    </w:p>
    <w:p w14:paraId="507E571A" w14:textId="77777777" w:rsidR="00905145" w:rsidRPr="00AF0A23" w:rsidRDefault="00905145" w:rsidP="00905145">
      <w:pPr>
        <w:pStyle w:val="NormalEspAvt0EspApr0"/>
      </w:pPr>
      <w:r w:rsidRPr="00AF0A23">
        <w:t>Or, cette nuit je dormais mal</w:t>
      </w:r>
    </w:p>
    <w:p w14:paraId="19E058A3" w14:textId="77777777" w:rsidR="00905145" w:rsidRPr="00AF0A23" w:rsidRDefault="00905145" w:rsidP="00905145">
      <w:pPr>
        <w:pStyle w:val="NormalEspAvt0EspApr0"/>
      </w:pPr>
      <w:r w:rsidRPr="00AF0A23">
        <w:t>Et je pensais à mille choses…</w:t>
      </w:r>
    </w:p>
    <w:p w14:paraId="4EB53709" w14:textId="77777777" w:rsidR="00905145" w:rsidRPr="00AF0A23" w:rsidRDefault="00905145" w:rsidP="00905145">
      <w:pPr>
        <w:pStyle w:val="NormalEspAvt0EspApr0"/>
      </w:pPr>
      <w:r w:rsidRPr="00AF0A23">
        <w:t>Qu’adviendrait-il de moi</w:t>
      </w:r>
    </w:p>
    <w:p w14:paraId="190D3B99" w14:textId="77777777" w:rsidR="00905145" w:rsidRPr="00AF0A23" w:rsidRDefault="00905145" w:rsidP="00905145">
      <w:pPr>
        <w:pStyle w:val="NormalEspAvt0EspApr0"/>
      </w:pPr>
      <w:r w:rsidRPr="00AF0A23">
        <w:t>Si dans deux mois, si dans six mois</w:t>
      </w:r>
    </w:p>
    <w:p w14:paraId="2BB42291" w14:textId="77777777" w:rsidR="00905145" w:rsidRPr="00AF0A23" w:rsidRDefault="00905145" w:rsidP="00905145">
      <w:pPr>
        <w:pStyle w:val="NormalEspAvt0EspApr0"/>
      </w:pPr>
      <w:r w:rsidRPr="00AF0A23">
        <w:t>Je vous disais : je suis enceinte… Je suppose.</w:t>
      </w:r>
    </w:p>
    <w:p w14:paraId="389EE12E" w14:textId="77777777" w:rsidR="00905145" w:rsidRPr="00AF0A23" w:rsidRDefault="00905145" w:rsidP="00905145">
      <w:pPr>
        <w:pStyle w:val="NormalEspAvt0EspApr0"/>
      </w:pPr>
      <w:r w:rsidRPr="00AF0A23">
        <w:t>Avant que de r</w:t>
      </w:r>
      <w:r w:rsidRPr="00AF0A23">
        <w:t>é</w:t>
      </w:r>
      <w:r w:rsidRPr="00AF0A23">
        <w:t>pondre, à mon mari pensez…</w:t>
      </w:r>
    </w:p>
    <w:p w14:paraId="423166A5" w14:textId="77777777" w:rsidR="00905145" w:rsidRPr="00AF0A23" w:rsidRDefault="00905145" w:rsidP="00905145">
      <w:pPr>
        <w:ind w:firstLine="0"/>
        <w:jc w:val="center"/>
      </w:pPr>
      <w:r w:rsidRPr="00AF0A23">
        <w:t>HENRI</w:t>
      </w:r>
    </w:p>
    <w:p w14:paraId="7C3BA5F9" w14:textId="77777777" w:rsidR="00905145" w:rsidRPr="00AF0A23" w:rsidRDefault="00905145" w:rsidP="00905145">
      <w:r w:rsidRPr="00AF0A23">
        <w:t>Le malheureux sait bien…</w:t>
      </w:r>
    </w:p>
    <w:p w14:paraId="175B4017" w14:textId="77777777" w:rsidR="00905145" w:rsidRPr="00AF0A23" w:rsidRDefault="00905145" w:rsidP="00905145">
      <w:pPr>
        <w:ind w:firstLine="0"/>
        <w:jc w:val="center"/>
      </w:pPr>
      <w:r w:rsidRPr="00AF0A23">
        <w:t>GABRIELLE</w:t>
      </w:r>
    </w:p>
    <w:p w14:paraId="22B664EF" w14:textId="77777777" w:rsidR="00905145" w:rsidRPr="00AF0A23" w:rsidRDefault="00905145" w:rsidP="00905145">
      <w:pPr>
        <w:pStyle w:val="NormalEspAvt0EspApr0"/>
      </w:pPr>
      <w:r w:rsidRPr="00AF0A23">
        <w:t>Oui, lui le sait,</w:t>
      </w:r>
    </w:p>
    <w:p w14:paraId="4A4AEF9A" w14:textId="77777777" w:rsidR="00905145" w:rsidRPr="00AF0A23" w:rsidRDefault="00905145" w:rsidP="00905145">
      <w:pPr>
        <w:pStyle w:val="NormalEspAvt0EspApr0"/>
      </w:pPr>
      <w:r w:rsidRPr="00AF0A23">
        <w:t>Moi je le sais, tu le sais, toi,</w:t>
      </w:r>
    </w:p>
    <w:p w14:paraId="37D6CB6D" w14:textId="77777777" w:rsidR="00905145" w:rsidRPr="00AF0A23" w:rsidRDefault="00905145" w:rsidP="00905145">
      <w:pPr>
        <w:pStyle w:val="NormalEspAvt0EspApr0"/>
      </w:pPr>
      <w:r w:rsidRPr="00AF0A23">
        <w:lastRenderedPageBreak/>
        <w:t>Mais les autres n’en savent rien.</w:t>
      </w:r>
    </w:p>
    <w:p w14:paraId="4646DE54" w14:textId="77777777" w:rsidR="00905145" w:rsidRPr="00AF0A23" w:rsidRDefault="00905145" w:rsidP="00905145">
      <w:pPr>
        <w:pStyle w:val="NormalEspAvt0EspApr0"/>
      </w:pPr>
      <w:r w:rsidRPr="00AF0A23">
        <w:t>Ce n’est pas une chose à crier sur les toits,</w:t>
      </w:r>
    </w:p>
    <w:p w14:paraId="27CC0C2B" w14:textId="77777777" w:rsidR="00905145" w:rsidRPr="00AF0A23" w:rsidRDefault="00905145" w:rsidP="00905145">
      <w:pPr>
        <w:pStyle w:val="NormalEspAvt0EspApr0"/>
      </w:pPr>
      <w:r w:rsidRPr="00AF0A23">
        <w:t xml:space="preserve">Et mes parents, </w:t>
      </w:r>
      <w:proofErr w:type="gramStart"/>
      <w:r w:rsidRPr="00AF0A23">
        <w:t>et</w:t>
      </w:r>
      <w:proofErr w:type="gramEnd"/>
      <w:r w:rsidRPr="00AF0A23">
        <w:t xml:space="preserve"> bien des gens</w:t>
      </w:r>
    </w:p>
    <w:p w14:paraId="59FB8451" w14:textId="77777777" w:rsidR="00905145" w:rsidRPr="00AF0A23" w:rsidRDefault="00905145" w:rsidP="00905145">
      <w:pPr>
        <w:pStyle w:val="NormalEspAvt0EspApr0"/>
      </w:pPr>
      <w:r w:rsidRPr="00AF0A23">
        <w:t>Supposeraient</w:t>
      </w:r>
    </w:p>
    <w:p w14:paraId="21100832" w14:textId="77777777" w:rsidR="00905145" w:rsidRPr="00AF0A23" w:rsidRDefault="00905145" w:rsidP="00905145">
      <w:pPr>
        <w:pStyle w:val="NormalEspAvt0EspApr0"/>
      </w:pPr>
      <w:r w:rsidRPr="00AF0A23">
        <w:t>Que l’enfant est de lui…</w:t>
      </w:r>
    </w:p>
    <w:p w14:paraId="7F1727CC" w14:textId="77777777" w:rsidR="00905145" w:rsidRPr="00AF0A23" w:rsidRDefault="00905145" w:rsidP="00905145">
      <w:pPr>
        <w:pStyle w:val="NormalEspAvt0EspApr0"/>
      </w:pPr>
      <w:r w:rsidRPr="00AF0A23">
        <w:t>Ce dont, ass</w:t>
      </w:r>
      <w:r w:rsidRPr="00AF0A23">
        <w:t>u</w:t>
      </w:r>
      <w:r w:rsidRPr="00AF0A23">
        <w:t>rément,</w:t>
      </w:r>
    </w:p>
    <w:p w14:paraId="365EC1CF" w14:textId="77777777" w:rsidR="00905145" w:rsidRPr="00AF0A23" w:rsidRDefault="00905145" w:rsidP="00905145">
      <w:pPr>
        <w:pStyle w:val="NormalEspAvt0EspApr0"/>
      </w:pPr>
      <w:r w:rsidRPr="00AF0A23">
        <w:t>Je mourrais</w:t>
      </w:r>
    </w:p>
    <w:p w14:paraId="6C3DF00C" w14:textId="77777777" w:rsidR="00905145" w:rsidRPr="00AF0A23" w:rsidRDefault="00905145" w:rsidP="00905145">
      <w:pPr>
        <w:pStyle w:val="NormalEspAvt0EspApr0"/>
      </w:pPr>
      <w:r w:rsidRPr="00AF0A23">
        <w:t>De dépit.</w:t>
      </w:r>
    </w:p>
    <w:p w14:paraId="1F2EF200" w14:textId="77777777" w:rsidR="00905145" w:rsidRPr="00AF0A23" w:rsidRDefault="00905145" w:rsidP="00905145">
      <w:pPr>
        <w:ind w:firstLine="0"/>
        <w:jc w:val="center"/>
      </w:pPr>
      <w:r w:rsidRPr="00AF0A23">
        <w:t>HENRI</w:t>
      </w:r>
    </w:p>
    <w:p w14:paraId="6706A45E" w14:textId="77777777" w:rsidR="00905145" w:rsidRPr="00AF0A23" w:rsidRDefault="00905145" w:rsidP="00905145">
      <w:pPr>
        <w:pStyle w:val="NormalEspAvt0EspApr0"/>
      </w:pPr>
      <w:r w:rsidRPr="00AF0A23">
        <w:t>Que mes Amours se tranquillisent.</w:t>
      </w:r>
    </w:p>
    <w:p w14:paraId="04DC9719" w14:textId="77777777" w:rsidR="00905145" w:rsidRPr="00AF0A23" w:rsidRDefault="00905145" w:rsidP="00905145">
      <w:pPr>
        <w:pStyle w:val="NormalEspAvt0EspApr0"/>
      </w:pPr>
      <w:r w:rsidRPr="00AF0A23">
        <w:t>Si ce bonheur se produisait,</w:t>
      </w:r>
    </w:p>
    <w:p w14:paraId="1D9D519B" w14:textId="77777777" w:rsidR="00905145" w:rsidRPr="00AF0A23" w:rsidRDefault="00905145" w:rsidP="00905145">
      <w:pPr>
        <w:pStyle w:val="NormalEspAvt0EspApr0"/>
      </w:pPr>
      <w:r w:rsidRPr="00AF0A23">
        <w:t>Dieu veuille un jour qu’il se pr</w:t>
      </w:r>
      <w:r w:rsidRPr="00AF0A23">
        <w:t>o</w:t>
      </w:r>
      <w:r w:rsidRPr="00AF0A23">
        <w:t>duise !</w:t>
      </w:r>
    </w:p>
    <w:p w14:paraId="375071A3" w14:textId="77777777" w:rsidR="00905145" w:rsidRPr="00AF0A23" w:rsidRDefault="00905145" w:rsidP="00905145">
      <w:pPr>
        <w:pStyle w:val="NormalEspAvt0EspApr0"/>
      </w:pPr>
      <w:r w:rsidRPr="00AF0A23">
        <w:t>Vite je te dém</w:t>
      </w:r>
      <w:r w:rsidRPr="00AF0A23">
        <w:t>a</w:t>
      </w:r>
      <w:r w:rsidRPr="00AF0A23">
        <w:t>rierais,</w:t>
      </w:r>
    </w:p>
    <w:p w14:paraId="24245B40" w14:textId="77777777" w:rsidR="00905145" w:rsidRPr="00AF0A23" w:rsidRDefault="00905145" w:rsidP="00905145">
      <w:pPr>
        <w:pStyle w:val="NormalEspAvt0EspApr0"/>
      </w:pPr>
      <w:r w:rsidRPr="00AF0A23">
        <w:t>Et si, neuf mois plus tard, un fils tu me donnais,</w:t>
      </w:r>
    </w:p>
    <w:p w14:paraId="21CD6258" w14:textId="77777777" w:rsidR="00905145" w:rsidRPr="00AF0A23" w:rsidRDefault="00905145" w:rsidP="00905145">
      <w:pPr>
        <w:pStyle w:val="NormalEspAvt0EspApr0"/>
      </w:pPr>
      <w:r w:rsidRPr="00AF0A23">
        <w:t>Le lendemain de sa naissance,</w:t>
      </w:r>
    </w:p>
    <w:p w14:paraId="5F42975E" w14:textId="77777777" w:rsidR="00905145" w:rsidRPr="00AF0A23" w:rsidRDefault="00905145" w:rsidP="00905145">
      <w:pPr>
        <w:pStyle w:val="NormalEspAvt0EspApr0"/>
      </w:pPr>
      <w:r w:rsidRPr="00AF0A23">
        <w:t>À son tour le Roi se démarierait…</w:t>
      </w:r>
    </w:p>
    <w:p w14:paraId="18B5E358" w14:textId="77777777" w:rsidR="00905145" w:rsidRPr="00AF0A23" w:rsidRDefault="00905145" w:rsidP="00905145">
      <w:pPr>
        <w:pStyle w:val="NormalEspAvt0EspApr0"/>
      </w:pPr>
      <w:r w:rsidRPr="00AF0A23">
        <w:t>Puis il t’épouserait,</w:t>
      </w:r>
    </w:p>
    <w:p w14:paraId="14DF538E" w14:textId="77777777" w:rsidR="00905145" w:rsidRPr="00AF0A23" w:rsidRDefault="00905145" w:rsidP="00905145">
      <w:pPr>
        <w:pStyle w:val="NormalEspAvt0EspApr0"/>
      </w:pPr>
      <w:r w:rsidRPr="00AF0A23">
        <w:t>Pour que tu sois Reine de France…</w:t>
      </w:r>
    </w:p>
    <w:p w14:paraId="569524FC" w14:textId="77777777" w:rsidR="00905145" w:rsidRPr="00D72CAB" w:rsidRDefault="00905145" w:rsidP="00905145">
      <w:pPr>
        <w:pStyle w:val="NormalRetraitGauche4XIndent0"/>
        <w:rPr>
          <w:i/>
          <w:iCs/>
        </w:rPr>
      </w:pPr>
      <w:r w:rsidRPr="00D72CAB">
        <w:rPr>
          <w:i/>
          <w:iCs/>
        </w:rPr>
        <w:t>Elle tressaille à cette pensée et se blottit dans ses bras.</w:t>
      </w:r>
    </w:p>
    <w:p w14:paraId="32B8AC71" w14:textId="77777777" w:rsidR="00905145" w:rsidRPr="00AF0A23" w:rsidRDefault="00905145" w:rsidP="00905145">
      <w:pPr>
        <w:ind w:firstLine="0"/>
        <w:jc w:val="center"/>
      </w:pPr>
      <w:r w:rsidRPr="00AF0A23">
        <w:t>GABRIELLE</w:t>
      </w:r>
    </w:p>
    <w:p w14:paraId="71BC3D2B" w14:textId="77777777" w:rsidR="00905145" w:rsidRPr="00AF0A23" w:rsidRDefault="00905145" w:rsidP="00905145">
      <w:r w:rsidRPr="00AF0A23">
        <w:t>Et quel nom tu lui donnerais ?</w:t>
      </w:r>
    </w:p>
    <w:p w14:paraId="5D839DD2" w14:textId="77777777" w:rsidR="00905145" w:rsidRPr="00AF0A23" w:rsidRDefault="00905145" w:rsidP="00905145">
      <w:pPr>
        <w:ind w:firstLine="0"/>
        <w:jc w:val="center"/>
      </w:pPr>
      <w:r w:rsidRPr="00AF0A23">
        <w:t>HENRI</w:t>
      </w:r>
    </w:p>
    <w:p w14:paraId="1D4A5D3B" w14:textId="77777777" w:rsidR="00905145" w:rsidRPr="00AF0A23" w:rsidRDefault="00905145" w:rsidP="00905145">
      <w:pPr>
        <w:pStyle w:val="NormalEspAvt0EspApr0"/>
      </w:pPr>
      <w:r w:rsidRPr="00AF0A23">
        <w:t>Je choisirais</w:t>
      </w:r>
    </w:p>
    <w:p w14:paraId="48E74F0A" w14:textId="77777777" w:rsidR="00905145" w:rsidRPr="00AF0A23" w:rsidRDefault="00905145" w:rsidP="00905145">
      <w:pPr>
        <w:pStyle w:val="NormalEspAvt0EspApr0"/>
      </w:pPr>
      <w:r w:rsidRPr="00AF0A23">
        <w:t>La ville ayant</w:t>
      </w:r>
    </w:p>
    <w:p w14:paraId="6CD00BB8" w14:textId="77777777" w:rsidR="00905145" w:rsidRPr="00AF0A23" w:rsidRDefault="00905145" w:rsidP="00905145">
      <w:pPr>
        <w:pStyle w:val="NormalEspAvt0EspApr0"/>
      </w:pPr>
      <w:r w:rsidRPr="00AF0A23">
        <w:t>Le plus beau nom, le plus seyant</w:t>
      </w:r>
    </w:p>
    <w:p w14:paraId="045E90ED" w14:textId="77777777" w:rsidR="00905145" w:rsidRPr="00AF0A23" w:rsidRDefault="00905145" w:rsidP="00905145">
      <w:pPr>
        <w:pStyle w:val="NormalEspAvt0EspApr0"/>
      </w:pPr>
      <w:r w:rsidRPr="00AF0A23">
        <w:t>De mon royaume,</w:t>
      </w:r>
    </w:p>
    <w:p w14:paraId="3AEA89F9" w14:textId="77777777" w:rsidR="00905145" w:rsidRPr="00AF0A23" w:rsidRDefault="00905145" w:rsidP="00905145">
      <w:pPr>
        <w:pStyle w:val="NormalEspAvt0EspApr0"/>
      </w:pPr>
      <w:r w:rsidRPr="00AF0A23">
        <w:t>Et ce nom-là lui donnerais,</w:t>
      </w:r>
    </w:p>
    <w:p w14:paraId="52BBDFEF" w14:textId="77777777" w:rsidR="00905145" w:rsidRPr="00AF0A23" w:rsidRDefault="00905145" w:rsidP="00905145">
      <w:pPr>
        <w:pStyle w:val="NormalEspAvt0EspApr0"/>
      </w:pPr>
      <w:r w:rsidRPr="00AF0A23">
        <w:t>Pour qu’il soit le duc de Vendôme.</w:t>
      </w:r>
    </w:p>
    <w:p w14:paraId="0C8AC2CC" w14:textId="77777777" w:rsidR="00905145" w:rsidRPr="00AF0A23" w:rsidRDefault="00905145" w:rsidP="00905145">
      <w:pPr>
        <w:ind w:firstLine="0"/>
        <w:jc w:val="center"/>
      </w:pPr>
      <w:r w:rsidRPr="00AF0A23">
        <w:lastRenderedPageBreak/>
        <w:t>GABRIELLE</w:t>
      </w:r>
    </w:p>
    <w:p w14:paraId="425FBFF6" w14:textId="77777777" w:rsidR="00905145" w:rsidRPr="00AF0A23" w:rsidRDefault="00905145" w:rsidP="00905145">
      <w:pPr>
        <w:pStyle w:val="NormalEspAvt0EspApr0"/>
      </w:pPr>
      <w:r w:rsidRPr="00AF0A23">
        <w:t>Tu me démari</w:t>
      </w:r>
      <w:r w:rsidRPr="00AF0A23">
        <w:t>e</w:t>
      </w:r>
      <w:r w:rsidRPr="00AF0A23">
        <w:t>rais, tu te démarierais</w:t>
      </w:r>
    </w:p>
    <w:p w14:paraId="6E540E84" w14:textId="77777777" w:rsidR="00905145" w:rsidRPr="00AF0A23" w:rsidRDefault="00905145" w:rsidP="00905145">
      <w:pPr>
        <w:pStyle w:val="NormalEspAvt0EspApr0"/>
      </w:pPr>
      <w:r w:rsidRPr="00AF0A23">
        <w:t>Puis tu m’épouserais…</w:t>
      </w:r>
    </w:p>
    <w:p w14:paraId="29BDC91A" w14:textId="77777777" w:rsidR="00905145" w:rsidRPr="00AF0A23" w:rsidRDefault="00905145" w:rsidP="00905145">
      <w:pPr>
        <w:pStyle w:val="NormalEspAvt0EspApr0"/>
      </w:pPr>
      <w:r w:rsidRPr="00AF0A23">
        <w:t>Mais je voudrais savoir comment tu t’y prendrais.</w:t>
      </w:r>
    </w:p>
    <w:p w14:paraId="70D8BAB1" w14:textId="77777777" w:rsidR="00905145" w:rsidRPr="00AF0A23" w:rsidRDefault="00905145" w:rsidP="00905145">
      <w:pPr>
        <w:pStyle w:val="NormalEspAvt0EspApr0"/>
      </w:pPr>
      <w:r w:rsidRPr="00AF0A23">
        <w:t>Car pour dém</w:t>
      </w:r>
      <w:r w:rsidRPr="00AF0A23">
        <w:t>a</w:t>
      </w:r>
      <w:r w:rsidRPr="00AF0A23">
        <w:t>rier tant de gens à sa guise</w:t>
      </w:r>
    </w:p>
    <w:p w14:paraId="457F06BF" w14:textId="77777777" w:rsidR="00905145" w:rsidRPr="00AF0A23" w:rsidRDefault="00905145" w:rsidP="00905145">
      <w:pPr>
        <w:pStyle w:val="NormalEspAvt0EspApr0"/>
      </w:pPr>
      <w:r w:rsidRPr="00AF0A23">
        <w:t>Je crois qu’il faut avoir le concours de l’Église ?…</w:t>
      </w:r>
    </w:p>
    <w:p w14:paraId="35329D56" w14:textId="77777777" w:rsidR="00905145" w:rsidRPr="00AF0A23" w:rsidRDefault="00905145" w:rsidP="00905145">
      <w:pPr>
        <w:ind w:firstLine="0"/>
        <w:jc w:val="center"/>
      </w:pPr>
      <w:r w:rsidRPr="00AF0A23">
        <w:t>HENRI</w:t>
      </w:r>
    </w:p>
    <w:p w14:paraId="71CABECF" w14:textId="77777777" w:rsidR="00905145" w:rsidRPr="00AF0A23" w:rsidRDefault="00905145" w:rsidP="00905145">
      <w:r w:rsidRPr="00AF0A23">
        <w:t>D’ici là, mes Amours, la paix sera s</w:t>
      </w:r>
      <w:r w:rsidRPr="00AF0A23">
        <w:t>i</w:t>
      </w:r>
      <w:r w:rsidRPr="00AF0A23">
        <w:t>gnée.</w:t>
      </w:r>
    </w:p>
    <w:p w14:paraId="0A0711D9" w14:textId="77777777" w:rsidR="00905145" w:rsidRPr="00AF0A23" w:rsidRDefault="00905145" w:rsidP="00905145">
      <w:pPr>
        <w:ind w:firstLine="0"/>
        <w:jc w:val="center"/>
      </w:pPr>
      <w:r w:rsidRPr="00AF0A23">
        <w:t>GABRIELLE</w:t>
      </w:r>
    </w:p>
    <w:p w14:paraId="4C44750B" w14:textId="77777777" w:rsidR="00905145" w:rsidRPr="00AF0A23" w:rsidRDefault="00905145" w:rsidP="00905145">
      <w:r w:rsidRPr="00AF0A23">
        <w:t>Vous croyez ?</w:t>
      </w:r>
    </w:p>
    <w:p w14:paraId="794AFE36" w14:textId="77777777" w:rsidR="00905145" w:rsidRPr="00AF0A23" w:rsidRDefault="00905145" w:rsidP="00905145">
      <w:pPr>
        <w:ind w:firstLine="0"/>
        <w:jc w:val="center"/>
      </w:pPr>
      <w:r w:rsidRPr="00AF0A23">
        <w:t>HENRI</w:t>
      </w:r>
    </w:p>
    <w:p w14:paraId="4D0747F1" w14:textId="77777777" w:rsidR="00905145" w:rsidRPr="00AF0A23" w:rsidRDefault="00905145" w:rsidP="00905145">
      <w:r w:rsidRPr="00AF0A23">
        <w:t>Je le crois…</w:t>
      </w:r>
    </w:p>
    <w:p w14:paraId="2B5FB8CD" w14:textId="77777777" w:rsidR="00905145" w:rsidRPr="00AF0A23" w:rsidRDefault="00905145" w:rsidP="00905145">
      <w:pPr>
        <w:ind w:firstLine="0"/>
        <w:jc w:val="center"/>
      </w:pPr>
      <w:r w:rsidRPr="00AF0A23">
        <w:t>GABRIELLE</w:t>
      </w:r>
    </w:p>
    <w:p w14:paraId="1241588F" w14:textId="77777777" w:rsidR="00905145" w:rsidRPr="00AF0A23" w:rsidRDefault="00905145" w:rsidP="00905145">
      <w:pPr>
        <w:pStyle w:val="NormalEspAvt0EspApr0"/>
      </w:pPr>
      <w:r w:rsidRPr="00AF0A23">
        <w:t>Moi je ne le crois pas.</w:t>
      </w:r>
    </w:p>
    <w:p w14:paraId="6FEF0F62" w14:textId="77777777" w:rsidR="00905145" w:rsidRPr="00AF0A23" w:rsidRDefault="00905145" w:rsidP="00905145">
      <w:pPr>
        <w:pStyle w:val="NormalEspAvt0EspApr0"/>
      </w:pPr>
      <w:r w:rsidRPr="00AF0A23">
        <w:t>Vous et moi nous pouvons attendre a</w:t>
      </w:r>
      <w:r w:rsidRPr="00AF0A23">
        <w:t>s</w:t>
      </w:r>
      <w:r w:rsidRPr="00AF0A23">
        <w:t>surément…</w:t>
      </w:r>
    </w:p>
    <w:p w14:paraId="412E0D99" w14:textId="77777777" w:rsidR="00905145" w:rsidRPr="00AF0A23" w:rsidRDefault="00905145" w:rsidP="00905145">
      <w:pPr>
        <w:pStyle w:val="NormalEspAvt0EspApr0"/>
      </w:pPr>
      <w:r w:rsidRPr="00AF0A23">
        <w:t>Oui… mais, vo</w:t>
      </w:r>
      <w:r w:rsidRPr="00AF0A23">
        <w:t>i</w:t>
      </w:r>
      <w:r w:rsidRPr="00AF0A23">
        <w:t>là… nous sommes trois…</w:t>
      </w:r>
    </w:p>
    <w:p w14:paraId="1ECC8F1C" w14:textId="77777777" w:rsidR="00905145" w:rsidRPr="00AF0A23" w:rsidRDefault="00905145" w:rsidP="00905145">
      <w:pPr>
        <w:pStyle w:val="NormalEspAvt0EspApr0"/>
      </w:pPr>
      <w:r w:rsidRPr="00AF0A23">
        <w:t>Le troisième aura-t-il autant de p</w:t>
      </w:r>
      <w:r w:rsidRPr="00AF0A23">
        <w:t>a</w:t>
      </w:r>
      <w:r w:rsidRPr="00AF0A23">
        <w:t>tience ?</w:t>
      </w:r>
    </w:p>
    <w:p w14:paraId="289AE78F" w14:textId="77777777" w:rsidR="00905145" w:rsidRPr="00AF0A23" w:rsidRDefault="00905145" w:rsidP="00905145">
      <w:pPr>
        <w:ind w:firstLine="0"/>
        <w:jc w:val="center"/>
      </w:pPr>
      <w:r w:rsidRPr="00AF0A23">
        <w:t>HENRI</w:t>
      </w:r>
    </w:p>
    <w:p w14:paraId="59B2303D" w14:textId="77777777" w:rsidR="00905145" w:rsidRPr="00AF0A23" w:rsidRDefault="00905145" w:rsidP="00905145">
      <w:r w:rsidRPr="00AF0A23">
        <w:t>Nous sommes trois ?</w:t>
      </w:r>
    </w:p>
    <w:p w14:paraId="23F18574" w14:textId="77777777" w:rsidR="00905145" w:rsidRPr="00AF0A23" w:rsidRDefault="00905145" w:rsidP="00905145">
      <w:pPr>
        <w:ind w:firstLine="0"/>
        <w:jc w:val="center"/>
      </w:pPr>
      <w:r w:rsidRPr="00AF0A23">
        <w:t>GABRIELLE</w:t>
      </w:r>
    </w:p>
    <w:p w14:paraId="03997F32" w14:textId="77777777" w:rsidR="00905145" w:rsidRPr="00AF0A23" w:rsidRDefault="00905145" w:rsidP="00905145">
      <w:pPr>
        <w:pStyle w:val="NormalEspAvt0EspApr0"/>
      </w:pPr>
      <w:r w:rsidRPr="00AF0A23">
        <w:t>S’il faut en croire les symptômes</w:t>
      </w:r>
    </w:p>
    <w:p w14:paraId="32B162A7" w14:textId="77777777" w:rsidR="00905145" w:rsidRPr="00AF0A23" w:rsidRDefault="00905145" w:rsidP="00905145">
      <w:pPr>
        <w:pStyle w:val="NormalEspAvt0EspApr0"/>
      </w:pPr>
      <w:r w:rsidRPr="00AF0A23">
        <w:t>Et si les méd</w:t>
      </w:r>
      <w:r w:rsidRPr="00AF0A23">
        <w:t>e</w:t>
      </w:r>
      <w:r w:rsidRPr="00AF0A23">
        <w:t>cins ont un peu de science…</w:t>
      </w:r>
    </w:p>
    <w:p w14:paraId="5A227111" w14:textId="77777777" w:rsidR="00905145" w:rsidRPr="00AF0A23" w:rsidRDefault="00905145" w:rsidP="00905145">
      <w:pPr>
        <w:pStyle w:val="NormalEspAvt0EspApr0"/>
      </w:pPr>
      <w:r w:rsidRPr="00AF0A23">
        <w:t>Car le Roi, sa maîtresse et le duc de Ve</w:t>
      </w:r>
      <w:r w:rsidRPr="00AF0A23">
        <w:t>n</w:t>
      </w:r>
      <w:r w:rsidRPr="00AF0A23">
        <w:t>dôme…</w:t>
      </w:r>
    </w:p>
    <w:p w14:paraId="76586F31" w14:textId="77777777" w:rsidR="00905145" w:rsidRPr="00AF0A23" w:rsidRDefault="00905145" w:rsidP="00905145">
      <w:pPr>
        <w:pStyle w:val="NormalEspAvt0EspApr0"/>
      </w:pPr>
      <w:r w:rsidRPr="00AF0A23">
        <w:t>Ça fait bien trois ?</w:t>
      </w:r>
    </w:p>
    <w:p w14:paraId="39AE98B9" w14:textId="77777777" w:rsidR="00905145" w:rsidRPr="00AF0A23" w:rsidRDefault="00905145" w:rsidP="00905145">
      <w:pPr>
        <w:ind w:firstLine="0"/>
        <w:jc w:val="center"/>
      </w:pPr>
      <w:r w:rsidRPr="00AF0A23">
        <w:t>HENRI</w:t>
      </w:r>
    </w:p>
    <w:p w14:paraId="7A25B6AA" w14:textId="77777777" w:rsidR="00905145" w:rsidRPr="00AF0A23" w:rsidRDefault="00905145" w:rsidP="00905145">
      <w:r w:rsidRPr="00AF0A23">
        <w:lastRenderedPageBreak/>
        <w:t>Que me dis-tu ?</w:t>
      </w:r>
    </w:p>
    <w:p w14:paraId="13DD8036" w14:textId="77777777" w:rsidR="00905145" w:rsidRPr="00AF0A23" w:rsidRDefault="00905145" w:rsidP="00905145">
      <w:pPr>
        <w:ind w:firstLine="0"/>
        <w:jc w:val="center"/>
      </w:pPr>
      <w:r w:rsidRPr="00AF0A23">
        <w:t>GABRIELLE</w:t>
      </w:r>
    </w:p>
    <w:p w14:paraId="338C5330" w14:textId="77777777" w:rsidR="00905145" w:rsidRPr="00AF0A23" w:rsidRDefault="00905145" w:rsidP="00905145">
      <w:r w:rsidRPr="00AF0A23">
        <w:t>Ce que je crois…</w:t>
      </w:r>
    </w:p>
    <w:p w14:paraId="29601B6D" w14:textId="77777777" w:rsidR="00905145" w:rsidRPr="00AF0A23" w:rsidRDefault="00905145" w:rsidP="00905145">
      <w:pPr>
        <w:ind w:firstLine="0"/>
        <w:jc w:val="center"/>
      </w:pPr>
      <w:r w:rsidRPr="00AF0A23">
        <w:t>HENRI</w:t>
      </w:r>
    </w:p>
    <w:p w14:paraId="6708E6E8" w14:textId="77777777" w:rsidR="00905145" w:rsidRPr="00AF0A23" w:rsidRDefault="00905145" w:rsidP="00905145">
      <w:r w:rsidRPr="00AF0A23">
        <w:t>Enceinte ?</w:t>
      </w:r>
    </w:p>
    <w:p w14:paraId="5B8F48F7" w14:textId="77777777" w:rsidR="00905145" w:rsidRPr="00AF0A23" w:rsidRDefault="00905145" w:rsidP="00905145">
      <w:pPr>
        <w:ind w:firstLine="0"/>
        <w:jc w:val="center"/>
      </w:pPr>
      <w:r w:rsidRPr="00AF0A23">
        <w:t>GABRIELLE</w:t>
      </w:r>
    </w:p>
    <w:p w14:paraId="22EF2125" w14:textId="77777777" w:rsidR="00905145" w:rsidRPr="00AF0A23" w:rsidRDefault="00905145" w:rsidP="00905145">
      <w:r w:rsidRPr="00AF0A23">
        <w:t>Ah ! Ça, je te le jure !</w:t>
      </w:r>
    </w:p>
    <w:p w14:paraId="4AD7541E" w14:textId="77777777" w:rsidR="00905145" w:rsidRPr="00AF0A23" w:rsidRDefault="00905145" w:rsidP="00905145">
      <w:pPr>
        <w:ind w:firstLine="0"/>
        <w:jc w:val="center"/>
      </w:pPr>
      <w:r w:rsidRPr="00AF0A23">
        <w:t>HENRI</w:t>
      </w:r>
    </w:p>
    <w:p w14:paraId="41C2EE45" w14:textId="77777777" w:rsidR="00905145" w:rsidRPr="00AF0A23" w:rsidRDefault="00905145" w:rsidP="00905145">
      <w:pPr>
        <w:pStyle w:val="NormalEspAvt0EspApr0"/>
      </w:pPr>
      <w:r w:rsidRPr="00AF0A23">
        <w:t>Enceinte ! Mes Amours ! Je renais à la vie !</w:t>
      </w:r>
    </w:p>
    <w:p w14:paraId="6E3BB211" w14:textId="77777777" w:rsidR="00905145" w:rsidRPr="00AF0A23" w:rsidRDefault="00905145" w:rsidP="00905145">
      <w:pPr>
        <w:pStyle w:val="NormalEspAvt0EspApr0"/>
      </w:pPr>
      <w:r w:rsidRPr="00AF0A23">
        <w:t>Mon plus ardent désir et ma plus chère envie…</w:t>
      </w:r>
    </w:p>
    <w:p w14:paraId="032B30B0" w14:textId="77777777" w:rsidR="00905145" w:rsidRPr="00AF0A23" w:rsidRDefault="00905145" w:rsidP="00905145">
      <w:pPr>
        <w:pStyle w:val="NormalEspAvt0EspApr0"/>
      </w:pPr>
      <w:r w:rsidRPr="00AF0A23">
        <w:t>Jure-moi dans les yeux que c’est la vérité.</w:t>
      </w:r>
    </w:p>
    <w:p w14:paraId="2AF782D1" w14:textId="77777777" w:rsidR="00905145" w:rsidRPr="00AF0A23" w:rsidRDefault="00905145" w:rsidP="00905145">
      <w:pPr>
        <w:ind w:firstLine="0"/>
        <w:jc w:val="center"/>
      </w:pPr>
      <w:r w:rsidRPr="00AF0A23">
        <w:t>GABRIELLE</w:t>
      </w:r>
    </w:p>
    <w:p w14:paraId="74624C37" w14:textId="77777777" w:rsidR="00905145" w:rsidRPr="00AF0A23" w:rsidRDefault="00905145" w:rsidP="00905145">
      <w:r w:rsidRPr="00AF0A23">
        <w:t>Je jure dans les yeux de Votre Majesté</w:t>
      </w:r>
    </w:p>
    <w:p w14:paraId="7A12C4FA" w14:textId="77777777" w:rsidR="00905145" w:rsidRPr="00AF0A23" w:rsidRDefault="00905145" w:rsidP="00905145">
      <w:pPr>
        <w:ind w:firstLine="0"/>
        <w:jc w:val="center"/>
      </w:pPr>
      <w:r w:rsidRPr="00AF0A23">
        <w:t>HENRI</w:t>
      </w:r>
    </w:p>
    <w:p w14:paraId="3D1B9359" w14:textId="77777777" w:rsidR="00905145" w:rsidRPr="00AF0A23" w:rsidRDefault="00905145" w:rsidP="00905145">
      <w:r w:rsidRPr="00AF0A23">
        <w:t>Je t’adore et je suis heureux !</w:t>
      </w:r>
    </w:p>
    <w:p w14:paraId="65F07FCB" w14:textId="77777777" w:rsidR="00905145" w:rsidRPr="00D72CAB" w:rsidRDefault="00905145" w:rsidP="00905145">
      <w:pPr>
        <w:pStyle w:val="NormalRetraitGauche4XIndent0"/>
        <w:rPr>
          <w:i/>
          <w:iCs/>
        </w:rPr>
      </w:pPr>
      <w:r w:rsidRPr="00D72CAB">
        <w:rPr>
          <w:i/>
          <w:iCs/>
        </w:rPr>
        <w:t>Il la tient lo</w:t>
      </w:r>
      <w:r w:rsidRPr="00D72CAB">
        <w:rPr>
          <w:i/>
          <w:iCs/>
        </w:rPr>
        <w:t>n</w:t>
      </w:r>
      <w:r w:rsidRPr="00D72CAB">
        <w:rPr>
          <w:i/>
          <w:iCs/>
        </w:rPr>
        <w:t>guement embrassée.</w:t>
      </w:r>
    </w:p>
    <w:p w14:paraId="56636D01" w14:textId="77777777" w:rsidR="00905145" w:rsidRPr="00AF0A23" w:rsidRDefault="00905145" w:rsidP="00905145">
      <w:pPr>
        <w:ind w:firstLine="0"/>
        <w:jc w:val="center"/>
      </w:pPr>
      <w:r w:rsidRPr="00AF0A23">
        <w:t>GABRIELLE</w:t>
      </w:r>
    </w:p>
    <w:p w14:paraId="3F59AC89" w14:textId="77777777" w:rsidR="00905145" w:rsidRPr="00AF0A23" w:rsidRDefault="00905145" w:rsidP="00905145">
      <w:pPr>
        <w:pStyle w:val="NormalEspAvt0EspApr0"/>
      </w:pPr>
      <w:r w:rsidRPr="00AF0A23">
        <w:t>Oh ! J’oubliais… mon Dieu… pardon.</w:t>
      </w:r>
    </w:p>
    <w:p w14:paraId="6E3CD032" w14:textId="77777777" w:rsidR="00905145" w:rsidRPr="00AF0A23" w:rsidRDefault="00905145" w:rsidP="00905145">
      <w:pPr>
        <w:pStyle w:val="NormalEspAvt0EspApr0"/>
      </w:pPr>
      <w:r w:rsidRPr="00AF0A23">
        <w:t>L’archevêque de Bourges et l’évêque d’Évreux</w:t>
      </w:r>
    </w:p>
    <w:p w14:paraId="2E0BF27F" w14:textId="77777777" w:rsidR="00905145" w:rsidRPr="00AF0A23" w:rsidRDefault="00905145" w:rsidP="00905145">
      <w:pPr>
        <w:pStyle w:val="NormalEspAvt0EspApr0"/>
      </w:pPr>
      <w:r w:rsidRPr="00AF0A23">
        <w:t>Sont en bas tous les deux.</w:t>
      </w:r>
    </w:p>
    <w:p w14:paraId="1B62AE02" w14:textId="77777777" w:rsidR="00905145" w:rsidRPr="00AF0A23" w:rsidRDefault="00905145" w:rsidP="00905145">
      <w:pPr>
        <w:pStyle w:val="NormalEspAvt0EspApr0"/>
      </w:pPr>
      <w:r w:rsidRPr="00AF0A23">
        <w:t>Que je suis sotte, voyez donc !</w:t>
      </w:r>
    </w:p>
    <w:p w14:paraId="33BA3B39" w14:textId="77777777" w:rsidR="00905145" w:rsidRPr="00AF0A23" w:rsidRDefault="00905145" w:rsidP="00905145">
      <w:pPr>
        <w:pStyle w:val="NormalEspAvt0EspApr0"/>
      </w:pPr>
      <w:r w:rsidRPr="00AF0A23">
        <w:t>On m’avait pou</w:t>
      </w:r>
      <w:r w:rsidRPr="00AF0A23">
        <w:t>r</w:t>
      </w:r>
      <w:r w:rsidRPr="00AF0A23">
        <w:t>tant suppliée</w:t>
      </w:r>
    </w:p>
    <w:p w14:paraId="0A7ED1E7" w14:textId="77777777" w:rsidR="00905145" w:rsidRPr="00AF0A23" w:rsidRDefault="00905145" w:rsidP="00905145">
      <w:pPr>
        <w:pStyle w:val="NormalEspAvt0EspApr0"/>
      </w:pPr>
      <w:r w:rsidRPr="00AF0A23">
        <w:t>De vous en ave</w:t>
      </w:r>
      <w:r w:rsidRPr="00AF0A23">
        <w:t>r</w:t>
      </w:r>
      <w:r w:rsidRPr="00AF0A23">
        <w:t>tir. Et j’allais l’oublier.</w:t>
      </w:r>
    </w:p>
    <w:p w14:paraId="3E473660" w14:textId="77777777" w:rsidR="00905145" w:rsidRPr="00AF0A23" w:rsidRDefault="00905145" w:rsidP="00905145">
      <w:pPr>
        <w:ind w:firstLine="0"/>
        <w:jc w:val="center"/>
        <w:rPr>
          <w:i/>
          <w:iCs/>
        </w:rPr>
      </w:pPr>
      <w:r w:rsidRPr="00AF0A23">
        <w:t>HENRI, l</w:t>
      </w:r>
      <w:r w:rsidRPr="00AF0A23">
        <w:rPr>
          <w:i/>
          <w:iCs/>
        </w:rPr>
        <w:t>e so</w:t>
      </w:r>
      <w:r w:rsidRPr="00AF0A23">
        <w:rPr>
          <w:i/>
          <w:iCs/>
        </w:rPr>
        <w:t>u</w:t>
      </w:r>
      <w:r w:rsidRPr="00AF0A23">
        <w:rPr>
          <w:i/>
          <w:iCs/>
        </w:rPr>
        <w:t>rire aux lèvres.</w:t>
      </w:r>
    </w:p>
    <w:p w14:paraId="4CFDE833" w14:textId="77777777" w:rsidR="00905145" w:rsidRPr="00AF0A23" w:rsidRDefault="00905145" w:rsidP="00905145">
      <w:r w:rsidRPr="00AF0A23">
        <w:lastRenderedPageBreak/>
        <w:t>L’archevêque de Bourges…</w:t>
      </w:r>
    </w:p>
    <w:p w14:paraId="43C1D8E0" w14:textId="77777777" w:rsidR="00905145" w:rsidRPr="00AF0A23" w:rsidRDefault="00905145" w:rsidP="00905145">
      <w:pPr>
        <w:ind w:firstLine="0"/>
        <w:jc w:val="center"/>
      </w:pPr>
      <w:r w:rsidRPr="00AF0A23">
        <w:t>GABRIELLE</w:t>
      </w:r>
    </w:p>
    <w:p w14:paraId="7EA9D5E0" w14:textId="77777777" w:rsidR="00905145" w:rsidRPr="00AF0A23" w:rsidRDefault="00905145" w:rsidP="00905145">
      <w:r w:rsidRPr="00AF0A23">
        <w:t>Et l’évêque d’Évreux…</w:t>
      </w:r>
    </w:p>
    <w:p w14:paraId="547EDDAC" w14:textId="77777777" w:rsidR="00905145" w:rsidRPr="00AF0A23" w:rsidRDefault="00905145" w:rsidP="00905145">
      <w:pPr>
        <w:ind w:firstLine="0"/>
        <w:jc w:val="center"/>
      </w:pPr>
      <w:r w:rsidRPr="00AF0A23">
        <w:t>HENRI</w:t>
      </w:r>
    </w:p>
    <w:p w14:paraId="220AED86" w14:textId="77777777" w:rsidR="00905145" w:rsidRPr="00AF0A23" w:rsidRDefault="00905145" w:rsidP="00905145">
      <w:r w:rsidRPr="00AF0A23">
        <w:t>Il ne faut pas les faire attendre.</w:t>
      </w:r>
    </w:p>
    <w:p w14:paraId="1846DF96" w14:textId="77777777" w:rsidR="00905145" w:rsidRPr="00AF0A23" w:rsidRDefault="00905145" w:rsidP="00905145">
      <w:pPr>
        <w:ind w:firstLine="0"/>
        <w:jc w:val="center"/>
      </w:pPr>
      <w:r w:rsidRPr="00AF0A23">
        <w:t>GABRIELLE</w:t>
      </w:r>
    </w:p>
    <w:p w14:paraId="71FC2FEB" w14:textId="77777777" w:rsidR="00905145" w:rsidRPr="00AF0A23" w:rsidRDefault="00905145" w:rsidP="00905145">
      <w:r w:rsidRPr="00AF0A23">
        <w:t>Alors… je peux ?…</w:t>
      </w:r>
    </w:p>
    <w:p w14:paraId="72C72D93" w14:textId="77777777" w:rsidR="00905145" w:rsidRPr="00D72CAB" w:rsidRDefault="00905145" w:rsidP="00905145">
      <w:pPr>
        <w:pStyle w:val="NormalRetraitGauche4XIndent0"/>
        <w:rPr>
          <w:i/>
          <w:iCs/>
        </w:rPr>
      </w:pPr>
      <w:r w:rsidRPr="00D72CAB">
        <w:rPr>
          <w:i/>
          <w:iCs/>
        </w:rPr>
        <w:t>Henri, de la tête, lui fait signe qu’elle peut. Alors elle s’adresse au soldat qui passe et elle le charge de la commission sans qu’on ait entendu ses paroles.</w:t>
      </w:r>
    </w:p>
    <w:p w14:paraId="5E2C4D1F" w14:textId="77777777" w:rsidR="00905145" w:rsidRPr="00AF0A23" w:rsidRDefault="00905145" w:rsidP="00905145">
      <w:pPr>
        <w:ind w:firstLine="0"/>
        <w:jc w:val="center"/>
        <w:rPr>
          <w:i/>
          <w:iCs/>
        </w:rPr>
      </w:pPr>
      <w:r w:rsidRPr="00AF0A23">
        <w:t>HENRI, l</w:t>
      </w:r>
      <w:r w:rsidRPr="00AF0A23">
        <w:rPr>
          <w:i/>
          <w:iCs/>
        </w:rPr>
        <w:t>a r</w:t>
      </w:r>
      <w:r w:rsidRPr="00AF0A23">
        <w:rPr>
          <w:i/>
          <w:iCs/>
        </w:rPr>
        <w:t>e</w:t>
      </w:r>
      <w:r w:rsidRPr="00AF0A23">
        <w:rPr>
          <w:i/>
          <w:iCs/>
        </w:rPr>
        <w:t>prenant dans ses bras.</w:t>
      </w:r>
    </w:p>
    <w:p w14:paraId="64978DAE" w14:textId="77777777" w:rsidR="00905145" w:rsidRPr="00D72CAB" w:rsidRDefault="00905145" w:rsidP="00905145">
      <w:pPr>
        <w:rPr>
          <w:i/>
          <w:iCs/>
        </w:rPr>
      </w:pPr>
      <w:r w:rsidRPr="00D72CAB">
        <w:rPr>
          <w:i/>
          <w:iCs/>
        </w:rPr>
        <w:t>Et faisons le saut périlleux !</w:t>
      </w:r>
    </w:p>
    <w:p w14:paraId="252329E0" w14:textId="77777777" w:rsidR="00905145" w:rsidRPr="00AF0A23" w:rsidRDefault="00905145" w:rsidP="00905145">
      <w:pPr>
        <w:ind w:firstLine="0"/>
        <w:jc w:val="center"/>
      </w:pPr>
      <w:r w:rsidRPr="00AF0A23">
        <w:t>GABRIELLE</w:t>
      </w:r>
    </w:p>
    <w:p w14:paraId="510A2BCC" w14:textId="77777777" w:rsidR="00905145" w:rsidRPr="00AF0A23" w:rsidRDefault="00905145" w:rsidP="00905145">
      <w:r w:rsidRPr="00AF0A23">
        <w:t>Tu ne regrettes rien ?</w:t>
      </w:r>
    </w:p>
    <w:p w14:paraId="0E3F1E82" w14:textId="77777777" w:rsidR="00905145" w:rsidRPr="00AF0A23" w:rsidRDefault="00905145" w:rsidP="00905145">
      <w:pPr>
        <w:ind w:firstLine="0"/>
        <w:jc w:val="center"/>
      </w:pPr>
      <w:r w:rsidRPr="00AF0A23">
        <w:t>HENRI</w:t>
      </w:r>
    </w:p>
    <w:p w14:paraId="26821C32" w14:textId="77777777" w:rsidR="00905145" w:rsidRPr="00AF0A23" w:rsidRDefault="00905145" w:rsidP="00905145">
      <w:r w:rsidRPr="00AF0A23">
        <w:t>Je ne regrette rien.</w:t>
      </w:r>
    </w:p>
    <w:p w14:paraId="68808221" w14:textId="77777777" w:rsidR="00905145" w:rsidRPr="00AF0A23" w:rsidRDefault="00905145" w:rsidP="00905145">
      <w:pPr>
        <w:ind w:firstLine="0"/>
        <w:jc w:val="center"/>
      </w:pPr>
      <w:r w:rsidRPr="00AF0A23">
        <w:t>GABRIELLE</w:t>
      </w:r>
    </w:p>
    <w:p w14:paraId="250D0F45" w14:textId="77777777" w:rsidR="00905145" w:rsidRPr="00AF0A23" w:rsidRDefault="00905145" w:rsidP="00905145">
      <w:r w:rsidRPr="00AF0A23">
        <w:t>La gloire des combats…</w:t>
      </w:r>
    </w:p>
    <w:p w14:paraId="010F9766" w14:textId="77777777" w:rsidR="00905145" w:rsidRPr="00AF0A23" w:rsidRDefault="00905145" w:rsidP="00905145">
      <w:pPr>
        <w:ind w:firstLine="0"/>
        <w:jc w:val="center"/>
      </w:pPr>
      <w:r w:rsidRPr="00AF0A23">
        <w:t>HENRI</w:t>
      </w:r>
    </w:p>
    <w:p w14:paraId="4E2FC28D" w14:textId="77777777" w:rsidR="00905145" w:rsidRPr="00AF0A23" w:rsidRDefault="00905145" w:rsidP="00905145">
      <w:pPr>
        <w:pStyle w:val="NormalEspAvt0EspApr0"/>
      </w:pPr>
      <w:r w:rsidRPr="00AF0A23">
        <w:t>La gloire des combats ?</w:t>
      </w:r>
    </w:p>
    <w:p w14:paraId="1947724B" w14:textId="77777777" w:rsidR="00905145" w:rsidRPr="00AF0A23" w:rsidRDefault="00905145" w:rsidP="00905145">
      <w:pPr>
        <w:pStyle w:val="NormalEspAvt0EspApr0"/>
        <w:rPr>
          <w:i/>
          <w:iCs/>
        </w:rPr>
      </w:pPr>
      <w:r w:rsidRPr="00AF0A23">
        <w:t xml:space="preserve">Vois-tu… </w:t>
      </w:r>
      <w:r w:rsidRPr="00AF0A23">
        <w:rPr>
          <w:i/>
          <w:iCs/>
        </w:rPr>
        <w:t>j’aurais donné ces deux doigts pour me battre,</w:t>
      </w:r>
    </w:p>
    <w:p w14:paraId="64F868BB" w14:textId="77777777" w:rsidR="00905145" w:rsidRPr="00AF0A23" w:rsidRDefault="00905145" w:rsidP="00905145">
      <w:pPr>
        <w:pStyle w:val="NormalEspAvt0EspApr0"/>
        <w:rPr>
          <w:i/>
          <w:iCs/>
        </w:rPr>
      </w:pPr>
      <w:r w:rsidRPr="00AF0A23">
        <w:rPr>
          <w:i/>
          <w:iCs/>
        </w:rPr>
        <w:t>Mais pour avoir la paix, j’en aurais donné quatre.</w:t>
      </w:r>
    </w:p>
    <w:p w14:paraId="28D6C4B2" w14:textId="77777777" w:rsidR="00905145" w:rsidRPr="00AF0A23" w:rsidRDefault="00905145" w:rsidP="00905145">
      <w:pPr>
        <w:pStyle w:val="NormalEspAvt0EspApr0"/>
      </w:pPr>
      <w:r w:rsidRPr="00AF0A23">
        <w:lastRenderedPageBreak/>
        <w:t>J’ai quarante ans passés.</w:t>
      </w:r>
    </w:p>
    <w:p w14:paraId="5244B6AE" w14:textId="77777777" w:rsidR="00905145" w:rsidRPr="00AF0A23" w:rsidRDefault="00905145" w:rsidP="00905145">
      <w:pPr>
        <w:pStyle w:val="NormalEspAvt0EspApr0"/>
      </w:pPr>
      <w:r w:rsidRPr="00AF0A23">
        <w:t>Et nous allons vite en finir…</w:t>
      </w:r>
    </w:p>
    <w:p w14:paraId="31211F22" w14:textId="77777777" w:rsidR="00905145" w:rsidRPr="00AF0A23" w:rsidRDefault="00905145" w:rsidP="00905145">
      <w:pPr>
        <w:pStyle w:val="NormalEspAvt0EspApr0"/>
      </w:pPr>
      <w:proofErr w:type="gramStart"/>
      <w:r w:rsidRPr="00AF0A23">
        <w:t>Mais cependant</w:t>
      </w:r>
      <w:proofErr w:type="gramEnd"/>
    </w:p>
    <w:p w14:paraId="5EB420BC" w14:textId="77777777" w:rsidR="00905145" w:rsidRPr="00AF0A23" w:rsidRDefault="00905145" w:rsidP="00905145">
      <w:pPr>
        <w:pStyle w:val="NormalEspAvt0EspApr0"/>
      </w:pPr>
      <w:r w:rsidRPr="00AF0A23">
        <w:t>Quand je r</w:t>
      </w:r>
      <w:r w:rsidRPr="00AF0A23">
        <w:t>e</w:t>
      </w:r>
      <w:r w:rsidRPr="00AF0A23">
        <w:t>garde l’avenir</w:t>
      </w:r>
    </w:p>
    <w:p w14:paraId="3F58ADC7" w14:textId="77777777" w:rsidR="00905145" w:rsidRPr="00AF0A23" w:rsidRDefault="00905145" w:rsidP="00905145">
      <w:pPr>
        <w:pStyle w:val="NormalEspAvt0EspApr0"/>
      </w:pPr>
      <w:r w:rsidRPr="00AF0A23">
        <w:t>Et que j’évoque le passé,</w:t>
      </w:r>
    </w:p>
    <w:p w14:paraId="480F9132" w14:textId="77777777" w:rsidR="00905145" w:rsidRPr="00AF0A23" w:rsidRDefault="00905145" w:rsidP="00905145">
      <w:pPr>
        <w:pStyle w:val="NormalEspAvt0EspApr0"/>
      </w:pPr>
      <w:r w:rsidRPr="00AF0A23">
        <w:t>Je me demande simplement,</w:t>
      </w:r>
    </w:p>
    <w:p w14:paraId="18420634" w14:textId="77777777" w:rsidR="00905145" w:rsidRPr="00AF0A23" w:rsidRDefault="00905145" w:rsidP="00905145">
      <w:pPr>
        <w:pStyle w:val="NormalEspAvt0EspApr0"/>
      </w:pPr>
      <w:r w:rsidRPr="00AF0A23">
        <w:t>Je vous l’avoue,</w:t>
      </w:r>
    </w:p>
    <w:p w14:paraId="37F4C6F7" w14:textId="77777777" w:rsidR="00905145" w:rsidRPr="00AF0A23" w:rsidRDefault="00905145" w:rsidP="00905145">
      <w:pPr>
        <w:pStyle w:val="NormalEspAvt0EspApr0"/>
      </w:pPr>
      <w:r w:rsidRPr="00AF0A23">
        <w:t>Quand ils seront entrés chez nous,</w:t>
      </w:r>
    </w:p>
    <w:p w14:paraId="4481D5E9" w14:textId="77777777" w:rsidR="00905145" w:rsidRPr="00AF0A23" w:rsidRDefault="00905145" w:rsidP="00905145">
      <w:pPr>
        <w:pStyle w:val="NormalEspAvt0EspApr0"/>
      </w:pPr>
      <w:r w:rsidRPr="00AF0A23">
        <w:t>Si nous pourrons jamais les en faire sortir !</w:t>
      </w:r>
    </w:p>
    <w:p w14:paraId="43F81FDD" w14:textId="77777777" w:rsidR="00905145" w:rsidRPr="00D72CAB" w:rsidRDefault="00905145" w:rsidP="00905145">
      <w:pPr>
        <w:pStyle w:val="NormalRetraitGauche4XIndent0"/>
        <w:rPr>
          <w:i/>
          <w:iCs/>
        </w:rPr>
      </w:pPr>
      <w:r w:rsidRPr="00D72CAB">
        <w:rPr>
          <w:i/>
          <w:iCs/>
        </w:rPr>
        <w:t>Il fait allusion aux prélats.</w:t>
      </w:r>
    </w:p>
    <w:p w14:paraId="20EB416C" w14:textId="77777777" w:rsidR="00905145" w:rsidRPr="00AF0A23" w:rsidRDefault="00905145" w:rsidP="00905145">
      <w:pPr>
        <w:pStyle w:val="NormalEspAvt0EspApr0"/>
      </w:pPr>
      <w:r w:rsidRPr="00AF0A23">
        <w:t>On verra bien !</w:t>
      </w:r>
    </w:p>
    <w:p w14:paraId="7C39816E" w14:textId="77777777" w:rsidR="00905145" w:rsidRPr="00AF0A23" w:rsidRDefault="00905145" w:rsidP="00905145">
      <w:pPr>
        <w:pStyle w:val="NormalEspAvt0EspApr0"/>
      </w:pPr>
      <w:r w:rsidRPr="00AF0A23">
        <w:t>Mais croyez-le, ma mie,</w:t>
      </w:r>
    </w:p>
    <w:p w14:paraId="452757D1" w14:textId="77777777" w:rsidR="00905145" w:rsidRPr="00AF0A23" w:rsidRDefault="00905145" w:rsidP="00905145">
      <w:pPr>
        <w:pStyle w:val="NormalEspAvt0EspApr0"/>
      </w:pPr>
      <w:r w:rsidRPr="00AF0A23">
        <w:t>Je ne regrette rien.</w:t>
      </w:r>
    </w:p>
    <w:p w14:paraId="1160B456" w14:textId="77777777" w:rsidR="00905145" w:rsidRPr="00AF0A23" w:rsidRDefault="00905145" w:rsidP="00905145">
      <w:pPr>
        <w:pStyle w:val="NormalEspAvt0EspApr0"/>
      </w:pPr>
      <w:r w:rsidRPr="00AF0A23">
        <w:t>D’ailleurs, l’avais-je pas promis ?</w:t>
      </w:r>
    </w:p>
    <w:p w14:paraId="45F2FEB0" w14:textId="77777777" w:rsidR="00905145" w:rsidRPr="00AF0A23" w:rsidRDefault="00905145" w:rsidP="00905145">
      <w:pPr>
        <w:pStyle w:val="NormalEspAvt0EspApr0"/>
      </w:pPr>
      <w:r w:rsidRPr="00AF0A23">
        <w:t>On ne regrette pas de tenir sa pr</w:t>
      </w:r>
      <w:r w:rsidRPr="00AF0A23">
        <w:t>o</w:t>
      </w:r>
      <w:r w:rsidRPr="00AF0A23">
        <w:t>messe…</w:t>
      </w:r>
    </w:p>
    <w:p w14:paraId="16218FAA" w14:textId="77777777" w:rsidR="00905145" w:rsidRPr="00AF0A23" w:rsidRDefault="00905145" w:rsidP="00905145">
      <w:pPr>
        <w:ind w:firstLine="0"/>
        <w:jc w:val="center"/>
      </w:pPr>
      <w:r w:rsidRPr="00AF0A23">
        <w:t>GABRIELLE</w:t>
      </w:r>
    </w:p>
    <w:p w14:paraId="20912B8D" w14:textId="77777777" w:rsidR="00905145" w:rsidRPr="00AF0A23" w:rsidRDefault="00905145" w:rsidP="00905145">
      <w:r w:rsidRPr="00AF0A23">
        <w:t>Et Paris vaut bien une messe !</w:t>
      </w:r>
    </w:p>
    <w:p w14:paraId="7C407BF0" w14:textId="77777777" w:rsidR="00905145" w:rsidRPr="00AF0A23" w:rsidRDefault="00905145" w:rsidP="00905145">
      <w:pPr>
        <w:ind w:firstLine="0"/>
        <w:jc w:val="center"/>
      </w:pPr>
      <w:r w:rsidRPr="00AF0A23">
        <w:t>HENRI</w:t>
      </w:r>
    </w:p>
    <w:p w14:paraId="50DF9D79" w14:textId="77777777" w:rsidR="00905145" w:rsidRPr="00AF0A23" w:rsidRDefault="00905145" w:rsidP="00905145">
      <w:r w:rsidRPr="00AF0A23">
        <w:t>C’est ravissant…</w:t>
      </w:r>
    </w:p>
    <w:p w14:paraId="2DA90B64" w14:textId="77777777" w:rsidR="00905145" w:rsidRPr="00AF0A23" w:rsidRDefault="00905145" w:rsidP="00905145">
      <w:pPr>
        <w:ind w:firstLine="0"/>
        <w:jc w:val="center"/>
      </w:pPr>
      <w:r w:rsidRPr="00AF0A23">
        <w:t>GABRIELLE</w:t>
      </w:r>
    </w:p>
    <w:p w14:paraId="4926CC66" w14:textId="77777777" w:rsidR="00905145" w:rsidRPr="00AF0A23" w:rsidRDefault="00905145" w:rsidP="00905145">
      <w:r w:rsidRPr="00AF0A23">
        <w:t>Quoi donc ?</w:t>
      </w:r>
    </w:p>
    <w:p w14:paraId="707C536C" w14:textId="77777777" w:rsidR="00905145" w:rsidRPr="00AF0A23" w:rsidRDefault="00905145" w:rsidP="00905145">
      <w:pPr>
        <w:ind w:firstLine="0"/>
        <w:jc w:val="center"/>
      </w:pPr>
      <w:r w:rsidRPr="00AF0A23">
        <w:t>HENRI</w:t>
      </w:r>
    </w:p>
    <w:p w14:paraId="6C99456D" w14:textId="77777777" w:rsidR="00905145" w:rsidRPr="00AF0A23" w:rsidRDefault="00905145" w:rsidP="00905145">
      <w:r w:rsidRPr="00AF0A23">
        <w:t>Ce que tu viens de dire…</w:t>
      </w:r>
    </w:p>
    <w:p w14:paraId="4F0955B7" w14:textId="77777777" w:rsidR="00905145" w:rsidRPr="00AF0A23" w:rsidRDefault="00905145" w:rsidP="00905145">
      <w:pPr>
        <w:ind w:firstLine="0"/>
        <w:jc w:val="center"/>
      </w:pPr>
      <w:r w:rsidRPr="00AF0A23">
        <w:t>GABRIELLE</w:t>
      </w:r>
    </w:p>
    <w:p w14:paraId="342A35B5" w14:textId="77777777" w:rsidR="00905145" w:rsidRPr="00AF0A23" w:rsidRDefault="00905145" w:rsidP="00905145">
      <w:r w:rsidRPr="00AF0A23">
        <w:t>Oui ?</w:t>
      </w:r>
    </w:p>
    <w:p w14:paraId="525B2DA1" w14:textId="77777777" w:rsidR="00905145" w:rsidRPr="00AF0A23" w:rsidRDefault="00905145" w:rsidP="00905145">
      <w:pPr>
        <w:ind w:firstLine="0"/>
        <w:jc w:val="center"/>
      </w:pPr>
      <w:r w:rsidRPr="00AF0A23">
        <w:t>HENRI</w:t>
      </w:r>
    </w:p>
    <w:p w14:paraId="0EF26144" w14:textId="77777777" w:rsidR="00905145" w:rsidRPr="00AF0A23" w:rsidRDefault="00905145" w:rsidP="00905145">
      <w:r w:rsidRPr="00AF0A23">
        <w:lastRenderedPageBreak/>
        <w:t>Oui.</w:t>
      </w:r>
    </w:p>
    <w:p w14:paraId="038A3723" w14:textId="77777777" w:rsidR="00905145" w:rsidRPr="00AF0A23" w:rsidRDefault="00905145" w:rsidP="00905145">
      <w:pPr>
        <w:ind w:firstLine="0"/>
        <w:jc w:val="center"/>
      </w:pPr>
      <w:r w:rsidRPr="00AF0A23">
        <w:t>GABRIELLE</w:t>
      </w:r>
    </w:p>
    <w:p w14:paraId="6871ED7D" w14:textId="77777777" w:rsidR="00905145" w:rsidRPr="00AF0A23" w:rsidRDefault="00905145" w:rsidP="00905145">
      <w:r w:rsidRPr="00AF0A23">
        <w:t>Eh bien, je dirai que c’est toi qui l’as dit.</w:t>
      </w:r>
    </w:p>
    <w:p w14:paraId="75B0C1F4" w14:textId="77777777" w:rsidR="00905145" w:rsidRPr="00AF0A23" w:rsidRDefault="00905145" w:rsidP="00905145">
      <w:pPr>
        <w:rPr>
          <w:i/>
          <w:iCs/>
        </w:rPr>
      </w:pPr>
      <w:r w:rsidRPr="00AF0A23">
        <w:rPr>
          <w:i/>
          <w:iCs/>
        </w:rPr>
        <w:t>Et le rideau se ferme, tandis que paraissent l’archevêque de Bourges et l’évêque d’Évreux.</w:t>
      </w:r>
    </w:p>
    <w:p w14:paraId="190D9CE9" w14:textId="77777777" w:rsidR="00905145" w:rsidRPr="00AF0A23" w:rsidRDefault="00905145" w:rsidP="00905145">
      <w:pPr>
        <w:pStyle w:val="Titre1"/>
      </w:pPr>
      <w:bookmarkStart w:id="7" w:name="_Toc195622093"/>
      <w:r w:rsidRPr="00AF0A23">
        <w:lastRenderedPageBreak/>
        <w:t>RICHELIEU</w:t>
      </w:r>
      <w:bookmarkEnd w:id="7"/>
    </w:p>
    <w:p w14:paraId="3A496672" w14:textId="77777777" w:rsidR="00905145" w:rsidRPr="00AF0A23" w:rsidRDefault="00905145" w:rsidP="00905145">
      <w:pPr>
        <w:rPr>
          <w:i/>
          <w:iCs/>
        </w:rPr>
      </w:pPr>
      <w:r w:rsidRPr="00AF0A23">
        <w:rPr>
          <w:i/>
          <w:iCs/>
        </w:rPr>
        <w:t>C’est dans le cabinet de travail du cardinal de Richelieu que ce tableau se passe. Au fond, une cheminée avec un feu de bois qui flambe. Une large porte en pan coupé se trouve à droite. Au premier plan, une fenêtre. Tout le côté gauche du d</w:t>
      </w:r>
      <w:r w:rsidRPr="00AF0A23">
        <w:rPr>
          <w:i/>
          <w:iCs/>
        </w:rPr>
        <w:t>é</w:t>
      </w:r>
      <w:r w:rsidRPr="00AF0A23">
        <w:rPr>
          <w:i/>
          <w:iCs/>
        </w:rPr>
        <w:t>cor est occupé par une bibliothèque au centre de laquelle se trouve une table ovale recouverte d’une étoffe qui traîne jusqu’à terre. Autour de cette table, il y a trois fauteuils. Sur la table, des l</w:t>
      </w:r>
      <w:r w:rsidRPr="00AF0A23">
        <w:rPr>
          <w:i/>
          <w:iCs/>
        </w:rPr>
        <w:t>i</w:t>
      </w:r>
      <w:r w:rsidRPr="00AF0A23">
        <w:rPr>
          <w:i/>
          <w:iCs/>
        </w:rPr>
        <w:t>vres, des papiers, des cartes.</w:t>
      </w:r>
    </w:p>
    <w:p w14:paraId="2CEBE80D" w14:textId="77777777" w:rsidR="00905145" w:rsidRPr="00AF0A23" w:rsidRDefault="00905145" w:rsidP="00905145">
      <w:pPr>
        <w:rPr>
          <w:i/>
          <w:iCs/>
        </w:rPr>
      </w:pPr>
      <w:r w:rsidRPr="00AF0A23">
        <w:rPr>
          <w:i/>
          <w:iCs/>
        </w:rPr>
        <w:t>Au lever du rideau, le roi Louis XIII est assis auprès de la table. Le Père Joseph est dans l’embrasure de la fenêtre, et R</w:t>
      </w:r>
      <w:r w:rsidRPr="00AF0A23">
        <w:rPr>
          <w:i/>
          <w:iCs/>
        </w:rPr>
        <w:t>i</w:t>
      </w:r>
      <w:r w:rsidRPr="00AF0A23">
        <w:rPr>
          <w:i/>
          <w:iCs/>
        </w:rPr>
        <w:t>chelieu, debout, se chauffe à la chem</w:t>
      </w:r>
      <w:r w:rsidRPr="00AF0A23">
        <w:rPr>
          <w:i/>
          <w:iCs/>
        </w:rPr>
        <w:t>i</w:t>
      </w:r>
      <w:r w:rsidRPr="00AF0A23">
        <w:rPr>
          <w:i/>
          <w:iCs/>
        </w:rPr>
        <w:t>née.</w:t>
      </w:r>
    </w:p>
    <w:p w14:paraId="7131FCE2" w14:textId="77777777" w:rsidR="00905145" w:rsidRPr="00AF0A23" w:rsidRDefault="00905145" w:rsidP="00905145"/>
    <w:p w14:paraId="25BF52DA" w14:textId="77777777" w:rsidR="00905145" w:rsidRPr="00AF0A23" w:rsidRDefault="00905145" w:rsidP="00905145">
      <w:pPr>
        <w:ind w:firstLine="0"/>
        <w:jc w:val="center"/>
      </w:pPr>
      <w:r w:rsidRPr="00AF0A23">
        <w:t>RICHELIEU</w:t>
      </w:r>
    </w:p>
    <w:p w14:paraId="37DA4CA3" w14:textId="77777777" w:rsidR="00905145" w:rsidRPr="00AF0A23" w:rsidRDefault="00905145" w:rsidP="00905145">
      <w:r w:rsidRPr="00AF0A23">
        <w:t>Sire, vous aviez neuf ans lorsque j’ai eu l’honneur et la joie de vous voir pour la pr</w:t>
      </w:r>
      <w:r w:rsidRPr="00AF0A23">
        <w:t>e</w:t>
      </w:r>
      <w:r w:rsidRPr="00AF0A23">
        <w:t>mière fois. C’était le jour fatal où votre illustre Père fut assassiné, rue de la Fe</w:t>
      </w:r>
      <w:r w:rsidRPr="00AF0A23">
        <w:t>r</w:t>
      </w:r>
      <w:r w:rsidRPr="00AF0A23">
        <w:t>ronnerie, et, depuis cette date, je puis me flatter d’avoir servi en toutes circon</w:t>
      </w:r>
      <w:r w:rsidRPr="00AF0A23">
        <w:t>s</w:t>
      </w:r>
      <w:r w:rsidRPr="00AF0A23">
        <w:t>tances les intérêts du Royaume et de votre Majesté.</w:t>
      </w:r>
    </w:p>
    <w:p w14:paraId="4CBAE214" w14:textId="77777777" w:rsidR="00905145" w:rsidRPr="00AF0A23" w:rsidRDefault="00905145" w:rsidP="00905145">
      <w:pPr>
        <w:ind w:firstLine="0"/>
        <w:jc w:val="center"/>
      </w:pPr>
      <w:r w:rsidRPr="00AF0A23">
        <w:t>LOUIS XIII</w:t>
      </w:r>
    </w:p>
    <w:p w14:paraId="38800371" w14:textId="77777777" w:rsidR="00905145" w:rsidRPr="00AF0A23" w:rsidRDefault="00905145" w:rsidP="00905145">
      <w:r w:rsidRPr="00AF0A23">
        <w:t>Ce préambule annonce de nouvelles questions auxquelles vous voudrez bien m’indiquer mes r</w:t>
      </w:r>
      <w:r w:rsidRPr="00AF0A23">
        <w:t>é</w:t>
      </w:r>
      <w:r w:rsidRPr="00AF0A23">
        <w:t>ponses.</w:t>
      </w:r>
    </w:p>
    <w:p w14:paraId="2210C84A" w14:textId="77777777" w:rsidR="00905145" w:rsidRPr="00AF0A23" w:rsidRDefault="00905145" w:rsidP="00905145">
      <w:pPr>
        <w:ind w:firstLine="0"/>
        <w:jc w:val="center"/>
      </w:pPr>
      <w:r w:rsidRPr="00AF0A23">
        <w:t>RICHELIEU</w:t>
      </w:r>
    </w:p>
    <w:p w14:paraId="78E0883C" w14:textId="77777777" w:rsidR="00905145" w:rsidRPr="00AF0A23" w:rsidRDefault="00905145" w:rsidP="00905145">
      <w:r w:rsidRPr="00AF0A23">
        <w:t xml:space="preserve">Sire, j’aime bien que le Roi prenne les choses avec esprit… Je veux en effet soumettre à Votre Majesté, tout d’abord, un projet qui m’a été inspiré par certains conciliabules… J’ai prié Bois-Robert de m’en faire faire un rapport et </w:t>
      </w:r>
      <w:r w:rsidRPr="00AF0A23">
        <w:lastRenderedPageBreak/>
        <w:t>j’ai là sous les yeux quelques préc</w:t>
      </w:r>
      <w:r w:rsidRPr="00AF0A23">
        <w:t>i</w:t>
      </w:r>
      <w:r w:rsidRPr="00AF0A23">
        <w:t>sions qui m’encouragent à ne point laisser traîner les choses davantage. Depuis plus de six ans, Godeau, Chap</w:t>
      </w:r>
      <w:r w:rsidRPr="00AF0A23">
        <w:t>e</w:t>
      </w:r>
      <w:r w:rsidRPr="00AF0A23">
        <w:t>lain, Gombauld, Giry, Habert, l’abbé de Cérisy, Malleville et S</w:t>
      </w:r>
      <w:r w:rsidRPr="00AF0A23">
        <w:t>é</w:t>
      </w:r>
      <w:r w:rsidRPr="00AF0A23">
        <w:t>rizay, en compagnie de Bois-Robert, se r</w:t>
      </w:r>
      <w:r w:rsidRPr="00AF0A23">
        <w:t>é</w:t>
      </w:r>
      <w:r w:rsidRPr="00AF0A23">
        <w:t>unissent chez Conrart, se lisent leurs écrits, s’entretiennent fam</w:t>
      </w:r>
      <w:r w:rsidRPr="00AF0A23">
        <w:t>i</w:t>
      </w:r>
      <w:r w:rsidRPr="00AF0A23">
        <w:t>lièrement, disent-ils, et, sous couvert de littérature, s’intéressent à bien des choses auxquelles il me déplaît de rester étranger. J’ai fait proposer à ces messieurs de constituer un vérit</w:t>
      </w:r>
      <w:r w:rsidRPr="00AF0A23">
        <w:t>a</w:t>
      </w:r>
      <w:r w:rsidRPr="00AF0A23">
        <w:t>ble corps, de s’assembler à l’avenir d’une façon régulière et de le faire sous une autorité p</w:t>
      </w:r>
      <w:r w:rsidRPr="00AF0A23">
        <w:t>u</w:t>
      </w:r>
      <w:r w:rsidRPr="00AF0A23">
        <w:t>blique. Ma proposition n’a pas été tout de suite accueillie fav</w:t>
      </w:r>
      <w:r w:rsidRPr="00AF0A23">
        <w:t>o</w:t>
      </w:r>
      <w:r w:rsidRPr="00AF0A23">
        <w:t>rablement. Mais Bois-Robert leur a fait comprendre que ma demande pourrait assez rapidement dev</w:t>
      </w:r>
      <w:r w:rsidRPr="00AF0A23">
        <w:t>e</w:t>
      </w:r>
      <w:r w:rsidRPr="00AF0A23">
        <w:t>nir une prière, puis un ordre – et leur acceptation nous arrive aujourd’hui. Ce corps prendra, si Sa Majesté le veut bien, le nom d’Académie fra</w:t>
      </w:r>
      <w:r w:rsidRPr="00AF0A23">
        <w:t>n</w:t>
      </w:r>
      <w:r w:rsidRPr="00AF0A23">
        <w:t>çaise. J’ai cru devoir en établir moi-même les statuts, j’en d</w:t>
      </w:r>
      <w:r w:rsidRPr="00AF0A23">
        <w:t>e</w:t>
      </w:r>
      <w:r w:rsidRPr="00AF0A23">
        <w:t>viens le protecteur, les lettres-patentes rédigées par Conrart portent à quarante le nombre des académiciens, et pour donner un sens à leur activité, elles désignent à l’Académie son princ</w:t>
      </w:r>
      <w:r w:rsidRPr="00AF0A23">
        <w:t>i</w:t>
      </w:r>
      <w:r w:rsidRPr="00AF0A23">
        <w:t>pal objet : le perfectionnement de la langue française et la co</w:t>
      </w:r>
      <w:r w:rsidRPr="00AF0A23">
        <w:t>m</w:t>
      </w:r>
      <w:r w:rsidRPr="00AF0A23">
        <w:t>position d’un dictionnaire qui va utilement occuper ces me</w:t>
      </w:r>
      <w:r w:rsidRPr="00AF0A23">
        <w:t>s</w:t>
      </w:r>
      <w:r w:rsidRPr="00AF0A23">
        <w:t>sieurs pendant une vingtaine d’années. Je compte soumettre à l’approbation de Votre Majesté une liste des noms que je pr</w:t>
      </w:r>
      <w:r w:rsidRPr="00AF0A23">
        <w:t>o</w:t>
      </w:r>
      <w:r w:rsidRPr="00AF0A23">
        <w:t>pose tout de suite, en tête de laquelle j’ai placé ceux de Racan, de Voiture et de Vaugelas.</w:t>
      </w:r>
    </w:p>
    <w:p w14:paraId="58D75F54" w14:textId="77777777" w:rsidR="00905145" w:rsidRPr="00AF0A23" w:rsidRDefault="00905145" w:rsidP="00905145">
      <w:pPr>
        <w:ind w:firstLine="0"/>
        <w:jc w:val="center"/>
      </w:pPr>
      <w:r w:rsidRPr="00AF0A23">
        <w:t>LOUIS XIII</w:t>
      </w:r>
    </w:p>
    <w:p w14:paraId="59710B55" w14:textId="77777777" w:rsidR="00905145" w:rsidRPr="00AF0A23" w:rsidRDefault="00905145" w:rsidP="00905145">
      <w:r w:rsidRPr="00AF0A23">
        <w:t>Vous oubliez Corneille…</w:t>
      </w:r>
    </w:p>
    <w:p w14:paraId="60CC9258" w14:textId="77777777" w:rsidR="00905145" w:rsidRPr="00AF0A23" w:rsidRDefault="00905145" w:rsidP="00905145">
      <w:pPr>
        <w:ind w:firstLine="0"/>
        <w:jc w:val="center"/>
      </w:pPr>
      <w:r w:rsidRPr="00AF0A23">
        <w:t>RICHELIEU</w:t>
      </w:r>
    </w:p>
    <w:p w14:paraId="23172B56" w14:textId="77777777" w:rsidR="00905145" w:rsidRPr="00AF0A23" w:rsidRDefault="00905145" w:rsidP="00905145">
      <w:r w:rsidRPr="00AF0A23">
        <w:t>Je fais semblant de l’oublier.</w:t>
      </w:r>
    </w:p>
    <w:p w14:paraId="4AE65543" w14:textId="77777777" w:rsidR="00905145" w:rsidRPr="00AF0A23" w:rsidRDefault="00905145" w:rsidP="00905145">
      <w:pPr>
        <w:ind w:firstLine="0"/>
        <w:jc w:val="center"/>
      </w:pPr>
      <w:r w:rsidRPr="00AF0A23">
        <w:t>LOUIS XIII</w:t>
      </w:r>
    </w:p>
    <w:p w14:paraId="0161CF13" w14:textId="77777777" w:rsidR="00905145" w:rsidRPr="00AF0A23" w:rsidRDefault="00905145" w:rsidP="00905145">
      <w:r w:rsidRPr="00AF0A23">
        <w:lastRenderedPageBreak/>
        <w:t>C’est un homme de grand talent, fort est</w:t>
      </w:r>
      <w:r w:rsidRPr="00AF0A23">
        <w:t>i</w:t>
      </w:r>
      <w:r w:rsidRPr="00AF0A23">
        <w:t>mé.</w:t>
      </w:r>
    </w:p>
    <w:p w14:paraId="2051B650" w14:textId="77777777" w:rsidR="00905145" w:rsidRPr="00AF0A23" w:rsidRDefault="00905145" w:rsidP="00905145">
      <w:pPr>
        <w:ind w:firstLine="0"/>
        <w:jc w:val="center"/>
      </w:pPr>
      <w:r w:rsidRPr="00AF0A23">
        <w:t>RICHELIEU</w:t>
      </w:r>
    </w:p>
    <w:p w14:paraId="79CBED8E" w14:textId="77777777" w:rsidR="00905145" w:rsidRPr="00AF0A23" w:rsidRDefault="00905145" w:rsidP="00905145">
      <w:r w:rsidRPr="00AF0A23">
        <w:t>Je n’en di</w:t>
      </w:r>
      <w:r w:rsidRPr="00AF0A23">
        <w:t>s</w:t>
      </w:r>
      <w:r w:rsidRPr="00AF0A23">
        <w:t>conviens pas, mais…</w:t>
      </w:r>
    </w:p>
    <w:p w14:paraId="1F656BC4" w14:textId="77777777" w:rsidR="00905145" w:rsidRPr="00AF0A23" w:rsidRDefault="00905145" w:rsidP="00905145">
      <w:pPr>
        <w:ind w:firstLine="0"/>
        <w:jc w:val="center"/>
      </w:pPr>
      <w:r w:rsidRPr="00AF0A23">
        <w:t>LOUIS XIII</w:t>
      </w:r>
    </w:p>
    <w:p w14:paraId="10E41426" w14:textId="77777777" w:rsidR="00905145" w:rsidRPr="00AF0A23" w:rsidRDefault="00905145" w:rsidP="00905145">
      <w:r w:rsidRPr="00AF0A23">
        <w:t xml:space="preserve">Son </w:t>
      </w:r>
      <w:r w:rsidRPr="00AF0A23">
        <w:rPr>
          <w:i/>
          <w:iCs/>
        </w:rPr>
        <w:t xml:space="preserve">Clitandre </w:t>
      </w:r>
      <w:r w:rsidRPr="00AF0A23">
        <w:t>était bien.</w:t>
      </w:r>
    </w:p>
    <w:p w14:paraId="18E5B665" w14:textId="77777777" w:rsidR="00905145" w:rsidRPr="00AF0A23" w:rsidRDefault="00905145" w:rsidP="00905145">
      <w:pPr>
        <w:ind w:firstLine="0"/>
        <w:jc w:val="center"/>
      </w:pPr>
      <w:r w:rsidRPr="00AF0A23">
        <w:t>RICHELIEU</w:t>
      </w:r>
    </w:p>
    <w:p w14:paraId="3F930A32" w14:textId="77777777" w:rsidR="00905145" w:rsidRPr="00AF0A23" w:rsidRDefault="00905145" w:rsidP="00905145">
      <w:r w:rsidRPr="00AF0A23">
        <w:t>Il pouvait être mieux.</w:t>
      </w:r>
    </w:p>
    <w:p w14:paraId="06FB0146" w14:textId="77777777" w:rsidR="00905145" w:rsidRPr="00AF0A23" w:rsidRDefault="00905145" w:rsidP="00905145">
      <w:pPr>
        <w:ind w:firstLine="0"/>
        <w:jc w:val="center"/>
      </w:pPr>
      <w:r w:rsidRPr="00AF0A23">
        <w:t>LOUIS XIII</w:t>
      </w:r>
    </w:p>
    <w:p w14:paraId="666C9D7D" w14:textId="77777777" w:rsidR="00905145" w:rsidRPr="00AF0A23" w:rsidRDefault="00905145" w:rsidP="00905145">
      <w:r w:rsidRPr="00AF0A23">
        <w:rPr>
          <w:i/>
          <w:iCs/>
        </w:rPr>
        <w:t xml:space="preserve">La Suivante, la Veuve, </w:t>
      </w:r>
      <w:smartTag w:uri="urn:schemas-microsoft-com:office:smarttags" w:element="PersonName">
        <w:smartTagPr>
          <w:attr w:name="ProductID" w:val="la Galerie"/>
        </w:smartTagPr>
        <w:r w:rsidRPr="00AF0A23">
          <w:rPr>
            <w:i/>
            <w:iCs/>
          </w:rPr>
          <w:t>la Galerie</w:t>
        </w:r>
      </w:smartTag>
      <w:r w:rsidRPr="00AF0A23">
        <w:rPr>
          <w:i/>
          <w:iCs/>
        </w:rPr>
        <w:t xml:space="preserve"> du Palais </w:t>
      </w:r>
      <w:r w:rsidRPr="00AF0A23">
        <w:t>ne sont pas œuvres méprisables…</w:t>
      </w:r>
    </w:p>
    <w:p w14:paraId="6FE2B40D" w14:textId="77777777" w:rsidR="00905145" w:rsidRPr="00AF0A23" w:rsidRDefault="00905145" w:rsidP="00905145">
      <w:pPr>
        <w:ind w:firstLine="0"/>
        <w:jc w:val="center"/>
      </w:pPr>
      <w:r w:rsidRPr="00AF0A23">
        <w:t>RICHELIEU</w:t>
      </w:r>
    </w:p>
    <w:p w14:paraId="67224949" w14:textId="77777777" w:rsidR="00905145" w:rsidRPr="00AF0A23" w:rsidRDefault="00905145" w:rsidP="00905145">
      <w:r w:rsidRPr="00AF0A23">
        <w:t>Je ne les méprise pas, Sire, mais j’ai plusieurs raisons de négliger Corneille. Il fut des cinq auteurs que je m’étais att</w:t>
      </w:r>
      <w:r w:rsidRPr="00AF0A23">
        <w:t>a</w:t>
      </w:r>
      <w:r w:rsidRPr="00AF0A23">
        <w:t xml:space="preserve">chés, voilà bientôt deux ans. Or, j’ai dû le congédier car </w:t>
      </w:r>
      <w:r w:rsidRPr="00AF0A23">
        <w:rPr>
          <w:i/>
          <w:iCs/>
        </w:rPr>
        <w:t>il n’avait pas a</w:t>
      </w:r>
      <w:r w:rsidRPr="00AF0A23">
        <w:rPr>
          <w:i/>
          <w:iCs/>
        </w:rPr>
        <w:t>s</w:t>
      </w:r>
      <w:r w:rsidRPr="00AF0A23">
        <w:rPr>
          <w:i/>
          <w:iCs/>
        </w:rPr>
        <w:t xml:space="preserve">sez d’esprit de suite. </w:t>
      </w:r>
      <w:r w:rsidRPr="00AF0A23">
        <w:t>Et j’ai tout lieu de croire qu’il cherche à se venger. On parle à mots couverts d’une tragédie nouvelle qu’il vient de comp</w:t>
      </w:r>
      <w:r w:rsidRPr="00AF0A23">
        <w:t>o</w:t>
      </w:r>
      <w:r w:rsidRPr="00AF0A23">
        <w:t>ser…</w:t>
      </w:r>
    </w:p>
    <w:p w14:paraId="29626B62" w14:textId="77777777" w:rsidR="00905145" w:rsidRPr="00AF0A23" w:rsidRDefault="00905145" w:rsidP="00905145">
      <w:pPr>
        <w:ind w:firstLine="0"/>
        <w:jc w:val="center"/>
      </w:pPr>
      <w:r w:rsidRPr="00AF0A23">
        <w:t>LE PÈRE JOSEPH</w:t>
      </w:r>
    </w:p>
    <w:p w14:paraId="3FBE5DBA" w14:textId="77777777" w:rsidR="00905145" w:rsidRPr="00AF0A23" w:rsidRDefault="00905145" w:rsidP="00905145">
      <w:pPr>
        <w:rPr>
          <w:i/>
          <w:iCs/>
        </w:rPr>
      </w:pPr>
      <w:r w:rsidRPr="00AF0A23">
        <w:t>De « composer » n’est pas exact, car à vrai dire, Monse</w:t>
      </w:r>
      <w:r w:rsidRPr="00AF0A23">
        <w:t>i</w:t>
      </w:r>
      <w:r w:rsidRPr="00AF0A23">
        <w:t>gneur, cette tragédie est adaptée d’une pièce espagnole de Gui</w:t>
      </w:r>
      <w:r w:rsidRPr="00AF0A23">
        <w:t>l</w:t>
      </w:r>
      <w:r w:rsidRPr="00AF0A23">
        <w:t xml:space="preserve">hem de Castro, dont le titre est </w:t>
      </w:r>
      <w:r w:rsidRPr="00AF0A23">
        <w:rPr>
          <w:i/>
          <w:iCs/>
        </w:rPr>
        <w:t>Las Mocedades del Cid.</w:t>
      </w:r>
    </w:p>
    <w:p w14:paraId="051E7B38" w14:textId="77777777" w:rsidR="00905145" w:rsidRPr="00AF0A23" w:rsidRDefault="00905145" w:rsidP="00905145">
      <w:pPr>
        <w:ind w:firstLine="0"/>
        <w:jc w:val="center"/>
      </w:pPr>
      <w:r w:rsidRPr="00AF0A23">
        <w:t>RICHELIEU</w:t>
      </w:r>
    </w:p>
    <w:p w14:paraId="7D69D43A" w14:textId="77777777" w:rsidR="00905145" w:rsidRPr="00AF0A23" w:rsidRDefault="00905145" w:rsidP="00905145">
      <w:r w:rsidRPr="00AF0A23">
        <w:t>En êtes-vous bien sûr ?</w:t>
      </w:r>
    </w:p>
    <w:p w14:paraId="5FFFC0CF" w14:textId="77777777" w:rsidR="00905145" w:rsidRPr="00AF0A23" w:rsidRDefault="00905145" w:rsidP="00905145">
      <w:pPr>
        <w:ind w:firstLine="0"/>
        <w:jc w:val="center"/>
      </w:pPr>
      <w:r w:rsidRPr="00AF0A23">
        <w:t>LE PÈRE JOSEPH</w:t>
      </w:r>
    </w:p>
    <w:p w14:paraId="7194BC42" w14:textId="77777777" w:rsidR="00905145" w:rsidRPr="00AF0A23" w:rsidRDefault="00905145" w:rsidP="00905145">
      <w:r w:rsidRPr="00AF0A23">
        <w:lastRenderedPageBreak/>
        <w:t>Mais je vous le certifie.</w:t>
      </w:r>
    </w:p>
    <w:p w14:paraId="720721DD" w14:textId="77777777" w:rsidR="00905145" w:rsidRPr="00AF0A23" w:rsidRDefault="00905145" w:rsidP="00905145">
      <w:pPr>
        <w:ind w:firstLine="0"/>
        <w:jc w:val="center"/>
      </w:pPr>
      <w:r w:rsidRPr="00AF0A23">
        <w:t>RICHELIEU</w:t>
      </w:r>
    </w:p>
    <w:p w14:paraId="16AB1F16" w14:textId="77777777" w:rsidR="00905145" w:rsidRPr="00AF0A23" w:rsidRDefault="00905145" w:rsidP="00905145">
      <w:r w:rsidRPr="00AF0A23">
        <w:t>Je ne me trompais donc pas – et c’est un double affront pour moi car cette pièce est en o</w:t>
      </w:r>
      <w:r w:rsidRPr="00AF0A23">
        <w:t>u</w:t>
      </w:r>
      <w:r w:rsidRPr="00AF0A23">
        <w:t>tre l’apologie du duel que j’ai co</w:t>
      </w:r>
      <w:r w:rsidRPr="00AF0A23">
        <w:t>n</w:t>
      </w:r>
      <w:r w:rsidRPr="00AF0A23">
        <w:t>damné… que nous avons, Vous et moi, condamné.</w:t>
      </w:r>
    </w:p>
    <w:p w14:paraId="3DD455F3" w14:textId="77777777" w:rsidR="00905145" w:rsidRPr="00AF0A23" w:rsidRDefault="00905145" w:rsidP="00905145">
      <w:pPr>
        <w:rPr>
          <w:i/>
          <w:iCs/>
        </w:rPr>
      </w:pPr>
      <w:r w:rsidRPr="00AF0A23">
        <w:rPr>
          <w:i/>
          <w:iCs/>
        </w:rPr>
        <w:t>Au père Joseph.</w:t>
      </w:r>
    </w:p>
    <w:p w14:paraId="15F225A5" w14:textId="77777777" w:rsidR="00905145" w:rsidRPr="00AF0A23" w:rsidRDefault="00905145" w:rsidP="00905145">
      <w:r w:rsidRPr="00AF0A23">
        <w:t>Je vous avais d’ailleurs prié de vous procurer des passages de la pièce.</w:t>
      </w:r>
    </w:p>
    <w:p w14:paraId="059AE0AB" w14:textId="77777777" w:rsidR="00905145" w:rsidRPr="00AF0A23" w:rsidRDefault="00905145" w:rsidP="00905145">
      <w:pPr>
        <w:ind w:firstLine="0"/>
        <w:jc w:val="center"/>
      </w:pPr>
      <w:r w:rsidRPr="00AF0A23">
        <w:t>LE PÈRE JOSEPH</w:t>
      </w:r>
    </w:p>
    <w:p w14:paraId="21A9BCAA" w14:textId="77777777" w:rsidR="00905145" w:rsidRPr="00AF0A23" w:rsidRDefault="00905145" w:rsidP="00905145">
      <w:r w:rsidRPr="00AF0A23">
        <w:t>Mais je m’en suis procuré, Monseigneur. Au premier acte, le père du personnage principal, i</w:t>
      </w:r>
      <w:r w:rsidRPr="00AF0A23">
        <w:t>n</w:t>
      </w:r>
      <w:r w:rsidRPr="00AF0A23">
        <w:t>sulté par un grand seigneur, ordonne à son fils de le prov</w:t>
      </w:r>
      <w:r w:rsidRPr="00AF0A23">
        <w:t>o</w:t>
      </w:r>
      <w:r w:rsidRPr="00AF0A23">
        <w:t>quer en duel. Il lui dit en propres termes :</w:t>
      </w:r>
    </w:p>
    <w:p w14:paraId="07B7969C" w14:textId="77777777" w:rsidR="00905145" w:rsidRPr="00AF0A23" w:rsidRDefault="00905145" w:rsidP="00905145"/>
    <w:p w14:paraId="291991C6" w14:textId="77777777" w:rsidR="00905145" w:rsidRPr="00D72CAB" w:rsidRDefault="00905145" w:rsidP="00905145">
      <w:pPr>
        <w:pStyle w:val="NormalEspAvt0EspApr0"/>
        <w:rPr>
          <w:i/>
          <w:iCs/>
        </w:rPr>
      </w:pPr>
      <w:r w:rsidRPr="00D72CAB">
        <w:rPr>
          <w:i/>
          <w:iCs/>
        </w:rPr>
        <w:t>Va contre un arrogant éprouver ton co</w:t>
      </w:r>
      <w:r w:rsidRPr="00D72CAB">
        <w:rPr>
          <w:i/>
          <w:iCs/>
        </w:rPr>
        <w:t>u</w:t>
      </w:r>
      <w:r w:rsidRPr="00D72CAB">
        <w:rPr>
          <w:i/>
          <w:iCs/>
        </w:rPr>
        <w:t>rage,</w:t>
      </w:r>
    </w:p>
    <w:p w14:paraId="54FA2E1F" w14:textId="77777777" w:rsidR="00905145" w:rsidRPr="00D72CAB" w:rsidRDefault="00905145" w:rsidP="00905145">
      <w:pPr>
        <w:pStyle w:val="NormalEspAvt0EspApr0"/>
        <w:rPr>
          <w:i/>
          <w:iCs/>
        </w:rPr>
      </w:pPr>
      <w:r w:rsidRPr="00D72CAB">
        <w:rPr>
          <w:i/>
          <w:iCs/>
        </w:rPr>
        <w:t>Ce n’est que dans le sang qu’on lave un tel outrage.</w:t>
      </w:r>
    </w:p>
    <w:p w14:paraId="1CC84942" w14:textId="77777777" w:rsidR="00905145" w:rsidRPr="00D72CAB" w:rsidRDefault="00905145" w:rsidP="00905145">
      <w:pPr>
        <w:pStyle w:val="NormalEspAvt0EspApr0"/>
        <w:rPr>
          <w:i/>
          <w:iCs/>
        </w:rPr>
      </w:pPr>
      <w:r w:rsidRPr="00D72CAB">
        <w:rPr>
          <w:i/>
          <w:iCs/>
        </w:rPr>
        <w:t>Meurs ou tue !</w:t>
      </w:r>
    </w:p>
    <w:p w14:paraId="4AAF3554" w14:textId="77777777" w:rsidR="00905145" w:rsidRPr="00AF0A23" w:rsidRDefault="00905145" w:rsidP="00905145"/>
    <w:p w14:paraId="3E9DB4E0" w14:textId="77777777" w:rsidR="00905145" w:rsidRPr="00AF0A23" w:rsidRDefault="00905145" w:rsidP="00905145">
      <w:pPr>
        <w:ind w:firstLine="0"/>
        <w:jc w:val="center"/>
      </w:pPr>
      <w:r w:rsidRPr="00AF0A23">
        <w:t>RICHELIEU</w:t>
      </w:r>
    </w:p>
    <w:p w14:paraId="4330DBA7" w14:textId="77777777" w:rsidR="00905145" w:rsidRPr="00AF0A23" w:rsidRDefault="00905145" w:rsidP="00905145">
      <w:r w:rsidRPr="00AF0A23">
        <w:t>Eh bien, Sire ? Interdisez le duel, maintenez la peine de mort contre ceux qui tueront, en exemple faites exécuter le comte de Montmorency, pour qu’un poète ouvertement vous blâme et vous bafoue !… Non, que Votre Majesté, sur ce point-là enc</w:t>
      </w:r>
      <w:r w:rsidRPr="00AF0A23">
        <w:t>o</w:t>
      </w:r>
      <w:r w:rsidRPr="00AF0A23">
        <w:t>re, veuille bien s’en remettre à moi du soin de veiller sur ses i</w:t>
      </w:r>
      <w:r w:rsidRPr="00AF0A23">
        <w:t>n</w:t>
      </w:r>
      <w:r w:rsidRPr="00AF0A23">
        <w:t>térêts.</w:t>
      </w:r>
    </w:p>
    <w:p w14:paraId="44676D2F" w14:textId="77777777" w:rsidR="00905145" w:rsidRPr="00D72CAB" w:rsidRDefault="00905145" w:rsidP="00905145">
      <w:pPr>
        <w:pStyle w:val="NormalRetraitGauche4XIndent0"/>
        <w:rPr>
          <w:i/>
          <w:iCs/>
        </w:rPr>
      </w:pPr>
      <w:r w:rsidRPr="00D72CAB">
        <w:rPr>
          <w:i/>
          <w:iCs/>
        </w:rPr>
        <w:t>Au Père Joseph.</w:t>
      </w:r>
    </w:p>
    <w:p w14:paraId="4ED483E8" w14:textId="77777777" w:rsidR="00905145" w:rsidRPr="00AF0A23" w:rsidRDefault="00905145" w:rsidP="00905145">
      <w:r w:rsidRPr="00AF0A23">
        <w:lastRenderedPageBreak/>
        <w:t>Pas de Corneille encore. Laissons pa</w:t>
      </w:r>
      <w:r w:rsidRPr="00AF0A23">
        <w:t>s</w:t>
      </w:r>
      <w:r w:rsidRPr="00AF0A23">
        <w:t xml:space="preserve">ser </w:t>
      </w:r>
      <w:r w:rsidRPr="00AF0A23">
        <w:rPr>
          <w:i/>
          <w:iCs/>
        </w:rPr>
        <w:t xml:space="preserve">le Cid </w:t>
      </w:r>
      <w:r w:rsidRPr="00AF0A23">
        <w:t>– si nous ne pouvons pas l’empêcher de passer. Une pièce esp</w:t>
      </w:r>
      <w:r w:rsidRPr="00AF0A23">
        <w:t>a</w:t>
      </w:r>
      <w:r w:rsidRPr="00AF0A23">
        <w:t>gnole, en ce moment chez nous…</w:t>
      </w:r>
    </w:p>
    <w:p w14:paraId="49D54155" w14:textId="77777777" w:rsidR="00905145" w:rsidRPr="00AF0A23" w:rsidRDefault="00905145" w:rsidP="00905145">
      <w:pPr>
        <w:ind w:firstLine="0"/>
        <w:jc w:val="center"/>
      </w:pPr>
      <w:r w:rsidRPr="00AF0A23">
        <w:t>LE PÈRE JOSEPH</w:t>
      </w:r>
    </w:p>
    <w:p w14:paraId="153842DB" w14:textId="77777777" w:rsidR="00905145" w:rsidRPr="00AF0A23" w:rsidRDefault="00905145" w:rsidP="00905145">
      <w:r w:rsidRPr="00AF0A23">
        <w:t>Et qui contient des vers sublimes…</w:t>
      </w:r>
    </w:p>
    <w:p w14:paraId="2A699165" w14:textId="77777777" w:rsidR="00905145" w:rsidRPr="00AF0A23" w:rsidRDefault="00905145" w:rsidP="00905145">
      <w:pPr>
        <w:ind w:firstLine="0"/>
        <w:jc w:val="center"/>
      </w:pPr>
      <w:r w:rsidRPr="00AF0A23">
        <w:t>RICHELIEU</w:t>
      </w:r>
    </w:p>
    <w:p w14:paraId="2EFB8E42" w14:textId="77777777" w:rsidR="00905145" w:rsidRPr="00AF0A23" w:rsidRDefault="00905145" w:rsidP="00905145">
      <w:r w:rsidRPr="00AF0A23">
        <w:t>Ce qui fait la provocation plus grave encore et l’homme plus coup</w:t>
      </w:r>
      <w:r w:rsidRPr="00AF0A23">
        <w:t>a</w:t>
      </w:r>
      <w:r w:rsidRPr="00AF0A23">
        <w:t>ble !</w:t>
      </w:r>
    </w:p>
    <w:p w14:paraId="038D4728" w14:textId="77777777" w:rsidR="00905145" w:rsidRPr="00D72CAB" w:rsidRDefault="00905145" w:rsidP="00905145">
      <w:pPr>
        <w:pStyle w:val="NormalRetraitGauche4XIndent0"/>
        <w:rPr>
          <w:i/>
          <w:iCs/>
        </w:rPr>
      </w:pPr>
      <w:r w:rsidRPr="00D72CAB">
        <w:rPr>
          <w:i/>
          <w:iCs/>
        </w:rPr>
        <w:t>Au Père Joseph.</w:t>
      </w:r>
    </w:p>
    <w:p w14:paraId="5DEF8074" w14:textId="77777777" w:rsidR="00905145" w:rsidRPr="00AF0A23" w:rsidRDefault="00905145" w:rsidP="00905145">
      <w:r w:rsidRPr="00AF0A23">
        <w:t>J’ai signé les statuts de cette Académie, mais j’en ai su</w:t>
      </w:r>
      <w:r w:rsidRPr="00AF0A23">
        <w:t>p</w:t>
      </w:r>
      <w:r w:rsidRPr="00AF0A23">
        <w:t>primé l’article 5 dans lequel il était dit que les académiciens s’engageaient à révérer ma mémoire et ma vertu. On me d</w:t>
      </w:r>
      <w:r w:rsidRPr="00AF0A23">
        <w:t>é</w:t>
      </w:r>
      <w:r w:rsidRPr="00AF0A23">
        <w:t>teste bien assez comme cela !</w:t>
      </w:r>
    </w:p>
    <w:p w14:paraId="481FC173" w14:textId="77777777" w:rsidR="00905145" w:rsidRPr="00D72CAB" w:rsidRDefault="00905145" w:rsidP="00905145">
      <w:pPr>
        <w:pStyle w:val="NormalRetraitGauche4XIndent0"/>
        <w:rPr>
          <w:i/>
          <w:iCs/>
        </w:rPr>
      </w:pPr>
      <w:r w:rsidRPr="00D72CAB">
        <w:rPr>
          <w:i/>
          <w:iCs/>
        </w:rPr>
        <w:t>Un Capucin entre et va parler à l’oreille du Père J</w:t>
      </w:r>
      <w:r w:rsidRPr="00D72CAB">
        <w:rPr>
          <w:i/>
          <w:iCs/>
        </w:rPr>
        <w:t>o</w:t>
      </w:r>
      <w:r w:rsidRPr="00D72CAB">
        <w:rPr>
          <w:i/>
          <w:iCs/>
        </w:rPr>
        <w:t>seph.</w:t>
      </w:r>
    </w:p>
    <w:p w14:paraId="054D346B" w14:textId="77777777" w:rsidR="00905145" w:rsidRPr="00AF0A23" w:rsidRDefault="00905145" w:rsidP="00905145">
      <w:pPr>
        <w:ind w:firstLine="0"/>
        <w:jc w:val="center"/>
      </w:pPr>
      <w:r w:rsidRPr="00AF0A23">
        <w:t>LE PÈRE JOSEPH</w:t>
      </w:r>
    </w:p>
    <w:p w14:paraId="7DE0A5F7" w14:textId="77777777" w:rsidR="00905145" w:rsidRPr="00AF0A23" w:rsidRDefault="00905145" w:rsidP="00905145">
      <w:r w:rsidRPr="00AF0A23">
        <w:t xml:space="preserve">Sa Majesté </w:t>
      </w:r>
      <w:smartTag w:uri="urn:schemas-microsoft-com:office:smarttags" w:element="PersonName">
        <w:smartTagPr>
          <w:attr w:name="ProductID" w:val="LA REINE"/>
        </w:smartTagPr>
        <w:r w:rsidRPr="00AF0A23">
          <w:t>la Reine</w:t>
        </w:r>
      </w:smartTag>
      <w:r w:rsidRPr="00AF0A23">
        <w:t xml:space="preserve"> fait demander au Roi de bien vouloir se rendre auprès d’Elle.</w:t>
      </w:r>
    </w:p>
    <w:p w14:paraId="2E4BDE4E" w14:textId="77777777" w:rsidR="00905145" w:rsidRPr="00AF0A23" w:rsidRDefault="00905145" w:rsidP="00905145">
      <w:pPr>
        <w:ind w:firstLine="0"/>
        <w:jc w:val="center"/>
      </w:pPr>
      <w:r w:rsidRPr="00AF0A23">
        <w:t>LOUIS XIII</w:t>
      </w:r>
    </w:p>
    <w:p w14:paraId="2F9C2DA1" w14:textId="77777777" w:rsidR="00905145" w:rsidRPr="00AF0A23" w:rsidRDefault="00905145" w:rsidP="00905145">
      <w:r w:rsidRPr="00AF0A23">
        <w:t xml:space="preserve">Mais je croyais que </w:t>
      </w:r>
      <w:smartTag w:uri="urn:schemas-microsoft-com:office:smarttags" w:element="PersonName">
        <w:smartTagPr>
          <w:attr w:name="ProductID" w:val="LA REINE"/>
        </w:smartTagPr>
        <w:r w:rsidRPr="00AF0A23">
          <w:t>la Reine</w:t>
        </w:r>
      </w:smartTag>
      <w:r w:rsidRPr="00AF0A23">
        <w:t xml:space="preserve"> était au Val-de-Grâce.</w:t>
      </w:r>
    </w:p>
    <w:p w14:paraId="158F446B" w14:textId="77777777" w:rsidR="00905145" w:rsidRPr="00AF0A23" w:rsidRDefault="00905145" w:rsidP="00905145">
      <w:pPr>
        <w:ind w:firstLine="0"/>
        <w:jc w:val="center"/>
      </w:pPr>
      <w:r w:rsidRPr="00AF0A23">
        <w:t>RICHELIEU</w:t>
      </w:r>
    </w:p>
    <w:p w14:paraId="344088ED" w14:textId="77777777" w:rsidR="00905145" w:rsidRPr="00AF0A23" w:rsidRDefault="00905145" w:rsidP="00905145">
      <w:r w:rsidRPr="00AF0A23">
        <w:t>Elle a dû le qui</w:t>
      </w:r>
      <w:r w:rsidRPr="00AF0A23">
        <w:t>t</w:t>
      </w:r>
      <w:r w:rsidRPr="00AF0A23">
        <w:t>ter ce matin, Sire.</w:t>
      </w:r>
    </w:p>
    <w:p w14:paraId="2AD1AD96" w14:textId="77777777" w:rsidR="00905145" w:rsidRPr="00AF0A23" w:rsidRDefault="00905145" w:rsidP="00905145">
      <w:pPr>
        <w:ind w:firstLine="0"/>
        <w:jc w:val="center"/>
      </w:pPr>
      <w:r w:rsidRPr="00AF0A23">
        <w:t>LOUIS XIII</w:t>
      </w:r>
    </w:p>
    <w:p w14:paraId="48FD23E4" w14:textId="77777777" w:rsidR="00905145" w:rsidRPr="00AF0A23" w:rsidRDefault="00905145" w:rsidP="00905145">
      <w:r w:rsidRPr="00AF0A23">
        <w:t>C’est bien. Je vais la voir.</w:t>
      </w:r>
    </w:p>
    <w:p w14:paraId="3256B7D9" w14:textId="77777777" w:rsidR="00905145" w:rsidRPr="00D72CAB" w:rsidRDefault="00905145" w:rsidP="00905145">
      <w:pPr>
        <w:pStyle w:val="NormalRetraitGauche4XIndent0"/>
        <w:rPr>
          <w:i/>
          <w:iCs/>
        </w:rPr>
      </w:pPr>
      <w:r w:rsidRPr="00D72CAB">
        <w:rPr>
          <w:i/>
          <w:iCs/>
        </w:rPr>
        <w:lastRenderedPageBreak/>
        <w:t>Le Capucin sort et le Roi se lève.</w:t>
      </w:r>
    </w:p>
    <w:p w14:paraId="43D7C763" w14:textId="77777777" w:rsidR="00905145" w:rsidRPr="00AF0A23" w:rsidRDefault="00905145" w:rsidP="00905145">
      <w:pPr>
        <w:ind w:firstLine="0"/>
        <w:jc w:val="center"/>
      </w:pPr>
      <w:r w:rsidRPr="00AF0A23">
        <w:t>RICHELIEU</w:t>
      </w:r>
    </w:p>
    <w:p w14:paraId="48090CB6" w14:textId="77777777" w:rsidR="00905145" w:rsidRPr="00AF0A23" w:rsidRDefault="00905145" w:rsidP="00905145">
      <w:r w:rsidRPr="00AF0A23">
        <w:t xml:space="preserve">Le Roi voudrait-il m’accorder la grâce de faire prier </w:t>
      </w:r>
      <w:smartTag w:uri="urn:schemas-microsoft-com:office:smarttags" w:element="PersonName">
        <w:smartTagPr>
          <w:attr w:name="ProductID" w:val="LA REINE"/>
        </w:smartTagPr>
        <w:r w:rsidRPr="00AF0A23">
          <w:t>la Reine</w:t>
        </w:r>
      </w:smartTag>
      <w:r w:rsidRPr="00AF0A23">
        <w:t xml:space="preserve"> de venir le rejoindre ici ?</w:t>
      </w:r>
    </w:p>
    <w:p w14:paraId="1E39839A" w14:textId="77777777" w:rsidR="00905145" w:rsidRPr="00D72CAB" w:rsidRDefault="00905145" w:rsidP="00905145">
      <w:pPr>
        <w:pStyle w:val="NormalRetraitGauche4XIndent0"/>
        <w:rPr>
          <w:i/>
          <w:iCs/>
        </w:rPr>
      </w:pPr>
      <w:r w:rsidRPr="00D72CAB">
        <w:rPr>
          <w:i/>
          <w:iCs/>
        </w:rPr>
        <w:t>Louis XIII ne manque pas d’observer l’importance que Richelieu semble att</w:t>
      </w:r>
      <w:r w:rsidRPr="00D72CAB">
        <w:rPr>
          <w:i/>
          <w:iCs/>
        </w:rPr>
        <w:t>a</w:t>
      </w:r>
      <w:r w:rsidRPr="00D72CAB">
        <w:rPr>
          <w:i/>
          <w:iCs/>
        </w:rPr>
        <w:t>cher à cette entrevue.</w:t>
      </w:r>
    </w:p>
    <w:p w14:paraId="1F7A6A7D" w14:textId="77777777" w:rsidR="00905145" w:rsidRPr="00AF0A23" w:rsidRDefault="00905145" w:rsidP="00905145">
      <w:pPr>
        <w:ind w:firstLine="0"/>
        <w:jc w:val="center"/>
      </w:pPr>
      <w:r w:rsidRPr="00AF0A23">
        <w:t>LOUIS XIII</w:t>
      </w:r>
    </w:p>
    <w:p w14:paraId="3653F216" w14:textId="77777777" w:rsidR="00905145" w:rsidRPr="00AF0A23" w:rsidRDefault="00905145" w:rsidP="00905145">
      <w:r w:rsidRPr="00AF0A23">
        <w:t>Ménagez mon état de santé, mon cousin. Je me sens a</w:t>
      </w:r>
      <w:r w:rsidRPr="00AF0A23">
        <w:t>u</w:t>
      </w:r>
      <w:r w:rsidRPr="00AF0A23">
        <w:t>jourd’hui plus las que de coutume et veuillez m’épargner l’ennui d’un entretien pénible.</w:t>
      </w:r>
    </w:p>
    <w:p w14:paraId="4D7B0411" w14:textId="77777777" w:rsidR="00905145" w:rsidRPr="00AF0A23" w:rsidRDefault="00905145" w:rsidP="00905145">
      <w:pPr>
        <w:ind w:firstLine="0"/>
        <w:jc w:val="center"/>
      </w:pPr>
      <w:r w:rsidRPr="00AF0A23">
        <w:t>RICHELIEU</w:t>
      </w:r>
    </w:p>
    <w:p w14:paraId="0357E45C" w14:textId="77777777" w:rsidR="00905145" w:rsidRPr="00AF0A23" w:rsidRDefault="00905145" w:rsidP="00905145">
      <w:r w:rsidRPr="00AF0A23">
        <w:t>Si pourtant j’insistais, si quelque fait nouveau intéressant la sûreté de l’État m’obligeait à prier Votre Majesté de ne pas différer d’un jour cet e</w:t>
      </w:r>
      <w:r w:rsidRPr="00AF0A23">
        <w:t>n</w:t>
      </w:r>
      <w:r w:rsidRPr="00AF0A23">
        <w:t>tretien…</w:t>
      </w:r>
    </w:p>
    <w:p w14:paraId="5DE04B47" w14:textId="77777777" w:rsidR="00905145" w:rsidRPr="00AF0A23" w:rsidRDefault="00905145" w:rsidP="00905145">
      <w:pPr>
        <w:ind w:firstLine="0"/>
        <w:jc w:val="center"/>
      </w:pPr>
      <w:r w:rsidRPr="00AF0A23">
        <w:t>LOUIS XIII</w:t>
      </w:r>
    </w:p>
    <w:p w14:paraId="00B4C2EE" w14:textId="77777777" w:rsidR="00905145" w:rsidRPr="00AF0A23" w:rsidRDefault="00905145" w:rsidP="00905145">
      <w:r w:rsidRPr="00AF0A23">
        <w:t>Je dirais oui, bien entendu.</w:t>
      </w:r>
    </w:p>
    <w:p w14:paraId="31A6D9A9" w14:textId="77777777" w:rsidR="00905145" w:rsidRPr="00D72CAB" w:rsidRDefault="00905145" w:rsidP="00905145">
      <w:pPr>
        <w:pStyle w:val="NormalRetraitGauche4XIndent0"/>
        <w:rPr>
          <w:i/>
          <w:iCs/>
        </w:rPr>
      </w:pPr>
      <w:r w:rsidRPr="00D72CAB">
        <w:rPr>
          <w:i/>
          <w:iCs/>
        </w:rPr>
        <w:t>Richelieu fait un geste et le Père J</w:t>
      </w:r>
      <w:r w:rsidRPr="00D72CAB">
        <w:rPr>
          <w:i/>
          <w:iCs/>
        </w:rPr>
        <w:t>o</w:t>
      </w:r>
      <w:r w:rsidRPr="00D72CAB">
        <w:rPr>
          <w:i/>
          <w:iCs/>
        </w:rPr>
        <w:t>seph sort.</w:t>
      </w:r>
    </w:p>
    <w:p w14:paraId="68F900E2" w14:textId="77777777" w:rsidR="00905145" w:rsidRPr="00AF0A23" w:rsidRDefault="00905145" w:rsidP="00905145">
      <w:r w:rsidRPr="00AF0A23">
        <w:t>C’est donc bien grave !</w:t>
      </w:r>
    </w:p>
    <w:p w14:paraId="33A3D74D" w14:textId="77777777" w:rsidR="00905145" w:rsidRPr="00AF0A23" w:rsidRDefault="00905145" w:rsidP="00905145">
      <w:pPr>
        <w:ind w:firstLine="0"/>
        <w:jc w:val="center"/>
      </w:pPr>
      <w:r w:rsidRPr="00AF0A23">
        <w:t>RICHELIEU</w:t>
      </w:r>
    </w:p>
    <w:p w14:paraId="2F876410" w14:textId="77777777" w:rsidR="00905145" w:rsidRPr="00AF0A23" w:rsidRDefault="00905145" w:rsidP="00905145">
      <w:r w:rsidRPr="00AF0A23">
        <w:t>Hélas !… Et depuis une heure je r</w:t>
      </w:r>
      <w:r w:rsidRPr="00AF0A23">
        <w:t>e</w:t>
      </w:r>
      <w:r w:rsidRPr="00AF0A23">
        <w:t>tiens Votre Majesté chez moi et je l’entretiens de différents sujets d’importance seco</w:t>
      </w:r>
      <w:r w:rsidRPr="00AF0A23">
        <w:t>n</w:t>
      </w:r>
      <w:r w:rsidRPr="00AF0A23">
        <w:t xml:space="preserve">daire parce que je pensais bien que </w:t>
      </w:r>
      <w:smartTag w:uri="urn:schemas-microsoft-com:office:smarttags" w:element="PersonName">
        <w:smartTagPr>
          <w:attr w:name="ProductID" w:val="LA REINE"/>
        </w:smartTagPr>
        <w:r w:rsidRPr="00AF0A23">
          <w:t>la Reine</w:t>
        </w:r>
      </w:smartTag>
      <w:r w:rsidRPr="00AF0A23">
        <w:t xml:space="preserve"> allait avoir un d</w:t>
      </w:r>
      <w:r w:rsidRPr="00AF0A23">
        <w:t>é</w:t>
      </w:r>
      <w:r w:rsidRPr="00AF0A23">
        <w:t>sir vif de lui parler aujourd’hui même. Or, cette entrevue e</w:t>
      </w:r>
      <w:r w:rsidRPr="00AF0A23">
        <w:t>n</w:t>
      </w:r>
      <w:r w:rsidRPr="00AF0A23">
        <w:t xml:space="preserve">tre Elle et Votre Majesté, c’est devant moi qu’elle doit avoir </w:t>
      </w:r>
      <w:r w:rsidRPr="00AF0A23">
        <w:lastRenderedPageBreak/>
        <w:t>lieu, afin qu’elle ait toutes ses conséquences et son effet, car le sort du pays me par</w:t>
      </w:r>
      <w:r w:rsidRPr="00AF0A23">
        <w:t>a</w:t>
      </w:r>
      <w:r w:rsidRPr="00AF0A23">
        <w:t>ît en dépendre.</w:t>
      </w:r>
    </w:p>
    <w:p w14:paraId="78169167" w14:textId="77777777" w:rsidR="00905145" w:rsidRPr="00AF0A23" w:rsidRDefault="00905145" w:rsidP="00905145">
      <w:pPr>
        <w:ind w:firstLine="0"/>
        <w:jc w:val="center"/>
      </w:pPr>
      <w:r w:rsidRPr="00AF0A23">
        <w:t>LOUIS XIII</w:t>
      </w:r>
    </w:p>
    <w:p w14:paraId="14D50339" w14:textId="77777777" w:rsidR="00905145" w:rsidRPr="00AF0A23" w:rsidRDefault="00905145" w:rsidP="00905145">
      <w:r w:rsidRPr="00AF0A23">
        <w:t>À vos ordres, monsieur le Cardinal.</w:t>
      </w:r>
    </w:p>
    <w:p w14:paraId="4AE95D46" w14:textId="77777777" w:rsidR="00905145" w:rsidRPr="00AF0A23" w:rsidRDefault="00905145" w:rsidP="00905145">
      <w:pPr>
        <w:ind w:firstLine="0"/>
        <w:jc w:val="center"/>
      </w:pPr>
      <w:r w:rsidRPr="00AF0A23">
        <w:t>RICHELIEU</w:t>
      </w:r>
    </w:p>
    <w:p w14:paraId="75AC2FC7" w14:textId="77777777" w:rsidR="00905145" w:rsidRPr="00AF0A23" w:rsidRDefault="00905145" w:rsidP="00905145">
      <w:r w:rsidRPr="00AF0A23">
        <w:t>Comment l’entendez-vous, Sire ?</w:t>
      </w:r>
    </w:p>
    <w:p w14:paraId="69B1CDF7" w14:textId="77777777" w:rsidR="00905145" w:rsidRPr="00AF0A23" w:rsidRDefault="00905145" w:rsidP="00905145">
      <w:pPr>
        <w:ind w:firstLine="0"/>
        <w:jc w:val="center"/>
      </w:pPr>
      <w:r w:rsidRPr="00AF0A23">
        <w:t>LOUIS XIII</w:t>
      </w:r>
    </w:p>
    <w:p w14:paraId="6537737D" w14:textId="77777777" w:rsidR="00905145" w:rsidRPr="00AF0A23" w:rsidRDefault="00905145" w:rsidP="00905145">
      <w:r w:rsidRPr="00AF0A23">
        <w:t>Sans amertume et sans regret.</w:t>
      </w:r>
    </w:p>
    <w:p w14:paraId="1B567ECB" w14:textId="77777777" w:rsidR="00905145" w:rsidRPr="00AF0A23" w:rsidRDefault="00905145" w:rsidP="00905145">
      <w:pPr>
        <w:ind w:firstLine="0"/>
        <w:jc w:val="center"/>
      </w:pPr>
      <w:r w:rsidRPr="00AF0A23">
        <w:t>RICHELIEU</w:t>
      </w:r>
    </w:p>
    <w:p w14:paraId="604AF94D" w14:textId="77777777" w:rsidR="00905145" w:rsidRPr="00AF0A23" w:rsidRDefault="00905145" w:rsidP="00905145">
      <w:r w:rsidRPr="00AF0A23">
        <w:t>Mais sans grande amitié non plus…</w:t>
      </w:r>
    </w:p>
    <w:p w14:paraId="374AEAB8" w14:textId="77777777" w:rsidR="00905145" w:rsidRPr="00AF0A23" w:rsidRDefault="00905145" w:rsidP="00905145">
      <w:pPr>
        <w:ind w:firstLine="0"/>
        <w:jc w:val="center"/>
      </w:pPr>
      <w:r w:rsidRPr="00AF0A23">
        <w:t>LOUIS XIII</w:t>
      </w:r>
    </w:p>
    <w:p w14:paraId="501B7653" w14:textId="77777777" w:rsidR="00905145" w:rsidRPr="00AF0A23" w:rsidRDefault="00905145" w:rsidP="00905145">
      <w:r w:rsidRPr="00AF0A23">
        <w:t>Je ne suis pas un saint, Monseigneur, et sans doute vous aim</w:t>
      </w:r>
      <w:r w:rsidRPr="00AF0A23">
        <w:t>e</w:t>
      </w:r>
      <w:r w:rsidRPr="00AF0A23">
        <w:t>rais-je davantage si je ne vous avais pas tant d’obligations. Je vous respecte et vous admire… et je vous crains – et vous voulez que je vous aime !</w:t>
      </w:r>
    </w:p>
    <w:p w14:paraId="4897340E" w14:textId="77777777" w:rsidR="00905145" w:rsidRPr="00AF0A23" w:rsidRDefault="00905145" w:rsidP="00905145">
      <w:pPr>
        <w:ind w:firstLine="0"/>
        <w:jc w:val="center"/>
      </w:pPr>
      <w:r w:rsidRPr="00AF0A23">
        <w:t>RICHELIEU</w:t>
      </w:r>
    </w:p>
    <w:p w14:paraId="6BB4D81F" w14:textId="77777777" w:rsidR="00905145" w:rsidRPr="00AF0A23" w:rsidRDefault="00905145" w:rsidP="00905145">
      <w:r w:rsidRPr="00AF0A23">
        <w:t>Le Roi me craint ?</w:t>
      </w:r>
    </w:p>
    <w:p w14:paraId="13D411B4" w14:textId="77777777" w:rsidR="00905145" w:rsidRPr="00AF0A23" w:rsidRDefault="00905145" w:rsidP="00905145">
      <w:pPr>
        <w:ind w:firstLine="0"/>
        <w:jc w:val="center"/>
      </w:pPr>
      <w:r w:rsidRPr="00AF0A23">
        <w:t>LOUIS XIII</w:t>
      </w:r>
    </w:p>
    <w:p w14:paraId="49B7E45B" w14:textId="77777777" w:rsidR="00905145" w:rsidRPr="00AF0A23" w:rsidRDefault="00905145" w:rsidP="00905145">
      <w:r w:rsidRPr="00AF0A23">
        <w:t xml:space="preserve">Votre Éminence sait bien qu’elle fait trembler </w:t>
      </w:r>
      <w:smartTag w:uri="urn:schemas-microsoft-com:office:smarttags" w:element="PersonName">
        <w:smartTagPr>
          <w:attr w:name="ProductID" w:val="la France"/>
        </w:smartTagPr>
        <w:r w:rsidRPr="00AF0A23">
          <w:t>la France</w:t>
        </w:r>
      </w:smartTag>
      <w:r w:rsidRPr="00AF0A23">
        <w:t xml:space="preserve"> e</w:t>
      </w:r>
      <w:r w:rsidRPr="00AF0A23">
        <w:t>n</w:t>
      </w:r>
      <w:r w:rsidRPr="00AF0A23">
        <w:t>tière…</w:t>
      </w:r>
    </w:p>
    <w:p w14:paraId="2EC05937" w14:textId="77777777" w:rsidR="00905145" w:rsidRPr="00AF0A23" w:rsidRDefault="00905145" w:rsidP="00905145">
      <w:pPr>
        <w:ind w:firstLine="0"/>
        <w:jc w:val="center"/>
      </w:pPr>
      <w:r w:rsidRPr="00AF0A23">
        <w:t>RICHELIEU</w:t>
      </w:r>
    </w:p>
    <w:p w14:paraId="242B6AE0" w14:textId="77777777" w:rsidR="00905145" w:rsidRPr="00AF0A23" w:rsidRDefault="00905145" w:rsidP="00905145">
      <w:smartTag w:uri="urn:schemas-microsoft-com:office:smarttags" w:element="PersonName">
        <w:smartTagPr>
          <w:attr w:name="ProductID" w:val="la France"/>
        </w:smartTagPr>
        <w:r w:rsidRPr="00AF0A23">
          <w:t>La France</w:t>
        </w:r>
      </w:smartTag>
      <w:r w:rsidRPr="00AF0A23">
        <w:t xml:space="preserve"> peut trembler, mais pas le Roi…</w:t>
      </w:r>
    </w:p>
    <w:p w14:paraId="30AFC953" w14:textId="77777777" w:rsidR="00905145" w:rsidRPr="00AF0A23" w:rsidRDefault="00905145" w:rsidP="00905145">
      <w:pPr>
        <w:ind w:firstLine="0"/>
        <w:jc w:val="center"/>
      </w:pPr>
      <w:r w:rsidRPr="00AF0A23">
        <w:t>LOUIS XIII</w:t>
      </w:r>
    </w:p>
    <w:p w14:paraId="62CB4699" w14:textId="77777777" w:rsidR="00905145" w:rsidRPr="00AF0A23" w:rsidRDefault="00905145" w:rsidP="00905145">
      <w:r w:rsidRPr="00AF0A23">
        <w:lastRenderedPageBreak/>
        <w:t>Mais si. J’ai peur de vous.</w:t>
      </w:r>
    </w:p>
    <w:p w14:paraId="2B60466E" w14:textId="77777777" w:rsidR="00905145" w:rsidRPr="00AF0A23" w:rsidRDefault="00905145" w:rsidP="00905145">
      <w:pPr>
        <w:ind w:firstLine="0"/>
        <w:jc w:val="center"/>
      </w:pPr>
      <w:r w:rsidRPr="00AF0A23">
        <w:t>RICHELIEU</w:t>
      </w:r>
    </w:p>
    <w:p w14:paraId="277AC48D" w14:textId="77777777" w:rsidR="00905145" w:rsidRPr="00AF0A23" w:rsidRDefault="00905145" w:rsidP="00905145">
      <w:r w:rsidRPr="00AF0A23">
        <w:t>Peur de moi, Sire ? Quelle incroy</w:t>
      </w:r>
      <w:r w:rsidRPr="00AF0A23">
        <w:t>a</w:t>
      </w:r>
      <w:r w:rsidRPr="00AF0A23">
        <w:t>ble chose !… J’ai servi de mon mieux les i</w:t>
      </w:r>
      <w:r w:rsidRPr="00AF0A23">
        <w:t>n</w:t>
      </w:r>
      <w:r w:rsidRPr="00AF0A23">
        <w:t xml:space="preserve">térêts de </w:t>
      </w:r>
      <w:smartTag w:uri="urn:schemas-microsoft-com:office:smarttags" w:element="PersonName">
        <w:smartTagPr>
          <w:attr w:name="ProductID" w:val="la France"/>
        </w:smartTagPr>
        <w:r w:rsidRPr="00AF0A23">
          <w:t>la France</w:t>
        </w:r>
      </w:smartTag>
      <w:r w:rsidRPr="00AF0A23">
        <w:t xml:space="preserve"> et je n’ai jamais eu d’autres ennemis que ceux de l’État, – c’est c</w:t>
      </w:r>
      <w:r w:rsidRPr="005441F7">
        <w:t>e</w:t>
      </w:r>
      <w:r w:rsidRPr="00AF0A23">
        <w:t xml:space="preserve"> qui m’a rendu si sévère avec eux. Et ce n’est pas à Votre Majesté de me reprocher a</w:t>
      </w:r>
      <w:r w:rsidRPr="00AF0A23">
        <w:t>u</w:t>
      </w:r>
      <w:r w:rsidRPr="00AF0A23">
        <w:t>jourd’hui mon intransigeance implacable. Par amour pour le Roi, j’aime à supporter seul le poids terrible de la haine qu’on me voue, mais Votre Majesté sait bien que j’ai suivi plus de co</w:t>
      </w:r>
      <w:r w:rsidRPr="00AF0A23">
        <w:t>n</w:t>
      </w:r>
      <w:r w:rsidRPr="00AF0A23">
        <w:t>seils encore que je n’en ai donné. Nous part</w:t>
      </w:r>
      <w:r w:rsidRPr="00AF0A23">
        <w:t>a</w:t>
      </w:r>
      <w:r w:rsidRPr="00AF0A23">
        <w:t>geons la gloire des batailles gagnées, mais si la nécessité nous pousse à prendre quelque décision cruelle, impitoyable, j’en supporte seul les cons</w:t>
      </w:r>
      <w:r w:rsidRPr="00AF0A23">
        <w:t>é</w:t>
      </w:r>
      <w:r w:rsidRPr="00AF0A23">
        <w:t>quences.</w:t>
      </w:r>
    </w:p>
    <w:p w14:paraId="2BD31FDA" w14:textId="77777777" w:rsidR="00905145" w:rsidRPr="00AF0A23" w:rsidRDefault="00905145" w:rsidP="00905145">
      <w:r w:rsidRPr="00AF0A23">
        <w:t>Je combats les Anglais, je réduis L</w:t>
      </w:r>
      <w:r w:rsidRPr="005441F7">
        <w:t>a</w:t>
      </w:r>
      <w:r w:rsidRPr="00AF0A23">
        <w:t xml:space="preserve"> Rochelle : Louis XIII est un grand Roi. Je fais décapiter Mon</w:t>
      </w:r>
      <w:r w:rsidRPr="00AF0A23">
        <w:t>t</w:t>
      </w:r>
      <w:r w:rsidRPr="00AF0A23">
        <w:t>morency qui soulevait le Languedoc contre le Roi ; le Card</w:t>
      </w:r>
      <w:r w:rsidRPr="00AF0A23">
        <w:t>i</w:t>
      </w:r>
      <w:r w:rsidRPr="00AF0A23">
        <w:t>nal est sans pitié ! J’ai risqué trente fois ma vie pour affermir votre puissance… ce qui me reste encore de force, je vais avec ardeur le dépenser dans cette lu</w:t>
      </w:r>
      <w:r w:rsidRPr="00AF0A23">
        <w:t>t</w:t>
      </w:r>
      <w:r w:rsidRPr="00AF0A23">
        <w:t>te que j’engage avec l’Espagne… je n’ai jamais ni méconnu, ni négligé…</w:t>
      </w:r>
    </w:p>
    <w:p w14:paraId="5D79C4BC" w14:textId="77777777" w:rsidR="00905145" w:rsidRPr="00AF0A23" w:rsidRDefault="00905145" w:rsidP="00905145">
      <w:pPr>
        <w:ind w:firstLine="0"/>
        <w:jc w:val="center"/>
      </w:pPr>
      <w:r w:rsidRPr="00AF0A23">
        <w:t>LOUIS XIII</w:t>
      </w:r>
    </w:p>
    <w:p w14:paraId="237D58A2" w14:textId="77777777" w:rsidR="00905145" w:rsidRPr="00AF0A23" w:rsidRDefault="00905145" w:rsidP="00905145">
      <w:pPr>
        <w:rPr>
          <w:i/>
          <w:iCs/>
        </w:rPr>
      </w:pPr>
      <w:r w:rsidRPr="00AF0A23">
        <w:t>Ce qui pouvait contribuer à la grandeur de la France, j</w:t>
      </w:r>
      <w:r w:rsidRPr="00AF0A23">
        <w:t>a</w:t>
      </w:r>
      <w:r w:rsidRPr="00AF0A23">
        <w:t>mais. Vous avez pou</w:t>
      </w:r>
      <w:r w:rsidRPr="00AF0A23">
        <w:t>r</w:t>
      </w:r>
      <w:r w:rsidRPr="00AF0A23">
        <w:t xml:space="preserve">suivi le but que s’était proposé le Roi mon père, et vous l’avez atteint. Mais n’avez-vous pas dit qu’en </w:t>
      </w:r>
      <w:r w:rsidRPr="00AF0A23">
        <w:rPr>
          <w:i/>
          <w:iCs/>
        </w:rPr>
        <w:t>m</w:t>
      </w:r>
      <w:r w:rsidRPr="00AF0A23">
        <w:rPr>
          <w:i/>
          <w:iCs/>
        </w:rPr>
        <w:t>a</w:t>
      </w:r>
      <w:r w:rsidRPr="00AF0A23">
        <w:rPr>
          <w:i/>
          <w:iCs/>
        </w:rPr>
        <w:t>tière de grandes affaires, qui veut faire assez doit vouloir trop et ne r</w:t>
      </w:r>
      <w:r w:rsidRPr="00AF0A23">
        <w:rPr>
          <w:i/>
          <w:iCs/>
        </w:rPr>
        <w:t>e</w:t>
      </w:r>
      <w:r w:rsidRPr="00AF0A23">
        <w:rPr>
          <w:i/>
          <w:iCs/>
        </w:rPr>
        <w:t>fuser aucun moyen pour parvenir à ses fins ?</w:t>
      </w:r>
    </w:p>
    <w:p w14:paraId="1ABE0DC1" w14:textId="77777777" w:rsidR="00905145" w:rsidRPr="00AF0A23" w:rsidRDefault="00905145" w:rsidP="00905145">
      <w:pPr>
        <w:ind w:firstLine="0"/>
        <w:jc w:val="center"/>
      </w:pPr>
      <w:r w:rsidRPr="00AF0A23">
        <w:t>RICHELIEU</w:t>
      </w:r>
    </w:p>
    <w:p w14:paraId="082262DC" w14:textId="77777777" w:rsidR="00905145" w:rsidRPr="00AF0A23" w:rsidRDefault="00905145" w:rsidP="00905145">
      <w:r w:rsidRPr="00AF0A23">
        <w:t>Je l’ai dit, Sire.</w:t>
      </w:r>
    </w:p>
    <w:p w14:paraId="2A3738D0" w14:textId="77777777" w:rsidR="00905145" w:rsidRPr="00AF0A23" w:rsidRDefault="00905145" w:rsidP="00905145">
      <w:pPr>
        <w:ind w:firstLine="0"/>
        <w:jc w:val="center"/>
      </w:pPr>
      <w:r w:rsidRPr="00AF0A23">
        <w:t>LOUIS XIII</w:t>
      </w:r>
    </w:p>
    <w:p w14:paraId="238B4175" w14:textId="77777777" w:rsidR="00905145" w:rsidRPr="00AF0A23" w:rsidRDefault="00905145" w:rsidP="00905145">
      <w:r w:rsidRPr="00AF0A23">
        <w:lastRenderedPageBreak/>
        <w:t>Eh bien, que feriez-vous de moi si demain je m’opposais à cette lutte que vous engagez contre l’Espagne ?</w:t>
      </w:r>
    </w:p>
    <w:p w14:paraId="305ADA54" w14:textId="77777777" w:rsidR="00905145" w:rsidRPr="00AF0A23" w:rsidRDefault="00905145" w:rsidP="00905145">
      <w:pPr>
        <w:ind w:firstLine="0"/>
        <w:jc w:val="center"/>
      </w:pPr>
      <w:r w:rsidRPr="00AF0A23">
        <w:t>RICHELIEU</w:t>
      </w:r>
    </w:p>
    <w:p w14:paraId="2876A488" w14:textId="77777777" w:rsidR="00905145" w:rsidRPr="00AF0A23" w:rsidRDefault="00905145" w:rsidP="00905145">
      <w:r w:rsidRPr="00AF0A23">
        <w:t>Mais Votre M</w:t>
      </w:r>
      <w:r w:rsidRPr="00AF0A23">
        <w:t>a</w:t>
      </w:r>
      <w:r w:rsidRPr="00AF0A23">
        <w:t>jesté s’y résolvait hier.</w:t>
      </w:r>
    </w:p>
    <w:p w14:paraId="6A92AAFA" w14:textId="77777777" w:rsidR="00905145" w:rsidRPr="00AF0A23" w:rsidRDefault="00905145" w:rsidP="00905145">
      <w:pPr>
        <w:ind w:firstLine="0"/>
        <w:jc w:val="center"/>
      </w:pPr>
      <w:r w:rsidRPr="00AF0A23">
        <w:t>LOUIS XIII</w:t>
      </w:r>
    </w:p>
    <w:p w14:paraId="17B63428" w14:textId="77777777" w:rsidR="00905145" w:rsidRPr="00AF0A23" w:rsidRDefault="00905145" w:rsidP="00905145">
      <w:r w:rsidRPr="00AF0A23">
        <w:t>Répondez à ma question et ne vous me</w:t>
      </w:r>
      <w:r w:rsidRPr="00AF0A23">
        <w:t>t</w:t>
      </w:r>
      <w:r w:rsidRPr="00AF0A23">
        <w:t>tez pas en colère. Si je m’y opposais demain, que feriez-vous ?</w:t>
      </w:r>
    </w:p>
    <w:p w14:paraId="43FB9542" w14:textId="77777777" w:rsidR="00905145" w:rsidRPr="00D72CAB" w:rsidRDefault="00905145" w:rsidP="00905145">
      <w:pPr>
        <w:pStyle w:val="NormalRetraitGauche4XIndent0"/>
        <w:rPr>
          <w:i/>
          <w:iCs/>
        </w:rPr>
      </w:pPr>
      <w:r w:rsidRPr="00D72CAB">
        <w:rPr>
          <w:i/>
          <w:iCs/>
        </w:rPr>
        <w:t>Richelieu met sa tête dans ses mains.</w:t>
      </w:r>
    </w:p>
    <w:p w14:paraId="2599DDB2" w14:textId="77777777" w:rsidR="00905145" w:rsidRPr="00AF0A23" w:rsidRDefault="00905145" w:rsidP="00905145">
      <w:r w:rsidRPr="00AF0A23">
        <w:t>Voilà pourquoi j’ai peur. Le roi Henri III est mort assass</w:t>
      </w:r>
      <w:r w:rsidRPr="00AF0A23">
        <w:t>i</w:t>
      </w:r>
      <w:r w:rsidRPr="00AF0A23">
        <w:t>né, mon illustre père est mort assassiné… J’ai fait assassiner moi-même Concini… On assassine assez facilement dans ma famille. Vous ne m’empêcherez pas d’y penser quelquefois. Mais, vous voyez, j’y pense avec un calme extrême, car, à la vér</w:t>
      </w:r>
      <w:r w:rsidRPr="00AF0A23">
        <w:t>i</w:t>
      </w:r>
      <w:r w:rsidRPr="00AF0A23">
        <w:t xml:space="preserve">té, quand je dis que j’ai peur, c’est peur de moi plutôt que peur de vous, Monsieur. </w:t>
      </w:r>
      <w:proofErr w:type="gramStart"/>
      <w:r w:rsidRPr="00AF0A23">
        <w:t>J’ai peur de</w:t>
      </w:r>
      <w:proofErr w:type="gramEnd"/>
      <w:r w:rsidRPr="00AF0A23">
        <w:t xml:space="preserve"> mal agir en vous contreca</w:t>
      </w:r>
      <w:r w:rsidRPr="00AF0A23">
        <w:t>r</w:t>
      </w:r>
      <w:r w:rsidRPr="00AF0A23">
        <w:t>rant. Mais le remède est près du mal : je n’ai qu’à m’incliner devant vos décisions.</w:t>
      </w:r>
    </w:p>
    <w:p w14:paraId="1ADAAB8A" w14:textId="77777777" w:rsidR="00905145" w:rsidRPr="00D43C35" w:rsidRDefault="00905145" w:rsidP="00905145">
      <w:pPr>
        <w:pStyle w:val="NormalRetraitGauche4XIndent0"/>
        <w:rPr>
          <w:i/>
          <w:iCs/>
        </w:rPr>
      </w:pPr>
      <w:r w:rsidRPr="00D43C35">
        <w:rPr>
          <w:i/>
          <w:iCs/>
        </w:rPr>
        <w:t>Un temps.</w:t>
      </w:r>
    </w:p>
    <w:p w14:paraId="51F3979C" w14:textId="77777777" w:rsidR="00905145" w:rsidRPr="00AF0A23" w:rsidRDefault="00905145" w:rsidP="00905145">
      <w:r w:rsidRPr="00AF0A23">
        <w:t>Vous êtes triste ?</w:t>
      </w:r>
    </w:p>
    <w:p w14:paraId="090C2AA5" w14:textId="77777777" w:rsidR="00905145" w:rsidRPr="00AF0A23" w:rsidRDefault="00905145" w:rsidP="00905145">
      <w:pPr>
        <w:ind w:firstLine="0"/>
        <w:jc w:val="center"/>
      </w:pPr>
      <w:r w:rsidRPr="00AF0A23">
        <w:t>RICHELIEU</w:t>
      </w:r>
    </w:p>
    <w:p w14:paraId="32CCAFCB" w14:textId="77777777" w:rsidR="00905145" w:rsidRPr="00AF0A23" w:rsidRDefault="00905145" w:rsidP="00905145">
      <w:r w:rsidRPr="00AF0A23">
        <w:t>Désolé !</w:t>
      </w:r>
    </w:p>
    <w:p w14:paraId="7180CCE5" w14:textId="77777777" w:rsidR="00905145" w:rsidRPr="00AF0A23" w:rsidRDefault="00905145" w:rsidP="00905145">
      <w:pPr>
        <w:ind w:firstLine="0"/>
        <w:jc w:val="center"/>
      </w:pPr>
      <w:r w:rsidRPr="00AF0A23">
        <w:t>LOUIS XIII</w:t>
      </w:r>
    </w:p>
    <w:p w14:paraId="75415856" w14:textId="77777777" w:rsidR="00905145" w:rsidRPr="00AF0A23" w:rsidRDefault="00905145" w:rsidP="00905145">
      <w:r w:rsidRPr="00AF0A23">
        <w:t>Vous voulez que je vous dise que je vous aime ?</w:t>
      </w:r>
    </w:p>
    <w:p w14:paraId="66E6D1DA" w14:textId="77777777" w:rsidR="00905145" w:rsidRPr="00AF0A23" w:rsidRDefault="00905145" w:rsidP="00905145">
      <w:pPr>
        <w:ind w:firstLine="0"/>
        <w:jc w:val="center"/>
      </w:pPr>
      <w:r w:rsidRPr="00AF0A23">
        <w:t>RICHELIEU</w:t>
      </w:r>
    </w:p>
    <w:p w14:paraId="400D86B7" w14:textId="77777777" w:rsidR="00905145" w:rsidRPr="00AF0A23" w:rsidRDefault="00905145" w:rsidP="00905145">
      <w:r w:rsidRPr="00AF0A23">
        <w:t>Je le voudrais et je voudrais que ce fût vrai !</w:t>
      </w:r>
    </w:p>
    <w:p w14:paraId="61F5F13F" w14:textId="77777777" w:rsidR="00905145" w:rsidRPr="00AF0A23" w:rsidRDefault="00905145" w:rsidP="00905145">
      <w:pPr>
        <w:ind w:firstLine="0"/>
        <w:jc w:val="center"/>
      </w:pPr>
      <w:r w:rsidRPr="00AF0A23">
        <w:lastRenderedPageBreak/>
        <w:t>LOUIS XIII</w:t>
      </w:r>
    </w:p>
    <w:p w14:paraId="3334E4C4" w14:textId="77777777" w:rsidR="00905145" w:rsidRPr="00AF0A23" w:rsidRDefault="00905145" w:rsidP="00905145">
      <w:r w:rsidRPr="00AF0A23">
        <w:t>Eh bien, pour aujourd’hui, contentez-vous de savoir que, de toute ma vie, je n’ai jamais aimé personne a</w:t>
      </w:r>
      <w:r w:rsidRPr="00AF0A23">
        <w:t>u</w:t>
      </w:r>
      <w:r w:rsidRPr="00AF0A23">
        <w:t>tant que vous.</w:t>
      </w:r>
    </w:p>
    <w:p w14:paraId="0F38F5BE" w14:textId="77777777" w:rsidR="00905145" w:rsidRPr="00D72CAB" w:rsidRDefault="00905145" w:rsidP="00905145">
      <w:pPr>
        <w:pStyle w:val="NormalRetraitGauche4XIndent0"/>
        <w:rPr>
          <w:i/>
          <w:iCs/>
        </w:rPr>
      </w:pPr>
      <w:r w:rsidRPr="00D72CAB">
        <w:rPr>
          <w:i/>
          <w:iCs/>
        </w:rPr>
        <w:t>La porte s’ouvre et le Père Joseph paraît, d</w:t>
      </w:r>
      <w:r w:rsidRPr="00D72CAB">
        <w:rPr>
          <w:i/>
          <w:iCs/>
        </w:rPr>
        <w:t>i</w:t>
      </w:r>
      <w:r w:rsidRPr="00D72CAB">
        <w:rPr>
          <w:i/>
          <w:iCs/>
        </w:rPr>
        <w:t>sant :</w:t>
      </w:r>
    </w:p>
    <w:p w14:paraId="173838E4" w14:textId="77777777" w:rsidR="00905145" w:rsidRPr="00AF0A23" w:rsidRDefault="00905145" w:rsidP="00905145">
      <w:pPr>
        <w:ind w:firstLine="0"/>
        <w:jc w:val="center"/>
      </w:pPr>
      <w:r w:rsidRPr="00AF0A23">
        <w:t>LE PÈRE JOSEPH</w:t>
      </w:r>
    </w:p>
    <w:p w14:paraId="62EB4583" w14:textId="77777777" w:rsidR="00905145" w:rsidRPr="00AF0A23" w:rsidRDefault="00905145" w:rsidP="00905145">
      <w:r w:rsidRPr="00AF0A23">
        <w:t>Sa Majesté la Reine.</w:t>
      </w:r>
    </w:p>
    <w:p w14:paraId="76D6A5C0" w14:textId="77777777" w:rsidR="00905145" w:rsidRPr="00D72CAB" w:rsidRDefault="00905145" w:rsidP="00905145">
      <w:pPr>
        <w:pStyle w:val="NormalRetraitGauche4XIndent0"/>
        <w:rPr>
          <w:i/>
          <w:iCs/>
        </w:rPr>
      </w:pPr>
      <w:r w:rsidRPr="00D72CAB">
        <w:rPr>
          <w:i/>
          <w:iCs/>
        </w:rPr>
        <w:t>Anne d’Autriche entre, le Père Joseph s’efface devant Elle, puis, faisant une fausse sortie, et donnant à chacun l’impression qu’il s’en est allé, il se dissimule dans l’ombre et reste là.</w:t>
      </w:r>
    </w:p>
    <w:p w14:paraId="23A1BDEC"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0EFFD44A" w14:textId="77777777" w:rsidR="00905145" w:rsidRPr="00AF0A23" w:rsidRDefault="00905145" w:rsidP="00905145">
      <w:r w:rsidRPr="00AF0A23">
        <w:t>Le Roi m’a fait mander ici ?… Je n’en suis point surprise. J’avais depuis longtemps prévu l’époque où il me deviendrait impossible de voir le Roi, fût-ce un instant, sans la présence de Monsieur le Cardinal. D’ailleurs, il ne me déplaît point de pa</w:t>
      </w:r>
      <w:r w:rsidRPr="00AF0A23">
        <w:t>r</w:t>
      </w:r>
      <w:r w:rsidRPr="00AF0A23">
        <w:t>ler devant lui puisqu’il est le principal objet de l’entretien que je d</w:t>
      </w:r>
      <w:r w:rsidRPr="00AF0A23">
        <w:t>é</w:t>
      </w:r>
      <w:r w:rsidRPr="00AF0A23">
        <w:t>sire avoir avec Votre Majesté. N’allez-vous point, pour une fois, désapprouver la conduite de Monsieur de R</w:t>
      </w:r>
      <w:r w:rsidRPr="00AF0A23">
        <w:t>i</w:t>
      </w:r>
      <w:r w:rsidRPr="00AF0A23">
        <w:t>chelieu quand vous saurez qu’il s’est permis d’adresser à M</w:t>
      </w:r>
      <w:r w:rsidRPr="00AF0A23">
        <w:rPr>
          <w:vertAlign w:val="superscript"/>
        </w:rPr>
        <w:t>me</w:t>
      </w:r>
      <w:r w:rsidRPr="00AF0A23">
        <w:t> </w:t>
      </w:r>
      <w:smartTag w:uri="urn:schemas-microsoft-com:office:smarttags" w:element="PersonName">
        <w:smartTagPr>
          <w:attr w:name="ProductID" w:val="la Sup￩rieure"/>
        </w:smartTagPr>
        <w:r w:rsidRPr="00AF0A23">
          <w:t>la S</w:t>
        </w:r>
        <w:r w:rsidRPr="00AF0A23">
          <w:t>u</w:t>
        </w:r>
        <w:r w:rsidRPr="00AF0A23">
          <w:t>périeure</w:t>
        </w:r>
      </w:smartTag>
      <w:r w:rsidRPr="00AF0A23">
        <w:t xml:space="preserve"> du Val-de-Grâce, où je me suis retirée depuis quelques semaines, Mo</w:t>
      </w:r>
      <w:r w:rsidRPr="00AF0A23">
        <w:t>n</w:t>
      </w:r>
      <w:r w:rsidRPr="00AF0A23">
        <w:t>seigneur l’archevêque de Paris, qu’il métamorphose en espion, pour la sommer de dire, sous peine d’excommunication, si j’écrivais des lettres et à qui je les adressais !… Je laisse à V</w:t>
      </w:r>
      <w:r w:rsidRPr="00AF0A23">
        <w:t>o</w:t>
      </w:r>
      <w:r w:rsidRPr="00AF0A23">
        <w:t>tre Majesté le soin d’apprécier la conduite de son m</w:t>
      </w:r>
      <w:r w:rsidRPr="00AF0A23">
        <w:t>i</w:t>
      </w:r>
      <w:r w:rsidRPr="00AF0A23">
        <w:t>nistre à l’égard de la Reine.</w:t>
      </w:r>
    </w:p>
    <w:p w14:paraId="077FCE4A" w14:textId="77777777" w:rsidR="00905145" w:rsidRPr="00D72CAB" w:rsidRDefault="00905145" w:rsidP="00905145">
      <w:pPr>
        <w:pStyle w:val="NormalRetraitGauche4XIndent0"/>
        <w:rPr>
          <w:i/>
          <w:iCs/>
        </w:rPr>
      </w:pPr>
      <w:r w:rsidRPr="00D72CAB">
        <w:rPr>
          <w:i/>
          <w:iCs/>
        </w:rPr>
        <w:t>Ayant parlé, elle fait un pas vers la porte.</w:t>
      </w:r>
    </w:p>
    <w:p w14:paraId="4D199139" w14:textId="77777777" w:rsidR="00905145" w:rsidRPr="00AF0A23" w:rsidRDefault="00905145" w:rsidP="00905145">
      <w:pPr>
        <w:ind w:firstLine="0"/>
        <w:jc w:val="center"/>
      </w:pPr>
      <w:r w:rsidRPr="00AF0A23">
        <w:t>RICHELIEU</w:t>
      </w:r>
    </w:p>
    <w:p w14:paraId="68E51537" w14:textId="77777777" w:rsidR="00905145" w:rsidRPr="00AF0A23" w:rsidRDefault="00905145" w:rsidP="00905145">
      <w:r w:rsidRPr="00AF0A23">
        <w:lastRenderedPageBreak/>
        <w:t>Ne partez pas, Madame. Il faut que Sa Majesté en sache dava</w:t>
      </w:r>
      <w:r w:rsidRPr="00AF0A23">
        <w:t>n</w:t>
      </w:r>
      <w:r w:rsidRPr="00AF0A23">
        <w:t>tage.</w:t>
      </w:r>
    </w:p>
    <w:p w14:paraId="376BD332"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3E91F470" w14:textId="77777777" w:rsidR="00905145" w:rsidRPr="00AF0A23" w:rsidRDefault="00905145" w:rsidP="00905145">
      <w:r w:rsidRPr="00AF0A23">
        <w:t>Mais j’ai tout dit, monsieur.</w:t>
      </w:r>
    </w:p>
    <w:p w14:paraId="005B4D46" w14:textId="77777777" w:rsidR="00905145" w:rsidRPr="00AF0A23" w:rsidRDefault="00905145" w:rsidP="00905145">
      <w:pPr>
        <w:ind w:firstLine="0"/>
        <w:jc w:val="center"/>
      </w:pPr>
      <w:r w:rsidRPr="00AF0A23">
        <w:t>RICHELIEU</w:t>
      </w:r>
    </w:p>
    <w:p w14:paraId="49B02F13" w14:textId="77777777" w:rsidR="00905145" w:rsidRPr="00AF0A23" w:rsidRDefault="00905145" w:rsidP="00905145">
      <w:r w:rsidRPr="00AF0A23">
        <w:t>Je voudrais bien répondre à mon tour, Madame. J’ai fait espionner la Reine, Sire…</w:t>
      </w:r>
    </w:p>
    <w:p w14:paraId="070AD209"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452854DF" w14:textId="77777777" w:rsidR="00905145" w:rsidRPr="00AF0A23" w:rsidRDefault="00905145" w:rsidP="00905145">
      <w:r w:rsidRPr="00AF0A23">
        <w:t>Il l’avoue.</w:t>
      </w:r>
    </w:p>
    <w:p w14:paraId="374CD24B" w14:textId="77777777" w:rsidR="00905145" w:rsidRPr="00AF0A23" w:rsidRDefault="00905145" w:rsidP="00905145">
      <w:pPr>
        <w:ind w:firstLine="0"/>
        <w:jc w:val="center"/>
      </w:pPr>
      <w:r w:rsidRPr="00AF0A23">
        <w:t>RICHELIEU</w:t>
      </w:r>
    </w:p>
    <w:p w14:paraId="192C5493" w14:textId="77777777" w:rsidR="00905145" w:rsidRPr="00AF0A23" w:rsidRDefault="00905145" w:rsidP="00905145">
      <w:r w:rsidRPr="00AF0A23">
        <w:t>Je l’avoue. Nous allons tout avouer, Madame, voulez-vous ?</w:t>
      </w:r>
    </w:p>
    <w:p w14:paraId="54B55043"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4AD4F168" w14:textId="77777777" w:rsidR="00905145" w:rsidRPr="00AF0A23" w:rsidRDefault="00905145" w:rsidP="00905145">
      <w:r w:rsidRPr="00AF0A23">
        <w:t>Vous me sou</w:t>
      </w:r>
      <w:r w:rsidRPr="00AF0A23">
        <w:t>p</w:t>
      </w:r>
      <w:r w:rsidRPr="00AF0A23">
        <w:t>çonniez donc ?</w:t>
      </w:r>
    </w:p>
    <w:p w14:paraId="663DFF2A" w14:textId="77777777" w:rsidR="00905145" w:rsidRPr="00AF0A23" w:rsidRDefault="00905145" w:rsidP="00905145">
      <w:pPr>
        <w:ind w:firstLine="0"/>
        <w:jc w:val="center"/>
      </w:pPr>
      <w:r w:rsidRPr="00AF0A23">
        <w:t>RICHELIEU</w:t>
      </w:r>
    </w:p>
    <w:p w14:paraId="7372ED09" w14:textId="77777777" w:rsidR="00905145" w:rsidRPr="00AF0A23" w:rsidRDefault="00905145" w:rsidP="00905145">
      <w:r w:rsidRPr="00AF0A23">
        <w:t>Je commettais ce crime.</w:t>
      </w:r>
    </w:p>
    <w:p w14:paraId="1AFC5900"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5DEF09AC" w14:textId="77777777" w:rsidR="00905145" w:rsidRPr="00AF0A23" w:rsidRDefault="00905145" w:rsidP="00905145">
      <w:r w:rsidRPr="00AF0A23">
        <w:t>Et de quoi me soupçonniez-vous ?</w:t>
      </w:r>
    </w:p>
    <w:p w14:paraId="3652FFED" w14:textId="77777777" w:rsidR="00905145" w:rsidRPr="00AF0A23" w:rsidRDefault="00905145" w:rsidP="00905145">
      <w:pPr>
        <w:ind w:firstLine="0"/>
        <w:jc w:val="center"/>
      </w:pPr>
      <w:r w:rsidRPr="00AF0A23">
        <w:t>RICHELIEU</w:t>
      </w:r>
    </w:p>
    <w:p w14:paraId="2930E4EA" w14:textId="77777777" w:rsidR="00905145" w:rsidRPr="00AF0A23" w:rsidRDefault="00905145" w:rsidP="00905145">
      <w:r w:rsidRPr="00AF0A23">
        <w:t>D’entretenir une correspondance criminelle avec les enn</w:t>
      </w:r>
      <w:r w:rsidRPr="00AF0A23">
        <w:t>e</w:t>
      </w:r>
      <w:r w:rsidRPr="00AF0A23">
        <w:t>mis de la France. Oui, Madame. Avec le gouvernement des Pays-Bas, avec l’ancien ambass</w:t>
      </w:r>
      <w:r w:rsidRPr="00AF0A23">
        <w:t>a</w:t>
      </w:r>
      <w:r w:rsidRPr="00AF0A23">
        <w:t>deur d’Espagne en France, avec M</w:t>
      </w:r>
      <w:r w:rsidRPr="00AF0A23">
        <w:rPr>
          <w:vertAlign w:val="superscript"/>
        </w:rPr>
        <w:t>me</w:t>
      </w:r>
      <w:r w:rsidRPr="00AF0A23">
        <w:t> de Chev</w:t>
      </w:r>
      <w:r w:rsidR="00373C45">
        <w:t>r</w:t>
      </w:r>
      <w:r w:rsidRPr="00AF0A23">
        <w:t>euse en exil à Tours…</w:t>
      </w:r>
    </w:p>
    <w:p w14:paraId="53CAB93A"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lastRenderedPageBreak/>
          <w:t>LA REINE</w:t>
        </w:r>
      </w:smartTag>
    </w:p>
    <w:p w14:paraId="2330C635" w14:textId="77777777" w:rsidR="00905145" w:rsidRPr="00AF0A23" w:rsidRDefault="00905145" w:rsidP="00905145">
      <w:r w:rsidRPr="00AF0A23">
        <w:t>M’accuser… moi !</w:t>
      </w:r>
    </w:p>
    <w:p w14:paraId="21309475" w14:textId="77777777" w:rsidR="00905145" w:rsidRPr="00AF0A23" w:rsidRDefault="00905145" w:rsidP="00905145">
      <w:pPr>
        <w:ind w:firstLine="0"/>
        <w:jc w:val="center"/>
      </w:pPr>
      <w:r w:rsidRPr="00AF0A23">
        <w:t>RICHELIEU</w:t>
      </w:r>
    </w:p>
    <w:p w14:paraId="5FBBFEA1" w14:textId="77777777" w:rsidR="00905145" w:rsidRPr="00AF0A23" w:rsidRDefault="00905145" w:rsidP="00905145">
      <w:r w:rsidRPr="00AF0A23">
        <w:t>Oui, Madame, j’avais cette folie en tête !…</w:t>
      </w:r>
    </w:p>
    <w:p w14:paraId="4A24542F"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6EBE65EA" w14:textId="77777777" w:rsidR="00905145" w:rsidRPr="00AF0A23" w:rsidRDefault="00905145" w:rsidP="00905145">
      <w:r w:rsidRPr="00AF0A23">
        <w:t>Et vous m’avez fait espionner, moi, la Reine !… Eh bien, s</w:t>
      </w:r>
      <w:r w:rsidRPr="00AF0A23">
        <w:t>a</w:t>
      </w:r>
      <w:r w:rsidRPr="00AF0A23">
        <w:t xml:space="preserve">chez, Monsieur, qu’après </w:t>
      </w:r>
      <w:smartTag w:uri="urn:schemas-microsoft-com:office:smarttags" w:element="PersonName">
        <w:smartTagPr>
          <w:attr w:name="ProductID" w:val="la Communion"/>
        </w:smartTagPr>
        <w:r w:rsidRPr="00AF0A23">
          <w:t>la Communion</w:t>
        </w:r>
      </w:smartTag>
      <w:r w:rsidRPr="00AF0A23">
        <w:t xml:space="preserve"> j’ai juré sur le Saint S</w:t>
      </w:r>
      <w:r w:rsidRPr="00AF0A23">
        <w:t>a</w:t>
      </w:r>
      <w:r w:rsidRPr="00AF0A23">
        <w:t>crement que je n’avais adressé nulle lettre intére</w:t>
      </w:r>
      <w:r w:rsidRPr="00AF0A23">
        <w:t>s</w:t>
      </w:r>
      <w:r w:rsidRPr="00AF0A23">
        <w:t>sant la sûreté de l’État…</w:t>
      </w:r>
    </w:p>
    <w:p w14:paraId="1958AFDB" w14:textId="77777777" w:rsidR="00905145" w:rsidRPr="00AF0A23" w:rsidRDefault="00905145" w:rsidP="00905145">
      <w:pPr>
        <w:ind w:firstLine="0"/>
        <w:jc w:val="center"/>
      </w:pPr>
      <w:r w:rsidRPr="00AF0A23">
        <w:t>RICHELIEU</w:t>
      </w:r>
    </w:p>
    <w:p w14:paraId="7A5F231F" w14:textId="77777777" w:rsidR="00905145" w:rsidRPr="00AF0A23" w:rsidRDefault="00905145" w:rsidP="00905145">
      <w:r w:rsidRPr="00AF0A23">
        <w:t>Eh bien, vous n’auriez pas dû faire ce serment, Madame… car j’ai fait arrêter votre v</w:t>
      </w:r>
      <w:r w:rsidRPr="00AF0A23">
        <w:t>a</w:t>
      </w:r>
      <w:r w:rsidRPr="00AF0A23">
        <w:t xml:space="preserve">let de chambre </w:t>
      </w:r>
      <w:smartTag w:uri="urn:schemas-microsoft-com:office:smarttags" w:element="PersonName">
        <w:smartTagPr>
          <w:attr w:name="ProductID" w:val="La Porte"/>
        </w:smartTagPr>
        <w:r w:rsidRPr="00AF0A23">
          <w:t>La Porte</w:t>
        </w:r>
      </w:smartTag>
      <w:r w:rsidRPr="00AF0A23">
        <w:t xml:space="preserve"> au moment même où il allait remettre vos missives à certain agent de l’ambassade d’Angleterre qui se chargeait de les faire parv</w:t>
      </w:r>
      <w:r w:rsidRPr="00AF0A23">
        <w:t>e</w:t>
      </w:r>
      <w:r w:rsidRPr="00AF0A23">
        <w:t>nir… ! Ces le</w:t>
      </w:r>
      <w:r w:rsidRPr="00AF0A23">
        <w:t>t</w:t>
      </w:r>
      <w:r w:rsidRPr="00AF0A23">
        <w:t>tres, les voici !</w:t>
      </w:r>
    </w:p>
    <w:p w14:paraId="2ED34FCD" w14:textId="77777777" w:rsidR="00905145" w:rsidRPr="00D72CAB" w:rsidRDefault="00905145" w:rsidP="00905145">
      <w:pPr>
        <w:pStyle w:val="NormalRetraitGauche4XIndent0"/>
        <w:rPr>
          <w:i/>
          <w:iCs/>
        </w:rPr>
      </w:pPr>
      <w:r w:rsidRPr="00D72CAB">
        <w:rPr>
          <w:i/>
          <w:iCs/>
        </w:rPr>
        <w:t>Il sort de l’ouverture de sa robe un paquet de lettres qu’il jette sur la table.</w:t>
      </w:r>
    </w:p>
    <w:p w14:paraId="7BA948E8" w14:textId="77777777" w:rsidR="00905145" w:rsidRPr="00AF0A23" w:rsidRDefault="00905145" w:rsidP="00905145">
      <w:r w:rsidRPr="00AF0A23">
        <w:t>Vous avertissez le gouvernement espagnol de l’état des n</w:t>
      </w:r>
      <w:r w:rsidRPr="00AF0A23">
        <w:t>é</w:t>
      </w:r>
      <w:r w:rsidRPr="00AF0A23">
        <w:t>gociations engagées par moi contre le duc de Lorraine. Vous trahissez la France, Madame. Grâce à Dieu, vous avez une e</w:t>
      </w:r>
      <w:r w:rsidRPr="00AF0A23">
        <w:t>x</w:t>
      </w:r>
      <w:r w:rsidRPr="00AF0A23">
        <w:t>cuse : votre haine pour moi, – qui vous a fait perdre une fois de plus la tête. Cette haine éclate à chaque page dans vos lettres et je veux espérer que le Roi voudra bien vous en t</w:t>
      </w:r>
      <w:r w:rsidRPr="00AF0A23">
        <w:t>e</w:t>
      </w:r>
      <w:r w:rsidRPr="00AF0A23">
        <w:t>nir compte.</w:t>
      </w:r>
    </w:p>
    <w:p w14:paraId="285ED987"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59CBE396" w14:textId="77777777" w:rsidR="00905145" w:rsidRPr="00AF0A23" w:rsidRDefault="00905145" w:rsidP="00905145">
      <w:r w:rsidRPr="00AF0A23">
        <w:t>Le Roi va-t-il tolérer davantage que l’on me parle ainsi d</w:t>
      </w:r>
      <w:r w:rsidRPr="00AF0A23">
        <w:t>e</w:t>
      </w:r>
      <w:r w:rsidRPr="00AF0A23">
        <w:t>vant lui ?</w:t>
      </w:r>
    </w:p>
    <w:p w14:paraId="7DE6DFA2" w14:textId="77777777" w:rsidR="00905145" w:rsidRPr="00AF0A23" w:rsidRDefault="00905145" w:rsidP="00905145">
      <w:pPr>
        <w:ind w:firstLine="0"/>
        <w:jc w:val="center"/>
      </w:pPr>
      <w:r w:rsidRPr="00AF0A23">
        <w:lastRenderedPageBreak/>
        <w:t>RICHELIEU</w:t>
      </w:r>
    </w:p>
    <w:p w14:paraId="1D1E4A82" w14:textId="77777777" w:rsidR="00905145" w:rsidRPr="00AF0A23" w:rsidRDefault="00905145" w:rsidP="00905145">
      <w:r w:rsidRPr="00AF0A23">
        <w:t xml:space="preserve">Le Roi sacrifiera tout aux intérêts de la France. </w:t>
      </w:r>
      <w:r w:rsidRPr="00AF0A23">
        <w:rPr>
          <w:i/>
          <w:iCs/>
        </w:rPr>
        <w:t>Les princes qui veulent être bien servis doivent choisir des m</w:t>
      </w:r>
      <w:r w:rsidRPr="00AF0A23">
        <w:rPr>
          <w:i/>
          <w:iCs/>
        </w:rPr>
        <w:t>i</w:t>
      </w:r>
      <w:r w:rsidRPr="00AF0A23">
        <w:rPr>
          <w:i/>
          <w:iCs/>
        </w:rPr>
        <w:t xml:space="preserve">nistres qui ne connaissent que la raison et n’épargnent personne. Les fils, frères et autres parents du Roi sont sujets aux lois comme les autres – et principalement quand il est question du crime de lèse-Majesté. </w:t>
      </w:r>
      <w:r w:rsidRPr="00AF0A23">
        <w:t xml:space="preserve">Montée contre moi par </w:t>
      </w:r>
      <w:smartTag w:uri="urn:schemas-microsoft-com:office:smarttags" w:element="PersonName">
        <w:smartTagPr>
          <w:attr w:name="ProductID" w:val="LA REINE"/>
        </w:smartTagPr>
        <w:r w:rsidRPr="00AF0A23">
          <w:t>la Reine</w:t>
        </w:r>
      </w:smartTag>
      <w:r w:rsidRPr="00AF0A23">
        <w:t xml:space="preserve"> mère, vous avez juré plus d’une fois ma perte. Je n’ai rien ignoré de vos agiss</w:t>
      </w:r>
      <w:r w:rsidRPr="00AF0A23">
        <w:t>e</w:t>
      </w:r>
      <w:r w:rsidRPr="00AF0A23">
        <w:t>ments, Madame, et quand il y a cinq ans le Roi faillit mourir à Lyon, vous aviez pris, toutes deux, vos dispositions. Tout était prêt et ma mort était décidée. Épernon, Longueville et Basso</w:t>
      </w:r>
      <w:r w:rsidRPr="00AF0A23">
        <w:t>m</w:t>
      </w:r>
      <w:r w:rsidRPr="00AF0A23">
        <w:t>pierre étaient a</w:t>
      </w:r>
      <w:r w:rsidRPr="00AF0A23">
        <w:t>l</w:t>
      </w:r>
      <w:r w:rsidRPr="00AF0A23">
        <w:t>lés prendre les ordres de Monsieur, frère du Roi, qui se faisait a</w:t>
      </w:r>
      <w:r w:rsidRPr="00AF0A23">
        <w:t>p</w:t>
      </w:r>
      <w:r w:rsidRPr="00AF0A23">
        <w:t xml:space="preserve">peler « Majesté », le Roi vivant encore ! J’ai tout connu, Madame, et j’ai tout supporté. Le Roi s’est rétabli, j’ai gardé le silence, – car j’étais seul en jeu. Mais voilà qu’aujourd’hui </w:t>
      </w:r>
      <w:smartTag w:uri="urn:schemas-microsoft-com:office:smarttags" w:element="PersonName">
        <w:smartTagPr>
          <w:attr w:name="ProductID" w:val="la France"/>
        </w:smartTagPr>
        <w:r w:rsidRPr="00AF0A23">
          <w:t>la France</w:t>
        </w:r>
      </w:smartTag>
      <w:r w:rsidRPr="00AF0A23">
        <w:t xml:space="preserve"> est menacée… je me dresse, M</w:t>
      </w:r>
      <w:r w:rsidRPr="00AF0A23">
        <w:t>a</w:t>
      </w:r>
      <w:r w:rsidRPr="00AF0A23">
        <w:t>dame, et je romps le silence. Il faut tout reconnaître et tout dire à pr</w:t>
      </w:r>
      <w:r w:rsidRPr="00AF0A23">
        <w:t>é</w:t>
      </w:r>
      <w:r w:rsidRPr="00AF0A23">
        <w:t>sent. Le sort de l’État en dépend. Contre un écrit de vous reco</w:t>
      </w:r>
      <w:r w:rsidRPr="00AF0A23">
        <w:t>n</w:t>
      </w:r>
      <w:r w:rsidRPr="00AF0A23">
        <w:t>naissant vos fa</w:t>
      </w:r>
      <w:r w:rsidRPr="00AF0A23">
        <w:t>u</w:t>
      </w:r>
      <w:r w:rsidRPr="00AF0A23">
        <w:t>tes, je me porte garant de la clémence du Roi.</w:t>
      </w:r>
    </w:p>
    <w:p w14:paraId="2E1D0C0F"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2B646315" w14:textId="77777777" w:rsidR="00905145" w:rsidRPr="00AF0A23" w:rsidRDefault="00905145" w:rsidP="00905145">
      <w:r w:rsidRPr="00AF0A23">
        <w:t>Mais pourquoi cet écrit ?</w:t>
      </w:r>
    </w:p>
    <w:p w14:paraId="4539E8FB" w14:textId="77777777" w:rsidR="00905145" w:rsidRPr="00AF0A23" w:rsidRDefault="00905145" w:rsidP="00905145">
      <w:pPr>
        <w:ind w:firstLine="0"/>
        <w:jc w:val="center"/>
      </w:pPr>
      <w:r w:rsidRPr="00AF0A23">
        <w:t>RICHELIEU</w:t>
      </w:r>
    </w:p>
    <w:p w14:paraId="59ABC28B" w14:textId="77777777" w:rsidR="00905145" w:rsidRPr="00AF0A23" w:rsidRDefault="00905145" w:rsidP="00905145">
      <w:pPr>
        <w:rPr>
          <w:i/>
          <w:iCs/>
        </w:rPr>
      </w:pPr>
      <w:r w:rsidRPr="00AF0A23">
        <w:t>Parce qu’il me faut connaître toutes les indiscrétions co</w:t>
      </w:r>
      <w:r w:rsidRPr="00AF0A23">
        <w:t>m</w:t>
      </w:r>
      <w:r w:rsidRPr="00AF0A23">
        <w:t xml:space="preserve">mises. </w:t>
      </w:r>
      <w:r w:rsidRPr="00AF0A23">
        <w:rPr>
          <w:i/>
          <w:iCs/>
        </w:rPr>
        <w:t>En matière d’État, lorsqu’il arrive un mauvais a</w:t>
      </w:r>
      <w:r w:rsidRPr="00AF0A23">
        <w:rPr>
          <w:i/>
          <w:iCs/>
        </w:rPr>
        <w:t>c</w:t>
      </w:r>
      <w:r w:rsidRPr="00AF0A23">
        <w:rPr>
          <w:i/>
          <w:iCs/>
        </w:rPr>
        <w:t>cident, il faut rega</w:t>
      </w:r>
      <w:r w:rsidRPr="00AF0A23">
        <w:rPr>
          <w:i/>
          <w:iCs/>
        </w:rPr>
        <w:t>r</w:t>
      </w:r>
      <w:r w:rsidRPr="00AF0A23">
        <w:rPr>
          <w:i/>
          <w:iCs/>
        </w:rPr>
        <w:t>der le remède qu’on y peut apporter et le bien que d’ai</w:t>
      </w:r>
      <w:r w:rsidRPr="00AF0A23">
        <w:rPr>
          <w:i/>
          <w:iCs/>
        </w:rPr>
        <w:t>l</w:t>
      </w:r>
      <w:r w:rsidRPr="00AF0A23">
        <w:rPr>
          <w:i/>
          <w:iCs/>
        </w:rPr>
        <w:t>leurs on en peut obtenir, car il n’y en a point de si mauvais dont on ne puisse tirer quelque profit.</w:t>
      </w:r>
    </w:p>
    <w:p w14:paraId="2D5334C6" w14:textId="77777777" w:rsidR="00905145" w:rsidRPr="00AF0A23" w:rsidRDefault="00905145" w:rsidP="00905145">
      <w:pPr>
        <w:ind w:firstLine="0"/>
        <w:jc w:val="center"/>
      </w:pPr>
      <w:r w:rsidRPr="00AF0A23">
        <w:t>LE PÈRE JOSEPH</w:t>
      </w:r>
    </w:p>
    <w:p w14:paraId="6C1C6772" w14:textId="77777777" w:rsidR="00905145" w:rsidRPr="00AF0A23" w:rsidRDefault="00905145" w:rsidP="00905145">
      <w:r w:rsidRPr="00AF0A23">
        <w:lastRenderedPageBreak/>
        <w:t>Je me permets d’intervenir et de signaler à Votre Ém</w:t>
      </w:r>
      <w:r w:rsidRPr="00AF0A23">
        <w:t>i</w:t>
      </w:r>
      <w:r w:rsidRPr="00AF0A23">
        <w:t>nence l’intérêt qu’il y aurait à mettre immédiatement en action l’éloquente observation qu’elle vient de formuler. Oui, que Sa Majesté la Reine, elle-même, retire un profit du désagrément qu’elle éprouve, Sire, ce n’est pas sans raison qu’on vous a</w:t>
      </w:r>
      <w:r w:rsidRPr="00AF0A23">
        <w:t>p</w:t>
      </w:r>
      <w:r w:rsidRPr="00AF0A23">
        <w:t xml:space="preserve">pelle Juste. Cette retraite de </w:t>
      </w:r>
      <w:smartTag w:uri="urn:schemas-microsoft-com:office:smarttags" w:element="PersonName">
        <w:smartTagPr>
          <w:attr w:name="ProductID" w:val="LA REINE"/>
        </w:smartTagPr>
        <w:r w:rsidRPr="00AF0A23">
          <w:t>la Reine</w:t>
        </w:r>
      </w:smartTag>
      <w:r w:rsidRPr="00AF0A23">
        <w:t xml:space="preserve"> au Val-de-Grâce attriste vos s</w:t>
      </w:r>
      <w:r w:rsidRPr="00AF0A23">
        <w:t>u</w:t>
      </w:r>
      <w:r w:rsidRPr="00AF0A23">
        <w:t>jets et leur fait perdre un peu l’espoir d’une progéniture a</w:t>
      </w:r>
      <w:r w:rsidRPr="00AF0A23">
        <w:t>r</w:t>
      </w:r>
      <w:r w:rsidRPr="00AF0A23">
        <w:t xml:space="preserve">demment désirée. Que ce petit écrit que Monsieur le Cardinal réclame humblement de </w:t>
      </w:r>
      <w:smartTag w:uri="urn:schemas-microsoft-com:office:smarttags" w:element="PersonName">
        <w:smartTagPr>
          <w:attr w:name="ProductID" w:val="LA REINE"/>
        </w:smartTagPr>
        <w:r w:rsidRPr="00AF0A23">
          <w:t>la Reine</w:t>
        </w:r>
      </w:smartTag>
      <w:r w:rsidRPr="00AF0A23">
        <w:t xml:space="preserve"> soit le prix d’un rapproch</w:t>
      </w:r>
      <w:r w:rsidRPr="00AF0A23">
        <w:t>e</w:t>
      </w:r>
      <w:r w:rsidRPr="00AF0A23">
        <w:t>ment que le pays souhaite avec une ardeur si profonde et si re</w:t>
      </w:r>
      <w:r w:rsidRPr="00AF0A23">
        <w:t>s</w:t>
      </w:r>
      <w:r w:rsidRPr="00AF0A23">
        <w:t>pe</w:t>
      </w:r>
      <w:r w:rsidRPr="00AF0A23">
        <w:t>c</w:t>
      </w:r>
      <w:r w:rsidRPr="00AF0A23">
        <w:t>tueuse.</w:t>
      </w:r>
    </w:p>
    <w:p w14:paraId="18B96040" w14:textId="77777777" w:rsidR="00905145" w:rsidRPr="00AF0A23" w:rsidRDefault="00905145" w:rsidP="00905145">
      <w:pPr>
        <w:ind w:firstLine="0"/>
        <w:jc w:val="center"/>
      </w:pPr>
      <w:r w:rsidRPr="00AF0A23">
        <w:t>LOUIS XIII</w:t>
      </w:r>
    </w:p>
    <w:p w14:paraId="1AAE3704" w14:textId="77777777" w:rsidR="00905145" w:rsidRPr="00AF0A23" w:rsidRDefault="00905145" w:rsidP="00905145">
      <w:r w:rsidRPr="00AF0A23">
        <w:t>Madame, répondez. Pour ma part, je souscris au désir e</w:t>
      </w:r>
      <w:r w:rsidRPr="00AF0A23">
        <w:t>x</w:t>
      </w:r>
      <w:r w:rsidRPr="00AF0A23">
        <w:t>primé par l’Éminence Grise.</w:t>
      </w:r>
    </w:p>
    <w:p w14:paraId="28815E09"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060140FC" w14:textId="77777777" w:rsidR="00905145" w:rsidRPr="00AF0A23" w:rsidRDefault="00905145" w:rsidP="00905145">
      <w:r w:rsidRPr="00AF0A23">
        <w:t>Vous aurez cet écrit dans une heure, Mo</w:t>
      </w:r>
      <w:r w:rsidRPr="00AF0A23">
        <w:t>n</w:t>
      </w:r>
      <w:r w:rsidRPr="00AF0A23">
        <w:t>sieur le Cardinal.</w:t>
      </w:r>
    </w:p>
    <w:p w14:paraId="7926C27C" w14:textId="77777777" w:rsidR="00905145" w:rsidRPr="00AF0A23" w:rsidRDefault="00905145" w:rsidP="00905145">
      <w:pPr>
        <w:ind w:firstLine="0"/>
        <w:jc w:val="center"/>
      </w:pPr>
      <w:r w:rsidRPr="00AF0A23">
        <w:t>LOUIS XIII</w:t>
      </w:r>
    </w:p>
    <w:p w14:paraId="5EFFFF10" w14:textId="77777777" w:rsidR="00905145" w:rsidRPr="00AF0A23" w:rsidRDefault="00905145" w:rsidP="00905145">
      <w:r w:rsidRPr="00AF0A23">
        <w:t>Vous l’écrirez du Louvre en soupant avec moi dès ce soir.</w:t>
      </w:r>
    </w:p>
    <w:p w14:paraId="1DE8F7EF" w14:textId="77777777" w:rsidR="00905145" w:rsidRPr="00AF0A23" w:rsidRDefault="00905145" w:rsidP="00905145">
      <w:pPr>
        <w:ind w:firstLine="0"/>
        <w:jc w:val="center"/>
        <w:rPr>
          <w:i/>
          <w:iCs/>
        </w:rPr>
      </w:pPr>
      <w:r w:rsidRPr="00AF0A23">
        <w:t>UN CAPUCIN, e</w:t>
      </w:r>
      <w:r w:rsidRPr="00AF0A23">
        <w:rPr>
          <w:i/>
          <w:iCs/>
        </w:rPr>
        <w:t>ntrant.</w:t>
      </w:r>
    </w:p>
    <w:p w14:paraId="0D7C4D9D" w14:textId="77777777" w:rsidR="00905145" w:rsidRPr="00AF0A23" w:rsidRDefault="00905145" w:rsidP="00905145">
      <w:r w:rsidRPr="00AF0A23">
        <w:t>Monsieur le Nonce extraordinaire Mazarin vient d’arriver.</w:t>
      </w:r>
    </w:p>
    <w:p w14:paraId="74BA45F1" w14:textId="77777777" w:rsidR="00905145" w:rsidRPr="00AF0A23" w:rsidRDefault="00905145" w:rsidP="00905145">
      <w:pPr>
        <w:ind w:firstLine="0"/>
        <w:jc w:val="center"/>
      </w:pPr>
      <w:r w:rsidRPr="00AF0A23">
        <w:t>RICHELIEU</w:t>
      </w:r>
    </w:p>
    <w:p w14:paraId="291A1A73" w14:textId="77777777" w:rsidR="00905145" w:rsidRPr="00AF0A23" w:rsidRDefault="00905145" w:rsidP="00905145">
      <w:r w:rsidRPr="00AF0A23">
        <w:t>Que dois-je faire, Sire ?</w:t>
      </w:r>
    </w:p>
    <w:p w14:paraId="697576D5" w14:textId="77777777" w:rsidR="00905145" w:rsidRPr="00AF0A23" w:rsidRDefault="00905145" w:rsidP="00905145">
      <w:pPr>
        <w:ind w:firstLine="0"/>
        <w:jc w:val="center"/>
      </w:pPr>
      <w:r w:rsidRPr="00AF0A23">
        <w:t>LOUIS XIII</w:t>
      </w:r>
    </w:p>
    <w:p w14:paraId="5A5CA70A" w14:textId="77777777" w:rsidR="00905145" w:rsidRPr="00AF0A23" w:rsidRDefault="00905145" w:rsidP="00905145">
      <w:r w:rsidRPr="00AF0A23">
        <w:lastRenderedPageBreak/>
        <w:t>Le faire entrer, car j’ai la plus vive e</w:t>
      </w:r>
      <w:r w:rsidRPr="00AF0A23">
        <w:t>s</w:t>
      </w:r>
      <w:r w:rsidRPr="00AF0A23">
        <w:t>time pour cet homme étonnant et je serai ravi de le voir…</w:t>
      </w:r>
    </w:p>
    <w:p w14:paraId="2F81066C" w14:textId="77777777" w:rsidR="00905145" w:rsidRPr="00AF0A23" w:rsidRDefault="00905145" w:rsidP="00905145">
      <w:pPr>
        <w:ind w:firstLine="0"/>
        <w:jc w:val="center"/>
      </w:pPr>
      <w:r w:rsidRPr="00AF0A23">
        <w:t>RICHELIEU</w:t>
      </w:r>
    </w:p>
    <w:p w14:paraId="03E02445" w14:textId="77777777" w:rsidR="00905145" w:rsidRPr="00AF0A23" w:rsidRDefault="00905145" w:rsidP="00905145">
      <w:r w:rsidRPr="00AF0A23">
        <w:t>Il est, en effet, l’un des plus grands hommes d’État que j’aie jamais vus, mais, si le Roi pouvait lui dissimuler un peu les se</w:t>
      </w:r>
      <w:r w:rsidRPr="00AF0A23">
        <w:t>n</w:t>
      </w:r>
      <w:r w:rsidRPr="00AF0A23">
        <w:t>timents qu’il éprouve à son égard, j’en serais bien he</w:t>
      </w:r>
      <w:r w:rsidRPr="00AF0A23">
        <w:t>u</w:t>
      </w:r>
      <w:r w:rsidRPr="00AF0A23">
        <w:t>reux, car la mission qu’il vient remplir en France n’est pas conforme aux intérêts de l’État. Priez M. Mazarini d’entrer.</w:t>
      </w:r>
    </w:p>
    <w:p w14:paraId="48DC2609" w14:textId="77777777" w:rsidR="00905145" w:rsidRPr="00D72CAB" w:rsidRDefault="00905145" w:rsidP="00905145">
      <w:pPr>
        <w:pStyle w:val="NormalRetraitGauche4XIndent0"/>
        <w:rPr>
          <w:i/>
          <w:iCs/>
        </w:rPr>
      </w:pPr>
      <w:r w:rsidRPr="00D72CAB">
        <w:rPr>
          <w:i/>
          <w:iCs/>
        </w:rPr>
        <w:t>Un instant plus tard Mazarin est e</w:t>
      </w:r>
      <w:r w:rsidRPr="00D72CAB">
        <w:rPr>
          <w:i/>
          <w:iCs/>
        </w:rPr>
        <w:t>n</w:t>
      </w:r>
      <w:r w:rsidRPr="00D72CAB">
        <w:rPr>
          <w:i/>
          <w:iCs/>
        </w:rPr>
        <w:t>tré.</w:t>
      </w:r>
    </w:p>
    <w:p w14:paraId="40ABFF3C" w14:textId="77777777" w:rsidR="00905145" w:rsidRPr="00AF0A23" w:rsidRDefault="00905145" w:rsidP="00905145">
      <w:r w:rsidRPr="00AF0A23">
        <w:t>J’ai l’honneur de présenter à Leurs Majestés M. le Nonce Mazarini.</w:t>
      </w:r>
    </w:p>
    <w:p w14:paraId="216B8414" w14:textId="77777777" w:rsidR="00905145" w:rsidRPr="00D72CAB" w:rsidRDefault="00905145" w:rsidP="00905145">
      <w:pPr>
        <w:pStyle w:val="NormalRetraitGauche4XIndent0"/>
        <w:rPr>
          <w:i/>
          <w:iCs/>
        </w:rPr>
      </w:pPr>
      <w:r w:rsidRPr="00D72CAB">
        <w:rPr>
          <w:i/>
          <w:iCs/>
        </w:rPr>
        <w:t>Mazarin s’incline devant le Roi et la Reine.</w:t>
      </w:r>
    </w:p>
    <w:p w14:paraId="34B6C098" w14:textId="77777777" w:rsidR="00905145" w:rsidRPr="00AF0A23" w:rsidRDefault="00905145" w:rsidP="00905145">
      <w:pPr>
        <w:ind w:firstLine="0"/>
        <w:jc w:val="center"/>
      </w:pPr>
      <w:r w:rsidRPr="00AF0A23">
        <w:t>MAZARIN</w:t>
      </w:r>
    </w:p>
    <w:p w14:paraId="62074C13" w14:textId="77777777" w:rsidR="00905145" w:rsidRPr="00AF0A23" w:rsidRDefault="00905145" w:rsidP="00905145">
      <w:r w:rsidRPr="00AF0A23">
        <w:t>Che grande onore e che meravigliosa so</w:t>
      </w:r>
      <w:r w:rsidRPr="00AF0A23">
        <w:t>r</w:t>
      </w:r>
      <w:r w:rsidRPr="00AF0A23">
        <w:t>presa !</w:t>
      </w:r>
    </w:p>
    <w:p w14:paraId="4CFE7255" w14:textId="77777777" w:rsidR="00905145" w:rsidRPr="00AF0A23" w:rsidRDefault="00905145" w:rsidP="00905145">
      <w:pPr>
        <w:ind w:firstLine="0"/>
        <w:jc w:val="center"/>
      </w:pPr>
      <w:r w:rsidRPr="00AF0A23">
        <w:t>RICHELIEU</w:t>
      </w:r>
    </w:p>
    <w:p w14:paraId="58750344" w14:textId="77777777" w:rsidR="00905145" w:rsidRPr="00AF0A23" w:rsidRDefault="00905145" w:rsidP="00905145">
      <w:r w:rsidRPr="00AF0A23">
        <w:t>Parlate francese adesso ?</w:t>
      </w:r>
    </w:p>
    <w:p w14:paraId="1C0B201F" w14:textId="77777777" w:rsidR="00905145" w:rsidRPr="00AF0A23" w:rsidRDefault="00905145" w:rsidP="00905145">
      <w:pPr>
        <w:ind w:firstLine="0"/>
        <w:jc w:val="center"/>
      </w:pPr>
      <w:r w:rsidRPr="00AF0A23">
        <w:t>MAZARIN</w:t>
      </w:r>
    </w:p>
    <w:p w14:paraId="71DC059F" w14:textId="77777777" w:rsidR="00905145" w:rsidRPr="00AF0A23" w:rsidRDefault="00905145" w:rsidP="00905145">
      <w:r w:rsidRPr="00AF0A23">
        <w:t>Io parlo un pocchettino, ma molto male, e sarebe un grande peccato di stropiare una cosi bella lingua come il francese, Mo</w:t>
      </w:r>
      <w:r w:rsidRPr="00AF0A23">
        <w:t>n</w:t>
      </w:r>
      <w:r w:rsidRPr="00AF0A23">
        <w:t>signor.</w:t>
      </w:r>
    </w:p>
    <w:p w14:paraId="20D0A617" w14:textId="77777777" w:rsidR="00905145" w:rsidRPr="00D72CAB" w:rsidRDefault="00905145" w:rsidP="00905145">
      <w:pPr>
        <w:pStyle w:val="NormalRetraitGauche4XIndent0"/>
        <w:rPr>
          <w:i/>
          <w:iCs/>
        </w:rPr>
      </w:pPr>
      <w:r w:rsidRPr="00D72CAB">
        <w:rPr>
          <w:i/>
          <w:iCs/>
        </w:rPr>
        <w:t>Il baise la main de Richelieu.</w:t>
      </w:r>
    </w:p>
    <w:p w14:paraId="7F80879C" w14:textId="77777777" w:rsidR="00905145" w:rsidRPr="00AF0A23" w:rsidRDefault="00905145" w:rsidP="00905145">
      <w:pPr>
        <w:ind w:firstLine="0"/>
        <w:jc w:val="center"/>
        <w:rPr>
          <w:i/>
          <w:iCs/>
        </w:rPr>
      </w:pPr>
      <w:smartTag w:uri="urn:schemas-microsoft-com:office:smarttags" w:element="PersonName">
        <w:smartTagPr>
          <w:attr w:name="ProductID" w:val="LA REINE"/>
        </w:smartTagPr>
        <w:r w:rsidRPr="00AF0A23">
          <w:t>LA REINE</w:t>
        </w:r>
      </w:smartTag>
      <w:r w:rsidRPr="00AF0A23">
        <w:t xml:space="preserve"> </w:t>
      </w:r>
      <w:r w:rsidRPr="00AF0A23">
        <w:rPr>
          <w:i/>
          <w:iCs/>
        </w:rPr>
        <w:t>au roi.</w:t>
      </w:r>
    </w:p>
    <w:p w14:paraId="00DF61EA" w14:textId="77777777" w:rsidR="00905145" w:rsidRPr="00AF0A23" w:rsidRDefault="00905145" w:rsidP="00905145">
      <w:r w:rsidRPr="00AF0A23">
        <w:t>Il est charmant…</w:t>
      </w:r>
    </w:p>
    <w:p w14:paraId="14BBF366" w14:textId="77777777" w:rsidR="00905145" w:rsidRPr="00AF0A23" w:rsidRDefault="00905145" w:rsidP="00905145">
      <w:pPr>
        <w:ind w:firstLine="0"/>
        <w:jc w:val="center"/>
      </w:pPr>
      <w:r w:rsidRPr="00AF0A23">
        <w:t>LOUIS XIII</w:t>
      </w:r>
    </w:p>
    <w:p w14:paraId="09755C09" w14:textId="77777777" w:rsidR="00905145" w:rsidRPr="00AF0A23" w:rsidRDefault="00905145" w:rsidP="00905145">
      <w:r w:rsidRPr="00AF0A23">
        <w:lastRenderedPageBreak/>
        <w:t>Charmant. Co</w:t>
      </w:r>
      <w:r w:rsidRPr="00AF0A23">
        <w:t>m</w:t>
      </w:r>
      <w:r w:rsidRPr="00AF0A23">
        <w:t>prend-il le français ?</w:t>
      </w:r>
    </w:p>
    <w:p w14:paraId="76588B49" w14:textId="77777777" w:rsidR="00905145" w:rsidRPr="00AF0A23" w:rsidRDefault="00905145" w:rsidP="00905145">
      <w:pPr>
        <w:ind w:firstLine="0"/>
        <w:jc w:val="center"/>
      </w:pPr>
      <w:r w:rsidRPr="00AF0A23">
        <w:t>RICHELIEU</w:t>
      </w:r>
    </w:p>
    <w:p w14:paraId="3DE4790D" w14:textId="77777777" w:rsidR="00905145" w:rsidRPr="00AF0A23" w:rsidRDefault="00905145" w:rsidP="00905145">
      <w:r w:rsidRPr="00AF0A23">
        <w:t>Il le devinerait s’il ne le comprenait pas !</w:t>
      </w:r>
    </w:p>
    <w:p w14:paraId="0104BDD2" w14:textId="77777777" w:rsidR="00905145" w:rsidRPr="00AF0A23" w:rsidRDefault="00905145" w:rsidP="00905145">
      <w:pPr>
        <w:ind w:firstLine="0"/>
        <w:jc w:val="center"/>
        <w:rPr>
          <w:i/>
          <w:iCs/>
        </w:rPr>
      </w:pPr>
      <w:r w:rsidRPr="00AF0A23">
        <w:t>MAZARIN, a</w:t>
      </w:r>
      <w:r w:rsidRPr="00AF0A23">
        <w:rPr>
          <w:i/>
          <w:iCs/>
        </w:rPr>
        <w:t>u Roi.</w:t>
      </w:r>
    </w:p>
    <w:p w14:paraId="2DF2C974" w14:textId="77777777" w:rsidR="00905145" w:rsidRPr="00AF0A23" w:rsidRDefault="00905145" w:rsidP="00905145">
      <w:r w:rsidRPr="00AF0A23">
        <w:t>Mi è molto grato di riempire presso il Re di Francia una nuova mi</w:t>
      </w:r>
      <w:r w:rsidRPr="00AF0A23">
        <w:t>s</w:t>
      </w:r>
      <w:r w:rsidRPr="00AF0A23">
        <w:t>sione.</w:t>
      </w:r>
    </w:p>
    <w:p w14:paraId="56272867" w14:textId="77777777" w:rsidR="00905145" w:rsidRPr="00AF0A23" w:rsidRDefault="00905145" w:rsidP="00905145">
      <w:pPr>
        <w:ind w:firstLine="0"/>
        <w:jc w:val="center"/>
      </w:pPr>
      <w:r w:rsidRPr="00AF0A23">
        <w:t>RICHELIEU</w:t>
      </w:r>
    </w:p>
    <w:p w14:paraId="3745E4C7" w14:textId="77777777" w:rsidR="00905145" w:rsidRPr="00AF0A23" w:rsidRDefault="00905145" w:rsidP="00905145">
      <w:r w:rsidRPr="00AF0A23">
        <w:t>Oui, mais ne vous faites aucune illusion sur la réussite po</w:t>
      </w:r>
      <w:r w:rsidRPr="00AF0A23">
        <w:t>s</w:t>
      </w:r>
      <w:r w:rsidRPr="00AF0A23">
        <w:t>sible de votre mission. Vous avez servi magnifiquement les int</w:t>
      </w:r>
      <w:r w:rsidRPr="00AF0A23">
        <w:t>é</w:t>
      </w:r>
      <w:r w:rsidRPr="00AF0A23">
        <w:t xml:space="preserve">rêts de la France, il y a cinq ans, contre l’Espagne et le Roi ne l’oubliera jamais, soyez-en sûr. Mais ne perdez pas de vue que la conservation de </w:t>
      </w:r>
      <w:smartTag w:uri="urn:schemas-microsoft-com:office:smarttags" w:element="PersonName">
        <w:smartTagPr>
          <w:attr w:name="ProductID" w:val="la Lorraine"/>
        </w:smartTagPr>
        <w:r w:rsidRPr="00AF0A23">
          <w:t>la Lorraine</w:t>
        </w:r>
      </w:smartTag>
      <w:r w:rsidRPr="00AF0A23">
        <w:t xml:space="preserve"> et des places de l’Alsace me tient plus à cœur que ma vie elle-même !</w:t>
      </w:r>
    </w:p>
    <w:p w14:paraId="0F6670ED" w14:textId="77777777" w:rsidR="00905145" w:rsidRPr="00D72CAB" w:rsidRDefault="00905145" w:rsidP="00905145">
      <w:pPr>
        <w:pStyle w:val="NormalRetraitGauche4XIndent0"/>
        <w:rPr>
          <w:i/>
          <w:iCs/>
        </w:rPr>
      </w:pPr>
      <w:r w:rsidRPr="00D72CAB">
        <w:rPr>
          <w:i/>
          <w:iCs/>
        </w:rPr>
        <w:t>Au Roi.</w:t>
      </w:r>
    </w:p>
    <w:p w14:paraId="6806E446" w14:textId="77777777" w:rsidR="00905145" w:rsidRPr="00AF0A23" w:rsidRDefault="00905145" w:rsidP="00905145">
      <w:r w:rsidRPr="00AF0A23">
        <w:t>D’ailleurs, à ce propos, voici la carte d’Alsace que Votre Majesté désirait po</w:t>
      </w:r>
      <w:r w:rsidRPr="00AF0A23">
        <w:t>u</w:t>
      </w:r>
      <w:r w:rsidRPr="00AF0A23">
        <w:t>voir étudier.</w:t>
      </w:r>
    </w:p>
    <w:p w14:paraId="6B7049C3" w14:textId="77777777" w:rsidR="00905145" w:rsidRPr="00D72CAB" w:rsidRDefault="00905145" w:rsidP="00905145">
      <w:pPr>
        <w:pStyle w:val="NormalRetraitGauche4XIndent0"/>
        <w:rPr>
          <w:i/>
          <w:iCs/>
        </w:rPr>
      </w:pPr>
      <w:r w:rsidRPr="00D72CAB">
        <w:rPr>
          <w:i/>
          <w:iCs/>
        </w:rPr>
        <w:t>À Mazarin.</w:t>
      </w:r>
    </w:p>
    <w:p w14:paraId="4DCAB31A" w14:textId="77777777" w:rsidR="00905145" w:rsidRPr="00AF0A23" w:rsidRDefault="00905145" w:rsidP="00905145">
      <w:r w:rsidRPr="00AF0A23">
        <w:t>Quant à Rome, nous allons en parler aussi. Les intérêts de la couronne sont maltra</w:t>
      </w:r>
      <w:r w:rsidRPr="00AF0A23">
        <w:t>i</w:t>
      </w:r>
      <w:r w:rsidRPr="00AF0A23">
        <w:t xml:space="preserve">tés là-bas. On m’appelle le Cardinal de </w:t>
      </w:r>
      <w:smartTag w:uri="urn:schemas-microsoft-com:office:smarttags" w:element="PersonName">
        <w:smartTagPr>
          <w:attr w:name="ProductID" w:val="La Rochelle"/>
        </w:smartTagPr>
        <w:r w:rsidRPr="00AF0A23">
          <w:t>la Rochelle</w:t>
        </w:r>
      </w:smartTag>
      <w:r w:rsidRPr="00AF0A23">
        <w:t xml:space="preserve"> et l’on excite publiquement en chaire les meu</w:t>
      </w:r>
      <w:r w:rsidRPr="00AF0A23">
        <w:t>r</w:t>
      </w:r>
      <w:r w:rsidRPr="00AF0A23">
        <w:t>triers à se débarrasser de moi par le poison ou par le po</w:t>
      </w:r>
      <w:r w:rsidRPr="00AF0A23">
        <w:t>i</w:t>
      </w:r>
      <w:r w:rsidRPr="00AF0A23">
        <w:t>gnard ! C’est un état d’esprit que je ne puis tolérer davantage. Plus les Esp</w:t>
      </w:r>
      <w:r w:rsidRPr="00AF0A23">
        <w:t>a</w:t>
      </w:r>
      <w:r w:rsidRPr="00AF0A23">
        <w:t>gnols me traitent mal, plus ils sont adorés à Rome. Je saurai les chasser d’Italie, je vous en préviens. La rupture avec l’Espagne est imminente, maintenant !… Signor, c</w:t>
      </w:r>
      <w:r w:rsidRPr="00AF0A23">
        <w:t>a</w:t>
      </w:r>
      <w:r w:rsidRPr="00AF0A23">
        <w:t>pisce lei ?</w:t>
      </w:r>
    </w:p>
    <w:p w14:paraId="7445D09F" w14:textId="77777777" w:rsidR="00905145" w:rsidRPr="00AF0A23" w:rsidRDefault="00905145" w:rsidP="00905145">
      <w:pPr>
        <w:ind w:firstLine="0"/>
        <w:jc w:val="center"/>
      </w:pPr>
      <w:r w:rsidRPr="00AF0A23">
        <w:t>MAZARIN</w:t>
      </w:r>
    </w:p>
    <w:p w14:paraId="35615E58" w14:textId="77777777" w:rsidR="00905145" w:rsidRPr="00AF0A23" w:rsidRDefault="00905145" w:rsidP="00905145">
      <w:r w:rsidRPr="00AF0A23">
        <w:lastRenderedPageBreak/>
        <w:t>Si, si ! Ma riempire una missione, S</w:t>
      </w:r>
      <w:r w:rsidRPr="00AF0A23">
        <w:t>i</w:t>
      </w:r>
      <w:r w:rsidRPr="00AF0A23">
        <w:t>gnor, non è dire cosa se ne pensa !… Lei conosce quale è il mio sentime</w:t>
      </w:r>
      <w:r w:rsidRPr="00AF0A23">
        <w:t>n</w:t>
      </w:r>
      <w:r w:rsidRPr="00AF0A23">
        <w:t>to per il più bel paèse del mondo… è lei sa quale è il mio sogno : non lasciarlo mai.</w:t>
      </w:r>
    </w:p>
    <w:p w14:paraId="736D3619" w14:textId="77777777" w:rsidR="00905145" w:rsidRPr="00AF0A23" w:rsidRDefault="00905145" w:rsidP="00905145">
      <w:pPr>
        <w:ind w:firstLine="0"/>
        <w:jc w:val="center"/>
      </w:pPr>
      <w:r w:rsidRPr="00AF0A23">
        <w:t>RICHELIEU</w:t>
      </w:r>
    </w:p>
    <w:p w14:paraId="3FC15F02" w14:textId="77777777" w:rsidR="00905145" w:rsidRPr="00AF0A23" w:rsidRDefault="00905145" w:rsidP="00905145">
      <w:r w:rsidRPr="00AF0A23">
        <w:t>Il ne tient qu’à vous d’y rester, Se</w:t>
      </w:r>
      <w:r w:rsidRPr="00AF0A23">
        <w:t>i</w:t>
      </w:r>
      <w:r w:rsidRPr="00AF0A23">
        <w:t>gneur.</w:t>
      </w:r>
    </w:p>
    <w:p w14:paraId="7866A85D" w14:textId="77777777" w:rsidR="00905145" w:rsidRPr="00AF0A23" w:rsidRDefault="00905145" w:rsidP="00905145">
      <w:pPr>
        <w:ind w:firstLine="0"/>
        <w:jc w:val="center"/>
      </w:pPr>
      <w:r w:rsidRPr="00AF0A23">
        <w:t>LOUIS XIII</w:t>
      </w:r>
    </w:p>
    <w:p w14:paraId="1555F36B" w14:textId="77777777" w:rsidR="00905145" w:rsidRPr="00AF0A23" w:rsidRDefault="00905145" w:rsidP="00905145">
      <w:r w:rsidRPr="00AF0A23">
        <w:t>Nous vous lai</w:t>
      </w:r>
      <w:r w:rsidRPr="00AF0A23">
        <w:t>s</w:t>
      </w:r>
      <w:r w:rsidRPr="00AF0A23">
        <w:t>sons.</w:t>
      </w:r>
    </w:p>
    <w:p w14:paraId="1D681EA0" w14:textId="77777777" w:rsidR="00905145" w:rsidRPr="00D72CAB" w:rsidRDefault="00905145" w:rsidP="00905145">
      <w:pPr>
        <w:pStyle w:val="NormalRetraitGauche4XIndent0"/>
        <w:rPr>
          <w:i/>
          <w:iCs/>
        </w:rPr>
      </w:pPr>
      <w:r w:rsidRPr="00D72CAB">
        <w:rPr>
          <w:i/>
          <w:iCs/>
        </w:rPr>
        <w:t>Le Roi et la Reine, salués par Mazarin, R</w:t>
      </w:r>
      <w:r w:rsidRPr="00D72CAB">
        <w:rPr>
          <w:i/>
          <w:iCs/>
        </w:rPr>
        <w:t>i</w:t>
      </w:r>
      <w:r w:rsidRPr="00D72CAB">
        <w:rPr>
          <w:i/>
          <w:iCs/>
        </w:rPr>
        <w:t>chelieu et le Père Joseph, s’éloignent. Les portes s’ouvrent devant eux, et le Père J</w:t>
      </w:r>
      <w:r w:rsidRPr="00D72CAB">
        <w:rPr>
          <w:i/>
          <w:iCs/>
        </w:rPr>
        <w:t>o</w:t>
      </w:r>
      <w:r w:rsidRPr="00D72CAB">
        <w:rPr>
          <w:i/>
          <w:iCs/>
        </w:rPr>
        <w:t>seph les accompagne. Restés seuls, le card</w:t>
      </w:r>
      <w:r w:rsidRPr="00D72CAB">
        <w:rPr>
          <w:i/>
          <w:iCs/>
        </w:rPr>
        <w:t>i</w:t>
      </w:r>
      <w:r w:rsidRPr="00D72CAB">
        <w:rPr>
          <w:i/>
          <w:iCs/>
        </w:rPr>
        <w:t>nal de Richelieu prend familièrement Maz</w:t>
      </w:r>
      <w:r w:rsidRPr="00D72CAB">
        <w:rPr>
          <w:i/>
          <w:iCs/>
        </w:rPr>
        <w:t>a</w:t>
      </w:r>
      <w:r w:rsidRPr="00D72CAB">
        <w:rPr>
          <w:i/>
          <w:iCs/>
        </w:rPr>
        <w:t>rin par le cou de façon à lui couvrir l’épaule du pan de son manteau. Scène muette entre eux. Mazarin est ému de voir cette soie rouge sur son épaule.</w:t>
      </w:r>
    </w:p>
    <w:p w14:paraId="3E6B8FEE" w14:textId="77777777" w:rsidR="00905145" w:rsidRPr="00AF0A23" w:rsidRDefault="00905145" w:rsidP="00905145">
      <w:pPr>
        <w:ind w:firstLine="0"/>
        <w:jc w:val="center"/>
      </w:pPr>
      <w:r w:rsidRPr="00AF0A23">
        <w:t>RICHELIEU</w:t>
      </w:r>
    </w:p>
    <w:p w14:paraId="3F7D72F4" w14:textId="77777777" w:rsidR="00905145" w:rsidRPr="00AF0A23" w:rsidRDefault="00905145" w:rsidP="00905145">
      <w:r w:rsidRPr="00AF0A23">
        <w:t>Come le piace questo colore ?</w:t>
      </w:r>
    </w:p>
    <w:p w14:paraId="4AAFDE25" w14:textId="77777777" w:rsidR="00905145" w:rsidRPr="00AF0A23" w:rsidRDefault="00905145" w:rsidP="00905145">
      <w:pPr>
        <w:ind w:firstLine="0"/>
        <w:jc w:val="center"/>
      </w:pPr>
      <w:r w:rsidRPr="00AF0A23">
        <w:t>MAZARIN</w:t>
      </w:r>
    </w:p>
    <w:p w14:paraId="57EA13AC" w14:textId="77777777" w:rsidR="00905145" w:rsidRPr="00AF0A23" w:rsidRDefault="00905145" w:rsidP="00905145">
      <w:r w:rsidRPr="00AF0A23">
        <w:t>Molto !</w:t>
      </w:r>
    </w:p>
    <w:p w14:paraId="4A018C58" w14:textId="77777777" w:rsidR="00905145" w:rsidRPr="00AF0A23" w:rsidRDefault="00905145" w:rsidP="00905145">
      <w:pPr>
        <w:ind w:firstLine="0"/>
        <w:jc w:val="center"/>
      </w:pPr>
      <w:r w:rsidRPr="00AF0A23">
        <w:t>RICHELIEU</w:t>
      </w:r>
    </w:p>
    <w:p w14:paraId="3871E429" w14:textId="77777777" w:rsidR="00905145" w:rsidRPr="00AF0A23" w:rsidRDefault="00905145" w:rsidP="00905145">
      <w:r w:rsidRPr="00AF0A23">
        <w:t>Fra una anno lei lo portera !</w:t>
      </w:r>
    </w:p>
    <w:p w14:paraId="044ACAB8" w14:textId="77777777" w:rsidR="00905145" w:rsidRPr="00AF0A23" w:rsidRDefault="00905145" w:rsidP="00905145">
      <w:pPr>
        <w:pStyle w:val="Titre1"/>
      </w:pPr>
      <w:bookmarkStart w:id="8" w:name="_Toc195622094"/>
      <w:r w:rsidRPr="00AF0A23">
        <w:lastRenderedPageBreak/>
        <w:t>MAZARIN</w:t>
      </w:r>
      <w:bookmarkEnd w:id="8"/>
    </w:p>
    <w:p w14:paraId="444FB5CF" w14:textId="77777777" w:rsidR="00905145" w:rsidRPr="00AF0A23" w:rsidRDefault="00905145" w:rsidP="00905145">
      <w:pPr>
        <w:rPr>
          <w:i/>
          <w:iCs/>
        </w:rPr>
      </w:pPr>
      <w:r w:rsidRPr="00AF0A23">
        <w:rPr>
          <w:i/>
          <w:iCs/>
        </w:rPr>
        <w:t>Le décor représente, au Louvre, le cabinet de travail de Mazarin, qui fut celui du Cardinal de R</w:t>
      </w:r>
      <w:r w:rsidRPr="00AF0A23">
        <w:rPr>
          <w:i/>
          <w:iCs/>
        </w:rPr>
        <w:t>i</w:t>
      </w:r>
      <w:r w:rsidRPr="00AF0A23">
        <w:rPr>
          <w:i/>
          <w:iCs/>
        </w:rPr>
        <w:t>chelieu.</w:t>
      </w:r>
    </w:p>
    <w:p w14:paraId="40FE8C2F" w14:textId="77777777" w:rsidR="00905145" w:rsidRPr="00AF0A23" w:rsidRDefault="00905145" w:rsidP="00905145">
      <w:pPr>
        <w:rPr>
          <w:i/>
          <w:iCs/>
        </w:rPr>
      </w:pPr>
      <w:r w:rsidRPr="00AF0A23">
        <w:rPr>
          <w:i/>
          <w:iCs/>
        </w:rPr>
        <w:t>On entend des sanglots puis des cris poussés par un e</w:t>
      </w:r>
      <w:r w:rsidRPr="00AF0A23">
        <w:rPr>
          <w:i/>
          <w:iCs/>
        </w:rPr>
        <w:t>n</w:t>
      </w:r>
      <w:r w:rsidRPr="00AF0A23">
        <w:rPr>
          <w:i/>
          <w:iCs/>
        </w:rPr>
        <w:t>fant. Cet enfant paraît. Il a qu</w:t>
      </w:r>
      <w:r w:rsidRPr="00AF0A23">
        <w:rPr>
          <w:i/>
          <w:iCs/>
        </w:rPr>
        <w:t>a</w:t>
      </w:r>
      <w:r w:rsidRPr="00AF0A23">
        <w:rPr>
          <w:i/>
          <w:iCs/>
        </w:rPr>
        <w:t>tre ans. Il se jette sur Mazarin et, à la volée, il lui donne des coups de poing. Une dame, sa gouvernante, qui le su</w:t>
      </w:r>
      <w:r w:rsidRPr="00AF0A23">
        <w:rPr>
          <w:i/>
          <w:iCs/>
        </w:rPr>
        <w:t>i</w:t>
      </w:r>
      <w:r w:rsidRPr="00AF0A23">
        <w:rPr>
          <w:i/>
          <w:iCs/>
        </w:rPr>
        <w:t>vait l’emporte, respectueusement mais formellement aussi.</w:t>
      </w:r>
    </w:p>
    <w:p w14:paraId="0054B395" w14:textId="77777777" w:rsidR="00905145" w:rsidRPr="00AF0A23" w:rsidRDefault="00905145" w:rsidP="00905145">
      <w:pPr>
        <w:rPr>
          <w:i/>
          <w:iCs/>
        </w:rPr>
      </w:pPr>
      <w:r w:rsidRPr="00AF0A23">
        <w:rPr>
          <w:i/>
          <w:iCs/>
        </w:rPr>
        <w:t>Le cardinal le regarde partir.</w:t>
      </w:r>
    </w:p>
    <w:p w14:paraId="4C79F9B3" w14:textId="77777777" w:rsidR="00905145" w:rsidRPr="00AF0A23" w:rsidRDefault="00905145" w:rsidP="00905145"/>
    <w:p w14:paraId="7E6D260F" w14:textId="77777777" w:rsidR="00905145" w:rsidRPr="00AF0A23" w:rsidRDefault="00905145" w:rsidP="00905145">
      <w:pPr>
        <w:ind w:firstLine="0"/>
        <w:jc w:val="center"/>
      </w:pPr>
      <w:r w:rsidRPr="00AF0A23">
        <w:t>MAZARIN</w:t>
      </w:r>
    </w:p>
    <w:p w14:paraId="3C5A1A77" w14:textId="77777777" w:rsidR="00905145" w:rsidRPr="00AF0A23" w:rsidRDefault="00905145" w:rsidP="00905145">
      <w:r w:rsidRPr="00AF0A23">
        <w:t>C’est indigne d’un futur si grand roi.</w:t>
      </w:r>
    </w:p>
    <w:p w14:paraId="67B61B5F" w14:textId="77777777" w:rsidR="00905145" w:rsidRPr="00D43C35" w:rsidRDefault="00905145" w:rsidP="00905145">
      <w:pPr>
        <w:pStyle w:val="NormalRetraitGauche4XIndent0"/>
        <w:rPr>
          <w:i/>
          <w:iCs/>
        </w:rPr>
      </w:pPr>
      <w:r w:rsidRPr="00D43C35">
        <w:rPr>
          <w:i/>
          <w:iCs/>
        </w:rPr>
        <w:t>À Bourgouin.</w:t>
      </w:r>
    </w:p>
    <w:p w14:paraId="50450B0A" w14:textId="77777777" w:rsidR="00905145" w:rsidRPr="00AF0A23" w:rsidRDefault="00905145" w:rsidP="00905145">
      <w:r w:rsidRPr="00AF0A23">
        <w:t>Je vous écoute.</w:t>
      </w:r>
    </w:p>
    <w:p w14:paraId="03C55E52" w14:textId="77777777" w:rsidR="00905145" w:rsidRPr="00AF0A23" w:rsidRDefault="00905145" w:rsidP="00905145">
      <w:pPr>
        <w:ind w:firstLine="0"/>
        <w:jc w:val="center"/>
      </w:pPr>
      <w:r w:rsidRPr="00AF0A23">
        <w:t>LE BARON DE BOURGOUIN</w:t>
      </w:r>
    </w:p>
    <w:p w14:paraId="45C0218B" w14:textId="77777777" w:rsidR="00905145" w:rsidRPr="00AF0A23" w:rsidRDefault="00905145" w:rsidP="00905145">
      <w:r w:rsidRPr="00AF0A23">
        <w:t>Monsieur le Cardinal, l’événement qui s’est produit tantôt au Parlement mérite toute votre attention. Tandis que Me</w:t>
      </w:r>
      <w:r w:rsidRPr="00AF0A23">
        <w:t>s</w:t>
      </w:r>
      <w:r w:rsidRPr="00AF0A23">
        <w:t>sieurs les Conseillers discutaient, en termes modérés, l’opportunité des impôts nouveaux projetés par Votre Ém</w:t>
      </w:r>
      <w:r w:rsidRPr="00AF0A23">
        <w:t>i</w:t>
      </w:r>
      <w:r w:rsidRPr="00AF0A23">
        <w:t>nence, un conseiller, Monsieur Pierre Broussel, s’est écrié so</w:t>
      </w:r>
      <w:r w:rsidRPr="00AF0A23">
        <w:t>u</w:t>
      </w:r>
      <w:r w:rsidRPr="00AF0A23">
        <w:t>dain : « Assez d’i</w:t>
      </w:r>
      <w:r w:rsidRPr="00AF0A23">
        <w:t>m</w:t>
      </w:r>
      <w:r w:rsidRPr="00AF0A23">
        <w:t>pôts. »</w:t>
      </w:r>
    </w:p>
    <w:p w14:paraId="76D39C59" w14:textId="77777777" w:rsidR="00905145" w:rsidRPr="00AF0A23" w:rsidRDefault="00905145" w:rsidP="00905145">
      <w:r w:rsidRPr="00AF0A23">
        <w:t xml:space="preserve">Des mouvements divers ont accueilli cette apostrophe, et je crains qu’elle </w:t>
      </w:r>
      <w:proofErr w:type="gramStart"/>
      <w:r w:rsidRPr="00AF0A23">
        <w:t>n’ait</w:t>
      </w:r>
      <w:proofErr w:type="gramEnd"/>
      <w:r w:rsidRPr="00AF0A23">
        <w:t xml:space="preserve"> des conséquences fâche</w:t>
      </w:r>
      <w:r w:rsidRPr="00AF0A23">
        <w:t>u</w:t>
      </w:r>
      <w:r w:rsidRPr="00AF0A23">
        <w:t>ses.</w:t>
      </w:r>
    </w:p>
    <w:p w14:paraId="2F21EDC8" w14:textId="77777777" w:rsidR="00905145" w:rsidRPr="00AF0A23" w:rsidRDefault="00905145" w:rsidP="00905145">
      <w:pPr>
        <w:ind w:firstLine="0"/>
        <w:jc w:val="center"/>
      </w:pPr>
      <w:r w:rsidRPr="00AF0A23">
        <w:t>MAZARIN</w:t>
      </w:r>
    </w:p>
    <w:p w14:paraId="43ABD76A" w14:textId="77777777" w:rsidR="00905145" w:rsidRPr="00AF0A23" w:rsidRDefault="00905145" w:rsidP="00905145">
      <w:r w:rsidRPr="00AF0A23">
        <w:lastRenderedPageBreak/>
        <w:t>Allez vous-même chercher Monsieur le conseiller Broussel – et priez-le de bien vouloir se rendre à mon appel a</w:t>
      </w:r>
      <w:r w:rsidRPr="00AF0A23">
        <w:t>u</w:t>
      </w:r>
      <w:r w:rsidRPr="00AF0A23">
        <w:t>jourd’hui même.</w:t>
      </w:r>
    </w:p>
    <w:p w14:paraId="3273DB78" w14:textId="77777777" w:rsidR="00905145" w:rsidRPr="00D43C35" w:rsidRDefault="00905145" w:rsidP="00905145">
      <w:pPr>
        <w:pStyle w:val="NormalRetraitGauche4XIndent0"/>
        <w:rPr>
          <w:i/>
          <w:iCs/>
        </w:rPr>
      </w:pPr>
      <w:r w:rsidRPr="00D43C35">
        <w:rPr>
          <w:i/>
          <w:iCs/>
        </w:rPr>
        <w:t>Bourgouin sort tandis que le Cardinal se lève. Il écoute un chant lointain, se dirige vers une fenêtre, l’ouvre et recule un peu en e</w:t>
      </w:r>
      <w:r w:rsidRPr="00D43C35">
        <w:rPr>
          <w:i/>
          <w:iCs/>
        </w:rPr>
        <w:t>n</w:t>
      </w:r>
      <w:r w:rsidRPr="00D43C35">
        <w:rPr>
          <w:i/>
          <w:iCs/>
        </w:rPr>
        <w:t>tendant ce que chantent les manifestants.</w:t>
      </w:r>
    </w:p>
    <w:p w14:paraId="21B75BE5" w14:textId="77777777" w:rsidR="00905145" w:rsidRPr="00AF0A23" w:rsidRDefault="00905145" w:rsidP="00905145">
      <w:pPr>
        <w:ind w:firstLine="0"/>
        <w:jc w:val="center"/>
      </w:pPr>
      <w:r w:rsidRPr="00AF0A23">
        <w:t>VOIX DU DEHORS</w:t>
      </w:r>
    </w:p>
    <w:p w14:paraId="124D16BE" w14:textId="77777777" w:rsidR="00905145" w:rsidRPr="00AF0A23" w:rsidRDefault="00905145" w:rsidP="00905145">
      <w:pPr>
        <w:pStyle w:val="NormalEspAvt0EspApr0"/>
      </w:pPr>
      <w:r w:rsidRPr="00AF0A23">
        <w:t>À bas le Cardinal maudit !</w:t>
      </w:r>
    </w:p>
    <w:p w14:paraId="326E337E" w14:textId="77777777" w:rsidR="00905145" w:rsidRPr="00AF0A23" w:rsidRDefault="00905145" w:rsidP="00905145">
      <w:pPr>
        <w:pStyle w:val="NormalEspAvt0EspApr0"/>
      </w:pPr>
      <w:r w:rsidRPr="00AF0A23">
        <w:t>Assez d’impôts ! Assez d’impôts !</w:t>
      </w:r>
    </w:p>
    <w:p w14:paraId="48BA32A7" w14:textId="77777777" w:rsidR="00905145" w:rsidRPr="00AF0A23" w:rsidRDefault="00905145" w:rsidP="00905145">
      <w:pPr>
        <w:pStyle w:val="NormalEspAvt0EspApr0"/>
      </w:pPr>
      <w:r w:rsidRPr="00AF0A23">
        <w:t>Il n’aura jamais notre peau !</w:t>
      </w:r>
    </w:p>
    <w:p w14:paraId="2A360E41" w14:textId="77777777" w:rsidR="00905145" w:rsidRPr="00AF0A23" w:rsidRDefault="00905145" w:rsidP="00905145">
      <w:pPr>
        <w:pStyle w:val="NormalEspAvt0EspApr0"/>
      </w:pPr>
      <w:r w:rsidRPr="00AF0A23">
        <w:t>Et qu’il se le tienne pour dit !</w:t>
      </w:r>
    </w:p>
    <w:p w14:paraId="76CDA86E" w14:textId="77777777" w:rsidR="00905145" w:rsidRPr="00AF0A23" w:rsidRDefault="00905145" w:rsidP="00905145">
      <w:pPr>
        <w:pStyle w:val="NormalEspAvt0EspApr0"/>
      </w:pPr>
      <w:r w:rsidRPr="00AF0A23">
        <w:t>À bas le Cardinal maudit</w:t>
      </w:r>
    </w:p>
    <w:p w14:paraId="4AC3757A" w14:textId="77777777" w:rsidR="00905145" w:rsidRPr="00AF0A23" w:rsidRDefault="00905145" w:rsidP="00905145">
      <w:pPr>
        <w:pStyle w:val="NormalEspAvt0EspApr0"/>
      </w:pPr>
      <w:r w:rsidRPr="00AF0A23">
        <w:t>Plus jamais, j</w:t>
      </w:r>
      <w:r w:rsidRPr="00AF0A23">
        <w:t>a</w:t>
      </w:r>
      <w:r w:rsidRPr="00AF0A23">
        <w:t>mais de repos</w:t>
      </w:r>
    </w:p>
    <w:p w14:paraId="477EAA5A" w14:textId="77777777" w:rsidR="00905145" w:rsidRPr="00AF0A23" w:rsidRDefault="00905145" w:rsidP="00905145">
      <w:pPr>
        <w:pStyle w:val="NormalEspAvt0EspApr0"/>
      </w:pPr>
      <w:r w:rsidRPr="00AF0A23">
        <w:t>Pour le Cardinal des impôts.</w:t>
      </w:r>
    </w:p>
    <w:p w14:paraId="615A2126" w14:textId="77777777" w:rsidR="00905145" w:rsidRPr="00AF0A23" w:rsidRDefault="00905145" w:rsidP="00905145">
      <w:pPr>
        <w:pStyle w:val="NormalEspAvt0EspApr0"/>
      </w:pPr>
      <w:r w:rsidRPr="00AF0A23">
        <w:t>Plus rien de rien, plus un radis.</w:t>
      </w:r>
    </w:p>
    <w:p w14:paraId="59B6A291" w14:textId="77777777" w:rsidR="00905145" w:rsidRPr="00AF0A23" w:rsidRDefault="00905145" w:rsidP="00905145">
      <w:pPr>
        <w:pStyle w:val="NormalEspAvt0EspApr0"/>
      </w:pPr>
      <w:r w:rsidRPr="00AF0A23">
        <w:t>Têt’</w:t>
      </w:r>
      <w:r>
        <w:t xml:space="preserve"> </w:t>
      </w:r>
      <w:r w:rsidRPr="00AF0A23">
        <w:t>de cochon qui s’en d</w:t>
      </w:r>
      <w:r w:rsidRPr="00AF0A23">
        <w:t>é</w:t>
      </w:r>
      <w:r w:rsidRPr="00AF0A23">
        <w:t>dit…</w:t>
      </w:r>
    </w:p>
    <w:p w14:paraId="4E8786DE" w14:textId="77777777" w:rsidR="00905145" w:rsidRPr="00AF0A23" w:rsidRDefault="00905145" w:rsidP="00905145">
      <w:pPr>
        <w:pStyle w:val="NormalEspAvt0EspApr0"/>
      </w:pPr>
      <w:r w:rsidRPr="00AF0A23">
        <w:t>À bas le cardinal maudit.</w:t>
      </w:r>
    </w:p>
    <w:p w14:paraId="404DC598" w14:textId="77777777" w:rsidR="00905145" w:rsidRPr="00D43C35" w:rsidRDefault="00905145" w:rsidP="00905145">
      <w:pPr>
        <w:pStyle w:val="NormalRetraitGauche4XIndent0"/>
        <w:rPr>
          <w:i/>
          <w:iCs/>
        </w:rPr>
      </w:pPr>
      <w:r w:rsidRPr="00D43C35">
        <w:rPr>
          <w:i/>
          <w:iCs/>
        </w:rPr>
        <w:t>Le Cardinal referme la fenêtre. Bourgouin rentre à ce moment.</w:t>
      </w:r>
    </w:p>
    <w:p w14:paraId="02A234FC" w14:textId="77777777" w:rsidR="00905145" w:rsidRPr="00AF0A23" w:rsidRDefault="00905145" w:rsidP="00905145">
      <w:pPr>
        <w:ind w:firstLine="0"/>
        <w:jc w:val="center"/>
      </w:pPr>
      <w:r w:rsidRPr="00AF0A23">
        <w:t>MAZARIN</w:t>
      </w:r>
    </w:p>
    <w:p w14:paraId="23D75614" w14:textId="77777777" w:rsidR="00905145" w:rsidRPr="00AF0A23" w:rsidRDefault="00905145" w:rsidP="00905145">
      <w:r w:rsidRPr="00AF0A23">
        <w:t>Eh bien ?</w:t>
      </w:r>
    </w:p>
    <w:p w14:paraId="170E0F64" w14:textId="77777777" w:rsidR="00905145" w:rsidRPr="00AF0A23" w:rsidRDefault="00905145" w:rsidP="00905145">
      <w:pPr>
        <w:ind w:firstLine="0"/>
        <w:jc w:val="center"/>
      </w:pPr>
      <w:r w:rsidRPr="00AF0A23">
        <w:t>BOURGOUIN</w:t>
      </w:r>
    </w:p>
    <w:p w14:paraId="11713CCF" w14:textId="77777777" w:rsidR="00905145" w:rsidRPr="00AF0A23" w:rsidRDefault="00905145" w:rsidP="00905145">
      <w:r w:rsidRPr="00AF0A23">
        <w:t>Il ne m’a pas été possible de l’approcher, et, par les rues, actuellement, le peuple surexcité porte en triomphe M. Broussel.</w:t>
      </w:r>
    </w:p>
    <w:p w14:paraId="40367DA2" w14:textId="77777777" w:rsidR="00905145" w:rsidRPr="00D43C35" w:rsidRDefault="00905145" w:rsidP="00905145">
      <w:pPr>
        <w:pStyle w:val="NormalRetraitGauche4XIndent0"/>
        <w:rPr>
          <w:i/>
          <w:iCs/>
        </w:rPr>
      </w:pPr>
      <w:r w:rsidRPr="00D43C35">
        <w:rPr>
          <w:i/>
          <w:iCs/>
        </w:rPr>
        <w:t>À ce moment, un carreau de la fenêtre éclate – et une pierre tombe aux pieds de Maz</w:t>
      </w:r>
      <w:r w:rsidRPr="00D43C35">
        <w:rPr>
          <w:i/>
          <w:iCs/>
        </w:rPr>
        <w:t>a</w:t>
      </w:r>
      <w:r w:rsidRPr="00D43C35">
        <w:rPr>
          <w:i/>
          <w:iCs/>
        </w:rPr>
        <w:t>rin.</w:t>
      </w:r>
    </w:p>
    <w:p w14:paraId="057E7EAE" w14:textId="77777777" w:rsidR="00905145" w:rsidRPr="00D43C35" w:rsidRDefault="00905145" w:rsidP="00905145">
      <w:pPr>
        <w:pStyle w:val="NormalRetraitGauche4XIndent0"/>
        <w:rPr>
          <w:i/>
          <w:iCs/>
        </w:rPr>
      </w:pPr>
      <w:r w:rsidRPr="00D43C35">
        <w:rPr>
          <w:i/>
          <w:iCs/>
        </w:rPr>
        <w:lastRenderedPageBreak/>
        <w:t>Deux seigneurs et deux prêtres font mine de lui porter s</w:t>
      </w:r>
      <w:r w:rsidRPr="00D43C35">
        <w:rPr>
          <w:i/>
          <w:iCs/>
        </w:rPr>
        <w:t>e</w:t>
      </w:r>
      <w:r w:rsidRPr="00D43C35">
        <w:rPr>
          <w:i/>
          <w:iCs/>
        </w:rPr>
        <w:t>cours.</w:t>
      </w:r>
    </w:p>
    <w:p w14:paraId="60CE8FFB" w14:textId="77777777" w:rsidR="00905145" w:rsidRPr="00AF0A23" w:rsidRDefault="00905145" w:rsidP="00905145">
      <w:pPr>
        <w:ind w:firstLine="0"/>
        <w:jc w:val="center"/>
      </w:pPr>
      <w:r w:rsidRPr="00AF0A23">
        <w:t>MAZARIN</w:t>
      </w:r>
    </w:p>
    <w:p w14:paraId="6F7687EB" w14:textId="77777777" w:rsidR="00905145" w:rsidRPr="00AF0A23" w:rsidRDefault="00905145" w:rsidP="00905145">
      <w:r w:rsidRPr="00AF0A23">
        <w:t>Que soit incarcéré ce soir, à la Bastille, le conseiller Brou</w:t>
      </w:r>
      <w:r w:rsidRPr="00AF0A23">
        <w:t>s</w:t>
      </w:r>
      <w:r w:rsidRPr="00AF0A23">
        <w:t>sel.</w:t>
      </w:r>
    </w:p>
    <w:p w14:paraId="31492640" w14:textId="77777777" w:rsidR="00905145" w:rsidRPr="00D43C35" w:rsidRDefault="00905145" w:rsidP="00905145">
      <w:pPr>
        <w:pStyle w:val="NormalRetraitGauche4XIndent0"/>
        <w:rPr>
          <w:i/>
          <w:iCs/>
        </w:rPr>
      </w:pPr>
      <w:r w:rsidRPr="00D43C35">
        <w:rPr>
          <w:i/>
          <w:iCs/>
        </w:rPr>
        <w:t>Une porte s’ouvre à deux battants, quatre hommes d’armes paraissent – et entre un chambellan précédant la Re</w:t>
      </w:r>
      <w:r w:rsidRPr="00D43C35">
        <w:rPr>
          <w:i/>
          <w:iCs/>
        </w:rPr>
        <w:t>i</w:t>
      </w:r>
      <w:r w:rsidRPr="00D43C35">
        <w:rPr>
          <w:i/>
          <w:iCs/>
        </w:rPr>
        <w:t>ne.</w:t>
      </w:r>
    </w:p>
    <w:p w14:paraId="5E4D4408" w14:textId="77777777" w:rsidR="00905145" w:rsidRPr="00AF0A23" w:rsidRDefault="00905145" w:rsidP="00905145">
      <w:pPr>
        <w:ind w:firstLine="0"/>
        <w:jc w:val="center"/>
      </w:pPr>
      <w:r w:rsidRPr="00AF0A23">
        <w:t>LE CHAMBELLAN</w:t>
      </w:r>
    </w:p>
    <w:p w14:paraId="5537DE7E" w14:textId="77777777" w:rsidR="00905145" w:rsidRPr="00AF0A23" w:rsidRDefault="00905145" w:rsidP="00905145">
      <w:r w:rsidRPr="00AF0A23">
        <w:t>Sa Majesté la Reine.</w:t>
      </w:r>
    </w:p>
    <w:p w14:paraId="5B5F5DB7" w14:textId="77777777" w:rsidR="00905145" w:rsidRPr="00D43C35" w:rsidRDefault="00905145" w:rsidP="00905145">
      <w:pPr>
        <w:pStyle w:val="NormalRetraitGauche4XIndent0"/>
        <w:rPr>
          <w:i/>
          <w:iCs/>
        </w:rPr>
      </w:pPr>
      <w:r w:rsidRPr="00D43C35">
        <w:rPr>
          <w:i/>
          <w:iCs/>
        </w:rPr>
        <w:t>Anne d’Autriche va directement au Card</w:t>
      </w:r>
      <w:r w:rsidRPr="00D43C35">
        <w:rPr>
          <w:i/>
          <w:iCs/>
        </w:rPr>
        <w:t>i</w:t>
      </w:r>
      <w:r w:rsidRPr="00D43C35">
        <w:rPr>
          <w:i/>
          <w:iCs/>
        </w:rPr>
        <w:t>nal.</w:t>
      </w:r>
    </w:p>
    <w:p w14:paraId="749B1C6E" w14:textId="77777777" w:rsidR="00905145" w:rsidRPr="00AF0A23" w:rsidRDefault="00905145" w:rsidP="00905145">
      <w:pPr>
        <w:ind w:firstLine="0"/>
        <w:jc w:val="center"/>
      </w:pPr>
      <w:r w:rsidRPr="00AF0A23">
        <w:t>ANNE D’AUTRICHE</w:t>
      </w:r>
    </w:p>
    <w:p w14:paraId="7D9E97D3" w14:textId="77777777" w:rsidR="00905145" w:rsidRPr="00AF0A23" w:rsidRDefault="00905145" w:rsidP="00905145">
      <w:r w:rsidRPr="00AF0A23">
        <w:t>Que se passe-t-il ?</w:t>
      </w:r>
    </w:p>
    <w:p w14:paraId="48338133" w14:textId="77777777" w:rsidR="00905145" w:rsidRPr="00D43C35" w:rsidRDefault="00905145" w:rsidP="00905145">
      <w:pPr>
        <w:pStyle w:val="NormalRetraitGauche4XIndent0"/>
        <w:rPr>
          <w:i/>
          <w:iCs/>
        </w:rPr>
      </w:pPr>
      <w:r w:rsidRPr="00D43C35">
        <w:rPr>
          <w:i/>
          <w:iCs/>
        </w:rPr>
        <w:t xml:space="preserve">Mazarin fait asseoir </w:t>
      </w:r>
      <w:smartTag w:uri="urn:schemas-microsoft-com:office:smarttags" w:element="PersonName">
        <w:smartTagPr>
          <w:attr w:name="ProductID" w:val="LA REINE"/>
        </w:smartTagPr>
        <w:r w:rsidRPr="00D43C35">
          <w:rPr>
            <w:i/>
            <w:iCs/>
          </w:rPr>
          <w:t>la Reine</w:t>
        </w:r>
      </w:smartTag>
      <w:r w:rsidRPr="00D43C35">
        <w:rPr>
          <w:i/>
          <w:iCs/>
        </w:rPr>
        <w:t xml:space="preserve"> dans le fa</w:t>
      </w:r>
      <w:r w:rsidRPr="00D43C35">
        <w:rPr>
          <w:i/>
          <w:iCs/>
        </w:rPr>
        <w:t>u</w:t>
      </w:r>
      <w:r w:rsidRPr="00D43C35">
        <w:rPr>
          <w:i/>
          <w:iCs/>
        </w:rPr>
        <w:t>teuil majestueux qui se trouve auprès de sa table de travail.</w:t>
      </w:r>
    </w:p>
    <w:p w14:paraId="7AF04BA1" w14:textId="77777777" w:rsidR="00905145" w:rsidRPr="00AF0A23" w:rsidRDefault="00905145" w:rsidP="00905145">
      <w:pPr>
        <w:ind w:firstLine="0"/>
        <w:jc w:val="center"/>
      </w:pPr>
      <w:r w:rsidRPr="00AF0A23">
        <w:t>MAZARIN</w:t>
      </w:r>
    </w:p>
    <w:p w14:paraId="6F9251FA" w14:textId="77777777" w:rsidR="00905145" w:rsidRPr="00AF0A23" w:rsidRDefault="00905145" w:rsidP="00905145">
      <w:r w:rsidRPr="00AF0A23">
        <w:t>Madame, si je n’agissais pas avec la dernière rigueur c’en serait fait de l’autorité de la Reine. J’ai dû faire arrêter le co</w:t>
      </w:r>
      <w:r w:rsidRPr="00AF0A23">
        <w:t>n</w:t>
      </w:r>
      <w:r w:rsidRPr="00AF0A23">
        <w:t>seiller Broussel.</w:t>
      </w:r>
    </w:p>
    <w:p w14:paraId="5B5FD2A3" w14:textId="77777777" w:rsidR="00905145" w:rsidRPr="00AF0A23" w:rsidRDefault="00905145" w:rsidP="00905145">
      <w:pPr>
        <w:ind w:firstLine="0"/>
        <w:jc w:val="center"/>
      </w:pPr>
      <w:r w:rsidRPr="00AF0A23">
        <w:t>ANNE D’AUTRICHE</w:t>
      </w:r>
    </w:p>
    <w:p w14:paraId="0620A9EF" w14:textId="77777777" w:rsidR="00905145" w:rsidRPr="00AF0A23" w:rsidRDefault="00905145" w:rsidP="00905145">
      <w:r w:rsidRPr="00AF0A23">
        <w:t>Et vous comptez le laisser longtemps à la Ba</w:t>
      </w:r>
      <w:r w:rsidRPr="00AF0A23">
        <w:t>s</w:t>
      </w:r>
      <w:r w:rsidRPr="00AF0A23">
        <w:t>tille ?</w:t>
      </w:r>
    </w:p>
    <w:p w14:paraId="2E23ECD3" w14:textId="77777777" w:rsidR="00905145" w:rsidRPr="00AF0A23" w:rsidRDefault="00905145" w:rsidP="00905145">
      <w:pPr>
        <w:ind w:firstLine="0"/>
        <w:jc w:val="center"/>
      </w:pPr>
      <w:r w:rsidRPr="00AF0A23">
        <w:t>MAZARIN</w:t>
      </w:r>
    </w:p>
    <w:p w14:paraId="33411A91" w14:textId="77777777" w:rsidR="00905145" w:rsidRPr="00AF0A23" w:rsidRDefault="00905145" w:rsidP="00905145">
      <w:r w:rsidRPr="00AF0A23">
        <w:t>Ça dépend de ses partisans… ça peut durer longtemps, h</w:t>
      </w:r>
      <w:r w:rsidRPr="00AF0A23">
        <w:t>é</w:t>
      </w:r>
      <w:r w:rsidRPr="00AF0A23">
        <w:t>las !</w:t>
      </w:r>
    </w:p>
    <w:p w14:paraId="63A50431" w14:textId="77777777" w:rsidR="00905145" w:rsidRPr="00AF0A23" w:rsidRDefault="00905145" w:rsidP="00905145">
      <w:pPr>
        <w:ind w:firstLine="0"/>
        <w:jc w:val="center"/>
      </w:pPr>
      <w:r w:rsidRPr="00AF0A23">
        <w:lastRenderedPageBreak/>
        <w:t>ANNE D’AUTRICHE</w:t>
      </w:r>
    </w:p>
    <w:p w14:paraId="4C9EABA2" w14:textId="77777777" w:rsidR="00905145" w:rsidRPr="00AF0A23" w:rsidRDefault="00905145" w:rsidP="00905145">
      <w:r w:rsidRPr="00AF0A23">
        <w:t>Je crois que dans votre intérêt, Mo</w:t>
      </w:r>
      <w:r w:rsidRPr="00AF0A23">
        <w:t>n</w:t>
      </w:r>
      <w:r w:rsidRPr="00AF0A23">
        <w:t>sieur le Cardinal…</w:t>
      </w:r>
    </w:p>
    <w:p w14:paraId="7E2B4BE7" w14:textId="77777777" w:rsidR="00905145" w:rsidRPr="00AF0A23" w:rsidRDefault="00905145" w:rsidP="00905145">
      <w:pPr>
        <w:ind w:firstLine="0"/>
        <w:jc w:val="center"/>
      </w:pPr>
      <w:r w:rsidRPr="00AF0A23">
        <w:t>MAZARIN</w:t>
      </w:r>
    </w:p>
    <w:p w14:paraId="5E0BC5E4" w14:textId="77777777" w:rsidR="00905145" w:rsidRPr="00AF0A23" w:rsidRDefault="00905145" w:rsidP="00905145">
      <w:r w:rsidRPr="00AF0A23">
        <w:t>Que Votre Majesté ne me fasse pas commettre l’imprudence de rendre sa liberté à M. le conseiller Broussel avant que ne soient apaisés les cerveaux… non, il ne faudra su</w:t>
      </w:r>
      <w:r w:rsidRPr="00AF0A23">
        <w:t>r</w:t>
      </w:r>
      <w:r w:rsidRPr="00AF0A23">
        <w:t>tout pas qu’avant il quitte la Bastille.</w:t>
      </w:r>
    </w:p>
    <w:p w14:paraId="04B3A81A" w14:textId="77777777" w:rsidR="00905145" w:rsidRPr="00D43C35" w:rsidRDefault="00905145" w:rsidP="00905145">
      <w:pPr>
        <w:pStyle w:val="NormalRetraitGauche4XIndent0"/>
        <w:rPr>
          <w:i/>
          <w:iCs/>
        </w:rPr>
      </w:pPr>
      <w:r w:rsidRPr="00D43C35">
        <w:rPr>
          <w:i/>
          <w:iCs/>
        </w:rPr>
        <w:t>Le Cardinal réfléchit un court in</w:t>
      </w:r>
      <w:r w:rsidRPr="00D43C35">
        <w:rPr>
          <w:i/>
          <w:iCs/>
        </w:rPr>
        <w:t>s</w:t>
      </w:r>
      <w:r w:rsidRPr="00D43C35">
        <w:rPr>
          <w:i/>
          <w:iCs/>
        </w:rPr>
        <w:t>tant.</w:t>
      </w:r>
    </w:p>
    <w:p w14:paraId="7B44B2FA" w14:textId="77777777" w:rsidR="00905145" w:rsidRPr="00AF0A23" w:rsidRDefault="00905145" w:rsidP="00905145">
      <w:r w:rsidRPr="00AF0A23">
        <w:t>Et une idée me vient qui concilierait tout…</w:t>
      </w:r>
    </w:p>
    <w:p w14:paraId="1593103E" w14:textId="77777777" w:rsidR="00905145" w:rsidRPr="00D43C35" w:rsidRDefault="00905145" w:rsidP="00905145">
      <w:pPr>
        <w:pStyle w:val="NormalRetraitGauche4XIndent0"/>
        <w:rPr>
          <w:i/>
          <w:iCs/>
        </w:rPr>
      </w:pPr>
      <w:r w:rsidRPr="00D43C35">
        <w:rPr>
          <w:i/>
          <w:iCs/>
        </w:rPr>
        <w:t>Il sonne. Un s</w:t>
      </w:r>
      <w:r w:rsidRPr="00D43C35">
        <w:rPr>
          <w:i/>
          <w:iCs/>
        </w:rPr>
        <w:t>e</w:t>
      </w:r>
      <w:r w:rsidRPr="00D43C35">
        <w:rPr>
          <w:i/>
          <w:iCs/>
        </w:rPr>
        <w:t>crétaire paraît.</w:t>
      </w:r>
    </w:p>
    <w:p w14:paraId="45E2D1E5" w14:textId="77777777" w:rsidR="00905145" w:rsidRPr="00AF0A23" w:rsidRDefault="00905145" w:rsidP="00905145">
      <w:r w:rsidRPr="00AF0A23">
        <w:t>Dans quelques jours, signifiez donc à M. le conseiller Broussel qu’animé du désir de réparer l’erreur ou l’injustice commise à son égard je le nomme gouverneur de la Ba</w:t>
      </w:r>
      <w:r w:rsidRPr="00AF0A23">
        <w:t>s</w:t>
      </w:r>
      <w:r w:rsidRPr="00AF0A23">
        <w:t>tille.</w:t>
      </w:r>
    </w:p>
    <w:p w14:paraId="299B20F3" w14:textId="77777777" w:rsidR="00905145" w:rsidRPr="00D43C35" w:rsidRDefault="00905145" w:rsidP="00905145">
      <w:pPr>
        <w:pStyle w:val="NormalRetraitGauche4XIndent0"/>
        <w:rPr>
          <w:i/>
          <w:iCs/>
        </w:rPr>
      </w:pPr>
      <w:r w:rsidRPr="00D43C35">
        <w:rPr>
          <w:i/>
          <w:iCs/>
        </w:rPr>
        <w:t>À la Reine.</w:t>
      </w:r>
    </w:p>
    <w:p w14:paraId="3F4BCD30" w14:textId="77777777" w:rsidR="00905145" w:rsidRPr="00AF0A23" w:rsidRDefault="00905145" w:rsidP="00905145">
      <w:r w:rsidRPr="00AF0A23">
        <w:t>Ainsi, Madame, il aura quitté sa cellule, mais il ne quitt</w:t>
      </w:r>
      <w:r w:rsidRPr="00AF0A23">
        <w:t>e</w:t>
      </w:r>
      <w:r w:rsidRPr="00AF0A23">
        <w:t>ra pas de sitôt la Ba</w:t>
      </w:r>
      <w:r w:rsidRPr="00AF0A23">
        <w:t>s</w:t>
      </w:r>
      <w:r w:rsidRPr="00AF0A23">
        <w:t>tille !</w:t>
      </w:r>
    </w:p>
    <w:p w14:paraId="5A0B8C25" w14:textId="77777777" w:rsidR="00905145" w:rsidRPr="00AF0A23" w:rsidRDefault="00905145" w:rsidP="00905145"/>
    <w:p w14:paraId="080C3BE4" w14:textId="77777777" w:rsidR="00905145" w:rsidRPr="00AF0A23" w:rsidRDefault="00905145" w:rsidP="00905145">
      <w:pPr>
        <w:pStyle w:val="Titre1"/>
      </w:pPr>
      <w:bookmarkStart w:id="9" w:name="_Toc195622095"/>
      <w:r w:rsidRPr="00AF0A23">
        <w:lastRenderedPageBreak/>
        <w:t>LOUIS XIV</w:t>
      </w:r>
      <w:bookmarkEnd w:id="9"/>
    </w:p>
    <w:p w14:paraId="58624223" w14:textId="77777777" w:rsidR="00905145" w:rsidRPr="00AF0A23" w:rsidRDefault="00905145" w:rsidP="00905145">
      <w:pPr>
        <w:rPr>
          <w:i/>
          <w:iCs/>
        </w:rPr>
      </w:pPr>
      <w:r w:rsidRPr="00AF0A23">
        <w:rPr>
          <w:i/>
          <w:iCs/>
        </w:rPr>
        <w:t>Le décor représente un théâtre i</w:t>
      </w:r>
      <w:r w:rsidRPr="00AF0A23">
        <w:rPr>
          <w:i/>
          <w:iCs/>
        </w:rPr>
        <w:t>m</w:t>
      </w:r>
      <w:r w:rsidRPr="00AF0A23">
        <w:rPr>
          <w:i/>
          <w:iCs/>
        </w:rPr>
        <w:t xml:space="preserve">provisé dans le parc de Versailles et la scène se passe le 18 juillet 1668. Le Roi et </w:t>
      </w:r>
      <w:smartTag w:uri="urn:schemas-microsoft-com:office:smarttags" w:element="PersonName">
        <w:smartTagPr>
          <w:attr w:name="ProductID" w:val="la Cour"/>
        </w:smartTagPr>
        <w:r w:rsidRPr="00AF0A23">
          <w:rPr>
            <w:i/>
            <w:iCs/>
          </w:rPr>
          <w:t>la Cour</w:t>
        </w:r>
      </w:smartTag>
      <w:r w:rsidRPr="00AF0A23">
        <w:rPr>
          <w:i/>
          <w:iCs/>
        </w:rPr>
        <w:t xml:space="preserve"> sont assis face au public et, tout à fait à l’avant-scène, jouant de dos, M</w:t>
      </w:r>
      <w:r w:rsidRPr="00AF0A23">
        <w:rPr>
          <w:i/>
          <w:iCs/>
        </w:rPr>
        <w:t>o</w:t>
      </w:r>
      <w:r w:rsidRPr="00AF0A23">
        <w:rPr>
          <w:i/>
          <w:iCs/>
        </w:rPr>
        <w:t xml:space="preserve">lière et sa troupe achèvent le deuxième acte de </w:t>
      </w:r>
      <w:r w:rsidRPr="00AF0A23">
        <w:t xml:space="preserve">Georges Dandin </w:t>
      </w:r>
      <w:r w:rsidRPr="00AF0A23">
        <w:rPr>
          <w:i/>
          <w:iCs/>
        </w:rPr>
        <w:t>dont c’est, ce soir-là, la première représe</w:t>
      </w:r>
      <w:r w:rsidRPr="00AF0A23">
        <w:rPr>
          <w:i/>
          <w:iCs/>
        </w:rPr>
        <w:t>n</w:t>
      </w:r>
      <w:r w:rsidRPr="00AF0A23">
        <w:rPr>
          <w:i/>
          <w:iCs/>
        </w:rPr>
        <w:t>tation. Armande Béjart joue le rôle d’Angélique, M</w:t>
      </w:r>
      <w:r w:rsidRPr="00AF0A23">
        <w:rPr>
          <w:i/>
          <w:iCs/>
          <w:vertAlign w:val="superscript"/>
        </w:rPr>
        <w:t>lle</w:t>
      </w:r>
      <w:r w:rsidRPr="00AF0A23">
        <w:rPr>
          <w:i/>
          <w:iCs/>
        </w:rPr>
        <w:t> de Brie c</w:t>
      </w:r>
      <w:r w:rsidRPr="00AF0A23">
        <w:rPr>
          <w:i/>
          <w:iCs/>
        </w:rPr>
        <w:t>e</w:t>
      </w:r>
      <w:r w:rsidRPr="00AF0A23">
        <w:rPr>
          <w:i/>
          <w:iCs/>
        </w:rPr>
        <w:t xml:space="preserve">lui de Claudine, </w:t>
      </w:r>
      <w:smartTag w:uri="urn:schemas-microsoft-com:office:smarttags" w:element="PersonName">
        <w:smartTagPr>
          <w:attr w:name="ProductID" w:val="La Grange"/>
        </w:smartTagPr>
        <w:r w:rsidRPr="00AF0A23">
          <w:rPr>
            <w:i/>
            <w:iCs/>
          </w:rPr>
          <w:t>La Grange</w:t>
        </w:r>
      </w:smartTag>
      <w:r w:rsidRPr="00AF0A23">
        <w:rPr>
          <w:i/>
          <w:iCs/>
        </w:rPr>
        <w:t xml:space="preserve"> celui de Clitandre, Du Croisy c</w:t>
      </w:r>
      <w:r w:rsidRPr="00AF0A23">
        <w:rPr>
          <w:i/>
          <w:iCs/>
        </w:rPr>
        <w:t>e</w:t>
      </w:r>
      <w:r w:rsidRPr="00AF0A23">
        <w:rPr>
          <w:i/>
          <w:iCs/>
        </w:rPr>
        <w:t>lui de M. de Sotenville, Hubert celui de M</w:t>
      </w:r>
      <w:r w:rsidRPr="00AF0A23">
        <w:rPr>
          <w:i/>
          <w:iCs/>
          <w:vertAlign w:val="superscript"/>
        </w:rPr>
        <w:t>me</w:t>
      </w:r>
      <w:r w:rsidRPr="00AF0A23">
        <w:rPr>
          <w:i/>
          <w:iCs/>
        </w:rPr>
        <w:t> de Sotenville et M</w:t>
      </w:r>
      <w:r w:rsidRPr="00AF0A23">
        <w:rPr>
          <w:i/>
          <w:iCs/>
        </w:rPr>
        <w:t>o</w:t>
      </w:r>
      <w:r w:rsidRPr="00AF0A23">
        <w:rPr>
          <w:i/>
          <w:iCs/>
        </w:rPr>
        <w:t>lière celui de Geo</w:t>
      </w:r>
      <w:r w:rsidRPr="00AF0A23">
        <w:rPr>
          <w:i/>
          <w:iCs/>
        </w:rPr>
        <w:t>r</w:t>
      </w:r>
      <w:r w:rsidRPr="00AF0A23">
        <w:rPr>
          <w:i/>
          <w:iCs/>
        </w:rPr>
        <w:t>ges Dandin.</w:t>
      </w:r>
    </w:p>
    <w:p w14:paraId="4C902E47" w14:textId="77777777" w:rsidR="00905145" w:rsidRPr="00AF0A23" w:rsidRDefault="00905145" w:rsidP="00905145">
      <w:pPr>
        <w:rPr>
          <w:i/>
          <w:iCs/>
        </w:rPr>
      </w:pPr>
      <w:r w:rsidRPr="00AF0A23">
        <w:rPr>
          <w:i/>
          <w:iCs/>
        </w:rPr>
        <w:t>Le rideau s’ouvre au moment où Angél</w:t>
      </w:r>
      <w:r w:rsidRPr="00AF0A23">
        <w:rPr>
          <w:i/>
          <w:iCs/>
        </w:rPr>
        <w:t>i</w:t>
      </w:r>
      <w:r w:rsidRPr="00AF0A23">
        <w:rPr>
          <w:i/>
          <w:iCs/>
        </w:rPr>
        <w:t>que frappe Dandin à coups de bâton.</w:t>
      </w:r>
    </w:p>
    <w:p w14:paraId="524C3368" w14:textId="77777777" w:rsidR="00905145" w:rsidRDefault="00905145" w:rsidP="00905145">
      <w:pPr>
        <w:ind w:firstLine="0"/>
        <w:jc w:val="center"/>
      </w:pPr>
    </w:p>
    <w:p w14:paraId="505CFFE9" w14:textId="77777777" w:rsidR="00905145" w:rsidRPr="00AF0A23" w:rsidRDefault="00905145" w:rsidP="00905145">
      <w:pPr>
        <w:ind w:firstLine="0"/>
        <w:jc w:val="center"/>
      </w:pPr>
      <w:r w:rsidRPr="00AF0A23">
        <w:t>CLAUDINE</w:t>
      </w:r>
    </w:p>
    <w:p w14:paraId="1AD27366" w14:textId="77777777" w:rsidR="00905145" w:rsidRPr="00AF0A23" w:rsidRDefault="00905145" w:rsidP="00905145">
      <w:r w:rsidRPr="00AF0A23">
        <w:t>Fort, Madame, frappez comme il faut.</w:t>
      </w:r>
    </w:p>
    <w:p w14:paraId="16A1DD29" w14:textId="77777777" w:rsidR="00905145" w:rsidRPr="00AF0A23" w:rsidRDefault="00905145" w:rsidP="00905145">
      <w:pPr>
        <w:ind w:firstLine="0"/>
        <w:jc w:val="center"/>
      </w:pPr>
      <w:r w:rsidRPr="00AF0A23">
        <w:t>ANGÉLIQUE</w:t>
      </w:r>
    </w:p>
    <w:p w14:paraId="5AAE1DD9" w14:textId="77777777" w:rsidR="00905145" w:rsidRPr="00AF0A23" w:rsidRDefault="00905145" w:rsidP="00905145">
      <w:r w:rsidRPr="00AF0A23">
        <w:t>S’il vous demeure quelque chose sur le cœur, je suis pour vous répondre.</w:t>
      </w:r>
    </w:p>
    <w:p w14:paraId="64BBF143" w14:textId="77777777" w:rsidR="00905145" w:rsidRPr="00AF0A23" w:rsidRDefault="00905145" w:rsidP="00905145">
      <w:pPr>
        <w:ind w:firstLine="0"/>
        <w:jc w:val="center"/>
      </w:pPr>
      <w:r w:rsidRPr="00AF0A23">
        <w:t>CLAUDINE</w:t>
      </w:r>
    </w:p>
    <w:p w14:paraId="1923729B" w14:textId="77777777" w:rsidR="00905145" w:rsidRPr="00AF0A23" w:rsidRDefault="00905145" w:rsidP="00905145">
      <w:r w:rsidRPr="00AF0A23">
        <w:t>Apprenez à qui vous vous jouez.</w:t>
      </w:r>
    </w:p>
    <w:p w14:paraId="7FF060EC" w14:textId="77777777" w:rsidR="00905145" w:rsidRPr="00AF0A23" w:rsidRDefault="00905145" w:rsidP="00905145">
      <w:pPr>
        <w:ind w:firstLine="0"/>
        <w:jc w:val="center"/>
      </w:pPr>
      <w:r w:rsidRPr="00AF0A23">
        <w:t>ANGÉLIQUE</w:t>
      </w:r>
    </w:p>
    <w:p w14:paraId="43C33BEA" w14:textId="77777777" w:rsidR="00905145" w:rsidRPr="00AF0A23" w:rsidRDefault="00905145" w:rsidP="00905145">
      <w:r w:rsidRPr="00AF0A23">
        <w:t>Ah ! mon père, vous êtes là !</w:t>
      </w:r>
    </w:p>
    <w:p w14:paraId="33DE555A" w14:textId="77777777" w:rsidR="00905145" w:rsidRPr="00AF0A23" w:rsidRDefault="00905145" w:rsidP="00905145">
      <w:pPr>
        <w:ind w:firstLine="0"/>
        <w:jc w:val="center"/>
      </w:pPr>
      <w:r w:rsidRPr="00AF0A23">
        <w:t>MONSIEUR DE SOTENVILLE</w:t>
      </w:r>
    </w:p>
    <w:p w14:paraId="737D3343" w14:textId="77777777" w:rsidR="00905145" w:rsidRPr="00AF0A23" w:rsidRDefault="00905145" w:rsidP="00905145">
      <w:r w:rsidRPr="00AF0A23">
        <w:lastRenderedPageBreak/>
        <w:t>Oui, ma fille, et je vois qu’en sagesse et en courage tu te montres un digne r</w:t>
      </w:r>
      <w:r w:rsidRPr="00AF0A23">
        <w:t>e</w:t>
      </w:r>
      <w:r w:rsidRPr="00AF0A23">
        <w:t>jeton de la maison de Sotenville. Viens ça, approche-toi que je t’embrasse.</w:t>
      </w:r>
    </w:p>
    <w:p w14:paraId="25247BD1" w14:textId="77777777" w:rsidR="00905145" w:rsidRPr="00AF0A23" w:rsidRDefault="00905145" w:rsidP="00905145">
      <w:pPr>
        <w:ind w:firstLine="0"/>
        <w:jc w:val="center"/>
      </w:pPr>
      <w:r w:rsidRPr="00AF0A23">
        <w:t>MADAME DE SOTENVILLE</w:t>
      </w:r>
    </w:p>
    <w:p w14:paraId="03AEB8C0" w14:textId="77777777" w:rsidR="00905145" w:rsidRPr="00AF0A23" w:rsidRDefault="00905145" w:rsidP="00905145">
      <w:r w:rsidRPr="00AF0A23">
        <w:t>Embrasse-moi, aussi, ma fille, Las ! je pleure de joie et r</w:t>
      </w:r>
      <w:r w:rsidRPr="00AF0A23">
        <w:t>e</w:t>
      </w:r>
      <w:r w:rsidRPr="00AF0A23">
        <w:t>connais mon sang aux ch</w:t>
      </w:r>
      <w:r w:rsidRPr="00AF0A23">
        <w:t>o</w:t>
      </w:r>
      <w:r w:rsidRPr="00AF0A23">
        <w:t>ses que tu viens de faire.</w:t>
      </w:r>
    </w:p>
    <w:p w14:paraId="60F25D96" w14:textId="77777777" w:rsidR="00905145" w:rsidRPr="00AF0A23" w:rsidRDefault="00905145" w:rsidP="00905145">
      <w:pPr>
        <w:ind w:firstLine="0"/>
        <w:jc w:val="center"/>
      </w:pPr>
      <w:r w:rsidRPr="00AF0A23">
        <w:t>MONSIEUR DE SOTENVILLE</w:t>
      </w:r>
    </w:p>
    <w:p w14:paraId="4CFD3A67" w14:textId="77777777" w:rsidR="00905145" w:rsidRPr="00AF0A23" w:rsidRDefault="00905145" w:rsidP="00905145">
      <w:r w:rsidRPr="00AF0A23">
        <w:t>Mon gendre, que vous devez être ravi et que cette aventure est pour vous pleine de douceurs ! Vous aviez un juste sujet de vous alarmer ; mais vos soupçons se trouvent dissipés le plus ava</w:t>
      </w:r>
      <w:r w:rsidRPr="00AF0A23">
        <w:t>n</w:t>
      </w:r>
      <w:r w:rsidRPr="00AF0A23">
        <w:t>tageusement du monde.</w:t>
      </w:r>
    </w:p>
    <w:p w14:paraId="29B66560" w14:textId="77777777" w:rsidR="00905145" w:rsidRPr="00AF0A23" w:rsidRDefault="00905145" w:rsidP="00905145">
      <w:pPr>
        <w:ind w:firstLine="0"/>
        <w:jc w:val="center"/>
      </w:pPr>
      <w:r w:rsidRPr="00AF0A23">
        <w:t>MADAME DE SOTENVILLE</w:t>
      </w:r>
    </w:p>
    <w:p w14:paraId="555BD330" w14:textId="77777777" w:rsidR="00905145" w:rsidRPr="00AF0A23" w:rsidRDefault="00905145" w:rsidP="00905145">
      <w:r w:rsidRPr="00AF0A23">
        <w:t>Sans doute, n</w:t>
      </w:r>
      <w:r w:rsidRPr="00AF0A23">
        <w:t>o</w:t>
      </w:r>
      <w:r w:rsidRPr="00AF0A23">
        <w:t>tre gendre, et vous devez maintenant être le plus content des hommes.</w:t>
      </w:r>
    </w:p>
    <w:p w14:paraId="3EC1C4EF" w14:textId="77777777" w:rsidR="00905145" w:rsidRPr="00AF0A23" w:rsidRDefault="00905145" w:rsidP="00905145">
      <w:pPr>
        <w:ind w:firstLine="0"/>
        <w:jc w:val="center"/>
      </w:pPr>
      <w:r w:rsidRPr="00AF0A23">
        <w:t>CLAUDINE</w:t>
      </w:r>
    </w:p>
    <w:p w14:paraId="2AACDF44" w14:textId="77777777" w:rsidR="00905145" w:rsidRPr="00AF0A23" w:rsidRDefault="00905145" w:rsidP="00905145">
      <w:r w:rsidRPr="00AF0A23">
        <w:t>Assurément, voilà une femme, celle-là. Vous êtes trop he</w:t>
      </w:r>
      <w:r w:rsidRPr="00AF0A23">
        <w:t>u</w:t>
      </w:r>
      <w:r w:rsidRPr="00AF0A23">
        <w:t>reux de l’avoir, et vous d</w:t>
      </w:r>
      <w:r w:rsidRPr="00AF0A23">
        <w:t>e</w:t>
      </w:r>
      <w:r w:rsidRPr="00AF0A23">
        <w:t>vriez baiser les pas où elle passe.</w:t>
      </w:r>
    </w:p>
    <w:p w14:paraId="44FDF065" w14:textId="77777777" w:rsidR="00905145" w:rsidRPr="00AF0A23" w:rsidRDefault="00905145" w:rsidP="00905145">
      <w:pPr>
        <w:ind w:firstLine="0"/>
        <w:jc w:val="center"/>
      </w:pPr>
      <w:r w:rsidRPr="00AF0A23">
        <w:t>GEORGES DANDIN</w:t>
      </w:r>
    </w:p>
    <w:p w14:paraId="5CFC3179" w14:textId="77777777" w:rsidR="00905145" w:rsidRPr="00AF0A23" w:rsidRDefault="00905145" w:rsidP="00905145">
      <w:r w:rsidRPr="00AF0A23">
        <w:t>Euh ! traîtresse !</w:t>
      </w:r>
    </w:p>
    <w:p w14:paraId="5202E68B" w14:textId="77777777" w:rsidR="00905145" w:rsidRPr="00AF0A23" w:rsidRDefault="00905145" w:rsidP="00905145">
      <w:pPr>
        <w:ind w:firstLine="0"/>
        <w:jc w:val="center"/>
      </w:pPr>
      <w:r w:rsidRPr="00AF0A23">
        <w:t>MONSIEUR DE SOTENVILLE</w:t>
      </w:r>
    </w:p>
    <w:p w14:paraId="54533870" w14:textId="77777777" w:rsidR="00905145" w:rsidRPr="00AF0A23" w:rsidRDefault="00905145" w:rsidP="00905145">
      <w:r w:rsidRPr="00AF0A23">
        <w:t>Qu’est-ce, mon gendre ? Que ne remerciez-vous un peu votre femme de l’amitié que vous voyez qu’elle montre pour vous ?</w:t>
      </w:r>
    </w:p>
    <w:p w14:paraId="17A907A4" w14:textId="77777777" w:rsidR="00905145" w:rsidRPr="00AF0A23" w:rsidRDefault="00905145" w:rsidP="00905145">
      <w:pPr>
        <w:ind w:firstLine="0"/>
        <w:jc w:val="center"/>
      </w:pPr>
      <w:r w:rsidRPr="00AF0A23">
        <w:t>ANGÉLIQUE</w:t>
      </w:r>
    </w:p>
    <w:p w14:paraId="4A96E815" w14:textId="77777777" w:rsidR="00905145" w:rsidRPr="00AF0A23" w:rsidRDefault="00905145" w:rsidP="00905145">
      <w:r w:rsidRPr="00AF0A23">
        <w:lastRenderedPageBreak/>
        <w:t>Non, non, mon père, il n’est pas nécessaire. Il ne m’a a</w:t>
      </w:r>
      <w:r w:rsidRPr="00AF0A23">
        <w:t>u</w:t>
      </w:r>
      <w:r w:rsidRPr="00AF0A23">
        <w:t>cune obligation de ce qu’il vient de voir, et tout ce que j’en fais n’est que pour l’amour de moi-même.</w:t>
      </w:r>
    </w:p>
    <w:p w14:paraId="1A524EBD" w14:textId="77777777" w:rsidR="00905145" w:rsidRPr="00AF0A23" w:rsidRDefault="00905145" w:rsidP="00905145">
      <w:pPr>
        <w:ind w:firstLine="0"/>
        <w:jc w:val="center"/>
      </w:pPr>
      <w:r w:rsidRPr="00AF0A23">
        <w:t>MADAME DE SOTENVILLE</w:t>
      </w:r>
    </w:p>
    <w:p w14:paraId="62A36BB8" w14:textId="77777777" w:rsidR="00905145" w:rsidRPr="00AF0A23" w:rsidRDefault="00905145" w:rsidP="00905145">
      <w:r w:rsidRPr="00AF0A23">
        <w:t>Où allez-vous, ma fille ?</w:t>
      </w:r>
    </w:p>
    <w:p w14:paraId="3268617D" w14:textId="77777777" w:rsidR="00905145" w:rsidRPr="00AF0A23" w:rsidRDefault="00905145" w:rsidP="00905145">
      <w:pPr>
        <w:ind w:firstLine="0"/>
        <w:jc w:val="center"/>
      </w:pPr>
      <w:r w:rsidRPr="00AF0A23">
        <w:t>ANGÉLIQUE</w:t>
      </w:r>
    </w:p>
    <w:p w14:paraId="6970C49C" w14:textId="77777777" w:rsidR="00905145" w:rsidRPr="00AF0A23" w:rsidRDefault="00905145" w:rsidP="00905145">
      <w:r w:rsidRPr="00AF0A23">
        <w:t>Je me retire, mon père, pour ne me voir point obligée à r</w:t>
      </w:r>
      <w:r w:rsidRPr="00AF0A23">
        <w:t>e</w:t>
      </w:r>
      <w:r w:rsidRPr="00AF0A23">
        <w:t>cevoir ses compl</w:t>
      </w:r>
      <w:r w:rsidRPr="00AF0A23">
        <w:t>i</w:t>
      </w:r>
      <w:r w:rsidRPr="00AF0A23">
        <w:t>ments.</w:t>
      </w:r>
    </w:p>
    <w:p w14:paraId="26338A76" w14:textId="77777777" w:rsidR="00905145" w:rsidRPr="00AF0A23" w:rsidRDefault="00905145" w:rsidP="00905145">
      <w:pPr>
        <w:ind w:firstLine="0"/>
        <w:jc w:val="center"/>
      </w:pPr>
      <w:r w:rsidRPr="00AF0A23">
        <w:t>CLAUDINE</w:t>
      </w:r>
    </w:p>
    <w:p w14:paraId="22539906" w14:textId="77777777" w:rsidR="00905145" w:rsidRPr="00AF0A23" w:rsidRDefault="00905145" w:rsidP="00905145">
      <w:r w:rsidRPr="00AF0A23">
        <w:t>Elle a raison d’être en colère. C’est une femme qui mérite d’être adorée, et vous ne la traitez pas comme vous devriez.</w:t>
      </w:r>
    </w:p>
    <w:p w14:paraId="7C2251F1" w14:textId="77777777" w:rsidR="00905145" w:rsidRPr="00AF0A23" w:rsidRDefault="00905145" w:rsidP="00905145">
      <w:pPr>
        <w:ind w:firstLine="0"/>
        <w:jc w:val="center"/>
      </w:pPr>
      <w:r w:rsidRPr="00AF0A23">
        <w:t>GEORGES DANDIN</w:t>
      </w:r>
    </w:p>
    <w:p w14:paraId="4BAE97CA" w14:textId="77777777" w:rsidR="00905145" w:rsidRPr="00AF0A23" w:rsidRDefault="00905145" w:rsidP="00905145">
      <w:r w:rsidRPr="00AF0A23">
        <w:t>Scélérate !</w:t>
      </w:r>
    </w:p>
    <w:p w14:paraId="0402095D" w14:textId="77777777" w:rsidR="00905145" w:rsidRPr="00AF0A23" w:rsidRDefault="00905145" w:rsidP="00905145">
      <w:pPr>
        <w:ind w:firstLine="0"/>
        <w:jc w:val="center"/>
      </w:pPr>
      <w:r w:rsidRPr="00AF0A23">
        <w:t>MONSIEUR DE SOTENVILLE</w:t>
      </w:r>
    </w:p>
    <w:p w14:paraId="5D2DD441" w14:textId="77777777" w:rsidR="00905145" w:rsidRPr="00AF0A23" w:rsidRDefault="00905145" w:rsidP="00905145">
      <w:r w:rsidRPr="00AF0A23">
        <w:t>C’est un petit ressentiment de l’affaire de tantôt, et cela se passera avec un peu de caresse que vous lui ferez. Adieu, mon gendre, vous voilà en état de ne plus vous inquiéter. A</w:t>
      </w:r>
      <w:r w:rsidRPr="00AF0A23">
        <w:t>l</w:t>
      </w:r>
      <w:r w:rsidRPr="00AF0A23">
        <w:t>lez-vous-en faire la paix ensemble et tâchez de l’apaiser par des e</w:t>
      </w:r>
      <w:r w:rsidRPr="00AF0A23">
        <w:t>x</w:t>
      </w:r>
      <w:r w:rsidRPr="00AF0A23">
        <w:t>cuses de votre empo</w:t>
      </w:r>
      <w:r w:rsidRPr="00AF0A23">
        <w:t>r</w:t>
      </w:r>
      <w:r w:rsidRPr="00AF0A23">
        <w:t>tement.</w:t>
      </w:r>
    </w:p>
    <w:p w14:paraId="4234A68B" w14:textId="77777777" w:rsidR="00905145" w:rsidRPr="00AF0A23" w:rsidRDefault="00905145" w:rsidP="00905145">
      <w:pPr>
        <w:ind w:firstLine="0"/>
        <w:jc w:val="center"/>
      </w:pPr>
      <w:r w:rsidRPr="00AF0A23">
        <w:t>MADAME DE SOTENVILLE</w:t>
      </w:r>
    </w:p>
    <w:p w14:paraId="78E5EFAB" w14:textId="77777777" w:rsidR="00905145" w:rsidRPr="00AF0A23" w:rsidRDefault="00905145" w:rsidP="00905145">
      <w:r w:rsidRPr="00AF0A23">
        <w:t>Vous devez considérer que c’est une jeune fille élevée à la vertu, et qui n’est point accoutumée à se voir soupçonnée d’aucune vilaine action. Adieu, je suis ravie de voir vos d</w:t>
      </w:r>
      <w:r w:rsidRPr="00AF0A23">
        <w:t>é</w:t>
      </w:r>
      <w:r w:rsidRPr="00AF0A23">
        <w:t>sordres finis et des transports de joie que vous doit donner sa conduite.</w:t>
      </w:r>
    </w:p>
    <w:p w14:paraId="282876C6" w14:textId="77777777" w:rsidR="00905145" w:rsidRPr="00AF0A23" w:rsidRDefault="00905145" w:rsidP="00905145">
      <w:pPr>
        <w:ind w:firstLine="0"/>
        <w:jc w:val="center"/>
      </w:pPr>
      <w:r w:rsidRPr="00AF0A23">
        <w:t>GEORGES DANDIN</w:t>
      </w:r>
    </w:p>
    <w:p w14:paraId="336142F4" w14:textId="77777777" w:rsidR="00905145" w:rsidRPr="00AF0A23" w:rsidRDefault="00905145" w:rsidP="00905145">
      <w:r w:rsidRPr="00AF0A23">
        <w:lastRenderedPageBreak/>
        <w:t>Je ne dis mot, car je ne gagnerais rien à parler, et j</w:t>
      </w:r>
      <w:r w:rsidRPr="00AF0A23">
        <w:t>a</w:t>
      </w:r>
      <w:r w:rsidRPr="00AF0A23">
        <w:t>mais il ne s’est rien vu d’égal à ma disgrâce. Oui, j’admire mon ma</w:t>
      </w:r>
      <w:r w:rsidRPr="00AF0A23">
        <w:t>l</w:t>
      </w:r>
      <w:r w:rsidRPr="00AF0A23">
        <w:t>heur, et la subtile adresse de ma carogne de femme pour se donner toujours ra</w:t>
      </w:r>
      <w:r w:rsidRPr="00AF0A23">
        <w:t>i</w:t>
      </w:r>
      <w:r w:rsidRPr="00AF0A23">
        <w:t>son, et me faire avoir tort. Est-il possible que toujours j’aurai du dessous avec elle, que les apparences to</w:t>
      </w:r>
      <w:r w:rsidRPr="00AF0A23">
        <w:t>u</w:t>
      </w:r>
      <w:r w:rsidRPr="00AF0A23">
        <w:t>jours tourneront contre moi, et que je ne parviendrai point à convaincre mon effrontée ? Ô Ciel, seconde mes desseins et m’accorde la grâce de faire voir aux gens que l’on me désh</w:t>
      </w:r>
      <w:r w:rsidRPr="00AF0A23">
        <w:t>o</w:t>
      </w:r>
      <w:r w:rsidRPr="00AF0A23">
        <w:t>nore !</w:t>
      </w:r>
    </w:p>
    <w:p w14:paraId="355246E2" w14:textId="77777777" w:rsidR="00905145" w:rsidRPr="00D43C35" w:rsidRDefault="00905145" w:rsidP="00905145">
      <w:pPr>
        <w:pStyle w:val="NormalRetraitGauche4XIndent0"/>
        <w:rPr>
          <w:i/>
          <w:iCs/>
        </w:rPr>
      </w:pPr>
      <w:r w:rsidRPr="00D43C35">
        <w:rPr>
          <w:i/>
          <w:iCs/>
        </w:rPr>
        <w:t>Quand l’acte est terminé, le rideau qui se trouve au second plan se ferme et le Roi ayant donné le signal des applaudiss</w:t>
      </w:r>
      <w:r w:rsidRPr="00D43C35">
        <w:rPr>
          <w:i/>
          <w:iCs/>
        </w:rPr>
        <w:t>e</w:t>
      </w:r>
      <w:r w:rsidRPr="00D43C35">
        <w:rPr>
          <w:i/>
          <w:iCs/>
        </w:rPr>
        <w:t>ments, le rideau se relève et Molière et ses comédiens saluent. Puis ce rideau se r</w:t>
      </w:r>
      <w:r w:rsidRPr="00D43C35">
        <w:rPr>
          <w:i/>
          <w:iCs/>
        </w:rPr>
        <w:t>e</w:t>
      </w:r>
      <w:r w:rsidRPr="00D43C35">
        <w:rPr>
          <w:i/>
          <w:iCs/>
        </w:rPr>
        <w:t>ferme et reste fermé.</w:t>
      </w:r>
    </w:p>
    <w:p w14:paraId="30762771" w14:textId="77777777" w:rsidR="00905145" w:rsidRPr="00AF0A23" w:rsidRDefault="00905145" w:rsidP="00905145">
      <w:pPr>
        <w:ind w:firstLine="0"/>
        <w:jc w:val="center"/>
      </w:pPr>
      <w:r w:rsidRPr="00AF0A23">
        <w:t>DU CROISY</w:t>
      </w:r>
    </w:p>
    <w:p w14:paraId="3FD3DDA3" w14:textId="77777777" w:rsidR="00905145" w:rsidRPr="00AF0A23" w:rsidRDefault="00905145" w:rsidP="00905145">
      <w:r w:rsidRPr="00AF0A23">
        <w:t>Eh bien, Molière, je crois que vous pouvez être content. Votre nouvelle pièce fait le mei</w:t>
      </w:r>
      <w:r w:rsidRPr="00AF0A23">
        <w:t>l</w:t>
      </w:r>
      <w:r w:rsidRPr="00AF0A23">
        <w:t>leur effet.</w:t>
      </w:r>
    </w:p>
    <w:p w14:paraId="3DEA89E9" w14:textId="77777777" w:rsidR="00905145" w:rsidRPr="00AF0A23" w:rsidRDefault="00905145" w:rsidP="00905145">
      <w:pPr>
        <w:ind w:firstLine="0"/>
        <w:jc w:val="center"/>
      </w:pPr>
      <w:r w:rsidRPr="00AF0A23">
        <w:t>MADEMOISELLE DE BRIE</w:t>
      </w:r>
    </w:p>
    <w:p w14:paraId="69B9855C" w14:textId="77777777" w:rsidR="00905145" w:rsidRPr="00AF0A23" w:rsidRDefault="00905145" w:rsidP="00905145">
      <w:r w:rsidRPr="00AF0A23">
        <w:t>À plusieurs reprises, le Roi a ri très fra</w:t>
      </w:r>
      <w:r w:rsidRPr="00AF0A23">
        <w:t>n</w:t>
      </w:r>
      <w:r w:rsidRPr="00AF0A23">
        <w:t>chement. Au moins dix fois, je les ai comptées.</w:t>
      </w:r>
    </w:p>
    <w:p w14:paraId="0D3E12D6" w14:textId="77777777" w:rsidR="00905145" w:rsidRPr="00AF0A23" w:rsidRDefault="00905145" w:rsidP="00905145">
      <w:pPr>
        <w:ind w:firstLine="0"/>
        <w:jc w:val="center"/>
      </w:pPr>
      <w:r w:rsidRPr="00AF0A23">
        <w:t>MOLIÈRE</w:t>
      </w:r>
    </w:p>
    <w:p w14:paraId="21654B40" w14:textId="77777777" w:rsidR="00905145" w:rsidRPr="00AF0A23" w:rsidRDefault="00905145" w:rsidP="00905145">
      <w:r w:rsidRPr="00AF0A23">
        <w:t>Si vous aviez moins regardé du côté de la salle, vous n’auriez pas pu les compter.</w:t>
      </w:r>
    </w:p>
    <w:p w14:paraId="46048FDF" w14:textId="77777777" w:rsidR="00905145" w:rsidRPr="00AF0A23" w:rsidRDefault="00905145" w:rsidP="00905145">
      <w:pPr>
        <w:ind w:firstLine="0"/>
        <w:jc w:val="center"/>
      </w:pPr>
      <w:r w:rsidRPr="00AF0A23">
        <w:t>LAGRANGE</w:t>
      </w:r>
    </w:p>
    <w:p w14:paraId="38102BA3" w14:textId="77777777" w:rsidR="00905145" w:rsidRPr="00AF0A23" w:rsidRDefault="00905145" w:rsidP="00905145">
      <w:r w:rsidRPr="00AF0A23">
        <w:t>Es-tu satisfait de nous, Molière ?</w:t>
      </w:r>
    </w:p>
    <w:p w14:paraId="5F66ECF2" w14:textId="77777777" w:rsidR="00905145" w:rsidRPr="00AF0A23" w:rsidRDefault="00905145" w:rsidP="00905145">
      <w:pPr>
        <w:ind w:firstLine="0"/>
        <w:jc w:val="center"/>
      </w:pPr>
      <w:r w:rsidRPr="00AF0A23">
        <w:t>MOLIÈRE</w:t>
      </w:r>
    </w:p>
    <w:p w14:paraId="0A9CECDD" w14:textId="77777777" w:rsidR="00905145" w:rsidRPr="00AF0A23" w:rsidRDefault="00905145" w:rsidP="00905145">
      <w:r w:rsidRPr="00AF0A23">
        <w:t>Je suis assez s</w:t>
      </w:r>
      <w:r w:rsidRPr="00AF0A23">
        <w:t>a</w:t>
      </w:r>
      <w:r w:rsidRPr="00AF0A23">
        <w:t>tisfait de vous.</w:t>
      </w:r>
    </w:p>
    <w:p w14:paraId="413791CF" w14:textId="77777777" w:rsidR="00905145" w:rsidRPr="00AF0A23" w:rsidRDefault="00905145" w:rsidP="00905145">
      <w:pPr>
        <w:ind w:firstLine="0"/>
        <w:jc w:val="center"/>
      </w:pPr>
      <w:r w:rsidRPr="00AF0A23">
        <w:lastRenderedPageBreak/>
        <w:t>LAGRANGE</w:t>
      </w:r>
    </w:p>
    <w:p w14:paraId="0BE17C88" w14:textId="77777777" w:rsidR="00905145" w:rsidRPr="00AF0A23" w:rsidRDefault="00905145" w:rsidP="00905145">
      <w:r w:rsidRPr="00AF0A23">
        <w:t>« Assez »… pourquoi ? Pourquoi a</w:t>
      </w:r>
      <w:r w:rsidRPr="00AF0A23">
        <w:t>s</w:t>
      </w:r>
      <w:r w:rsidRPr="00AF0A23">
        <w:t>sez !</w:t>
      </w:r>
    </w:p>
    <w:p w14:paraId="64732813" w14:textId="77777777" w:rsidR="00905145" w:rsidRPr="00AF0A23" w:rsidRDefault="00905145" w:rsidP="00905145">
      <w:pPr>
        <w:ind w:firstLine="0"/>
        <w:jc w:val="center"/>
      </w:pPr>
      <w:r w:rsidRPr="00AF0A23">
        <w:t>MOLIÈRE</w:t>
      </w:r>
    </w:p>
    <w:p w14:paraId="30D5435C" w14:textId="77777777" w:rsidR="00905145" w:rsidRPr="00AF0A23" w:rsidRDefault="00905145" w:rsidP="00905145">
      <w:r w:rsidRPr="00AF0A23">
        <w:t>Parce que je ne le suis pas assez. Vous n’avez pas joué ce soir dans le mouvement que je vous avais prié d’adopter aux dernières répétitions. Mon bien cher Du Croisy, pourquoi ne parlez-vous pas plus simplement ? Je suis constamment obl</w:t>
      </w:r>
      <w:r w:rsidRPr="00AF0A23">
        <w:t>i</w:t>
      </w:r>
      <w:r w:rsidRPr="00AF0A23">
        <w:t>gé de vous faire ce r</w:t>
      </w:r>
      <w:r w:rsidRPr="00AF0A23">
        <w:t>e</w:t>
      </w:r>
      <w:r w:rsidRPr="00AF0A23">
        <w:t>proche.</w:t>
      </w:r>
    </w:p>
    <w:p w14:paraId="0085EDD4" w14:textId="77777777" w:rsidR="00905145" w:rsidRPr="00AF0A23" w:rsidRDefault="00905145" w:rsidP="00905145">
      <w:pPr>
        <w:ind w:firstLine="0"/>
        <w:jc w:val="center"/>
      </w:pPr>
      <w:r w:rsidRPr="00AF0A23">
        <w:t>DU CROISY</w:t>
      </w:r>
    </w:p>
    <w:p w14:paraId="2D01837B" w14:textId="77777777" w:rsidR="00905145" w:rsidRPr="00AF0A23" w:rsidRDefault="00905145" w:rsidP="00905145">
      <w:r w:rsidRPr="00AF0A23">
        <w:t>Il ne me semble pas que le public ait désapprouvé ma f</w:t>
      </w:r>
      <w:r w:rsidRPr="00AF0A23">
        <w:t>a</w:t>
      </w:r>
      <w:r w:rsidRPr="00AF0A23">
        <w:t>çon de jouer.</w:t>
      </w:r>
    </w:p>
    <w:p w14:paraId="2E1DD8A2" w14:textId="77777777" w:rsidR="00905145" w:rsidRPr="00AF0A23" w:rsidRDefault="00905145" w:rsidP="00905145">
      <w:pPr>
        <w:ind w:firstLine="0"/>
        <w:jc w:val="center"/>
      </w:pPr>
      <w:r w:rsidRPr="00AF0A23">
        <w:t>MOLIÈRE</w:t>
      </w:r>
    </w:p>
    <w:p w14:paraId="4A0C80C0" w14:textId="77777777" w:rsidR="00905145" w:rsidRPr="00AF0A23" w:rsidRDefault="00905145" w:rsidP="00905145">
      <w:r w:rsidRPr="00AF0A23">
        <w:t>Si l’approbation du public vous suffit…</w:t>
      </w:r>
    </w:p>
    <w:p w14:paraId="5CB4294A" w14:textId="77777777" w:rsidR="00905145" w:rsidRPr="00AF0A23" w:rsidRDefault="00905145" w:rsidP="00905145">
      <w:pPr>
        <w:ind w:firstLine="0"/>
        <w:jc w:val="center"/>
      </w:pPr>
      <w:r w:rsidRPr="00AF0A23">
        <w:t>DU CROISY</w:t>
      </w:r>
    </w:p>
    <w:p w14:paraId="06A0F4D2" w14:textId="77777777" w:rsidR="00905145" w:rsidRPr="00AF0A23" w:rsidRDefault="00905145" w:rsidP="00905145">
      <w:r w:rsidRPr="00AF0A23">
        <w:t>Il m’a paru que l’on riait.</w:t>
      </w:r>
    </w:p>
    <w:p w14:paraId="67DCD635" w14:textId="77777777" w:rsidR="00905145" w:rsidRPr="00AF0A23" w:rsidRDefault="00905145" w:rsidP="00905145">
      <w:pPr>
        <w:ind w:firstLine="0"/>
        <w:jc w:val="center"/>
      </w:pPr>
      <w:r w:rsidRPr="00AF0A23">
        <w:t>MOLIÈRE</w:t>
      </w:r>
    </w:p>
    <w:p w14:paraId="1E1298C1" w14:textId="77777777" w:rsidR="00905145" w:rsidRPr="00AF0A23" w:rsidRDefault="00905145" w:rsidP="00905145">
      <w:r w:rsidRPr="00AF0A23">
        <w:t>Mais qui riait ?… Vingt personnes qui rient, cela s’entend très bien. Mais, sur deux cents qui vous écoutent… c’en fait cent qu</w:t>
      </w:r>
      <w:r w:rsidRPr="00AF0A23">
        <w:t>a</w:t>
      </w:r>
      <w:r w:rsidRPr="00AF0A23">
        <w:t>tre-vingts qui n’ont pas ri… c’est trop.</w:t>
      </w:r>
    </w:p>
    <w:p w14:paraId="4A7AF45C" w14:textId="77777777" w:rsidR="00905145" w:rsidRPr="00D43C35" w:rsidRDefault="00905145" w:rsidP="00905145">
      <w:pPr>
        <w:pStyle w:val="NormalRetraitGauche4XIndent0"/>
        <w:rPr>
          <w:i/>
          <w:iCs/>
        </w:rPr>
      </w:pPr>
      <w:r w:rsidRPr="00D43C35">
        <w:rPr>
          <w:i/>
          <w:iCs/>
        </w:rPr>
        <w:t>À Hubert.</w:t>
      </w:r>
    </w:p>
    <w:p w14:paraId="69FD5BDD" w14:textId="77777777" w:rsidR="00905145" w:rsidRPr="00AF0A23" w:rsidRDefault="00905145" w:rsidP="00905145">
      <w:r w:rsidRPr="00AF0A23">
        <w:t>Quant à vous, cher Hubert, ne fo</w:t>
      </w:r>
      <w:r w:rsidRPr="00AF0A23">
        <w:t>r</w:t>
      </w:r>
      <w:r w:rsidRPr="00AF0A23">
        <w:t>cez pas la note. C’est déjà dél</w:t>
      </w:r>
      <w:r w:rsidRPr="00AF0A23">
        <w:t>i</w:t>
      </w:r>
      <w:r w:rsidRPr="00AF0A23">
        <w:t>cat pour un homme de remplir un rôle de femme…</w:t>
      </w:r>
    </w:p>
    <w:p w14:paraId="37BA2373" w14:textId="77777777" w:rsidR="00905145" w:rsidRPr="00AF0A23" w:rsidRDefault="00905145" w:rsidP="00905145">
      <w:pPr>
        <w:ind w:firstLine="0"/>
        <w:jc w:val="center"/>
      </w:pPr>
      <w:r w:rsidRPr="00AF0A23">
        <w:t>MADEMOISELLE DE BRIE</w:t>
      </w:r>
    </w:p>
    <w:p w14:paraId="7AEEB769" w14:textId="77777777" w:rsidR="00905145" w:rsidRPr="00AF0A23" w:rsidRDefault="00905145" w:rsidP="00905145">
      <w:r w:rsidRPr="00AF0A23">
        <w:t>Est-ce maint</w:t>
      </w:r>
      <w:r w:rsidRPr="00AF0A23">
        <w:t>e</w:t>
      </w:r>
      <w:r w:rsidRPr="00AF0A23">
        <w:t>nant que le Roi va danser ?</w:t>
      </w:r>
    </w:p>
    <w:p w14:paraId="32FF1FAC" w14:textId="77777777" w:rsidR="00905145" w:rsidRPr="00AF0A23" w:rsidRDefault="00905145" w:rsidP="00905145">
      <w:pPr>
        <w:ind w:firstLine="0"/>
        <w:jc w:val="center"/>
      </w:pPr>
      <w:r w:rsidRPr="00AF0A23">
        <w:lastRenderedPageBreak/>
        <w:t>MOLIÈRE</w:t>
      </w:r>
    </w:p>
    <w:p w14:paraId="006ECBF3" w14:textId="77777777" w:rsidR="00905145" w:rsidRPr="00AF0A23" w:rsidRDefault="00905145" w:rsidP="00905145">
      <w:r w:rsidRPr="00AF0A23">
        <w:t>Oui, oui, c’est maintenant. Dans deux ou trois minutes. Il est en train de mettre son costume.</w:t>
      </w:r>
    </w:p>
    <w:p w14:paraId="3592E12D" w14:textId="77777777" w:rsidR="00905145" w:rsidRPr="00AF0A23" w:rsidRDefault="00905145" w:rsidP="00905145">
      <w:pPr>
        <w:ind w:firstLine="0"/>
        <w:jc w:val="center"/>
        <w:rPr>
          <w:i/>
          <w:iCs/>
        </w:rPr>
      </w:pPr>
      <w:r w:rsidRPr="00AF0A23">
        <w:t>ARMANDE, v</w:t>
      </w:r>
      <w:r w:rsidRPr="00AF0A23">
        <w:rPr>
          <w:i/>
          <w:iCs/>
        </w:rPr>
        <w:t>e</w:t>
      </w:r>
      <w:r w:rsidRPr="00AF0A23">
        <w:rPr>
          <w:i/>
          <w:iCs/>
        </w:rPr>
        <w:t>nant à Molière.</w:t>
      </w:r>
    </w:p>
    <w:p w14:paraId="5ED54228" w14:textId="77777777" w:rsidR="00905145" w:rsidRPr="00AF0A23" w:rsidRDefault="00905145" w:rsidP="00905145">
      <w:r w:rsidRPr="00AF0A23">
        <w:t>Et à moi, on ne me dit rien ?</w:t>
      </w:r>
    </w:p>
    <w:p w14:paraId="3657D06C" w14:textId="77777777" w:rsidR="00905145" w:rsidRPr="00AF0A23" w:rsidRDefault="00905145" w:rsidP="00905145">
      <w:pPr>
        <w:ind w:firstLine="0"/>
        <w:jc w:val="center"/>
      </w:pPr>
      <w:r w:rsidRPr="00AF0A23">
        <w:t>MOLIÈRE</w:t>
      </w:r>
    </w:p>
    <w:p w14:paraId="61E39B8B" w14:textId="77777777" w:rsidR="00905145" w:rsidRPr="00AF0A23" w:rsidRDefault="00905145" w:rsidP="00905145">
      <w:r w:rsidRPr="00AF0A23">
        <w:t>Que vous dirais-je bien, Armande ?… Que je ne jouerai pas so</w:t>
      </w:r>
      <w:r w:rsidRPr="00AF0A23">
        <w:t>u</w:t>
      </w:r>
      <w:r w:rsidRPr="00AF0A23">
        <w:t>vent ce rôle avec vous, tenez !</w:t>
      </w:r>
    </w:p>
    <w:p w14:paraId="73D31B4E" w14:textId="77777777" w:rsidR="00905145" w:rsidRPr="00AF0A23" w:rsidRDefault="00905145" w:rsidP="00905145">
      <w:pPr>
        <w:ind w:firstLine="0"/>
        <w:jc w:val="center"/>
      </w:pPr>
      <w:r w:rsidRPr="00AF0A23">
        <w:t>ARMANDE</w:t>
      </w:r>
    </w:p>
    <w:p w14:paraId="04CB6A30" w14:textId="77777777" w:rsidR="00905145" w:rsidRPr="00AF0A23" w:rsidRDefault="00905145" w:rsidP="00905145">
      <w:r w:rsidRPr="00AF0A23">
        <w:t>Et pourquoi donc ?</w:t>
      </w:r>
    </w:p>
    <w:p w14:paraId="0AB567D1" w14:textId="77777777" w:rsidR="00905145" w:rsidRPr="00AF0A23" w:rsidRDefault="00905145" w:rsidP="00905145">
      <w:pPr>
        <w:ind w:firstLine="0"/>
        <w:jc w:val="center"/>
      </w:pPr>
      <w:r w:rsidRPr="00AF0A23">
        <w:t>MOLIÈRE</w:t>
      </w:r>
    </w:p>
    <w:p w14:paraId="6C5C6F20" w14:textId="77777777" w:rsidR="00905145" w:rsidRPr="00AF0A23" w:rsidRDefault="00905145" w:rsidP="00905145">
      <w:r w:rsidRPr="00AF0A23">
        <w:t>Parce que vous ressemblez trop à Angélique et que je re</w:t>
      </w:r>
      <w:r w:rsidRPr="00AF0A23">
        <w:t>s</w:t>
      </w:r>
      <w:r w:rsidRPr="00AF0A23">
        <w:t>semble trop à Geo</w:t>
      </w:r>
      <w:r w:rsidRPr="00AF0A23">
        <w:t>r</w:t>
      </w:r>
      <w:r w:rsidRPr="00AF0A23">
        <w:t>ges Dandin.</w:t>
      </w:r>
    </w:p>
    <w:p w14:paraId="3120134A" w14:textId="77777777" w:rsidR="00905145" w:rsidRPr="00AF0A23" w:rsidRDefault="00905145" w:rsidP="00905145">
      <w:pPr>
        <w:ind w:firstLine="0"/>
        <w:jc w:val="center"/>
      </w:pPr>
      <w:r w:rsidRPr="00AF0A23">
        <w:t>ARMANDE</w:t>
      </w:r>
    </w:p>
    <w:p w14:paraId="3690D0AE" w14:textId="77777777" w:rsidR="00905145" w:rsidRPr="00AF0A23" w:rsidRDefault="00905145" w:rsidP="00905145">
      <w:r w:rsidRPr="00AF0A23">
        <w:t>Oh !…</w:t>
      </w:r>
    </w:p>
    <w:p w14:paraId="6CA27208" w14:textId="77777777" w:rsidR="00905145" w:rsidRPr="00AF0A23" w:rsidRDefault="00905145" w:rsidP="00905145">
      <w:pPr>
        <w:ind w:firstLine="0"/>
        <w:jc w:val="center"/>
      </w:pPr>
      <w:r w:rsidRPr="00AF0A23">
        <w:t>MOLIÈRE</w:t>
      </w:r>
    </w:p>
    <w:p w14:paraId="2EFDA068" w14:textId="77777777" w:rsidR="00905145" w:rsidRPr="00AF0A23" w:rsidRDefault="00905145" w:rsidP="00905145">
      <w:r w:rsidRPr="00AF0A23">
        <w:t>Et je ne pensais pas qu’on en ferait à ce point la remarque.</w:t>
      </w:r>
    </w:p>
    <w:p w14:paraId="52FF873A" w14:textId="77777777" w:rsidR="00905145" w:rsidRPr="00AF0A23" w:rsidRDefault="00905145" w:rsidP="00905145">
      <w:pPr>
        <w:ind w:firstLine="0"/>
        <w:jc w:val="center"/>
      </w:pPr>
      <w:r w:rsidRPr="00AF0A23">
        <w:t>ARMANDE</w:t>
      </w:r>
    </w:p>
    <w:p w14:paraId="2FF3A6EB" w14:textId="77777777" w:rsidR="00905145" w:rsidRPr="00AF0A23" w:rsidRDefault="00905145" w:rsidP="00905145">
      <w:r w:rsidRPr="00AF0A23">
        <w:t>Vous croyez que…</w:t>
      </w:r>
    </w:p>
    <w:p w14:paraId="31575FF6" w14:textId="77777777" w:rsidR="00905145" w:rsidRPr="00AF0A23" w:rsidRDefault="00905145" w:rsidP="00905145">
      <w:pPr>
        <w:ind w:firstLine="0"/>
        <w:jc w:val="center"/>
      </w:pPr>
      <w:r w:rsidRPr="00AF0A23">
        <w:t>MOLIÈRE</w:t>
      </w:r>
    </w:p>
    <w:p w14:paraId="00092B00" w14:textId="77777777" w:rsidR="00905145" w:rsidRPr="00AF0A23" w:rsidRDefault="00905145" w:rsidP="00905145">
      <w:r w:rsidRPr="00AF0A23">
        <w:t>Convaincus que j’ai fait cette pièce sur nous, sur vous et sur moi, ils y pensent sans cesse en nous écoutant. J’espérais ma disgrâce un peu moins répandue… Pourquoi vous êtes-</w:t>
      </w:r>
      <w:r w:rsidRPr="00AF0A23">
        <w:lastRenderedPageBreak/>
        <w:t>vous troublée tout à coup dans notre scène, au début de cet acte ?</w:t>
      </w:r>
    </w:p>
    <w:p w14:paraId="7AC34F2D" w14:textId="77777777" w:rsidR="00905145" w:rsidRPr="00AF0A23" w:rsidRDefault="00905145" w:rsidP="00905145">
      <w:pPr>
        <w:ind w:firstLine="0"/>
        <w:jc w:val="center"/>
      </w:pPr>
      <w:r w:rsidRPr="00AF0A23">
        <w:t>ARMANDE</w:t>
      </w:r>
    </w:p>
    <w:p w14:paraId="31C169AF" w14:textId="77777777" w:rsidR="00905145" w:rsidRPr="00AF0A23" w:rsidRDefault="00905145" w:rsidP="00905145">
      <w:r w:rsidRPr="00AF0A23">
        <w:t>Parce que, dès les premiers mots, vous l’avez jouée sur un tel ton et d’une manière si peu com</w:t>
      </w:r>
      <w:r w:rsidRPr="00AF0A23">
        <w:t>i</w:t>
      </w:r>
      <w:r w:rsidRPr="00AF0A23">
        <w:t>que que j’en ai été surprise…</w:t>
      </w:r>
    </w:p>
    <w:p w14:paraId="64003B42" w14:textId="77777777" w:rsidR="00905145" w:rsidRPr="00AF0A23" w:rsidRDefault="00905145" w:rsidP="00905145">
      <w:pPr>
        <w:ind w:firstLine="0"/>
        <w:jc w:val="center"/>
      </w:pPr>
      <w:r w:rsidRPr="00AF0A23">
        <w:t>MOLIÈRE</w:t>
      </w:r>
    </w:p>
    <w:p w14:paraId="77EE4743" w14:textId="77777777" w:rsidR="00905145" w:rsidRPr="00AF0A23" w:rsidRDefault="00905145" w:rsidP="00905145">
      <w:r w:rsidRPr="00AF0A23">
        <w:t>L’ai-je bien jouée, au moins ?</w:t>
      </w:r>
    </w:p>
    <w:p w14:paraId="0B30D1F3" w14:textId="77777777" w:rsidR="00905145" w:rsidRPr="00AF0A23" w:rsidRDefault="00905145" w:rsidP="00905145">
      <w:pPr>
        <w:ind w:firstLine="0"/>
        <w:jc w:val="center"/>
      </w:pPr>
      <w:r w:rsidRPr="00AF0A23">
        <w:t>ARMANDE</w:t>
      </w:r>
    </w:p>
    <w:p w14:paraId="6AF30D73" w14:textId="77777777" w:rsidR="00905145" w:rsidRPr="00AF0A23" w:rsidRDefault="00905145" w:rsidP="00905145">
      <w:r w:rsidRPr="00AF0A23">
        <w:t>Vous ne l’avez pas jouée, vous non plus, comme vous l’aviez r</w:t>
      </w:r>
      <w:r w:rsidRPr="00AF0A23">
        <w:t>é</w:t>
      </w:r>
      <w:r w:rsidRPr="00AF0A23">
        <w:t>pétée.</w:t>
      </w:r>
    </w:p>
    <w:p w14:paraId="0957DB22" w14:textId="77777777" w:rsidR="00905145" w:rsidRPr="00AF0A23" w:rsidRDefault="00905145" w:rsidP="00905145">
      <w:pPr>
        <w:ind w:firstLine="0"/>
        <w:jc w:val="center"/>
      </w:pPr>
      <w:r w:rsidRPr="00AF0A23">
        <w:t>MOLIÈRE</w:t>
      </w:r>
    </w:p>
    <w:p w14:paraId="0A7E5FA0" w14:textId="77777777" w:rsidR="00905145" w:rsidRPr="00AF0A23" w:rsidRDefault="00905145" w:rsidP="00905145">
      <w:r w:rsidRPr="00AF0A23">
        <w:t>L’ai-je mieux jouée que répétée ?</w:t>
      </w:r>
    </w:p>
    <w:p w14:paraId="2D274069" w14:textId="77777777" w:rsidR="00905145" w:rsidRPr="00AF0A23" w:rsidRDefault="00905145" w:rsidP="00905145">
      <w:pPr>
        <w:ind w:firstLine="0"/>
        <w:jc w:val="center"/>
      </w:pPr>
      <w:r w:rsidRPr="00AF0A23">
        <w:t>ARMANDE</w:t>
      </w:r>
    </w:p>
    <w:p w14:paraId="55DEDA54" w14:textId="77777777" w:rsidR="00905145" w:rsidRPr="00AF0A23" w:rsidRDefault="00905145" w:rsidP="00905145">
      <w:r w:rsidRPr="00AF0A23">
        <w:t>Peut-être pas. Vos pièces ne demandent pas à être repr</w:t>
      </w:r>
      <w:r w:rsidRPr="00AF0A23">
        <w:t>é</w:t>
      </w:r>
      <w:r w:rsidRPr="00AF0A23">
        <w:t>sentées avec autant de vérité.</w:t>
      </w:r>
    </w:p>
    <w:p w14:paraId="616AAEB7" w14:textId="77777777" w:rsidR="00905145" w:rsidRPr="00AF0A23" w:rsidRDefault="00905145" w:rsidP="00905145">
      <w:pPr>
        <w:ind w:firstLine="0"/>
        <w:jc w:val="center"/>
      </w:pPr>
      <w:r w:rsidRPr="00AF0A23">
        <w:t>MOLIÈRE</w:t>
      </w:r>
    </w:p>
    <w:p w14:paraId="54BD9964" w14:textId="77777777" w:rsidR="00905145" w:rsidRPr="00AF0A23" w:rsidRDefault="00905145" w:rsidP="00905145">
      <w:r w:rsidRPr="00AF0A23">
        <w:t>Allons donc ?</w:t>
      </w:r>
    </w:p>
    <w:p w14:paraId="08B27549" w14:textId="77777777" w:rsidR="00905145" w:rsidRPr="00AF0A23" w:rsidRDefault="00905145" w:rsidP="00905145">
      <w:pPr>
        <w:ind w:firstLine="0"/>
        <w:jc w:val="center"/>
      </w:pPr>
      <w:r w:rsidRPr="00AF0A23">
        <w:t>ARMANDE</w:t>
      </w:r>
    </w:p>
    <w:p w14:paraId="414A30D6" w14:textId="77777777" w:rsidR="00905145" w:rsidRPr="00AF0A23" w:rsidRDefault="00905145" w:rsidP="00905145">
      <w:r w:rsidRPr="00AF0A23">
        <w:t>Vous nous dites toujours qu’il faut « faire semblant »… Or, vous ne faisiez pas se</w:t>
      </w:r>
      <w:r w:rsidRPr="00AF0A23">
        <w:t>m</w:t>
      </w:r>
      <w:r w:rsidRPr="00AF0A23">
        <w:t>blant, tout à l’heure. Vous étiez à la fois terrible… et p</w:t>
      </w:r>
      <w:r w:rsidRPr="00AF0A23">
        <w:t>i</w:t>
      </w:r>
      <w:r w:rsidRPr="00AF0A23">
        <w:t>toyable.</w:t>
      </w:r>
    </w:p>
    <w:p w14:paraId="564047E0" w14:textId="77777777" w:rsidR="00905145" w:rsidRPr="00AF0A23" w:rsidRDefault="00905145" w:rsidP="00905145">
      <w:pPr>
        <w:ind w:firstLine="0"/>
        <w:jc w:val="center"/>
      </w:pPr>
      <w:r w:rsidRPr="00AF0A23">
        <w:t>MOLIÈRE</w:t>
      </w:r>
    </w:p>
    <w:p w14:paraId="7B1236CF" w14:textId="77777777" w:rsidR="00905145" w:rsidRPr="00AF0A23" w:rsidRDefault="00905145" w:rsidP="00905145">
      <w:r w:rsidRPr="00AF0A23">
        <w:t>Pitoyable… vra</w:t>
      </w:r>
      <w:r w:rsidRPr="00AF0A23">
        <w:t>i</w:t>
      </w:r>
      <w:r w:rsidRPr="00AF0A23">
        <w:t>ment ?</w:t>
      </w:r>
    </w:p>
    <w:p w14:paraId="04CDAC9F" w14:textId="77777777" w:rsidR="00905145" w:rsidRPr="00AF0A23" w:rsidRDefault="00905145" w:rsidP="00905145">
      <w:pPr>
        <w:ind w:firstLine="0"/>
        <w:jc w:val="center"/>
      </w:pPr>
      <w:r w:rsidRPr="00AF0A23">
        <w:lastRenderedPageBreak/>
        <w:t>ARMANDE</w:t>
      </w:r>
    </w:p>
    <w:p w14:paraId="61640855" w14:textId="77777777" w:rsidR="00905145" w:rsidRPr="00AF0A23" w:rsidRDefault="00905145" w:rsidP="00905145">
      <w:r w:rsidRPr="00AF0A23">
        <w:t>Cela vous fait pla</w:t>
      </w:r>
      <w:r w:rsidRPr="00AF0A23">
        <w:t>i</w:t>
      </w:r>
      <w:r w:rsidRPr="00AF0A23">
        <w:t>sir ?</w:t>
      </w:r>
    </w:p>
    <w:p w14:paraId="55A08409" w14:textId="77777777" w:rsidR="00905145" w:rsidRPr="00AF0A23" w:rsidRDefault="00905145" w:rsidP="00905145">
      <w:pPr>
        <w:ind w:firstLine="0"/>
        <w:jc w:val="center"/>
      </w:pPr>
      <w:r w:rsidRPr="00AF0A23">
        <w:t>MOLIÈRE</w:t>
      </w:r>
    </w:p>
    <w:p w14:paraId="09F64156" w14:textId="77777777" w:rsidR="00905145" w:rsidRPr="00AF0A23" w:rsidRDefault="00905145" w:rsidP="00905145">
      <w:r w:rsidRPr="00AF0A23">
        <w:t>Je ne déteste pas que vous ayez eu pitié de moi, car c’est un sentiment dont je ne vous croyais point c</w:t>
      </w:r>
      <w:r w:rsidRPr="00AF0A23">
        <w:t>a</w:t>
      </w:r>
      <w:r w:rsidRPr="00AF0A23">
        <w:t>pable. Tu as eu pitié de moi…</w:t>
      </w:r>
    </w:p>
    <w:p w14:paraId="47354194" w14:textId="77777777" w:rsidR="00905145" w:rsidRPr="00AF0A23" w:rsidRDefault="00905145" w:rsidP="00905145">
      <w:pPr>
        <w:ind w:firstLine="0"/>
        <w:jc w:val="center"/>
      </w:pPr>
      <w:r w:rsidRPr="00AF0A23">
        <w:t>ARMANDE</w:t>
      </w:r>
    </w:p>
    <w:p w14:paraId="6121B397" w14:textId="77777777" w:rsidR="00905145" w:rsidRPr="00AF0A23" w:rsidRDefault="00905145" w:rsidP="00905145">
      <w:r w:rsidRPr="00AF0A23">
        <w:t>Enfin, je… j’ai eu pitié de Georges Da</w:t>
      </w:r>
      <w:r w:rsidRPr="00AF0A23">
        <w:t>n</w:t>
      </w:r>
      <w:r w:rsidRPr="00AF0A23">
        <w:t>din.</w:t>
      </w:r>
    </w:p>
    <w:p w14:paraId="64F3861D" w14:textId="77777777" w:rsidR="00905145" w:rsidRPr="00AF0A23" w:rsidRDefault="00905145" w:rsidP="00905145">
      <w:pPr>
        <w:ind w:firstLine="0"/>
        <w:jc w:val="center"/>
      </w:pPr>
      <w:r w:rsidRPr="00AF0A23">
        <w:t>MOLIÈRE</w:t>
      </w:r>
    </w:p>
    <w:p w14:paraId="6D6CF3B4" w14:textId="77777777" w:rsidR="00905145" w:rsidRPr="00AF0A23" w:rsidRDefault="00905145" w:rsidP="00905145">
      <w:r w:rsidRPr="00AF0A23">
        <w:t>Continue… si tu peux !</w:t>
      </w:r>
    </w:p>
    <w:p w14:paraId="07CE332F" w14:textId="77777777" w:rsidR="00905145" w:rsidRPr="00AF0A23" w:rsidRDefault="00905145" w:rsidP="00905145">
      <w:pPr>
        <w:ind w:firstLine="0"/>
        <w:jc w:val="center"/>
      </w:pPr>
      <w:r w:rsidRPr="00AF0A23">
        <w:t>ARMANDE</w:t>
      </w:r>
    </w:p>
    <w:p w14:paraId="0C8E500B" w14:textId="77777777" w:rsidR="00905145" w:rsidRPr="00AF0A23" w:rsidRDefault="00905145" w:rsidP="00905145">
      <w:r w:rsidRPr="00AF0A23">
        <w:t>Pendant le tro</w:t>
      </w:r>
      <w:r w:rsidRPr="00AF0A23">
        <w:t>i</w:t>
      </w:r>
      <w:r w:rsidRPr="00AF0A23">
        <w:t>sième acte ?</w:t>
      </w:r>
    </w:p>
    <w:p w14:paraId="4AA171CA" w14:textId="77777777" w:rsidR="00905145" w:rsidRPr="00AF0A23" w:rsidRDefault="00905145" w:rsidP="00905145">
      <w:pPr>
        <w:ind w:firstLine="0"/>
        <w:jc w:val="center"/>
      </w:pPr>
      <w:r w:rsidRPr="00AF0A23">
        <w:t>MOLIÈRE</w:t>
      </w:r>
    </w:p>
    <w:p w14:paraId="2E972A46" w14:textId="77777777" w:rsidR="00905145" w:rsidRPr="00AF0A23" w:rsidRDefault="00905145" w:rsidP="00905145">
      <w:r w:rsidRPr="00AF0A23">
        <w:t>Après aussi… à la maison… demain… les jours suivants… l’année prochaine… si tu peux !… Je souffre tant, si tu savais. Or, il n’est plus nécessaire à pr</w:t>
      </w:r>
      <w:r w:rsidRPr="00AF0A23">
        <w:t>é</w:t>
      </w:r>
      <w:r w:rsidRPr="00AF0A23">
        <w:t xml:space="preserve">sent de me faire souffrir puisque </w:t>
      </w:r>
      <w:r w:rsidRPr="00AF0A23">
        <w:rPr>
          <w:i/>
          <w:iCs/>
        </w:rPr>
        <w:t xml:space="preserve">le Misanthrope </w:t>
      </w:r>
      <w:r w:rsidRPr="00AF0A23">
        <w:t xml:space="preserve">et </w:t>
      </w:r>
      <w:r w:rsidRPr="00AF0A23">
        <w:rPr>
          <w:i/>
          <w:iCs/>
        </w:rPr>
        <w:t xml:space="preserve">l’École des femmes </w:t>
      </w:r>
      <w:r w:rsidRPr="00AF0A23">
        <w:t>et celle-ci sont term</w:t>
      </w:r>
      <w:r w:rsidRPr="00AF0A23">
        <w:t>i</w:t>
      </w:r>
      <w:r w:rsidRPr="00AF0A23">
        <w:t>nées.</w:t>
      </w:r>
    </w:p>
    <w:p w14:paraId="783D9BBD" w14:textId="77777777" w:rsidR="00905145" w:rsidRPr="00AF0A23" w:rsidRDefault="00905145" w:rsidP="00905145">
      <w:pPr>
        <w:rPr>
          <w:i/>
          <w:iCs/>
        </w:rPr>
      </w:pPr>
      <w:r w:rsidRPr="00AF0A23">
        <w:rPr>
          <w:i/>
          <w:iCs/>
        </w:rPr>
        <w:t>Elle veut parler.</w:t>
      </w:r>
    </w:p>
    <w:p w14:paraId="6E8C9978" w14:textId="77777777" w:rsidR="00905145" w:rsidRPr="00AF0A23" w:rsidRDefault="00905145" w:rsidP="00905145">
      <w:r w:rsidRPr="00AF0A23">
        <w:t>Chut… tu es charmante ! Va vite t’habiller !</w:t>
      </w:r>
    </w:p>
    <w:p w14:paraId="22E87B85" w14:textId="77777777" w:rsidR="00905145" w:rsidRPr="00D43C35" w:rsidRDefault="00905145" w:rsidP="00905145">
      <w:pPr>
        <w:pStyle w:val="NormalRetraitGauche4XIndent0"/>
        <w:rPr>
          <w:i/>
          <w:iCs/>
        </w:rPr>
      </w:pPr>
      <w:r w:rsidRPr="00D43C35">
        <w:rPr>
          <w:i/>
          <w:iCs/>
        </w:rPr>
        <w:t>Le rideau s’entrouvre et paraît Jean de La Fontaine.</w:t>
      </w:r>
    </w:p>
    <w:p w14:paraId="4BD75896"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1F6E3FF8" w14:textId="77777777" w:rsidR="00905145" w:rsidRPr="00AF0A23" w:rsidRDefault="00905145" w:rsidP="00905145">
      <w:r w:rsidRPr="00AF0A23">
        <w:lastRenderedPageBreak/>
        <w:t>Ah ! Molière… Voilà mon homme ! Une merveille encore, ce Dandin. Ils vous diront que c’est très drôle… et, bien sûr, oui, que c’est très drôle, mais ce n’est pas seulement drôle… c’est magnifique… et je t’embrasse.</w:t>
      </w:r>
    </w:p>
    <w:p w14:paraId="6398DFE3" w14:textId="77777777" w:rsidR="00905145" w:rsidRPr="00D43C35" w:rsidRDefault="00905145" w:rsidP="00905145">
      <w:pPr>
        <w:pStyle w:val="NormalRetraitGauche4XIndent0"/>
        <w:rPr>
          <w:i/>
          <w:iCs/>
        </w:rPr>
      </w:pPr>
      <w:r w:rsidRPr="00D43C35">
        <w:rPr>
          <w:i/>
          <w:iCs/>
        </w:rPr>
        <w:t>Il l’embrasse.</w:t>
      </w:r>
    </w:p>
    <w:p w14:paraId="7AD1FCA6" w14:textId="77777777" w:rsidR="00905145" w:rsidRPr="00AF0A23" w:rsidRDefault="00905145" w:rsidP="00905145">
      <w:r w:rsidRPr="00AF0A23">
        <w:t>Je vous annonce Despréaux qui vous amène quelqu’un… avec qui l’on veut vous r</w:t>
      </w:r>
      <w:r w:rsidRPr="00AF0A23">
        <w:t>é</w:t>
      </w:r>
      <w:r w:rsidRPr="00AF0A23">
        <w:t>concilier.</w:t>
      </w:r>
    </w:p>
    <w:p w14:paraId="64D66FCD" w14:textId="77777777" w:rsidR="00905145" w:rsidRPr="00AF0A23" w:rsidRDefault="00905145" w:rsidP="00905145">
      <w:pPr>
        <w:ind w:firstLine="0"/>
        <w:jc w:val="center"/>
      </w:pPr>
      <w:r w:rsidRPr="00AF0A23">
        <w:t>LAGRANGE</w:t>
      </w:r>
    </w:p>
    <w:p w14:paraId="118C0349" w14:textId="77777777" w:rsidR="00905145" w:rsidRPr="00AF0A23" w:rsidRDefault="00905145" w:rsidP="00905145">
      <w:r w:rsidRPr="00AF0A23">
        <w:t>Monsieur de La Fontaine, j’ai l’honneur de vous s</w:t>
      </w:r>
      <w:r w:rsidRPr="00AF0A23">
        <w:t>a</w:t>
      </w:r>
      <w:r w:rsidRPr="00AF0A23">
        <w:t>luer.</w:t>
      </w:r>
    </w:p>
    <w:p w14:paraId="4366CC01"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59AD1CF3" w14:textId="77777777" w:rsidR="00905145" w:rsidRPr="00AF0A23" w:rsidRDefault="00905145" w:rsidP="00905145">
      <w:r w:rsidRPr="00AF0A23">
        <w:t>Bonjour, L</w:t>
      </w:r>
      <w:r w:rsidRPr="00AF0A23">
        <w:t>a</w:t>
      </w:r>
      <w:r w:rsidRPr="00AF0A23">
        <w:t>grange… toujours parfait.</w:t>
      </w:r>
    </w:p>
    <w:p w14:paraId="613C8744" w14:textId="77777777" w:rsidR="00905145" w:rsidRPr="00AF0A23" w:rsidRDefault="00905145" w:rsidP="00905145">
      <w:pPr>
        <w:ind w:firstLine="0"/>
        <w:jc w:val="center"/>
      </w:pPr>
      <w:r w:rsidRPr="00AF0A23">
        <w:t>MOLIÈRE</w:t>
      </w:r>
    </w:p>
    <w:p w14:paraId="6A1E389B" w14:textId="77777777" w:rsidR="00905145" w:rsidRPr="00AF0A23" w:rsidRDefault="00905145" w:rsidP="00905145">
      <w:r w:rsidRPr="00AF0A23">
        <w:t>N’est-ce pas ?… D’ailleurs, tous ce soir ont été parfaits. Je le leur disais à l’instant.</w:t>
      </w:r>
    </w:p>
    <w:p w14:paraId="246E8AA5" w14:textId="77777777" w:rsidR="00905145" w:rsidRPr="00AF0A23" w:rsidRDefault="00905145" w:rsidP="00905145">
      <w:pPr>
        <w:ind w:firstLine="0"/>
        <w:jc w:val="center"/>
        <w:rPr>
          <w:i/>
          <w:iCs/>
        </w:rPr>
      </w:pPr>
      <w:r w:rsidRPr="00AF0A23">
        <w:t>BOILEAU, e</w:t>
      </w:r>
      <w:r w:rsidRPr="00AF0A23">
        <w:rPr>
          <w:i/>
          <w:iCs/>
        </w:rPr>
        <w:t>n</w:t>
      </w:r>
      <w:r w:rsidRPr="00AF0A23">
        <w:rPr>
          <w:i/>
          <w:iCs/>
        </w:rPr>
        <w:t>trant.</w:t>
      </w:r>
    </w:p>
    <w:p w14:paraId="3FC9AAD7" w14:textId="77777777" w:rsidR="00905145" w:rsidRPr="00AF0A23" w:rsidRDefault="00905145" w:rsidP="00905145">
      <w:r w:rsidRPr="00AF0A23">
        <w:t>Bravo, Molière. C’est un succès de plus, et que vous mér</w:t>
      </w:r>
      <w:r w:rsidRPr="00AF0A23">
        <w:t>i</w:t>
      </w:r>
      <w:r w:rsidRPr="00AF0A23">
        <w:t>tez. Pièce audacieuse et r</w:t>
      </w:r>
      <w:r w:rsidRPr="00AF0A23">
        <w:t>a</w:t>
      </w:r>
      <w:r w:rsidRPr="00AF0A23">
        <w:t>vissante… et qui va faire encore parler de vous, je vous le jure. Le Roi la trouve digne des pr</w:t>
      </w:r>
      <w:r w:rsidRPr="00AF0A23">
        <w:t>é</w:t>
      </w:r>
      <w:r w:rsidRPr="00AF0A23">
        <w:t xml:space="preserve">cédentes, toute </w:t>
      </w:r>
      <w:smartTag w:uri="urn:schemas-microsoft-com:office:smarttags" w:element="PersonName">
        <w:smartTagPr>
          <w:attr w:name="ProductID" w:val="la Cour"/>
        </w:smartTagPr>
        <w:r w:rsidRPr="00AF0A23">
          <w:t>la Cour</w:t>
        </w:r>
      </w:smartTag>
      <w:r w:rsidRPr="00AF0A23">
        <w:t xml:space="preserve"> est enchantée… et pour me faire un grand plaisir, vous a</w:t>
      </w:r>
      <w:r w:rsidRPr="00AF0A23">
        <w:t>l</w:t>
      </w:r>
      <w:r w:rsidRPr="00AF0A23">
        <w:t>lez tendre la main à votre ennemi mortel, au divin Racine qui vous adore… et que vous adorez.</w:t>
      </w:r>
    </w:p>
    <w:p w14:paraId="36ABDE36" w14:textId="77777777" w:rsidR="00905145" w:rsidRPr="00D43C35" w:rsidRDefault="00905145" w:rsidP="00905145">
      <w:pPr>
        <w:pStyle w:val="NormalRetraitGauche4XIndent0"/>
        <w:rPr>
          <w:i/>
          <w:iCs/>
        </w:rPr>
      </w:pPr>
      <w:r w:rsidRPr="00D43C35">
        <w:rPr>
          <w:i/>
          <w:iCs/>
        </w:rPr>
        <w:t>En écartant un peu le rideau, Boileau fait entrer Racine.</w:t>
      </w:r>
    </w:p>
    <w:p w14:paraId="7A788ADD" w14:textId="77777777" w:rsidR="00905145" w:rsidRPr="00AF0A23" w:rsidRDefault="00905145" w:rsidP="00905145">
      <w:r w:rsidRPr="00AF0A23">
        <w:t>Deux hommes de génie ne peuvent pas rester brouillés.</w:t>
      </w:r>
    </w:p>
    <w:p w14:paraId="7D744AE6" w14:textId="77777777" w:rsidR="00905145" w:rsidRPr="00D43C35" w:rsidRDefault="00905145" w:rsidP="00905145">
      <w:pPr>
        <w:pStyle w:val="NormalRetraitGauche4XIndent0"/>
        <w:rPr>
          <w:i/>
          <w:iCs/>
        </w:rPr>
      </w:pPr>
      <w:r w:rsidRPr="00D43C35">
        <w:rPr>
          <w:i/>
          <w:iCs/>
        </w:rPr>
        <w:t>Molière et Racine se serrent lo</w:t>
      </w:r>
      <w:r w:rsidRPr="00D43C35">
        <w:rPr>
          <w:i/>
          <w:iCs/>
        </w:rPr>
        <w:t>n</w:t>
      </w:r>
      <w:r w:rsidRPr="00D43C35">
        <w:rPr>
          <w:i/>
          <w:iCs/>
        </w:rPr>
        <w:t>guement la main, mais ne trouvent pas un mot à se dire.</w:t>
      </w:r>
    </w:p>
    <w:p w14:paraId="716A5B41" w14:textId="77777777" w:rsidR="00905145" w:rsidRPr="00AF0A23" w:rsidRDefault="00905145" w:rsidP="00905145">
      <w:pPr>
        <w:ind w:firstLine="0"/>
        <w:jc w:val="center"/>
        <w:rPr>
          <w:i/>
          <w:iCs/>
        </w:rPr>
      </w:pPr>
      <w:r w:rsidRPr="00AF0A23">
        <w:lastRenderedPageBreak/>
        <w:t xml:space="preserve">JEAN DE LA FONTAINE, à </w:t>
      </w:r>
      <w:r w:rsidRPr="00AF0A23">
        <w:rPr>
          <w:i/>
          <w:iCs/>
        </w:rPr>
        <w:t>part.</w:t>
      </w:r>
    </w:p>
    <w:p w14:paraId="183BB6A4" w14:textId="77777777" w:rsidR="00905145" w:rsidRPr="00AF0A23" w:rsidRDefault="00905145" w:rsidP="00905145">
      <w:r w:rsidRPr="00AF0A23">
        <w:t>Oui, c’est exa</w:t>
      </w:r>
      <w:r w:rsidRPr="00AF0A23">
        <w:t>c</w:t>
      </w:r>
      <w:r w:rsidRPr="00AF0A23">
        <w:t>tement de l’adoration.</w:t>
      </w:r>
    </w:p>
    <w:p w14:paraId="45DA65F4" w14:textId="77777777" w:rsidR="00905145" w:rsidRPr="00AF0A23" w:rsidRDefault="00905145" w:rsidP="00905145">
      <w:pPr>
        <w:ind w:firstLine="0"/>
        <w:jc w:val="center"/>
      </w:pPr>
      <w:r w:rsidRPr="00AF0A23">
        <w:t>BOILEAU</w:t>
      </w:r>
    </w:p>
    <w:p w14:paraId="66861A34" w14:textId="77777777" w:rsidR="00905145" w:rsidRPr="00AF0A23" w:rsidRDefault="00905145" w:rsidP="00905145">
      <w:r w:rsidRPr="00AF0A23">
        <w:t>Quelle jolie c</w:t>
      </w:r>
      <w:r w:rsidRPr="00AF0A23">
        <w:t>o</w:t>
      </w:r>
      <w:r w:rsidRPr="00AF0A23">
        <w:t>médie, La Fontaine !</w:t>
      </w:r>
    </w:p>
    <w:p w14:paraId="41A8318E"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6C81E74E" w14:textId="77777777" w:rsidR="00905145" w:rsidRPr="00AF0A23" w:rsidRDefault="00905145" w:rsidP="00905145">
      <w:r w:rsidRPr="00AF0A23">
        <w:t>Admirable.</w:t>
      </w:r>
    </w:p>
    <w:p w14:paraId="4E93898E" w14:textId="77777777" w:rsidR="00905145" w:rsidRPr="00AF0A23" w:rsidRDefault="00905145" w:rsidP="00905145">
      <w:pPr>
        <w:ind w:firstLine="0"/>
        <w:jc w:val="center"/>
      </w:pPr>
      <w:r w:rsidRPr="00AF0A23">
        <w:t>BOILEAU</w:t>
      </w:r>
    </w:p>
    <w:p w14:paraId="0D10EDEC" w14:textId="77777777" w:rsidR="00905145" w:rsidRPr="00AF0A23" w:rsidRDefault="00905145" w:rsidP="00905145">
      <w:r w:rsidRPr="00AF0A23">
        <w:t>Avec toujours encore quelques négligences de style que je vous signalerai.</w:t>
      </w:r>
    </w:p>
    <w:p w14:paraId="5D842856" w14:textId="77777777" w:rsidR="00905145" w:rsidRPr="00AF0A23" w:rsidRDefault="00905145" w:rsidP="00905145">
      <w:pPr>
        <w:ind w:firstLine="0"/>
        <w:jc w:val="center"/>
      </w:pPr>
      <w:r w:rsidRPr="00AF0A23">
        <w:t>MOLIÈRE</w:t>
      </w:r>
    </w:p>
    <w:p w14:paraId="320C4E86" w14:textId="77777777" w:rsidR="00905145" w:rsidRPr="00AF0A23" w:rsidRDefault="00905145" w:rsidP="00905145">
      <w:r w:rsidRPr="00AF0A23">
        <w:t>Non, je vous en supplie, ne prenez pas la peine de me les signaler. Je les connais, ces n</w:t>
      </w:r>
      <w:r w:rsidRPr="00AF0A23">
        <w:t>é</w:t>
      </w:r>
      <w:r w:rsidRPr="00AF0A23">
        <w:t>gligences, mon ami, car elles sont voulues. Trop de perfection dans le langage nuirait au naturel dans ce genre de pièce.</w:t>
      </w:r>
    </w:p>
    <w:p w14:paraId="1D2D3802" w14:textId="77777777" w:rsidR="00905145" w:rsidRPr="00AF0A23" w:rsidRDefault="00905145" w:rsidP="00905145">
      <w:pPr>
        <w:ind w:firstLine="0"/>
        <w:jc w:val="center"/>
      </w:pPr>
      <w:r w:rsidRPr="00AF0A23">
        <w:t>BOILEAU</w:t>
      </w:r>
    </w:p>
    <w:p w14:paraId="6ACA6995" w14:textId="77777777" w:rsidR="00905145" w:rsidRPr="00AF0A23" w:rsidRDefault="00905145" w:rsidP="00905145">
      <w:r w:rsidRPr="00AF0A23">
        <w:t>Je ne suis pas de votre avis.</w:t>
      </w:r>
    </w:p>
    <w:p w14:paraId="7241768E" w14:textId="77777777" w:rsidR="00905145" w:rsidRPr="00AF0A23" w:rsidRDefault="00905145" w:rsidP="00905145">
      <w:pPr>
        <w:ind w:firstLine="0"/>
        <w:jc w:val="center"/>
      </w:pPr>
      <w:r w:rsidRPr="00AF0A23">
        <w:t>MOLIÈRE</w:t>
      </w:r>
    </w:p>
    <w:p w14:paraId="546E287C" w14:textId="77777777" w:rsidR="00905145" w:rsidRPr="00AF0A23" w:rsidRDefault="00905145" w:rsidP="00905145">
      <w:r w:rsidRPr="00AF0A23">
        <w:t>Je le sais bien.</w:t>
      </w:r>
    </w:p>
    <w:p w14:paraId="2114037A" w14:textId="77777777" w:rsidR="00905145" w:rsidRPr="00AF0A23" w:rsidRDefault="00905145" w:rsidP="00905145">
      <w:pPr>
        <w:ind w:firstLine="0"/>
        <w:jc w:val="center"/>
      </w:pPr>
      <w:r w:rsidRPr="00AF0A23">
        <w:t>BOILEAU</w:t>
      </w:r>
    </w:p>
    <w:p w14:paraId="17D61E6A" w14:textId="77777777" w:rsidR="00905145" w:rsidRPr="00AF0A23" w:rsidRDefault="00905145" w:rsidP="00905145">
      <w:r w:rsidRPr="00AF0A23">
        <w:t>Et je n’aime pas dans vos ouvrages cette alliance mal asso</w:t>
      </w:r>
      <w:r w:rsidRPr="00AF0A23">
        <w:t>r</w:t>
      </w:r>
      <w:r w:rsidRPr="00AF0A23">
        <w:t>tie de Térence avec Tabarin. Croyez-moi, vous n’êtes pas assez sévère pour vous-même, et vous avez des complaisances qui sont coupables. Vous cherchez trop à faire rire. Or, vous valez mieux que cela.</w:t>
      </w:r>
    </w:p>
    <w:p w14:paraId="0C5979BD" w14:textId="77777777" w:rsidR="00905145" w:rsidRPr="00AF0A23" w:rsidRDefault="00905145" w:rsidP="00905145">
      <w:pPr>
        <w:ind w:firstLine="0"/>
        <w:jc w:val="center"/>
      </w:pPr>
      <w:r w:rsidRPr="00AF0A23">
        <w:lastRenderedPageBreak/>
        <w:t>MOLIÈRE</w:t>
      </w:r>
    </w:p>
    <w:p w14:paraId="5FA00819" w14:textId="77777777" w:rsidR="00905145" w:rsidRPr="00AF0A23" w:rsidRDefault="00905145" w:rsidP="00905145">
      <w:r w:rsidRPr="00AF0A23">
        <w:t>Mieux ?… Mais vous savez qu’on peut tout dire en faisant rire.</w:t>
      </w:r>
    </w:p>
    <w:p w14:paraId="19638904" w14:textId="77777777" w:rsidR="00905145" w:rsidRPr="00AF0A23" w:rsidRDefault="00905145" w:rsidP="00905145">
      <w:pPr>
        <w:ind w:firstLine="0"/>
        <w:jc w:val="center"/>
      </w:pPr>
      <w:r w:rsidRPr="00AF0A23">
        <w:t>BOILEAU</w:t>
      </w:r>
    </w:p>
    <w:p w14:paraId="1A8C2171" w14:textId="77777777" w:rsidR="00905145" w:rsidRPr="00AF0A23" w:rsidRDefault="00905145" w:rsidP="00905145">
      <w:r w:rsidRPr="00AF0A23">
        <w:t>Soit. Mais alors ne mélangez pas les ge</w:t>
      </w:r>
      <w:r w:rsidRPr="00AF0A23">
        <w:t>n</w:t>
      </w:r>
      <w:r w:rsidRPr="00AF0A23">
        <w:t>res. Il est pourtant des règles qu’il faut respe</w:t>
      </w:r>
      <w:r w:rsidRPr="00AF0A23">
        <w:t>c</w:t>
      </w:r>
      <w:r w:rsidRPr="00AF0A23">
        <w:t>ter.</w:t>
      </w:r>
    </w:p>
    <w:p w14:paraId="0CEBAE5E" w14:textId="77777777" w:rsidR="00905145" w:rsidRPr="00AF0A23" w:rsidRDefault="00905145" w:rsidP="00905145">
      <w:pPr>
        <w:ind w:firstLine="0"/>
        <w:jc w:val="center"/>
      </w:pPr>
      <w:r w:rsidRPr="00AF0A23">
        <w:t>MOLIÈRE</w:t>
      </w:r>
    </w:p>
    <w:p w14:paraId="488CF61C" w14:textId="77777777" w:rsidR="00905145" w:rsidRPr="00AF0A23" w:rsidRDefault="00905145" w:rsidP="00905145">
      <w:r w:rsidRPr="00AF0A23">
        <w:t>Vous me semblez plaisant avec vos règles dont vous emba</w:t>
      </w:r>
      <w:r w:rsidRPr="00AF0A23">
        <w:t>r</w:t>
      </w:r>
      <w:r w:rsidRPr="00AF0A23">
        <w:t>rassez les ignorants et nous étourdissez tous les jours. Je vo</w:t>
      </w:r>
      <w:r w:rsidRPr="00AF0A23">
        <w:t>u</w:t>
      </w:r>
      <w:r w:rsidRPr="00AF0A23">
        <w:t>drais bien savoir si la grande règle de toutes les règles n’est pas de plaire, et si une pièce de théâtre qui a a</w:t>
      </w:r>
      <w:r w:rsidRPr="00AF0A23">
        <w:t>t</w:t>
      </w:r>
      <w:r w:rsidRPr="00AF0A23">
        <w:t>trapé son but n’a pas suivi un bon chemin.</w:t>
      </w:r>
    </w:p>
    <w:p w14:paraId="62CA5F38" w14:textId="77777777" w:rsidR="00905145" w:rsidRPr="00AF0A23" w:rsidRDefault="00905145" w:rsidP="00905145">
      <w:pPr>
        <w:ind w:firstLine="0"/>
        <w:jc w:val="center"/>
      </w:pPr>
      <w:r w:rsidRPr="00AF0A23">
        <w:t>BOILEAU</w:t>
      </w:r>
    </w:p>
    <w:p w14:paraId="08B3D963" w14:textId="77777777" w:rsidR="00905145" w:rsidRPr="00AF0A23" w:rsidRDefault="00905145" w:rsidP="00905145">
      <w:r w:rsidRPr="00AF0A23">
        <w:t>Vous n’empêcherez pas qu’en relisant vos pi</w:t>
      </w:r>
      <w:r w:rsidRPr="00AF0A23">
        <w:t>è</w:t>
      </w:r>
      <w:r w:rsidRPr="00AF0A23">
        <w:t>ces…</w:t>
      </w:r>
    </w:p>
    <w:p w14:paraId="76A76FF9" w14:textId="77777777" w:rsidR="00905145" w:rsidRPr="00AF0A23" w:rsidRDefault="00905145" w:rsidP="00905145">
      <w:pPr>
        <w:ind w:firstLine="0"/>
        <w:jc w:val="center"/>
      </w:pPr>
      <w:r w:rsidRPr="00AF0A23">
        <w:t>MOLIÈRE</w:t>
      </w:r>
    </w:p>
    <w:p w14:paraId="107F8877" w14:textId="77777777" w:rsidR="00905145" w:rsidRPr="00AF0A23" w:rsidRDefault="00905145" w:rsidP="00905145">
      <w:pPr>
        <w:rPr>
          <w:i/>
          <w:iCs/>
        </w:rPr>
      </w:pPr>
      <w:r w:rsidRPr="00AF0A23">
        <w:t xml:space="preserve">Ne les relisez pas. </w:t>
      </w:r>
      <w:r w:rsidRPr="00AF0A23">
        <w:rPr>
          <w:i/>
          <w:iCs/>
        </w:rPr>
        <w:t>Mes pièces ne sont faites que pour être jouées.</w:t>
      </w:r>
    </w:p>
    <w:p w14:paraId="07A2EB04" w14:textId="77777777" w:rsidR="00905145" w:rsidRPr="00AF0A23" w:rsidRDefault="00905145" w:rsidP="00905145">
      <w:pPr>
        <w:ind w:firstLine="0"/>
        <w:jc w:val="center"/>
      </w:pPr>
      <w:r w:rsidRPr="00AF0A23">
        <w:t>BOILEAU</w:t>
      </w:r>
    </w:p>
    <w:p w14:paraId="101EAB42" w14:textId="77777777" w:rsidR="00905145" w:rsidRPr="00AF0A23" w:rsidRDefault="00905145" w:rsidP="00905145">
      <w:r w:rsidRPr="00AF0A23">
        <w:t>Il ne veut rien entendre.</w:t>
      </w:r>
    </w:p>
    <w:p w14:paraId="039CBC4D" w14:textId="77777777" w:rsidR="00905145" w:rsidRPr="00AF0A23" w:rsidRDefault="00905145" w:rsidP="00905145">
      <w:pPr>
        <w:ind w:firstLine="0"/>
        <w:jc w:val="center"/>
      </w:pPr>
      <w:r w:rsidRPr="00AF0A23">
        <w:t>JEAN DE LA FONTAINE</w:t>
      </w:r>
    </w:p>
    <w:p w14:paraId="2EF087BA" w14:textId="77777777" w:rsidR="00905145" w:rsidRPr="00AF0A23" w:rsidRDefault="00905145" w:rsidP="00905145">
      <w:r w:rsidRPr="00AF0A23">
        <w:t>Et comme il a raison.</w:t>
      </w:r>
    </w:p>
    <w:p w14:paraId="5C93B56C" w14:textId="77777777" w:rsidR="00905145" w:rsidRPr="00AF0A23" w:rsidRDefault="00905145" w:rsidP="00905145">
      <w:pPr>
        <w:ind w:firstLine="0"/>
        <w:jc w:val="center"/>
      </w:pPr>
      <w:r w:rsidRPr="00AF0A23">
        <w:t>BOILEAU</w:t>
      </w:r>
    </w:p>
    <w:p w14:paraId="29A3DBAF" w14:textId="77777777" w:rsidR="00905145" w:rsidRPr="00AF0A23" w:rsidRDefault="00905145" w:rsidP="00905145">
      <w:r w:rsidRPr="00AF0A23">
        <w:t>Vous lui donnez toujours raison.</w:t>
      </w:r>
    </w:p>
    <w:p w14:paraId="0E2F8E30" w14:textId="77777777" w:rsidR="00905145" w:rsidRPr="00AF0A23" w:rsidRDefault="00905145" w:rsidP="00905145">
      <w:pPr>
        <w:ind w:firstLine="0"/>
        <w:jc w:val="center"/>
      </w:pPr>
      <w:r w:rsidRPr="00AF0A23">
        <w:t>JEAN DE LA FONTAINE</w:t>
      </w:r>
    </w:p>
    <w:p w14:paraId="516E7119" w14:textId="77777777" w:rsidR="00905145" w:rsidRPr="00AF0A23" w:rsidRDefault="00905145" w:rsidP="00905145">
      <w:r w:rsidRPr="00AF0A23">
        <w:lastRenderedPageBreak/>
        <w:t>Parce qu’il a to</w:t>
      </w:r>
      <w:r w:rsidRPr="00AF0A23">
        <w:t>u</w:t>
      </w:r>
      <w:r w:rsidRPr="00AF0A23">
        <w:t>jours raison.</w:t>
      </w:r>
    </w:p>
    <w:p w14:paraId="14F5A5A0" w14:textId="77777777" w:rsidR="00905145" w:rsidRPr="00AF0A23" w:rsidRDefault="00905145" w:rsidP="00905145">
      <w:pPr>
        <w:ind w:firstLine="0"/>
        <w:jc w:val="center"/>
      </w:pPr>
      <w:r w:rsidRPr="00AF0A23">
        <w:t>BOILEAU</w:t>
      </w:r>
    </w:p>
    <w:p w14:paraId="2EDFA0ED" w14:textId="77777777" w:rsidR="00905145" w:rsidRPr="00AF0A23" w:rsidRDefault="00905145" w:rsidP="00905145">
      <w:r w:rsidRPr="00AF0A23">
        <w:t>Même lorsqu’il s’obstine à jouer la comédie ?</w:t>
      </w:r>
    </w:p>
    <w:p w14:paraId="542D679B" w14:textId="77777777" w:rsidR="00905145" w:rsidRPr="00AF0A23" w:rsidRDefault="00905145" w:rsidP="00905145">
      <w:pPr>
        <w:ind w:firstLine="0"/>
        <w:jc w:val="center"/>
      </w:pPr>
      <w:r w:rsidRPr="00AF0A23">
        <w:t>JEAN DE LA FONTAINE</w:t>
      </w:r>
    </w:p>
    <w:p w14:paraId="6CEC9865" w14:textId="77777777" w:rsidR="00905145" w:rsidRPr="00AF0A23" w:rsidRDefault="00905145" w:rsidP="00905145">
      <w:r w:rsidRPr="00AF0A23">
        <w:t>Bien entendu. Pour son plaisir et pour le n</w:t>
      </w:r>
      <w:r w:rsidRPr="00AF0A23">
        <w:t>ô</w:t>
      </w:r>
      <w:r w:rsidRPr="00AF0A23">
        <w:t>tre !</w:t>
      </w:r>
    </w:p>
    <w:p w14:paraId="4B9F5AE5" w14:textId="77777777" w:rsidR="00905145" w:rsidRPr="00AF0A23" w:rsidRDefault="00905145" w:rsidP="00905145">
      <w:pPr>
        <w:ind w:firstLine="0"/>
        <w:jc w:val="center"/>
      </w:pPr>
      <w:r w:rsidRPr="00AF0A23">
        <w:t>BOILEAU</w:t>
      </w:r>
    </w:p>
    <w:p w14:paraId="3B6ED4F0" w14:textId="77777777" w:rsidR="00905145" w:rsidRPr="00AF0A23" w:rsidRDefault="00905145" w:rsidP="00905145">
      <w:r w:rsidRPr="00AF0A23">
        <w:t>Eh bien, moi, je le conjure de ne pas rester comédien, de se contenter d’écrire des merveilles et de les laisser jouer par les autres. Il n’en sera que plus honoré.</w:t>
      </w:r>
    </w:p>
    <w:p w14:paraId="25EBDB8C" w14:textId="77777777" w:rsidR="00905145" w:rsidRPr="00AF0A23" w:rsidRDefault="00905145" w:rsidP="00905145">
      <w:pPr>
        <w:ind w:firstLine="0"/>
        <w:jc w:val="center"/>
      </w:pPr>
      <w:r w:rsidRPr="00AF0A23">
        <w:t>MOLIÈRE</w:t>
      </w:r>
    </w:p>
    <w:p w14:paraId="645253F6" w14:textId="77777777" w:rsidR="00905145" w:rsidRPr="00AF0A23" w:rsidRDefault="00905145" w:rsidP="00905145">
      <w:r w:rsidRPr="00AF0A23">
        <w:t>Mais c’est qu’il y a un honneur pour moi à les jouer.</w:t>
      </w:r>
    </w:p>
    <w:p w14:paraId="456BF6DC" w14:textId="77777777" w:rsidR="00905145" w:rsidRPr="00AF0A23" w:rsidRDefault="00905145" w:rsidP="00905145">
      <w:pPr>
        <w:ind w:firstLine="0"/>
        <w:jc w:val="center"/>
      </w:pPr>
      <w:r w:rsidRPr="00AF0A23">
        <w:t>BOILEAU</w:t>
      </w:r>
    </w:p>
    <w:p w14:paraId="59EA1E60" w14:textId="77777777" w:rsidR="00905145" w:rsidRPr="00AF0A23" w:rsidRDefault="00905145" w:rsidP="00905145">
      <w:r w:rsidRPr="00AF0A23">
        <w:t>Plaisant honneur vraiment que de pr</w:t>
      </w:r>
      <w:r w:rsidRPr="00AF0A23">
        <w:t>ê</w:t>
      </w:r>
      <w:r w:rsidRPr="00AF0A23">
        <w:t>ter son dos à tant de ba</w:t>
      </w:r>
      <w:r w:rsidRPr="00AF0A23">
        <w:t>s</w:t>
      </w:r>
      <w:r w:rsidRPr="00AF0A23">
        <w:t>tonnades…</w:t>
      </w:r>
    </w:p>
    <w:p w14:paraId="059C3B85" w14:textId="77777777" w:rsidR="00905145" w:rsidRPr="00AF0A23" w:rsidRDefault="00905145" w:rsidP="00905145">
      <w:pPr>
        <w:ind w:firstLine="0"/>
        <w:jc w:val="center"/>
      </w:pPr>
      <w:r w:rsidRPr="00AF0A23">
        <w:t>MOLIÈRE</w:t>
      </w:r>
    </w:p>
    <w:p w14:paraId="55A40D58" w14:textId="77777777" w:rsidR="00905145" w:rsidRPr="00AF0A23" w:rsidRDefault="00905145" w:rsidP="00905145">
      <w:r w:rsidRPr="00AF0A23">
        <w:t>Que m’importent les bastonnades. Je dois à mon métier d’acteur la moitié du talent que l’on veut bien me reconnaître quand j’écris. C’est mon métier d’acteur qui m’enseigne, mo</w:t>
      </w:r>
      <w:r w:rsidRPr="00AF0A23">
        <w:t>n</w:t>
      </w:r>
      <w:r w:rsidRPr="00AF0A23">
        <w:t>sieur, les secrets du théâtre. Et puis, vais-je priver messieurs mes confrères du plaisir qu’ils éprouvent à pr</w:t>
      </w:r>
      <w:r w:rsidRPr="00AF0A23">
        <w:t>o</w:t>
      </w:r>
      <w:r w:rsidRPr="00AF0A23">
        <w:t>clamer que, si je ne jouais pas mes pièces, elles sembleraient bien moins bonnes ?</w:t>
      </w:r>
    </w:p>
    <w:p w14:paraId="11A0D35F" w14:textId="77777777" w:rsidR="00905145" w:rsidRPr="00AF0A23" w:rsidRDefault="00905145" w:rsidP="00905145">
      <w:pPr>
        <w:ind w:firstLine="0"/>
        <w:jc w:val="center"/>
      </w:pPr>
      <w:r w:rsidRPr="00AF0A23">
        <w:t>BOILEAU</w:t>
      </w:r>
    </w:p>
    <w:p w14:paraId="61D9944A" w14:textId="77777777" w:rsidR="00905145" w:rsidRPr="00AF0A23" w:rsidRDefault="00905145" w:rsidP="00905145">
      <w:r w:rsidRPr="00AF0A23">
        <w:t>Plaisantez, mon ami, mais considérez bien que si vous ne les jouiez pas vous-mêmes, vous seriez à l’Académie !</w:t>
      </w:r>
    </w:p>
    <w:p w14:paraId="731ABE3C" w14:textId="77777777" w:rsidR="00905145" w:rsidRPr="00AF0A23" w:rsidRDefault="00905145" w:rsidP="00905145">
      <w:pPr>
        <w:ind w:firstLine="0"/>
        <w:jc w:val="center"/>
      </w:pPr>
      <w:r w:rsidRPr="00AF0A23">
        <w:lastRenderedPageBreak/>
        <w:t xml:space="preserve">JEAN DE </w:t>
      </w:r>
      <w:smartTag w:uri="urn:schemas-microsoft-com:office:smarttags" w:element="PersonName">
        <w:smartTagPr>
          <w:attr w:name="ProductID" w:val="LA FONTAINE"/>
        </w:smartTagPr>
        <w:r w:rsidRPr="00AF0A23">
          <w:t>LA FONTAINE</w:t>
        </w:r>
      </w:smartTag>
    </w:p>
    <w:p w14:paraId="6400FE74" w14:textId="77777777" w:rsidR="00905145" w:rsidRPr="00AF0A23" w:rsidRDefault="00905145" w:rsidP="00905145">
      <w:r w:rsidRPr="00AF0A23">
        <w:t>Hum…</w:t>
      </w:r>
    </w:p>
    <w:p w14:paraId="152E8F52" w14:textId="77777777" w:rsidR="00905145" w:rsidRPr="00AF0A23" w:rsidRDefault="00905145" w:rsidP="00905145">
      <w:pPr>
        <w:ind w:firstLine="0"/>
        <w:jc w:val="center"/>
      </w:pPr>
      <w:r w:rsidRPr="00AF0A23">
        <w:t>BOILEAU</w:t>
      </w:r>
    </w:p>
    <w:p w14:paraId="363CF4D6" w14:textId="77777777" w:rsidR="00905145" w:rsidRPr="00AF0A23" w:rsidRDefault="00905145" w:rsidP="00905145">
      <w:r w:rsidRPr="00AF0A23">
        <w:t>Vous ne croyez pas ?</w:t>
      </w:r>
    </w:p>
    <w:p w14:paraId="5B898A7C"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4692A198" w14:textId="77777777" w:rsidR="00905145" w:rsidRPr="00AF0A23" w:rsidRDefault="00905145" w:rsidP="00905145">
      <w:r w:rsidRPr="00AF0A23">
        <w:t>Ah ! mais non par exemple. Et nous ne verrons pas de s</w:t>
      </w:r>
      <w:r w:rsidRPr="00AF0A23">
        <w:t>i</w:t>
      </w:r>
      <w:r w:rsidRPr="00AF0A23">
        <w:t>tôt un auteur comique à l’Académie.</w:t>
      </w:r>
    </w:p>
    <w:p w14:paraId="024E294D" w14:textId="77777777" w:rsidR="00905145" w:rsidRPr="00AF0A23" w:rsidRDefault="00905145" w:rsidP="00905145">
      <w:pPr>
        <w:ind w:firstLine="0"/>
        <w:jc w:val="center"/>
      </w:pPr>
      <w:r w:rsidRPr="00AF0A23">
        <w:t>BOILEAU</w:t>
      </w:r>
    </w:p>
    <w:p w14:paraId="0B9323BA" w14:textId="77777777" w:rsidR="00905145" w:rsidRPr="00AF0A23" w:rsidRDefault="00905145" w:rsidP="00905145">
      <w:r w:rsidRPr="00AF0A23">
        <w:t>Si le Roi le vo</w:t>
      </w:r>
      <w:r w:rsidRPr="00AF0A23">
        <w:t>u</w:t>
      </w:r>
      <w:r w:rsidRPr="00AF0A23">
        <w:t>lait…</w:t>
      </w:r>
    </w:p>
    <w:p w14:paraId="26CE4541"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52439F4D" w14:textId="77777777" w:rsidR="00905145" w:rsidRPr="00AF0A23" w:rsidRDefault="00905145" w:rsidP="00905145">
      <w:r w:rsidRPr="00AF0A23">
        <w:t>Ffff…</w:t>
      </w:r>
    </w:p>
    <w:p w14:paraId="07432F9F" w14:textId="77777777" w:rsidR="00905145" w:rsidRPr="00AF0A23" w:rsidRDefault="00905145" w:rsidP="00905145">
      <w:pPr>
        <w:ind w:firstLine="0"/>
        <w:jc w:val="center"/>
      </w:pPr>
      <w:r w:rsidRPr="00AF0A23">
        <w:t>BOILEAU</w:t>
      </w:r>
    </w:p>
    <w:p w14:paraId="37868C14" w14:textId="77777777" w:rsidR="00905145" w:rsidRPr="00AF0A23" w:rsidRDefault="00905145" w:rsidP="00905145">
      <w:r w:rsidRPr="00AF0A23">
        <w:t>Le Roi peut ce qu’il veut.</w:t>
      </w:r>
    </w:p>
    <w:p w14:paraId="3FB8A046"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28E9826F" w14:textId="77777777" w:rsidR="00905145" w:rsidRPr="00AF0A23" w:rsidRDefault="00905145" w:rsidP="00905145">
      <w:r w:rsidRPr="00AF0A23">
        <w:t xml:space="preserve">Pas contre le clergé. Quand on a fait </w:t>
      </w:r>
      <w:r w:rsidRPr="00AF0A23">
        <w:rPr>
          <w:i/>
          <w:iCs/>
        </w:rPr>
        <w:t xml:space="preserve">Tartuffe… </w:t>
      </w:r>
      <w:r w:rsidRPr="00AF0A23">
        <w:t xml:space="preserve">D’abord, quand on a fait </w:t>
      </w:r>
      <w:r w:rsidRPr="00AF0A23">
        <w:rPr>
          <w:i/>
          <w:iCs/>
        </w:rPr>
        <w:t xml:space="preserve">Tartuffe, Andromaque </w:t>
      </w:r>
      <w:r w:rsidRPr="00AF0A23">
        <w:t xml:space="preserve">ou </w:t>
      </w:r>
      <w:r w:rsidRPr="00AF0A23">
        <w:rPr>
          <w:i/>
          <w:iCs/>
        </w:rPr>
        <w:t xml:space="preserve">le Cid… </w:t>
      </w:r>
      <w:r w:rsidRPr="00AF0A23">
        <w:t>on est réco</w:t>
      </w:r>
      <w:r w:rsidRPr="00AF0A23">
        <w:t>m</w:t>
      </w:r>
      <w:r w:rsidRPr="00AF0A23">
        <w:t>pensé.</w:t>
      </w:r>
    </w:p>
    <w:p w14:paraId="213DB079" w14:textId="77777777" w:rsidR="00905145" w:rsidRPr="00AF0A23" w:rsidRDefault="00905145" w:rsidP="00905145">
      <w:pPr>
        <w:ind w:firstLine="0"/>
        <w:jc w:val="center"/>
      </w:pPr>
      <w:r w:rsidRPr="00AF0A23">
        <w:t>BOILEAU</w:t>
      </w:r>
    </w:p>
    <w:p w14:paraId="56A7C4C2" w14:textId="77777777" w:rsidR="00905145" w:rsidRPr="00AF0A23" w:rsidRDefault="00905145" w:rsidP="00905145">
      <w:r w:rsidRPr="00AF0A23">
        <w:t>Eh ! quoi, vous méprisez les ho</w:t>
      </w:r>
      <w:r w:rsidRPr="00AF0A23">
        <w:t>n</w:t>
      </w:r>
      <w:r w:rsidRPr="00AF0A23">
        <w:t>neurs à ce point ?</w:t>
      </w:r>
    </w:p>
    <w:p w14:paraId="7D342628"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54A8CB02" w14:textId="77777777" w:rsidR="00905145" w:rsidRPr="00AF0A23" w:rsidRDefault="00905145" w:rsidP="00905145">
      <w:r w:rsidRPr="00AF0A23">
        <w:t>Je les méprise un peu.</w:t>
      </w:r>
    </w:p>
    <w:p w14:paraId="6A80FCF1" w14:textId="77777777" w:rsidR="00905145" w:rsidRPr="00AF0A23" w:rsidRDefault="00905145" w:rsidP="00905145">
      <w:pPr>
        <w:ind w:firstLine="0"/>
        <w:jc w:val="center"/>
      </w:pPr>
      <w:r w:rsidRPr="00AF0A23">
        <w:t>BOILEAU</w:t>
      </w:r>
    </w:p>
    <w:p w14:paraId="717494FF" w14:textId="77777777" w:rsidR="00905145" w:rsidRPr="00AF0A23" w:rsidRDefault="00905145" w:rsidP="00905145">
      <w:r w:rsidRPr="00AF0A23">
        <w:lastRenderedPageBreak/>
        <w:t>Quand c’est le plus grand Roi du monde qui les donne ?</w:t>
      </w:r>
    </w:p>
    <w:p w14:paraId="2084E69C"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258FBEC6" w14:textId="77777777" w:rsidR="00905145" w:rsidRPr="00AF0A23" w:rsidRDefault="00905145" w:rsidP="00905145">
      <w:r w:rsidRPr="00AF0A23">
        <w:t>Le plus grand Roi du monde à l’égard des poètes…</w:t>
      </w:r>
    </w:p>
    <w:p w14:paraId="16966C14" w14:textId="77777777" w:rsidR="00905145" w:rsidRPr="00D43C35" w:rsidRDefault="00905145" w:rsidP="00905145">
      <w:pPr>
        <w:pStyle w:val="NormalRetraitGauche4XIndent0"/>
        <w:rPr>
          <w:i/>
          <w:iCs/>
        </w:rPr>
      </w:pPr>
      <w:r w:rsidRPr="00D43C35">
        <w:rPr>
          <w:i/>
          <w:iCs/>
        </w:rPr>
        <w:t>Et devant la surprise de Racine et de Bo</w:t>
      </w:r>
      <w:r w:rsidRPr="00D43C35">
        <w:rPr>
          <w:i/>
          <w:iCs/>
        </w:rPr>
        <w:t>i</w:t>
      </w:r>
      <w:r w:rsidRPr="00D43C35">
        <w:rPr>
          <w:i/>
          <w:iCs/>
        </w:rPr>
        <w:t>leau, il ajoute.</w:t>
      </w:r>
    </w:p>
    <w:p w14:paraId="23BCECF2" w14:textId="77777777" w:rsidR="00905145" w:rsidRPr="00AF0A23" w:rsidRDefault="00905145" w:rsidP="00905145">
      <w:r w:rsidRPr="00AF0A23">
        <w:t>Avez-vous pris connaissance de la dernière liste des pe</w:t>
      </w:r>
      <w:r w:rsidRPr="00AF0A23">
        <w:t>n</w:t>
      </w:r>
      <w:r w:rsidRPr="00AF0A23">
        <w:t xml:space="preserve">sions accordées par Sa Majesté ? Elle a paru ce soir. Et j’y vois : </w:t>
      </w:r>
      <w:r w:rsidRPr="00AF0A23">
        <w:rPr>
          <w:i/>
          <w:iCs/>
        </w:rPr>
        <w:t>Au sieur Chap</w:t>
      </w:r>
      <w:r w:rsidRPr="00AF0A23">
        <w:rPr>
          <w:i/>
          <w:iCs/>
        </w:rPr>
        <w:t>e</w:t>
      </w:r>
      <w:r w:rsidRPr="00AF0A23">
        <w:rPr>
          <w:i/>
          <w:iCs/>
        </w:rPr>
        <w:t>lain, le plus grand poète français qui ait jamais été : trois mille livres ; au sieur Molière, excellent poète c</w:t>
      </w:r>
      <w:r w:rsidRPr="00AF0A23">
        <w:rPr>
          <w:i/>
          <w:iCs/>
        </w:rPr>
        <w:t>o</w:t>
      </w:r>
      <w:r w:rsidRPr="00AF0A23">
        <w:rPr>
          <w:i/>
          <w:iCs/>
        </w:rPr>
        <w:t xml:space="preserve">mique : mille livres… ! </w:t>
      </w:r>
      <w:r w:rsidRPr="00AF0A23">
        <w:t>J’aime beaucoup Chapelain et je suis prêt à répéter que celui qui prit le soleil pour emblème est le plus grand roi du monde, mais vous ne m’empêcherez pas de penser que si nous faisions entrer T</w:t>
      </w:r>
      <w:r w:rsidRPr="00AF0A23">
        <w:t>u</w:t>
      </w:r>
      <w:r w:rsidRPr="00AF0A23">
        <w:t>renne et Colbert à l’instant, nous formerions alors un groupe, un groupe harmonieux que peindrait à merveille Mignard ou Lebrun et qu’on pourrait int</w:t>
      </w:r>
      <w:r w:rsidRPr="00AF0A23">
        <w:t>i</w:t>
      </w:r>
      <w:r w:rsidRPr="00AF0A23">
        <w:t>tuler…</w:t>
      </w:r>
    </w:p>
    <w:p w14:paraId="21DAC3CD" w14:textId="77777777" w:rsidR="00905145" w:rsidRPr="00AF0A23" w:rsidRDefault="00905145" w:rsidP="00905145">
      <w:pPr>
        <w:ind w:firstLine="0"/>
        <w:jc w:val="center"/>
      </w:pPr>
      <w:r w:rsidRPr="00AF0A23">
        <w:t>MOLIÈRE</w:t>
      </w:r>
    </w:p>
    <w:p w14:paraId="609658AD" w14:textId="77777777" w:rsidR="00905145" w:rsidRPr="00AF0A23" w:rsidRDefault="00905145" w:rsidP="00905145">
      <w:r w:rsidRPr="00AF0A23">
        <w:t>Portrait de Louis XIV !</w:t>
      </w:r>
    </w:p>
    <w:p w14:paraId="02D4D073" w14:textId="77777777" w:rsidR="00905145" w:rsidRPr="00AF0A23" w:rsidRDefault="00905145" w:rsidP="00905145">
      <w:pPr>
        <w:ind w:firstLine="0"/>
        <w:jc w:val="center"/>
      </w:pPr>
      <w:r w:rsidRPr="00AF0A23">
        <w:t xml:space="preserve">JEAN DE </w:t>
      </w:r>
      <w:smartTag w:uri="urn:schemas-microsoft-com:office:smarttags" w:element="PersonName">
        <w:smartTagPr>
          <w:attr w:name="ProductID" w:val="LA FONTAINE"/>
        </w:smartTagPr>
        <w:r w:rsidRPr="00AF0A23">
          <w:t>LA FONTAINE</w:t>
        </w:r>
      </w:smartTag>
    </w:p>
    <w:p w14:paraId="394D78F6" w14:textId="77777777" w:rsidR="00905145" w:rsidRPr="00AF0A23" w:rsidRDefault="00905145" w:rsidP="00905145">
      <w:r w:rsidRPr="00AF0A23">
        <w:t>Voilà. Car entre nous, je crois bien que c’est nous, Louis XIV ! Allons le voir danser.</w:t>
      </w:r>
    </w:p>
    <w:p w14:paraId="6C263D26" w14:textId="77777777" w:rsidR="00905145" w:rsidRPr="00AF0A23" w:rsidRDefault="00905145" w:rsidP="00905145">
      <w:pPr>
        <w:rPr>
          <w:i/>
          <w:iCs/>
        </w:rPr>
      </w:pPr>
      <w:r w:rsidRPr="00AF0A23">
        <w:rPr>
          <w:i/>
          <w:iCs/>
        </w:rPr>
        <w:t>Le rideau qui s’était fermé sur Georges Dandin se rouvre alors et l’on assiste au divertiss</w:t>
      </w:r>
      <w:r w:rsidRPr="00AF0A23">
        <w:rPr>
          <w:i/>
          <w:iCs/>
        </w:rPr>
        <w:t>e</w:t>
      </w:r>
      <w:r w:rsidRPr="00AF0A23">
        <w:rPr>
          <w:i/>
          <w:iCs/>
        </w:rPr>
        <w:t>ment de Lulli, au cours duquel chante Armande Béjart et danse Louis XIV avec sa cour. Puis, un chœur final.</w:t>
      </w:r>
    </w:p>
    <w:p w14:paraId="1204CC19" w14:textId="77777777" w:rsidR="00905145" w:rsidRPr="00AF0A23" w:rsidRDefault="00905145" w:rsidP="00905145"/>
    <w:p w14:paraId="5D16A722" w14:textId="77777777" w:rsidR="00905145" w:rsidRPr="00AF0A23" w:rsidRDefault="00905145" w:rsidP="00905145">
      <w:pPr>
        <w:pStyle w:val="Titre1"/>
      </w:pPr>
      <w:bookmarkStart w:id="10" w:name="_Toc195622096"/>
      <w:r w:rsidRPr="00AF0A23">
        <w:lastRenderedPageBreak/>
        <w:t>LOUIS XIV ET MADAME DE MAINTENON</w:t>
      </w:r>
      <w:bookmarkEnd w:id="10"/>
    </w:p>
    <w:p w14:paraId="4916AB34" w14:textId="77777777" w:rsidR="00905145" w:rsidRPr="00AF0A23" w:rsidRDefault="00905145" w:rsidP="00905145">
      <w:pPr>
        <w:rPr>
          <w:i/>
          <w:iCs/>
        </w:rPr>
      </w:pPr>
      <w:r w:rsidRPr="00AF0A23">
        <w:rPr>
          <w:i/>
          <w:iCs/>
        </w:rPr>
        <w:t>Le décor repr</w:t>
      </w:r>
      <w:r w:rsidRPr="00AF0A23">
        <w:rPr>
          <w:i/>
          <w:iCs/>
        </w:rPr>
        <w:t>é</w:t>
      </w:r>
      <w:r w:rsidRPr="00AF0A23">
        <w:rPr>
          <w:i/>
          <w:iCs/>
        </w:rPr>
        <w:t>sente la chambre du roi Louis XIV. Au fond, et au centre, est une grande chem</w:t>
      </w:r>
      <w:r w:rsidRPr="00AF0A23">
        <w:rPr>
          <w:i/>
          <w:iCs/>
        </w:rPr>
        <w:t>i</w:t>
      </w:r>
      <w:r w:rsidRPr="00AF0A23">
        <w:rPr>
          <w:i/>
          <w:iCs/>
        </w:rPr>
        <w:t>née. D’un côté le Roi est assis – il porte sa perruque et il est revêtu de sa robe de chambre doublée d’hermine. De l’autre côté, M</w:t>
      </w:r>
      <w:r w:rsidRPr="00AF0A23">
        <w:rPr>
          <w:i/>
          <w:iCs/>
          <w:vertAlign w:val="superscript"/>
        </w:rPr>
        <w:t>me</w:t>
      </w:r>
      <w:r w:rsidRPr="00AF0A23">
        <w:rPr>
          <w:i/>
          <w:iCs/>
        </w:rPr>
        <w:t> de Maintenon est a</w:t>
      </w:r>
      <w:r w:rsidRPr="00AF0A23">
        <w:rPr>
          <w:i/>
          <w:iCs/>
        </w:rPr>
        <w:t>s</w:t>
      </w:r>
      <w:r w:rsidRPr="00AF0A23">
        <w:rPr>
          <w:i/>
          <w:iCs/>
        </w:rPr>
        <w:t>sise, elle aussi. Sa robe est noire et elle porte un fichu de de</w:t>
      </w:r>
      <w:r w:rsidRPr="00AF0A23">
        <w:rPr>
          <w:i/>
          <w:iCs/>
        </w:rPr>
        <w:t>n</w:t>
      </w:r>
      <w:r w:rsidRPr="00AF0A23">
        <w:rPr>
          <w:i/>
          <w:iCs/>
        </w:rPr>
        <w:t>telle. Elle brode et le Roi écrit.</w:t>
      </w:r>
    </w:p>
    <w:p w14:paraId="05B2BA4B" w14:textId="77777777" w:rsidR="00905145" w:rsidRDefault="00905145" w:rsidP="00905145">
      <w:pPr>
        <w:ind w:firstLine="0"/>
        <w:jc w:val="center"/>
      </w:pPr>
    </w:p>
    <w:p w14:paraId="34A17EE7" w14:textId="77777777" w:rsidR="00905145" w:rsidRPr="00AF0A23" w:rsidRDefault="00905145" w:rsidP="00905145">
      <w:pPr>
        <w:ind w:firstLine="0"/>
        <w:jc w:val="center"/>
      </w:pPr>
      <w:r w:rsidRPr="00AF0A23">
        <w:t>LE ROI</w:t>
      </w:r>
    </w:p>
    <w:p w14:paraId="328E2B7A" w14:textId="77777777" w:rsidR="00905145" w:rsidRPr="00AF0A23" w:rsidRDefault="00905145" w:rsidP="00905145">
      <w:r w:rsidRPr="00AF0A23">
        <w:t>Cessez de vous fro</w:t>
      </w:r>
      <w:r w:rsidRPr="00AF0A23">
        <w:t>t</w:t>
      </w:r>
      <w:r w:rsidRPr="00AF0A23">
        <w:t>ter, Madame, de la sorte.</w:t>
      </w:r>
    </w:p>
    <w:p w14:paraId="1326ACB5" w14:textId="77777777" w:rsidR="00905145" w:rsidRPr="00D43C35" w:rsidRDefault="00905145" w:rsidP="00905145">
      <w:pPr>
        <w:pStyle w:val="NormalRetraitGauche4XIndent0"/>
        <w:rPr>
          <w:i/>
          <w:iCs/>
        </w:rPr>
      </w:pPr>
      <w:r w:rsidRPr="00D43C35">
        <w:rPr>
          <w:i/>
          <w:iCs/>
        </w:rPr>
        <w:t>Elle se frictio</w:t>
      </w:r>
      <w:r w:rsidRPr="00D43C35">
        <w:rPr>
          <w:i/>
          <w:iCs/>
        </w:rPr>
        <w:t>n</w:t>
      </w:r>
      <w:r w:rsidRPr="00D43C35">
        <w:rPr>
          <w:i/>
          <w:iCs/>
        </w:rPr>
        <w:t>nait en effet l’épaule.</w:t>
      </w:r>
    </w:p>
    <w:p w14:paraId="4DBC56DF" w14:textId="77777777" w:rsidR="00905145" w:rsidRPr="00AF0A23" w:rsidRDefault="00905145" w:rsidP="00905145">
      <w:pPr>
        <w:ind w:firstLine="0"/>
        <w:jc w:val="center"/>
      </w:pPr>
      <w:r w:rsidRPr="00AF0A23">
        <w:t>MADAME DE MAINTENON</w:t>
      </w:r>
    </w:p>
    <w:p w14:paraId="4D5D8EEA" w14:textId="77777777" w:rsidR="00905145" w:rsidRPr="00AF0A23" w:rsidRDefault="00905145" w:rsidP="00905145">
      <w:r w:rsidRPr="00AF0A23">
        <w:t>Je ne me frotte pas, Sire, j’essaie de souffrir moins d’un rhum</w:t>
      </w:r>
      <w:r w:rsidRPr="00AF0A23">
        <w:t>a</w:t>
      </w:r>
      <w:r w:rsidRPr="00AF0A23">
        <w:t>tisme affreux.</w:t>
      </w:r>
    </w:p>
    <w:p w14:paraId="1940820C" w14:textId="77777777" w:rsidR="00905145" w:rsidRPr="00AF0A23" w:rsidRDefault="00905145" w:rsidP="00905145">
      <w:pPr>
        <w:ind w:firstLine="0"/>
        <w:jc w:val="center"/>
      </w:pPr>
      <w:r w:rsidRPr="00AF0A23">
        <w:t>LE ROI</w:t>
      </w:r>
    </w:p>
    <w:p w14:paraId="5AC9D46F" w14:textId="77777777" w:rsidR="00905145" w:rsidRPr="00AF0A23" w:rsidRDefault="00905145" w:rsidP="00905145">
      <w:r w:rsidRPr="00AF0A23">
        <w:t>J’aimerais que vous fussiez malade moins souvent.</w:t>
      </w:r>
    </w:p>
    <w:p w14:paraId="0BE78A82" w14:textId="77777777" w:rsidR="00905145" w:rsidRPr="00AF0A23" w:rsidRDefault="00905145" w:rsidP="00905145">
      <w:pPr>
        <w:ind w:firstLine="0"/>
        <w:jc w:val="center"/>
      </w:pPr>
      <w:r w:rsidRPr="00AF0A23">
        <w:t>MADAME DE MAINTENON</w:t>
      </w:r>
    </w:p>
    <w:p w14:paraId="4CB94B15" w14:textId="77777777" w:rsidR="00905145" w:rsidRPr="00AF0A23" w:rsidRDefault="00905145" w:rsidP="00905145">
      <w:r w:rsidRPr="00AF0A23">
        <w:t>Je ne le sais que trop – et je n’ignore pas que Votre Maje</w:t>
      </w:r>
      <w:r w:rsidRPr="00AF0A23">
        <w:t>s</w:t>
      </w:r>
      <w:r w:rsidRPr="00AF0A23">
        <w:t>té considère comme autant d’injures perso</w:t>
      </w:r>
      <w:r w:rsidRPr="00AF0A23">
        <w:t>n</w:t>
      </w:r>
      <w:r w:rsidRPr="00AF0A23">
        <w:t>nelles les maux et les chagrins dont peuvent être atteints tous ceux qui vous ento</w:t>
      </w:r>
      <w:r w:rsidRPr="00AF0A23">
        <w:t>u</w:t>
      </w:r>
      <w:r w:rsidRPr="00AF0A23">
        <w:t>rent. À vous entendre, Sire, il n’y a que grandeur, magnificence, et symétrie – et nous devons souffrir les vents-coulis des po</w:t>
      </w:r>
      <w:r w:rsidRPr="00AF0A23">
        <w:t>r</w:t>
      </w:r>
      <w:r w:rsidRPr="00AF0A23">
        <w:t>tes, pourvu que ce</w:t>
      </w:r>
      <w:r w:rsidRPr="00AF0A23">
        <w:t>l</w:t>
      </w:r>
      <w:r w:rsidRPr="00AF0A23">
        <w:t>les-ci soient vis-à-vis les unes des autres. Auprès de Votre M</w:t>
      </w:r>
      <w:r w:rsidRPr="00AF0A23">
        <w:t>a</w:t>
      </w:r>
      <w:r w:rsidRPr="00AF0A23">
        <w:t>jesté, il faut périr en symétrie !</w:t>
      </w:r>
    </w:p>
    <w:p w14:paraId="7B8244C2" w14:textId="77777777" w:rsidR="00905145" w:rsidRPr="00AF0A23" w:rsidRDefault="00905145" w:rsidP="00905145">
      <w:pPr>
        <w:ind w:firstLine="0"/>
        <w:jc w:val="center"/>
      </w:pPr>
      <w:r w:rsidRPr="00AF0A23">
        <w:t>LE ROI</w:t>
      </w:r>
    </w:p>
    <w:p w14:paraId="4F94C867" w14:textId="77777777" w:rsidR="00905145" w:rsidRPr="00AF0A23" w:rsidRDefault="00905145" w:rsidP="00905145">
      <w:r w:rsidRPr="00AF0A23">
        <w:lastRenderedPageBreak/>
        <w:t xml:space="preserve">Vous regardez tout par le gros bout de la lorgnette – et vous vous souciez moins de la grandeur de </w:t>
      </w:r>
      <w:smartTag w:uri="urn:schemas-microsoft-com:office:smarttags" w:element="PersonName">
        <w:smartTagPr>
          <w:attr w:name="ProductID" w:val="la France"/>
        </w:smartTagPr>
        <w:r w:rsidRPr="00AF0A23">
          <w:t>la France</w:t>
        </w:r>
      </w:smartTag>
      <w:r w:rsidRPr="00AF0A23">
        <w:t xml:space="preserve"> que de ce</w:t>
      </w:r>
      <w:r w:rsidRPr="00AF0A23">
        <w:t>r</w:t>
      </w:r>
      <w:r w:rsidRPr="00AF0A23">
        <w:t>tains détails domestiques dont la bassesse, hélas ! ne vous app</w:t>
      </w:r>
      <w:r w:rsidRPr="00AF0A23">
        <w:t>a</w:t>
      </w:r>
      <w:r w:rsidRPr="00AF0A23">
        <w:t>raît pas.</w:t>
      </w:r>
    </w:p>
    <w:p w14:paraId="19D8F010" w14:textId="77777777" w:rsidR="00905145" w:rsidRPr="00AF0A23" w:rsidRDefault="00905145" w:rsidP="00905145">
      <w:pPr>
        <w:ind w:firstLine="0"/>
        <w:jc w:val="center"/>
      </w:pPr>
      <w:r w:rsidRPr="00AF0A23">
        <w:t>MADAME DE MAINTENON</w:t>
      </w:r>
    </w:p>
    <w:p w14:paraId="327E44B8" w14:textId="77777777" w:rsidR="00905145" w:rsidRPr="00AF0A23" w:rsidRDefault="00905145" w:rsidP="00905145">
      <w:r w:rsidRPr="00AF0A23">
        <w:t>Que me repr</w:t>
      </w:r>
      <w:r w:rsidRPr="00AF0A23">
        <w:t>o</w:t>
      </w:r>
      <w:r w:rsidRPr="00AF0A23">
        <w:t>chez-vous ?</w:t>
      </w:r>
    </w:p>
    <w:p w14:paraId="311F1572" w14:textId="77777777" w:rsidR="00905145" w:rsidRPr="00AF0A23" w:rsidRDefault="00905145" w:rsidP="00905145">
      <w:pPr>
        <w:ind w:firstLine="0"/>
        <w:jc w:val="center"/>
      </w:pPr>
      <w:r w:rsidRPr="00AF0A23">
        <w:t>LE ROI</w:t>
      </w:r>
    </w:p>
    <w:p w14:paraId="10867EA6" w14:textId="77777777" w:rsidR="00905145" w:rsidRPr="00AF0A23" w:rsidRDefault="00905145" w:rsidP="00905145">
      <w:r w:rsidRPr="00AF0A23">
        <w:t>Je ne vous reproche rien, mais je me mords les doigts de vous avoir épousée, car il est malséant que vous soyez ma femme.</w:t>
      </w:r>
    </w:p>
    <w:p w14:paraId="12B55DAE" w14:textId="77777777" w:rsidR="00905145" w:rsidRPr="00AF0A23" w:rsidRDefault="00905145" w:rsidP="00905145">
      <w:pPr>
        <w:ind w:firstLine="0"/>
        <w:jc w:val="center"/>
      </w:pPr>
      <w:r w:rsidRPr="00AF0A23">
        <w:t>MADAME DE MAINTENON</w:t>
      </w:r>
    </w:p>
    <w:p w14:paraId="52D7989A" w14:textId="77777777" w:rsidR="00905145" w:rsidRPr="00AF0A23" w:rsidRDefault="00905145" w:rsidP="00905145">
      <w:r w:rsidRPr="00AF0A23">
        <w:t>Vous l’avez c</w:t>
      </w:r>
      <w:r w:rsidRPr="00AF0A23">
        <w:t>e</w:t>
      </w:r>
      <w:r w:rsidRPr="00AF0A23">
        <w:t>pendant voulu.</w:t>
      </w:r>
    </w:p>
    <w:p w14:paraId="34063538" w14:textId="77777777" w:rsidR="00905145" w:rsidRPr="00AF0A23" w:rsidRDefault="00905145" w:rsidP="00905145">
      <w:pPr>
        <w:ind w:firstLine="0"/>
        <w:jc w:val="center"/>
      </w:pPr>
      <w:r w:rsidRPr="00AF0A23">
        <w:t>LE ROI</w:t>
      </w:r>
    </w:p>
    <w:p w14:paraId="6D34870C" w14:textId="77777777" w:rsidR="00905145" w:rsidRPr="00AF0A23" w:rsidRDefault="00905145" w:rsidP="00905145">
      <w:r w:rsidRPr="00AF0A23">
        <w:t>Je n’ai pas eu raison. Et d’autant moins, que non contente d’être ma femme, vous allez jusqu’à considérer que je suis, moi, votre mari. Et c’est ainsi que nous formons un ménage bou</w:t>
      </w:r>
      <w:r w:rsidRPr="00AF0A23">
        <w:t>r</w:t>
      </w:r>
      <w:r w:rsidRPr="00AF0A23">
        <w:t>geois qui n’est pas en accord avec la majesté des choses qui m’entourent.</w:t>
      </w:r>
    </w:p>
    <w:p w14:paraId="132DD22B" w14:textId="77777777" w:rsidR="00905145" w:rsidRPr="00AF0A23" w:rsidRDefault="00905145" w:rsidP="00905145">
      <w:pPr>
        <w:ind w:firstLine="0"/>
        <w:jc w:val="center"/>
      </w:pPr>
      <w:r w:rsidRPr="00AF0A23">
        <w:t>MADAME DE MAINTENON</w:t>
      </w:r>
    </w:p>
    <w:p w14:paraId="5FE48A5E" w14:textId="77777777" w:rsidR="00905145" w:rsidRPr="00AF0A23" w:rsidRDefault="00905145" w:rsidP="00905145">
      <w:r w:rsidRPr="00AF0A23">
        <w:t>Dois-je me ret</w:t>
      </w:r>
      <w:r w:rsidRPr="00AF0A23">
        <w:t>i</w:t>
      </w:r>
      <w:r w:rsidRPr="00AF0A23">
        <w:t>rer ?</w:t>
      </w:r>
    </w:p>
    <w:p w14:paraId="5D9D34AE" w14:textId="77777777" w:rsidR="00905145" w:rsidRPr="00AF0A23" w:rsidRDefault="00905145" w:rsidP="00905145">
      <w:pPr>
        <w:ind w:firstLine="0"/>
        <w:jc w:val="center"/>
      </w:pPr>
      <w:r w:rsidRPr="00AF0A23">
        <w:t>LE ROI</w:t>
      </w:r>
    </w:p>
    <w:p w14:paraId="72FACCB4" w14:textId="77777777" w:rsidR="00905145" w:rsidRPr="00AF0A23" w:rsidRDefault="00905145" w:rsidP="00905145">
      <w:r w:rsidRPr="00AF0A23">
        <w:t>Il est trop tard, Madame. Et puis, v</w:t>
      </w:r>
      <w:r w:rsidRPr="00AF0A23">
        <w:t>o</w:t>
      </w:r>
      <w:r w:rsidRPr="00AF0A23">
        <w:t>tre amitié pour moi, si vive et profonde, n’aurait pas mérité ce châtiment cruel.</w:t>
      </w:r>
    </w:p>
    <w:p w14:paraId="1A8BF8E6" w14:textId="77777777" w:rsidR="00905145" w:rsidRPr="00D43C35" w:rsidRDefault="00905145" w:rsidP="00905145">
      <w:pPr>
        <w:pStyle w:val="NormalRetraitGauche4XIndent0"/>
        <w:rPr>
          <w:i/>
          <w:iCs/>
        </w:rPr>
      </w:pPr>
      <w:r w:rsidRPr="00D43C35">
        <w:rPr>
          <w:i/>
          <w:iCs/>
        </w:rPr>
        <w:t>Le Roi écrit. Un temps.</w:t>
      </w:r>
    </w:p>
    <w:p w14:paraId="06D84B6D" w14:textId="77777777" w:rsidR="00905145" w:rsidRPr="00AF0A23" w:rsidRDefault="00905145" w:rsidP="00905145">
      <w:r w:rsidRPr="00AF0A23">
        <w:t>Vous ne me co</w:t>
      </w:r>
      <w:r w:rsidRPr="00AF0A23">
        <w:t>m</w:t>
      </w:r>
      <w:r w:rsidRPr="00AF0A23">
        <w:t>prenez pas, Madame.</w:t>
      </w:r>
    </w:p>
    <w:p w14:paraId="32D24D18" w14:textId="77777777" w:rsidR="00905145" w:rsidRPr="00AF0A23" w:rsidRDefault="00905145" w:rsidP="00905145">
      <w:pPr>
        <w:ind w:firstLine="0"/>
        <w:jc w:val="center"/>
      </w:pPr>
      <w:r w:rsidRPr="00AF0A23">
        <w:lastRenderedPageBreak/>
        <w:t>MADAME DE MAINTENON</w:t>
      </w:r>
    </w:p>
    <w:p w14:paraId="48E469E9" w14:textId="77777777" w:rsidR="00905145" w:rsidRPr="00AF0A23" w:rsidRDefault="00905145" w:rsidP="00905145">
      <w:r w:rsidRPr="00AF0A23">
        <w:t>Vous ne me co</w:t>
      </w:r>
      <w:r w:rsidRPr="00AF0A23">
        <w:t>m</w:t>
      </w:r>
      <w:r w:rsidRPr="00AF0A23">
        <w:t>prenez pas non plus.</w:t>
      </w:r>
    </w:p>
    <w:p w14:paraId="7DBFE176" w14:textId="77777777" w:rsidR="00905145" w:rsidRPr="00AF0A23" w:rsidRDefault="00905145" w:rsidP="00905145">
      <w:pPr>
        <w:ind w:firstLine="0"/>
        <w:jc w:val="center"/>
      </w:pPr>
      <w:r w:rsidRPr="00AF0A23">
        <w:t>LE ROI</w:t>
      </w:r>
    </w:p>
    <w:p w14:paraId="4539798E" w14:textId="77777777" w:rsidR="00905145" w:rsidRPr="00AF0A23" w:rsidRDefault="00905145" w:rsidP="00905145">
      <w:r w:rsidRPr="00AF0A23">
        <w:t>Oui – mais cela c’est moins important. Vous voilà tout e</w:t>
      </w:r>
      <w:r w:rsidRPr="00AF0A23">
        <w:t>n</w:t>
      </w:r>
      <w:r w:rsidRPr="00AF0A23">
        <w:t>tière, tenez : je vous parle de moi – vous me parlez de vous !</w:t>
      </w:r>
    </w:p>
    <w:p w14:paraId="48F92902" w14:textId="77777777" w:rsidR="00905145" w:rsidRPr="00D43C35" w:rsidRDefault="00905145" w:rsidP="00905145">
      <w:pPr>
        <w:pStyle w:val="NormalRetraitGauche4XIndent0"/>
        <w:rPr>
          <w:i/>
          <w:iCs/>
        </w:rPr>
      </w:pPr>
      <w:r w:rsidRPr="00D43C35">
        <w:rPr>
          <w:i/>
          <w:iCs/>
        </w:rPr>
        <w:t>Il se lève, va à un petit secrétaire et il en sort un cahier.</w:t>
      </w:r>
    </w:p>
    <w:p w14:paraId="19A70533" w14:textId="77777777" w:rsidR="00905145" w:rsidRPr="00AF0A23" w:rsidRDefault="00905145" w:rsidP="00905145">
      <w:r w:rsidRPr="00AF0A23">
        <w:t>J’ai retrouvé, Madame, et l’ai mis de côté pour vous le montrer ce soir, le premier modèle d’écriture qu’il m’a été do</w:t>
      </w:r>
      <w:r w:rsidRPr="00AF0A23">
        <w:t>n</w:t>
      </w:r>
      <w:r w:rsidRPr="00AF0A23">
        <w:t>né de recopier cent fois. J’avais alors cinq ans – et peut-être est-il de nature à me faire mieux co</w:t>
      </w:r>
      <w:r w:rsidRPr="00AF0A23">
        <w:t>m</w:t>
      </w:r>
      <w:r w:rsidRPr="00AF0A23">
        <w:t>prendre. Le voici :</w:t>
      </w:r>
    </w:p>
    <w:p w14:paraId="377F3657" w14:textId="77777777" w:rsidR="00905145" w:rsidRPr="00AF0A23" w:rsidRDefault="00905145" w:rsidP="00905145">
      <w:pPr>
        <w:pStyle w:val="NormalEspAvt0EspApr0"/>
      </w:pPr>
      <w:r w:rsidRPr="00AF0A23">
        <w:t>« L’hommage est dû aux Rois.</w:t>
      </w:r>
    </w:p>
    <w:p w14:paraId="26548604" w14:textId="77777777" w:rsidR="00905145" w:rsidRPr="00AF0A23" w:rsidRDefault="00905145" w:rsidP="00905145">
      <w:pPr>
        <w:pStyle w:val="NormalEspAvt0EspApr0"/>
      </w:pPr>
      <w:r w:rsidRPr="00AF0A23">
        <w:t>Ils font ce qui leur plaît. »</w:t>
      </w:r>
    </w:p>
    <w:p w14:paraId="13A61C33" w14:textId="77777777" w:rsidR="00905145" w:rsidRPr="00AF0A23" w:rsidRDefault="00905145" w:rsidP="00905145">
      <w:pPr>
        <w:pStyle w:val="NormalEspAvt0EspApr0"/>
      </w:pPr>
      <w:r w:rsidRPr="00AF0A23">
        <w:t>« L’hommage est dû aux Rois.</w:t>
      </w:r>
    </w:p>
    <w:p w14:paraId="669494B6" w14:textId="77777777" w:rsidR="00905145" w:rsidRPr="00AF0A23" w:rsidRDefault="00905145" w:rsidP="00905145">
      <w:pPr>
        <w:pStyle w:val="NormalEspAvt0EspApr0"/>
      </w:pPr>
      <w:r w:rsidRPr="00AF0A23">
        <w:t>Ils font ce qui leur plaît. »</w:t>
      </w:r>
    </w:p>
    <w:p w14:paraId="6D19EF31" w14:textId="77777777" w:rsidR="00905145" w:rsidRPr="00AF0A23" w:rsidRDefault="00905145" w:rsidP="00905145">
      <w:pPr>
        <w:pStyle w:val="NormalEspAvt0EspApr0"/>
      </w:pPr>
      <w:r w:rsidRPr="00AF0A23">
        <w:t>« L’hommage est dû aux Rois… »</w:t>
      </w:r>
    </w:p>
    <w:p w14:paraId="16FA2C48" w14:textId="77777777" w:rsidR="00905145" w:rsidRPr="00AF0A23" w:rsidRDefault="00905145" w:rsidP="00905145">
      <w:pPr>
        <w:ind w:firstLine="0"/>
        <w:jc w:val="center"/>
      </w:pPr>
      <w:r w:rsidRPr="00AF0A23">
        <w:t>MADAME DE MAINTENON</w:t>
      </w:r>
    </w:p>
    <w:p w14:paraId="168174D7" w14:textId="77777777" w:rsidR="00905145" w:rsidRPr="00AF0A23" w:rsidRDefault="00905145" w:rsidP="00905145">
      <w:r w:rsidRPr="00AF0A23">
        <w:t>Oui, et s’il vous plaisait demain de repartir en guerre…</w:t>
      </w:r>
    </w:p>
    <w:p w14:paraId="7F6C15CC" w14:textId="77777777" w:rsidR="00905145" w:rsidRPr="00AF0A23" w:rsidRDefault="00905145" w:rsidP="00905145">
      <w:pPr>
        <w:ind w:firstLine="0"/>
        <w:jc w:val="center"/>
      </w:pPr>
      <w:r w:rsidRPr="00AF0A23">
        <w:t>LE ROI</w:t>
      </w:r>
    </w:p>
    <w:p w14:paraId="708D2E10" w14:textId="77777777" w:rsidR="00905145" w:rsidRPr="00AF0A23" w:rsidRDefault="00905145" w:rsidP="00905145">
      <w:r w:rsidRPr="00AF0A23">
        <w:t>Je n’aurais de conseils à recevoir de personne.</w:t>
      </w:r>
    </w:p>
    <w:p w14:paraId="732D1EDC" w14:textId="77777777" w:rsidR="00905145" w:rsidRPr="00D43C35" w:rsidRDefault="00905145" w:rsidP="00905145">
      <w:pPr>
        <w:pStyle w:val="NormalRetraitGauche4XIndent0"/>
        <w:rPr>
          <w:i/>
          <w:iCs/>
        </w:rPr>
      </w:pPr>
      <w:r w:rsidRPr="00D43C35">
        <w:rPr>
          <w:i/>
          <w:iCs/>
        </w:rPr>
        <w:t>Le valet de chambre du roi paraît et r</w:t>
      </w:r>
      <w:r w:rsidRPr="00D43C35">
        <w:rPr>
          <w:i/>
          <w:iCs/>
        </w:rPr>
        <w:t>e</w:t>
      </w:r>
      <w:r w:rsidRPr="00D43C35">
        <w:rPr>
          <w:i/>
          <w:iCs/>
        </w:rPr>
        <w:t>met à Madame de Maintenon un pli qu’elle ouvre après en avoir d’un regard demandé la permi</w:t>
      </w:r>
      <w:r w:rsidRPr="00D43C35">
        <w:rPr>
          <w:i/>
          <w:iCs/>
        </w:rPr>
        <w:t>s</w:t>
      </w:r>
      <w:r w:rsidRPr="00D43C35">
        <w:rPr>
          <w:i/>
          <w:iCs/>
        </w:rPr>
        <w:t>sion au Roi.</w:t>
      </w:r>
    </w:p>
    <w:p w14:paraId="2505D24A" w14:textId="77777777" w:rsidR="00905145" w:rsidRPr="00AF0A23" w:rsidRDefault="00905145" w:rsidP="00905145">
      <w:pPr>
        <w:ind w:firstLine="0"/>
        <w:jc w:val="center"/>
      </w:pPr>
      <w:r w:rsidRPr="00AF0A23">
        <w:t>MADAME DE MAINTENON</w:t>
      </w:r>
    </w:p>
    <w:p w14:paraId="6B6117CE" w14:textId="77777777" w:rsidR="00905145" w:rsidRPr="00AF0A23" w:rsidRDefault="00905145" w:rsidP="00905145">
      <w:r w:rsidRPr="00AF0A23">
        <w:t>Sire, une triste nouvelle.</w:t>
      </w:r>
    </w:p>
    <w:p w14:paraId="06DB1926" w14:textId="77777777" w:rsidR="00905145" w:rsidRPr="00AF0A23" w:rsidRDefault="00905145" w:rsidP="00905145">
      <w:pPr>
        <w:ind w:firstLine="0"/>
        <w:jc w:val="center"/>
      </w:pPr>
      <w:r w:rsidRPr="00AF0A23">
        <w:lastRenderedPageBreak/>
        <w:t>LE ROI</w:t>
      </w:r>
    </w:p>
    <w:p w14:paraId="1E607C15" w14:textId="77777777" w:rsidR="00905145" w:rsidRPr="00AF0A23" w:rsidRDefault="00905145" w:rsidP="00905145">
      <w:r w:rsidRPr="00AF0A23">
        <w:t>Je n’en attends plus guère qui soient d’une autre espèce. Dites.</w:t>
      </w:r>
    </w:p>
    <w:p w14:paraId="7684EAB9" w14:textId="77777777" w:rsidR="00905145" w:rsidRPr="00AF0A23" w:rsidRDefault="00905145" w:rsidP="00905145">
      <w:pPr>
        <w:ind w:firstLine="0"/>
        <w:jc w:val="center"/>
      </w:pPr>
      <w:r w:rsidRPr="00AF0A23">
        <w:t>MADAME DE MAINTENON</w:t>
      </w:r>
    </w:p>
    <w:p w14:paraId="642DA4C7" w14:textId="77777777" w:rsidR="00905145" w:rsidRPr="00AF0A23" w:rsidRDefault="00905145" w:rsidP="00905145">
      <w:r w:rsidRPr="00AF0A23">
        <w:t>Madame de Montespan est morte.</w:t>
      </w:r>
    </w:p>
    <w:p w14:paraId="461763F3" w14:textId="77777777" w:rsidR="00905145" w:rsidRPr="00D43C35" w:rsidRDefault="00905145" w:rsidP="00905145">
      <w:pPr>
        <w:pStyle w:val="NormalRetraitGauche4XIndent0"/>
        <w:rPr>
          <w:i/>
          <w:iCs/>
        </w:rPr>
      </w:pPr>
      <w:r w:rsidRPr="00D43C35">
        <w:rPr>
          <w:i/>
          <w:iCs/>
        </w:rPr>
        <w:t>Elle vient près de lui.</w:t>
      </w:r>
    </w:p>
    <w:p w14:paraId="0A622C36" w14:textId="77777777" w:rsidR="00905145" w:rsidRPr="00AF0A23" w:rsidRDefault="00905145" w:rsidP="00905145">
      <w:pPr>
        <w:ind w:firstLine="0"/>
        <w:jc w:val="center"/>
      </w:pPr>
      <w:r w:rsidRPr="00AF0A23">
        <w:t>LE ROI</w:t>
      </w:r>
    </w:p>
    <w:p w14:paraId="7346B94E" w14:textId="77777777" w:rsidR="00905145" w:rsidRPr="00AF0A23" w:rsidRDefault="00905145" w:rsidP="00905145">
      <w:r w:rsidRPr="00AF0A23">
        <w:t>Je suis bien satisfait, en mon for i</w:t>
      </w:r>
      <w:r w:rsidRPr="00AF0A23">
        <w:t>n</w:t>
      </w:r>
      <w:r w:rsidRPr="00AF0A23">
        <w:t>térieur de la savoir enfin partie. Car je ne vous cacherai pas que depuis vingt-sept ans je n’ai jamais porté un verre jusqu’à mes l</w:t>
      </w:r>
      <w:r w:rsidRPr="00AF0A23">
        <w:t>è</w:t>
      </w:r>
      <w:r w:rsidRPr="00AF0A23">
        <w:t>vres sans une certaine appréhension – et je vais donc pouvoir e</w:t>
      </w:r>
      <w:r w:rsidRPr="00AF0A23">
        <w:t>n</w:t>
      </w:r>
      <w:r w:rsidRPr="00AF0A23">
        <w:t>fin manger tranquille.</w:t>
      </w:r>
    </w:p>
    <w:p w14:paraId="7B3FCD2F" w14:textId="77777777" w:rsidR="00905145" w:rsidRPr="00D43C35" w:rsidRDefault="00905145" w:rsidP="00905145">
      <w:pPr>
        <w:pStyle w:val="NormalRetraitGauche4XIndent0"/>
        <w:rPr>
          <w:i/>
          <w:iCs/>
        </w:rPr>
      </w:pPr>
      <w:r w:rsidRPr="00AF0A23">
        <w:t xml:space="preserve">Madame de Maintenon est allée </w:t>
      </w:r>
      <w:r w:rsidRPr="00D43C35">
        <w:rPr>
          <w:i/>
          <w:iCs/>
        </w:rPr>
        <w:t>reprendre sa place de l’autre côté de la cheminée où flambe un feu de bois.</w:t>
      </w:r>
    </w:p>
    <w:p w14:paraId="59AF7AFC" w14:textId="77777777" w:rsidR="00905145" w:rsidRPr="00AF0A23" w:rsidRDefault="00905145" w:rsidP="00905145">
      <w:pPr>
        <w:pStyle w:val="NormalRetraitGauche4XIndent0"/>
      </w:pPr>
      <w:r w:rsidRPr="00D43C35">
        <w:rPr>
          <w:i/>
          <w:iCs/>
        </w:rPr>
        <w:t>Elle reprend sa tapisserie. Le valet de chambre</w:t>
      </w:r>
      <w:r w:rsidRPr="00AF0A23">
        <w:t xml:space="preserve"> du Roi p</w:t>
      </w:r>
      <w:r w:rsidRPr="00AF0A23">
        <w:t>a</w:t>
      </w:r>
      <w:r w:rsidRPr="00AF0A23">
        <w:t>raît et annonce :</w:t>
      </w:r>
    </w:p>
    <w:p w14:paraId="3C0DF994" w14:textId="77777777" w:rsidR="00905145" w:rsidRPr="00AF0A23" w:rsidRDefault="00905145" w:rsidP="00905145">
      <w:pPr>
        <w:ind w:firstLine="0"/>
        <w:jc w:val="center"/>
      </w:pPr>
      <w:r w:rsidRPr="00AF0A23">
        <w:t>LE VALET DE CHAMBRE</w:t>
      </w:r>
    </w:p>
    <w:p w14:paraId="7F2C690B" w14:textId="77777777" w:rsidR="00905145" w:rsidRPr="00AF0A23" w:rsidRDefault="00905145" w:rsidP="00905145">
      <w:r w:rsidRPr="00AF0A23">
        <w:t>M. de </w:t>
      </w:r>
      <w:smartTag w:uri="urn:schemas-microsoft-com:office:smarttags" w:element="PersonName">
        <w:smartTagPr>
          <w:attr w:name="ProductID" w:val="La Reynie"/>
        </w:smartTagPr>
        <w:r w:rsidRPr="00AF0A23">
          <w:t>La Reynie</w:t>
        </w:r>
      </w:smartTag>
      <w:r w:rsidRPr="00AF0A23">
        <w:t xml:space="preserve"> sollicite du Roi cinq m</w:t>
      </w:r>
      <w:r w:rsidRPr="00AF0A23">
        <w:t>i</w:t>
      </w:r>
      <w:r w:rsidRPr="00AF0A23">
        <w:t>nutes d’audience.</w:t>
      </w:r>
    </w:p>
    <w:p w14:paraId="65C6D9BC" w14:textId="77777777" w:rsidR="00905145" w:rsidRPr="00AF0A23" w:rsidRDefault="00905145" w:rsidP="00905145">
      <w:pPr>
        <w:ind w:firstLine="0"/>
        <w:jc w:val="center"/>
      </w:pPr>
      <w:r w:rsidRPr="00AF0A23">
        <w:t>LE ROI</w:t>
      </w:r>
    </w:p>
    <w:p w14:paraId="189BDC30" w14:textId="77777777" w:rsidR="00905145" w:rsidRPr="00AF0A23" w:rsidRDefault="00905145" w:rsidP="00905145">
      <w:r w:rsidRPr="00AF0A23">
        <w:t>J’allais précisément le faire dema</w:t>
      </w:r>
      <w:r w:rsidRPr="00AF0A23">
        <w:t>n</w:t>
      </w:r>
      <w:r w:rsidRPr="00AF0A23">
        <w:t>der.</w:t>
      </w:r>
    </w:p>
    <w:p w14:paraId="2E5ADD94" w14:textId="77777777" w:rsidR="00905145" w:rsidRPr="00D43C35" w:rsidRDefault="00905145" w:rsidP="00905145">
      <w:pPr>
        <w:pStyle w:val="NormalRetraitGauche4XIndent0"/>
        <w:rPr>
          <w:i/>
          <w:iCs/>
        </w:rPr>
      </w:pPr>
      <w:r w:rsidRPr="00D43C35">
        <w:rPr>
          <w:i/>
          <w:iCs/>
        </w:rPr>
        <w:t>M. de </w:t>
      </w:r>
      <w:smartTag w:uri="urn:schemas-microsoft-com:office:smarttags" w:element="PersonName">
        <w:smartTagPr>
          <w:attr w:name="ProductID" w:val="La Reynie"/>
        </w:smartTagPr>
        <w:r w:rsidRPr="00D43C35">
          <w:rPr>
            <w:i/>
            <w:iCs/>
          </w:rPr>
          <w:t>la Reynie</w:t>
        </w:r>
      </w:smartTag>
      <w:r w:rsidRPr="00D43C35">
        <w:rPr>
          <w:i/>
          <w:iCs/>
        </w:rPr>
        <w:t xml:space="preserve"> e</w:t>
      </w:r>
      <w:r w:rsidRPr="00D43C35">
        <w:rPr>
          <w:i/>
          <w:iCs/>
        </w:rPr>
        <w:t>n</w:t>
      </w:r>
      <w:r w:rsidRPr="00D43C35">
        <w:rPr>
          <w:i/>
          <w:iCs/>
        </w:rPr>
        <w:t>tre.</w:t>
      </w:r>
    </w:p>
    <w:p w14:paraId="6EF33CD2" w14:textId="77777777" w:rsidR="00905145" w:rsidRPr="00AF0A23" w:rsidRDefault="00905145" w:rsidP="00905145">
      <w:r w:rsidRPr="00AF0A23">
        <w:t>Monsieur le Lieutenant de Police, je vous attendais. Vous avez le coffret ?</w:t>
      </w:r>
    </w:p>
    <w:p w14:paraId="04713E20" w14:textId="77777777" w:rsidR="00905145" w:rsidRPr="00AF0A23" w:rsidRDefault="00905145" w:rsidP="00905145">
      <w:pPr>
        <w:ind w:firstLine="0"/>
        <w:jc w:val="center"/>
      </w:pPr>
      <w:smartTag w:uri="urn:schemas-microsoft-com:office:smarttags" w:element="PersonName">
        <w:smartTagPr>
          <w:attr w:name="ProductID" w:val="La Reynie"/>
        </w:smartTagPr>
        <w:r w:rsidRPr="00AF0A23">
          <w:t>LA REYNIE</w:t>
        </w:r>
      </w:smartTag>
    </w:p>
    <w:p w14:paraId="07691297" w14:textId="77777777" w:rsidR="00905145" w:rsidRPr="00AF0A23" w:rsidRDefault="00905145" w:rsidP="00905145">
      <w:r w:rsidRPr="00AF0A23">
        <w:lastRenderedPageBreak/>
        <w:t>Oui, Sire. Le voici. Ayant appris la mort de Madame de Montespan, j’ai pensé que le Roi s</w:t>
      </w:r>
      <w:r w:rsidRPr="00AF0A23">
        <w:t>e</w:t>
      </w:r>
      <w:r w:rsidRPr="00AF0A23">
        <w:t>rait fort désireux de prendre connaissance enfin du contenu de l’enveloppe – hélas ! révél</w:t>
      </w:r>
      <w:r w:rsidRPr="00AF0A23">
        <w:t>a</w:t>
      </w:r>
      <w:r w:rsidRPr="00AF0A23">
        <w:t>trice.</w:t>
      </w:r>
    </w:p>
    <w:p w14:paraId="64FAF0D6" w14:textId="77777777" w:rsidR="00905145" w:rsidRPr="00451F37" w:rsidRDefault="00905145" w:rsidP="00905145">
      <w:pPr>
        <w:pStyle w:val="NormalRetraitGauche4XIndent0"/>
        <w:rPr>
          <w:i/>
          <w:iCs/>
        </w:rPr>
      </w:pPr>
      <w:r w:rsidRPr="00451F37">
        <w:rPr>
          <w:i/>
          <w:iCs/>
        </w:rPr>
        <w:t>Il ouvre le coffret et il en sort une env</w:t>
      </w:r>
      <w:r w:rsidRPr="00451F37">
        <w:rPr>
          <w:i/>
          <w:iCs/>
        </w:rPr>
        <w:t>e</w:t>
      </w:r>
      <w:r w:rsidRPr="00451F37">
        <w:rPr>
          <w:i/>
          <w:iCs/>
        </w:rPr>
        <w:t>loppe cachetée.</w:t>
      </w:r>
    </w:p>
    <w:p w14:paraId="09F6349C" w14:textId="77777777" w:rsidR="00905145" w:rsidRPr="00AF0A23" w:rsidRDefault="00905145" w:rsidP="00905145">
      <w:pPr>
        <w:ind w:firstLine="0"/>
        <w:jc w:val="center"/>
      </w:pPr>
      <w:r w:rsidRPr="00AF0A23">
        <w:t>LE ROI</w:t>
      </w:r>
    </w:p>
    <w:p w14:paraId="454D099B" w14:textId="77777777" w:rsidR="00905145" w:rsidRPr="00AF0A23" w:rsidRDefault="00905145" w:rsidP="00905145">
      <w:r w:rsidRPr="00AF0A23">
        <w:t>J’en avais hâte, ju</w:t>
      </w:r>
      <w:r w:rsidRPr="00AF0A23">
        <w:t>s</w:t>
      </w:r>
      <w:r w:rsidRPr="00AF0A23">
        <w:t>tement.</w:t>
      </w:r>
    </w:p>
    <w:p w14:paraId="37765D58" w14:textId="77777777" w:rsidR="00905145" w:rsidRPr="00451F37" w:rsidRDefault="00905145" w:rsidP="00905145">
      <w:pPr>
        <w:pStyle w:val="NormalRetraitGauche4XIndent0"/>
        <w:rPr>
          <w:i/>
          <w:iCs/>
        </w:rPr>
      </w:pPr>
      <w:r w:rsidRPr="00451F37">
        <w:rPr>
          <w:i/>
          <w:iCs/>
        </w:rPr>
        <w:t>À Madame de Maintenon.</w:t>
      </w:r>
    </w:p>
    <w:p w14:paraId="52E7D13C" w14:textId="77777777" w:rsidR="00905145" w:rsidRPr="00AF0A23" w:rsidRDefault="00905145" w:rsidP="00905145">
      <w:r w:rsidRPr="00AF0A23">
        <w:t>Madame, il y a dans cette enveloppe la triste preuve que Madame de Montespan cherchait à nous empoisonner, Mad</w:t>
      </w:r>
      <w:r w:rsidRPr="00AF0A23">
        <w:t>e</w:t>
      </w:r>
      <w:r w:rsidRPr="00AF0A23">
        <w:t>moiselle de Fontanges et moi…</w:t>
      </w:r>
    </w:p>
    <w:p w14:paraId="2252C397" w14:textId="77777777" w:rsidR="00905145" w:rsidRPr="00AF0A23" w:rsidRDefault="00905145" w:rsidP="00905145">
      <w:pPr>
        <w:ind w:firstLine="0"/>
        <w:jc w:val="center"/>
      </w:pPr>
      <w:r w:rsidRPr="00AF0A23">
        <w:t>MADAME DE MAINTENON</w:t>
      </w:r>
    </w:p>
    <w:p w14:paraId="5C2634B2" w14:textId="77777777" w:rsidR="00905145" w:rsidRPr="00AF0A23" w:rsidRDefault="00905145" w:rsidP="00905145">
      <w:r w:rsidRPr="00AF0A23">
        <w:t>Et vous allez e</w:t>
      </w:r>
      <w:r w:rsidRPr="00AF0A23">
        <w:t>n</w:t>
      </w:r>
      <w:r w:rsidRPr="00AF0A23">
        <w:t>fin pouvoir chasser ce doute.</w:t>
      </w:r>
    </w:p>
    <w:p w14:paraId="40C07D63" w14:textId="77777777" w:rsidR="00905145" w:rsidRPr="00AF0A23" w:rsidRDefault="00905145" w:rsidP="00905145">
      <w:pPr>
        <w:ind w:firstLine="0"/>
        <w:jc w:val="center"/>
      </w:pPr>
      <w:r w:rsidRPr="00AF0A23">
        <w:t>LE ROI</w:t>
      </w:r>
    </w:p>
    <w:p w14:paraId="339707F2" w14:textId="77777777" w:rsidR="00905145" w:rsidRPr="00AF0A23" w:rsidRDefault="00905145" w:rsidP="00905145">
      <w:r w:rsidRPr="00AF0A23">
        <w:t>Ce doute ?</w:t>
      </w:r>
    </w:p>
    <w:p w14:paraId="4418A59B" w14:textId="77777777" w:rsidR="00905145" w:rsidRPr="00AF0A23" w:rsidRDefault="00905145" w:rsidP="00905145">
      <w:pPr>
        <w:ind w:firstLine="0"/>
        <w:jc w:val="center"/>
      </w:pPr>
      <w:r w:rsidRPr="00AF0A23">
        <w:t>MADAME DE MAINTENON</w:t>
      </w:r>
    </w:p>
    <w:p w14:paraId="00960B39" w14:textId="77777777" w:rsidR="00905145" w:rsidRPr="00AF0A23" w:rsidRDefault="00905145" w:rsidP="00905145">
      <w:r w:rsidRPr="00AF0A23">
        <w:t>Quoi – vous n’en doutiez pas ?</w:t>
      </w:r>
    </w:p>
    <w:p w14:paraId="17392A01" w14:textId="77777777" w:rsidR="00905145" w:rsidRPr="00AF0A23" w:rsidRDefault="00905145" w:rsidP="00905145">
      <w:pPr>
        <w:ind w:firstLine="0"/>
        <w:jc w:val="center"/>
      </w:pPr>
      <w:r w:rsidRPr="00AF0A23">
        <w:t>LE ROI</w:t>
      </w:r>
    </w:p>
    <w:p w14:paraId="070D26DC" w14:textId="77777777" w:rsidR="00905145" w:rsidRPr="00AF0A23" w:rsidRDefault="00905145" w:rsidP="00905145">
      <w:r w:rsidRPr="00AF0A23">
        <w:t>Vous avez fort bon cœur, Madame – de temps à autre – et je vous en remercie.</w:t>
      </w:r>
    </w:p>
    <w:p w14:paraId="1E987145" w14:textId="77777777" w:rsidR="00905145" w:rsidRPr="00451F37" w:rsidRDefault="00905145" w:rsidP="00905145">
      <w:pPr>
        <w:pStyle w:val="NormalRetraitGauche4XIndent0"/>
        <w:rPr>
          <w:i/>
          <w:iCs/>
        </w:rPr>
      </w:pPr>
      <w:r w:rsidRPr="00451F37">
        <w:rPr>
          <w:i/>
          <w:iCs/>
        </w:rPr>
        <w:t>Après un temps de réflexion le Roi jette au feu l’enveloppe.</w:t>
      </w:r>
    </w:p>
    <w:p w14:paraId="593E2DC2" w14:textId="77777777" w:rsidR="00905145" w:rsidRPr="00AF0A23" w:rsidRDefault="00905145" w:rsidP="00905145">
      <w:r w:rsidRPr="00AF0A23">
        <w:t>Adieu, Monsieur de la Reynie.</w:t>
      </w:r>
    </w:p>
    <w:p w14:paraId="416E4AD3" w14:textId="77777777" w:rsidR="00905145" w:rsidRPr="00AF0A23" w:rsidRDefault="00905145" w:rsidP="00905145">
      <w:pPr>
        <w:ind w:firstLine="0"/>
        <w:jc w:val="center"/>
      </w:pPr>
      <w:r w:rsidRPr="00AF0A23">
        <w:lastRenderedPageBreak/>
        <w:t>LA REYNIE</w:t>
      </w:r>
    </w:p>
    <w:p w14:paraId="3F394CA1" w14:textId="77777777" w:rsidR="00905145" w:rsidRPr="00AF0A23" w:rsidRDefault="00905145" w:rsidP="00905145">
      <w:r w:rsidRPr="00AF0A23">
        <w:t>Oui, Sire, adieu – je m’en vais suivre le conseil que Votre Majesté me donne – po</w:t>
      </w:r>
      <w:r w:rsidRPr="00AF0A23">
        <w:t>u</w:t>
      </w:r>
      <w:r w:rsidRPr="00AF0A23">
        <w:t>vant enfin mourir sans crainte et sans remords.</w:t>
      </w:r>
    </w:p>
    <w:p w14:paraId="143D9D60" w14:textId="77777777" w:rsidR="00905145" w:rsidRPr="00451F37" w:rsidRDefault="00905145" w:rsidP="00905145">
      <w:pPr>
        <w:pStyle w:val="NormalRetraitGauche4XIndent0"/>
        <w:rPr>
          <w:i/>
          <w:iCs/>
        </w:rPr>
      </w:pPr>
      <w:smartTag w:uri="urn:schemas-microsoft-com:office:smarttags" w:element="PersonName">
        <w:smartTagPr>
          <w:attr w:name="ProductID" w:val="La Reynie"/>
        </w:smartTagPr>
        <w:r w:rsidRPr="00451F37">
          <w:rPr>
            <w:i/>
            <w:iCs/>
          </w:rPr>
          <w:t>La Reynie</w:t>
        </w:r>
      </w:smartTag>
      <w:r w:rsidRPr="00451F37">
        <w:rPr>
          <w:i/>
          <w:iCs/>
        </w:rPr>
        <w:t xml:space="preserve"> salue et sort.</w:t>
      </w:r>
    </w:p>
    <w:p w14:paraId="1ACB1A09" w14:textId="77777777" w:rsidR="00905145" w:rsidRPr="00AF0A23" w:rsidRDefault="00905145" w:rsidP="00905145">
      <w:pPr>
        <w:ind w:firstLine="0"/>
        <w:jc w:val="center"/>
      </w:pPr>
      <w:r w:rsidRPr="00AF0A23">
        <w:t>MADAME DE MAINTENON</w:t>
      </w:r>
    </w:p>
    <w:p w14:paraId="7CB27A8C" w14:textId="77777777" w:rsidR="00905145" w:rsidRPr="00AF0A23" w:rsidRDefault="00905145" w:rsidP="00905145">
      <w:r w:rsidRPr="00AF0A23">
        <w:t>Sire, n’avez-vous aucune disposition à prendre relative à cet événement ?</w:t>
      </w:r>
    </w:p>
    <w:p w14:paraId="66143E4C" w14:textId="77777777" w:rsidR="00905145" w:rsidRPr="00AF0A23" w:rsidRDefault="00905145" w:rsidP="00905145">
      <w:pPr>
        <w:ind w:firstLine="0"/>
        <w:jc w:val="center"/>
      </w:pPr>
      <w:r w:rsidRPr="00AF0A23">
        <w:t>LE ROI</w:t>
      </w:r>
    </w:p>
    <w:p w14:paraId="31A6EA1D" w14:textId="77777777" w:rsidR="00905145" w:rsidRPr="00AF0A23" w:rsidRDefault="00905145" w:rsidP="00905145">
      <w:r w:rsidRPr="00AF0A23">
        <w:t>Si, j’ordonne que les enfants de M</w:t>
      </w:r>
      <w:r w:rsidRPr="00AF0A23">
        <w:t>a</w:t>
      </w:r>
      <w:r w:rsidRPr="00AF0A23">
        <w:t>dame de Montespan ne portent pas son deuil.</w:t>
      </w:r>
    </w:p>
    <w:p w14:paraId="6B7021B7" w14:textId="77777777" w:rsidR="00905145" w:rsidRPr="00451F37" w:rsidRDefault="00905145" w:rsidP="00905145">
      <w:pPr>
        <w:pStyle w:val="NormalRetraitGauche4XIndent0"/>
        <w:rPr>
          <w:i/>
          <w:iCs/>
        </w:rPr>
      </w:pPr>
      <w:r w:rsidRPr="00AF0A23">
        <w:t xml:space="preserve">Madame de Maintenon incline </w:t>
      </w:r>
      <w:r w:rsidRPr="00451F37">
        <w:rPr>
          <w:i/>
          <w:iCs/>
        </w:rPr>
        <w:t>la tête et r</w:t>
      </w:r>
      <w:r w:rsidRPr="00451F37">
        <w:rPr>
          <w:i/>
          <w:iCs/>
        </w:rPr>
        <w:t>e</w:t>
      </w:r>
      <w:r w:rsidRPr="00451F37">
        <w:rPr>
          <w:i/>
          <w:iCs/>
        </w:rPr>
        <w:t>prend sa tapisserie. Le Roi reprend sa le</w:t>
      </w:r>
      <w:r w:rsidRPr="00451F37">
        <w:rPr>
          <w:i/>
          <w:iCs/>
        </w:rPr>
        <w:t>c</w:t>
      </w:r>
      <w:r w:rsidRPr="00451F37">
        <w:rPr>
          <w:i/>
          <w:iCs/>
        </w:rPr>
        <w:t>ture.</w:t>
      </w:r>
    </w:p>
    <w:p w14:paraId="47CA58C0" w14:textId="77777777" w:rsidR="00905145" w:rsidRPr="00451F37" w:rsidRDefault="00905145" w:rsidP="00905145">
      <w:pPr>
        <w:pStyle w:val="NormalRetraitGauche4XIndent0"/>
        <w:rPr>
          <w:i/>
          <w:iCs/>
        </w:rPr>
      </w:pPr>
      <w:r w:rsidRPr="00451F37">
        <w:rPr>
          <w:i/>
          <w:iCs/>
        </w:rPr>
        <w:t>Onze heures so</w:t>
      </w:r>
      <w:r w:rsidRPr="00451F37">
        <w:rPr>
          <w:i/>
          <w:iCs/>
        </w:rPr>
        <w:t>n</w:t>
      </w:r>
      <w:r w:rsidRPr="00451F37">
        <w:rPr>
          <w:i/>
          <w:iCs/>
        </w:rPr>
        <w:t>nent.</w:t>
      </w:r>
    </w:p>
    <w:p w14:paraId="38BB8D8D" w14:textId="77777777" w:rsidR="00905145" w:rsidRPr="00AF0A23" w:rsidRDefault="00905145" w:rsidP="00905145">
      <w:pPr>
        <w:ind w:firstLine="0"/>
        <w:jc w:val="center"/>
      </w:pPr>
      <w:r w:rsidRPr="00AF0A23">
        <w:t>MADAME DE MAINTENON</w:t>
      </w:r>
    </w:p>
    <w:p w14:paraId="0E321EDC" w14:textId="77777777" w:rsidR="00905145" w:rsidRPr="00AF0A23" w:rsidRDefault="00905145" w:rsidP="00905145">
      <w:r w:rsidRPr="00AF0A23">
        <w:t>Finalement, femme ou maîtresse, nous n’aurons joué a</w:t>
      </w:r>
      <w:r w:rsidRPr="00AF0A23">
        <w:t>u</w:t>
      </w:r>
      <w:r w:rsidRPr="00AF0A23">
        <w:t>cun rôle dans votre vie.</w:t>
      </w:r>
    </w:p>
    <w:p w14:paraId="33D6A016" w14:textId="77777777" w:rsidR="00905145" w:rsidRPr="00AF0A23" w:rsidRDefault="00905145" w:rsidP="00905145">
      <w:pPr>
        <w:ind w:firstLine="0"/>
        <w:jc w:val="center"/>
      </w:pPr>
      <w:r w:rsidRPr="00AF0A23">
        <w:t>LE ROI</w:t>
      </w:r>
    </w:p>
    <w:p w14:paraId="4BC82E61" w14:textId="77777777" w:rsidR="00905145" w:rsidRPr="00AF0A23" w:rsidRDefault="00905145" w:rsidP="00905145">
      <w:r w:rsidRPr="00AF0A23">
        <w:t>Aucun, Madame, grâce à Dieu. Il était seulement nécessaire que j’eusse auprès de moi des femmes je</w:t>
      </w:r>
      <w:r w:rsidRPr="00AF0A23">
        <w:t>u</w:t>
      </w:r>
      <w:r w:rsidRPr="00AF0A23">
        <w:t>nes et ravissantes. Le peuple aime à savoir que le Roi est pui</w:t>
      </w:r>
      <w:r w:rsidRPr="00AF0A23">
        <w:t>s</w:t>
      </w:r>
      <w:r w:rsidRPr="00AF0A23">
        <w:t>sant.</w:t>
      </w:r>
    </w:p>
    <w:p w14:paraId="59A81687" w14:textId="77777777" w:rsidR="00905145" w:rsidRPr="00AF0A23" w:rsidRDefault="00905145" w:rsidP="00905145">
      <w:pPr>
        <w:ind w:firstLine="0"/>
        <w:jc w:val="center"/>
      </w:pPr>
      <w:r w:rsidRPr="00AF0A23">
        <w:t>MADAME DE MAINTENON</w:t>
      </w:r>
    </w:p>
    <w:p w14:paraId="20752A56" w14:textId="77777777" w:rsidR="00905145" w:rsidRPr="00AF0A23" w:rsidRDefault="00905145" w:rsidP="00905145">
      <w:r w:rsidRPr="00AF0A23">
        <w:t>Et la Reine ?</w:t>
      </w:r>
    </w:p>
    <w:p w14:paraId="49E5F14B" w14:textId="77777777" w:rsidR="00905145" w:rsidRPr="00AF0A23" w:rsidRDefault="00905145" w:rsidP="00905145">
      <w:pPr>
        <w:ind w:firstLine="0"/>
        <w:jc w:val="center"/>
      </w:pPr>
      <w:r w:rsidRPr="00AF0A23">
        <w:t>LE ROI</w:t>
      </w:r>
    </w:p>
    <w:p w14:paraId="1566B21A" w14:textId="77777777" w:rsidR="00905145" w:rsidRPr="00AF0A23" w:rsidRDefault="00905145" w:rsidP="00905145">
      <w:r w:rsidRPr="00AF0A23">
        <w:lastRenderedPageBreak/>
        <w:t>Je l’oubliais – et c’est tout dire. Une seule aura compté vraiment.</w:t>
      </w:r>
    </w:p>
    <w:p w14:paraId="1FCB397B" w14:textId="77777777" w:rsidR="00905145" w:rsidRPr="00AF0A23" w:rsidRDefault="00905145" w:rsidP="00905145">
      <w:pPr>
        <w:ind w:firstLine="0"/>
        <w:jc w:val="center"/>
      </w:pPr>
      <w:r w:rsidRPr="00AF0A23">
        <w:t>MADAME DE MAINTENON</w:t>
      </w:r>
    </w:p>
    <w:p w14:paraId="5268F9B3" w14:textId="77777777" w:rsidR="00905145" w:rsidRPr="00AF0A23" w:rsidRDefault="00905145" w:rsidP="00905145">
      <w:r w:rsidRPr="00AF0A23">
        <w:t>Laquelle ?</w:t>
      </w:r>
    </w:p>
    <w:p w14:paraId="204035F3" w14:textId="77777777" w:rsidR="00905145" w:rsidRPr="00AF0A23" w:rsidRDefault="00905145" w:rsidP="00905145">
      <w:pPr>
        <w:ind w:firstLine="0"/>
        <w:jc w:val="center"/>
      </w:pPr>
      <w:r w:rsidRPr="00AF0A23">
        <w:t>LE ROI</w:t>
      </w:r>
    </w:p>
    <w:p w14:paraId="5A6270A9" w14:textId="77777777" w:rsidR="00905145" w:rsidRPr="00AF0A23" w:rsidRDefault="00905145" w:rsidP="00905145">
      <w:r w:rsidRPr="00AF0A23">
        <w:t>Celle que j’épousai le 16 juin 1654, jour de mon couronn</w:t>
      </w:r>
      <w:r w:rsidRPr="00AF0A23">
        <w:t>e</w:t>
      </w:r>
      <w:r w:rsidRPr="00AF0A23">
        <w:t>ment, quand l’Archevêque, duc de Laon, me passant au doigt l’anneau nuptial des Rois, prononça ces seuls mots : « Pour épouser la France. »</w:t>
      </w:r>
    </w:p>
    <w:p w14:paraId="0D88E4E1" w14:textId="77777777" w:rsidR="00905145" w:rsidRPr="00AF0A23" w:rsidRDefault="00905145" w:rsidP="00905145">
      <w:pPr>
        <w:ind w:firstLine="0"/>
        <w:jc w:val="center"/>
      </w:pPr>
      <w:r w:rsidRPr="00AF0A23">
        <w:t>MADAME DE MAINTENON</w:t>
      </w:r>
    </w:p>
    <w:p w14:paraId="57C14B47" w14:textId="77777777" w:rsidR="00905145" w:rsidRPr="00AF0A23" w:rsidRDefault="00905145" w:rsidP="00905145">
      <w:r w:rsidRPr="00AF0A23">
        <w:t>Elle seule a com</w:t>
      </w:r>
      <w:r w:rsidRPr="00AF0A23">
        <w:t>p</w:t>
      </w:r>
      <w:r w:rsidRPr="00AF0A23">
        <w:t>té ?</w:t>
      </w:r>
    </w:p>
    <w:p w14:paraId="2D71BDD5" w14:textId="77777777" w:rsidR="00905145" w:rsidRPr="00AF0A23" w:rsidRDefault="00905145" w:rsidP="00905145">
      <w:pPr>
        <w:ind w:firstLine="0"/>
        <w:jc w:val="center"/>
      </w:pPr>
      <w:r w:rsidRPr="00AF0A23">
        <w:t>LE ROI</w:t>
      </w:r>
    </w:p>
    <w:p w14:paraId="7F8C6273" w14:textId="77777777" w:rsidR="00905145" w:rsidRPr="00AF0A23" w:rsidRDefault="00905145" w:rsidP="00905145">
      <w:r w:rsidRPr="00AF0A23">
        <w:t>Elle seule comptera jusqu’à mon de</w:t>
      </w:r>
      <w:r w:rsidRPr="00AF0A23">
        <w:t>r</w:t>
      </w:r>
      <w:r w:rsidRPr="00AF0A23">
        <w:t>nier jour.</w:t>
      </w:r>
    </w:p>
    <w:p w14:paraId="47A9E052" w14:textId="77777777" w:rsidR="00905145" w:rsidRPr="00AF0A23" w:rsidRDefault="00905145" w:rsidP="00905145">
      <w:pPr>
        <w:ind w:firstLine="0"/>
        <w:jc w:val="center"/>
      </w:pPr>
      <w:r w:rsidRPr="00AF0A23">
        <w:t>MADAME DE MAINTENON</w:t>
      </w:r>
    </w:p>
    <w:p w14:paraId="5B0F7E15" w14:textId="77777777" w:rsidR="00905145" w:rsidRPr="00AF0A23" w:rsidRDefault="00905145" w:rsidP="00905145">
      <w:r w:rsidRPr="00AF0A23">
        <w:t>L’aurez-vous bien aimée ?</w:t>
      </w:r>
    </w:p>
    <w:p w14:paraId="7C64D2BA" w14:textId="77777777" w:rsidR="00905145" w:rsidRPr="00AF0A23" w:rsidRDefault="00905145" w:rsidP="00905145">
      <w:pPr>
        <w:ind w:firstLine="0"/>
        <w:jc w:val="center"/>
      </w:pPr>
      <w:r w:rsidRPr="00AF0A23">
        <w:t>LE ROI</w:t>
      </w:r>
    </w:p>
    <w:p w14:paraId="42F52760" w14:textId="77777777" w:rsidR="00905145" w:rsidRPr="00AF0A23" w:rsidRDefault="00905145" w:rsidP="00905145">
      <w:r w:rsidRPr="00AF0A23">
        <w:t>L’avenir le dira.</w:t>
      </w:r>
    </w:p>
    <w:p w14:paraId="51F466D0" w14:textId="77777777" w:rsidR="00905145" w:rsidRPr="00AF0A23" w:rsidRDefault="00905145" w:rsidP="00905145">
      <w:pPr>
        <w:ind w:firstLine="0"/>
        <w:jc w:val="center"/>
      </w:pPr>
      <w:r w:rsidRPr="00AF0A23">
        <w:t>MADAME DE MAINTENON</w:t>
      </w:r>
    </w:p>
    <w:p w14:paraId="28192AB5" w14:textId="77777777" w:rsidR="00905145" w:rsidRPr="00AF0A23" w:rsidRDefault="00905145" w:rsidP="00905145">
      <w:r w:rsidRPr="00AF0A23">
        <w:t>Et s’il était s</w:t>
      </w:r>
      <w:r w:rsidRPr="00AF0A23">
        <w:t>é</w:t>
      </w:r>
      <w:r w:rsidRPr="00AF0A23">
        <w:t>vère à votre égard.</w:t>
      </w:r>
    </w:p>
    <w:p w14:paraId="68881FDE" w14:textId="77777777" w:rsidR="00905145" w:rsidRPr="00AF0A23" w:rsidRDefault="00905145" w:rsidP="00905145">
      <w:pPr>
        <w:ind w:firstLine="0"/>
        <w:jc w:val="center"/>
      </w:pPr>
      <w:r w:rsidRPr="00AF0A23">
        <w:t>LE ROI</w:t>
      </w:r>
    </w:p>
    <w:p w14:paraId="493B77BE" w14:textId="77777777" w:rsidR="00905145" w:rsidRPr="00AF0A23" w:rsidRDefault="00905145" w:rsidP="00905145">
      <w:r w:rsidRPr="00AF0A23">
        <w:t>Il serait injuste.</w:t>
      </w:r>
    </w:p>
    <w:p w14:paraId="096D83AD" w14:textId="77777777" w:rsidR="00905145" w:rsidRPr="00AF0A23" w:rsidRDefault="00905145" w:rsidP="00905145">
      <w:pPr>
        <w:rPr>
          <w:i/>
          <w:iCs/>
        </w:rPr>
      </w:pPr>
      <w:r w:rsidRPr="00AF0A23">
        <w:rPr>
          <w:i/>
          <w:iCs/>
        </w:rPr>
        <w:t>Le rideau tombe lentement.</w:t>
      </w:r>
    </w:p>
    <w:p w14:paraId="49613A8C" w14:textId="77777777" w:rsidR="00905145" w:rsidRPr="00AF0A23" w:rsidRDefault="00905145" w:rsidP="00905145"/>
    <w:p w14:paraId="320FD744" w14:textId="77777777" w:rsidR="00905145" w:rsidRPr="00AF0A23" w:rsidRDefault="00905145" w:rsidP="00905145">
      <w:pPr>
        <w:pStyle w:val="Titre1"/>
      </w:pPr>
      <w:bookmarkStart w:id="11" w:name="_Toc195622097"/>
      <w:r w:rsidRPr="00AF0A23">
        <w:lastRenderedPageBreak/>
        <w:t>LOUIS XV</w:t>
      </w:r>
      <w:bookmarkEnd w:id="11"/>
    </w:p>
    <w:p w14:paraId="24C20D58" w14:textId="77777777" w:rsidR="00905145" w:rsidRPr="00AF0A23" w:rsidRDefault="00905145" w:rsidP="00905145">
      <w:pPr>
        <w:rPr>
          <w:i/>
          <w:iCs/>
        </w:rPr>
      </w:pPr>
      <w:r w:rsidRPr="00AF0A23">
        <w:rPr>
          <w:i/>
          <w:iCs/>
        </w:rPr>
        <w:t>Le décor repr</w:t>
      </w:r>
      <w:r w:rsidRPr="00AF0A23">
        <w:rPr>
          <w:i/>
          <w:iCs/>
        </w:rPr>
        <w:t>é</w:t>
      </w:r>
      <w:r w:rsidRPr="00AF0A23">
        <w:rPr>
          <w:i/>
          <w:iCs/>
        </w:rPr>
        <w:t>sente un salon au château de Versailles.</w:t>
      </w:r>
    </w:p>
    <w:p w14:paraId="4386A0F1" w14:textId="77777777" w:rsidR="00905145" w:rsidRPr="00AF0A23" w:rsidRDefault="00905145" w:rsidP="00905145">
      <w:pPr>
        <w:rPr>
          <w:i/>
          <w:iCs/>
        </w:rPr>
      </w:pPr>
      <w:r w:rsidRPr="00AF0A23">
        <w:rPr>
          <w:i/>
          <w:iCs/>
        </w:rPr>
        <w:t>Sont en scène au lever du rideau : Voltaire, Fragonard et la marquise de Pompadour immobile et a</w:t>
      </w:r>
      <w:r w:rsidRPr="00AF0A23">
        <w:rPr>
          <w:i/>
          <w:iCs/>
        </w:rPr>
        <w:t>s</w:t>
      </w:r>
      <w:r w:rsidRPr="00AF0A23">
        <w:rPr>
          <w:i/>
          <w:iCs/>
        </w:rPr>
        <w:t>sise, car Fragonard fait son portrait.</w:t>
      </w:r>
    </w:p>
    <w:p w14:paraId="1ED90B54" w14:textId="77777777" w:rsidR="00905145" w:rsidRPr="00AF0A23" w:rsidRDefault="00905145" w:rsidP="00905145">
      <w:pPr>
        <w:rPr>
          <w:i/>
          <w:iCs/>
        </w:rPr>
      </w:pPr>
      <w:r w:rsidRPr="00AF0A23">
        <w:rPr>
          <w:i/>
          <w:iCs/>
        </w:rPr>
        <w:t>Voltaire lui aussi est assis dans un fa</w:t>
      </w:r>
      <w:r w:rsidRPr="00AF0A23">
        <w:rPr>
          <w:i/>
          <w:iCs/>
        </w:rPr>
        <w:t>u</w:t>
      </w:r>
      <w:r w:rsidRPr="00AF0A23">
        <w:rPr>
          <w:i/>
          <w:iCs/>
        </w:rPr>
        <w:t>teuil, il parle.</w:t>
      </w:r>
    </w:p>
    <w:p w14:paraId="07945DD3" w14:textId="77777777" w:rsidR="00905145" w:rsidRDefault="00905145" w:rsidP="00905145">
      <w:pPr>
        <w:ind w:firstLine="0"/>
        <w:jc w:val="center"/>
      </w:pPr>
    </w:p>
    <w:p w14:paraId="61E025FE" w14:textId="77777777" w:rsidR="00905145" w:rsidRPr="00AF0A23" w:rsidRDefault="00905145" w:rsidP="00905145">
      <w:pPr>
        <w:ind w:firstLine="0"/>
        <w:jc w:val="center"/>
      </w:pPr>
      <w:r w:rsidRPr="00AF0A23">
        <w:t>VOLTAIRE</w:t>
      </w:r>
    </w:p>
    <w:p w14:paraId="6F1E5FE8" w14:textId="77777777" w:rsidR="00905145" w:rsidRPr="00AF0A23" w:rsidRDefault="00905145" w:rsidP="00905145">
      <w:r w:rsidRPr="00AF0A23">
        <w:t>Oui, Madame, Dieu nous a fait à son image et nous le lui avons bien rendu d’ailleurs.</w:t>
      </w:r>
    </w:p>
    <w:p w14:paraId="7B5230ED" w14:textId="77777777" w:rsidR="00905145" w:rsidRPr="00451F37" w:rsidRDefault="00905145" w:rsidP="00905145">
      <w:pPr>
        <w:pStyle w:val="NormalRetraitGauche4XIndent0"/>
        <w:rPr>
          <w:i/>
          <w:iCs/>
        </w:rPr>
      </w:pPr>
      <w:r w:rsidRPr="00451F37">
        <w:rPr>
          <w:i/>
          <w:iCs/>
        </w:rPr>
        <w:t>Le Roi vient de paraître.</w:t>
      </w:r>
    </w:p>
    <w:p w14:paraId="1B2BF8CC" w14:textId="77777777" w:rsidR="00905145" w:rsidRPr="00AF0A23" w:rsidRDefault="00905145" w:rsidP="00905145">
      <w:pPr>
        <w:ind w:firstLine="0"/>
        <w:jc w:val="center"/>
      </w:pPr>
      <w:r w:rsidRPr="00AF0A23">
        <w:t>LE ROI</w:t>
      </w:r>
    </w:p>
    <w:p w14:paraId="00F477F7" w14:textId="77777777" w:rsidR="00905145" w:rsidRPr="00AF0A23" w:rsidRDefault="00905145" w:rsidP="00905145">
      <w:r w:rsidRPr="00AF0A23">
        <w:t>Voltaire et Fr</w:t>
      </w:r>
      <w:r w:rsidRPr="00AF0A23">
        <w:t>a</w:t>
      </w:r>
      <w:r w:rsidRPr="00AF0A23">
        <w:t>gonard : La France !</w:t>
      </w:r>
    </w:p>
    <w:p w14:paraId="3DAAE7A4" w14:textId="77777777" w:rsidR="00905145" w:rsidRPr="00451F37" w:rsidRDefault="00905145" w:rsidP="00905145">
      <w:pPr>
        <w:pStyle w:val="NormalRetraitGauche4XIndent0"/>
        <w:rPr>
          <w:i/>
          <w:iCs/>
        </w:rPr>
      </w:pPr>
      <w:r w:rsidRPr="00451F37">
        <w:rPr>
          <w:i/>
          <w:iCs/>
        </w:rPr>
        <w:t>Voltaire fait mine de se lever.</w:t>
      </w:r>
    </w:p>
    <w:p w14:paraId="60855F29" w14:textId="77777777" w:rsidR="00905145" w:rsidRPr="00AF0A23" w:rsidRDefault="00905145" w:rsidP="00905145">
      <w:r w:rsidRPr="00AF0A23">
        <w:t>Non, non, restez, restez. Je ne veux pas qu’on se dérange. D’abord, je m’en voudrais d’interrompre un travail qui déjà nous annonce un chef-d’œuvre, et je tiens en outre à me délecter du spectacle qui m’est offert : Madame de Pompadour pose pour Fragonard tandis que M. de Voltaire blasphème en so</w:t>
      </w:r>
      <w:r w:rsidRPr="00AF0A23">
        <w:t>u</w:t>
      </w:r>
      <w:r w:rsidRPr="00AF0A23">
        <w:t>riant, et c’est ce tableau-là qu’il conviendrait de faire. J’aime bien les toiles qui représentent des batai</w:t>
      </w:r>
      <w:r w:rsidRPr="00AF0A23">
        <w:t>l</w:t>
      </w:r>
      <w:r w:rsidRPr="00AF0A23">
        <w:t>les, mais le tableau que je regarde, en ce moment, immortalise tout un siècle : le g</w:t>
      </w:r>
      <w:r w:rsidRPr="00AF0A23">
        <w:t>é</w:t>
      </w:r>
      <w:r w:rsidRPr="00AF0A23">
        <w:t>nie, le talent et la beauté, et cet accord entre les meubles et les co</w:t>
      </w:r>
      <w:r w:rsidRPr="00AF0A23">
        <w:t>u</w:t>
      </w:r>
      <w:r w:rsidRPr="00AF0A23">
        <w:t xml:space="preserve">leurs, entre les étoffes et les mots, entre la forme et la pensée. C’est cela qui me trouble et m’émeut. </w:t>
      </w:r>
      <w:r w:rsidRPr="00AF0A23">
        <w:lastRenderedPageBreak/>
        <w:t>Voltaire et Fragonard : l’ironie et la grâce, vertus incessibles et insa</w:t>
      </w:r>
      <w:r w:rsidRPr="00AF0A23">
        <w:t>i</w:t>
      </w:r>
      <w:r w:rsidRPr="00AF0A23">
        <w:t>sissables. Donc, je dis bien : Voltaire et Frag</w:t>
      </w:r>
      <w:r w:rsidRPr="00AF0A23">
        <w:t>o</w:t>
      </w:r>
      <w:r w:rsidRPr="00AF0A23">
        <w:t>nard : La France.</w:t>
      </w:r>
    </w:p>
    <w:p w14:paraId="77A0925D" w14:textId="77777777" w:rsidR="00905145" w:rsidRPr="00AF0A23" w:rsidRDefault="00905145" w:rsidP="00905145">
      <w:pPr>
        <w:ind w:firstLine="0"/>
        <w:jc w:val="center"/>
      </w:pPr>
      <w:r w:rsidRPr="00AF0A23">
        <w:t>VOLTAIRE</w:t>
      </w:r>
    </w:p>
    <w:p w14:paraId="661BFE42" w14:textId="77777777" w:rsidR="00905145" w:rsidRPr="00AF0A23" w:rsidRDefault="00905145" w:rsidP="00905145">
      <w:r w:rsidRPr="00AF0A23">
        <w:t>Sire, c’est vous la France.</w:t>
      </w:r>
    </w:p>
    <w:p w14:paraId="5AF60936" w14:textId="77777777" w:rsidR="00905145" w:rsidRPr="00AF0A23" w:rsidRDefault="00905145" w:rsidP="00905145">
      <w:pPr>
        <w:ind w:firstLine="0"/>
        <w:jc w:val="center"/>
      </w:pPr>
      <w:r w:rsidRPr="00AF0A23">
        <w:t>LE ROI</w:t>
      </w:r>
    </w:p>
    <w:p w14:paraId="2BCC314A" w14:textId="77777777" w:rsidR="00905145" w:rsidRPr="00AF0A23" w:rsidRDefault="00905145" w:rsidP="00905145">
      <w:r w:rsidRPr="00AF0A23">
        <w:t>Oh ! mais non, Monsieur, non – je ne me fais guère d’illusions à mon s</w:t>
      </w:r>
      <w:r w:rsidRPr="00AF0A23">
        <w:t>u</w:t>
      </w:r>
      <w:r w:rsidRPr="00AF0A23">
        <w:t>jet et j’ai plus confiance en vous qu’en moi-même. Voilà quarante ans que je règne, et ce</w:t>
      </w:r>
      <w:r w:rsidRPr="00AF0A23">
        <w:t>r</w:t>
      </w:r>
      <w:r w:rsidRPr="00AF0A23">
        <w:t>tes, je me réjouis à la pensée que, pendant ce long temps, aucune guerre civile n’a versé le sang français, mais je m’en voudrais d’ignorer ce que mon siècle vous devra et je compte beaucoup sur vous… sur Beaumarchais, sur Greuze et Diderot, sur Chardin, Marivaux, sur Montesquieu et sur Jean-Jacques et sur Wa</w:t>
      </w:r>
      <w:r w:rsidRPr="00AF0A23">
        <w:t>t</w:t>
      </w:r>
      <w:r w:rsidRPr="00AF0A23">
        <w:t>teau, car dans cent ans, dans trois cents ans, combien de gens venus en France seront conquis par le génie et seront touchés par la grâce ! Je pense à des victoires que pourraient re</w:t>
      </w:r>
      <w:r w:rsidRPr="00AF0A23">
        <w:t>m</w:t>
      </w:r>
      <w:r w:rsidRPr="00AF0A23">
        <w:t xml:space="preserve">porter un pastel de </w:t>
      </w:r>
      <w:smartTag w:uri="urn:schemas-microsoft-com:office:smarttags" w:element="PersonName">
        <w:smartTagPr>
          <w:attr w:name="ProductID" w:val="La Tour"/>
        </w:smartTagPr>
        <w:r w:rsidRPr="00AF0A23">
          <w:t>La Tour</w:t>
        </w:r>
      </w:smartTag>
      <w:r w:rsidRPr="00AF0A23">
        <w:t xml:space="preserve"> ou dix lignes de vous.</w:t>
      </w:r>
    </w:p>
    <w:p w14:paraId="538BA119" w14:textId="77777777" w:rsidR="00905145" w:rsidRPr="00AF0A23" w:rsidRDefault="00905145" w:rsidP="00905145">
      <w:pPr>
        <w:ind w:firstLine="0"/>
        <w:jc w:val="center"/>
      </w:pPr>
      <w:r w:rsidRPr="00AF0A23">
        <w:t>VOLTAIRE</w:t>
      </w:r>
    </w:p>
    <w:p w14:paraId="2EB02548" w14:textId="77777777" w:rsidR="00905145" w:rsidRPr="00AF0A23" w:rsidRDefault="00905145" w:rsidP="00905145">
      <w:pPr>
        <w:rPr>
          <w:i/>
          <w:iCs/>
        </w:rPr>
      </w:pPr>
      <w:r w:rsidRPr="00AF0A23">
        <w:t>Eh bien, je trouve Votre Majesté modeste à son égard. N’eussiez-vous fait qu’une chose : expu</w:t>
      </w:r>
      <w:r w:rsidRPr="00AF0A23">
        <w:t>l</w:t>
      </w:r>
      <w:r w:rsidRPr="00AF0A23">
        <w:t xml:space="preserve">ser les Jésuites, que cela suffirait à justifier notre profonde gratitude ! Car </w:t>
      </w:r>
      <w:r w:rsidRPr="00AF0A23">
        <w:rPr>
          <w:i/>
          <w:iCs/>
        </w:rPr>
        <w:t>il faut enfin qu’il soit permis de prier Dieu à son idée comme de ma</w:t>
      </w:r>
      <w:r w:rsidRPr="00AF0A23">
        <w:rPr>
          <w:i/>
          <w:iCs/>
        </w:rPr>
        <w:t>n</w:t>
      </w:r>
      <w:r w:rsidRPr="00AF0A23">
        <w:rPr>
          <w:i/>
          <w:iCs/>
        </w:rPr>
        <w:t>ger à son goût.</w:t>
      </w:r>
    </w:p>
    <w:p w14:paraId="369315E5" w14:textId="77777777" w:rsidR="00905145" w:rsidRPr="00AF0A23" w:rsidRDefault="00905145" w:rsidP="00905145">
      <w:pPr>
        <w:ind w:firstLine="0"/>
        <w:jc w:val="center"/>
      </w:pPr>
      <w:r w:rsidRPr="00AF0A23">
        <w:t>LE ROI</w:t>
      </w:r>
    </w:p>
    <w:p w14:paraId="43BBCAC2" w14:textId="77777777" w:rsidR="00905145" w:rsidRPr="00AF0A23" w:rsidRDefault="00905145" w:rsidP="00905145">
      <w:r w:rsidRPr="00AF0A23">
        <w:t>En cela, j’ai suivi vos conseils comme je les ai suivis le jour où, par mesure d’économie, j’ai vendu la moitié des ch</w:t>
      </w:r>
      <w:r w:rsidRPr="00AF0A23">
        <w:t>e</w:t>
      </w:r>
      <w:r w:rsidRPr="00AF0A23">
        <w:t>vaux qui rempli</w:t>
      </w:r>
      <w:r w:rsidRPr="00AF0A23">
        <w:t>s</w:t>
      </w:r>
      <w:r w:rsidRPr="00AF0A23">
        <w:t>saient mes écuries.</w:t>
      </w:r>
    </w:p>
    <w:p w14:paraId="165E42C8" w14:textId="77777777" w:rsidR="00905145" w:rsidRPr="00AF0A23" w:rsidRDefault="00905145" w:rsidP="00905145">
      <w:pPr>
        <w:ind w:firstLine="0"/>
        <w:jc w:val="center"/>
      </w:pPr>
      <w:r w:rsidRPr="00AF0A23">
        <w:lastRenderedPageBreak/>
        <w:t>VOLTAIRE</w:t>
      </w:r>
    </w:p>
    <w:p w14:paraId="39349F04" w14:textId="77777777" w:rsidR="00905145" w:rsidRPr="00AF0A23" w:rsidRDefault="00905145" w:rsidP="00905145">
      <w:r w:rsidRPr="00AF0A23">
        <w:t>Et cela fit au peuple une impression très vive. Le Roi r</w:t>
      </w:r>
      <w:r w:rsidRPr="00AF0A23">
        <w:t>e</w:t>
      </w:r>
      <w:r w:rsidRPr="00AF0A23">
        <w:t>nonce à la moitié de ses chevaux ! Mais je crois que si Votre M</w:t>
      </w:r>
      <w:r w:rsidRPr="00AF0A23">
        <w:t>a</w:t>
      </w:r>
      <w:r w:rsidRPr="00AF0A23">
        <w:t>jesté avait envoyé pa</w:t>
      </w:r>
      <w:r w:rsidRPr="00AF0A23">
        <w:t>î</w:t>
      </w:r>
      <w:r w:rsidRPr="00AF0A23">
        <w:t>tre la moitié des ânes qui l’entourent, c’eût été préf</w:t>
      </w:r>
      <w:r w:rsidRPr="00AF0A23">
        <w:t>é</w:t>
      </w:r>
      <w:r w:rsidRPr="00AF0A23">
        <w:t>rable !</w:t>
      </w:r>
    </w:p>
    <w:p w14:paraId="32C5244F" w14:textId="77777777" w:rsidR="00905145" w:rsidRPr="00451F37" w:rsidRDefault="00905145" w:rsidP="00905145">
      <w:pPr>
        <w:pStyle w:val="NormalRetraitGauche4XIndent0"/>
        <w:rPr>
          <w:i/>
          <w:iCs/>
        </w:rPr>
      </w:pPr>
      <w:r w:rsidRPr="00451F37">
        <w:rPr>
          <w:i/>
          <w:iCs/>
        </w:rPr>
        <w:t>Le Roi regarde Fragonard qui tr</w:t>
      </w:r>
      <w:r w:rsidRPr="00451F37">
        <w:rPr>
          <w:i/>
          <w:iCs/>
        </w:rPr>
        <w:t>a</w:t>
      </w:r>
      <w:r w:rsidRPr="00451F37">
        <w:rPr>
          <w:i/>
          <w:iCs/>
        </w:rPr>
        <w:t>vaille.</w:t>
      </w:r>
    </w:p>
    <w:p w14:paraId="500ECBF5" w14:textId="77777777" w:rsidR="00905145" w:rsidRPr="00AF0A23" w:rsidRDefault="00905145" w:rsidP="00905145">
      <w:pPr>
        <w:ind w:firstLine="0"/>
        <w:jc w:val="center"/>
      </w:pPr>
      <w:r w:rsidRPr="00AF0A23">
        <w:t>LE ROI</w:t>
      </w:r>
    </w:p>
    <w:p w14:paraId="62B34700" w14:textId="77777777" w:rsidR="00905145" w:rsidRPr="00AF0A23" w:rsidRDefault="00905145" w:rsidP="00905145">
      <w:r w:rsidRPr="00AF0A23">
        <w:t>Ce n’est encore qu’une esquisse, mais c’est l’ébauche d’un chef-d’œuvre.</w:t>
      </w:r>
    </w:p>
    <w:p w14:paraId="12B7B267" w14:textId="77777777" w:rsidR="00905145" w:rsidRPr="00AF0A23" w:rsidRDefault="00905145" w:rsidP="00905145">
      <w:pPr>
        <w:ind w:firstLine="0"/>
        <w:jc w:val="center"/>
      </w:pPr>
      <w:r w:rsidRPr="00AF0A23">
        <w:t>FRAGONARD</w:t>
      </w:r>
    </w:p>
    <w:p w14:paraId="2C43E65F" w14:textId="77777777" w:rsidR="00905145" w:rsidRPr="00AF0A23" w:rsidRDefault="00905145" w:rsidP="00905145">
      <w:r w:rsidRPr="00AF0A23">
        <w:t>Sire, je ne crois pas qu’une esquisse soit l’ébauche d’un chef-d’œuvre – c’en est plutôt l’achèvement – et c’est le co</w:t>
      </w:r>
      <w:r w:rsidRPr="00AF0A23">
        <w:t>m</w:t>
      </w:r>
      <w:r w:rsidRPr="00AF0A23">
        <w:t>menc</w:t>
      </w:r>
      <w:r w:rsidRPr="00AF0A23">
        <w:t>e</w:t>
      </w:r>
      <w:r w:rsidRPr="00AF0A23">
        <w:t>ment qui manque peut-être encore.</w:t>
      </w:r>
    </w:p>
    <w:p w14:paraId="43E992E4" w14:textId="77777777" w:rsidR="00905145" w:rsidRPr="00451F37" w:rsidRDefault="00905145" w:rsidP="00905145">
      <w:pPr>
        <w:pStyle w:val="NormalRetraitGauche4XIndent0"/>
        <w:rPr>
          <w:i/>
          <w:iCs/>
        </w:rPr>
      </w:pPr>
      <w:r w:rsidRPr="00451F37">
        <w:rPr>
          <w:i/>
          <w:iCs/>
        </w:rPr>
        <w:t>Le rideau tombe mais il se relève sur le même décor.</w:t>
      </w:r>
    </w:p>
    <w:p w14:paraId="72B5207F" w14:textId="77777777" w:rsidR="00905145" w:rsidRPr="00AF0A23" w:rsidRDefault="00905145" w:rsidP="00905145"/>
    <w:p w14:paraId="29ACA904" w14:textId="77777777" w:rsidR="00905145" w:rsidRPr="00AF0A23" w:rsidRDefault="00905145" w:rsidP="00905145">
      <w:pPr>
        <w:pStyle w:val="Titre1"/>
      </w:pPr>
      <w:bookmarkStart w:id="12" w:name="_Toc195622098"/>
      <w:r w:rsidRPr="00AF0A23">
        <w:lastRenderedPageBreak/>
        <w:t>LOUIS XV ET MADAME DE POMPADOUR</w:t>
      </w:r>
      <w:bookmarkEnd w:id="12"/>
    </w:p>
    <w:p w14:paraId="5FDCC21D" w14:textId="77777777" w:rsidR="00905145" w:rsidRPr="00AF0A23" w:rsidRDefault="00905145" w:rsidP="00905145">
      <w:pPr>
        <w:rPr>
          <w:i/>
          <w:iCs/>
        </w:rPr>
      </w:pPr>
      <w:r w:rsidRPr="00AF0A23">
        <w:rPr>
          <w:i/>
          <w:iCs/>
        </w:rPr>
        <w:t>Madame de Pompadour est entourée de Madame de Co</w:t>
      </w:r>
      <w:r w:rsidRPr="00AF0A23">
        <w:rPr>
          <w:i/>
          <w:iCs/>
        </w:rPr>
        <w:t>i</w:t>
      </w:r>
      <w:r w:rsidRPr="00AF0A23">
        <w:rPr>
          <w:i/>
          <w:iCs/>
        </w:rPr>
        <w:t>slin, Madame de la Marck, Madame de Choiseul, Madame de Robecq.</w:t>
      </w:r>
    </w:p>
    <w:p w14:paraId="330FAD33" w14:textId="77777777" w:rsidR="00905145" w:rsidRPr="00AF0A23" w:rsidRDefault="00905145" w:rsidP="00905145">
      <w:pPr>
        <w:rPr>
          <w:i/>
          <w:iCs/>
        </w:rPr>
      </w:pPr>
      <w:r w:rsidRPr="00AF0A23">
        <w:rPr>
          <w:i/>
          <w:iCs/>
        </w:rPr>
        <w:t>Le chevalet de Fragonard a été enlevé, mais le fauteuil dans lequel était assis Vo</w:t>
      </w:r>
      <w:r w:rsidRPr="00AF0A23">
        <w:rPr>
          <w:i/>
          <w:iCs/>
        </w:rPr>
        <w:t>l</w:t>
      </w:r>
      <w:r w:rsidRPr="00AF0A23">
        <w:rPr>
          <w:i/>
          <w:iCs/>
        </w:rPr>
        <w:t>taire est à la même place.</w:t>
      </w:r>
    </w:p>
    <w:p w14:paraId="7B744F1F" w14:textId="77777777" w:rsidR="00905145" w:rsidRPr="00AF0A23" w:rsidRDefault="00905145" w:rsidP="00905145">
      <w:pPr>
        <w:ind w:firstLine="0"/>
        <w:jc w:val="center"/>
      </w:pPr>
      <w:r w:rsidRPr="00AF0A23">
        <w:t>MADAME DE POMPADOUR</w:t>
      </w:r>
    </w:p>
    <w:p w14:paraId="380C510C" w14:textId="77777777" w:rsidR="00905145" w:rsidRPr="00AF0A23" w:rsidRDefault="00905145" w:rsidP="00905145">
      <w:r w:rsidRPr="00AF0A23">
        <w:t>Eh bien, oui, je l’avoue, oui, je suis inquiète.</w:t>
      </w:r>
    </w:p>
    <w:p w14:paraId="4B8E0BB5" w14:textId="77777777" w:rsidR="00905145" w:rsidRPr="00AF0A23" w:rsidRDefault="00905145" w:rsidP="00905145">
      <w:pPr>
        <w:ind w:firstLine="0"/>
        <w:jc w:val="center"/>
      </w:pPr>
      <w:r w:rsidRPr="00AF0A23">
        <w:t>MADAME DE COISLIN</w:t>
      </w:r>
    </w:p>
    <w:p w14:paraId="2363EA22" w14:textId="77777777" w:rsidR="00905145" w:rsidRPr="00AF0A23" w:rsidRDefault="00905145" w:rsidP="00905145">
      <w:r w:rsidRPr="00AF0A23">
        <w:t>Vous, Madame, inquiète ?</w:t>
      </w:r>
    </w:p>
    <w:p w14:paraId="4B19E9DA" w14:textId="77777777" w:rsidR="00905145" w:rsidRPr="00AF0A23" w:rsidRDefault="00905145" w:rsidP="00905145">
      <w:pPr>
        <w:ind w:firstLine="0"/>
        <w:jc w:val="center"/>
      </w:pPr>
      <w:r w:rsidRPr="00AF0A23">
        <w:t>MADAME DE POMPADOUR</w:t>
      </w:r>
    </w:p>
    <w:p w14:paraId="3C2D1F52" w14:textId="77777777" w:rsidR="00905145" w:rsidRPr="00AF0A23" w:rsidRDefault="00905145" w:rsidP="00905145">
      <w:r w:rsidRPr="00AF0A23">
        <w:t>Eh oui.</w:t>
      </w:r>
    </w:p>
    <w:p w14:paraId="2A175F70" w14:textId="77777777" w:rsidR="00905145" w:rsidRPr="00AF0A23" w:rsidRDefault="00905145" w:rsidP="00905145">
      <w:pPr>
        <w:ind w:firstLine="0"/>
        <w:jc w:val="center"/>
      </w:pPr>
      <w:r w:rsidRPr="00AF0A23">
        <w:t xml:space="preserve">MADAME DE </w:t>
      </w:r>
      <w:smartTag w:uri="urn:schemas-microsoft-com:office:smarttags" w:element="PersonName">
        <w:smartTagPr>
          <w:attr w:name="ProductID" w:val="la Marck"/>
        </w:smartTagPr>
        <w:r w:rsidRPr="00AF0A23">
          <w:t>LA MARCK</w:t>
        </w:r>
      </w:smartTag>
    </w:p>
    <w:p w14:paraId="5DB50C93" w14:textId="77777777" w:rsidR="00905145" w:rsidRPr="00AF0A23" w:rsidRDefault="00905145" w:rsidP="00905145">
      <w:r w:rsidRPr="00AF0A23">
        <w:t>Regardez-vous !</w:t>
      </w:r>
    </w:p>
    <w:p w14:paraId="05B048C9" w14:textId="77777777" w:rsidR="00905145" w:rsidRPr="00AF0A23" w:rsidRDefault="00905145" w:rsidP="00905145">
      <w:pPr>
        <w:ind w:firstLine="0"/>
        <w:jc w:val="center"/>
      </w:pPr>
      <w:r w:rsidRPr="00AF0A23">
        <w:t>MADAME DE POMPADOUR</w:t>
      </w:r>
    </w:p>
    <w:p w14:paraId="56E4F147" w14:textId="77777777" w:rsidR="00905145" w:rsidRPr="00AF0A23" w:rsidRDefault="00905145" w:rsidP="00905145">
      <w:r w:rsidRPr="00AF0A23">
        <w:t>Oh ! mais, je me regarde et je me vois, précisément. C’est bien cela qui m’inquiète.</w:t>
      </w:r>
    </w:p>
    <w:p w14:paraId="28091BB8" w14:textId="77777777" w:rsidR="00905145" w:rsidRPr="00AF0A23" w:rsidRDefault="00905145" w:rsidP="00905145">
      <w:pPr>
        <w:ind w:firstLine="0"/>
        <w:jc w:val="center"/>
      </w:pPr>
      <w:r w:rsidRPr="00AF0A23">
        <w:t>TOUTES</w:t>
      </w:r>
    </w:p>
    <w:p w14:paraId="00791D0B" w14:textId="77777777" w:rsidR="00905145" w:rsidRPr="00AF0A23" w:rsidRDefault="00905145" w:rsidP="00905145">
      <w:r w:rsidRPr="00AF0A23">
        <w:t>Oh ! ! !</w:t>
      </w:r>
    </w:p>
    <w:p w14:paraId="415BCF24" w14:textId="77777777" w:rsidR="00905145" w:rsidRPr="00AF0A23" w:rsidRDefault="00905145" w:rsidP="00905145">
      <w:pPr>
        <w:ind w:firstLine="0"/>
        <w:jc w:val="center"/>
      </w:pPr>
      <w:r w:rsidRPr="00AF0A23">
        <w:t>MADAME DE POMPADOUR</w:t>
      </w:r>
    </w:p>
    <w:p w14:paraId="7A266EFE" w14:textId="77777777" w:rsidR="00905145" w:rsidRPr="00AF0A23" w:rsidRDefault="00905145" w:rsidP="00905145">
      <w:r w:rsidRPr="00AF0A23">
        <w:t>Mesdames, si le Roi me regardait d’un peu moins loin, je ne me regarderais pas de si près.</w:t>
      </w:r>
    </w:p>
    <w:p w14:paraId="2F7D068D" w14:textId="77777777" w:rsidR="00905145" w:rsidRPr="00AF0A23" w:rsidRDefault="00905145" w:rsidP="00905145">
      <w:pPr>
        <w:ind w:firstLine="0"/>
        <w:jc w:val="center"/>
      </w:pPr>
      <w:r w:rsidRPr="00AF0A23">
        <w:lastRenderedPageBreak/>
        <w:t>MADAME DE COISLIN</w:t>
      </w:r>
    </w:p>
    <w:p w14:paraId="6A7127DC" w14:textId="77777777" w:rsidR="00905145" w:rsidRPr="00AF0A23" w:rsidRDefault="00905145" w:rsidP="00905145">
      <w:r w:rsidRPr="00AF0A23">
        <w:t>N’êtes-vous pas toujours la plus jolie, Madame ?</w:t>
      </w:r>
    </w:p>
    <w:p w14:paraId="12131E8F" w14:textId="77777777" w:rsidR="00905145" w:rsidRPr="00AF0A23" w:rsidRDefault="00905145" w:rsidP="00905145">
      <w:pPr>
        <w:ind w:firstLine="0"/>
        <w:jc w:val="center"/>
      </w:pPr>
      <w:r w:rsidRPr="00AF0A23">
        <w:t>MADAME DE POMPADOUR</w:t>
      </w:r>
    </w:p>
    <w:p w14:paraId="0287FC31" w14:textId="77777777" w:rsidR="00905145" w:rsidRPr="00AF0A23" w:rsidRDefault="00905145" w:rsidP="00905145">
      <w:r w:rsidRPr="00AF0A23">
        <w:t>Le mot le plus affreux vient de vous échapper : to</w:t>
      </w:r>
      <w:r w:rsidRPr="00AF0A23">
        <w:t>u</w:t>
      </w:r>
      <w:r w:rsidRPr="00AF0A23">
        <w:t>jours !… Ne suis-je pas toujours la plus jolie ! « Toujours » s</w:t>
      </w:r>
      <w:r w:rsidRPr="00AF0A23">
        <w:t>i</w:t>
      </w:r>
      <w:r w:rsidRPr="00AF0A23">
        <w:t>gnifie bien « encore » n’est-ce pas – et que veut dire « encore », sinon : malgré mon âge…</w:t>
      </w:r>
    </w:p>
    <w:p w14:paraId="35E285AB" w14:textId="77777777" w:rsidR="00905145" w:rsidRPr="00AF0A23" w:rsidRDefault="00905145" w:rsidP="00905145">
      <w:pPr>
        <w:ind w:firstLine="0"/>
        <w:jc w:val="center"/>
      </w:pPr>
      <w:r w:rsidRPr="00AF0A23">
        <w:t>MADAME DE COISLIN</w:t>
      </w:r>
    </w:p>
    <w:p w14:paraId="4E2ECEDC" w14:textId="77777777" w:rsidR="00905145" w:rsidRPr="00AF0A23" w:rsidRDefault="00905145" w:rsidP="00905145">
      <w:r w:rsidRPr="00AF0A23">
        <w:t>Oh ! Madame, pardon. Je n’ai pas dit : malgré votre âge.</w:t>
      </w:r>
    </w:p>
    <w:p w14:paraId="74C2A150" w14:textId="77777777" w:rsidR="00905145" w:rsidRPr="00AF0A23" w:rsidRDefault="00905145" w:rsidP="00905145">
      <w:pPr>
        <w:ind w:firstLine="0"/>
        <w:jc w:val="center"/>
      </w:pPr>
      <w:r w:rsidRPr="00AF0A23">
        <w:t>MADAME DE POMPADOUR</w:t>
      </w:r>
    </w:p>
    <w:p w14:paraId="69B380A2" w14:textId="77777777" w:rsidR="00905145" w:rsidRPr="00AF0A23" w:rsidRDefault="00905145" w:rsidP="00905145">
      <w:r w:rsidRPr="00AF0A23">
        <w:t>Mais vous l’avez pensé.</w:t>
      </w:r>
    </w:p>
    <w:p w14:paraId="265AA962" w14:textId="77777777" w:rsidR="00905145" w:rsidRPr="00AF0A23" w:rsidRDefault="00905145" w:rsidP="00905145">
      <w:pPr>
        <w:ind w:firstLine="0"/>
        <w:jc w:val="center"/>
      </w:pPr>
      <w:r w:rsidRPr="00AF0A23">
        <w:t>MADAME DE COISLIN</w:t>
      </w:r>
    </w:p>
    <w:p w14:paraId="7F20E8F8" w14:textId="77777777" w:rsidR="00905145" w:rsidRPr="00AF0A23" w:rsidRDefault="00905145" w:rsidP="00905145">
      <w:r w:rsidRPr="00AF0A23">
        <w:t>Non. J’ai pensé, malgré le mien, que vous étiez toujours la plus jolie, Madame.</w:t>
      </w:r>
    </w:p>
    <w:p w14:paraId="2C96602A" w14:textId="77777777" w:rsidR="00905145" w:rsidRPr="00AF0A23" w:rsidRDefault="00905145" w:rsidP="00905145">
      <w:pPr>
        <w:ind w:firstLine="0"/>
        <w:jc w:val="center"/>
      </w:pPr>
      <w:r w:rsidRPr="00AF0A23">
        <w:t>MADAME DE POMPADOUR</w:t>
      </w:r>
    </w:p>
    <w:p w14:paraId="1FF3FEA8" w14:textId="77777777" w:rsidR="00905145" w:rsidRPr="00AF0A23" w:rsidRDefault="00905145" w:rsidP="00905145">
      <w:r w:rsidRPr="00AF0A23">
        <w:t>Elle s’en est fort bien sortie ! Mais l’eussiez-vous pensé que je ne vous en tiendrais pas rigueur, puisque moi-même je le pense – et con</w:t>
      </w:r>
      <w:r w:rsidRPr="00AF0A23">
        <w:t>s</w:t>
      </w:r>
      <w:r w:rsidRPr="00AF0A23">
        <w:t>tamment ! – puisque j’en souffre.</w:t>
      </w:r>
    </w:p>
    <w:p w14:paraId="6E7D2CE0" w14:textId="77777777" w:rsidR="00905145" w:rsidRPr="00AF0A23" w:rsidRDefault="00905145" w:rsidP="00905145">
      <w:pPr>
        <w:ind w:firstLine="0"/>
        <w:jc w:val="center"/>
      </w:pPr>
      <w:r w:rsidRPr="00AF0A23">
        <w:t>MADAME DE CHOISEUL</w:t>
      </w:r>
    </w:p>
    <w:p w14:paraId="532F6FE8" w14:textId="77777777" w:rsidR="00905145" w:rsidRPr="00AF0A23" w:rsidRDefault="00905145" w:rsidP="00905145">
      <w:r w:rsidRPr="00AF0A23">
        <w:t>Eh bien, mais – supposons que la chose soit vraie : que vous en souffriez – n’est-ce pas un danger que de le laisser voir ?</w:t>
      </w:r>
    </w:p>
    <w:p w14:paraId="5DE4EBB9" w14:textId="77777777" w:rsidR="00905145" w:rsidRPr="00AF0A23" w:rsidRDefault="00905145" w:rsidP="00905145">
      <w:pPr>
        <w:ind w:firstLine="0"/>
        <w:jc w:val="center"/>
      </w:pPr>
      <w:r w:rsidRPr="00AF0A23">
        <w:t>MADAME DE POMPADOUR</w:t>
      </w:r>
    </w:p>
    <w:p w14:paraId="32340D3F" w14:textId="77777777" w:rsidR="00905145" w:rsidRPr="00AF0A23" w:rsidRDefault="00905145" w:rsidP="00905145">
      <w:r w:rsidRPr="00AF0A23">
        <w:lastRenderedPageBreak/>
        <w:t>Mais je sais qu’il est très rare qu’une femme ennuyée ne soit pas ennuyeuse. Et je l’ennuie, je le vois bien – je ne cesse de l’irr</w:t>
      </w:r>
      <w:r w:rsidRPr="00AF0A23">
        <w:t>i</w:t>
      </w:r>
      <w:r w:rsidRPr="00AF0A23">
        <w:t>ter, je l’insupporte, je l’assomme.</w:t>
      </w:r>
    </w:p>
    <w:p w14:paraId="11ECF917" w14:textId="77777777" w:rsidR="00905145" w:rsidRPr="00AF0A23" w:rsidRDefault="00905145" w:rsidP="00905145">
      <w:pPr>
        <w:ind w:firstLine="0"/>
        <w:jc w:val="center"/>
      </w:pPr>
      <w:r w:rsidRPr="00AF0A23">
        <w:t xml:space="preserve">MADAME DE </w:t>
      </w:r>
      <w:smartTag w:uri="urn:schemas-microsoft-com:office:smarttags" w:element="PersonName">
        <w:smartTagPr>
          <w:attr w:name="ProductID" w:val="la Marck"/>
        </w:smartTagPr>
        <w:r w:rsidRPr="00AF0A23">
          <w:t>LA MARCK</w:t>
        </w:r>
      </w:smartTag>
    </w:p>
    <w:p w14:paraId="4B1C9A9B" w14:textId="77777777" w:rsidR="00905145" w:rsidRPr="00AF0A23" w:rsidRDefault="00905145" w:rsidP="00905145">
      <w:r w:rsidRPr="00AF0A23">
        <w:t>Et c’est do</w:t>
      </w:r>
      <w:r w:rsidRPr="00AF0A23">
        <w:t>m</w:t>
      </w:r>
      <w:r w:rsidRPr="00AF0A23">
        <w:t>mage, en vérité…</w:t>
      </w:r>
    </w:p>
    <w:p w14:paraId="23640F71" w14:textId="77777777" w:rsidR="00905145" w:rsidRPr="00AF0A23" w:rsidRDefault="00905145" w:rsidP="00905145">
      <w:pPr>
        <w:ind w:firstLine="0"/>
        <w:jc w:val="center"/>
      </w:pPr>
      <w:r w:rsidRPr="00AF0A23">
        <w:t>MADAME DE ROBECQ</w:t>
      </w:r>
    </w:p>
    <w:p w14:paraId="50B12170" w14:textId="77777777" w:rsidR="00905145" w:rsidRPr="00AF0A23" w:rsidRDefault="00905145" w:rsidP="00905145">
      <w:r w:rsidRPr="00AF0A23">
        <w:t>Car les rois n’aiment pas du tout qu’on les assomme.</w:t>
      </w:r>
    </w:p>
    <w:p w14:paraId="365CB927" w14:textId="77777777" w:rsidR="00905145" w:rsidRPr="00AF0A23" w:rsidRDefault="00905145" w:rsidP="00905145">
      <w:pPr>
        <w:ind w:firstLine="0"/>
        <w:jc w:val="center"/>
      </w:pPr>
      <w:r w:rsidRPr="00AF0A23">
        <w:t>MADAME DE CHOISEUL</w:t>
      </w:r>
    </w:p>
    <w:p w14:paraId="1E37E37D" w14:textId="77777777" w:rsidR="00905145" w:rsidRPr="00AF0A23" w:rsidRDefault="00905145" w:rsidP="00905145">
      <w:r w:rsidRPr="00AF0A23">
        <w:t>Ils ont ça de commun avec les a</w:t>
      </w:r>
      <w:r w:rsidRPr="00AF0A23">
        <w:t>u</w:t>
      </w:r>
      <w:r w:rsidRPr="00AF0A23">
        <w:t>tres hommes !</w:t>
      </w:r>
    </w:p>
    <w:p w14:paraId="611EEF7A" w14:textId="77777777" w:rsidR="00905145" w:rsidRPr="00AF0A23" w:rsidRDefault="00905145" w:rsidP="00905145">
      <w:pPr>
        <w:ind w:firstLine="0"/>
        <w:jc w:val="center"/>
      </w:pPr>
      <w:r w:rsidRPr="00AF0A23">
        <w:t>MADAME DE COISLIN</w:t>
      </w:r>
    </w:p>
    <w:p w14:paraId="7AD5F694" w14:textId="77777777" w:rsidR="00905145" w:rsidRPr="00AF0A23" w:rsidRDefault="00905145" w:rsidP="00905145">
      <w:r w:rsidRPr="00AF0A23">
        <w:t>Pour conserver le Roi, je ne vois qu’un moyen…</w:t>
      </w:r>
    </w:p>
    <w:p w14:paraId="7D61951B" w14:textId="77777777" w:rsidR="00905145" w:rsidRPr="00AF0A23" w:rsidRDefault="00905145" w:rsidP="00905145">
      <w:pPr>
        <w:ind w:firstLine="0"/>
        <w:jc w:val="center"/>
      </w:pPr>
      <w:r w:rsidRPr="00AF0A23">
        <w:t>MADAME DE CHOISEUL</w:t>
      </w:r>
    </w:p>
    <w:p w14:paraId="23A22B11" w14:textId="77777777" w:rsidR="00905145" w:rsidRPr="00AF0A23" w:rsidRDefault="00905145" w:rsidP="00905145">
      <w:r w:rsidRPr="00AF0A23">
        <w:t>Vous avez dix-neuf ans, vous devriez vous taire, Madame, vous n’avez qu’une seule chose à craindre, c’est que Sa M</w:t>
      </w:r>
      <w:r w:rsidRPr="00AF0A23">
        <w:t>a</w:t>
      </w:r>
      <w:r w:rsidRPr="00AF0A23">
        <w:t>jesté ne jette son d</w:t>
      </w:r>
      <w:r w:rsidRPr="00AF0A23">
        <w:t>é</w:t>
      </w:r>
      <w:r w:rsidRPr="00AF0A23">
        <w:t>volu sur une seule créature.</w:t>
      </w:r>
    </w:p>
    <w:p w14:paraId="1F5AE134" w14:textId="77777777" w:rsidR="00905145" w:rsidRPr="00AF0A23" w:rsidRDefault="00905145" w:rsidP="00905145">
      <w:pPr>
        <w:ind w:firstLine="0"/>
        <w:jc w:val="center"/>
      </w:pPr>
      <w:r w:rsidRPr="00AF0A23">
        <w:t xml:space="preserve">MADAME DE </w:t>
      </w:r>
      <w:smartTag w:uri="urn:schemas-microsoft-com:office:smarttags" w:element="PersonName">
        <w:smartTagPr>
          <w:attr w:name="ProductID" w:val="la Marck"/>
        </w:smartTagPr>
        <w:r w:rsidRPr="00AF0A23">
          <w:t>LA MARCK</w:t>
        </w:r>
      </w:smartTag>
    </w:p>
    <w:p w14:paraId="7C7E39F0" w14:textId="77777777" w:rsidR="00905145" w:rsidRPr="00AF0A23" w:rsidRDefault="00905145" w:rsidP="00905145">
      <w:r w:rsidRPr="00AF0A23">
        <w:t>En effet, l’unité peut vous être fatale.</w:t>
      </w:r>
    </w:p>
    <w:p w14:paraId="1181B948" w14:textId="77777777" w:rsidR="00905145" w:rsidRPr="00AF0A23" w:rsidRDefault="00905145" w:rsidP="00905145">
      <w:pPr>
        <w:ind w:firstLine="0"/>
        <w:jc w:val="center"/>
      </w:pPr>
      <w:r w:rsidRPr="00AF0A23">
        <w:t>MADAME DE CHOISEUL</w:t>
      </w:r>
    </w:p>
    <w:p w14:paraId="38ADB3D5" w14:textId="77777777" w:rsidR="00905145" w:rsidRPr="00AF0A23" w:rsidRDefault="00905145" w:rsidP="00905145">
      <w:r w:rsidRPr="00AF0A23">
        <w:t>Et je redoute moins pour vous la quantité. Voilà bien des jours que j’y pense, et, à votre intention, Madame, j’ai fait dre</w:t>
      </w:r>
      <w:r w:rsidRPr="00AF0A23">
        <w:t>s</w:t>
      </w:r>
      <w:r w:rsidRPr="00AF0A23">
        <w:t>ser la liste des personnes les plus vénales de France et de N</w:t>
      </w:r>
      <w:r w:rsidRPr="00AF0A23">
        <w:t>a</w:t>
      </w:r>
      <w:r w:rsidRPr="00AF0A23">
        <w:t>varre. Réunissez-les donc en un endroit cho</w:t>
      </w:r>
      <w:r w:rsidRPr="00AF0A23">
        <w:t>i</w:t>
      </w:r>
      <w:r w:rsidRPr="00AF0A23">
        <w:t>si, comme le Parc-aux-Cerfs – au nom prédestiné – situé rue Saint-Médéric, à Versai</w:t>
      </w:r>
      <w:r w:rsidRPr="00AF0A23">
        <w:t>l</w:t>
      </w:r>
      <w:r w:rsidRPr="00AF0A23">
        <w:t xml:space="preserve">les. C’est une ancienne remise à gibier – ce n’est donc pas le détourner de son usage. Faites aménager cinq, dix, </w:t>
      </w:r>
      <w:r w:rsidRPr="00AF0A23">
        <w:lastRenderedPageBreak/>
        <w:t>quinze, vingt petits pavillons dans les bois. Puis, prenant la chose en main, dirigeant tout, surveillant les allées et venues du Roi, d</w:t>
      </w:r>
      <w:r w:rsidRPr="00AF0A23">
        <w:t>e</w:t>
      </w:r>
      <w:r w:rsidRPr="00AF0A23">
        <w:t>venue la dispensatrice de ses plaisirs, vous conservez ainsi toute votre influence et tout votre pouvoir sur notre souv</w:t>
      </w:r>
      <w:r w:rsidRPr="00AF0A23">
        <w:t>e</w:t>
      </w:r>
      <w:r w:rsidRPr="00AF0A23">
        <w:t>rain.</w:t>
      </w:r>
    </w:p>
    <w:p w14:paraId="7AD8C073" w14:textId="77777777" w:rsidR="00905145" w:rsidRPr="00AF0A23" w:rsidRDefault="00905145" w:rsidP="00905145">
      <w:pPr>
        <w:ind w:firstLine="0"/>
        <w:jc w:val="center"/>
      </w:pPr>
      <w:r w:rsidRPr="00AF0A23">
        <w:t>MADAME DE POMPADOUR</w:t>
      </w:r>
    </w:p>
    <w:p w14:paraId="685C0651" w14:textId="77777777" w:rsidR="00905145" w:rsidRPr="00AF0A23" w:rsidRDefault="00905145" w:rsidP="00905145">
      <w:r w:rsidRPr="00AF0A23">
        <w:t>Oui, c’est juste, en effet.</w:t>
      </w:r>
    </w:p>
    <w:p w14:paraId="2D6B4C16" w14:textId="77777777" w:rsidR="00905145" w:rsidRPr="00AF0A23" w:rsidRDefault="00905145" w:rsidP="00905145">
      <w:pPr>
        <w:ind w:firstLine="0"/>
        <w:jc w:val="center"/>
      </w:pPr>
      <w:r w:rsidRPr="00AF0A23">
        <w:t xml:space="preserve">MADAME DE </w:t>
      </w:r>
      <w:smartTag w:uri="urn:schemas-microsoft-com:office:smarttags" w:element="PersonName">
        <w:smartTagPr>
          <w:attr w:name="ProductID" w:val="la Marck"/>
        </w:smartTagPr>
        <w:r w:rsidRPr="00AF0A23">
          <w:t>LA MARCK</w:t>
        </w:r>
      </w:smartTag>
    </w:p>
    <w:p w14:paraId="0852A8BC" w14:textId="77777777" w:rsidR="00905145" w:rsidRPr="00AF0A23" w:rsidRDefault="00905145" w:rsidP="00905145">
      <w:r w:rsidRPr="00AF0A23">
        <w:t>L’idée est exce</w:t>
      </w:r>
      <w:r w:rsidRPr="00AF0A23">
        <w:t>l</w:t>
      </w:r>
      <w:r w:rsidRPr="00AF0A23">
        <w:t>lente.</w:t>
      </w:r>
    </w:p>
    <w:p w14:paraId="661FE55F" w14:textId="77777777" w:rsidR="00905145" w:rsidRPr="00AF0A23" w:rsidRDefault="00905145" w:rsidP="00905145">
      <w:pPr>
        <w:ind w:firstLine="0"/>
        <w:jc w:val="center"/>
      </w:pPr>
      <w:r w:rsidRPr="00AF0A23">
        <w:t>MADAME DE COISLIN</w:t>
      </w:r>
    </w:p>
    <w:p w14:paraId="70AF6CBD" w14:textId="77777777" w:rsidR="00905145" w:rsidRPr="00AF0A23" w:rsidRDefault="00905145" w:rsidP="00905145">
      <w:r w:rsidRPr="00AF0A23">
        <w:t>Imprévue.</w:t>
      </w:r>
    </w:p>
    <w:p w14:paraId="14EB78D6" w14:textId="77777777" w:rsidR="00905145" w:rsidRPr="00AF0A23" w:rsidRDefault="00905145" w:rsidP="00905145">
      <w:pPr>
        <w:ind w:firstLine="0"/>
        <w:jc w:val="center"/>
      </w:pPr>
      <w:r w:rsidRPr="00AF0A23">
        <w:t>TOUTES</w:t>
      </w:r>
    </w:p>
    <w:p w14:paraId="28876C0E" w14:textId="77777777" w:rsidR="00905145" w:rsidRPr="00AF0A23" w:rsidRDefault="00905145" w:rsidP="00905145">
      <w:r w:rsidRPr="00AF0A23">
        <w:t>Admirable.</w:t>
      </w:r>
    </w:p>
    <w:p w14:paraId="6E492568" w14:textId="77777777" w:rsidR="00905145" w:rsidRPr="00AF0A23" w:rsidRDefault="00905145" w:rsidP="00905145">
      <w:pPr>
        <w:ind w:firstLine="0"/>
        <w:jc w:val="center"/>
      </w:pPr>
      <w:r w:rsidRPr="00AF0A23">
        <w:t>MADAME DE CHOISEUL</w:t>
      </w:r>
    </w:p>
    <w:p w14:paraId="072CFC33" w14:textId="77777777" w:rsidR="00905145" w:rsidRPr="00AF0A23" w:rsidRDefault="00905145" w:rsidP="00905145">
      <w:r w:rsidRPr="00AF0A23">
        <w:t>Chut ! Le Roi ! Prenons garde !</w:t>
      </w:r>
    </w:p>
    <w:p w14:paraId="63D3D5EA" w14:textId="77777777" w:rsidR="00905145" w:rsidRPr="00AF0A23" w:rsidRDefault="00905145" w:rsidP="00905145">
      <w:pPr>
        <w:ind w:firstLine="0"/>
        <w:jc w:val="center"/>
      </w:pPr>
      <w:r w:rsidRPr="00AF0A23">
        <w:t>MADAME DE POMPADOUR</w:t>
      </w:r>
    </w:p>
    <w:p w14:paraId="50C26459" w14:textId="77777777" w:rsidR="00905145" w:rsidRPr="00AF0A23" w:rsidRDefault="00905145" w:rsidP="00905145">
      <w:r w:rsidRPr="00AF0A23">
        <w:t>Eh bien, ne bougeons pas. Cont</w:t>
      </w:r>
      <w:r w:rsidRPr="00AF0A23">
        <w:t>i</w:t>
      </w:r>
      <w:r w:rsidRPr="00AF0A23">
        <w:t>nuons. Parlons. Vraiment, vous le croyez ?</w:t>
      </w:r>
    </w:p>
    <w:p w14:paraId="4C908B37" w14:textId="77777777" w:rsidR="00905145" w:rsidRPr="00AF0A23" w:rsidRDefault="00905145" w:rsidP="00905145">
      <w:pPr>
        <w:ind w:firstLine="0"/>
        <w:jc w:val="center"/>
      </w:pPr>
      <w:r w:rsidRPr="00AF0A23">
        <w:t>MADAME DE COISLIN</w:t>
      </w:r>
    </w:p>
    <w:p w14:paraId="6039917F" w14:textId="77777777" w:rsidR="00905145" w:rsidRPr="00AF0A23" w:rsidRDefault="00905145" w:rsidP="00905145">
      <w:r w:rsidRPr="00AF0A23">
        <w:t>J’en suis abs</w:t>
      </w:r>
      <w:r w:rsidRPr="00AF0A23">
        <w:t>o</w:t>
      </w:r>
      <w:r w:rsidRPr="00AF0A23">
        <w:t>lument certaine.</w:t>
      </w:r>
    </w:p>
    <w:p w14:paraId="1B8FB125" w14:textId="77777777" w:rsidR="00905145" w:rsidRPr="0088741B" w:rsidRDefault="00905145" w:rsidP="00905145">
      <w:pPr>
        <w:pStyle w:val="NormalRetraitGauche4XIndent0"/>
        <w:rPr>
          <w:i/>
          <w:iCs/>
        </w:rPr>
      </w:pPr>
      <w:r w:rsidRPr="0088741B">
        <w:rPr>
          <w:i/>
          <w:iCs/>
        </w:rPr>
        <w:t>Elles singent à présent leurs propres bava</w:t>
      </w:r>
      <w:r w:rsidRPr="0088741B">
        <w:rPr>
          <w:i/>
          <w:iCs/>
        </w:rPr>
        <w:t>r</w:t>
      </w:r>
      <w:r w:rsidRPr="0088741B">
        <w:rPr>
          <w:i/>
          <w:iCs/>
        </w:rPr>
        <w:t>dages.</w:t>
      </w:r>
    </w:p>
    <w:p w14:paraId="728BA384" w14:textId="77777777" w:rsidR="00905145" w:rsidRPr="00AF0A23" w:rsidRDefault="00905145" w:rsidP="00905145">
      <w:pPr>
        <w:ind w:firstLine="0"/>
        <w:jc w:val="center"/>
      </w:pPr>
      <w:r w:rsidRPr="00AF0A23">
        <w:t>MADAME DE CHOISEUL</w:t>
      </w:r>
    </w:p>
    <w:p w14:paraId="720CFF4D" w14:textId="77777777" w:rsidR="00905145" w:rsidRPr="00AF0A23" w:rsidRDefault="00905145" w:rsidP="00905145">
      <w:r w:rsidRPr="00AF0A23">
        <w:lastRenderedPageBreak/>
        <w:t>Et moi, M</w:t>
      </w:r>
      <w:r w:rsidRPr="00AF0A23">
        <w:t>a</w:t>
      </w:r>
      <w:r w:rsidRPr="00AF0A23">
        <w:t>dame, je l’ai vue.</w:t>
      </w:r>
    </w:p>
    <w:p w14:paraId="77AB3304" w14:textId="77777777" w:rsidR="00905145" w:rsidRPr="00AF0A23" w:rsidRDefault="00905145" w:rsidP="00905145">
      <w:pPr>
        <w:ind w:firstLine="0"/>
        <w:jc w:val="center"/>
      </w:pPr>
      <w:r w:rsidRPr="00AF0A23">
        <w:t xml:space="preserve">MADAME DE </w:t>
      </w:r>
      <w:smartTag w:uri="urn:schemas-microsoft-com:office:smarttags" w:element="PersonName">
        <w:smartTagPr>
          <w:attr w:name="ProductID" w:val="la Marck"/>
        </w:smartTagPr>
        <w:r w:rsidRPr="00AF0A23">
          <w:t>LA MARCK</w:t>
        </w:r>
      </w:smartTag>
    </w:p>
    <w:p w14:paraId="7DD11F01" w14:textId="77777777" w:rsidR="00905145" w:rsidRPr="00AF0A23" w:rsidRDefault="00905145" w:rsidP="00905145">
      <w:r w:rsidRPr="00AF0A23">
        <w:t>Oh ! Que c’est drôle.</w:t>
      </w:r>
    </w:p>
    <w:p w14:paraId="5A9F619F" w14:textId="77777777" w:rsidR="00905145" w:rsidRPr="0088741B" w:rsidRDefault="00905145" w:rsidP="00905145">
      <w:pPr>
        <w:pStyle w:val="NormalRetraitGauche4XIndent0"/>
        <w:rPr>
          <w:i/>
          <w:iCs/>
        </w:rPr>
      </w:pPr>
      <w:r w:rsidRPr="0088741B">
        <w:rPr>
          <w:i/>
          <w:iCs/>
        </w:rPr>
        <w:t>Le Roi vient de paraître.</w:t>
      </w:r>
    </w:p>
    <w:p w14:paraId="2F70FF22" w14:textId="77777777" w:rsidR="00905145" w:rsidRPr="00AF0A23" w:rsidRDefault="00905145" w:rsidP="00905145">
      <w:pPr>
        <w:ind w:firstLine="0"/>
        <w:jc w:val="center"/>
      </w:pPr>
      <w:r w:rsidRPr="00AF0A23">
        <w:t>LE ROI</w:t>
      </w:r>
    </w:p>
    <w:p w14:paraId="1CF8842F" w14:textId="77777777" w:rsidR="00905145" w:rsidRPr="00AF0A23" w:rsidRDefault="00905145" w:rsidP="00905145">
      <w:r w:rsidRPr="00AF0A23">
        <w:t>Bonsoir, Me</w:t>
      </w:r>
      <w:r w:rsidRPr="00AF0A23">
        <w:t>s</w:t>
      </w:r>
      <w:r w:rsidRPr="00AF0A23">
        <w:t>dames !</w:t>
      </w:r>
    </w:p>
    <w:p w14:paraId="04F3C7D5" w14:textId="77777777" w:rsidR="00905145" w:rsidRPr="00AF0A23" w:rsidRDefault="00905145" w:rsidP="00905145">
      <w:pPr>
        <w:ind w:firstLine="0"/>
        <w:jc w:val="center"/>
      </w:pPr>
      <w:r w:rsidRPr="00AF0A23">
        <w:t>TOUTES</w:t>
      </w:r>
    </w:p>
    <w:p w14:paraId="1745F82B" w14:textId="77777777" w:rsidR="00905145" w:rsidRPr="00AF0A23" w:rsidRDefault="00905145" w:rsidP="00905145">
      <w:r w:rsidRPr="00AF0A23">
        <w:t>Le Roi !</w:t>
      </w:r>
    </w:p>
    <w:p w14:paraId="724E4F87" w14:textId="77777777" w:rsidR="00905145" w:rsidRPr="0088741B" w:rsidRDefault="00905145" w:rsidP="00905145">
      <w:pPr>
        <w:pStyle w:val="NormalRetraitGauche4XIndent0"/>
        <w:rPr>
          <w:i/>
          <w:iCs/>
        </w:rPr>
      </w:pPr>
      <w:r w:rsidRPr="0088741B">
        <w:rPr>
          <w:i/>
          <w:iCs/>
        </w:rPr>
        <w:t>Elles se lèvent et font la révérence.</w:t>
      </w:r>
    </w:p>
    <w:p w14:paraId="414DD9F1" w14:textId="77777777" w:rsidR="00905145" w:rsidRPr="00AF0A23" w:rsidRDefault="00905145" w:rsidP="00905145">
      <w:pPr>
        <w:ind w:firstLine="0"/>
        <w:jc w:val="center"/>
      </w:pPr>
      <w:r w:rsidRPr="00AF0A23">
        <w:t>LE ROI</w:t>
      </w:r>
    </w:p>
    <w:p w14:paraId="62AEBB9B" w14:textId="77777777" w:rsidR="00905145" w:rsidRPr="00AF0A23" w:rsidRDefault="00905145" w:rsidP="00905145">
      <w:pPr>
        <w:pStyle w:val="NormalEspAvt0EspApr0"/>
      </w:pPr>
      <w:r w:rsidRPr="00AF0A23">
        <w:t>Rose, Anémone, Œillet,</w:t>
      </w:r>
    </w:p>
    <w:p w14:paraId="646006F8" w14:textId="77777777" w:rsidR="00905145" w:rsidRPr="00AF0A23" w:rsidRDefault="00905145" w:rsidP="00905145">
      <w:pPr>
        <w:pStyle w:val="NormalEspAvt0EspApr0"/>
      </w:pPr>
      <w:r w:rsidRPr="00AF0A23">
        <w:t>Clématite, Pe</w:t>
      </w:r>
      <w:r w:rsidRPr="00AF0A23">
        <w:t>r</w:t>
      </w:r>
      <w:r w:rsidRPr="00AF0A23">
        <w:t>venche :</w:t>
      </w:r>
    </w:p>
    <w:p w14:paraId="52F833E1" w14:textId="77777777" w:rsidR="00905145" w:rsidRPr="00AF0A23" w:rsidRDefault="00905145" w:rsidP="00905145">
      <w:pPr>
        <w:pStyle w:val="NormalEspAvt0EspApr0"/>
      </w:pPr>
      <w:r w:rsidRPr="00AF0A23">
        <w:t>La palette de Fragonard.</w:t>
      </w:r>
    </w:p>
    <w:p w14:paraId="16EB2C23" w14:textId="77777777" w:rsidR="00905145" w:rsidRPr="00AF0A23" w:rsidRDefault="00905145" w:rsidP="00905145">
      <w:pPr>
        <w:pStyle w:val="NormalEspAvt0EspApr0"/>
      </w:pPr>
      <w:r w:rsidRPr="00AF0A23">
        <w:t>Et vous prenez</w:t>
      </w:r>
    </w:p>
    <w:p w14:paraId="5708F5AF" w14:textId="77777777" w:rsidR="00905145" w:rsidRPr="00AF0A23" w:rsidRDefault="00905145" w:rsidP="00905145">
      <w:pPr>
        <w:pStyle w:val="NormalEspAvt0EspApr0"/>
      </w:pPr>
      <w:r w:rsidRPr="00AF0A23">
        <w:t>Votre revanche</w:t>
      </w:r>
    </w:p>
    <w:p w14:paraId="0DC6128B" w14:textId="77777777" w:rsidR="00905145" w:rsidRPr="00AF0A23" w:rsidRDefault="00905145" w:rsidP="00905145">
      <w:pPr>
        <w:pStyle w:val="NormalEspAvt0EspApr0"/>
      </w:pPr>
      <w:r w:rsidRPr="00AF0A23">
        <w:t>Sur les fleurs avec un art…</w:t>
      </w:r>
    </w:p>
    <w:p w14:paraId="02C21B6B" w14:textId="77777777" w:rsidR="00905145" w:rsidRPr="00AF0A23" w:rsidRDefault="00905145" w:rsidP="00905145">
      <w:pPr>
        <w:pStyle w:val="NormalEspAvt0EspApr0"/>
      </w:pPr>
      <w:r w:rsidRPr="00AF0A23">
        <w:t>Un art fragile,</w:t>
      </w:r>
    </w:p>
    <w:p w14:paraId="6BA27ED5" w14:textId="77777777" w:rsidR="00905145" w:rsidRPr="00AF0A23" w:rsidRDefault="00905145" w:rsidP="00905145">
      <w:pPr>
        <w:pStyle w:val="NormalEspAvt0EspApr0"/>
      </w:pPr>
      <w:r w:rsidRPr="00AF0A23">
        <w:t>En apparence,</w:t>
      </w:r>
    </w:p>
    <w:p w14:paraId="53E89C9A" w14:textId="77777777" w:rsidR="00905145" w:rsidRPr="00AF0A23" w:rsidRDefault="00905145" w:rsidP="00905145">
      <w:pPr>
        <w:pStyle w:val="NormalEspAvt0EspApr0"/>
      </w:pPr>
      <w:r w:rsidRPr="00AF0A23">
        <w:t>Et délicat…</w:t>
      </w:r>
    </w:p>
    <w:p w14:paraId="1DCCAE04" w14:textId="77777777" w:rsidR="00905145" w:rsidRPr="00AF0A23" w:rsidRDefault="00905145" w:rsidP="00905145">
      <w:pPr>
        <w:pStyle w:val="NormalEspAvt0EspApr0"/>
      </w:pPr>
      <w:r w:rsidRPr="00AF0A23">
        <w:t>Mais en tout cas,</w:t>
      </w:r>
    </w:p>
    <w:p w14:paraId="503CA2C6" w14:textId="77777777" w:rsidR="00905145" w:rsidRPr="00AF0A23" w:rsidRDefault="00905145" w:rsidP="00905145">
      <w:pPr>
        <w:pStyle w:val="NormalEspAvt0EspApr0"/>
      </w:pPr>
      <w:r w:rsidRPr="00AF0A23">
        <w:t>Natif de France !</w:t>
      </w:r>
    </w:p>
    <w:p w14:paraId="413D5F2B" w14:textId="77777777" w:rsidR="00905145" w:rsidRPr="0088741B" w:rsidRDefault="00905145" w:rsidP="00905145">
      <w:pPr>
        <w:pStyle w:val="NormalRetraitGauche4XIndent0"/>
        <w:rPr>
          <w:i/>
          <w:iCs/>
        </w:rPr>
      </w:pPr>
      <w:r w:rsidRPr="0088741B">
        <w:rPr>
          <w:i/>
          <w:iCs/>
        </w:rPr>
        <w:t>Il les salue et vient vers elles.</w:t>
      </w:r>
    </w:p>
    <w:p w14:paraId="6A78DB45" w14:textId="77777777" w:rsidR="00905145" w:rsidRPr="00AF0A23" w:rsidRDefault="00905145" w:rsidP="00905145">
      <w:pPr>
        <w:pStyle w:val="NormalEspAvt0EspApr0"/>
      </w:pPr>
      <w:r w:rsidRPr="00AF0A23">
        <w:t>Et voyons mai</w:t>
      </w:r>
      <w:r w:rsidRPr="00AF0A23">
        <w:t>n</w:t>
      </w:r>
      <w:r w:rsidRPr="00AF0A23">
        <w:t>tenant.</w:t>
      </w:r>
    </w:p>
    <w:p w14:paraId="3980E06D" w14:textId="77777777" w:rsidR="00905145" w:rsidRPr="00AF0A23" w:rsidRDefault="00905145" w:rsidP="00905145">
      <w:pPr>
        <w:pStyle w:val="NormalEspAvt0EspApr0"/>
      </w:pPr>
      <w:r w:rsidRPr="00AF0A23">
        <w:t>Les choses en d</w:t>
      </w:r>
      <w:r w:rsidRPr="00AF0A23">
        <w:t>é</w:t>
      </w:r>
      <w:r w:rsidRPr="00AF0A23">
        <w:t>tail.</w:t>
      </w:r>
    </w:p>
    <w:p w14:paraId="202E80D4" w14:textId="77777777" w:rsidR="00905145" w:rsidRPr="00AF0A23" w:rsidRDefault="00905145" w:rsidP="00905145">
      <w:pPr>
        <w:pStyle w:val="NormalEspAvt0EspApr0"/>
      </w:pPr>
      <w:r w:rsidRPr="00AF0A23">
        <w:t>Madame de R</w:t>
      </w:r>
      <w:r w:rsidRPr="00AF0A23">
        <w:t>o</w:t>
      </w:r>
      <w:r w:rsidRPr="00AF0A23">
        <w:t>becq</w:t>
      </w:r>
    </w:p>
    <w:p w14:paraId="33110694" w14:textId="77777777" w:rsidR="00905145" w:rsidRPr="00AF0A23" w:rsidRDefault="00905145" w:rsidP="00905145">
      <w:pPr>
        <w:pStyle w:val="NormalEspAvt0EspApr0"/>
      </w:pPr>
      <w:r w:rsidRPr="00AF0A23">
        <w:t>A trop de rouge aux joues…</w:t>
      </w:r>
    </w:p>
    <w:p w14:paraId="2F363322" w14:textId="77777777" w:rsidR="00905145" w:rsidRPr="00AF0A23" w:rsidRDefault="00905145" w:rsidP="00905145">
      <w:pPr>
        <w:pStyle w:val="NormalEspAvt0EspApr0"/>
      </w:pPr>
      <w:r w:rsidRPr="00AF0A23">
        <w:lastRenderedPageBreak/>
        <w:t>Madame de Coislin porte trop de b</w:t>
      </w:r>
      <w:r w:rsidRPr="00AF0A23">
        <w:t>i</w:t>
      </w:r>
      <w:r w:rsidRPr="00AF0A23">
        <w:t>joux…</w:t>
      </w:r>
    </w:p>
    <w:p w14:paraId="4D54713F" w14:textId="77777777" w:rsidR="00905145" w:rsidRPr="00AF0A23" w:rsidRDefault="00905145" w:rsidP="00905145">
      <w:pPr>
        <w:pStyle w:val="NormalEspAvt0EspApr0"/>
      </w:pPr>
      <w:r w:rsidRPr="00AF0A23">
        <w:t xml:space="preserve">Madame de </w:t>
      </w:r>
      <w:smartTag w:uri="urn:schemas-microsoft-com:office:smarttags" w:element="PersonName">
        <w:smartTagPr>
          <w:attr w:name="ProductID" w:val="la Marck"/>
        </w:smartTagPr>
        <w:r w:rsidRPr="00AF0A23">
          <w:t>La Marck</w:t>
        </w:r>
      </w:smartTag>
      <w:r w:rsidRPr="00AF0A23">
        <w:t xml:space="preserve"> nous trompe sur sa taille,</w:t>
      </w:r>
    </w:p>
    <w:p w14:paraId="3B896C2F" w14:textId="77777777" w:rsidR="00905145" w:rsidRPr="00AF0A23" w:rsidRDefault="00905145" w:rsidP="00905145">
      <w:pPr>
        <w:pStyle w:val="NormalEspAvt0EspApr0"/>
      </w:pPr>
      <w:r w:rsidRPr="00AF0A23">
        <w:t>En ayant des talons qui sont bea</w:t>
      </w:r>
      <w:r w:rsidRPr="00AF0A23">
        <w:t>u</w:t>
      </w:r>
      <w:r w:rsidRPr="00AF0A23">
        <w:t>coup trop hauts…</w:t>
      </w:r>
    </w:p>
    <w:p w14:paraId="220808F0" w14:textId="77777777" w:rsidR="00905145" w:rsidRPr="00AF0A23" w:rsidRDefault="00905145" w:rsidP="00905145">
      <w:pPr>
        <w:pStyle w:val="NormalEspAvt0EspApr0"/>
      </w:pPr>
      <w:r w:rsidRPr="00AF0A23">
        <w:t>Non ne faites pas « oh ! »</w:t>
      </w:r>
    </w:p>
    <w:p w14:paraId="294BAC11" w14:textId="77777777" w:rsidR="00905145" w:rsidRPr="00AF0A23" w:rsidRDefault="00905145" w:rsidP="00905145">
      <w:pPr>
        <w:pStyle w:val="NormalEspAvt0EspApr0"/>
      </w:pPr>
      <w:r w:rsidRPr="00AF0A23">
        <w:t>Je connais votre taille !</w:t>
      </w:r>
    </w:p>
    <w:p w14:paraId="5714C996" w14:textId="77777777" w:rsidR="00905145" w:rsidRPr="0088741B" w:rsidRDefault="00905145" w:rsidP="00905145">
      <w:pPr>
        <w:pStyle w:val="NormalRetraitGauche4XIndent0"/>
        <w:rPr>
          <w:i/>
          <w:iCs/>
        </w:rPr>
      </w:pPr>
      <w:r w:rsidRPr="0088741B">
        <w:rPr>
          <w:i/>
          <w:iCs/>
        </w:rPr>
        <w:t>Le Roi retire l’une de ses bagues et l’offre à Madame de Cho</w:t>
      </w:r>
      <w:r w:rsidRPr="0088741B">
        <w:rPr>
          <w:i/>
          <w:iCs/>
        </w:rPr>
        <w:t>i</w:t>
      </w:r>
      <w:r w:rsidRPr="0088741B">
        <w:rPr>
          <w:i/>
          <w:iCs/>
        </w:rPr>
        <w:t>seul.</w:t>
      </w:r>
    </w:p>
    <w:p w14:paraId="53866F49" w14:textId="77777777" w:rsidR="00905145" w:rsidRPr="00AF0A23" w:rsidRDefault="00905145" w:rsidP="00905145">
      <w:pPr>
        <w:pStyle w:val="NormalEspAvt0EspApr0"/>
      </w:pPr>
      <w:r w:rsidRPr="00AF0A23">
        <w:t>Madame de Cho</w:t>
      </w:r>
      <w:r w:rsidRPr="00AF0A23">
        <w:t>i</w:t>
      </w:r>
      <w:r w:rsidRPr="00AF0A23">
        <w:t>seul acceptez ce bijou</w:t>
      </w:r>
    </w:p>
    <w:p w14:paraId="67681DA8" w14:textId="77777777" w:rsidR="00905145" w:rsidRPr="00AF0A23" w:rsidRDefault="00905145" w:rsidP="00905145">
      <w:pPr>
        <w:pStyle w:val="NormalEspAvt0EspApr0"/>
      </w:pPr>
      <w:r w:rsidRPr="00AF0A23">
        <w:t>Cabochon qui me vient d’un illustre ins</w:t>
      </w:r>
      <w:r w:rsidRPr="00AF0A23">
        <w:t>u</w:t>
      </w:r>
      <w:r w:rsidRPr="00AF0A23">
        <w:t>laire,</w:t>
      </w:r>
    </w:p>
    <w:p w14:paraId="2046A394" w14:textId="77777777" w:rsidR="00905145" w:rsidRPr="00AF0A23" w:rsidRDefault="00905145" w:rsidP="00905145">
      <w:pPr>
        <w:pStyle w:val="NormalEspAvt0EspApr0"/>
      </w:pPr>
      <w:r w:rsidRPr="00AF0A23">
        <w:t>Feu le Comte d’Essex.</w:t>
      </w:r>
    </w:p>
    <w:p w14:paraId="50FE2DAC" w14:textId="77777777" w:rsidR="00905145" w:rsidRPr="00AF0A23" w:rsidRDefault="00905145" w:rsidP="00905145">
      <w:pPr>
        <w:pStyle w:val="NormalEspAvt0EspApr0"/>
      </w:pPr>
      <w:r w:rsidRPr="00AF0A23">
        <w:t>Je l’avais à l’auriculaire,</w:t>
      </w:r>
    </w:p>
    <w:p w14:paraId="422AEF35" w14:textId="77777777" w:rsidR="00905145" w:rsidRPr="00AF0A23" w:rsidRDefault="00905145" w:rsidP="00905145">
      <w:pPr>
        <w:pStyle w:val="NormalEspAvt0EspApr0"/>
      </w:pPr>
      <w:r w:rsidRPr="00AF0A23">
        <w:t>Vous pouvez le mettre à l’index.</w:t>
      </w:r>
    </w:p>
    <w:p w14:paraId="0427A84A" w14:textId="77777777" w:rsidR="00905145" w:rsidRPr="00AF0A23" w:rsidRDefault="00905145" w:rsidP="00905145">
      <w:pPr>
        <w:ind w:firstLine="0"/>
        <w:jc w:val="center"/>
      </w:pPr>
      <w:r w:rsidRPr="00AF0A23">
        <w:t>MADAME DE CHOISEUL</w:t>
      </w:r>
    </w:p>
    <w:p w14:paraId="006FBECE" w14:textId="77777777" w:rsidR="00905145" w:rsidRPr="00AF0A23" w:rsidRDefault="00905145" w:rsidP="00905145">
      <w:pPr>
        <w:pStyle w:val="NormalEspAvt0EspApr0"/>
      </w:pPr>
      <w:r w:rsidRPr="00AF0A23">
        <w:t>Sire, je suis confuse</w:t>
      </w:r>
    </w:p>
    <w:p w14:paraId="59F7A6D9" w14:textId="77777777" w:rsidR="00905145" w:rsidRPr="00AF0A23" w:rsidRDefault="00905145" w:rsidP="00905145">
      <w:pPr>
        <w:pStyle w:val="NormalEspAvt0EspApr0"/>
      </w:pPr>
      <w:r w:rsidRPr="00AF0A23">
        <w:t>Et j’en rougis.</w:t>
      </w:r>
    </w:p>
    <w:p w14:paraId="0CC8ADA6" w14:textId="77777777" w:rsidR="00905145" w:rsidRPr="00AF0A23" w:rsidRDefault="00905145" w:rsidP="00905145">
      <w:pPr>
        <w:ind w:firstLine="0"/>
        <w:jc w:val="center"/>
      </w:pPr>
      <w:r w:rsidRPr="00AF0A23">
        <w:t>LE ROI</w:t>
      </w:r>
    </w:p>
    <w:p w14:paraId="09BA7DF1" w14:textId="77777777" w:rsidR="00905145" w:rsidRPr="00AF0A23" w:rsidRDefault="00905145" w:rsidP="00905145">
      <w:pPr>
        <w:pStyle w:val="NormalEspAvt0EspApr0"/>
      </w:pPr>
      <w:r w:rsidRPr="00AF0A23">
        <w:t>Précisément, c’est une ruse.</w:t>
      </w:r>
    </w:p>
    <w:p w14:paraId="527E48B6" w14:textId="77777777" w:rsidR="00905145" w:rsidRPr="00AF0A23" w:rsidRDefault="00905145" w:rsidP="00905145">
      <w:pPr>
        <w:pStyle w:val="NormalEspAvt0EspApr0"/>
      </w:pPr>
      <w:r w:rsidRPr="00AF0A23">
        <w:t>Et je vous offre ce bijou</w:t>
      </w:r>
    </w:p>
    <w:p w14:paraId="51B856DE" w14:textId="77777777" w:rsidR="00905145" w:rsidRPr="00AF0A23" w:rsidRDefault="00905145" w:rsidP="00905145">
      <w:pPr>
        <w:pStyle w:val="NormalEspAvt0EspApr0"/>
      </w:pPr>
      <w:r w:rsidRPr="00AF0A23">
        <w:t>Parce qu’il vous manquait un peu de rouge aux joues.</w:t>
      </w:r>
    </w:p>
    <w:p w14:paraId="27E959F1" w14:textId="77777777" w:rsidR="00905145" w:rsidRPr="00AF0A23" w:rsidRDefault="00905145" w:rsidP="00905145">
      <w:pPr>
        <w:ind w:firstLine="0"/>
        <w:jc w:val="center"/>
      </w:pPr>
      <w:r w:rsidRPr="00AF0A23">
        <w:t>MADAME DE POMPADOUR</w:t>
      </w:r>
    </w:p>
    <w:p w14:paraId="3E2C3D7B" w14:textId="77777777" w:rsidR="00905145" w:rsidRPr="00AF0A23" w:rsidRDefault="00905145" w:rsidP="00905145">
      <w:r w:rsidRPr="00AF0A23">
        <w:t>Et moi ?</w:t>
      </w:r>
    </w:p>
    <w:p w14:paraId="423F63BC" w14:textId="77777777" w:rsidR="00905145" w:rsidRPr="00AF0A23" w:rsidRDefault="00905145" w:rsidP="00905145">
      <w:pPr>
        <w:ind w:firstLine="0"/>
        <w:jc w:val="center"/>
      </w:pPr>
      <w:r w:rsidRPr="00AF0A23">
        <w:t>LE ROI</w:t>
      </w:r>
    </w:p>
    <w:p w14:paraId="14E20B27" w14:textId="77777777" w:rsidR="00905145" w:rsidRPr="00AF0A23" w:rsidRDefault="00905145" w:rsidP="00905145">
      <w:pPr>
        <w:pStyle w:val="NormalEspAvt0EspApr0"/>
      </w:pPr>
      <w:r w:rsidRPr="00AF0A23">
        <w:t>Vous, vous avez les plus beaux yeux du monde.</w:t>
      </w:r>
    </w:p>
    <w:p w14:paraId="3ED28134" w14:textId="77777777" w:rsidR="00905145" w:rsidRPr="00AF0A23" w:rsidRDefault="00905145" w:rsidP="00905145">
      <w:pPr>
        <w:pStyle w:val="NormalEspAvt0EspApr0"/>
      </w:pPr>
      <w:r w:rsidRPr="00AF0A23">
        <w:t>Et la main la plus fine, et les plus beaux atours…</w:t>
      </w:r>
    </w:p>
    <w:p w14:paraId="2CB37DE9" w14:textId="77777777" w:rsidR="00905145" w:rsidRPr="0088741B" w:rsidRDefault="00905145" w:rsidP="00905145">
      <w:pPr>
        <w:pStyle w:val="NormalRetraitGauche4XIndent0"/>
        <w:rPr>
          <w:i/>
          <w:iCs/>
        </w:rPr>
      </w:pPr>
      <w:r w:rsidRPr="0088741B">
        <w:rPr>
          <w:i/>
          <w:iCs/>
        </w:rPr>
        <w:t xml:space="preserve">Madame de </w:t>
      </w:r>
      <w:smartTag w:uri="urn:schemas-microsoft-com:office:smarttags" w:element="PersonName">
        <w:smartTagPr>
          <w:attr w:name="ProductID" w:val="la Marck"/>
        </w:smartTagPr>
        <w:r w:rsidRPr="0088741B">
          <w:rPr>
            <w:i/>
            <w:iCs/>
          </w:rPr>
          <w:t>La Marck</w:t>
        </w:r>
      </w:smartTag>
      <w:r w:rsidRPr="0088741B">
        <w:rPr>
          <w:i/>
          <w:iCs/>
        </w:rPr>
        <w:t xml:space="preserve"> a déjà disparu, et c’est Madame de Choiseul, à présent, qui s’en va.</w:t>
      </w:r>
    </w:p>
    <w:p w14:paraId="7CF21B33" w14:textId="77777777" w:rsidR="00905145" w:rsidRPr="00AF0A23" w:rsidRDefault="00905145" w:rsidP="00905145">
      <w:r w:rsidRPr="00AF0A23">
        <w:lastRenderedPageBreak/>
        <w:t>Et cette grâce aussi qui n’appartient qu’à vous…</w:t>
      </w:r>
    </w:p>
    <w:p w14:paraId="6F0A5F46" w14:textId="77777777" w:rsidR="00905145" w:rsidRPr="0088741B" w:rsidRDefault="00905145" w:rsidP="00905145">
      <w:pPr>
        <w:pStyle w:val="NormalRetraitGauche4XIndent0"/>
        <w:rPr>
          <w:i/>
          <w:iCs/>
        </w:rPr>
      </w:pPr>
      <w:r w:rsidRPr="0088741B">
        <w:rPr>
          <w:i/>
          <w:iCs/>
        </w:rPr>
        <w:t>Discrètes à leur tour, Mesdames de Robecq et de Coislin s’élo</w:t>
      </w:r>
      <w:r w:rsidRPr="0088741B">
        <w:rPr>
          <w:i/>
          <w:iCs/>
        </w:rPr>
        <w:t>i</w:t>
      </w:r>
      <w:r w:rsidRPr="0088741B">
        <w:rPr>
          <w:i/>
          <w:iCs/>
        </w:rPr>
        <w:t>gnent.</w:t>
      </w:r>
    </w:p>
    <w:p w14:paraId="7BF5E20F" w14:textId="77777777" w:rsidR="00905145" w:rsidRPr="00AF0A23" w:rsidRDefault="00905145" w:rsidP="00905145">
      <w:pPr>
        <w:pStyle w:val="NormalEspAvt0EspApr0"/>
      </w:pPr>
      <w:r w:rsidRPr="00AF0A23">
        <w:t>Et qui vient co</w:t>
      </w:r>
      <w:r w:rsidRPr="00AF0A23">
        <w:t>m</w:t>
      </w:r>
      <w:r w:rsidRPr="00AF0A23">
        <w:t>pléter un ensemble adorable.</w:t>
      </w:r>
    </w:p>
    <w:p w14:paraId="22EE4D5E" w14:textId="77777777" w:rsidR="00905145" w:rsidRPr="00AF0A23" w:rsidRDefault="00905145" w:rsidP="00905145">
      <w:pPr>
        <w:pStyle w:val="NormalEspAvt0EspApr0"/>
      </w:pPr>
      <w:r w:rsidRPr="00AF0A23">
        <w:t>Or, ayant tout cela,</w:t>
      </w:r>
    </w:p>
    <w:p w14:paraId="2B1AC2A0" w14:textId="77777777" w:rsidR="00905145" w:rsidRPr="00AF0A23" w:rsidRDefault="00905145" w:rsidP="00905145">
      <w:pPr>
        <w:pStyle w:val="NormalEspAvt0EspApr0"/>
      </w:pPr>
      <w:r w:rsidRPr="00AF0A23">
        <w:t>Pourquoi faut-il que vous ayez ce front sévère</w:t>
      </w:r>
    </w:p>
    <w:p w14:paraId="3CA945CC" w14:textId="77777777" w:rsidR="00905145" w:rsidRPr="00AF0A23" w:rsidRDefault="00905145" w:rsidP="00905145">
      <w:pPr>
        <w:pStyle w:val="NormalEspAvt0EspApr0"/>
      </w:pPr>
      <w:r w:rsidRPr="00AF0A23">
        <w:t>Et ce regard à la fois si triste et men</w:t>
      </w:r>
      <w:r w:rsidRPr="00AF0A23">
        <w:t>a</w:t>
      </w:r>
      <w:r w:rsidRPr="00AF0A23">
        <w:t>çant</w:t>
      </w:r>
    </w:p>
    <w:p w14:paraId="44E77C80" w14:textId="77777777" w:rsidR="00905145" w:rsidRPr="00AF0A23" w:rsidRDefault="00905145" w:rsidP="00905145">
      <w:pPr>
        <w:pStyle w:val="NormalEspAvt0EspApr0"/>
      </w:pPr>
      <w:r w:rsidRPr="00AF0A23">
        <w:t>Qui me désole et qui m’ennuie,</w:t>
      </w:r>
    </w:p>
    <w:p w14:paraId="7FA008B9" w14:textId="77777777" w:rsidR="00905145" w:rsidRPr="00AF0A23" w:rsidRDefault="00905145" w:rsidP="00905145">
      <w:pPr>
        <w:pStyle w:val="NormalEspAvt0EspApr0"/>
      </w:pPr>
      <w:r w:rsidRPr="00AF0A23">
        <w:t>Vous le savez – qui m’exaspère !</w:t>
      </w:r>
    </w:p>
    <w:p w14:paraId="397B9353" w14:textId="77777777" w:rsidR="00905145" w:rsidRPr="00AF0A23" w:rsidRDefault="00905145" w:rsidP="00905145">
      <w:pPr>
        <w:ind w:firstLine="0"/>
        <w:jc w:val="center"/>
      </w:pPr>
      <w:r w:rsidRPr="00AF0A23">
        <w:t>MADAME DE POMPADOUR</w:t>
      </w:r>
    </w:p>
    <w:p w14:paraId="54CFA334" w14:textId="77777777" w:rsidR="00905145" w:rsidRPr="00AF0A23" w:rsidRDefault="00905145" w:rsidP="00905145">
      <w:r w:rsidRPr="00AF0A23">
        <w:t>Est-ce ma faute, à moi, si vous me to</w:t>
      </w:r>
      <w:r w:rsidRPr="00AF0A23">
        <w:t>r</w:t>
      </w:r>
      <w:r w:rsidRPr="00AF0A23">
        <w:t>turez ?</w:t>
      </w:r>
    </w:p>
    <w:p w14:paraId="3CB4E9BE" w14:textId="77777777" w:rsidR="00905145" w:rsidRPr="00AF0A23" w:rsidRDefault="00905145" w:rsidP="00905145">
      <w:pPr>
        <w:ind w:firstLine="0"/>
        <w:jc w:val="center"/>
      </w:pPr>
      <w:r w:rsidRPr="00AF0A23">
        <w:t>LE ROI</w:t>
      </w:r>
    </w:p>
    <w:p w14:paraId="0377EE6D" w14:textId="77777777" w:rsidR="00905145" w:rsidRPr="00AF0A23" w:rsidRDefault="00905145" w:rsidP="00905145">
      <w:r w:rsidRPr="00AF0A23">
        <w:t>Je vous torture ?</w:t>
      </w:r>
    </w:p>
    <w:p w14:paraId="2B027B41" w14:textId="77777777" w:rsidR="00905145" w:rsidRPr="00AF0A23" w:rsidRDefault="00905145" w:rsidP="00905145">
      <w:pPr>
        <w:ind w:firstLine="0"/>
        <w:jc w:val="center"/>
      </w:pPr>
      <w:r w:rsidRPr="00AF0A23">
        <w:t>MADAME DE POMPADOUR</w:t>
      </w:r>
    </w:p>
    <w:p w14:paraId="193F342C" w14:textId="77777777" w:rsidR="00905145" w:rsidRPr="00AF0A23" w:rsidRDefault="00905145" w:rsidP="00905145">
      <w:pPr>
        <w:pStyle w:val="NormalEspAvt0EspApr0"/>
      </w:pPr>
      <w:r w:rsidRPr="00AF0A23">
        <w:t>Ah ! oui !…</w:t>
      </w:r>
    </w:p>
    <w:p w14:paraId="28C1415F" w14:textId="77777777" w:rsidR="00905145" w:rsidRPr="00AF0A23" w:rsidRDefault="00905145" w:rsidP="00905145">
      <w:pPr>
        <w:pStyle w:val="NormalEspAvt0EspApr0"/>
      </w:pPr>
      <w:r w:rsidRPr="00AF0A23">
        <w:t>Croyez-vous que ce soit agréable pour moi</w:t>
      </w:r>
    </w:p>
    <w:p w14:paraId="18F594A2" w14:textId="77777777" w:rsidR="00905145" w:rsidRPr="00AF0A23" w:rsidRDefault="00905145" w:rsidP="00905145">
      <w:pPr>
        <w:pStyle w:val="NormalEspAvt0EspApr0"/>
      </w:pPr>
      <w:r w:rsidRPr="00AF0A23">
        <w:t>De vous entendre dire à cette jeune femme</w:t>
      </w:r>
    </w:p>
    <w:p w14:paraId="2053CA65" w14:textId="77777777" w:rsidR="00905145" w:rsidRPr="00AF0A23" w:rsidRDefault="00905145" w:rsidP="00905145">
      <w:pPr>
        <w:pStyle w:val="NormalEspAvt0EspApr0"/>
      </w:pPr>
      <w:r w:rsidRPr="00AF0A23">
        <w:t>Que vous savez fort bien quelle est sa taille exacte ?</w:t>
      </w:r>
    </w:p>
    <w:p w14:paraId="4988395E" w14:textId="77777777" w:rsidR="00905145" w:rsidRPr="00AF0A23" w:rsidRDefault="00905145" w:rsidP="00905145">
      <w:pPr>
        <w:ind w:firstLine="0"/>
        <w:jc w:val="center"/>
      </w:pPr>
      <w:r w:rsidRPr="00AF0A23">
        <w:t>LE ROI</w:t>
      </w:r>
    </w:p>
    <w:p w14:paraId="0A0D993A" w14:textId="77777777" w:rsidR="00905145" w:rsidRPr="00AF0A23" w:rsidRDefault="00905145" w:rsidP="00905145">
      <w:pPr>
        <w:pStyle w:val="NormalEspAvt0EspApr0"/>
      </w:pPr>
      <w:r w:rsidRPr="00AF0A23">
        <w:t>Ah ! Que vous tombez mal et c’est toujours ainsi !</w:t>
      </w:r>
    </w:p>
    <w:p w14:paraId="46BC03E3" w14:textId="77777777" w:rsidR="00905145" w:rsidRPr="00AF0A23" w:rsidRDefault="00905145" w:rsidP="00905145">
      <w:pPr>
        <w:pStyle w:val="NormalEspAvt0EspApr0"/>
      </w:pPr>
      <w:r w:rsidRPr="00AF0A23">
        <w:t>Car des trois, justement, vous soupço</w:t>
      </w:r>
      <w:r w:rsidRPr="00AF0A23">
        <w:t>n</w:t>
      </w:r>
      <w:r w:rsidRPr="00AF0A23">
        <w:t>nez la seule</w:t>
      </w:r>
    </w:p>
    <w:p w14:paraId="35EDEFAF" w14:textId="77777777" w:rsidR="00905145" w:rsidRPr="00AF0A23" w:rsidRDefault="00905145" w:rsidP="00905145">
      <w:pPr>
        <w:pStyle w:val="NormalEspAvt0EspApr0"/>
      </w:pPr>
      <w:r w:rsidRPr="00AF0A23">
        <w:t>Avec laquelle, jusqu’ici, je n’ai j</w:t>
      </w:r>
      <w:r w:rsidRPr="00AF0A23">
        <w:t>a</w:t>
      </w:r>
      <w:r w:rsidRPr="00AF0A23">
        <w:t>mais…</w:t>
      </w:r>
    </w:p>
    <w:p w14:paraId="0410ECB6" w14:textId="77777777" w:rsidR="00905145" w:rsidRPr="00AF0A23" w:rsidRDefault="00905145" w:rsidP="00905145">
      <w:pPr>
        <w:ind w:firstLine="0"/>
        <w:jc w:val="center"/>
      </w:pPr>
      <w:r w:rsidRPr="00AF0A23">
        <w:t xml:space="preserve">MADAME </w:t>
      </w:r>
      <w:smartTag w:uri="urn:schemas-microsoft-com:office:smarttags" w:element="PersonName">
        <w:smartTagPr>
          <w:attr w:name="ProductID" w:val="LA POMPADOUR"/>
        </w:smartTagPr>
        <w:r w:rsidRPr="00AF0A23">
          <w:t>LA POMPADOUR</w:t>
        </w:r>
      </w:smartTag>
    </w:p>
    <w:p w14:paraId="1855B752" w14:textId="77777777" w:rsidR="00905145" w:rsidRPr="00AF0A23" w:rsidRDefault="00905145" w:rsidP="00905145">
      <w:pPr>
        <w:pStyle w:val="NormalEspAvt0EspApr0"/>
      </w:pPr>
      <w:r w:rsidRPr="00AF0A23">
        <w:t>Mais, pour l’amour de Dieu,</w:t>
      </w:r>
    </w:p>
    <w:p w14:paraId="2B6676EB" w14:textId="77777777" w:rsidR="00905145" w:rsidRPr="00AF0A23" w:rsidRDefault="00905145" w:rsidP="00905145">
      <w:pPr>
        <w:pStyle w:val="NormalEspAvt0EspApr0"/>
      </w:pPr>
      <w:r w:rsidRPr="00AF0A23">
        <w:t>Que Votre M</w:t>
      </w:r>
      <w:r w:rsidRPr="00AF0A23">
        <w:t>a</w:t>
      </w:r>
      <w:r w:rsidRPr="00AF0A23">
        <w:t>jesté m’épargne</w:t>
      </w:r>
    </w:p>
    <w:p w14:paraId="14ECDCB5" w14:textId="77777777" w:rsidR="00905145" w:rsidRPr="00AF0A23" w:rsidRDefault="00905145" w:rsidP="00905145">
      <w:pPr>
        <w:pStyle w:val="NormalEspAvt0EspApr0"/>
      </w:pPr>
      <w:r w:rsidRPr="00AF0A23">
        <w:t>au moins ses conf</w:t>
      </w:r>
      <w:r w:rsidRPr="00AF0A23">
        <w:t>i</w:t>
      </w:r>
      <w:r w:rsidRPr="00AF0A23">
        <w:t>dences !</w:t>
      </w:r>
    </w:p>
    <w:p w14:paraId="5DDBBC3B" w14:textId="77777777" w:rsidR="00905145" w:rsidRPr="00AF0A23" w:rsidRDefault="00905145" w:rsidP="00905145">
      <w:pPr>
        <w:pStyle w:val="NormalEspAvt0EspApr0"/>
      </w:pPr>
      <w:r w:rsidRPr="00AF0A23">
        <w:lastRenderedPageBreak/>
        <w:t>Vous me traitez vraiment…</w:t>
      </w:r>
    </w:p>
    <w:p w14:paraId="51D11147" w14:textId="77777777" w:rsidR="00905145" w:rsidRPr="00AF0A23" w:rsidRDefault="00905145" w:rsidP="00905145">
      <w:pPr>
        <w:ind w:firstLine="0"/>
        <w:jc w:val="center"/>
      </w:pPr>
      <w:r w:rsidRPr="00AF0A23">
        <w:t>LE ROI</w:t>
      </w:r>
    </w:p>
    <w:p w14:paraId="5C90B592" w14:textId="77777777" w:rsidR="00905145" w:rsidRPr="00AF0A23" w:rsidRDefault="00905145" w:rsidP="00905145">
      <w:r w:rsidRPr="00AF0A23">
        <w:t>Madame, le jour où les favorites se plaisent à se consid</w:t>
      </w:r>
      <w:r w:rsidRPr="00AF0A23">
        <w:t>é</w:t>
      </w:r>
      <w:r w:rsidRPr="00AF0A23">
        <w:t>rer comme des femmes mariées il ne faut point qu’elles soient su</w:t>
      </w:r>
      <w:r w:rsidRPr="00AF0A23">
        <w:t>r</w:t>
      </w:r>
      <w:r w:rsidRPr="00AF0A23">
        <w:t>prises d’être traitées comme telles ! Or, vous devenez précis</w:t>
      </w:r>
      <w:r w:rsidRPr="00AF0A23">
        <w:t>é</w:t>
      </w:r>
      <w:r w:rsidRPr="00AF0A23">
        <w:t>ment plus querelleuse que ne l’a jamais été ma pauvre Pol</w:t>
      </w:r>
      <w:r w:rsidRPr="00AF0A23">
        <w:t>o</w:t>
      </w:r>
      <w:r w:rsidRPr="00AF0A23">
        <w:t>naise. Prenez modèle sur la Reine ! On n’empêche pas le Roi de fa</w:t>
      </w:r>
      <w:r w:rsidRPr="00AF0A23">
        <w:t>i</w:t>
      </w:r>
      <w:r w:rsidRPr="00AF0A23">
        <w:t>re ce qui lui plaît. Et si l’on n’a pas le courage de regarder les choses en face – on ferme alors les yeux.</w:t>
      </w:r>
    </w:p>
    <w:p w14:paraId="369287A5" w14:textId="77777777" w:rsidR="00905145" w:rsidRPr="00AF0A23" w:rsidRDefault="00905145" w:rsidP="00905145">
      <w:pPr>
        <w:ind w:firstLine="0"/>
        <w:jc w:val="center"/>
      </w:pPr>
      <w:r w:rsidRPr="00AF0A23">
        <w:t>MADAME DE POMPADOUR</w:t>
      </w:r>
    </w:p>
    <w:p w14:paraId="2E6A841B" w14:textId="77777777" w:rsidR="00905145" w:rsidRPr="00AF0A23" w:rsidRDefault="00905145" w:rsidP="00905145">
      <w:r w:rsidRPr="00AF0A23">
        <w:t>Mais je les fe</w:t>
      </w:r>
      <w:r w:rsidRPr="00AF0A23">
        <w:t>r</w:t>
      </w:r>
      <w:r w:rsidRPr="00AF0A23">
        <w:t>merais, si vous m’aimiez encore !</w:t>
      </w:r>
    </w:p>
    <w:p w14:paraId="475ADE5E" w14:textId="77777777" w:rsidR="00905145" w:rsidRPr="00AF0A23" w:rsidRDefault="00905145" w:rsidP="00905145">
      <w:pPr>
        <w:ind w:firstLine="0"/>
        <w:jc w:val="center"/>
      </w:pPr>
      <w:r w:rsidRPr="00AF0A23">
        <w:t>LE ROI</w:t>
      </w:r>
    </w:p>
    <w:p w14:paraId="04119ED5" w14:textId="77777777" w:rsidR="00905145" w:rsidRPr="00AF0A23" w:rsidRDefault="00905145" w:rsidP="00905145">
      <w:r w:rsidRPr="00AF0A23">
        <w:t>Mais… je vous aime encore.</w:t>
      </w:r>
    </w:p>
    <w:p w14:paraId="33070D53" w14:textId="77777777" w:rsidR="00905145" w:rsidRPr="00AF0A23" w:rsidRDefault="00905145" w:rsidP="00905145">
      <w:pPr>
        <w:ind w:firstLine="0"/>
        <w:jc w:val="center"/>
      </w:pPr>
      <w:r w:rsidRPr="00AF0A23">
        <w:t>MADAME DE POMPADOUR</w:t>
      </w:r>
    </w:p>
    <w:p w14:paraId="3096E89E" w14:textId="77777777" w:rsidR="00905145" w:rsidRPr="00AF0A23" w:rsidRDefault="00905145" w:rsidP="00905145">
      <w:r w:rsidRPr="00AF0A23">
        <w:t>Comment le d</w:t>
      </w:r>
      <w:r w:rsidRPr="00AF0A23">
        <w:t>i</w:t>
      </w:r>
      <w:r w:rsidRPr="00AF0A23">
        <w:t>tes-vous !</w:t>
      </w:r>
    </w:p>
    <w:p w14:paraId="2866C978" w14:textId="77777777" w:rsidR="00905145" w:rsidRPr="00AF0A23" w:rsidRDefault="00905145" w:rsidP="00905145">
      <w:pPr>
        <w:ind w:firstLine="0"/>
        <w:jc w:val="center"/>
      </w:pPr>
      <w:r w:rsidRPr="00AF0A23">
        <w:t>LE ROI</w:t>
      </w:r>
    </w:p>
    <w:p w14:paraId="0A4BD2CB" w14:textId="77777777" w:rsidR="00905145" w:rsidRPr="00AF0A23" w:rsidRDefault="00905145" w:rsidP="00905145">
      <w:r w:rsidRPr="00AF0A23">
        <w:t>Je le dis tout de même.</w:t>
      </w:r>
    </w:p>
    <w:p w14:paraId="19E27331" w14:textId="77777777" w:rsidR="00905145" w:rsidRPr="00AF0A23" w:rsidRDefault="00905145" w:rsidP="00905145">
      <w:pPr>
        <w:ind w:firstLine="0"/>
        <w:jc w:val="center"/>
      </w:pPr>
      <w:r w:rsidRPr="00AF0A23">
        <w:t>MADAME DE POMPADOUR</w:t>
      </w:r>
    </w:p>
    <w:p w14:paraId="1F69D02E" w14:textId="77777777" w:rsidR="00905145" w:rsidRPr="00AF0A23" w:rsidRDefault="00905145" w:rsidP="00905145">
      <w:r w:rsidRPr="00AF0A23">
        <w:t>Oui, mais… vous savez bien que, quand on aime encore, c’est que, déjà, l’on aime moins.</w:t>
      </w:r>
    </w:p>
    <w:p w14:paraId="39644316" w14:textId="77777777" w:rsidR="00905145" w:rsidRPr="00AF0A23" w:rsidRDefault="00905145" w:rsidP="00905145">
      <w:pPr>
        <w:ind w:firstLine="0"/>
        <w:jc w:val="center"/>
      </w:pPr>
      <w:r w:rsidRPr="00AF0A23">
        <w:t>LE ROI</w:t>
      </w:r>
    </w:p>
    <w:p w14:paraId="566E7CAE" w14:textId="77777777" w:rsidR="00905145" w:rsidRPr="00AF0A23" w:rsidRDefault="00905145" w:rsidP="00905145">
      <w:r w:rsidRPr="00AF0A23">
        <w:t>Vous me le faites remarquer – c’est maladroit !</w:t>
      </w:r>
    </w:p>
    <w:p w14:paraId="67B2094F" w14:textId="77777777" w:rsidR="00905145" w:rsidRPr="00AF0A23" w:rsidRDefault="00905145" w:rsidP="00905145">
      <w:pPr>
        <w:ind w:firstLine="0"/>
        <w:jc w:val="center"/>
      </w:pPr>
      <w:r w:rsidRPr="00AF0A23">
        <w:t>MADAME DE POMPADOUR</w:t>
      </w:r>
    </w:p>
    <w:p w14:paraId="341BFD55" w14:textId="77777777" w:rsidR="00905145" w:rsidRPr="00AF0A23" w:rsidRDefault="00905145" w:rsidP="00905145">
      <w:r w:rsidRPr="00AF0A23">
        <w:lastRenderedPageBreak/>
        <w:t>On est si maladroit quand on n’est plus aimé ! J’ai peur à chaque instant de perdre l’équilibre. Je ne mérite pas d’être tra</w:t>
      </w:r>
      <w:r w:rsidRPr="00AF0A23">
        <w:t>i</w:t>
      </w:r>
      <w:r w:rsidRPr="00AF0A23">
        <w:t>tée ainsi – car ne vous ai-je pas rendu bien des serv</w:t>
      </w:r>
      <w:r w:rsidRPr="00AF0A23">
        <w:t>i</w:t>
      </w:r>
      <w:r w:rsidRPr="00AF0A23">
        <w:t>ces ?</w:t>
      </w:r>
    </w:p>
    <w:p w14:paraId="30D2735B" w14:textId="77777777" w:rsidR="00905145" w:rsidRPr="00AF0A23" w:rsidRDefault="00905145" w:rsidP="00905145">
      <w:pPr>
        <w:ind w:firstLine="0"/>
        <w:jc w:val="center"/>
      </w:pPr>
      <w:r w:rsidRPr="00AF0A23">
        <w:t>LE ROI</w:t>
      </w:r>
    </w:p>
    <w:p w14:paraId="14A03CDB" w14:textId="77777777" w:rsidR="00905145" w:rsidRPr="00AF0A23" w:rsidRDefault="00905145" w:rsidP="00905145">
      <w:r w:rsidRPr="00AF0A23">
        <w:t>Si, les plus grands, Madame. Je ne sais d’ailleurs pas exa</w:t>
      </w:r>
      <w:r w:rsidRPr="00AF0A23">
        <w:t>c</w:t>
      </w:r>
      <w:r w:rsidRPr="00AF0A23">
        <w:t>tement lesquels ; mais si cela peut vous être agréable, je suis prêt à le dire et à le répéter.</w:t>
      </w:r>
    </w:p>
    <w:p w14:paraId="624B6C62" w14:textId="77777777" w:rsidR="00905145" w:rsidRPr="00AF0A23" w:rsidRDefault="00905145" w:rsidP="00905145">
      <w:pPr>
        <w:ind w:firstLine="0"/>
        <w:jc w:val="center"/>
      </w:pPr>
      <w:r w:rsidRPr="00AF0A23">
        <w:t>MADAME DE POMPADOUR</w:t>
      </w:r>
    </w:p>
    <w:p w14:paraId="0289C8BE" w14:textId="77777777" w:rsidR="00905145" w:rsidRPr="00AF0A23" w:rsidRDefault="00905145" w:rsidP="00905145">
      <w:r w:rsidRPr="00AF0A23">
        <w:t>Quel est le se</w:t>
      </w:r>
      <w:r w:rsidRPr="00AF0A23">
        <w:t>n</w:t>
      </w:r>
      <w:r w:rsidRPr="00AF0A23">
        <w:t>timent que vous avez pour moi ?</w:t>
      </w:r>
    </w:p>
    <w:p w14:paraId="7AE6CC07" w14:textId="77777777" w:rsidR="00905145" w:rsidRPr="00AF0A23" w:rsidRDefault="00905145" w:rsidP="00905145">
      <w:pPr>
        <w:ind w:firstLine="0"/>
        <w:jc w:val="center"/>
      </w:pPr>
      <w:r w:rsidRPr="00AF0A23">
        <w:t>LE ROI</w:t>
      </w:r>
    </w:p>
    <w:p w14:paraId="032E32CB" w14:textId="77777777" w:rsidR="00905145" w:rsidRPr="00AF0A23" w:rsidRDefault="00905145" w:rsidP="00905145">
      <w:r w:rsidRPr="00AF0A23">
        <w:t>Mais… je vous suis très attaché…</w:t>
      </w:r>
    </w:p>
    <w:p w14:paraId="1E5F3EBC" w14:textId="77777777" w:rsidR="00905145" w:rsidRPr="00AF0A23" w:rsidRDefault="00905145" w:rsidP="00905145">
      <w:pPr>
        <w:ind w:firstLine="0"/>
        <w:jc w:val="center"/>
      </w:pPr>
      <w:r w:rsidRPr="00AF0A23">
        <w:t>MADAME DE POMPADOUR</w:t>
      </w:r>
    </w:p>
    <w:p w14:paraId="46F6737D" w14:textId="77777777" w:rsidR="00905145" w:rsidRPr="00AF0A23" w:rsidRDefault="00905145" w:rsidP="00905145">
      <w:r w:rsidRPr="00AF0A23">
        <w:t>Et quand on est très attaché…</w:t>
      </w:r>
    </w:p>
    <w:p w14:paraId="77B94DEF" w14:textId="77777777" w:rsidR="00905145" w:rsidRPr="00AF0A23" w:rsidRDefault="00905145" w:rsidP="00905145">
      <w:pPr>
        <w:ind w:firstLine="0"/>
        <w:jc w:val="center"/>
      </w:pPr>
      <w:r w:rsidRPr="00AF0A23">
        <w:t>LE ROI</w:t>
      </w:r>
    </w:p>
    <w:p w14:paraId="1AEFCDA0" w14:textId="77777777" w:rsidR="00905145" w:rsidRPr="00AF0A23" w:rsidRDefault="00905145" w:rsidP="00905145">
      <w:r w:rsidRPr="00AF0A23">
        <w:t>On s’aperçoit f</w:t>
      </w:r>
      <w:r w:rsidRPr="00AF0A23">
        <w:t>a</w:t>
      </w:r>
      <w:r w:rsidRPr="00AF0A23">
        <w:t>talement qu’on n’est pas libre.</w:t>
      </w:r>
    </w:p>
    <w:p w14:paraId="7CB03A14" w14:textId="77777777" w:rsidR="00905145" w:rsidRPr="00AF0A23" w:rsidRDefault="00905145" w:rsidP="00905145">
      <w:pPr>
        <w:ind w:firstLine="0"/>
        <w:jc w:val="center"/>
      </w:pPr>
      <w:r w:rsidRPr="00AF0A23">
        <w:t>MADAME DE POMPADOUR</w:t>
      </w:r>
    </w:p>
    <w:p w14:paraId="0FB111FF" w14:textId="77777777" w:rsidR="00905145" w:rsidRPr="00AF0A23" w:rsidRDefault="00905145" w:rsidP="00905145">
      <w:r w:rsidRPr="00AF0A23">
        <w:t>Oh !</w:t>
      </w:r>
    </w:p>
    <w:p w14:paraId="170C1983" w14:textId="77777777" w:rsidR="00905145" w:rsidRPr="00AF0A23" w:rsidRDefault="00905145" w:rsidP="00905145">
      <w:pPr>
        <w:ind w:firstLine="0"/>
        <w:jc w:val="center"/>
      </w:pPr>
      <w:r w:rsidRPr="00AF0A23">
        <w:t>LE ROI</w:t>
      </w:r>
    </w:p>
    <w:p w14:paraId="463B8112" w14:textId="77777777" w:rsidR="00905145" w:rsidRPr="00AF0A23" w:rsidRDefault="00905145" w:rsidP="00905145">
      <w:r w:rsidRPr="00AF0A23">
        <w:t>Vous attirez la foudre et vos questions sont provoca</w:t>
      </w:r>
      <w:r w:rsidRPr="00AF0A23">
        <w:t>n</w:t>
      </w:r>
      <w:r w:rsidRPr="00AF0A23">
        <w:t>tes.</w:t>
      </w:r>
    </w:p>
    <w:p w14:paraId="73D35824" w14:textId="77777777" w:rsidR="00905145" w:rsidRPr="00AF0A23" w:rsidRDefault="00905145" w:rsidP="00905145">
      <w:pPr>
        <w:ind w:firstLine="0"/>
        <w:jc w:val="center"/>
      </w:pPr>
      <w:r w:rsidRPr="00AF0A23">
        <w:t>MADAME DE POMPADOUR</w:t>
      </w:r>
    </w:p>
    <w:p w14:paraId="0DE95DA9" w14:textId="77777777" w:rsidR="00905145" w:rsidRPr="00AF0A23" w:rsidRDefault="00905145" w:rsidP="00905145">
      <w:r w:rsidRPr="00AF0A23">
        <w:t>Alors, conseillez-moi. Que dois-je faire ?</w:t>
      </w:r>
    </w:p>
    <w:p w14:paraId="4CBAC42E" w14:textId="77777777" w:rsidR="00905145" w:rsidRPr="00AF0A23" w:rsidRDefault="00905145" w:rsidP="00905145">
      <w:pPr>
        <w:ind w:firstLine="0"/>
        <w:jc w:val="center"/>
      </w:pPr>
      <w:r w:rsidRPr="00AF0A23">
        <w:t>LE ROI</w:t>
      </w:r>
    </w:p>
    <w:p w14:paraId="340503DC" w14:textId="77777777" w:rsidR="00905145" w:rsidRPr="00AF0A23" w:rsidRDefault="00905145" w:rsidP="00905145">
      <w:r w:rsidRPr="00AF0A23">
        <w:t>Rien.</w:t>
      </w:r>
    </w:p>
    <w:p w14:paraId="3F71DF05" w14:textId="77777777" w:rsidR="00905145" w:rsidRPr="00AF0A23" w:rsidRDefault="00905145" w:rsidP="00905145">
      <w:pPr>
        <w:ind w:firstLine="0"/>
        <w:jc w:val="center"/>
      </w:pPr>
      <w:r w:rsidRPr="00AF0A23">
        <w:lastRenderedPageBreak/>
        <w:t>MADAME DE POMPADOUR</w:t>
      </w:r>
    </w:p>
    <w:p w14:paraId="0E85A354" w14:textId="77777777" w:rsidR="00905145" w:rsidRPr="00AF0A23" w:rsidRDefault="00905145" w:rsidP="00905145">
      <w:r w:rsidRPr="00AF0A23">
        <w:t>Je n’ai qu’à sou</w:t>
      </w:r>
      <w:r w:rsidRPr="00AF0A23">
        <w:t>f</w:t>
      </w:r>
      <w:r w:rsidRPr="00AF0A23">
        <w:t>frir en silence ?</w:t>
      </w:r>
    </w:p>
    <w:p w14:paraId="37D77F32" w14:textId="77777777" w:rsidR="00905145" w:rsidRPr="00AF0A23" w:rsidRDefault="00905145" w:rsidP="00905145">
      <w:pPr>
        <w:ind w:firstLine="0"/>
        <w:jc w:val="center"/>
      </w:pPr>
      <w:r w:rsidRPr="00AF0A23">
        <w:t>LE ROI</w:t>
      </w:r>
    </w:p>
    <w:p w14:paraId="6137650C" w14:textId="77777777" w:rsidR="00905145" w:rsidRPr="00AF0A23" w:rsidRDefault="00905145" w:rsidP="00905145">
      <w:r w:rsidRPr="00AF0A23">
        <w:t>Mieux qu’en s</w:t>
      </w:r>
      <w:r w:rsidRPr="00AF0A23">
        <w:t>i</w:t>
      </w:r>
      <w:r w:rsidRPr="00AF0A23">
        <w:t>lence – en souriant.</w:t>
      </w:r>
    </w:p>
    <w:p w14:paraId="252C6CEE" w14:textId="77777777" w:rsidR="00905145" w:rsidRPr="00AF0A23" w:rsidRDefault="00905145" w:rsidP="00905145">
      <w:pPr>
        <w:ind w:firstLine="0"/>
        <w:jc w:val="center"/>
      </w:pPr>
      <w:r w:rsidRPr="00AF0A23">
        <w:t>MADAME DE POMPADOUR</w:t>
      </w:r>
    </w:p>
    <w:p w14:paraId="345BABB2" w14:textId="77777777" w:rsidR="00905145" w:rsidRPr="00AF0A23" w:rsidRDefault="00905145" w:rsidP="00905145">
      <w:r w:rsidRPr="00AF0A23">
        <w:t>Il faut, en plus, que je sourie ?</w:t>
      </w:r>
    </w:p>
    <w:p w14:paraId="3BD69F36" w14:textId="77777777" w:rsidR="00905145" w:rsidRPr="00AF0A23" w:rsidRDefault="00905145" w:rsidP="00905145">
      <w:pPr>
        <w:ind w:firstLine="0"/>
        <w:jc w:val="center"/>
      </w:pPr>
      <w:r w:rsidRPr="00AF0A23">
        <w:t>LE ROI</w:t>
      </w:r>
    </w:p>
    <w:p w14:paraId="33A6A266" w14:textId="77777777" w:rsidR="00905145" w:rsidRPr="00AF0A23" w:rsidRDefault="00905145" w:rsidP="00905145">
      <w:r w:rsidRPr="00AF0A23">
        <w:t>Cela vaudrait mieux.</w:t>
      </w:r>
    </w:p>
    <w:p w14:paraId="1AB0FD59" w14:textId="77777777" w:rsidR="00905145" w:rsidRPr="00AF0A23" w:rsidRDefault="00905145" w:rsidP="00905145">
      <w:pPr>
        <w:ind w:firstLine="0"/>
        <w:jc w:val="center"/>
      </w:pPr>
      <w:r w:rsidRPr="00AF0A23">
        <w:t>MADAME DE POMPADOUR</w:t>
      </w:r>
    </w:p>
    <w:p w14:paraId="12F3EE17" w14:textId="77777777" w:rsidR="00905145" w:rsidRPr="00AF0A23" w:rsidRDefault="00905145" w:rsidP="00905145">
      <w:r w:rsidRPr="00AF0A23">
        <w:t>Pour vous ?</w:t>
      </w:r>
    </w:p>
    <w:p w14:paraId="3301A905" w14:textId="77777777" w:rsidR="00905145" w:rsidRPr="00AF0A23" w:rsidRDefault="00905145" w:rsidP="00905145">
      <w:pPr>
        <w:ind w:firstLine="0"/>
        <w:jc w:val="center"/>
      </w:pPr>
      <w:r w:rsidRPr="00AF0A23">
        <w:t>LE ROI</w:t>
      </w:r>
    </w:p>
    <w:p w14:paraId="61BDF54A" w14:textId="77777777" w:rsidR="00905145" w:rsidRPr="00AF0A23" w:rsidRDefault="00905145" w:rsidP="00905145">
      <w:r w:rsidRPr="00AF0A23">
        <w:t>Pour moi, oui, donc, pour vous. Quand vous me querellez, c’est à tort ou bien à raison. Or, s’il est ennuyeux d’être querellé au sujet d’une faute heure</w:t>
      </w:r>
      <w:r w:rsidRPr="00AF0A23">
        <w:t>u</w:t>
      </w:r>
      <w:r w:rsidRPr="00AF0A23">
        <w:t>sement commise – il est intolérable d’être accusé d’un crime que l’on s’est efforcé en vain de perp</w:t>
      </w:r>
      <w:r w:rsidRPr="00AF0A23">
        <w:t>é</w:t>
      </w:r>
      <w:r w:rsidRPr="00AF0A23">
        <w:t>trer.</w:t>
      </w:r>
    </w:p>
    <w:p w14:paraId="4F77F4DE" w14:textId="77777777" w:rsidR="00905145" w:rsidRPr="00AF0A23" w:rsidRDefault="00905145" w:rsidP="00905145">
      <w:pPr>
        <w:ind w:firstLine="0"/>
        <w:jc w:val="center"/>
      </w:pPr>
      <w:r w:rsidRPr="00AF0A23">
        <w:t>MADAME DE POMPADOUR</w:t>
      </w:r>
    </w:p>
    <w:p w14:paraId="47F9D272" w14:textId="77777777" w:rsidR="00905145" w:rsidRPr="00AF0A23" w:rsidRDefault="00905145" w:rsidP="00905145">
      <w:r w:rsidRPr="00AF0A23">
        <w:t>Si vous me r</w:t>
      </w:r>
      <w:r w:rsidRPr="00AF0A23">
        <w:t>a</w:t>
      </w:r>
      <w:r w:rsidRPr="00AF0A23">
        <w:t>contiez encore vos déboires !</w:t>
      </w:r>
    </w:p>
    <w:p w14:paraId="560B4B89" w14:textId="77777777" w:rsidR="00905145" w:rsidRPr="00AF0A23" w:rsidRDefault="00905145" w:rsidP="00905145">
      <w:pPr>
        <w:ind w:firstLine="0"/>
        <w:jc w:val="center"/>
      </w:pPr>
      <w:r w:rsidRPr="00AF0A23">
        <w:t>LE ROI</w:t>
      </w:r>
    </w:p>
    <w:p w14:paraId="0A5DA4BC" w14:textId="77777777" w:rsidR="00905145" w:rsidRPr="00AF0A23" w:rsidRDefault="00905145" w:rsidP="00905145">
      <w:r w:rsidRPr="00AF0A23">
        <w:t>Vous vous en r</w:t>
      </w:r>
      <w:r w:rsidRPr="00AF0A23">
        <w:t>é</w:t>
      </w:r>
      <w:r w:rsidRPr="00AF0A23">
        <w:t>jouiriez, je vous connais, Madame.</w:t>
      </w:r>
    </w:p>
    <w:p w14:paraId="45856B3B" w14:textId="77777777" w:rsidR="00905145" w:rsidRPr="00AF0A23" w:rsidRDefault="00905145" w:rsidP="00905145">
      <w:pPr>
        <w:ind w:firstLine="0"/>
        <w:jc w:val="center"/>
      </w:pPr>
      <w:r w:rsidRPr="00AF0A23">
        <w:t>MADAME DE POMPADOUR</w:t>
      </w:r>
    </w:p>
    <w:p w14:paraId="2A6F9359" w14:textId="77777777" w:rsidR="00905145" w:rsidRPr="00AF0A23" w:rsidRDefault="00905145" w:rsidP="00905145">
      <w:r w:rsidRPr="00AF0A23">
        <w:t>Et j’aurais tort ?</w:t>
      </w:r>
    </w:p>
    <w:p w14:paraId="157479CD" w14:textId="77777777" w:rsidR="00905145" w:rsidRPr="00AF0A23" w:rsidRDefault="00905145" w:rsidP="00905145">
      <w:pPr>
        <w:ind w:firstLine="0"/>
        <w:jc w:val="center"/>
      </w:pPr>
      <w:r w:rsidRPr="00AF0A23">
        <w:t>LE ROI</w:t>
      </w:r>
    </w:p>
    <w:p w14:paraId="3071775A" w14:textId="77777777" w:rsidR="00905145" w:rsidRPr="00AF0A23" w:rsidRDefault="00905145" w:rsidP="00905145">
      <w:r w:rsidRPr="00AF0A23">
        <w:lastRenderedPageBreak/>
        <w:t>Je vous en donne l’assurance. Car, souvenez-vous-en to</w:t>
      </w:r>
      <w:r w:rsidRPr="00AF0A23">
        <w:t>u</w:t>
      </w:r>
      <w:r w:rsidRPr="00AF0A23">
        <w:t>jours : Quand on est Roi de France, il faut être heureux en amour !</w:t>
      </w:r>
    </w:p>
    <w:p w14:paraId="0BFC9549" w14:textId="77777777" w:rsidR="00905145" w:rsidRPr="00AF0A23" w:rsidRDefault="00905145" w:rsidP="00905145"/>
    <w:p w14:paraId="73F7BFF9" w14:textId="77777777" w:rsidR="00905145" w:rsidRPr="00AF0A23" w:rsidRDefault="00905145" w:rsidP="00905145">
      <w:pPr>
        <w:pStyle w:val="Titre1"/>
      </w:pPr>
      <w:bookmarkStart w:id="13" w:name="_Toc195622099"/>
      <w:r w:rsidRPr="00AF0A23">
        <w:lastRenderedPageBreak/>
        <w:t>CHEZ MADAME D’ÉPINAY</w:t>
      </w:r>
      <w:bookmarkEnd w:id="13"/>
    </w:p>
    <w:p w14:paraId="028CA4FA" w14:textId="77777777" w:rsidR="00905145" w:rsidRPr="00AF0A23" w:rsidRDefault="00905145" w:rsidP="00905145">
      <w:pPr>
        <w:rPr>
          <w:i/>
          <w:iCs/>
        </w:rPr>
      </w:pPr>
      <w:r w:rsidRPr="00AF0A23">
        <w:rPr>
          <w:i/>
          <w:iCs/>
        </w:rPr>
        <w:t>Le décor représente le salon de Madame d’Épinay. Une servante vient d’apporter le thé. Sont présents :</w:t>
      </w:r>
    </w:p>
    <w:p w14:paraId="68A1C57D" w14:textId="77777777" w:rsidR="00905145" w:rsidRPr="00AF0A23" w:rsidRDefault="00905145" w:rsidP="00905145">
      <w:pPr>
        <w:rPr>
          <w:i/>
          <w:iCs/>
        </w:rPr>
      </w:pPr>
      <w:r w:rsidRPr="00AF0A23">
        <w:rPr>
          <w:i/>
          <w:iCs/>
        </w:rPr>
        <w:t>Diderot, d’Alembert, quelques personnes élégantes et R</w:t>
      </w:r>
      <w:r w:rsidRPr="00AF0A23">
        <w:rPr>
          <w:i/>
          <w:iCs/>
        </w:rPr>
        <w:t>i</w:t>
      </w:r>
      <w:r w:rsidRPr="00AF0A23">
        <w:rPr>
          <w:i/>
          <w:iCs/>
        </w:rPr>
        <w:t>varol.</w:t>
      </w:r>
    </w:p>
    <w:p w14:paraId="21222EDF" w14:textId="77777777" w:rsidR="00905145" w:rsidRPr="00AF0A23" w:rsidRDefault="00905145" w:rsidP="00905145">
      <w:pPr>
        <w:ind w:firstLine="0"/>
        <w:jc w:val="center"/>
      </w:pPr>
      <w:r w:rsidRPr="00AF0A23">
        <w:t>MADAME D’ÉPINAY</w:t>
      </w:r>
    </w:p>
    <w:p w14:paraId="376CDF0E" w14:textId="77777777" w:rsidR="00905145" w:rsidRPr="00AF0A23" w:rsidRDefault="00905145" w:rsidP="00905145">
      <w:r w:rsidRPr="00AF0A23">
        <w:t>Comment est-il ce Mirabeau ?</w:t>
      </w:r>
    </w:p>
    <w:p w14:paraId="66B5DED8" w14:textId="77777777" w:rsidR="00905145" w:rsidRPr="00AF0A23" w:rsidRDefault="00905145" w:rsidP="00905145">
      <w:pPr>
        <w:ind w:firstLine="0"/>
        <w:jc w:val="center"/>
      </w:pPr>
      <w:r w:rsidRPr="00AF0A23">
        <w:t>RIVAROL</w:t>
      </w:r>
    </w:p>
    <w:p w14:paraId="6A32FE9A" w14:textId="77777777" w:rsidR="00905145" w:rsidRPr="00AF0A23" w:rsidRDefault="00905145" w:rsidP="00905145">
      <w:r w:rsidRPr="00AF0A23">
        <w:t>Marqué profondément par la petite vérole, il a l’air d’une éponge gonflée des idées d’autrui.</w:t>
      </w:r>
    </w:p>
    <w:p w14:paraId="415E36A2" w14:textId="77777777" w:rsidR="00905145" w:rsidRPr="0088741B" w:rsidRDefault="00905145" w:rsidP="00905145">
      <w:pPr>
        <w:pStyle w:val="NormalRetraitGauche4XIndent0"/>
        <w:rPr>
          <w:i/>
          <w:iCs/>
        </w:rPr>
      </w:pPr>
      <w:r w:rsidRPr="0088741B">
        <w:rPr>
          <w:i/>
          <w:iCs/>
        </w:rPr>
        <w:t>Entre M. de Grimm.</w:t>
      </w:r>
    </w:p>
    <w:p w14:paraId="5662B2C7" w14:textId="77777777" w:rsidR="00905145" w:rsidRPr="00AF0A23" w:rsidRDefault="00905145" w:rsidP="00905145">
      <w:pPr>
        <w:ind w:firstLine="0"/>
        <w:jc w:val="center"/>
      </w:pPr>
      <w:r w:rsidRPr="00AF0A23">
        <w:t>GRIMM</w:t>
      </w:r>
    </w:p>
    <w:p w14:paraId="2371528A" w14:textId="77777777" w:rsidR="00905145" w:rsidRPr="00AF0A23" w:rsidRDefault="00905145" w:rsidP="00905145">
      <w:r w:rsidRPr="00AF0A23">
        <w:t>Une grande nouvelle : Latude est libéré, après trente-cinq années d’incarcération, et savez-vous ce qu’il a emporté de la Bastille ?</w:t>
      </w:r>
    </w:p>
    <w:p w14:paraId="4D782E3B" w14:textId="77777777" w:rsidR="00905145" w:rsidRPr="00AF0A23" w:rsidRDefault="00905145" w:rsidP="00905145">
      <w:pPr>
        <w:ind w:firstLine="0"/>
        <w:jc w:val="center"/>
      </w:pPr>
      <w:r w:rsidRPr="00AF0A23">
        <w:t>MADAME D’ÉPINAY</w:t>
      </w:r>
    </w:p>
    <w:p w14:paraId="16926CD2" w14:textId="77777777" w:rsidR="00905145" w:rsidRPr="00AF0A23" w:rsidRDefault="00905145" w:rsidP="00905145">
      <w:r w:rsidRPr="00AF0A23">
        <w:t>Les clefs !</w:t>
      </w:r>
    </w:p>
    <w:p w14:paraId="0A657089" w14:textId="77777777" w:rsidR="00905145" w:rsidRPr="00AF0A23" w:rsidRDefault="00905145" w:rsidP="00905145">
      <w:pPr>
        <w:ind w:firstLine="0"/>
        <w:jc w:val="center"/>
      </w:pPr>
      <w:r w:rsidRPr="00AF0A23">
        <w:t>GRIMM</w:t>
      </w:r>
    </w:p>
    <w:p w14:paraId="709AECBE" w14:textId="77777777" w:rsidR="00905145" w:rsidRPr="00AF0A23" w:rsidRDefault="00905145" w:rsidP="00905145">
      <w:r w:rsidRPr="00AF0A23">
        <w:t>Presque : son échelle de corde ! Il prétend qu’elle caract</w:t>
      </w:r>
      <w:r w:rsidRPr="00AF0A23">
        <w:t>é</w:t>
      </w:r>
      <w:r w:rsidRPr="00AF0A23">
        <w:t>rise la Bastille, qui, elle-même, est devenue, grâce à lui, le sy</w:t>
      </w:r>
      <w:r w:rsidRPr="00AF0A23">
        <w:t>m</w:t>
      </w:r>
      <w:r w:rsidRPr="00AF0A23">
        <w:t>bole de l’arbitraire et de l’iniquité.</w:t>
      </w:r>
    </w:p>
    <w:p w14:paraId="02791EFA" w14:textId="77777777" w:rsidR="00905145" w:rsidRPr="00AF0A23" w:rsidRDefault="00905145" w:rsidP="00905145">
      <w:pPr>
        <w:ind w:firstLine="0"/>
        <w:jc w:val="center"/>
      </w:pPr>
      <w:r w:rsidRPr="00AF0A23">
        <w:t>MADAME D’ÉPINAY</w:t>
      </w:r>
    </w:p>
    <w:p w14:paraId="7BA60A4C" w14:textId="77777777" w:rsidR="00905145" w:rsidRPr="00AF0A23" w:rsidRDefault="00905145" w:rsidP="00905145">
      <w:r w:rsidRPr="00AF0A23">
        <w:lastRenderedPageBreak/>
        <w:t>C’est un monsieur qui voit grand. Mais… j’aimerais savoir comment il se fait que, dans des salons littéraires comme les nôtres, nous nous occupions tant de ce Latude.</w:t>
      </w:r>
    </w:p>
    <w:p w14:paraId="2BE60FA2" w14:textId="77777777" w:rsidR="00905145" w:rsidRPr="00AF0A23" w:rsidRDefault="00905145" w:rsidP="00905145">
      <w:pPr>
        <w:ind w:firstLine="0"/>
        <w:jc w:val="center"/>
      </w:pPr>
      <w:r w:rsidRPr="00AF0A23">
        <w:t>GRIMM</w:t>
      </w:r>
    </w:p>
    <w:p w14:paraId="33F2745F" w14:textId="77777777" w:rsidR="00905145" w:rsidRPr="00AF0A23" w:rsidRDefault="00905145" w:rsidP="00905145">
      <w:r w:rsidRPr="00AF0A23">
        <w:t>Parce que ce malheureux Latude personnifie le peuple, Madame… et que le peuple commence à en avoir assez.</w:t>
      </w:r>
    </w:p>
    <w:p w14:paraId="77673507" w14:textId="77777777" w:rsidR="00905145" w:rsidRPr="00AF0A23" w:rsidRDefault="00905145" w:rsidP="00905145">
      <w:r w:rsidRPr="00AF0A23">
        <w:t>À vrai dire depuis des siècles et des siècles – depuis to</w:t>
      </w:r>
      <w:r w:rsidRPr="00AF0A23">
        <w:t>u</w:t>
      </w:r>
      <w:r w:rsidRPr="00AF0A23">
        <w:t>jours – les Français n’ont pas su ce que c’était que d’avoir une opinion politique…</w:t>
      </w:r>
    </w:p>
    <w:p w14:paraId="4D6A498C" w14:textId="77777777" w:rsidR="00905145" w:rsidRPr="00AF0A23" w:rsidRDefault="00905145" w:rsidP="00905145">
      <w:pPr>
        <w:ind w:firstLine="0"/>
        <w:jc w:val="center"/>
      </w:pPr>
      <w:r w:rsidRPr="00AF0A23">
        <w:t>MADAME D’ÉPINAY</w:t>
      </w:r>
    </w:p>
    <w:p w14:paraId="01947161" w14:textId="77777777" w:rsidR="00905145" w:rsidRPr="00AF0A23" w:rsidRDefault="00905145" w:rsidP="00905145">
      <w:r w:rsidRPr="00AF0A23">
        <w:t>Une opinion p</w:t>
      </w:r>
      <w:r w:rsidRPr="00AF0A23">
        <w:t>o</w:t>
      </w:r>
      <w:r w:rsidRPr="00AF0A23">
        <w:t>litique ?</w:t>
      </w:r>
    </w:p>
    <w:p w14:paraId="36CE50D5" w14:textId="77777777" w:rsidR="00905145" w:rsidRPr="00AF0A23" w:rsidRDefault="00905145" w:rsidP="00905145">
      <w:pPr>
        <w:ind w:firstLine="0"/>
        <w:jc w:val="center"/>
      </w:pPr>
      <w:r w:rsidRPr="00AF0A23">
        <w:t>GRIMM</w:t>
      </w:r>
    </w:p>
    <w:p w14:paraId="23FFD6DF" w14:textId="77777777" w:rsidR="00905145" w:rsidRPr="00AF0A23" w:rsidRDefault="00905145" w:rsidP="00905145">
      <w:r w:rsidRPr="00AF0A23">
        <w:t>Vous ne savez pas ce que c’est, M</w:t>
      </w:r>
      <w:r w:rsidRPr="00AF0A23">
        <w:t>a</w:t>
      </w:r>
      <w:r w:rsidRPr="00AF0A23">
        <w:t>dame.</w:t>
      </w:r>
    </w:p>
    <w:p w14:paraId="28E2DFA3" w14:textId="77777777" w:rsidR="00905145" w:rsidRPr="00AF0A23" w:rsidRDefault="00905145" w:rsidP="00905145">
      <w:pPr>
        <w:ind w:firstLine="0"/>
        <w:jc w:val="center"/>
      </w:pPr>
      <w:r w:rsidRPr="00AF0A23">
        <w:t>MADAME D’ÉPINAY</w:t>
      </w:r>
    </w:p>
    <w:p w14:paraId="22AA33A7" w14:textId="77777777" w:rsidR="00905145" w:rsidRPr="00AF0A23" w:rsidRDefault="00905145" w:rsidP="00905145">
      <w:r w:rsidRPr="00AF0A23">
        <w:t>Mais quelle op</w:t>
      </w:r>
      <w:r w:rsidRPr="00AF0A23">
        <w:t>i</w:t>
      </w:r>
      <w:r w:rsidRPr="00AF0A23">
        <w:t>nion politique voulez-vous que j’aie ? Nous ne pouvons être que roy</w:t>
      </w:r>
      <w:r w:rsidRPr="00AF0A23">
        <w:t>a</w:t>
      </w:r>
      <w:r w:rsidRPr="00AF0A23">
        <w:t>listes !</w:t>
      </w:r>
    </w:p>
    <w:p w14:paraId="768C536C" w14:textId="77777777" w:rsidR="00905145" w:rsidRPr="00AF0A23" w:rsidRDefault="00905145" w:rsidP="00905145">
      <w:pPr>
        <w:ind w:firstLine="0"/>
        <w:jc w:val="center"/>
      </w:pPr>
      <w:r w:rsidRPr="00AF0A23">
        <w:t>GRIMM</w:t>
      </w:r>
    </w:p>
    <w:p w14:paraId="00695A90" w14:textId="77777777" w:rsidR="00905145" w:rsidRPr="00AF0A23" w:rsidRDefault="00905145" w:rsidP="00905145">
      <w:r w:rsidRPr="00AF0A23">
        <w:t>Eh bien, Madame, il se pourrait que d’ici peu de temps, nous soyons tous obligés de choisir un parti.</w:t>
      </w:r>
    </w:p>
    <w:p w14:paraId="64C3F165" w14:textId="77777777" w:rsidR="00905145" w:rsidRPr="00AF0A23" w:rsidRDefault="00905145" w:rsidP="00905145">
      <w:pPr>
        <w:ind w:firstLine="0"/>
        <w:jc w:val="center"/>
      </w:pPr>
      <w:r w:rsidRPr="00AF0A23">
        <w:t>MADAME D’ÉPINAY</w:t>
      </w:r>
    </w:p>
    <w:p w14:paraId="4C109A8A" w14:textId="77777777" w:rsidR="00905145" w:rsidRPr="00AF0A23" w:rsidRDefault="00905145" w:rsidP="00905145">
      <w:r w:rsidRPr="00AF0A23">
        <w:t>Je ne comprends pas très bien ce que vous voulez dire.</w:t>
      </w:r>
    </w:p>
    <w:p w14:paraId="3405891C" w14:textId="77777777" w:rsidR="00905145" w:rsidRPr="00AF0A23" w:rsidRDefault="00905145" w:rsidP="00905145">
      <w:pPr>
        <w:ind w:firstLine="0"/>
        <w:jc w:val="center"/>
      </w:pPr>
      <w:r w:rsidRPr="00AF0A23">
        <w:t>GRIMM</w:t>
      </w:r>
    </w:p>
    <w:p w14:paraId="5369BD01" w14:textId="77777777" w:rsidR="00905145" w:rsidRPr="00AF0A23" w:rsidRDefault="00905145" w:rsidP="00905145">
      <w:r w:rsidRPr="00AF0A23">
        <w:t>Je vais essayer de vous expliquer…</w:t>
      </w:r>
    </w:p>
    <w:p w14:paraId="1A84B44B" w14:textId="77777777" w:rsidR="00905145" w:rsidRPr="0088741B" w:rsidRDefault="00905145" w:rsidP="00905145">
      <w:pPr>
        <w:pStyle w:val="NormalRetraitGauche4XIndent0"/>
        <w:rPr>
          <w:i/>
          <w:iCs/>
        </w:rPr>
      </w:pPr>
      <w:r w:rsidRPr="0088741B">
        <w:rPr>
          <w:i/>
          <w:iCs/>
        </w:rPr>
        <w:t>Un laquais par</w:t>
      </w:r>
      <w:r w:rsidRPr="0088741B">
        <w:rPr>
          <w:i/>
          <w:iCs/>
        </w:rPr>
        <w:t>a</w:t>
      </w:r>
      <w:r w:rsidRPr="0088741B">
        <w:rPr>
          <w:i/>
          <w:iCs/>
        </w:rPr>
        <w:t>ît et annonce :</w:t>
      </w:r>
    </w:p>
    <w:p w14:paraId="70056E6B" w14:textId="77777777" w:rsidR="00905145" w:rsidRPr="00AF0A23" w:rsidRDefault="00905145" w:rsidP="00905145">
      <w:pPr>
        <w:ind w:firstLine="0"/>
        <w:jc w:val="center"/>
      </w:pPr>
      <w:r w:rsidRPr="00AF0A23">
        <w:lastRenderedPageBreak/>
        <w:t>LE LAQUAIS</w:t>
      </w:r>
    </w:p>
    <w:p w14:paraId="1B6A0286" w14:textId="77777777" w:rsidR="00905145" w:rsidRPr="00AF0A23" w:rsidRDefault="00905145" w:rsidP="00905145">
      <w:r w:rsidRPr="00AF0A23">
        <w:t>M. Benjamin Franklin.</w:t>
      </w:r>
    </w:p>
    <w:p w14:paraId="4CEF87B3" w14:textId="77777777" w:rsidR="00905145" w:rsidRPr="00AF0A23" w:rsidRDefault="00905145" w:rsidP="00905145">
      <w:pPr>
        <w:ind w:firstLine="0"/>
        <w:jc w:val="center"/>
      </w:pPr>
      <w:r w:rsidRPr="00AF0A23">
        <w:t>TOUS</w:t>
      </w:r>
    </w:p>
    <w:p w14:paraId="1C35C0A3" w14:textId="77777777" w:rsidR="00905145" w:rsidRPr="00AF0A23" w:rsidRDefault="00905145" w:rsidP="00905145">
      <w:r w:rsidRPr="00AF0A23">
        <w:t>Ah !</w:t>
      </w:r>
    </w:p>
    <w:p w14:paraId="552BE230" w14:textId="77777777" w:rsidR="00905145" w:rsidRPr="00AF0A23" w:rsidRDefault="00905145" w:rsidP="00905145">
      <w:pPr>
        <w:ind w:firstLine="0"/>
        <w:jc w:val="center"/>
      </w:pPr>
      <w:r w:rsidRPr="00AF0A23">
        <w:t>FRANKLIN</w:t>
      </w:r>
    </w:p>
    <w:p w14:paraId="0F913564" w14:textId="77777777" w:rsidR="00905145" w:rsidRPr="00AF0A23" w:rsidRDefault="00905145" w:rsidP="00905145">
      <w:r w:rsidRPr="00AF0A23">
        <w:t>Je vous salue, Madame, et suis votre valet, Messieurs les Phil</w:t>
      </w:r>
      <w:r w:rsidRPr="00AF0A23">
        <w:t>o</w:t>
      </w:r>
      <w:r w:rsidRPr="00AF0A23">
        <w:t>sophes.</w:t>
      </w:r>
    </w:p>
    <w:p w14:paraId="50B9EAA9" w14:textId="77777777" w:rsidR="00905145" w:rsidRPr="00AF0A23" w:rsidRDefault="00905145" w:rsidP="00905145">
      <w:pPr>
        <w:ind w:firstLine="0"/>
        <w:jc w:val="center"/>
      </w:pPr>
      <w:r w:rsidRPr="00AF0A23">
        <w:t>MADAME D’ÉPINAY</w:t>
      </w:r>
    </w:p>
    <w:p w14:paraId="076C2B1E" w14:textId="77777777" w:rsidR="00905145" w:rsidRPr="00AF0A23" w:rsidRDefault="00905145" w:rsidP="00905145">
      <w:r w:rsidRPr="00AF0A23">
        <w:t>Quelle belle surprise me cause votre v</w:t>
      </w:r>
      <w:r w:rsidRPr="00AF0A23">
        <w:t>i</w:t>
      </w:r>
      <w:r w:rsidRPr="00AF0A23">
        <w:t>site, Monsieur !</w:t>
      </w:r>
    </w:p>
    <w:p w14:paraId="5BBEC995" w14:textId="77777777" w:rsidR="00905145" w:rsidRPr="00AF0A23" w:rsidRDefault="00905145" w:rsidP="00905145">
      <w:pPr>
        <w:ind w:firstLine="0"/>
        <w:jc w:val="center"/>
      </w:pPr>
      <w:r w:rsidRPr="00AF0A23">
        <w:t>FRANKLIN</w:t>
      </w:r>
    </w:p>
    <w:p w14:paraId="41482EFF" w14:textId="77777777" w:rsidR="00905145" w:rsidRPr="00AF0A23" w:rsidRDefault="00905145" w:rsidP="00905145">
      <w:r w:rsidRPr="00AF0A23">
        <w:t>Je viens vous faire mes adieux, Madame.</w:t>
      </w:r>
    </w:p>
    <w:p w14:paraId="093FCCA0" w14:textId="77777777" w:rsidR="00905145" w:rsidRPr="00AF0A23" w:rsidRDefault="00905145" w:rsidP="00905145">
      <w:pPr>
        <w:ind w:firstLine="0"/>
        <w:jc w:val="center"/>
      </w:pPr>
      <w:r w:rsidRPr="00AF0A23">
        <w:t>TOUS</w:t>
      </w:r>
    </w:p>
    <w:p w14:paraId="6F99BD63" w14:textId="77777777" w:rsidR="00905145" w:rsidRPr="00AF0A23" w:rsidRDefault="00905145" w:rsidP="00905145">
      <w:r w:rsidRPr="00AF0A23">
        <w:t>Vos adieux ?</w:t>
      </w:r>
    </w:p>
    <w:p w14:paraId="78035FB2" w14:textId="77777777" w:rsidR="00905145" w:rsidRPr="00AF0A23" w:rsidRDefault="00905145" w:rsidP="00905145">
      <w:pPr>
        <w:ind w:firstLine="0"/>
        <w:jc w:val="center"/>
      </w:pPr>
      <w:r w:rsidRPr="00AF0A23">
        <w:t>FRANKLIN</w:t>
      </w:r>
    </w:p>
    <w:p w14:paraId="347B1CB0" w14:textId="77777777" w:rsidR="00905145" w:rsidRPr="00AF0A23" w:rsidRDefault="00905145" w:rsidP="00905145">
      <w:r w:rsidRPr="00AF0A23">
        <w:t>Eh oui. Je pars demain, je retourne à Philadelphie.</w:t>
      </w:r>
    </w:p>
    <w:p w14:paraId="72084A80" w14:textId="77777777" w:rsidR="00905145" w:rsidRPr="00AF0A23" w:rsidRDefault="00905145" w:rsidP="00905145">
      <w:pPr>
        <w:ind w:firstLine="0"/>
        <w:jc w:val="center"/>
      </w:pPr>
      <w:r w:rsidRPr="00AF0A23">
        <w:t>MADAME D’ÉPINAY</w:t>
      </w:r>
    </w:p>
    <w:p w14:paraId="431F040A" w14:textId="77777777" w:rsidR="00905145" w:rsidRPr="00AF0A23" w:rsidRDefault="00905145" w:rsidP="00905145">
      <w:r w:rsidRPr="00AF0A23">
        <w:t>Heureux d’y r</w:t>
      </w:r>
      <w:r w:rsidRPr="00AF0A23">
        <w:t>e</w:t>
      </w:r>
      <w:r w:rsidRPr="00AF0A23">
        <w:t>tourner ?</w:t>
      </w:r>
    </w:p>
    <w:p w14:paraId="17EAD112" w14:textId="77777777" w:rsidR="00905145" w:rsidRPr="00AF0A23" w:rsidRDefault="00905145" w:rsidP="00905145">
      <w:pPr>
        <w:ind w:firstLine="0"/>
        <w:jc w:val="center"/>
      </w:pPr>
      <w:r w:rsidRPr="00AF0A23">
        <w:t>FRANKLIN</w:t>
      </w:r>
    </w:p>
    <w:p w14:paraId="2663666C" w14:textId="77777777" w:rsidR="00905145" w:rsidRPr="00AF0A23" w:rsidRDefault="00905145" w:rsidP="00905145">
      <w:r w:rsidRPr="00AF0A23">
        <w:t>Heureux d’y r</w:t>
      </w:r>
      <w:r w:rsidRPr="00AF0A23">
        <w:t>e</w:t>
      </w:r>
      <w:r w:rsidRPr="00AF0A23">
        <w:t>tourner, mais navré de partir.</w:t>
      </w:r>
    </w:p>
    <w:p w14:paraId="4E5D10A1" w14:textId="77777777" w:rsidR="00905145" w:rsidRPr="00AF0A23" w:rsidRDefault="00905145" w:rsidP="00905145">
      <w:pPr>
        <w:ind w:firstLine="0"/>
        <w:jc w:val="center"/>
      </w:pPr>
      <w:r w:rsidRPr="00AF0A23">
        <w:t>DIDEROT</w:t>
      </w:r>
    </w:p>
    <w:p w14:paraId="6353D0B2" w14:textId="77777777" w:rsidR="00905145" w:rsidRPr="00AF0A23" w:rsidRDefault="00905145" w:rsidP="00905145">
      <w:r w:rsidRPr="00AF0A23">
        <w:t>Avez-vous bien aimé Paris ?</w:t>
      </w:r>
    </w:p>
    <w:p w14:paraId="217A1F32" w14:textId="77777777" w:rsidR="00905145" w:rsidRPr="00AF0A23" w:rsidRDefault="00905145" w:rsidP="00905145">
      <w:pPr>
        <w:ind w:firstLine="0"/>
        <w:jc w:val="center"/>
      </w:pPr>
      <w:r w:rsidRPr="00AF0A23">
        <w:t>FRANKLIN</w:t>
      </w:r>
    </w:p>
    <w:p w14:paraId="650B9588" w14:textId="77777777" w:rsidR="00905145" w:rsidRPr="00AF0A23" w:rsidRDefault="00905145" w:rsidP="00905145">
      <w:r w:rsidRPr="00AF0A23">
        <w:lastRenderedPageBreak/>
        <w:t>Oh ! Ma réponse est toute prête. J’y suis venu un jour pour y passer trois semaines : j’y suis d</w:t>
      </w:r>
      <w:r w:rsidRPr="00AF0A23">
        <w:t>e</w:t>
      </w:r>
      <w:r w:rsidRPr="00AF0A23">
        <w:t>puis neuf ans.</w:t>
      </w:r>
    </w:p>
    <w:p w14:paraId="0874707B" w14:textId="77777777" w:rsidR="00905145" w:rsidRPr="00AF0A23" w:rsidRDefault="00905145" w:rsidP="00905145">
      <w:r w:rsidRPr="00AF0A23">
        <w:t>Bien d’autres, par la suite, imiteront mon exemple et ne pourront plus s’en aller de chez vous. Le point culminant du monde…</w:t>
      </w:r>
    </w:p>
    <w:p w14:paraId="760BCBA3" w14:textId="77777777" w:rsidR="00905145" w:rsidRPr="00AF0A23" w:rsidRDefault="00905145" w:rsidP="00905145">
      <w:pPr>
        <w:ind w:firstLine="0"/>
        <w:jc w:val="center"/>
      </w:pPr>
      <w:r w:rsidRPr="00AF0A23">
        <w:t>D’ALEMBERT</w:t>
      </w:r>
    </w:p>
    <w:p w14:paraId="3D902BD1" w14:textId="77777777" w:rsidR="00905145" w:rsidRPr="00AF0A23" w:rsidRDefault="00905145" w:rsidP="00905145">
      <w:r w:rsidRPr="00AF0A23">
        <w:t>Pensez-vous, monsieur Franklin, qu’il existe un parato</w:t>
      </w:r>
      <w:r w:rsidRPr="00AF0A23">
        <w:t>n</w:t>
      </w:r>
      <w:r w:rsidRPr="00AF0A23">
        <w:t>nerre qui puisse nous prése</w:t>
      </w:r>
      <w:r w:rsidRPr="00AF0A23">
        <w:t>r</w:t>
      </w:r>
      <w:r w:rsidRPr="00AF0A23">
        <w:t>ver de l’orage qui gronde ?</w:t>
      </w:r>
    </w:p>
    <w:p w14:paraId="5EEDD7A7" w14:textId="77777777" w:rsidR="00905145" w:rsidRPr="00AF0A23" w:rsidRDefault="00905145" w:rsidP="00905145">
      <w:pPr>
        <w:ind w:firstLine="0"/>
        <w:jc w:val="center"/>
      </w:pPr>
      <w:r w:rsidRPr="00AF0A23">
        <w:t>MADAME D’ÉPINAY</w:t>
      </w:r>
    </w:p>
    <w:p w14:paraId="6576FCA1" w14:textId="77777777" w:rsidR="00905145" w:rsidRPr="00AF0A23" w:rsidRDefault="00905145" w:rsidP="00905145">
      <w:r w:rsidRPr="00AF0A23">
        <w:t>Et avez-vous une opinion sur notre roi ?</w:t>
      </w:r>
    </w:p>
    <w:p w14:paraId="20C699F6" w14:textId="77777777" w:rsidR="00905145" w:rsidRPr="00AF0A23" w:rsidRDefault="00905145" w:rsidP="00905145">
      <w:pPr>
        <w:ind w:firstLine="0"/>
        <w:jc w:val="center"/>
      </w:pPr>
      <w:r w:rsidRPr="00AF0A23">
        <w:t>FRANKLIN</w:t>
      </w:r>
    </w:p>
    <w:p w14:paraId="7E0D344D" w14:textId="77777777" w:rsidR="00905145" w:rsidRPr="00AF0A23" w:rsidRDefault="00905145" w:rsidP="00905145">
      <w:r w:rsidRPr="00AF0A23">
        <w:t>Je ne me permettrai pas d’avoir une opinion, mais, si mes comptes sont exacts, étant donnés tous les mariages successifs de ses ancêtres, je ne pense pas que le Roi Louis XVI ait, dans les veines, plus d’un verre à bordeaux de sang français, M</w:t>
      </w:r>
      <w:r w:rsidRPr="00AF0A23">
        <w:t>a</w:t>
      </w:r>
      <w:r w:rsidRPr="00AF0A23">
        <w:t>dame.</w:t>
      </w:r>
    </w:p>
    <w:p w14:paraId="5B9C682E" w14:textId="77777777" w:rsidR="00905145" w:rsidRPr="00AF0A23" w:rsidRDefault="00905145" w:rsidP="00905145">
      <w:pPr>
        <w:ind w:firstLine="0"/>
        <w:jc w:val="center"/>
      </w:pPr>
      <w:r w:rsidRPr="00AF0A23">
        <w:t>D’ALEMBERT</w:t>
      </w:r>
    </w:p>
    <w:p w14:paraId="1A559071" w14:textId="77777777" w:rsidR="00905145" w:rsidRPr="00AF0A23" w:rsidRDefault="00905145" w:rsidP="00905145">
      <w:r w:rsidRPr="00AF0A23">
        <w:t>Vous n’avez pas répondu à ma question, Monsieur Fra</w:t>
      </w:r>
      <w:r w:rsidRPr="00AF0A23">
        <w:t>n</w:t>
      </w:r>
      <w:r w:rsidRPr="00AF0A23">
        <w:t>klin.</w:t>
      </w:r>
    </w:p>
    <w:p w14:paraId="5F930FD2" w14:textId="77777777" w:rsidR="00905145" w:rsidRPr="00AF0A23" w:rsidRDefault="00905145" w:rsidP="00905145">
      <w:pPr>
        <w:ind w:firstLine="0"/>
        <w:jc w:val="center"/>
      </w:pPr>
      <w:r w:rsidRPr="00AF0A23">
        <w:t>FRANKLIN</w:t>
      </w:r>
    </w:p>
    <w:p w14:paraId="27D2E426" w14:textId="77777777" w:rsidR="00905145" w:rsidRPr="00AF0A23" w:rsidRDefault="00905145" w:rsidP="00905145">
      <w:r w:rsidRPr="00AF0A23">
        <w:t>Je l’ai pourtant entendue… mais il me semble que M. Rivarol pourrait y répondre… n’a-t-il pas vu le roi a</w:t>
      </w:r>
      <w:r w:rsidRPr="00AF0A23">
        <w:t>u</w:t>
      </w:r>
      <w:r w:rsidRPr="00AF0A23">
        <w:t>jourd’hui ?</w:t>
      </w:r>
    </w:p>
    <w:p w14:paraId="60875F1E" w14:textId="77777777" w:rsidR="00905145" w:rsidRPr="0088741B" w:rsidRDefault="00905145" w:rsidP="00905145">
      <w:pPr>
        <w:pStyle w:val="NormalRetraitGauche4XIndent0"/>
        <w:rPr>
          <w:i/>
          <w:iCs/>
        </w:rPr>
      </w:pPr>
      <w:r w:rsidRPr="0088741B">
        <w:rPr>
          <w:i/>
          <w:iCs/>
        </w:rPr>
        <w:t>Tous se tournent vers Rivarol qui semble préoccupé.</w:t>
      </w:r>
    </w:p>
    <w:p w14:paraId="4458EF85" w14:textId="77777777" w:rsidR="00905145" w:rsidRPr="00AF0A23" w:rsidRDefault="00905145" w:rsidP="00905145">
      <w:pPr>
        <w:ind w:firstLine="0"/>
        <w:jc w:val="center"/>
      </w:pPr>
      <w:r w:rsidRPr="00AF0A23">
        <w:t>RIVAROL</w:t>
      </w:r>
    </w:p>
    <w:p w14:paraId="22E99131" w14:textId="77777777" w:rsidR="00905145" w:rsidRPr="00AF0A23" w:rsidRDefault="00905145" w:rsidP="00905145">
      <w:r w:rsidRPr="00AF0A23">
        <w:lastRenderedPageBreak/>
        <w:t>Le roi m’a reçu en effet ce matin.</w:t>
      </w:r>
    </w:p>
    <w:p w14:paraId="7573D067" w14:textId="77777777" w:rsidR="00905145" w:rsidRPr="00AF0A23" w:rsidRDefault="00905145" w:rsidP="00905145">
      <w:pPr>
        <w:ind w:firstLine="0"/>
        <w:jc w:val="center"/>
      </w:pPr>
      <w:r w:rsidRPr="00AF0A23">
        <w:t>MADAME D’ÉPINAY</w:t>
      </w:r>
    </w:p>
    <w:p w14:paraId="770EE3D2" w14:textId="77777777" w:rsidR="00905145" w:rsidRPr="00AF0A23" w:rsidRDefault="00905145" w:rsidP="00905145">
      <w:r w:rsidRPr="00AF0A23">
        <w:t>Et vous n’en pa</w:t>
      </w:r>
      <w:r w:rsidRPr="00AF0A23">
        <w:t>r</w:t>
      </w:r>
      <w:r w:rsidRPr="00AF0A23">
        <w:t>liez pas ?</w:t>
      </w:r>
    </w:p>
    <w:p w14:paraId="1146D86B" w14:textId="77777777" w:rsidR="00905145" w:rsidRPr="00AF0A23" w:rsidRDefault="00905145" w:rsidP="00905145">
      <w:pPr>
        <w:ind w:firstLine="0"/>
        <w:jc w:val="center"/>
      </w:pPr>
      <w:r w:rsidRPr="00AF0A23">
        <w:t>RIVAROL</w:t>
      </w:r>
    </w:p>
    <w:p w14:paraId="65E92E5A" w14:textId="77777777" w:rsidR="00905145" w:rsidRPr="00AF0A23" w:rsidRDefault="00905145" w:rsidP="00905145">
      <w:r w:rsidRPr="00AF0A23">
        <w:t>Je vais en parler, Madame. Il m’a dit que depuis quelques semaines lui étaient rapportés des mots désobligeants que j’aurais prononcés… Il les disait d’esprit en me laissant entendre que c’était justement là ce qui le touchait. Je lui ai répondu qu’on m’attribuait des mots dont je ne voudrais pas être l’auteur… Laissons cela, m’a-t-il dit, c’est à votre intelligence qu’a</w:t>
      </w:r>
      <w:r w:rsidRPr="00AF0A23">
        <w:t>u</w:t>
      </w:r>
      <w:r w:rsidRPr="00AF0A23">
        <w:t>jourd’hui je m’adresse et vous, Monsieur, qui savez si bien critiquer ma conduite, que me conseillez-vous de faire ?</w:t>
      </w:r>
    </w:p>
    <w:p w14:paraId="3DA4165A" w14:textId="77777777" w:rsidR="00905145" w:rsidRPr="00AF0A23" w:rsidRDefault="00905145" w:rsidP="00905145">
      <w:pPr>
        <w:rPr>
          <w:i/>
          <w:iCs/>
        </w:rPr>
      </w:pPr>
      <w:r w:rsidRPr="00AF0A23">
        <w:rPr>
          <w:i/>
          <w:iCs/>
        </w:rPr>
        <w:t>Un temps.</w:t>
      </w:r>
    </w:p>
    <w:p w14:paraId="5AFA4480" w14:textId="77777777" w:rsidR="00905145" w:rsidRPr="00AF0A23" w:rsidRDefault="00905145" w:rsidP="00905145">
      <w:pPr>
        <w:ind w:firstLine="0"/>
        <w:jc w:val="center"/>
      </w:pPr>
      <w:r w:rsidRPr="00AF0A23">
        <w:t>MADAME D’ÉPINAY</w:t>
      </w:r>
    </w:p>
    <w:p w14:paraId="4E22B91E" w14:textId="77777777" w:rsidR="00905145" w:rsidRPr="00AF0A23" w:rsidRDefault="00905145" w:rsidP="00905145">
      <w:r w:rsidRPr="00AF0A23">
        <w:t>Alors… dites… que lui avez-vous r</w:t>
      </w:r>
      <w:r w:rsidRPr="00AF0A23">
        <w:t>é</w:t>
      </w:r>
      <w:r w:rsidRPr="00AF0A23">
        <w:t>pondu ?</w:t>
      </w:r>
    </w:p>
    <w:p w14:paraId="25248CD7" w14:textId="77777777" w:rsidR="00905145" w:rsidRPr="00AF0A23" w:rsidRDefault="00905145" w:rsidP="00905145">
      <w:pPr>
        <w:ind w:firstLine="0"/>
        <w:jc w:val="center"/>
      </w:pPr>
      <w:r w:rsidRPr="00AF0A23">
        <w:t>RIVAROL</w:t>
      </w:r>
    </w:p>
    <w:p w14:paraId="063BDEE3" w14:textId="77777777" w:rsidR="00905145" w:rsidRPr="00AF0A23" w:rsidRDefault="00905145" w:rsidP="00905145">
      <w:r w:rsidRPr="00AF0A23">
        <w:t>Sire, faites le roi !</w:t>
      </w:r>
    </w:p>
    <w:p w14:paraId="41E26895" w14:textId="77777777" w:rsidR="00905145" w:rsidRPr="00AF0A23" w:rsidRDefault="00905145" w:rsidP="00905145">
      <w:pPr>
        <w:rPr>
          <w:i/>
          <w:iCs/>
        </w:rPr>
      </w:pPr>
      <w:r w:rsidRPr="00AF0A23">
        <w:rPr>
          <w:i/>
          <w:iCs/>
        </w:rPr>
        <w:t>Le rideau se ferme tandis que tous font un geste qui sign</w:t>
      </w:r>
      <w:r w:rsidRPr="00AF0A23">
        <w:rPr>
          <w:i/>
          <w:iCs/>
        </w:rPr>
        <w:t>i</w:t>
      </w:r>
      <w:r w:rsidRPr="00AF0A23">
        <w:rPr>
          <w:i/>
          <w:iCs/>
        </w:rPr>
        <w:t>fie : év</w:t>
      </w:r>
      <w:r w:rsidRPr="00AF0A23">
        <w:rPr>
          <w:i/>
          <w:iCs/>
        </w:rPr>
        <w:t>i</w:t>
      </w:r>
      <w:r w:rsidRPr="00AF0A23">
        <w:rPr>
          <w:i/>
          <w:iCs/>
        </w:rPr>
        <w:t>demment, mais…</w:t>
      </w:r>
    </w:p>
    <w:p w14:paraId="25D2E5DC" w14:textId="77777777" w:rsidR="00905145" w:rsidRPr="00AF0A23" w:rsidRDefault="00905145" w:rsidP="00905145"/>
    <w:p w14:paraId="26C8F893" w14:textId="77777777" w:rsidR="00905145" w:rsidRPr="00AF0A23" w:rsidRDefault="00905145" w:rsidP="00905145">
      <w:pPr>
        <w:pStyle w:val="Titre1"/>
      </w:pPr>
      <w:bookmarkStart w:id="14" w:name="_Toc195622100"/>
      <w:r w:rsidRPr="00AF0A23">
        <w:lastRenderedPageBreak/>
        <w:t>LOUIS XVI</w:t>
      </w:r>
      <w:bookmarkEnd w:id="14"/>
    </w:p>
    <w:p w14:paraId="06F4D61B" w14:textId="77777777" w:rsidR="00905145" w:rsidRPr="00AF0A23" w:rsidRDefault="00905145" w:rsidP="00905145">
      <w:pPr>
        <w:rPr>
          <w:i/>
          <w:iCs/>
        </w:rPr>
      </w:pPr>
      <w:r w:rsidRPr="00AF0A23">
        <w:rPr>
          <w:i/>
          <w:iCs/>
        </w:rPr>
        <w:t>Le décor représente un salon à Versailles. Le roi Louis XVI, après la réunion des États Généraux en 1789, vient de r</w:t>
      </w:r>
      <w:r w:rsidRPr="00AF0A23">
        <w:rPr>
          <w:i/>
          <w:iCs/>
        </w:rPr>
        <w:t>e</w:t>
      </w:r>
      <w:r w:rsidRPr="00AF0A23">
        <w:rPr>
          <w:i/>
          <w:iCs/>
        </w:rPr>
        <w:t>cevoir les délégués de chacun des trois ordres. Ils so</w:t>
      </w:r>
      <w:r w:rsidRPr="00AF0A23">
        <w:rPr>
          <w:i/>
          <w:iCs/>
        </w:rPr>
        <w:t>r</w:t>
      </w:r>
      <w:r w:rsidRPr="00AF0A23">
        <w:rPr>
          <w:i/>
          <w:iCs/>
        </w:rPr>
        <w:t>tent – on voit le dernier de ces délégués s’incliner devant le roi qui est debout, au centre de la scène. Comme le laquais allait refe</w:t>
      </w:r>
      <w:r w:rsidRPr="00AF0A23">
        <w:rPr>
          <w:i/>
          <w:iCs/>
        </w:rPr>
        <w:t>r</w:t>
      </w:r>
      <w:r w:rsidRPr="00AF0A23">
        <w:rPr>
          <w:i/>
          <w:iCs/>
        </w:rPr>
        <w:t>mer la porte, un des délégués, revenu sur ses pas, tente de re</w:t>
      </w:r>
      <w:r w:rsidRPr="00AF0A23">
        <w:rPr>
          <w:i/>
          <w:iCs/>
        </w:rPr>
        <w:t>n</w:t>
      </w:r>
      <w:r w:rsidRPr="00AF0A23">
        <w:rPr>
          <w:i/>
          <w:iCs/>
        </w:rPr>
        <w:t>trer de nouveau dans le salon, le laquais s’y oppose mais le roi s’en aperc</w:t>
      </w:r>
      <w:r w:rsidRPr="00AF0A23">
        <w:rPr>
          <w:i/>
          <w:iCs/>
        </w:rPr>
        <w:t>e</w:t>
      </w:r>
      <w:r w:rsidRPr="00AF0A23">
        <w:rPr>
          <w:i/>
          <w:iCs/>
        </w:rPr>
        <w:t>vant le fait entrer. Que veut cet homme ?</w:t>
      </w:r>
    </w:p>
    <w:p w14:paraId="79C66DD9" w14:textId="77777777" w:rsidR="00905145" w:rsidRPr="00AF0A23" w:rsidRDefault="00905145" w:rsidP="00905145">
      <w:pPr>
        <w:rPr>
          <w:i/>
          <w:iCs/>
        </w:rPr>
      </w:pPr>
      <w:r w:rsidRPr="00AF0A23">
        <w:rPr>
          <w:i/>
          <w:iCs/>
        </w:rPr>
        <w:t>Dans les circon</w:t>
      </w:r>
      <w:r w:rsidRPr="00AF0A23">
        <w:rPr>
          <w:i/>
          <w:iCs/>
        </w:rPr>
        <w:t>s</w:t>
      </w:r>
      <w:r w:rsidRPr="00AF0A23">
        <w:rPr>
          <w:i/>
          <w:iCs/>
        </w:rPr>
        <w:t>tances actuelles ne vaut-il pas mieux le lui d</w:t>
      </w:r>
      <w:r w:rsidRPr="00AF0A23">
        <w:rPr>
          <w:i/>
          <w:iCs/>
        </w:rPr>
        <w:t>e</w:t>
      </w:r>
      <w:r w:rsidRPr="00AF0A23">
        <w:rPr>
          <w:i/>
          <w:iCs/>
        </w:rPr>
        <w:t>mander ? Fût-ce d’un regard ?</w:t>
      </w:r>
    </w:p>
    <w:p w14:paraId="4C7105D5" w14:textId="77777777" w:rsidR="00905145" w:rsidRPr="00AF0A23" w:rsidRDefault="00905145" w:rsidP="00905145">
      <w:pPr>
        <w:rPr>
          <w:i/>
          <w:iCs/>
        </w:rPr>
      </w:pPr>
      <w:r w:rsidRPr="00AF0A23">
        <w:rPr>
          <w:i/>
          <w:iCs/>
        </w:rPr>
        <w:t>Cet homme, ce délégué n’est autre que Maximilien Robe</w:t>
      </w:r>
      <w:r w:rsidRPr="00AF0A23">
        <w:rPr>
          <w:i/>
          <w:iCs/>
        </w:rPr>
        <w:t>s</w:t>
      </w:r>
      <w:r w:rsidRPr="00AF0A23">
        <w:rPr>
          <w:i/>
          <w:iCs/>
        </w:rPr>
        <w:t>pierre.</w:t>
      </w:r>
    </w:p>
    <w:p w14:paraId="26F99AB7" w14:textId="77777777" w:rsidR="00905145" w:rsidRPr="00AF0A23" w:rsidRDefault="00905145" w:rsidP="00905145">
      <w:pPr>
        <w:ind w:firstLine="0"/>
        <w:jc w:val="center"/>
      </w:pPr>
      <w:r w:rsidRPr="00AF0A23">
        <w:t>ROBESPIERRE</w:t>
      </w:r>
    </w:p>
    <w:p w14:paraId="50B12C41" w14:textId="77777777" w:rsidR="00905145" w:rsidRPr="00AF0A23" w:rsidRDefault="00905145" w:rsidP="00905145">
      <w:r w:rsidRPr="00AF0A23">
        <w:t>Puis-je me permettre de rappeler au Roi certains détails d’une visite que Votre Majesté rendit n</w:t>
      </w:r>
      <w:r w:rsidRPr="00AF0A23">
        <w:t>a</w:t>
      </w:r>
      <w:r w:rsidRPr="00AF0A23">
        <w:t>guère au lycée Louis-le-Grand ?</w:t>
      </w:r>
    </w:p>
    <w:p w14:paraId="37FBA848" w14:textId="77777777" w:rsidR="00905145" w:rsidRPr="00AF0A23" w:rsidRDefault="00905145" w:rsidP="00905145">
      <w:pPr>
        <w:ind w:firstLine="0"/>
        <w:jc w:val="center"/>
      </w:pPr>
      <w:r w:rsidRPr="00AF0A23">
        <w:t>LE ROI</w:t>
      </w:r>
    </w:p>
    <w:p w14:paraId="4C73B6DC" w14:textId="77777777" w:rsidR="00905145" w:rsidRPr="00AF0A23" w:rsidRDefault="00905145" w:rsidP="00905145">
      <w:r w:rsidRPr="00AF0A23">
        <w:t>Je vous reconnais, en effet. Vous étiez le meilleur élève du lycée.</w:t>
      </w:r>
    </w:p>
    <w:p w14:paraId="0E3AF48F" w14:textId="77777777" w:rsidR="00905145" w:rsidRPr="00AF0A23" w:rsidRDefault="00905145" w:rsidP="00905145">
      <w:pPr>
        <w:ind w:firstLine="0"/>
        <w:jc w:val="center"/>
      </w:pPr>
      <w:r w:rsidRPr="00AF0A23">
        <w:t>ROBESPIERRE</w:t>
      </w:r>
    </w:p>
    <w:p w14:paraId="06C4D53D" w14:textId="77777777" w:rsidR="00905145" w:rsidRPr="00AF0A23" w:rsidRDefault="00905145" w:rsidP="00905145">
      <w:r w:rsidRPr="00AF0A23">
        <w:t>Et, de ce fait, j’ai eu l’insigne honneur d’accueillir Votre Majesté au nom de tous mes condisciples.</w:t>
      </w:r>
    </w:p>
    <w:p w14:paraId="48353CFB" w14:textId="77777777" w:rsidR="00905145" w:rsidRPr="00AF0A23" w:rsidRDefault="00905145" w:rsidP="00905145">
      <w:pPr>
        <w:ind w:firstLine="0"/>
        <w:jc w:val="center"/>
      </w:pPr>
      <w:r w:rsidRPr="00AF0A23">
        <w:t>LE ROI</w:t>
      </w:r>
    </w:p>
    <w:p w14:paraId="3D714F63" w14:textId="77777777" w:rsidR="00905145" w:rsidRPr="00AF0A23" w:rsidRDefault="00905145" w:rsidP="00905145">
      <w:r w:rsidRPr="00AF0A23">
        <w:lastRenderedPageBreak/>
        <w:t>Je n’ai pas oublié votre éloquent discours, et je suis he</w:t>
      </w:r>
      <w:r w:rsidRPr="00AF0A23">
        <w:t>u</w:t>
      </w:r>
      <w:r w:rsidRPr="00AF0A23">
        <w:t>reux de vous revoir.</w:t>
      </w:r>
    </w:p>
    <w:p w14:paraId="3EFF5983" w14:textId="77777777" w:rsidR="00905145" w:rsidRPr="0088741B" w:rsidRDefault="00905145" w:rsidP="00905145">
      <w:pPr>
        <w:pStyle w:val="NormalRetraitGauche4XIndent0"/>
        <w:rPr>
          <w:i/>
          <w:iCs/>
        </w:rPr>
      </w:pPr>
      <w:r w:rsidRPr="0088741B">
        <w:rPr>
          <w:i/>
          <w:iCs/>
        </w:rPr>
        <w:t>S’adressant à un laquais.</w:t>
      </w:r>
    </w:p>
    <w:p w14:paraId="6519DA8B" w14:textId="77777777" w:rsidR="00905145" w:rsidRPr="00AF0A23" w:rsidRDefault="00905145" w:rsidP="00905145">
      <w:r w:rsidRPr="00AF0A23">
        <w:t xml:space="preserve">Priez Sa Majesté </w:t>
      </w:r>
      <w:smartTag w:uri="urn:schemas-microsoft-com:office:smarttags" w:element="PersonName">
        <w:smartTagPr>
          <w:attr w:name="ProductID" w:val="LA REINE"/>
        </w:smartTagPr>
        <w:r w:rsidRPr="00AF0A23">
          <w:t>la Reine</w:t>
        </w:r>
      </w:smartTag>
      <w:r w:rsidRPr="00AF0A23">
        <w:t xml:space="preserve"> de bien vo</w:t>
      </w:r>
      <w:r w:rsidRPr="00AF0A23">
        <w:t>u</w:t>
      </w:r>
      <w:r w:rsidRPr="00AF0A23">
        <w:t>loir nous rejoindre ici.</w:t>
      </w:r>
    </w:p>
    <w:p w14:paraId="2BE1EC2D" w14:textId="77777777" w:rsidR="00905145" w:rsidRPr="0088741B" w:rsidRDefault="00905145" w:rsidP="00905145">
      <w:pPr>
        <w:pStyle w:val="NormalRetraitGauche4XIndent0"/>
        <w:rPr>
          <w:i/>
          <w:iCs/>
        </w:rPr>
      </w:pPr>
      <w:r w:rsidRPr="0088741B">
        <w:rPr>
          <w:i/>
          <w:iCs/>
        </w:rPr>
        <w:t>À Robespierre.</w:t>
      </w:r>
    </w:p>
    <w:p w14:paraId="152E407C" w14:textId="77777777" w:rsidR="00905145" w:rsidRPr="00AF0A23" w:rsidRDefault="00905145" w:rsidP="00905145">
      <w:r w:rsidRPr="00AF0A23">
        <w:t>Vous êtes dép</w:t>
      </w:r>
      <w:r w:rsidRPr="00AF0A23">
        <w:t>u</w:t>
      </w:r>
      <w:r w:rsidRPr="00AF0A23">
        <w:t>té ?</w:t>
      </w:r>
    </w:p>
    <w:p w14:paraId="2A6C8920" w14:textId="77777777" w:rsidR="00905145" w:rsidRPr="00AF0A23" w:rsidRDefault="00905145" w:rsidP="00905145">
      <w:pPr>
        <w:ind w:firstLine="0"/>
        <w:jc w:val="center"/>
      </w:pPr>
      <w:r w:rsidRPr="00AF0A23">
        <w:t>ROBESPIERRE</w:t>
      </w:r>
    </w:p>
    <w:p w14:paraId="20D54D52" w14:textId="77777777" w:rsidR="00905145" w:rsidRPr="00AF0A23" w:rsidRDefault="00905145" w:rsidP="00905145">
      <w:r w:rsidRPr="00AF0A23">
        <w:t>Oui, Sire, d’Arras – et avocat.</w:t>
      </w:r>
    </w:p>
    <w:p w14:paraId="3203FB36" w14:textId="77777777" w:rsidR="00905145" w:rsidRPr="00AF0A23" w:rsidRDefault="00905145" w:rsidP="00905145">
      <w:pPr>
        <w:ind w:firstLine="0"/>
        <w:jc w:val="center"/>
      </w:pPr>
      <w:r w:rsidRPr="00AF0A23">
        <w:t>LE ROI</w:t>
      </w:r>
    </w:p>
    <w:p w14:paraId="5DC917D7" w14:textId="77777777" w:rsidR="00905145" w:rsidRPr="00AF0A23" w:rsidRDefault="00905145" w:rsidP="00905145">
      <w:r w:rsidRPr="00AF0A23">
        <w:t>Voulez-vous me rappeler votre nom, je vous prie ?</w:t>
      </w:r>
    </w:p>
    <w:p w14:paraId="06A4690D" w14:textId="77777777" w:rsidR="00905145" w:rsidRPr="00AF0A23" w:rsidRDefault="00905145" w:rsidP="00905145">
      <w:pPr>
        <w:ind w:firstLine="0"/>
        <w:jc w:val="center"/>
      </w:pPr>
      <w:r w:rsidRPr="00AF0A23">
        <w:t>ROBESPIERRE</w:t>
      </w:r>
    </w:p>
    <w:p w14:paraId="6C5ED84F" w14:textId="77777777" w:rsidR="00905145" w:rsidRPr="00AF0A23" w:rsidRDefault="00905145" w:rsidP="00905145">
      <w:r w:rsidRPr="00AF0A23">
        <w:t>Maximilien de Robespierre.</w:t>
      </w:r>
    </w:p>
    <w:p w14:paraId="0D9D3E92" w14:textId="77777777" w:rsidR="00905145" w:rsidRPr="00AF0A23" w:rsidRDefault="00905145" w:rsidP="00905145">
      <w:pPr>
        <w:ind w:firstLine="0"/>
        <w:jc w:val="center"/>
      </w:pPr>
      <w:r w:rsidRPr="00AF0A23">
        <w:t>LE ROI</w:t>
      </w:r>
    </w:p>
    <w:p w14:paraId="647621DB" w14:textId="77777777" w:rsidR="00905145" w:rsidRPr="00AF0A23" w:rsidRDefault="00905145" w:rsidP="00905145">
      <w:r w:rsidRPr="00AF0A23">
        <w:t>Maximilien de Robespierre. Je ne suis pas homme à l’oublier, mais à l’occasion, faites-m’en souvenir. Vous aviez à me dema</w:t>
      </w:r>
      <w:r w:rsidRPr="00AF0A23">
        <w:t>n</w:t>
      </w:r>
      <w:r w:rsidRPr="00AF0A23">
        <w:t>der quelque chose ?</w:t>
      </w:r>
    </w:p>
    <w:p w14:paraId="22FDBEF4" w14:textId="77777777" w:rsidR="00905145" w:rsidRPr="00AF0A23" w:rsidRDefault="00905145" w:rsidP="00905145">
      <w:pPr>
        <w:ind w:firstLine="0"/>
        <w:jc w:val="center"/>
      </w:pPr>
      <w:r w:rsidRPr="00AF0A23">
        <w:t>ROBESPIERRE</w:t>
      </w:r>
    </w:p>
    <w:p w14:paraId="7B935BCC" w14:textId="77777777" w:rsidR="00905145" w:rsidRPr="00AF0A23" w:rsidRDefault="00905145" w:rsidP="00905145">
      <w:r w:rsidRPr="00AF0A23">
        <w:t>Du tout. Je n’ai fait qu’user de ce prétexte pour voir le Roi de près.</w:t>
      </w:r>
    </w:p>
    <w:p w14:paraId="5F35940C" w14:textId="77777777" w:rsidR="00905145" w:rsidRPr="0088741B" w:rsidRDefault="00905145" w:rsidP="00905145">
      <w:pPr>
        <w:pStyle w:val="NormalRetraitGauche4XIndent0"/>
        <w:rPr>
          <w:i/>
          <w:iCs/>
        </w:rPr>
      </w:pPr>
      <w:r w:rsidRPr="0088741B">
        <w:rPr>
          <w:i/>
          <w:iCs/>
        </w:rPr>
        <w:t>Un laquais a</w:t>
      </w:r>
      <w:r w:rsidRPr="0088741B">
        <w:rPr>
          <w:i/>
          <w:iCs/>
        </w:rPr>
        <w:t>n</w:t>
      </w:r>
      <w:r w:rsidRPr="0088741B">
        <w:rPr>
          <w:i/>
          <w:iCs/>
        </w:rPr>
        <w:t>nonce.</w:t>
      </w:r>
    </w:p>
    <w:p w14:paraId="257D82C7" w14:textId="77777777" w:rsidR="00905145" w:rsidRPr="00AF0A23" w:rsidRDefault="00905145" w:rsidP="00905145">
      <w:pPr>
        <w:ind w:firstLine="0"/>
        <w:jc w:val="center"/>
      </w:pPr>
      <w:r w:rsidRPr="00AF0A23">
        <w:t>LE LAQUAIS</w:t>
      </w:r>
    </w:p>
    <w:p w14:paraId="5B0ECDC7" w14:textId="77777777" w:rsidR="00905145" w:rsidRPr="00AF0A23" w:rsidRDefault="00905145" w:rsidP="00905145">
      <w:r w:rsidRPr="00AF0A23">
        <w:t>Monsieur Lavo</w:t>
      </w:r>
      <w:r w:rsidRPr="00AF0A23">
        <w:t>i</w:t>
      </w:r>
      <w:r w:rsidRPr="00AF0A23">
        <w:t>sier.</w:t>
      </w:r>
    </w:p>
    <w:p w14:paraId="61F9420D" w14:textId="77777777" w:rsidR="00905145" w:rsidRPr="00AF0A23" w:rsidRDefault="00905145" w:rsidP="00905145">
      <w:pPr>
        <w:ind w:firstLine="0"/>
        <w:jc w:val="center"/>
      </w:pPr>
      <w:r w:rsidRPr="00AF0A23">
        <w:lastRenderedPageBreak/>
        <w:t>LE ROI</w:t>
      </w:r>
    </w:p>
    <w:p w14:paraId="3267E91B" w14:textId="77777777" w:rsidR="00905145" w:rsidRPr="00AF0A23" w:rsidRDefault="00905145" w:rsidP="00905145">
      <w:r w:rsidRPr="00AF0A23">
        <w:t>Soyez le bienvenu, cher illustre savant que j’aime. M. de Robespierre, député de la ville d’Arras.</w:t>
      </w:r>
    </w:p>
    <w:p w14:paraId="5766785D" w14:textId="77777777" w:rsidR="00905145" w:rsidRPr="00AF0A23" w:rsidRDefault="00905145" w:rsidP="00905145">
      <w:pPr>
        <w:ind w:firstLine="0"/>
        <w:jc w:val="center"/>
      </w:pPr>
      <w:r w:rsidRPr="00AF0A23">
        <w:t>LAVOISIER</w:t>
      </w:r>
    </w:p>
    <w:p w14:paraId="11247389" w14:textId="77777777" w:rsidR="00905145" w:rsidRPr="00AF0A23" w:rsidRDefault="00905145" w:rsidP="00905145">
      <w:r w:rsidRPr="00AF0A23">
        <w:t>Mais, comme c’est intéressant. Votre impression fut-elle bonne tout à l’heure ?</w:t>
      </w:r>
    </w:p>
    <w:p w14:paraId="3E7109E3" w14:textId="77777777" w:rsidR="00905145" w:rsidRPr="00AF0A23" w:rsidRDefault="00905145" w:rsidP="00905145">
      <w:pPr>
        <w:ind w:firstLine="0"/>
        <w:jc w:val="center"/>
      </w:pPr>
      <w:r w:rsidRPr="00AF0A23">
        <w:t>ROBESPIERRE</w:t>
      </w:r>
    </w:p>
    <w:p w14:paraId="11952F5F" w14:textId="77777777" w:rsidR="00905145" w:rsidRPr="00AF0A23" w:rsidRDefault="00905145" w:rsidP="00905145">
      <w:r w:rsidRPr="00AF0A23">
        <w:t>Vous n’y étiez donc pas ?</w:t>
      </w:r>
    </w:p>
    <w:p w14:paraId="23470430" w14:textId="77777777" w:rsidR="00905145" w:rsidRPr="00AF0A23" w:rsidRDefault="00905145" w:rsidP="00905145">
      <w:pPr>
        <w:ind w:firstLine="0"/>
        <w:jc w:val="center"/>
        <w:rPr>
          <w:i/>
          <w:iCs/>
        </w:rPr>
      </w:pPr>
      <w:r w:rsidRPr="00AF0A23">
        <w:t xml:space="preserve">LAVOISIER, </w:t>
      </w:r>
      <w:r w:rsidRPr="00AF0A23">
        <w:rPr>
          <w:i/>
          <w:iCs/>
        </w:rPr>
        <w:t>à Robespierre.</w:t>
      </w:r>
    </w:p>
    <w:p w14:paraId="76787383" w14:textId="77777777" w:rsidR="00905145" w:rsidRPr="00AF0A23" w:rsidRDefault="00905145" w:rsidP="00905145">
      <w:r w:rsidRPr="00AF0A23">
        <w:t>Non, monsieur.</w:t>
      </w:r>
    </w:p>
    <w:p w14:paraId="05F44CC6" w14:textId="77777777" w:rsidR="00905145" w:rsidRPr="00AF0A23" w:rsidRDefault="00905145" w:rsidP="00905145">
      <w:pPr>
        <w:ind w:firstLine="0"/>
        <w:jc w:val="center"/>
      </w:pPr>
      <w:r w:rsidRPr="00AF0A23">
        <w:t>ROBESPIERRE</w:t>
      </w:r>
    </w:p>
    <w:p w14:paraId="0831F5DD" w14:textId="77777777" w:rsidR="00905145" w:rsidRPr="00AF0A23" w:rsidRDefault="00905145" w:rsidP="00905145">
      <w:r w:rsidRPr="00AF0A23">
        <w:t>C’est dommage.</w:t>
      </w:r>
    </w:p>
    <w:p w14:paraId="7FB1E005" w14:textId="77777777" w:rsidR="00905145" w:rsidRPr="0088741B" w:rsidRDefault="00905145" w:rsidP="00905145">
      <w:pPr>
        <w:pStyle w:val="NormalRetraitGauche4XIndent0"/>
        <w:rPr>
          <w:i/>
          <w:iCs/>
        </w:rPr>
      </w:pPr>
      <w:r w:rsidRPr="0088741B">
        <w:rPr>
          <w:i/>
          <w:iCs/>
        </w:rPr>
        <w:t>Un laquais a</w:t>
      </w:r>
      <w:r w:rsidRPr="0088741B">
        <w:rPr>
          <w:i/>
          <w:iCs/>
        </w:rPr>
        <w:t>n</w:t>
      </w:r>
      <w:r w:rsidRPr="0088741B">
        <w:rPr>
          <w:i/>
          <w:iCs/>
        </w:rPr>
        <w:t>nonce.</w:t>
      </w:r>
    </w:p>
    <w:p w14:paraId="65EC1D9E" w14:textId="77777777" w:rsidR="00905145" w:rsidRPr="00AF0A23" w:rsidRDefault="00905145" w:rsidP="00905145">
      <w:pPr>
        <w:ind w:firstLine="0"/>
        <w:jc w:val="center"/>
      </w:pPr>
      <w:r w:rsidRPr="00AF0A23">
        <w:t>LE LAQUAIS</w:t>
      </w:r>
    </w:p>
    <w:p w14:paraId="2E3935B4" w14:textId="77777777" w:rsidR="00905145" w:rsidRPr="00AF0A23" w:rsidRDefault="00905145" w:rsidP="00905145">
      <w:r w:rsidRPr="00AF0A23">
        <w:t>Sa Majesté la Reine.</w:t>
      </w:r>
    </w:p>
    <w:p w14:paraId="63CE052B" w14:textId="77777777" w:rsidR="00905145" w:rsidRPr="0088741B" w:rsidRDefault="00905145" w:rsidP="00905145">
      <w:pPr>
        <w:pStyle w:val="NormalRetraitGauche4XIndent0"/>
        <w:rPr>
          <w:i/>
          <w:iCs/>
        </w:rPr>
      </w:pPr>
      <w:r w:rsidRPr="0088741B">
        <w:rPr>
          <w:i/>
          <w:iCs/>
        </w:rPr>
        <w:t>La Reine entre.</w:t>
      </w:r>
    </w:p>
    <w:p w14:paraId="71A92719"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014DDA2E" w14:textId="77777777" w:rsidR="00905145" w:rsidRPr="00AF0A23" w:rsidRDefault="00905145" w:rsidP="00905145">
      <w:r w:rsidRPr="00AF0A23">
        <w:t>Ah ! monsieur Lavoisier, quel plaisir de vous voir !</w:t>
      </w:r>
    </w:p>
    <w:p w14:paraId="22B7C000" w14:textId="77777777" w:rsidR="00905145" w:rsidRPr="00AF0A23" w:rsidRDefault="00905145" w:rsidP="00905145">
      <w:pPr>
        <w:ind w:firstLine="0"/>
        <w:jc w:val="center"/>
        <w:rPr>
          <w:i/>
          <w:iCs/>
        </w:rPr>
      </w:pPr>
      <w:r w:rsidRPr="00AF0A23">
        <w:t xml:space="preserve">LE ROI, </w:t>
      </w:r>
      <w:r w:rsidRPr="00AF0A23">
        <w:rPr>
          <w:i/>
          <w:iCs/>
        </w:rPr>
        <w:t>prése</w:t>
      </w:r>
      <w:r w:rsidRPr="00AF0A23">
        <w:rPr>
          <w:i/>
          <w:iCs/>
        </w:rPr>
        <w:t>n</w:t>
      </w:r>
      <w:r w:rsidRPr="00AF0A23">
        <w:rPr>
          <w:i/>
          <w:iCs/>
        </w:rPr>
        <w:t>tant Robespierre à la Reine.</w:t>
      </w:r>
    </w:p>
    <w:p w14:paraId="7E4D76B2" w14:textId="77777777" w:rsidR="00905145" w:rsidRPr="00AF0A23" w:rsidRDefault="00905145" w:rsidP="00905145">
      <w:r w:rsidRPr="00AF0A23">
        <w:t>Monsieur de R</w:t>
      </w:r>
      <w:r w:rsidRPr="00AF0A23">
        <w:t>o</w:t>
      </w:r>
      <w:r w:rsidRPr="00AF0A23">
        <w:t>bespierre, avocat et député.</w:t>
      </w:r>
    </w:p>
    <w:p w14:paraId="7CCF86EE" w14:textId="77777777" w:rsidR="00905145" w:rsidRPr="0088741B" w:rsidRDefault="00905145" w:rsidP="00905145">
      <w:pPr>
        <w:pStyle w:val="NormalRetraitGauche4XIndent0"/>
        <w:rPr>
          <w:i/>
          <w:iCs/>
        </w:rPr>
      </w:pPr>
      <w:r w:rsidRPr="0088741B">
        <w:rPr>
          <w:i/>
          <w:iCs/>
        </w:rPr>
        <w:t>Un laquais a</w:t>
      </w:r>
      <w:r w:rsidRPr="0088741B">
        <w:rPr>
          <w:i/>
          <w:iCs/>
        </w:rPr>
        <w:t>n</w:t>
      </w:r>
      <w:r w:rsidRPr="0088741B">
        <w:rPr>
          <w:i/>
          <w:iCs/>
        </w:rPr>
        <w:t>nonce.</w:t>
      </w:r>
    </w:p>
    <w:p w14:paraId="40784F39" w14:textId="77777777" w:rsidR="00905145" w:rsidRPr="00AF0A23" w:rsidRDefault="00905145" w:rsidP="00905145">
      <w:pPr>
        <w:ind w:firstLine="0"/>
        <w:jc w:val="center"/>
      </w:pPr>
      <w:r w:rsidRPr="00AF0A23">
        <w:t>LE LAQUAIS</w:t>
      </w:r>
    </w:p>
    <w:p w14:paraId="628413CC" w14:textId="77777777" w:rsidR="00905145" w:rsidRPr="00AF0A23" w:rsidRDefault="00905145" w:rsidP="00905145">
      <w:r w:rsidRPr="00AF0A23">
        <w:lastRenderedPageBreak/>
        <w:t xml:space="preserve">Madame </w:t>
      </w:r>
      <w:smartTag w:uri="urn:schemas-microsoft-com:office:smarttags" w:element="PersonName">
        <w:smartTagPr>
          <w:attr w:name="ProductID" w:val="la Princesse"/>
        </w:smartTagPr>
        <w:r w:rsidRPr="00AF0A23">
          <w:t>la Pri</w:t>
        </w:r>
        <w:r w:rsidRPr="00AF0A23">
          <w:t>n</w:t>
        </w:r>
        <w:r w:rsidRPr="00AF0A23">
          <w:t>cesse</w:t>
        </w:r>
      </w:smartTag>
      <w:r w:rsidRPr="00AF0A23">
        <w:t xml:space="preserve"> de Lamballe.</w:t>
      </w:r>
    </w:p>
    <w:p w14:paraId="7FF86DFE" w14:textId="77777777" w:rsidR="00905145" w:rsidRPr="0088741B" w:rsidRDefault="00905145" w:rsidP="00905145">
      <w:pPr>
        <w:pStyle w:val="NormalRetraitGauche4XIndent0"/>
        <w:rPr>
          <w:i/>
          <w:iCs/>
        </w:rPr>
      </w:pPr>
      <w:r w:rsidRPr="0088741B">
        <w:rPr>
          <w:i/>
          <w:iCs/>
        </w:rPr>
        <w:t>Paraît M</w:t>
      </w:r>
      <w:r w:rsidRPr="0088741B">
        <w:rPr>
          <w:i/>
          <w:iCs/>
          <w:vertAlign w:val="superscript"/>
        </w:rPr>
        <w:t>me</w:t>
      </w:r>
      <w:r w:rsidRPr="0088741B">
        <w:rPr>
          <w:i/>
          <w:iCs/>
        </w:rPr>
        <w:t> de Lamballe.</w:t>
      </w:r>
    </w:p>
    <w:p w14:paraId="78A0B742" w14:textId="77777777" w:rsidR="00905145" w:rsidRPr="00AF0A23" w:rsidRDefault="00905145" w:rsidP="00905145">
      <w:pPr>
        <w:ind w:firstLine="0"/>
        <w:jc w:val="center"/>
      </w:pPr>
      <w:r w:rsidRPr="00AF0A23">
        <w:t>MADAME DE LAMBALLE</w:t>
      </w:r>
    </w:p>
    <w:p w14:paraId="48A36745" w14:textId="77777777" w:rsidR="00905145" w:rsidRPr="00AF0A23" w:rsidRDefault="00905145" w:rsidP="00905145">
      <w:r w:rsidRPr="00AF0A23">
        <w:t>Monsieur Lavoisier, je suis votre se</w:t>
      </w:r>
      <w:r w:rsidRPr="00AF0A23">
        <w:t>r</w:t>
      </w:r>
      <w:r w:rsidRPr="00AF0A23">
        <w:t>vante.</w:t>
      </w:r>
    </w:p>
    <w:p w14:paraId="3FBDAB7E" w14:textId="77777777" w:rsidR="00905145" w:rsidRPr="0088741B" w:rsidRDefault="00905145" w:rsidP="00905145">
      <w:pPr>
        <w:pStyle w:val="NormalRetraitGauche4XIndent0"/>
        <w:rPr>
          <w:i/>
          <w:iCs/>
        </w:rPr>
      </w:pPr>
      <w:r w:rsidRPr="0088741B">
        <w:rPr>
          <w:i/>
          <w:iCs/>
        </w:rPr>
        <w:t>Le roi semble impatient de présenter à tous Robe</w:t>
      </w:r>
      <w:r w:rsidRPr="0088741B">
        <w:rPr>
          <w:i/>
          <w:iCs/>
        </w:rPr>
        <w:t>s</w:t>
      </w:r>
      <w:r w:rsidRPr="0088741B">
        <w:rPr>
          <w:i/>
          <w:iCs/>
        </w:rPr>
        <w:t>pierre.</w:t>
      </w:r>
    </w:p>
    <w:p w14:paraId="6A68CA0D" w14:textId="77777777" w:rsidR="00905145" w:rsidRPr="00AF0A23" w:rsidRDefault="00905145" w:rsidP="00905145">
      <w:pPr>
        <w:ind w:firstLine="0"/>
        <w:jc w:val="center"/>
      </w:pPr>
      <w:r w:rsidRPr="00AF0A23">
        <w:t>LE ROI</w:t>
      </w:r>
    </w:p>
    <w:p w14:paraId="511C474A" w14:textId="77777777" w:rsidR="00905145" w:rsidRPr="00AF0A23" w:rsidRDefault="00905145" w:rsidP="00905145">
      <w:r w:rsidRPr="00AF0A23">
        <w:t>Un instant, je vous prie.</w:t>
      </w:r>
    </w:p>
    <w:p w14:paraId="44E7B14F" w14:textId="77777777" w:rsidR="00905145" w:rsidRPr="0088741B" w:rsidRDefault="00905145" w:rsidP="00905145">
      <w:pPr>
        <w:pStyle w:val="NormalRetraitGauche4XIndent0"/>
        <w:rPr>
          <w:i/>
          <w:iCs/>
        </w:rPr>
      </w:pPr>
      <w:r w:rsidRPr="0088741B">
        <w:rPr>
          <w:i/>
          <w:iCs/>
        </w:rPr>
        <w:t>Un laquais a</w:t>
      </w:r>
      <w:r w:rsidRPr="0088741B">
        <w:rPr>
          <w:i/>
          <w:iCs/>
        </w:rPr>
        <w:t>n</w:t>
      </w:r>
      <w:r w:rsidRPr="0088741B">
        <w:rPr>
          <w:i/>
          <w:iCs/>
        </w:rPr>
        <w:t>nonce.</w:t>
      </w:r>
    </w:p>
    <w:p w14:paraId="0789EBDC" w14:textId="77777777" w:rsidR="00905145" w:rsidRPr="00AF0A23" w:rsidRDefault="00905145" w:rsidP="00905145">
      <w:pPr>
        <w:ind w:firstLine="0"/>
        <w:jc w:val="center"/>
      </w:pPr>
      <w:r w:rsidRPr="00AF0A23">
        <w:t>LE LAQUAIS</w:t>
      </w:r>
    </w:p>
    <w:p w14:paraId="512A0753" w14:textId="77777777" w:rsidR="00905145" w:rsidRPr="00AF0A23" w:rsidRDefault="00905145" w:rsidP="00905145">
      <w:r w:rsidRPr="00AF0A23">
        <w:t>Monsieur André Chénier.</w:t>
      </w:r>
    </w:p>
    <w:p w14:paraId="5467E207"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30570F72" w14:textId="77777777" w:rsidR="00905145" w:rsidRPr="00AF0A23" w:rsidRDefault="00905145" w:rsidP="00905145">
      <w:r w:rsidRPr="00AF0A23">
        <w:t>Ah ! Quel bo</w:t>
      </w:r>
      <w:r w:rsidRPr="00AF0A23">
        <w:t>n</w:t>
      </w:r>
      <w:r w:rsidRPr="00AF0A23">
        <w:t>heur ! Je ne sais pas de plus grand poète que vous, monsieur Chénier.</w:t>
      </w:r>
    </w:p>
    <w:p w14:paraId="16F84748" w14:textId="77777777" w:rsidR="00905145" w:rsidRPr="00AF0A23" w:rsidRDefault="00905145" w:rsidP="00905145">
      <w:pPr>
        <w:ind w:firstLine="0"/>
        <w:jc w:val="center"/>
      </w:pPr>
      <w:r w:rsidRPr="00AF0A23">
        <w:t>LE ROI</w:t>
      </w:r>
    </w:p>
    <w:p w14:paraId="4DD357D8" w14:textId="77777777" w:rsidR="00905145" w:rsidRPr="00AF0A23" w:rsidRDefault="00905145" w:rsidP="00905145">
      <w:r w:rsidRPr="00AF0A23">
        <w:t>Voulez-vous me permettre : M. Maximilien Robespierre, avocat, d</w:t>
      </w:r>
      <w:r w:rsidRPr="00AF0A23">
        <w:t>é</w:t>
      </w:r>
      <w:r w:rsidRPr="00AF0A23">
        <w:t>puté dans la ville d’Arras.</w:t>
      </w:r>
    </w:p>
    <w:p w14:paraId="3FDDC645" w14:textId="77777777" w:rsidR="00905145" w:rsidRPr="00AF0A23" w:rsidRDefault="00905145" w:rsidP="00905145">
      <w:pPr>
        <w:ind w:firstLine="0"/>
        <w:jc w:val="center"/>
      </w:pPr>
      <w:r w:rsidRPr="00AF0A23">
        <w:t>ANDRÉ CHÉNIER</w:t>
      </w:r>
    </w:p>
    <w:p w14:paraId="3A0C25E0" w14:textId="77777777" w:rsidR="00905145" w:rsidRPr="00AF0A23" w:rsidRDefault="00905145" w:rsidP="00905145">
      <w:r w:rsidRPr="00AF0A23">
        <w:t>Dites-nous vos impressions, mo</w:t>
      </w:r>
      <w:r w:rsidRPr="00AF0A23">
        <w:t>n</w:t>
      </w:r>
      <w:r w:rsidRPr="00AF0A23">
        <w:t>sieur.</w:t>
      </w:r>
    </w:p>
    <w:p w14:paraId="7F15CFEC" w14:textId="77777777" w:rsidR="00905145" w:rsidRPr="00AF0A23" w:rsidRDefault="00905145" w:rsidP="00905145">
      <w:pPr>
        <w:ind w:firstLine="0"/>
        <w:jc w:val="center"/>
      </w:pPr>
      <w:r w:rsidRPr="00AF0A23">
        <w:t>ROBESPIERRE</w:t>
      </w:r>
    </w:p>
    <w:p w14:paraId="02D690DE" w14:textId="77777777" w:rsidR="00905145" w:rsidRPr="00AF0A23" w:rsidRDefault="00905145" w:rsidP="00905145">
      <w:r w:rsidRPr="00AF0A23">
        <w:t>Relativement aux élections ?</w:t>
      </w:r>
    </w:p>
    <w:p w14:paraId="7C803923" w14:textId="77777777" w:rsidR="00905145" w:rsidRPr="00AF0A23" w:rsidRDefault="00905145" w:rsidP="00905145">
      <w:pPr>
        <w:ind w:firstLine="0"/>
        <w:jc w:val="center"/>
      </w:pPr>
      <w:r w:rsidRPr="00AF0A23">
        <w:t>ANDRÉ CHÉNIER</w:t>
      </w:r>
    </w:p>
    <w:p w14:paraId="5E1CDF2A" w14:textId="77777777" w:rsidR="00905145" w:rsidRPr="00AF0A23" w:rsidRDefault="00905145" w:rsidP="00905145">
      <w:r w:rsidRPr="00AF0A23">
        <w:lastRenderedPageBreak/>
        <w:t>Oui.</w:t>
      </w:r>
    </w:p>
    <w:p w14:paraId="14AA2AF2" w14:textId="77777777" w:rsidR="00905145" w:rsidRPr="00AF0A23" w:rsidRDefault="00905145" w:rsidP="00905145">
      <w:pPr>
        <w:ind w:firstLine="0"/>
        <w:jc w:val="center"/>
      </w:pPr>
      <w:r w:rsidRPr="00AF0A23">
        <w:t>ROBESPIERRE</w:t>
      </w:r>
    </w:p>
    <w:p w14:paraId="5F3E53D7" w14:textId="77777777" w:rsidR="00905145" w:rsidRPr="00AF0A23" w:rsidRDefault="00905145" w:rsidP="00905145">
      <w:r w:rsidRPr="00AF0A23">
        <w:t>Bien plus encore que favorables. Il est fort évident que le 5 mai 89 sera dès lors considéré comme la date la plus impo</w:t>
      </w:r>
      <w:r w:rsidRPr="00AF0A23">
        <w:t>r</w:t>
      </w:r>
      <w:r w:rsidRPr="00AF0A23">
        <w:t>tante de l’Histoire de France.</w:t>
      </w:r>
    </w:p>
    <w:p w14:paraId="75233558" w14:textId="77777777" w:rsidR="00905145" w:rsidRPr="00AF0A23" w:rsidRDefault="00905145" w:rsidP="00905145">
      <w:pPr>
        <w:ind w:firstLine="0"/>
        <w:jc w:val="center"/>
      </w:pPr>
      <w:r w:rsidRPr="00AF0A23">
        <w:t>LAVOISIER</w:t>
      </w:r>
    </w:p>
    <w:p w14:paraId="62C273CB" w14:textId="77777777" w:rsidR="00905145" w:rsidRPr="00AF0A23" w:rsidRDefault="00905145" w:rsidP="00905145">
      <w:r w:rsidRPr="00AF0A23">
        <w:t>À ce point ?</w:t>
      </w:r>
    </w:p>
    <w:p w14:paraId="58E11247" w14:textId="77777777" w:rsidR="00905145" w:rsidRPr="00AF0A23" w:rsidRDefault="00905145" w:rsidP="00905145">
      <w:pPr>
        <w:ind w:firstLine="0"/>
        <w:jc w:val="center"/>
      </w:pPr>
      <w:r w:rsidRPr="00AF0A23">
        <w:t>ROBESPIERRE</w:t>
      </w:r>
    </w:p>
    <w:p w14:paraId="4D871E56" w14:textId="77777777" w:rsidR="00905145" w:rsidRPr="00AF0A23" w:rsidRDefault="00905145" w:rsidP="00905145">
      <w:r w:rsidRPr="00AF0A23">
        <w:t>Je le pense. Et la sainte passion du bonheur des peuples qui forme l’auguste caractère du Roi doit y trouver sa réco</w:t>
      </w:r>
      <w:r w:rsidRPr="00AF0A23">
        <w:t>m</w:t>
      </w:r>
      <w:r w:rsidRPr="00AF0A23">
        <w:t>pense. Songez que la popul</w:t>
      </w:r>
      <w:r w:rsidRPr="00AF0A23">
        <w:t>a</w:t>
      </w:r>
      <w:r w:rsidRPr="00AF0A23">
        <w:t>tion entière est appelée à voter !</w:t>
      </w:r>
    </w:p>
    <w:p w14:paraId="53A39C56" w14:textId="77777777" w:rsidR="00905145" w:rsidRPr="00AF0A23" w:rsidRDefault="00905145" w:rsidP="00905145">
      <w:pPr>
        <w:ind w:firstLine="0"/>
        <w:jc w:val="center"/>
      </w:pPr>
      <w:r w:rsidRPr="00AF0A23">
        <w:t>MADAME DE LAMBALLE</w:t>
      </w:r>
    </w:p>
    <w:p w14:paraId="46B179F1" w14:textId="77777777" w:rsidR="00905145" w:rsidRPr="00AF0A23" w:rsidRDefault="00905145" w:rsidP="00905145">
      <w:r w:rsidRPr="00AF0A23">
        <w:t>Hormis les domestiques, et c’est e</w:t>
      </w:r>
      <w:r w:rsidRPr="00AF0A23">
        <w:t>n</w:t>
      </w:r>
      <w:r w:rsidRPr="00AF0A23">
        <w:t>core heureux.</w:t>
      </w:r>
    </w:p>
    <w:p w14:paraId="219FDF34" w14:textId="77777777" w:rsidR="00905145" w:rsidRPr="00AF0A23" w:rsidRDefault="00905145" w:rsidP="00905145">
      <w:pPr>
        <w:ind w:firstLine="0"/>
        <w:jc w:val="center"/>
      </w:pPr>
      <w:r w:rsidRPr="00AF0A23">
        <w:t>LE ROI</w:t>
      </w:r>
    </w:p>
    <w:p w14:paraId="0D42A0C4" w14:textId="77777777" w:rsidR="00905145" w:rsidRPr="00AF0A23" w:rsidRDefault="00905145" w:rsidP="00905145">
      <w:r w:rsidRPr="00AF0A23">
        <w:t>Et quelle est, à votre avis, la pr</w:t>
      </w:r>
      <w:r w:rsidRPr="00AF0A23">
        <w:t>e</w:t>
      </w:r>
      <w:r w:rsidRPr="00AF0A23">
        <w:t>mière mesure qui vous sera demandée de prendre ?</w:t>
      </w:r>
    </w:p>
    <w:p w14:paraId="501E2EA2" w14:textId="77777777" w:rsidR="00905145" w:rsidRPr="00AF0A23" w:rsidRDefault="00905145" w:rsidP="00905145">
      <w:pPr>
        <w:ind w:firstLine="0"/>
        <w:jc w:val="center"/>
      </w:pPr>
      <w:r w:rsidRPr="00AF0A23">
        <w:t>ROBESPIERRE</w:t>
      </w:r>
    </w:p>
    <w:p w14:paraId="30EFD5DE" w14:textId="77777777" w:rsidR="00905145" w:rsidRPr="00AF0A23" w:rsidRDefault="00905145" w:rsidP="00905145">
      <w:r w:rsidRPr="00AF0A23">
        <w:t>L’abolition de la peine de mort.</w:t>
      </w:r>
    </w:p>
    <w:p w14:paraId="7BEC7764" w14:textId="77777777" w:rsidR="00905145" w:rsidRPr="00AF0A23" w:rsidRDefault="00905145" w:rsidP="00905145">
      <w:pPr>
        <w:ind w:firstLine="0"/>
        <w:jc w:val="center"/>
      </w:pPr>
      <w:r w:rsidRPr="00AF0A23">
        <w:t>LAVOISIER</w:t>
      </w:r>
    </w:p>
    <w:p w14:paraId="39AD3E0D" w14:textId="77777777" w:rsidR="00905145" w:rsidRPr="00AF0A23" w:rsidRDefault="00905145" w:rsidP="00905145">
      <w:r w:rsidRPr="00AF0A23">
        <w:t>C’est une bonne idée.</w:t>
      </w:r>
    </w:p>
    <w:p w14:paraId="463242FA" w14:textId="77777777" w:rsidR="00905145" w:rsidRPr="00AF0A23" w:rsidRDefault="00905145" w:rsidP="00905145">
      <w:pPr>
        <w:ind w:firstLine="0"/>
        <w:jc w:val="center"/>
      </w:pPr>
      <w:r w:rsidRPr="00AF0A23">
        <w:t>ANDRÉ CHÉNIER</w:t>
      </w:r>
    </w:p>
    <w:p w14:paraId="11404AE3" w14:textId="77777777" w:rsidR="00905145" w:rsidRPr="00AF0A23" w:rsidRDefault="00905145" w:rsidP="00905145">
      <w:r w:rsidRPr="00AF0A23">
        <w:t>Excellente.</w:t>
      </w:r>
    </w:p>
    <w:p w14:paraId="6A85A6AD" w14:textId="77777777" w:rsidR="00905145" w:rsidRPr="00AF0A23" w:rsidRDefault="00905145" w:rsidP="00905145">
      <w:pPr>
        <w:ind w:firstLine="0"/>
        <w:jc w:val="center"/>
      </w:pPr>
      <w:r w:rsidRPr="00AF0A23">
        <w:t>LE ROI</w:t>
      </w:r>
    </w:p>
    <w:p w14:paraId="24582E3D" w14:textId="77777777" w:rsidR="00905145" w:rsidRPr="00AF0A23" w:rsidRDefault="00905145" w:rsidP="00905145">
      <w:r w:rsidRPr="00AF0A23">
        <w:lastRenderedPageBreak/>
        <w:t>Et fort juste.</w:t>
      </w:r>
    </w:p>
    <w:p w14:paraId="65F2A982"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295DC7C7" w14:textId="77777777" w:rsidR="00905145" w:rsidRPr="00AF0A23" w:rsidRDefault="00905145" w:rsidP="00905145">
      <w:r w:rsidRPr="00AF0A23">
        <w:t>Et comme on aimerait qu’elle soit réc</w:t>
      </w:r>
      <w:r w:rsidRPr="00AF0A23">
        <w:t>i</w:t>
      </w:r>
      <w:r w:rsidRPr="00AF0A23">
        <w:t>proque !</w:t>
      </w:r>
    </w:p>
    <w:p w14:paraId="0DC5F82F" w14:textId="77777777" w:rsidR="00905145" w:rsidRPr="00AF0A23" w:rsidRDefault="00905145" w:rsidP="00905145">
      <w:pPr>
        <w:ind w:firstLine="0"/>
        <w:jc w:val="center"/>
      </w:pPr>
      <w:r w:rsidRPr="00AF0A23">
        <w:t>LE ROI</w:t>
      </w:r>
    </w:p>
    <w:p w14:paraId="7ECEE336" w14:textId="77777777" w:rsidR="00905145" w:rsidRPr="00AF0A23" w:rsidRDefault="00905145" w:rsidP="00905145">
      <w:r w:rsidRPr="00AF0A23">
        <w:t>Et aussitôt après l’abolition de la peine de mort ?</w:t>
      </w:r>
    </w:p>
    <w:p w14:paraId="61EF7B09" w14:textId="77777777" w:rsidR="00905145" w:rsidRPr="00AF0A23" w:rsidRDefault="00905145" w:rsidP="00905145">
      <w:pPr>
        <w:ind w:firstLine="0"/>
        <w:jc w:val="center"/>
      </w:pPr>
      <w:r w:rsidRPr="00AF0A23">
        <w:t>ROBESPIERRE</w:t>
      </w:r>
    </w:p>
    <w:p w14:paraId="3B50022E" w14:textId="77777777" w:rsidR="00905145" w:rsidRPr="00AF0A23" w:rsidRDefault="00905145" w:rsidP="00905145">
      <w:r w:rsidRPr="00AF0A23">
        <w:t>La Bastille.</w:t>
      </w:r>
    </w:p>
    <w:p w14:paraId="0770667F" w14:textId="77777777" w:rsidR="00905145" w:rsidRPr="00AF0A23" w:rsidRDefault="00905145" w:rsidP="00905145">
      <w:pPr>
        <w:ind w:firstLine="0"/>
        <w:jc w:val="center"/>
      </w:pPr>
      <w:r w:rsidRPr="00AF0A23">
        <w:t>LA REINE</w:t>
      </w:r>
    </w:p>
    <w:p w14:paraId="7E18CA0F" w14:textId="77777777" w:rsidR="00905145" w:rsidRPr="00AF0A23" w:rsidRDefault="00905145" w:rsidP="00905145">
      <w:r w:rsidRPr="00AF0A23">
        <w:t>Pour qui ?</w:t>
      </w:r>
    </w:p>
    <w:p w14:paraId="180C9CEF" w14:textId="77777777" w:rsidR="00905145" w:rsidRPr="00AF0A23" w:rsidRDefault="00905145" w:rsidP="00905145">
      <w:pPr>
        <w:ind w:firstLine="0"/>
        <w:jc w:val="center"/>
      </w:pPr>
      <w:r w:rsidRPr="00AF0A23">
        <w:t>ROBESPIERRE</w:t>
      </w:r>
    </w:p>
    <w:p w14:paraId="36ED3D7D" w14:textId="77777777" w:rsidR="00905145" w:rsidRPr="00AF0A23" w:rsidRDefault="00905145" w:rsidP="00905145">
      <w:r w:rsidRPr="00AF0A23">
        <w:t>Plus pour pe</w:t>
      </w:r>
      <w:r w:rsidRPr="00AF0A23">
        <w:t>r</w:t>
      </w:r>
      <w:r w:rsidRPr="00AF0A23">
        <w:t>sonne, Madame.</w:t>
      </w:r>
    </w:p>
    <w:p w14:paraId="465CB4E2" w14:textId="77777777" w:rsidR="00905145" w:rsidRPr="00AF0A23" w:rsidRDefault="00905145" w:rsidP="00905145">
      <w:pPr>
        <w:ind w:firstLine="0"/>
        <w:jc w:val="center"/>
      </w:pPr>
      <w:r w:rsidRPr="00AF0A23">
        <w:t>LAVOISIER</w:t>
      </w:r>
    </w:p>
    <w:p w14:paraId="6D941F16" w14:textId="77777777" w:rsidR="00905145" w:rsidRPr="00AF0A23" w:rsidRDefault="00905145" w:rsidP="00905145">
      <w:smartTag w:uri="urn:schemas-microsoft-com:office:smarttags" w:element="PersonName">
        <w:smartTagPr>
          <w:attr w:name="ProductID" w:val="la Bastille"/>
        </w:smartTagPr>
        <w:r w:rsidRPr="00AF0A23">
          <w:t>La Bastille</w:t>
        </w:r>
      </w:smartTag>
      <w:r w:rsidRPr="00AF0A23">
        <w:t xml:space="preserve"> n’est qu’un symbole.</w:t>
      </w:r>
    </w:p>
    <w:p w14:paraId="667978CA" w14:textId="77777777" w:rsidR="00905145" w:rsidRPr="00AF0A23" w:rsidRDefault="00905145" w:rsidP="00905145">
      <w:pPr>
        <w:ind w:firstLine="0"/>
        <w:jc w:val="center"/>
      </w:pPr>
      <w:r w:rsidRPr="00AF0A23">
        <w:t>ROBESPIERRE</w:t>
      </w:r>
    </w:p>
    <w:p w14:paraId="5D1BC981" w14:textId="77777777" w:rsidR="00905145" w:rsidRPr="00AF0A23" w:rsidRDefault="00905145" w:rsidP="00905145">
      <w:r w:rsidRPr="00AF0A23">
        <w:t>Justement. Depuis le 2 janvier de la présente année, un seul détenu en a franchi le seuil : Réveillon, encore qu’il se soit fait incarcérer volo</w:t>
      </w:r>
      <w:r w:rsidRPr="00AF0A23">
        <w:t>n</w:t>
      </w:r>
      <w:r w:rsidRPr="00AF0A23">
        <w:t>tairement.</w:t>
      </w:r>
    </w:p>
    <w:p w14:paraId="0E0E37D4" w14:textId="77777777" w:rsidR="00905145" w:rsidRPr="00AF0A23" w:rsidRDefault="00905145" w:rsidP="00905145">
      <w:pPr>
        <w:ind w:firstLine="0"/>
        <w:jc w:val="center"/>
      </w:pPr>
      <w:r w:rsidRPr="00AF0A23">
        <w:t>LE ROI</w:t>
      </w:r>
    </w:p>
    <w:p w14:paraId="52806AF3" w14:textId="77777777" w:rsidR="00905145" w:rsidRPr="00AF0A23" w:rsidRDefault="00905145" w:rsidP="00905145">
      <w:r w:rsidRPr="00AF0A23">
        <w:t>Et si je vous disais que depuis plus d’un an, j’envisage pr</w:t>
      </w:r>
      <w:r w:rsidRPr="00AF0A23">
        <w:t>é</w:t>
      </w:r>
      <w:r w:rsidRPr="00AF0A23">
        <w:t>cisément la démolition de la Ba</w:t>
      </w:r>
      <w:r w:rsidRPr="00AF0A23">
        <w:t>s</w:t>
      </w:r>
      <w:r w:rsidRPr="00AF0A23">
        <w:t>tille…</w:t>
      </w:r>
    </w:p>
    <w:p w14:paraId="2393C931" w14:textId="77777777" w:rsidR="00905145" w:rsidRPr="00AF0A23" w:rsidRDefault="00905145" w:rsidP="00905145">
      <w:pPr>
        <w:ind w:firstLine="0"/>
        <w:jc w:val="center"/>
      </w:pPr>
      <w:r w:rsidRPr="00AF0A23">
        <w:t>ROBESPIERRE</w:t>
      </w:r>
    </w:p>
    <w:p w14:paraId="779A1944" w14:textId="77777777" w:rsidR="00905145" w:rsidRPr="00AF0A23" w:rsidRDefault="00905145" w:rsidP="00905145">
      <w:r w:rsidRPr="00AF0A23">
        <w:t>Je n’en serais pas surpris.</w:t>
      </w:r>
    </w:p>
    <w:p w14:paraId="6DC835F1" w14:textId="77777777" w:rsidR="00905145" w:rsidRPr="00AF0A23" w:rsidRDefault="00905145" w:rsidP="00905145">
      <w:pPr>
        <w:ind w:firstLine="0"/>
        <w:jc w:val="center"/>
      </w:pPr>
      <w:r w:rsidRPr="00AF0A23">
        <w:lastRenderedPageBreak/>
        <w:t>LE ROI</w:t>
      </w:r>
    </w:p>
    <w:p w14:paraId="34CA62A6" w14:textId="77777777" w:rsidR="00905145" w:rsidRPr="00AF0A23" w:rsidRDefault="00905145" w:rsidP="00905145">
      <w:r w:rsidRPr="00AF0A23">
        <w:t>Et que penseriez-vous de cette démol</w:t>
      </w:r>
      <w:r w:rsidRPr="00AF0A23">
        <w:t>i</w:t>
      </w:r>
      <w:r w:rsidRPr="00AF0A23">
        <w:t>tion ?</w:t>
      </w:r>
    </w:p>
    <w:p w14:paraId="53375D22" w14:textId="77777777" w:rsidR="00905145" w:rsidRPr="00AF0A23" w:rsidRDefault="00905145" w:rsidP="00905145">
      <w:pPr>
        <w:ind w:firstLine="0"/>
        <w:jc w:val="center"/>
      </w:pPr>
      <w:r w:rsidRPr="00AF0A23">
        <w:t>ROBESPIERRE</w:t>
      </w:r>
    </w:p>
    <w:p w14:paraId="0DFCD199" w14:textId="77777777" w:rsidR="00905145" w:rsidRPr="00AF0A23" w:rsidRDefault="00905145" w:rsidP="00905145">
      <w:r w:rsidRPr="00AF0A23">
        <w:t>Sire, je pense qu’il faudrait en laisser l’initiative au pe</w:t>
      </w:r>
      <w:r w:rsidRPr="00AF0A23">
        <w:t>u</w:t>
      </w:r>
      <w:r w:rsidRPr="00AF0A23">
        <w:t>ple. Ce serait sa r</w:t>
      </w:r>
      <w:r w:rsidRPr="00AF0A23">
        <w:t>e</w:t>
      </w:r>
      <w:r w:rsidRPr="00AF0A23">
        <w:t>vanche. Il vaut mieux qu’il la prenne que de la lui donner.</w:t>
      </w:r>
    </w:p>
    <w:p w14:paraId="370191CE" w14:textId="77777777" w:rsidR="00905145" w:rsidRPr="00AF0A23" w:rsidRDefault="00905145" w:rsidP="00905145">
      <w:pPr>
        <w:ind w:firstLine="0"/>
        <w:jc w:val="center"/>
      </w:pPr>
      <w:r w:rsidRPr="00AF0A23">
        <w:t>LAVOISIER</w:t>
      </w:r>
    </w:p>
    <w:p w14:paraId="524360A7" w14:textId="77777777" w:rsidR="00905145" w:rsidRPr="00AF0A23" w:rsidRDefault="00905145" w:rsidP="00905145">
      <w:r w:rsidRPr="00AF0A23">
        <w:t>On peut l’y inciter – et si Sa Majesté voulait bien ne pas trop défendre la Bastille, elle éviterait ainsi bien des morts in</w:t>
      </w:r>
      <w:r w:rsidRPr="00AF0A23">
        <w:t>u</w:t>
      </w:r>
      <w:r w:rsidRPr="00AF0A23">
        <w:t>tiles.</w:t>
      </w:r>
    </w:p>
    <w:p w14:paraId="7DDFD82E" w14:textId="77777777" w:rsidR="00905145" w:rsidRPr="00AF0A23" w:rsidRDefault="00905145" w:rsidP="00905145">
      <w:pPr>
        <w:ind w:firstLine="0"/>
        <w:jc w:val="center"/>
      </w:pPr>
      <w:r w:rsidRPr="00AF0A23">
        <w:t>ROBESPIERRE</w:t>
      </w:r>
    </w:p>
    <w:p w14:paraId="0F756409" w14:textId="77777777" w:rsidR="00905145" w:rsidRPr="00AF0A23" w:rsidRDefault="00905145" w:rsidP="00905145">
      <w:r w:rsidRPr="00AF0A23">
        <w:t>Qu’en pensez-vous, Monsieur Ch</w:t>
      </w:r>
      <w:r w:rsidRPr="00AF0A23">
        <w:t>é</w:t>
      </w:r>
      <w:r w:rsidRPr="00AF0A23">
        <w:t>nier, vous qui avez écrit :</w:t>
      </w:r>
    </w:p>
    <w:p w14:paraId="258B628C" w14:textId="77777777" w:rsidR="00905145" w:rsidRPr="00AF0A23" w:rsidRDefault="00905145" w:rsidP="00905145">
      <w:r w:rsidRPr="00AF0A23">
        <w:t>« Ô Sainte Égalité, dissipe nos ténèbres ! Arrache les ve</w:t>
      </w:r>
      <w:r w:rsidRPr="00AF0A23">
        <w:t>r</w:t>
      </w:r>
      <w:r w:rsidRPr="00AF0A23">
        <w:t>rous des bastilles f</w:t>
      </w:r>
      <w:r w:rsidRPr="00AF0A23">
        <w:t>u</w:t>
      </w:r>
      <w:r w:rsidRPr="00AF0A23">
        <w:t>nèbres… »</w:t>
      </w:r>
    </w:p>
    <w:p w14:paraId="6F504DF4" w14:textId="77777777" w:rsidR="00905145" w:rsidRPr="00AF0A23" w:rsidRDefault="00905145" w:rsidP="00905145">
      <w:pPr>
        <w:ind w:firstLine="0"/>
        <w:jc w:val="center"/>
      </w:pPr>
      <w:r w:rsidRPr="00AF0A23">
        <w:t>LAVOISIER</w:t>
      </w:r>
    </w:p>
    <w:p w14:paraId="76CB7336" w14:textId="77777777" w:rsidR="00905145" w:rsidRPr="00AF0A23" w:rsidRDefault="00905145" w:rsidP="00905145">
      <w:r w:rsidRPr="00AF0A23">
        <w:t>« Ô Sainte Égal</w:t>
      </w:r>
      <w:r w:rsidRPr="00AF0A23">
        <w:t>i</w:t>
      </w:r>
      <w:r w:rsidRPr="00AF0A23">
        <w:t>té ! » – vous avez tout prévu, poète, et vous voilà très à l’abri de représailles éventue</w:t>
      </w:r>
      <w:r w:rsidRPr="00AF0A23">
        <w:t>l</w:t>
      </w:r>
      <w:r w:rsidRPr="00AF0A23">
        <w:t>les.</w:t>
      </w:r>
    </w:p>
    <w:p w14:paraId="760FDC45" w14:textId="77777777" w:rsidR="00905145" w:rsidRPr="00AF0A23" w:rsidRDefault="00905145" w:rsidP="00905145">
      <w:pPr>
        <w:ind w:firstLine="0"/>
        <w:jc w:val="center"/>
      </w:pPr>
      <w:r w:rsidRPr="00AF0A23">
        <w:t>LE ROI</w:t>
      </w:r>
    </w:p>
    <w:p w14:paraId="5982346F" w14:textId="77777777" w:rsidR="00905145" w:rsidRPr="00AF0A23" w:rsidRDefault="00905145" w:rsidP="00905145">
      <w:r w:rsidRPr="00AF0A23">
        <w:t>Qui parle ici de représailles ?</w:t>
      </w:r>
    </w:p>
    <w:p w14:paraId="7322596B" w14:textId="77777777" w:rsidR="00905145" w:rsidRPr="00AF0A23" w:rsidRDefault="00905145" w:rsidP="00905145">
      <w:pPr>
        <w:ind w:firstLine="0"/>
        <w:jc w:val="center"/>
      </w:pPr>
      <w:r w:rsidRPr="00AF0A23">
        <w:t>ROBESPIERRE</w:t>
      </w:r>
    </w:p>
    <w:p w14:paraId="07CD4893" w14:textId="77777777" w:rsidR="00905145" w:rsidRPr="00AF0A23" w:rsidRDefault="00905145" w:rsidP="00905145">
      <w:r w:rsidRPr="00AF0A23">
        <w:t>C’est le premier mauvais calcul que fait M. de Lavoisier.</w:t>
      </w:r>
    </w:p>
    <w:p w14:paraId="6965D5B0" w14:textId="77777777" w:rsidR="00905145" w:rsidRPr="00AF0A23" w:rsidRDefault="00905145" w:rsidP="00905145">
      <w:pPr>
        <w:ind w:firstLine="0"/>
        <w:jc w:val="center"/>
      </w:pPr>
      <w:r w:rsidRPr="00AF0A23">
        <w:t>LAVOISIER</w:t>
      </w:r>
    </w:p>
    <w:p w14:paraId="02C3BA2D" w14:textId="77777777" w:rsidR="00905145" w:rsidRPr="00AF0A23" w:rsidRDefault="00905145" w:rsidP="00905145">
      <w:r w:rsidRPr="00AF0A23">
        <w:t>Je ne suis pas « de » Lavoisier.</w:t>
      </w:r>
    </w:p>
    <w:p w14:paraId="29C9FFC7" w14:textId="77777777" w:rsidR="00905145" w:rsidRPr="00AF0A23" w:rsidRDefault="00905145" w:rsidP="00905145">
      <w:pPr>
        <w:ind w:firstLine="0"/>
        <w:jc w:val="center"/>
      </w:pPr>
      <w:r w:rsidRPr="00AF0A23">
        <w:lastRenderedPageBreak/>
        <w:t>LE ROI</w:t>
      </w:r>
    </w:p>
    <w:p w14:paraId="45664E4F" w14:textId="77777777" w:rsidR="00905145" w:rsidRPr="00AF0A23" w:rsidRDefault="00905145" w:rsidP="00905145">
      <w:r w:rsidRPr="00AF0A23">
        <w:t>Ce n’est qu’un oubli de ma part – et votre génie saurait vous épargner toutes représailles éventue</w:t>
      </w:r>
      <w:r w:rsidRPr="00AF0A23">
        <w:t>l</w:t>
      </w:r>
      <w:r w:rsidRPr="00AF0A23">
        <w:t>les.</w:t>
      </w:r>
    </w:p>
    <w:p w14:paraId="00D71574" w14:textId="77777777" w:rsidR="00905145" w:rsidRPr="00AF0A23" w:rsidRDefault="00905145" w:rsidP="00905145">
      <w:pPr>
        <w:ind w:firstLine="0"/>
        <w:jc w:val="center"/>
      </w:pPr>
      <w:r w:rsidRPr="00AF0A23">
        <w:t>LAVOISIER</w:t>
      </w:r>
    </w:p>
    <w:p w14:paraId="565EB411" w14:textId="77777777" w:rsidR="00905145" w:rsidRPr="00AF0A23" w:rsidRDefault="00905145" w:rsidP="00905145">
      <w:r w:rsidRPr="00AF0A23">
        <w:t>Je veux le croire, Sire – et je ne me vois pas mourant sur l’éch</w:t>
      </w:r>
      <w:r w:rsidRPr="00AF0A23">
        <w:t>a</w:t>
      </w:r>
      <w:r w:rsidRPr="00AF0A23">
        <w:t>faud.</w:t>
      </w:r>
    </w:p>
    <w:p w14:paraId="0A2EE179" w14:textId="77777777" w:rsidR="00905145" w:rsidRPr="00AF0A23" w:rsidRDefault="00905145" w:rsidP="00905145">
      <w:pPr>
        <w:ind w:firstLine="0"/>
        <w:jc w:val="center"/>
      </w:pPr>
      <w:r w:rsidRPr="00AF0A23">
        <w:t>MADAME DE LAMBALLE</w:t>
      </w:r>
    </w:p>
    <w:p w14:paraId="438C901C" w14:textId="77777777" w:rsidR="00905145" w:rsidRPr="00AF0A23" w:rsidRDefault="00905145" w:rsidP="00905145">
      <w:r w:rsidRPr="00AF0A23">
        <w:t>Ni moi non plus.</w:t>
      </w:r>
    </w:p>
    <w:p w14:paraId="02816202" w14:textId="77777777" w:rsidR="00905145" w:rsidRPr="00AF0A23" w:rsidRDefault="00905145" w:rsidP="00905145">
      <w:pPr>
        <w:ind w:firstLine="0"/>
        <w:jc w:val="center"/>
      </w:pPr>
      <w:r w:rsidRPr="00AF0A23">
        <w:t>ANDRÉ CHÉNIER</w:t>
      </w:r>
    </w:p>
    <w:p w14:paraId="3899A66B" w14:textId="77777777" w:rsidR="00905145" w:rsidRPr="00AF0A23" w:rsidRDefault="00905145" w:rsidP="00905145">
      <w:r w:rsidRPr="00AF0A23">
        <w:t>Ni moi.</w:t>
      </w:r>
    </w:p>
    <w:p w14:paraId="7992197B" w14:textId="77777777" w:rsidR="00905145" w:rsidRPr="00AF0A23" w:rsidRDefault="00905145" w:rsidP="00905145">
      <w:pPr>
        <w:ind w:firstLine="0"/>
        <w:jc w:val="center"/>
      </w:pPr>
      <w:smartTag w:uri="urn:schemas-microsoft-com:office:smarttags" w:element="PersonName">
        <w:smartTagPr>
          <w:attr w:name="ProductID" w:val="LA REINE"/>
        </w:smartTagPr>
        <w:r w:rsidRPr="00AF0A23">
          <w:t>LA REINE</w:t>
        </w:r>
      </w:smartTag>
    </w:p>
    <w:p w14:paraId="74E886E1" w14:textId="77777777" w:rsidR="00905145" w:rsidRPr="00AF0A23" w:rsidRDefault="00905145" w:rsidP="00905145">
      <w:r w:rsidRPr="00AF0A23">
        <w:t>Ni moi.</w:t>
      </w:r>
    </w:p>
    <w:p w14:paraId="178B680B" w14:textId="77777777" w:rsidR="00905145" w:rsidRPr="00AF0A23" w:rsidRDefault="00905145" w:rsidP="00905145">
      <w:pPr>
        <w:ind w:firstLine="0"/>
        <w:jc w:val="center"/>
      </w:pPr>
      <w:r w:rsidRPr="00AF0A23">
        <w:t>LE ROI</w:t>
      </w:r>
    </w:p>
    <w:p w14:paraId="5A231CAD" w14:textId="77777777" w:rsidR="00905145" w:rsidRPr="00AF0A23" w:rsidRDefault="00905145" w:rsidP="00905145">
      <w:r w:rsidRPr="00AF0A23">
        <w:t>Ni moi.</w:t>
      </w:r>
    </w:p>
    <w:p w14:paraId="100FF8E9" w14:textId="77777777" w:rsidR="00905145" w:rsidRPr="00AF0A23" w:rsidRDefault="00905145" w:rsidP="00905145">
      <w:pPr>
        <w:ind w:firstLine="0"/>
        <w:jc w:val="center"/>
      </w:pPr>
      <w:r w:rsidRPr="00AF0A23">
        <w:t>ROBESPIERRE</w:t>
      </w:r>
    </w:p>
    <w:p w14:paraId="4FCCB0E0" w14:textId="77777777" w:rsidR="00905145" w:rsidRPr="00AF0A23" w:rsidRDefault="00905145" w:rsidP="00905145">
      <w:r w:rsidRPr="00AF0A23">
        <w:t>Ni moi non plus, d’ailleurs.</w:t>
      </w:r>
    </w:p>
    <w:p w14:paraId="7AAA5DFC" w14:textId="77777777" w:rsidR="00905145" w:rsidRPr="0088741B" w:rsidRDefault="00905145" w:rsidP="00905145">
      <w:pPr>
        <w:pStyle w:val="NormalRetraitGauche4XIndent0"/>
        <w:rPr>
          <w:i/>
          <w:iCs/>
        </w:rPr>
      </w:pPr>
      <w:r w:rsidRPr="0088741B">
        <w:rPr>
          <w:i/>
          <w:iCs/>
        </w:rPr>
        <w:t>Le rideau tombe, lentement.</w:t>
      </w:r>
    </w:p>
    <w:p w14:paraId="74E479DD" w14:textId="77777777" w:rsidR="00905145" w:rsidRPr="00AF0A23" w:rsidRDefault="00905145" w:rsidP="00905145"/>
    <w:p w14:paraId="7C241415" w14:textId="77777777" w:rsidR="00905145" w:rsidRPr="00AF0A23" w:rsidRDefault="00905145" w:rsidP="00905145">
      <w:pPr>
        <w:pStyle w:val="Titre1"/>
      </w:pPr>
      <w:bookmarkStart w:id="15" w:name="_Toc195622101"/>
      <w:r w:rsidRPr="00AF0A23">
        <w:lastRenderedPageBreak/>
        <w:t>LE 21 JANVIER 1793</w:t>
      </w:r>
      <w:bookmarkEnd w:id="15"/>
    </w:p>
    <w:p w14:paraId="0F237320" w14:textId="77777777" w:rsidR="00905145" w:rsidRPr="00AF0A23" w:rsidRDefault="00905145" w:rsidP="00905145">
      <w:pPr>
        <w:rPr>
          <w:i/>
          <w:iCs/>
        </w:rPr>
      </w:pPr>
      <w:r w:rsidRPr="00AF0A23">
        <w:rPr>
          <w:i/>
          <w:iCs/>
        </w:rPr>
        <w:t>Le décor repr</w:t>
      </w:r>
      <w:r w:rsidRPr="00AF0A23">
        <w:rPr>
          <w:i/>
          <w:iCs/>
        </w:rPr>
        <w:t>é</w:t>
      </w:r>
      <w:r w:rsidRPr="00AF0A23">
        <w:rPr>
          <w:i/>
          <w:iCs/>
        </w:rPr>
        <w:t>sente l’atelier de l’ébéniste Jacob, à Paris.</w:t>
      </w:r>
    </w:p>
    <w:p w14:paraId="5E045216" w14:textId="77777777" w:rsidR="00905145" w:rsidRPr="00AF0A23" w:rsidRDefault="00905145" w:rsidP="00905145">
      <w:pPr>
        <w:rPr>
          <w:i/>
          <w:iCs/>
        </w:rPr>
      </w:pPr>
      <w:r w:rsidRPr="00AF0A23">
        <w:rPr>
          <w:i/>
          <w:iCs/>
        </w:rPr>
        <w:t>Par la grande baie vitrée qui se trouve au fond du décor, on voit un coin de la rue du Temple.</w:t>
      </w:r>
    </w:p>
    <w:p w14:paraId="66CE106C" w14:textId="77777777" w:rsidR="00905145" w:rsidRPr="00AF0A23" w:rsidRDefault="00905145" w:rsidP="00905145">
      <w:pPr>
        <w:rPr>
          <w:i/>
          <w:iCs/>
        </w:rPr>
      </w:pPr>
      <w:r w:rsidRPr="00AF0A23">
        <w:rPr>
          <w:i/>
          <w:iCs/>
        </w:rPr>
        <w:t>L’atelier est au rez-de-chaussée. Il est encombré de meubles terminés, de meubles commencés, d’échantillons de bois, de cadres, d’étoffes. Il y a une porte à gauche et une porte v</w:t>
      </w:r>
      <w:r w:rsidRPr="00AF0A23">
        <w:rPr>
          <w:i/>
          <w:iCs/>
        </w:rPr>
        <w:t>i</w:t>
      </w:r>
      <w:r w:rsidRPr="00AF0A23">
        <w:rPr>
          <w:i/>
          <w:iCs/>
        </w:rPr>
        <w:t>trée au fond qui s’ouvre sur la rue.</w:t>
      </w:r>
    </w:p>
    <w:p w14:paraId="0A58F7CC" w14:textId="77777777" w:rsidR="00905145" w:rsidRPr="00AF0A23" w:rsidRDefault="00905145" w:rsidP="00905145">
      <w:r w:rsidRPr="00AF0A23">
        <w:rPr>
          <w:i/>
          <w:iCs/>
        </w:rPr>
        <w:t>Au lever du rideau, Jacob est seul en scène avec son a</w:t>
      </w:r>
      <w:r w:rsidRPr="00AF0A23">
        <w:rPr>
          <w:i/>
          <w:iCs/>
        </w:rPr>
        <w:t>p</w:t>
      </w:r>
      <w:r w:rsidRPr="00AF0A23">
        <w:rPr>
          <w:i/>
          <w:iCs/>
        </w:rPr>
        <w:t xml:space="preserve">prenti qui travaille. Jacob a cinquante-quatre ans. C’est un homme élégant, vigoureux et sympathique. Dans la rue, les gens passent, repassent, s’attroupent et parlent à voix basse. Par ordre, les volets des fenêtres doivent rester fermés. Des voix lointaines chantent la </w:t>
      </w:r>
      <w:r w:rsidRPr="00AF0A23">
        <w:t>Ca</w:t>
      </w:r>
      <w:r w:rsidRPr="00AF0A23">
        <w:t>r</w:t>
      </w:r>
      <w:r w:rsidRPr="00AF0A23">
        <w:t>magnole.</w:t>
      </w:r>
    </w:p>
    <w:p w14:paraId="12270A8E" w14:textId="77777777" w:rsidR="00905145" w:rsidRPr="00AF0A23" w:rsidRDefault="00905145" w:rsidP="00905145"/>
    <w:p w14:paraId="7ECC9AF6" w14:textId="77777777" w:rsidR="00905145" w:rsidRPr="00AF0A23" w:rsidRDefault="00905145" w:rsidP="00905145">
      <w:pPr>
        <w:ind w:firstLine="0"/>
        <w:jc w:val="center"/>
        <w:rPr>
          <w:i/>
          <w:iCs/>
        </w:rPr>
      </w:pPr>
      <w:r w:rsidRPr="00AF0A23">
        <w:t xml:space="preserve">JACOB, </w:t>
      </w:r>
      <w:r w:rsidRPr="00AF0A23">
        <w:rPr>
          <w:i/>
          <w:iCs/>
        </w:rPr>
        <w:t>à l’apprenti.</w:t>
      </w:r>
    </w:p>
    <w:p w14:paraId="0A61C41C" w14:textId="77777777" w:rsidR="00905145" w:rsidRPr="00AF0A23" w:rsidRDefault="00905145" w:rsidP="00905145">
      <w:r w:rsidRPr="00AF0A23">
        <w:t>Tu vas trop vite, mon petit, beaucoup trop vite. Ces choses-là ne peuvent pas se faire comme ça, je te l’ai déjà dit. Prends un autre métier si tu n’aimes pas c</w:t>
      </w:r>
      <w:r w:rsidRPr="00AF0A23">
        <w:t>e</w:t>
      </w:r>
      <w:r w:rsidRPr="00AF0A23">
        <w:t>lui-là !… Un meuble, c’est une œuvre d’art, mon enfant… et le bois, c’est une matière pr</w:t>
      </w:r>
      <w:r w:rsidRPr="00AF0A23">
        <w:t>é</w:t>
      </w:r>
      <w:r w:rsidRPr="00AF0A23">
        <w:t>cieuse. Il faut que tu te mettes cela dans la tête si tu veux rester chez moi.</w:t>
      </w:r>
    </w:p>
    <w:p w14:paraId="63AD19A5" w14:textId="77777777" w:rsidR="00905145" w:rsidRPr="00AF0A23" w:rsidRDefault="00905145" w:rsidP="00905145">
      <w:pPr>
        <w:ind w:firstLine="0"/>
        <w:jc w:val="center"/>
      </w:pPr>
      <w:r w:rsidRPr="00AF0A23">
        <w:t>L’APPRENTI</w:t>
      </w:r>
    </w:p>
    <w:p w14:paraId="02BDC6FB" w14:textId="77777777" w:rsidR="00905145" w:rsidRPr="00AF0A23" w:rsidRDefault="00905145" w:rsidP="00905145">
      <w:r w:rsidRPr="00AF0A23">
        <w:t>C’est qu’aujourd’hui, Monsieur Jacob, on pense un peu à autre chose, malgré soi…</w:t>
      </w:r>
    </w:p>
    <w:p w14:paraId="45873E36" w14:textId="77777777" w:rsidR="00905145" w:rsidRPr="00AF0A23" w:rsidRDefault="00905145" w:rsidP="00905145">
      <w:pPr>
        <w:ind w:firstLine="0"/>
        <w:jc w:val="center"/>
      </w:pPr>
      <w:r w:rsidRPr="00AF0A23">
        <w:t>JACOB</w:t>
      </w:r>
    </w:p>
    <w:p w14:paraId="706A6BD8" w14:textId="77777777" w:rsidR="00905145" w:rsidRPr="00AF0A23" w:rsidRDefault="00905145" w:rsidP="00905145">
      <w:r w:rsidRPr="00AF0A23">
        <w:lastRenderedPageBreak/>
        <w:t xml:space="preserve">Oui, mais quand on travaille, il ne faut pas penser à autre chose. Si tu veux faire comme les autres, si tu veux aller chanter </w:t>
      </w:r>
      <w:smartTag w:uri="urn:schemas-microsoft-com:office:smarttags" w:element="PersonName">
        <w:smartTagPr>
          <w:attr w:name="ProductID" w:val="la Carmagnole"/>
        </w:smartTagPr>
        <w:r w:rsidRPr="00AF0A23">
          <w:t xml:space="preserve">la </w:t>
        </w:r>
        <w:r w:rsidRPr="00AF0A23">
          <w:rPr>
            <w:i/>
            <w:iCs/>
          </w:rPr>
          <w:t>Carmagnole</w:t>
        </w:r>
      </w:smartTag>
      <w:r w:rsidRPr="00AF0A23">
        <w:rPr>
          <w:i/>
          <w:iCs/>
        </w:rPr>
        <w:t xml:space="preserve"> </w:t>
      </w:r>
      <w:r w:rsidRPr="00AF0A23">
        <w:t>dehors, vas-y. Libre à vous, mes amis, de cons</w:t>
      </w:r>
      <w:r w:rsidRPr="00AF0A23">
        <w:t>i</w:t>
      </w:r>
      <w:r w:rsidRPr="00AF0A23">
        <w:t>dérer que cet horrible jour est un jour de fête. Mais si tu veux travailler, travaille sérieusement – et ne t’avise surtout pas de m’écorcher mon bois d’un coup de lime donné distra</w:t>
      </w:r>
      <w:r w:rsidRPr="00AF0A23">
        <w:t>i</w:t>
      </w:r>
      <w:r w:rsidRPr="00AF0A23">
        <w:t xml:space="preserve">tement !… D’abord, voilà comment cela se tient une lime… </w:t>
      </w:r>
      <w:r w:rsidRPr="00AF0A23">
        <w:rPr>
          <w:i/>
          <w:iCs/>
        </w:rPr>
        <w:t xml:space="preserve">(Il lui prend la lime des mains) </w:t>
      </w:r>
      <w:r w:rsidRPr="00AF0A23">
        <w:t>du bout des doigts… et voilà co</w:t>
      </w:r>
      <w:r w:rsidRPr="00AF0A23">
        <w:t>m</w:t>
      </w:r>
      <w:r w:rsidRPr="00AF0A23">
        <w:t xml:space="preserve">ment on s’en sert… regarde… </w:t>
      </w:r>
      <w:r w:rsidRPr="00AF0A23">
        <w:rPr>
          <w:i/>
          <w:iCs/>
        </w:rPr>
        <w:t xml:space="preserve">(Il lui montre) </w:t>
      </w:r>
      <w:r w:rsidRPr="00AF0A23">
        <w:t>comme ça… là… et pas plus vite… et pas plus fort… co</w:t>
      </w:r>
      <w:r w:rsidRPr="00AF0A23">
        <w:t>m</w:t>
      </w:r>
      <w:r w:rsidRPr="00AF0A23">
        <w:t>prends-tu ?</w:t>
      </w:r>
    </w:p>
    <w:p w14:paraId="3DB8203A" w14:textId="77777777" w:rsidR="00905145" w:rsidRPr="00AF0A23" w:rsidRDefault="00905145" w:rsidP="00905145">
      <w:pPr>
        <w:ind w:firstLine="0"/>
        <w:jc w:val="center"/>
      </w:pPr>
      <w:r w:rsidRPr="00AF0A23">
        <w:t>L’APPRENTI</w:t>
      </w:r>
    </w:p>
    <w:p w14:paraId="5BB91421" w14:textId="77777777" w:rsidR="00905145" w:rsidRPr="00AF0A23" w:rsidRDefault="00905145" w:rsidP="00905145">
      <w:r w:rsidRPr="00AF0A23">
        <w:t>Oui, monsieur Jacob.</w:t>
      </w:r>
    </w:p>
    <w:p w14:paraId="664625A1" w14:textId="77777777" w:rsidR="00905145" w:rsidRPr="00AF0A23" w:rsidRDefault="00905145" w:rsidP="00905145">
      <w:pPr>
        <w:ind w:firstLine="0"/>
        <w:jc w:val="center"/>
      </w:pPr>
      <w:r w:rsidRPr="00AF0A23">
        <w:t>JACOB</w:t>
      </w:r>
    </w:p>
    <w:p w14:paraId="2C1E840E" w14:textId="77777777" w:rsidR="00905145" w:rsidRPr="00AF0A23" w:rsidRDefault="00905145" w:rsidP="00905145">
      <w:r w:rsidRPr="00AF0A23">
        <w:t>C’est que, vois-tu, les meubles, c’est comme les personnes – il faut qu’ils soient très beaux pour pouvoir supporter les i</w:t>
      </w:r>
      <w:r w:rsidRPr="00AF0A23">
        <w:t>n</w:t>
      </w:r>
      <w:r w:rsidRPr="00AF0A23">
        <w:t>jures du temps. S’ils sont mal faits, ils deviennent vieux, très vite – tandis que, s’ils sont bien faits, ils d</w:t>
      </w:r>
      <w:r w:rsidRPr="00AF0A23">
        <w:t>e</w:t>
      </w:r>
      <w:r w:rsidRPr="00AF0A23">
        <w:t>viennent anciens – et ils le restent.</w:t>
      </w:r>
    </w:p>
    <w:p w14:paraId="29BCDC83" w14:textId="77777777" w:rsidR="00905145" w:rsidRPr="0088741B" w:rsidRDefault="00905145" w:rsidP="00905145">
      <w:pPr>
        <w:pStyle w:val="NormalRetraitGauche4XIndent0"/>
        <w:rPr>
          <w:i/>
          <w:iCs/>
        </w:rPr>
      </w:pPr>
      <w:r w:rsidRPr="0088741B">
        <w:rPr>
          <w:i/>
          <w:iCs/>
        </w:rPr>
        <w:t>La porte s’ouvre et Greuze paraît.</w:t>
      </w:r>
    </w:p>
    <w:p w14:paraId="4D6455BF" w14:textId="77777777" w:rsidR="00905145" w:rsidRPr="00AF0A23" w:rsidRDefault="00905145" w:rsidP="00905145">
      <w:r w:rsidRPr="00AF0A23">
        <w:t>Monsieur Greuze, je vous salue.</w:t>
      </w:r>
    </w:p>
    <w:p w14:paraId="1D3A5728" w14:textId="77777777" w:rsidR="00905145" w:rsidRPr="00AF0A23" w:rsidRDefault="00905145" w:rsidP="00905145">
      <w:pPr>
        <w:ind w:firstLine="0"/>
        <w:jc w:val="center"/>
      </w:pPr>
      <w:r w:rsidRPr="00AF0A23">
        <w:t>GREUZE</w:t>
      </w:r>
    </w:p>
    <w:p w14:paraId="622E5A0B" w14:textId="77777777" w:rsidR="00905145" w:rsidRPr="00AF0A23" w:rsidRDefault="00905145" w:rsidP="00905145">
      <w:r w:rsidRPr="00AF0A23">
        <w:t>Bonjour, mon bon Jacob.</w:t>
      </w:r>
    </w:p>
    <w:p w14:paraId="274140E6" w14:textId="77777777" w:rsidR="00905145" w:rsidRPr="0088741B" w:rsidRDefault="00905145" w:rsidP="00905145">
      <w:pPr>
        <w:pStyle w:val="NormalRetraitGauche4XIndent0"/>
        <w:rPr>
          <w:i/>
          <w:iCs/>
        </w:rPr>
      </w:pPr>
      <w:r w:rsidRPr="0088741B">
        <w:rPr>
          <w:i/>
          <w:iCs/>
        </w:rPr>
        <w:t>Ils se serrent la main. Greuze est un homme très âgé… Il porte un bel habit, mais qui est bien usagé et bien démodé. Il a sous son bras un tableau ovale qui n’a pas de cadre et dont on ne voit que l’envers de la toile.</w:t>
      </w:r>
    </w:p>
    <w:p w14:paraId="0D63766C" w14:textId="77777777" w:rsidR="00905145" w:rsidRPr="00AF0A23" w:rsidRDefault="00905145" w:rsidP="00905145">
      <w:r w:rsidRPr="00AF0A23">
        <w:lastRenderedPageBreak/>
        <w:t>Est-ce que vous savez que ce malheureux va passer tout à l’heure devant votre maison ?</w:t>
      </w:r>
    </w:p>
    <w:p w14:paraId="3BC2CFEC" w14:textId="77777777" w:rsidR="00905145" w:rsidRPr="00AF0A23" w:rsidRDefault="00905145" w:rsidP="00905145">
      <w:pPr>
        <w:ind w:firstLine="0"/>
        <w:jc w:val="center"/>
      </w:pPr>
      <w:r w:rsidRPr="00AF0A23">
        <w:t>JACOB</w:t>
      </w:r>
    </w:p>
    <w:p w14:paraId="3BAF5D89" w14:textId="77777777" w:rsidR="00905145" w:rsidRPr="00AF0A23" w:rsidRDefault="00905145" w:rsidP="00905145">
      <w:r w:rsidRPr="00AF0A23">
        <w:t>Vous devez faire erreur.</w:t>
      </w:r>
    </w:p>
    <w:p w14:paraId="51A43193" w14:textId="77777777" w:rsidR="00905145" w:rsidRPr="00AF0A23" w:rsidRDefault="00905145" w:rsidP="00905145">
      <w:pPr>
        <w:ind w:firstLine="0"/>
        <w:jc w:val="center"/>
      </w:pPr>
      <w:r w:rsidRPr="00AF0A23">
        <w:t>GREUZE</w:t>
      </w:r>
    </w:p>
    <w:p w14:paraId="230EC852" w14:textId="77777777" w:rsidR="00905145" w:rsidRPr="00AF0A23" w:rsidRDefault="00905145" w:rsidP="00905145">
      <w:r w:rsidRPr="00AF0A23">
        <w:t>Non, mon ami. Ils ont modifié l’itinéraire ce matin. Je viens de l’apprendre à l’instant et, ma foi, je suis venu lui dire adieu de chez vous. Il a dû quitter le Temple vers huit he</w:t>
      </w:r>
      <w:r w:rsidRPr="00AF0A23">
        <w:t>u</w:t>
      </w:r>
      <w:r w:rsidRPr="00AF0A23">
        <w:t>res et demie. Il est neuf heures cinq. Il passera dans dix ou quinze m</w:t>
      </w:r>
      <w:r w:rsidRPr="00AF0A23">
        <w:t>i</w:t>
      </w:r>
      <w:r w:rsidRPr="00AF0A23">
        <w:t>nutes, je pense car l’exécution est pour dix heures.</w:t>
      </w:r>
    </w:p>
    <w:p w14:paraId="0927A532" w14:textId="77777777" w:rsidR="00905145" w:rsidRPr="0088741B" w:rsidRDefault="00905145" w:rsidP="00905145">
      <w:pPr>
        <w:pStyle w:val="NormalRetraitGauche4XIndent0"/>
        <w:rPr>
          <w:i/>
          <w:iCs/>
        </w:rPr>
      </w:pPr>
      <w:r w:rsidRPr="0088741B">
        <w:rPr>
          <w:i/>
          <w:iCs/>
        </w:rPr>
        <w:t>On entend battre, au loin, la Gén</w:t>
      </w:r>
      <w:r w:rsidRPr="0088741B">
        <w:rPr>
          <w:i/>
          <w:iCs/>
        </w:rPr>
        <w:t>é</w:t>
      </w:r>
      <w:r w:rsidRPr="0088741B">
        <w:rPr>
          <w:i/>
          <w:iCs/>
        </w:rPr>
        <w:t>rale.</w:t>
      </w:r>
    </w:p>
    <w:p w14:paraId="50F91381" w14:textId="77777777" w:rsidR="00905145" w:rsidRPr="00AF0A23" w:rsidRDefault="00905145" w:rsidP="00905145">
      <w:r w:rsidRPr="00AF0A23">
        <w:t>Quelle monstruos</w:t>
      </w:r>
      <w:r w:rsidRPr="00AF0A23">
        <w:t>i</w:t>
      </w:r>
      <w:r w:rsidRPr="00AF0A23">
        <w:t>té, hein ?</w:t>
      </w:r>
    </w:p>
    <w:p w14:paraId="7E6E195F" w14:textId="77777777" w:rsidR="00905145" w:rsidRPr="00AF0A23" w:rsidRDefault="00905145" w:rsidP="00905145">
      <w:pPr>
        <w:ind w:firstLine="0"/>
        <w:jc w:val="center"/>
      </w:pPr>
      <w:r w:rsidRPr="00AF0A23">
        <w:t>JACOB</w:t>
      </w:r>
    </w:p>
    <w:p w14:paraId="60D045B9" w14:textId="77777777" w:rsidR="00905145" w:rsidRPr="00AF0A23" w:rsidRDefault="00905145" w:rsidP="00905145">
      <w:r w:rsidRPr="00AF0A23">
        <w:t>Oh !… D’autant plus qu’ils auraient pu faire tout cela sans faire tomber des t</w:t>
      </w:r>
      <w:r w:rsidRPr="00AF0A23">
        <w:t>ê</w:t>
      </w:r>
      <w:r w:rsidRPr="00AF0A23">
        <w:t>tes.</w:t>
      </w:r>
    </w:p>
    <w:p w14:paraId="310FBFEC" w14:textId="77777777" w:rsidR="00905145" w:rsidRPr="00AF0A23" w:rsidRDefault="00905145" w:rsidP="00905145">
      <w:pPr>
        <w:ind w:firstLine="0"/>
        <w:jc w:val="center"/>
      </w:pPr>
      <w:r w:rsidRPr="00AF0A23">
        <w:t>GREUZE</w:t>
      </w:r>
    </w:p>
    <w:p w14:paraId="444281EC" w14:textId="77777777" w:rsidR="00905145" w:rsidRPr="00AF0A23" w:rsidRDefault="00905145" w:rsidP="00905145">
      <w:r w:rsidRPr="00AF0A23">
        <w:t>Ils prétendent que non.</w:t>
      </w:r>
    </w:p>
    <w:p w14:paraId="467F159F" w14:textId="77777777" w:rsidR="00905145" w:rsidRPr="00AF0A23" w:rsidRDefault="00905145" w:rsidP="00905145">
      <w:pPr>
        <w:ind w:firstLine="0"/>
        <w:jc w:val="center"/>
      </w:pPr>
      <w:r w:rsidRPr="00AF0A23">
        <w:t>JACOB</w:t>
      </w:r>
    </w:p>
    <w:p w14:paraId="146D5B44" w14:textId="77777777" w:rsidR="00905145" w:rsidRPr="00AF0A23" w:rsidRDefault="00905145" w:rsidP="00905145">
      <w:r w:rsidRPr="00AF0A23">
        <w:t>Franchement, honnêtement, vous trouvez, vous, qu’il est coupable ?</w:t>
      </w:r>
    </w:p>
    <w:p w14:paraId="425305C3" w14:textId="77777777" w:rsidR="00905145" w:rsidRPr="00AF0A23" w:rsidRDefault="00905145" w:rsidP="00905145">
      <w:pPr>
        <w:ind w:firstLine="0"/>
        <w:jc w:val="center"/>
      </w:pPr>
      <w:r w:rsidRPr="00AF0A23">
        <w:t>GREUZE</w:t>
      </w:r>
    </w:p>
    <w:p w14:paraId="0610DD50" w14:textId="77777777" w:rsidR="00905145" w:rsidRPr="00AF0A23" w:rsidRDefault="00905145" w:rsidP="00905145">
      <w:r w:rsidRPr="00AF0A23">
        <w:t>Le Roi ?… Pa</w:t>
      </w:r>
      <w:r w:rsidRPr="00AF0A23">
        <w:t>u</w:t>
      </w:r>
      <w:r w:rsidRPr="00AF0A23">
        <w:t>vre cher homme, mais non ! En tout cas, s’il est coupable, il ne l’est sûrement pas au point de mériter un p</w:t>
      </w:r>
      <w:r w:rsidRPr="00AF0A23">
        <w:t>a</w:t>
      </w:r>
      <w:r w:rsidRPr="00AF0A23">
        <w:t xml:space="preserve">reil châtiment. Non, voyez-vous, le malheureux paie pour les autres, pour tant d’autres qui l’ont précédé et dont </w:t>
      </w:r>
      <w:r w:rsidRPr="00AF0A23">
        <w:lastRenderedPageBreak/>
        <w:t>ces mis</w:t>
      </w:r>
      <w:r w:rsidRPr="00AF0A23">
        <w:t>é</w:t>
      </w:r>
      <w:r w:rsidRPr="00AF0A23">
        <w:t>rables s’obstinent à ne voir que les faiblesses. Ils ne sont pas justes. Ce peuple a des vertus qui lui ont été ense</w:t>
      </w:r>
      <w:r w:rsidRPr="00AF0A23">
        <w:t>i</w:t>
      </w:r>
      <w:r w:rsidRPr="00AF0A23">
        <w:t xml:space="preserve">gnées par ses Rois et il ne s’en rend pas compte – il ne veut pas s’en rendre compte – et celui-ci, qui sera peut-être le dernier, donne à </w:t>
      </w:r>
      <w:smartTag w:uri="urn:schemas-microsoft-com:office:smarttags" w:element="PersonName">
        <w:smartTagPr>
          <w:attr w:name="ProductID" w:val="la France"/>
        </w:smartTagPr>
        <w:r w:rsidRPr="00AF0A23">
          <w:t>la France</w:t>
        </w:r>
      </w:smartTag>
      <w:r w:rsidRPr="00AF0A23">
        <w:t xml:space="preserve"> une magnifique leçon de courage et de dignité. Vous l’avez très bien connu, vous, le Roi ?</w:t>
      </w:r>
    </w:p>
    <w:p w14:paraId="500706E0" w14:textId="77777777" w:rsidR="00905145" w:rsidRPr="00AF0A23" w:rsidRDefault="00905145" w:rsidP="00905145">
      <w:pPr>
        <w:ind w:firstLine="0"/>
        <w:jc w:val="center"/>
      </w:pPr>
      <w:r w:rsidRPr="00AF0A23">
        <w:t>JACOB</w:t>
      </w:r>
    </w:p>
    <w:p w14:paraId="389F9DC9" w14:textId="77777777" w:rsidR="00905145" w:rsidRPr="00AF0A23" w:rsidRDefault="00905145" w:rsidP="00905145">
      <w:r w:rsidRPr="00AF0A23">
        <w:t>Autant qu’un ébéniste peut conna</w:t>
      </w:r>
      <w:r w:rsidRPr="00AF0A23">
        <w:t>î</w:t>
      </w:r>
      <w:r w:rsidRPr="00AF0A23">
        <w:t>tre un roi.</w:t>
      </w:r>
    </w:p>
    <w:p w14:paraId="5E74FCC3" w14:textId="77777777" w:rsidR="00905145" w:rsidRPr="00AF0A23" w:rsidRDefault="00905145" w:rsidP="00905145">
      <w:pPr>
        <w:ind w:firstLine="0"/>
        <w:jc w:val="center"/>
      </w:pPr>
      <w:r w:rsidRPr="00AF0A23">
        <w:t>GREUZE</w:t>
      </w:r>
    </w:p>
    <w:p w14:paraId="4911AF63" w14:textId="77777777" w:rsidR="00905145" w:rsidRPr="00AF0A23" w:rsidRDefault="00905145" w:rsidP="00905145">
      <w:r w:rsidRPr="00AF0A23">
        <w:t>Enfin, il vous a reçu, il vous a parlé…</w:t>
      </w:r>
    </w:p>
    <w:p w14:paraId="46824E0B" w14:textId="77777777" w:rsidR="00905145" w:rsidRPr="00AF0A23" w:rsidRDefault="00905145" w:rsidP="00905145">
      <w:pPr>
        <w:ind w:firstLine="0"/>
        <w:jc w:val="center"/>
      </w:pPr>
      <w:r w:rsidRPr="00AF0A23">
        <w:t>JACOB</w:t>
      </w:r>
    </w:p>
    <w:p w14:paraId="0FF8D71D" w14:textId="77777777" w:rsidR="00905145" w:rsidRPr="00AF0A23" w:rsidRDefault="00905145" w:rsidP="00905145">
      <w:r w:rsidRPr="00AF0A23">
        <w:t xml:space="preserve">Oh ! Cela plus de vingt fois. Et avec quelle simplicité, mon Dieu !… </w:t>
      </w:r>
      <w:smartTag w:uri="urn:schemas-microsoft-com:office:smarttags" w:element="PersonName">
        <w:smartTagPr>
          <w:attr w:name="ProductID" w:val="LA REINE"/>
        </w:smartTagPr>
        <w:r w:rsidRPr="00AF0A23">
          <w:t>La Reine</w:t>
        </w:r>
      </w:smartTag>
      <w:r w:rsidRPr="00AF0A23">
        <w:t xml:space="preserve"> était charmante aussi, d’ailleurs. Elle n’était pas du tout la femme qu’ils prétendent. Ils ont tout dénaturé pour avoir raison. Et si je parle d’elle au passé, déjà c’est parce que j’ai la conviction qu’elle n’y échappera pas non plus !… T</w:t>
      </w:r>
      <w:r w:rsidRPr="00AF0A23">
        <w:t>e</w:t>
      </w:r>
      <w:r w:rsidRPr="00AF0A23">
        <w:t>nez, voilà le dernier meuble qu’elle m’avait commandé. Un bo</w:t>
      </w:r>
      <w:r w:rsidRPr="00AF0A23">
        <w:t>n</w:t>
      </w:r>
      <w:r w:rsidRPr="00AF0A23">
        <w:t>heur-du-jour !</w:t>
      </w:r>
    </w:p>
    <w:p w14:paraId="58612237" w14:textId="77777777" w:rsidR="00905145" w:rsidRPr="00AF0A23" w:rsidRDefault="00905145" w:rsidP="00905145">
      <w:pPr>
        <w:ind w:firstLine="0"/>
        <w:jc w:val="center"/>
      </w:pPr>
      <w:r w:rsidRPr="00AF0A23">
        <w:t>GREUZE</w:t>
      </w:r>
    </w:p>
    <w:p w14:paraId="216A780A" w14:textId="77777777" w:rsidR="00905145" w:rsidRPr="00AF0A23" w:rsidRDefault="00905145" w:rsidP="00905145">
      <w:r w:rsidRPr="00AF0A23">
        <w:t>Le nom est bien trouvé.</w:t>
      </w:r>
    </w:p>
    <w:p w14:paraId="0C8BEC3B" w14:textId="77777777" w:rsidR="00905145" w:rsidRPr="00AF0A23" w:rsidRDefault="00905145" w:rsidP="00905145">
      <w:pPr>
        <w:ind w:firstLine="0"/>
        <w:jc w:val="center"/>
      </w:pPr>
      <w:r w:rsidRPr="00AF0A23">
        <w:t>JACOB</w:t>
      </w:r>
    </w:p>
    <w:p w14:paraId="6EF249AE" w14:textId="77777777" w:rsidR="00905145" w:rsidRPr="00AF0A23" w:rsidRDefault="00905145" w:rsidP="00905145">
      <w:r w:rsidRPr="00AF0A23">
        <w:t>Oui. Mais, Mo</w:t>
      </w:r>
      <w:r w:rsidRPr="00AF0A23">
        <w:t>n</w:t>
      </w:r>
      <w:r w:rsidRPr="00AF0A23">
        <w:t>sieur Greuze, vous aussi, vous l’avez connu, le Roi ?</w:t>
      </w:r>
    </w:p>
    <w:p w14:paraId="60018588" w14:textId="77777777" w:rsidR="00905145" w:rsidRPr="00AF0A23" w:rsidRDefault="00905145" w:rsidP="00905145">
      <w:pPr>
        <w:ind w:firstLine="0"/>
        <w:jc w:val="center"/>
      </w:pPr>
      <w:r w:rsidRPr="00AF0A23">
        <w:t>GREUZE</w:t>
      </w:r>
    </w:p>
    <w:p w14:paraId="356C8CD8" w14:textId="77777777" w:rsidR="00905145" w:rsidRPr="00AF0A23" w:rsidRDefault="00905145" w:rsidP="00905145">
      <w:r w:rsidRPr="00AF0A23">
        <w:t>Pas dans l’intimité, comme vous, mais je l’ai pourtant co</w:t>
      </w:r>
      <w:r w:rsidRPr="00AF0A23">
        <w:t>n</w:t>
      </w:r>
      <w:r w:rsidRPr="00AF0A23">
        <w:t xml:space="preserve">nu. Et il a été très bon pour moi. Quand il a su dans quelle </w:t>
      </w:r>
      <w:r w:rsidRPr="00AF0A23">
        <w:lastRenderedPageBreak/>
        <w:t>situ</w:t>
      </w:r>
      <w:r w:rsidRPr="00AF0A23">
        <w:t>a</w:t>
      </w:r>
      <w:r w:rsidRPr="00AF0A23">
        <w:t>tion lamentable je me trouvais, il m’a tout de suite donné un l</w:t>
      </w:r>
      <w:r w:rsidRPr="00AF0A23">
        <w:t>o</w:t>
      </w:r>
      <w:r w:rsidRPr="00AF0A23">
        <w:t>gement au Louvre, dans cette galerie où nous nous sommes r</w:t>
      </w:r>
      <w:r w:rsidRPr="00AF0A23">
        <w:t>é</w:t>
      </w:r>
      <w:r w:rsidRPr="00AF0A23">
        <w:t>fugiés avec Fragonard et quelques autres, et il m’a accordé, à titre de récompense nationale, une pension annuelle de quinze cents livres. Annuelle ! Si l’on peut dire, car je ne l’aurai touchée que pendant six mois ! Et je ne sais pas si messieurs les républ</w:t>
      </w:r>
      <w:r w:rsidRPr="00AF0A23">
        <w:t>i</w:t>
      </w:r>
      <w:r w:rsidRPr="00AF0A23">
        <w:t>cains auront désormais de parei</w:t>
      </w:r>
      <w:r w:rsidRPr="00AF0A23">
        <w:t>l</w:t>
      </w:r>
      <w:r w:rsidRPr="00AF0A23">
        <w:t>les attentions pour les artistes.</w:t>
      </w:r>
    </w:p>
    <w:p w14:paraId="20641D87" w14:textId="77777777" w:rsidR="00905145" w:rsidRPr="00AF0A23" w:rsidRDefault="00905145" w:rsidP="00905145">
      <w:pPr>
        <w:ind w:firstLine="0"/>
        <w:jc w:val="center"/>
      </w:pPr>
      <w:r w:rsidRPr="00AF0A23">
        <w:t>JACOB</w:t>
      </w:r>
    </w:p>
    <w:p w14:paraId="3BCD7C77" w14:textId="77777777" w:rsidR="00905145" w:rsidRPr="00AF0A23" w:rsidRDefault="00905145" w:rsidP="00905145">
      <w:r w:rsidRPr="00AF0A23">
        <w:t>Si encore on pouvait penser qu’à la suite de tant de cr</w:t>
      </w:r>
      <w:r w:rsidRPr="00AF0A23">
        <w:t>i</w:t>
      </w:r>
      <w:r w:rsidRPr="00AF0A23">
        <w:t>mes, ces gens vont vraiment connaître le bonheur, mais c’est peu probable. Tout ce qu’on peut dire, c’est que, jusqu’à pr</w:t>
      </w:r>
      <w:r w:rsidRPr="00AF0A23">
        <w:t>é</w:t>
      </w:r>
      <w:r w:rsidRPr="00AF0A23">
        <w:t>sent, il y a déjà un peu moins de gens he</w:t>
      </w:r>
      <w:r w:rsidRPr="00AF0A23">
        <w:t>u</w:t>
      </w:r>
      <w:r w:rsidRPr="00AF0A23">
        <w:t>reux.</w:t>
      </w:r>
    </w:p>
    <w:p w14:paraId="552CB274" w14:textId="77777777" w:rsidR="00905145" w:rsidRPr="00AF0A23" w:rsidRDefault="00905145" w:rsidP="00905145">
      <w:pPr>
        <w:ind w:firstLine="0"/>
        <w:jc w:val="center"/>
      </w:pPr>
      <w:r w:rsidRPr="00AF0A23">
        <w:t>GREUZE</w:t>
      </w:r>
    </w:p>
    <w:p w14:paraId="2EC6E216" w14:textId="77777777" w:rsidR="00905145" w:rsidRPr="00AF0A23" w:rsidRDefault="00905145" w:rsidP="00905145">
      <w:r w:rsidRPr="00AF0A23">
        <w:t>C’était peut-être tout simplement ce qu’ils voulaient.</w:t>
      </w:r>
    </w:p>
    <w:p w14:paraId="1EDC2695" w14:textId="77777777" w:rsidR="00905145" w:rsidRPr="00AF0A23" w:rsidRDefault="00905145" w:rsidP="00905145">
      <w:pPr>
        <w:ind w:firstLine="0"/>
        <w:jc w:val="center"/>
      </w:pPr>
      <w:r w:rsidRPr="00AF0A23">
        <w:t>JACOB</w:t>
      </w:r>
    </w:p>
    <w:p w14:paraId="7EC0EBA1" w14:textId="77777777" w:rsidR="00905145" w:rsidRPr="00AF0A23" w:rsidRDefault="00905145" w:rsidP="00905145">
      <w:r w:rsidRPr="00AF0A23">
        <w:t>Leurs théories sont belles…</w:t>
      </w:r>
    </w:p>
    <w:p w14:paraId="4A1C86F5" w14:textId="77777777" w:rsidR="00905145" w:rsidRPr="00AF0A23" w:rsidRDefault="00905145" w:rsidP="00905145">
      <w:pPr>
        <w:ind w:firstLine="0"/>
        <w:jc w:val="center"/>
      </w:pPr>
      <w:r w:rsidRPr="00AF0A23">
        <w:t>GREUZE</w:t>
      </w:r>
    </w:p>
    <w:p w14:paraId="43724E6E" w14:textId="77777777" w:rsidR="00905145" w:rsidRPr="00AF0A23" w:rsidRDefault="00905145" w:rsidP="00905145">
      <w:r w:rsidRPr="00AF0A23">
        <w:t>Mais oui, sple</w:t>
      </w:r>
      <w:r w:rsidRPr="00AF0A23">
        <w:t>n</w:t>
      </w:r>
      <w:r w:rsidRPr="00AF0A23">
        <w:t>dides !… Et c’est bien pour cela qu’elles sont si dangereuses. Les révolutions sont toujours fa</w:t>
      </w:r>
      <w:r w:rsidRPr="00AF0A23">
        <w:t>i</w:t>
      </w:r>
      <w:r w:rsidRPr="00AF0A23">
        <w:t>tes au nom de principes admirables, formulés par deux ou trois grands hommes mécontents de leur sort et qu’on n’a pas couverts d’honneurs comme ils le mér</w:t>
      </w:r>
      <w:r w:rsidRPr="00AF0A23">
        <w:t>i</w:t>
      </w:r>
      <w:r w:rsidRPr="00AF0A23">
        <w:t>taient.</w:t>
      </w:r>
    </w:p>
    <w:p w14:paraId="13379B3E" w14:textId="77777777" w:rsidR="00905145" w:rsidRPr="00AF0A23" w:rsidRDefault="00905145" w:rsidP="00905145">
      <w:pPr>
        <w:ind w:firstLine="0"/>
        <w:jc w:val="center"/>
      </w:pPr>
      <w:r w:rsidRPr="00AF0A23">
        <w:t>JACOB</w:t>
      </w:r>
    </w:p>
    <w:p w14:paraId="574B65B9" w14:textId="77777777" w:rsidR="00905145" w:rsidRPr="00AF0A23" w:rsidRDefault="00905145" w:rsidP="00905145">
      <w:r w:rsidRPr="00AF0A23">
        <w:t>Pour vous, le fautif, le grand fautif, qui est-ce ?</w:t>
      </w:r>
    </w:p>
    <w:p w14:paraId="028A6000" w14:textId="77777777" w:rsidR="00905145" w:rsidRPr="00AF0A23" w:rsidRDefault="00905145" w:rsidP="00905145">
      <w:pPr>
        <w:ind w:firstLine="0"/>
        <w:jc w:val="center"/>
      </w:pPr>
      <w:r w:rsidRPr="00AF0A23">
        <w:t>GREUZE</w:t>
      </w:r>
    </w:p>
    <w:p w14:paraId="119181CC" w14:textId="77777777" w:rsidR="00905145" w:rsidRPr="00AF0A23" w:rsidRDefault="00905145" w:rsidP="00905145">
      <w:r w:rsidRPr="00AF0A23">
        <w:lastRenderedPageBreak/>
        <w:t>Oh ! mon ami, que me demandez-vous là !… Je crois qu’il faudrait remonter bien loin pour le découvrir – en admettant qu’on y parvienne ! Une révolution comme celle-ci couve pe</w:t>
      </w:r>
      <w:r w:rsidRPr="00AF0A23">
        <w:t>n</w:t>
      </w:r>
      <w:r w:rsidRPr="00AF0A23">
        <w:t>dant cent ans peut-être. Tout ce que l’on peut dire, c’est qu’il y a eu des avertissements.</w:t>
      </w:r>
    </w:p>
    <w:p w14:paraId="162D1F85" w14:textId="77777777" w:rsidR="00905145" w:rsidRPr="00AF0A23" w:rsidRDefault="00905145" w:rsidP="00905145">
      <w:pPr>
        <w:ind w:firstLine="0"/>
        <w:jc w:val="center"/>
      </w:pPr>
      <w:r w:rsidRPr="00AF0A23">
        <w:t>JACOB</w:t>
      </w:r>
    </w:p>
    <w:p w14:paraId="5C1EE278" w14:textId="77777777" w:rsidR="00905145" w:rsidRPr="00AF0A23" w:rsidRDefault="00905145" w:rsidP="00905145">
      <w:r w:rsidRPr="00AF0A23">
        <w:t>Voltaire ?</w:t>
      </w:r>
    </w:p>
    <w:p w14:paraId="27E2F56E" w14:textId="77777777" w:rsidR="00905145" w:rsidRPr="00AF0A23" w:rsidRDefault="00905145" w:rsidP="00905145">
      <w:pPr>
        <w:ind w:firstLine="0"/>
        <w:jc w:val="center"/>
      </w:pPr>
      <w:r w:rsidRPr="00AF0A23">
        <w:t>GREUZE</w:t>
      </w:r>
    </w:p>
    <w:p w14:paraId="48EE3CA6" w14:textId="77777777" w:rsidR="00905145" w:rsidRPr="00AF0A23" w:rsidRDefault="00905145" w:rsidP="00905145">
      <w:r w:rsidRPr="00AF0A23">
        <w:t>Oui, Voltaire, si l’on veut – mais Voltaire était mona</w:t>
      </w:r>
      <w:r w:rsidRPr="00AF0A23">
        <w:t>r</w:t>
      </w:r>
      <w:r w:rsidRPr="00AF0A23">
        <w:t>chiste – et cela, ils ne le disent pas. Et je crois qu’il serait bien surpris, Voltaire, du rôle qu’on est en train de lui faire jouer. C’était un rageur, un vindicatif, mais un aristocrate. Il mépr</w:t>
      </w:r>
      <w:r w:rsidRPr="00AF0A23">
        <w:t>i</w:t>
      </w:r>
      <w:r w:rsidRPr="00AF0A23">
        <w:t>sait le peuple. Et je pense que Jean-Jacques, l’abominable et mervei</w:t>
      </w:r>
      <w:r w:rsidRPr="00AF0A23">
        <w:t>l</w:t>
      </w:r>
      <w:r w:rsidRPr="00AF0A23">
        <w:t>leux Jean-Jacques, était bien plus leur homme. Et je ne vous cacherai pas que le plus coupable de tous, à mes yeux, n’est autre que ce touche-à-tout de Beaumarchais, diabolique et g</w:t>
      </w:r>
      <w:r w:rsidRPr="00AF0A23">
        <w:t>é</w:t>
      </w:r>
      <w:r w:rsidRPr="00AF0A23">
        <w:t>nial, parce qu’il joue avec le feu depuis plus de vingt ans. Quant au premier avertissement, je ne sais pas si ce n’est pas Molière qui l’a do</w:t>
      </w:r>
      <w:r w:rsidRPr="00AF0A23">
        <w:t>n</w:t>
      </w:r>
      <w:r w:rsidRPr="00AF0A23">
        <w:t>né !</w:t>
      </w:r>
    </w:p>
    <w:p w14:paraId="76999547" w14:textId="77777777" w:rsidR="00905145" w:rsidRPr="00AF0A23" w:rsidRDefault="00905145" w:rsidP="00905145">
      <w:pPr>
        <w:ind w:firstLine="0"/>
        <w:jc w:val="center"/>
      </w:pPr>
      <w:r w:rsidRPr="00AF0A23">
        <w:t>JACOB</w:t>
      </w:r>
    </w:p>
    <w:p w14:paraId="7D00B0FC" w14:textId="77777777" w:rsidR="00905145" w:rsidRPr="00AF0A23" w:rsidRDefault="00905145" w:rsidP="00905145">
      <w:r w:rsidRPr="00AF0A23">
        <w:t>Molière ?</w:t>
      </w:r>
    </w:p>
    <w:p w14:paraId="1E92BED7" w14:textId="77777777" w:rsidR="00905145" w:rsidRPr="00AF0A23" w:rsidRDefault="00905145" w:rsidP="00905145">
      <w:pPr>
        <w:ind w:firstLine="0"/>
        <w:jc w:val="center"/>
      </w:pPr>
      <w:r w:rsidRPr="00AF0A23">
        <w:t>GREUZE</w:t>
      </w:r>
    </w:p>
    <w:p w14:paraId="7EB00B5A" w14:textId="77777777" w:rsidR="00905145" w:rsidRPr="00AF0A23" w:rsidRDefault="00905145" w:rsidP="00905145">
      <w:r w:rsidRPr="00AF0A23">
        <w:t xml:space="preserve">N’oublions pas qu’au plus beau moment de Louis XIV, alors qu’il faisait </w:t>
      </w:r>
      <w:smartTag w:uri="urn:schemas-microsoft-com:office:smarttags" w:element="PersonName">
        <w:smartTagPr>
          <w:attr w:name="ProductID" w:val="la France"/>
        </w:smartTagPr>
        <w:r w:rsidRPr="00AF0A23">
          <w:t>la France</w:t>
        </w:r>
      </w:smartTag>
      <w:r w:rsidRPr="00AF0A23">
        <w:t xml:space="preserve"> si belle et qu’il se pavanait comme un bienheureux, M</w:t>
      </w:r>
      <w:r w:rsidRPr="00AF0A23">
        <w:t>o</w:t>
      </w:r>
      <w:r w:rsidRPr="00AF0A23">
        <w:t xml:space="preserve">lière était en train de composer </w:t>
      </w:r>
      <w:r w:rsidRPr="00AF0A23">
        <w:rPr>
          <w:i/>
          <w:iCs/>
        </w:rPr>
        <w:t xml:space="preserve">Tartuffe. </w:t>
      </w:r>
      <w:r w:rsidRPr="00AF0A23">
        <w:t xml:space="preserve">C’est quelque chose de bien important, </w:t>
      </w:r>
      <w:r w:rsidRPr="00AF0A23">
        <w:rPr>
          <w:i/>
          <w:iCs/>
        </w:rPr>
        <w:t xml:space="preserve">Tartuffe, </w:t>
      </w:r>
      <w:r w:rsidRPr="00AF0A23">
        <w:t>vous savez ! A</w:t>
      </w:r>
      <w:r w:rsidRPr="00AF0A23">
        <w:t>u</w:t>
      </w:r>
      <w:r w:rsidRPr="00AF0A23">
        <w:t>jourd’hui, ce ne serait qu’un chef-d’œuvre, mais à la veille de la r</w:t>
      </w:r>
      <w:r w:rsidRPr="00AF0A23">
        <w:t>é</w:t>
      </w:r>
      <w:r w:rsidRPr="00AF0A23">
        <w:t xml:space="preserve">vocation de l’Édit de Nantes, oser parler ainsi, c’était </w:t>
      </w:r>
      <w:r w:rsidRPr="00AF0A23">
        <w:lastRenderedPageBreak/>
        <w:t>donner l’idée que l’on pourrait un jour se plaindre o</w:t>
      </w:r>
      <w:r w:rsidRPr="00AF0A23">
        <w:t>u</w:t>
      </w:r>
      <w:r w:rsidRPr="00AF0A23">
        <w:t>vertement. C’était magnifique et terrible à la fois.</w:t>
      </w:r>
    </w:p>
    <w:p w14:paraId="42B08650" w14:textId="77777777" w:rsidR="00905145" w:rsidRPr="00AF0A23" w:rsidRDefault="00905145" w:rsidP="00905145">
      <w:pPr>
        <w:ind w:firstLine="0"/>
        <w:jc w:val="center"/>
      </w:pPr>
      <w:r w:rsidRPr="00AF0A23">
        <w:t>JACOB</w:t>
      </w:r>
    </w:p>
    <w:p w14:paraId="091D8667" w14:textId="77777777" w:rsidR="00905145" w:rsidRPr="00AF0A23" w:rsidRDefault="00905145" w:rsidP="00905145">
      <w:r w:rsidRPr="00AF0A23">
        <w:t>Alors, d’après vous, ce seraient les prêtres qui…</w:t>
      </w:r>
    </w:p>
    <w:p w14:paraId="4CB9E101" w14:textId="77777777" w:rsidR="00905145" w:rsidRPr="00AF0A23" w:rsidRDefault="00905145" w:rsidP="00905145">
      <w:pPr>
        <w:ind w:firstLine="0"/>
        <w:jc w:val="center"/>
      </w:pPr>
      <w:r w:rsidRPr="00AF0A23">
        <w:t>GREUZE</w:t>
      </w:r>
    </w:p>
    <w:p w14:paraId="11F9B710" w14:textId="77777777" w:rsidR="00905145" w:rsidRPr="00AF0A23" w:rsidRDefault="00905145" w:rsidP="00905145">
      <w:r w:rsidRPr="00AF0A23">
        <w:t>Oh ! non, non, non, non… ne me faites pas dire ce que je n’ai pas dit !… Je pense, ou du moins, je crois que je pense que les religions fourniront toujours, à ceux qui les cherchent, les meilleurs prétextes à des guerres civiles. Et quant à ces gens qui s’imaginent qu’ils sont en train de se débarrasser de la r</w:t>
      </w:r>
      <w:r w:rsidRPr="00AF0A23">
        <w:t>e</w:t>
      </w:r>
      <w:r w:rsidRPr="00AF0A23">
        <w:t>ligion, de leur rel</w:t>
      </w:r>
      <w:r w:rsidRPr="00AF0A23">
        <w:t>i</w:t>
      </w:r>
      <w:r w:rsidRPr="00AF0A23">
        <w:t>gion, ils ne font pas autre chose que d’en changer. On ne peut pas vivre sans religion, Jacob, et le sentiment qui les anime en ce moment est un sentiment religieux, ne vous y trompez pas. Ils sont en train de se promettre, de se jurer, qu’un jour on sera tous heureux, eh ! bien, mais la rel</w:t>
      </w:r>
      <w:r w:rsidRPr="00AF0A23">
        <w:t>i</w:t>
      </w:r>
      <w:r w:rsidRPr="00AF0A23">
        <w:t>gion n’a jamais fait autre chose. Seul</w:t>
      </w:r>
      <w:r w:rsidRPr="00AF0A23">
        <w:t>e</w:t>
      </w:r>
      <w:r w:rsidRPr="00AF0A23">
        <w:t>ment, comme elle est plus prudente, elle nous le promet pour un peu plus tard ! Parlons plutôt pei</w:t>
      </w:r>
      <w:r w:rsidRPr="00AF0A23">
        <w:t>n</w:t>
      </w:r>
      <w:r w:rsidRPr="00AF0A23">
        <w:t>ture. Mon bon ami, j’ai profité de ce que je venais chez vous pour vous a</w:t>
      </w:r>
      <w:r w:rsidRPr="00AF0A23">
        <w:t>p</w:t>
      </w:r>
      <w:r w:rsidRPr="00AF0A23">
        <w:t>porter un tableau de moi qui n’a jamais eu de chance, et pour lequel je voudrais que vous eussiez la gentillesse de me faire un cadre en bois doré, très simple, évide</w:t>
      </w:r>
      <w:r w:rsidRPr="00AF0A23">
        <w:t>m</w:t>
      </w:r>
      <w:r w:rsidRPr="00AF0A23">
        <w:t>ment… mais pas trop, trop simple, non plus… et qui surtout ne me coûtât pas trop cher. Voici l’enfant.</w:t>
      </w:r>
    </w:p>
    <w:p w14:paraId="33F0902B" w14:textId="77777777" w:rsidR="00905145" w:rsidRPr="0088741B" w:rsidRDefault="00905145" w:rsidP="00905145">
      <w:pPr>
        <w:pStyle w:val="NormalRetraitGauche4XIndent0"/>
        <w:rPr>
          <w:i/>
          <w:iCs/>
        </w:rPr>
      </w:pPr>
      <w:r w:rsidRPr="0088741B">
        <w:rPr>
          <w:i/>
          <w:iCs/>
        </w:rPr>
        <w:t>Il montre à J</w:t>
      </w:r>
      <w:r w:rsidRPr="0088741B">
        <w:rPr>
          <w:i/>
          <w:iCs/>
        </w:rPr>
        <w:t>a</w:t>
      </w:r>
      <w:r w:rsidRPr="0088741B">
        <w:rPr>
          <w:i/>
          <w:iCs/>
        </w:rPr>
        <w:t>cob le tableau qu’il portait, en entrant, sous son bras.</w:t>
      </w:r>
    </w:p>
    <w:p w14:paraId="2ED793AB" w14:textId="77777777" w:rsidR="00905145" w:rsidRPr="00AF0A23" w:rsidRDefault="00905145" w:rsidP="00905145">
      <w:pPr>
        <w:ind w:firstLine="0"/>
        <w:jc w:val="center"/>
      </w:pPr>
      <w:r w:rsidRPr="00AF0A23">
        <w:t>JACOB</w:t>
      </w:r>
    </w:p>
    <w:p w14:paraId="1F48DCFE" w14:textId="77777777" w:rsidR="00905145" w:rsidRPr="00AF0A23" w:rsidRDefault="00905145" w:rsidP="00905145">
      <w:r w:rsidRPr="00AF0A23">
        <w:t>Oh !… mais dites-moi donc, c’est un t</w:t>
      </w:r>
      <w:r w:rsidRPr="00AF0A23">
        <w:t>a</w:t>
      </w:r>
      <w:r w:rsidRPr="00AF0A23">
        <w:t>bleau charmant.</w:t>
      </w:r>
    </w:p>
    <w:p w14:paraId="4952B5E5" w14:textId="77777777" w:rsidR="00905145" w:rsidRPr="00AF0A23" w:rsidRDefault="00905145" w:rsidP="00905145">
      <w:pPr>
        <w:ind w:firstLine="0"/>
        <w:jc w:val="center"/>
      </w:pPr>
      <w:r w:rsidRPr="00AF0A23">
        <w:t>GREUZE</w:t>
      </w:r>
    </w:p>
    <w:p w14:paraId="0518DFD2" w14:textId="77777777" w:rsidR="00905145" w:rsidRPr="00AF0A23" w:rsidRDefault="00905145" w:rsidP="00905145">
      <w:r w:rsidRPr="00AF0A23">
        <w:lastRenderedPageBreak/>
        <w:t>Peut-être… mais j’e dois vous avouer que j’ai fini par en douter.</w:t>
      </w:r>
    </w:p>
    <w:p w14:paraId="264F35A9" w14:textId="77777777" w:rsidR="00905145" w:rsidRPr="00AF0A23" w:rsidRDefault="00905145" w:rsidP="00905145">
      <w:pPr>
        <w:ind w:firstLine="0"/>
        <w:jc w:val="center"/>
      </w:pPr>
      <w:r w:rsidRPr="00AF0A23">
        <w:t>JACOB</w:t>
      </w:r>
    </w:p>
    <w:p w14:paraId="47CA5AFA" w14:textId="77777777" w:rsidR="00905145" w:rsidRPr="00AF0A23" w:rsidRDefault="00905145" w:rsidP="00905145">
      <w:r w:rsidRPr="00AF0A23">
        <w:t>Pourquoi ?</w:t>
      </w:r>
    </w:p>
    <w:p w14:paraId="391106B5" w14:textId="77777777" w:rsidR="00905145" w:rsidRPr="00AF0A23" w:rsidRDefault="00905145" w:rsidP="00905145">
      <w:pPr>
        <w:ind w:firstLine="0"/>
        <w:jc w:val="center"/>
      </w:pPr>
      <w:r w:rsidRPr="00AF0A23">
        <w:t>GREUZE</w:t>
      </w:r>
    </w:p>
    <w:p w14:paraId="5D3B1815" w14:textId="77777777" w:rsidR="00905145" w:rsidRPr="00AF0A23" w:rsidRDefault="00905145" w:rsidP="00905145">
      <w:r w:rsidRPr="00AF0A23">
        <w:t>Parce que voilà vingt-deux ans qu’on me le refuse, mon ami.</w:t>
      </w:r>
    </w:p>
    <w:p w14:paraId="3F17BEA9" w14:textId="77777777" w:rsidR="00905145" w:rsidRPr="00AF0A23" w:rsidRDefault="00905145" w:rsidP="00905145">
      <w:pPr>
        <w:ind w:firstLine="0"/>
        <w:jc w:val="center"/>
      </w:pPr>
      <w:r w:rsidRPr="00AF0A23">
        <w:t>JACOB</w:t>
      </w:r>
    </w:p>
    <w:p w14:paraId="0CFA3BDB" w14:textId="77777777" w:rsidR="00905145" w:rsidRPr="00AF0A23" w:rsidRDefault="00905145" w:rsidP="00905145">
      <w:r w:rsidRPr="00AF0A23">
        <w:t>Est-ce possible ?</w:t>
      </w:r>
    </w:p>
    <w:p w14:paraId="76D6E798" w14:textId="77777777" w:rsidR="00905145" w:rsidRPr="00AF0A23" w:rsidRDefault="00905145" w:rsidP="00905145">
      <w:pPr>
        <w:ind w:firstLine="0"/>
        <w:jc w:val="center"/>
      </w:pPr>
      <w:r w:rsidRPr="00AF0A23">
        <w:t>GREUZE</w:t>
      </w:r>
    </w:p>
    <w:p w14:paraId="2D7FA469" w14:textId="77777777" w:rsidR="00905145" w:rsidRPr="00AF0A23" w:rsidRDefault="00905145" w:rsidP="00905145">
      <w:r w:rsidRPr="00AF0A23">
        <w:t>Hélas ! oui.</w:t>
      </w:r>
    </w:p>
    <w:p w14:paraId="14D32318" w14:textId="77777777" w:rsidR="00905145" w:rsidRPr="00AF0A23" w:rsidRDefault="00905145" w:rsidP="00905145">
      <w:pPr>
        <w:ind w:firstLine="0"/>
        <w:jc w:val="center"/>
      </w:pPr>
      <w:r w:rsidRPr="00AF0A23">
        <w:t>JACOB</w:t>
      </w:r>
    </w:p>
    <w:p w14:paraId="02F6061F" w14:textId="77777777" w:rsidR="00905145" w:rsidRPr="00AF0A23" w:rsidRDefault="00905145" w:rsidP="00905145">
      <w:r w:rsidRPr="00AF0A23">
        <w:t>Comment l’intitulez-vous ?</w:t>
      </w:r>
    </w:p>
    <w:p w14:paraId="335581CB" w14:textId="77777777" w:rsidR="00905145" w:rsidRPr="00AF0A23" w:rsidRDefault="00905145" w:rsidP="00905145">
      <w:pPr>
        <w:ind w:firstLine="0"/>
        <w:jc w:val="center"/>
      </w:pPr>
      <w:r w:rsidRPr="00AF0A23">
        <w:t>GREUZE</w:t>
      </w:r>
    </w:p>
    <w:p w14:paraId="72611ADE" w14:textId="77777777" w:rsidR="00905145" w:rsidRPr="00AF0A23" w:rsidRDefault="00905145" w:rsidP="00905145">
      <w:pPr>
        <w:rPr>
          <w:i/>
          <w:iCs/>
        </w:rPr>
      </w:pPr>
      <w:r w:rsidRPr="00AF0A23">
        <w:t xml:space="preserve">Heu… j’hésite. Peut-être tout simplement : </w:t>
      </w:r>
      <w:r w:rsidRPr="00AF0A23">
        <w:rPr>
          <w:i/>
          <w:iCs/>
        </w:rPr>
        <w:t>La cruche ca</w:t>
      </w:r>
      <w:r w:rsidRPr="00AF0A23">
        <w:rPr>
          <w:i/>
          <w:iCs/>
        </w:rPr>
        <w:t>s</w:t>
      </w:r>
      <w:r w:rsidRPr="00AF0A23">
        <w:rPr>
          <w:i/>
          <w:iCs/>
        </w:rPr>
        <w:t>sée.</w:t>
      </w:r>
    </w:p>
    <w:p w14:paraId="1250AA7E" w14:textId="77777777" w:rsidR="00905145" w:rsidRPr="00AF0A23" w:rsidRDefault="00905145" w:rsidP="00905145">
      <w:pPr>
        <w:ind w:firstLine="0"/>
        <w:jc w:val="center"/>
      </w:pPr>
      <w:r w:rsidRPr="00AF0A23">
        <w:t>JACOB</w:t>
      </w:r>
    </w:p>
    <w:p w14:paraId="3BA9505B" w14:textId="77777777" w:rsidR="00905145" w:rsidRPr="00AF0A23" w:rsidRDefault="00905145" w:rsidP="00905145">
      <w:r w:rsidRPr="00AF0A23">
        <w:t>Est-ce que ce n’est pas M</w:t>
      </w:r>
      <w:r w:rsidRPr="00AF0A23">
        <w:rPr>
          <w:vertAlign w:val="superscript"/>
        </w:rPr>
        <w:t>me</w:t>
      </w:r>
      <w:r w:rsidRPr="00AF0A23">
        <w:t> Greuze qui a posé pour ce t</w:t>
      </w:r>
      <w:r w:rsidRPr="00AF0A23">
        <w:t>a</w:t>
      </w:r>
      <w:r w:rsidRPr="00AF0A23">
        <w:t>bleau ?</w:t>
      </w:r>
    </w:p>
    <w:p w14:paraId="697C8FD1" w14:textId="77777777" w:rsidR="00905145" w:rsidRPr="00AF0A23" w:rsidRDefault="00905145" w:rsidP="00905145">
      <w:pPr>
        <w:ind w:firstLine="0"/>
        <w:jc w:val="center"/>
      </w:pPr>
      <w:r w:rsidRPr="00AF0A23">
        <w:t>GREUZE</w:t>
      </w:r>
    </w:p>
    <w:p w14:paraId="6AA6402E" w14:textId="77777777" w:rsidR="00905145" w:rsidRPr="00AF0A23" w:rsidRDefault="00905145" w:rsidP="00905145">
      <w:r w:rsidRPr="00AF0A23">
        <w:t>Mais si, comme pour tant d’autres que j’ai faits.</w:t>
      </w:r>
    </w:p>
    <w:p w14:paraId="06F91D33" w14:textId="77777777" w:rsidR="00905145" w:rsidRPr="00AF0A23" w:rsidRDefault="00905145" w:rsidP="00905145">
      <w:pPr>
        <w:ind w:firstLine="0"/>
        <w:jc w:val="center"/>
      </w:pPr>
      <w:r w:rsidRPr="00AF0A23">
        <w:t>JACOB</w:t>
      </w:r>
    </w:p>
    <w:p w14:paraId="1DE1E401" w14:textId="77777777" w:rsidR="00905145" w:rsidRPr="00AF0A23" w:rsidRDefault="00905145" w:rsidP="00905145">
      <w:r w:rsidRPr="00AF0A23">
        <w:t>Qu’est-ce qu’elle est devenue M</w:t>
      </w:r>
      <w:r w:rsidRPr="00AF0A23">
        <w:rPr>
          <w:vertAlign w:val="superscript"/>
        </w:rPr>
        <w:t>me</w:t>
      </w:r>
      <w:r w:rsidRPr="00AF0A23">
        <w:t> Greuze ?</w:t>
      </w:r>
    </w:p>
    <w:p w14:paraId="7DF4AFDC" w14:textId="77777777" w:rsidR="00905145" w:rsidRPr="00AF0A23" w:rsidRDefault="00905145" w:rsidP="00905145">
      <w:pPr>
        <w:ind w:firstLine="0"/>
        <w:jc w:val="center"/>
      </w:pPr>
      <w:r w:rsidRPr="00AF0A23">
        <w:lastRenderedPageBreak/>
        <w:t>GREUZE</w:t>
      </w:r>
    </w:p>
    <w:p w14:paraId="2F0B7F49" w14:textId="77777777" w:rsidR="00905145" w:rsidRPr="00AF0A23" w:rsidRDefault="00905145" w:rsidP="00905145">
      <w:r w:rsidRPr="00AF0A23">
        <w:t>Devenue ? Oh ! Elle n’est pas devenue, M</w:t>
      </w:r>
      <w:r w:rsidRPr="00AF0A23">
        <w:rPr>
          <w:vertAlign w:val="superscript"/>
        </w:rPr>
        <w:t>me</w:t>
      </w:r>
      <w:r w:rsidRPr="00AF0A23">
        <w:t> Greuze, elle a continué d’être ce qu’elle a toujours été : la dernière des catins. Ah ! mon ami, je ne voudrais pas avoir l’air de me vanter, mais je crois bien avoir été l’homme le plus c</w:t>
      </w:r>
      <w:r w:rsidRPr="00AF0A23">
        <w:t>o</w:t>
      </w:r>
      <w:r w:rsidRPr="00AF0A23">
        <w:t>cu de France, d’avril 57 à novembre 91 ! Elle m’a trompé avec tout le monde, avec mes élèves, avec mes amis, avec mes fournisseurs. Si ma mémoire est fidèle – il faut bien que quelque chose me soit resté f</w:t>
      </w:r>
      <w:r w:rsidRPr="00AF0A23">
        <w:t>i</w:t>
      </w:r>
      <w:r w:rsidRPr="00AF0A23">
        <w:t>dèle – je l’ai prise onze fois en flagrant délit. La dernière fois que l’aventure m’est arrivée, elle a eu une réponse qui peint admir</w:t>
      </w:r>
      <w:r w:rsidRPr="00AF0A23">
        <w:t>a</w:t>
      </w:r>
      <w:r w:rsidRPr="00AF0A23">
        <w:t>blement son âme. Je lui ai dit : « Vous me tro</w:t>
      </w:r>
      <w:r w:rsidRPr="00AF0A23">
        <w:t>m</w:t>
      </w:r>
      <w:r w:rsidRPr="00AF0A23">
        <w:t>pez ! » – elle m’a répondu : « C’est vrai, mais je m’en fous ! » Alors, ma foi, j’ai f</w:t>
      </w:r>
      <w:r w:rsidRPr="00AF0A23">
        <w:t>i</w:t>
      </w:r>
      <w:r w:rsidRPr="00AF0A23">
        <w:t>ni par me débarrasser d’elle. Si bien qu’à présent je n’ai plus a</w:t>
      </w:r>
      <w:r w:rsidRPr="00AF0A23">
        <w:t>b</w:t>
      </w:r>
      <w:r w:rsidRPr="00AF0A23">
        <w:t>solument rien – ni femme, ni fortune, ni santé, ni jeunesse ! J’aurai vu tout s’envoler, même la gloire ! Quels sont ces cris ?</w:t>
      </w:r>
    </w:p>
    <w:p w14:paraId="671EF0CE" w14:textId="77777777" w:rsidR="00905145" w:rsidRPr="0088741B" w:rsidRDefault="00905145" w:rsidP="00905145">
      <w:pPr>
        <w:pStyle w:val="NormalRetraitGauche4XIndent0"/>
        <w:rPr>
          <w:i/>
          <w:iCs/>
        </w:rPr>
      </w:pPr>
      <w:r w:rsidRPr="0088741B">
        <w:rPr>
          <w:i/>
          <w:iCs/>
        </w:rPr>
        <w:t>On entend, en effet, des cris dans la rue, et des gens a</w:t>
      </w:r>
      <w:r w:rsidRPr="0088741B">
        <w:rPr>
          <w:i/>
          <w:iCs/>
        </w:rPr>
        <w:t>c</w:t>
      </w:r>
      <w:r w:rsidRPr="0088741B">
        <w:rPr>
          <w:i/>
          <w:iCs/>
        </w:rPr>
        <w:t>clament un homme qui se dirige vers la maison de J</w:t>
      </w:r>
      <w:r w:rsidRPr="0088741B">
        <w:rPr>
          <w:i/>
          <w:iCs/>
        </w:rPr>
        <w:t>a</w:t>
      </w:r>
      <w:r w:rsidRPr="0088741B">
        <w:rPr>
          <w:i/>
          <w:iCs/>
        </w:rPr>
        <w:t>cob.</w:t>
      </w:r>
    </w:p>
    <w:p w14:paraId="2908EE25" w14:textId="77777777" w:rsidR="00905145" w:rsidRPr="00AF0A23" w:rsidRDefault="00905145" w:rsidP="00905145">
      <w:pPr>
        <w:ind w:firstLine="0"/>
        <w:jc w:val="center"/>
      </w:pPr>
      <w:r w:rsidRPr="00AF0A23">
        <w:t>JACOB</w:t>
      </w:r>
    </w:p>
    <w:p w14:paraId="56A4DD14" w14:textId="77777777" w:rsidR="00905145" w:rsidRPr="00AF0A23" w:rsidRDefault="00905145" w:rsidP="00905145">
      <w:r w:rsidRPr="00AF0A23">
        <w:t>Ah ! Je vous a</w:t>
      </w:r>
      <w:r w:rsidRPr="00AF0A23">
        <w:t>n</w:t>
      </w:r>
      <w:r w:rsidRPr="00AF0A23">
        <w:t>nonce M. David.</w:t>
      </w:r>
    </w:p>
    <w:p w14:paraId="0DC227BA" w14:textId="77777777" w:rsidR="00905145" w:rsidRPr="00AF0A23" w:rsidRDefault="00905145" w:rsidP="00905145">
      <w:pPr>
        <w:ind w:firstLine="0"/>
        <w:jc w:val="center"/>
      </w:pPr>
      <w:r w:rsidRPr="00AF0A23">
        <w:t>GREUZE</w:t>
      </w:r>
    </w:p>
    <w:p w14:paraId="6C7ACDC7" w14:textId="77777777" w:rsidR="00905145" w:rsidRPr="00AF0A23" w:rsidRDefault="00905145" w:rsidP="00905145">
      <w:r w:rsidRPr="00AF0A23">
        <w:t>David ! Eh ! Bien, moi qui vous parlais de ma gloire, en vo</w:t>
      </w:r>
      <w:r w:rsidRPr="00AF0A23">
        <w:t>i</w:t>
      </w:r>
      <w:r w:rsidRPr="00AF0A23">
        <w:t>là l’usurpateur, tenez. Je vais donc voir enfin ce monstre de tout près !</w:t>
      </w:r>
    </w:p>
    <w:p w14:paraId="3E3548E0" w14:textId="77777777" w:rsidR="00905145" w:rsidRPr="00AF0A23" w:rsidRDefault="00905145" w:rsidP="00905145">
      <w:pPr>
        <w:ind w:firstLine="0"/>
        <w:jc w:val="center"/>
      </w:pPr>
      <w:r w:rsidRPr="00AF0A23">
        <w:t>JACOB</w:t>
      </w:r>
    </w:p>
    <w:p w14:paraId="1D397D56" w14:textId="77777777" w:rsidR="00905145" w:rsidRPr="00AF0A23" w:rsidRDefault="00905145" w:rsidP="00905145">
      <w:r w:rsidRPr="00AF0A23">
        <w:t>Vous ne le connai</w:t>
      </w:r>
      <w:r w:rsidRPr="00AF0A23">
        <w:t>s</w:t>
      </w:r>
      <w:r w:rsidRPr="00AF0A23">
        <w:t>sez pas ?</w:t>
      </w:r>
    </w:p>
    <w:p w14:paraId="418A1C6A" w14:textId="77777777" w:rsidR="00905145" w:rsidRPr="00AF0A23" w:rsidRDefault="00905145" w:rsidP="00905145">
      <w:pPr>
        <w:ind w:firstLine="0"/>
        <w:jc w:val="center"/>
      </w:pPr>
      <w:r w:rsidRPr="00AF0A23">
        <w:t>GREUZE</w:t>
      </w:r>
    </w:p>
    <w:p w14:paraId="6A70F5FB" w14:textId="77777777" w:rsidR="00905145" w:rsidRPr="00AF0A23" w:rsidRDefault="00905145" w:rsidP="00905145">
      <w:r w:rsidRPr="00AF0A23">
        <w:lastRenderedPageBreak/>
        <w:t>Oh ! Pas le moins du monde. Et je vais le voir pour la pr</w:t>
      </w:r>
      <w:r w:rsidRPr="00AF0A23">
        <w:t>e</w:t>
      </w:r>
      <w:r w:rsidRPr="00AF0A23">
        <w:t>mière fois.</w:t>
      </w:r>
    </w:p>
    <w:p w14:paraId="0A999878" w14:textId="77777777" w:rsidR="00905145" w:rsidRPr="00AF0A23" w:rsidRDefault="00905145" w:rsidP="00905145">
      <w:pPr>
        <w:ind w:firstLine="0"/>
        <w:jc w:val="center"/>
      </w:pPr>
      <w:r w:rsidRPr="00AF0A23">
        <w:t>JACOB</w:t>
      </w:r>
    </w:p>
    <w:p w14:paraId="417AF7DB" w14:textId="77777777" w:rsidR="00905145" w:rsidRPr="00AF0A23" w:rsidRDefault="00905145" w:rsidP="00905145">
      <w:r w:rsidRPr="00AF0A23">
        <w:t>C’est un homme de grand talent.</w:t>
      </w:r>
    </w:p>
    <w:p w14:paraId="2583523E" w14:textId="77777777" w:rsidR="00905145" w:rsidRPr="00AF0A23" w:rsidRDefault="00905145" w:rsidP="00905145">
      <w:pPr>
        <w:ind w:firstLine="0"/>
        <w:jc w:val="center"/>
      </w:pPr>
      <w:r w:rsidRPr="00AF0A23">
        <w:t>GREUZE</w:t>
      </w:r>
    </w:p>
    <w:p w14:paraId="39F6EB84" w14:textId="77777777" w:rsidR="00905145" w:rsidRPr="00AF0A23" w:rsidRDefault="00905145" w:rsidP="00905145">
      <w:r w:rsidRPr="00AF0A23">
        <w:t>Assurément, mais c’est un homme abominable. Cet a</w:t>
      </w:r>
      <w:r w:rsidRPr="00AF0A23">
        <w:t>r</w:t>
      </w:r>
      <w:r w:rsidRPr="00AF0A23">
        <w:t>tiste qui se mêle de politique, dont l’attitude est ridicule et prov</w:t>
      </w:r>
      <w:r w:rsidRPr="00AF0A23">
        <w:t>o</w:t>
      </w:r>
      <w:r w:rsidRPr="00AF0A23">
        <w:t>cante – et qui vote la mort du Roi !</w:t>
      </w:r>
    </w:p>
    <w:p w14:paraId="50B5FC5F" w14:textId="77777777" w:rsidR="00905145" w:rsidRPr="00AF0A23" w:rsidRDefault="00905145" w:rsidP="00905145">
      <w:pPr>
        <w:ind w:firstLine="0"/>
        <w:jc w:val="center"/>
      </w:pPr>
      <w:r w:rsidRPr="00AF0A23">
        <w:t>JACOB</w:t>
      </w:r>
    </w:p>
    <w:p w14:paraId="709FA50C" w14:textId="77777777" w:rsidR="00905145" w:rsidRPr="00AF0A23" w:rsidRDefault="00905145" w:rsidP="00905145">
      <w:r w:rsidRPr="00AF0A23">
        <w:t>Il l’a votée ?</w:t>
      </w:r>
    </w:p>
    <w:p w14:paraId="378BA3B6" w14:textId="77777777" w:rsidR="00905145" w:rsidRPr="00AF0A23" w:rsidRDefault="00905145" w:rsidP="00905145">
      <w:pPr>
        <w:ind w:firstLine="0"/>
        <w:jc w:val="center"/>
      </w:pPr>
      <w:r w:rsidRPr="00AF0A23">
        <w:t>GREUZE</w:t>
      </w:r>
    </w:p>
    <w:p w14:paraId="03145BC1" w14:textId="77777777" w:rsidR="00905145" w:rsidRPr="00AF0A23" w:rsidRDefault="00905145" w:rsidP="00905145">
      <w:r w:rsidRPr="00AF0A23">
        <w:t>Et il s’en vante.</w:t>
      </w:r>
    </w:p>
    <w:p w14:paraId="3F10BE66" w14:textId="77777777" w:rsidR="00905145" w:rsidRPr="00AF0A23" w:rsidRDefault="00905145" w:rsidP="00905145">
      <w:pPr>
        <w:ind w:firstLine="0"/>
        <w:jc w:val="center"/>
      </w:pPr>
      <w:r w:rsidRPr="00AF0A23">
        <w:t>JACOB</w:t>
      </w:r>
    </w:p>
    <w:p w14:paraId="00652D3F" w14:textId="77777777" w:rsidR="00905145" w:rsidRPr="00AF0A23" w:rsidRDefault="00905145" w:rsidP="00905145">
      <w:r w:rsidRPr="00AF0A23">
        <w:t>Est-ce que je vous le présente tout de même ?</w:t>
      </w:r>
    </w:p>
    <w:p w14:paraId="44857A5E" w14:textId="77777777" w:rsidR="00905145" w:rsidRPr="00AF0A23" w:rsidRDefault="00905145" w:rsidP="00905145">
      <w:pPr>
        <w:ind w:firstLine="0"/>
        <w:jc w:val="center"/>
      </w:pPr>
      <w:r w:rsidRPr="00AF0A23">
        <w:t>GREUZE</w:t>
      </w:r>
    </w:p>
    <w:p w14:paraId="4FB42FA2" w14:textId="77777777" w:rsidR="00905145" w:rsidRPr="00AF0A23" w:rsidRDefault="00905145" w:rsidP="00905145">
      <w:r w:rsidRPr="00AF0A23">
        <w:t>Oh ! Gardez-vous-en bien ! Mais comme je suis heureux d’avoir vu son visage ! Il est laid : tout s’explique !… J</w:t>
      </w:r>
      <w:r w:rsidRPr="00AF0A23">
        <w:t>a</w:t>
      </w:r>
      <w:r w:rsidRPr="00AF0A23">
        <w:t>cob, je ne crois pas à la sincérité des opinions politiques affichées par les grands artistes. Ce n’est pas leur affaire. Ils doivent rester les spectateurs des événements qui se produisent – car ils sont là pour les prévoir avec malice – ou bien les dépeindre avec subt</w:t>
      </w:r>
      <w:r w:rsidRPr="00AF0A23">
        <w:t>i</w:t>
      </w:r>
      <w:r w:rsidRPr="00AF0A23">
        <w:t>lité.</w:t>
      </w:r>
    </w:p>
    <w:p w14:paraId="4E9426A7" w14:textId="77777777" w:rsidR="00905145" w:rsidRPr="0088741B" w:rsidRDefault="00905145" w:rsidP="00905145">
      <w:pPr>
        <w:pStyle w:val="NormalRetraitGauche4XIndent0"/>
        <w:rPr>
          <w:i/>
          <w:iCs/>
        </w:rPr>
      </w:pPr>
      <w:r w:rsidRPr="0088741B">
        <w:rPr>
          <w:i/>
          <w:iCs/>
        </w:rPr>
        <w:t>La porte s’ouvre et paraît Louis David. Quarante ans, pas beau, pas séduisant, mais des yeux pleins de flamme et bea</w:t>
      </w:r>
      <w:r w:rsidRPr="0088741B">
        <w:rPr>
          <w:i/>
          <w:iCs/>
        </w:rPr>
        <w:t>u</w:t>
      </w:r>
      <w:r w:rsidRPr="0088741B">
        <w:rPr>
          <w:i/>
          <w:iCs/>
        </w:rPr>
        <w:t>coup d’allure dans son lai</w:t>
      </w:r>
      <w:r w:rsidRPr="0088741B">
        <w:rPr>
          <w:i/>
          <w:iCs/>
        </w:rPr>
        <w:t>s</w:t>
      </w:r>
      <w:r w:rsidRPr="0088741B">
        <w:rPr>
          <w:i/>
          <w:iCs/>
        </w:rPr>
        <w:t>ser-aller.</w:t>
      </w:r>
    </w:p>
    <w:p w14:paraId="249BB57A" w14:textId="77777777" w:rsidR="00905145" w:rsidRPr="00AF0A23" w:rsidRDefault="00905145" w:rsidP="00905145">
      <w:pPr>
        <w:ind w:firstLine="0"/>
        <w:jc w:val="center"/>
      </w:pPr>
      <w:r w:rsidRPr="00AF0A23">
        <w:lastRenderedPageBreak/>
        <w:t>DAVID</w:t>
      </w:r>
    </w:p>
    <w:p w14:paraId="048DD6E0" w14:textId="77777777" w:rsidR="00905145" w:rsidRPr="00AF0A23" w:rsidRDefault="00905145" w:rsidP="00905145">
      <w:r w:rsidRPr="00AF0A23">
        <w:t>Bonjour, Jacob !</w:t>
      </w:r>
    </w:p>
    <w:p w14:paraId="507902C6" w14:textId="77777777" w:rsidR="00905145" w:rsidRPr="0088741B" w:rsidRDefault="00905145" w:rsidP="00905145">
      <w:pPr>
        <w:pStyle w:val="NormalRetraitGauche4XIndent0"/>
        <w:rPr>
          <w:i/>
          <w:iCs/>
        </w:rPr>
      </w:pPr>
      <w:r w:rsidRPr="0088741B">
        <w:rPr>
          <w:i/>
          <w:iCs/>
        </w:rPr>
        <w:t>À Greuze.</w:t>
      </w:r>
    </w:p>
    <w:p w14:paraId="4D6C56FF" w14:textId="77777777" w:rsidR="00905145" w:rsidRPr="00AF0A23" w:rsidRDefault="00905145" w:rsidP="00905145">
      <w:r w:rsidRPr="00AF0A23">
        <w:t>Citoyen.</w:t>
      </w:r>
    </w:p>
    <w:p w14:paraId="50525226" w14:textId="77777777" w:rsidR="00905145" w:rsidRPr="00AF0A23" w:rsidRDefault="00905145" w:rsidP="00905145">
      <w:pPr>
        <w:ind w:firstLine="0"/>
        <w:jc w:val="center"/>
        <w:rPr>
          <w:i/>
          <w:iCs/>
        </w:rPr>
      </w:pPr>
      <w:r w:rsidRPr="00AF0A23">
        <w:t>GREUZE, à</w:t>
      </w:r>
      <w:r w:rsidRPr="00AF0A23">
        <w:rPr>
          <w:i/>
          <w:iCs/>
        </w:rPr>
        <w:t xml:space="preserve"> part et sans lui avoir re</w:t>
      </w:r>
      <w:r w:rsidRPr="00AF0A23">
        <w:rPr>
          <w:i/>
          <w:iCs/>
        </w:rPr>
        <w:t>n</w:t>
      </w:r>
      <w:r w:rsidRPr="00AF0A23">
        <w:rPr>
          <w:i/>
          <w:iCs/>
        </w:rPr>
        <w:t>du son salut.</w:t>
      </w:r>
    </w:p>
    <w:p w14:paraId="012649A9" w14:textId="77777777" w:rsidR="00905145" w:rsidRPr="00AF0A23" w:rsidRDefault="00905145" w:rsidP="00905145">
      <w:r w:rsidRPr="00AF0A23">
        <w:t>Citoyen ? Quel idiot !</w:t>
      </w:r>
    </w:p>
    <w:p w14:paraId="34E4814E" w14:textId="77777777" w:rsidR="00905145" w:rsidRPr="00AF0A23" w:rsidRDefault="00905145" w:rsidP="00905145">
      <w:pPr>
        <w:ind w:firstLine="0"/>
        <w:jc w:val="center"/>
      </w:pPr>
      <w:r w:rsidRPr="00AF0A23">
        <w:t>DAVID</w:t>
      </w:r>
    </w:p>
    <w:p w14:paraId="3D416DEC" w14:textId="77777777" w:rsidR="00905145" w:rsidRPr="00AF0A23" w:rsidRDefault="00905145" w:rsidP="00905145">
      <w:r w:rsidRPr="00AF0A23">
        <w:t>Comment vous portez-vous ?</w:t>
      </w:r>
    </w:p>
    <w:p w14:paraId="1222BAE3" w14:textId="77777777" w:rsidR="00905145" w:rsidRPr="00AF0A23" w:rsidRDefault="00905145" w:rsidP="00905145">
      <w:pPr>
        <w:ind w:firstLine="0"/>
        <w:jc w:val="center"/>
      </w:pPr>
      <w:r w:rsidRPr="00AF0A23">
        <w:t>JACOB</w:t>
      </w:r>
    </w:p>
    <w:p w14:paraId="59683E7A" w14:textId="77777777" w:rsidR="00905145" w:rsidRPr="00AF0A23" w:rsidRDefault="00905145" w:rsidP="00905145">
      <w:r w:rsidRPr="00AF0A23">
        <w:t>Bien, merci.</w:t>
      </w:r>
    </w:p>
    <w:p w14:paraId="0F31A803" w14:textId="77777777" w:rsidR="00905145" w:rsidRPr="00AF0A23" w:rsidRDefault="00905145" w:rsidP="00905145">
      <w:pPr>
        <w:ind w:firstLine="0"/>
        <w:jc w:val="center"/>
      </w:pPr>
      <w:r w:rsidRPr="00AF0A23">
        <w:t>DAVID</w:t>
      </w:r>
    </w:p>
    <w:p w14:paraId="7F073ED2" w14:textId="77777777" w:rsidR="00905145" w:rsidRPr="00AF0A23" w:rsidRDefault="00905145" w:rsidP="00905145">
      <w:r w:rsidRPr="00AF0A23">
        <w:t>Tant mieux. Jacob, je viens vous faire une petite co</w:t>
      </w:r>
      <w:r w:rsidRPr="00AF0A23">
        <w:t>m</w:t>
      </w:r>
      <w:r w:rsidRPr="00AF0A23">
        <w:t>mande et vous parler d’une chose extrêmement impo</w:t>
      </w:r>
      <w:r w:rsidRPr="00AF0A23">
        <w:t>r</w:t>
      </w:r>
      <w:r w:rsidRPr="00AF0A23">
        <w:t>tante.</w:t>
      </w:r>
    </w:p>
    <w:p w14:paraId="54020648" w14:textId="77777777" w:rsidR="00905145" w:rsidRPr="0088741B" w:rsidRDefault="00905145" w:rsidP="00905145">
      <w:pPr>
        <w:pStyle w:val="NormalRetraitGauche4XIndent0"/>
        <w:rPr>
          <w:i/>
          <w:iCs/>
        </w:rPr>
      </w:pPr>
      <w:r w:rsidRPr="0088741B">
        <w:rPr>
          <w:i/>
          <w:iCs/>
        </w:rPr>
        <w:t>Il porte un carton à dessin sous le bras, qu’il pose sur un meuble et qu’il o</w:t>
      </w:r>
      <w:r w:rsidRPr="0088741B">
        <w:rPr>
          <w:i/>
          <w:iCs/>
        </w:rPr>
        <w:t>u</w:t>
      </w:r>
      <w:r w:rsidRPr="0088741B">
        <w:rPr>
          <w:i/>
          <w:iCs/>
        </w:rPr>
        <w:t>vre à présent.</w:t>
      </w:r>
    </w:p>
    <w:p w14:paraId="6CB7EC11" w14:textId="77777777" w:rsidR="00905145" w:rsidRPr="00AF0A23" w:rsidRDefault="00905145" w:rsidP="00905145">
      <w:r w:rsidRPr="00AF0A23">
        <w:t>J’ai besoin de quelques meubles qui doivent figurer dans mon prochain t</w:t>
      </w:r>
      <w:r w:rsidRPr="00AF0A23">
        <w:t>a</w:t>
      </w:r>
      <w:r w:rsidRPr="00AF0A23">
        <w:t>bleau, et je viens vous prier de les exécuter en bois blanc, très simples, mais en respectant les proportions exactes que j’ai notées sur mes croquis. Il s’agit d’une table ronde et de trois sièges. Et puis, alors, voici d’autres croquis, que je vais vous lai</w:t>
      </w:r>
      <w:r w:rsidRPr="00AF0A23">
        <w:t>s</w:t>
      </w:r>
      <w:r w:rsidRPr="00AF0A23">
        <w:t>ser et que vous allez étudier. Voilà l’avenir, Jacob, et vous serez le premier à qui j’en a</w:t>
      </w:r>
      <w:r w:rsidRPr="00AF0A23">
        <w:t>u</w:t>
      </w:r>
      <w:r w:rsidRPr="00AF0A23">
        <w:t>rai parlé. Il ne faut pas que… mais est-ce que ce n’est pas Greuze qui est là ?</w:t>
      </w:r>
    </w:p>
    <w:p w14:paraId="66E8484D" w14:textId="77777777" w:rsidR="00905145" w:rsidRPr="00AF0A23" w:rsidRDefault="00905145" w:rsidP="00905145">
      <w:pPr>
        <w:ind w:firstLine="0"/>
        <w:jc w:val="center"/>
      </w:pPr>
      <w:r w:rsidRPr="00AF0A23">
        <w:t>JACOB</w:t>
      </w:r>
    </w:p>
    <w:p w14:paraId="782AA330" w14:textId="77777777" w:rsidR="00905145" w:rsidRPr="00AF0A23" w:rsidRDefault="00905145" w:rsidP="00905145">
      <w:r w:rsidRPr="00AF0A23">
        <w:t>Si.</w:t>
      </w:r>
    </w:p>
    <w:p w14:paraId="16C353E3" w14:textId="77777777" w:rsidR="00905145" w:rsidRPr="00AF0A23" w:rsidRDefault="00905145" w:rsidP="00905145">
      <w:pPr>
        <w:ind w:firstLine="0"/>
        <w:jc w:val="center"/>
      </w:pPr>
      <w:r w:rsidRPr="00AF0A23">
        <w:lastRenderedPageBreak/>
        <w:t>DAVID</w:t>
      </w:r>
    </w:p>
    <w:p w14:paraId="5E75F139" w14:textId="77777777" w:rsidR="00905145" w:rsidRPr="00AF0A23" w:rsidRDefault="00905145" w:rsidP="00905145">
      <w:r w:rsidRPr="00AF0A23">
        <w:t>Oh ! Comme il est changé – voilà ce que c’est que de ne pas vouloir cha</w:t>
      </w:r>
      <w:r w:rsidRPr="00AF0A23">
        <w:t>n</w:t>
      </w:r>
      <w:r w:rsidRPr="00AF0A23">
        <w:t>ger !… Je vous disais, Jacob, que je ne veux pas que ce mouvement, qui va se produire, se produise sans vous. Je veux que vous soyez des nôtres. En étudiant ces croquis de meubles que j’ai faits, vous comprendrez que c’en est fini d</w:t>
      </w:r>
      <w:r w:rsidRPr="00AF0A23">
        <w:t>é</w:t>
      </w:r>
      <w:r w:rsidRPr="00AF0A23">
        <w:t xml:space="preserve">sormais de ces chiffonniers gracieux et fragiles, comme c’en est fini de cette peinture écœurante de boudoir dont </w:t>
      </w:r>
      <w:smartTag w:uri="urn:schemas-microsoft-com:office:smarttags" w:element="PersonName">
        <w:smartTagPr>
          <w:attr w:name="ProductID" w:val="la France"/>
        </w:smartTagPr>
        <w:r w:rsidRPr="00AF0A23">
          <w:t>la France</w:t>
        </w:r>
      </w:smartTag>
      <w:r w:rsidRPr="00AF0A23">
        <w:t xml:space="preserve"> est sursat</w:t>
      </w:r>
      <w:r w:rsidRPr="00AF0A23">
        <w:t>u</w:t>
      </w:r>
      <w:r w:rsidRPr="00AF0A23">
        <w:t>rée depuis quarante ans…</w:t>
      </w:r>
    </w:p>
    <w:p w14:paraId="6DB3F5AA" w14:textId="77777777" w:rsidR="00905145" w:rsidRPr="00AF0A23" w:rsidRDefault="00905145" w:rsidP="00905145">
      <w:pPr>
        <w:ind w:firstLine="0"/>
        <w:jc w:val="center"/>
      </w:pPr>
      <w:r w:rsidRPr="00AF0A23">
        <w:t>GREUZE</w:t>
      </w:r>
    </w:p>
    <w:p w14:paraId="2BE4726B" w14:textId="77777777" w:rsidR="00905145" w:rsidRPr="00AF0A23" w:rsidRDefault="00905145" w:rsidP="00905145">
      <w:r w:rsidRPr="00AF0A23">
        <w:t>Ça, c’est pour toi, mon vieux Jean-Baptiste !</w:t>
      </w:r>
    </w:p>
    <w:p w14:paraId="76064FDB" w14:textId="77777777" w:rsidR="00905145" w:rsidRPr="00AF0A23" w:rsidRDefault="00905145" w:rsidP="00905145">
      <w:pPr>
        <w:ind w:firstLine="0"/>
        <w:jc w:val="center"/>
      </w:pPr>
      <w:r w:rsidRPr="00AF0A23">
        <w:t>DAVID</w:t>
      </w:r>
    </w:p>
    <w:p w14:paraId="6B326E5B" w14:textId="77777777" w:rsidR="00905145" w:rsidRPr="00AF0A23" w:rsidRDefault="00905145" w:rsidP="00905145">
      <w:r w:rsidRPr="00AF0A23">
        <w:t>Le temps des « perruques » est passé !… Tout cela doit s’évanouir avec la société qui en fut l’inspiratrice. Il est inadmi</w:t>
      </w:r>
      <w:r w:rsidRPr="00AF0A23">
        <w:t>s</w:t>
      </w:r>
      <w:r w:rsidRPr="00AF0A23">
        <w:t>sible qu’un homme de votre valeur piétine et reste en arrière quand l’humanité vient de faire ce bond formidable en avant ! Et d’autre part, il est impossible qu’un artiste de votre impo</w:t>
      </w:r>
      <w:r w:rsidRPr="00AF0A23">
        <w:t>r</w:t>
      </w:r>
      <w:r w:rsidRPr="00AF0A23">
        <w:t>tance néglige le magnifique enseignement que nous offre la r</w:t>
      </w:r>
      <w:r w:rsidRPr="00AF0A23">
        <w:t>é</w:t>
      </w:r>
      <w:r w:rsidRPr="00AF0A23">
        <w:t>vélation des ru</w:t>
      </w:r>
      <w:r w:rsidRPr="00AF0A23">
        <w:t>i</w:t>
      </w:r>
      <w:r w:rsidRPr="00AF0A23">
        <w:t>nes de Pompéi.</w:t>
      </w:r>
    </w:p>
    <w:p w14:paraId="08C0852F" w14:textId="77777777" w:rsidR="00905145" w:rsidRPr="0088741B" w:rsidRDefault="00905145" w:rsidP="00905145">
      <w:pPr>
        <w:pStyle w:val="NormalRetraitGauche4XIndent0"/>
        <w:rPr>
          <w:i/>
          <w:iCs/>
        </w:rPr>
      </w:pPr>
      <w:r w:rsidRPr="0088741B">
        <w:rPr>
          <w:i/>
          <w:iCs/>
        </w:rPr>
        <w:t>Parlant des meubles qui l’entourent.</w:t>
      </w:r>
    </w:p>
    <w:p w14:paraId="5CC213BF" w14:textId="77777777" w:rsidR="00905145" w:rsidRPr="00AF0A23" w:rsidRDefault="00905145" w:rsidP="00905145">
      <w:r w:rsidRPr="00AF0A23">
        <w:t xml:space="preserve">C’est très joli tout cela, mais c’est fini, comprenez-vous, c’est mort, mort pour toujours – avec les </w:t>
      </w:r>
      <w:r w:rsidRPr="00AF0A23">
        <w:rPr>
          <w:i/>
          <w:iCs/>
        </w:rPr>
        <w:t xml:space="preserve">indécentes et plates marionnettes de Boucher que Diderot condamna ! </w:t>
      </w:r>
      <w:r w:rsidRPr="00AF0A23">
        <w:t>Soyez des nôtres, Jacob. Ce n’est pas seulement un avis, c’est un conseil que je vous donne.</w:t>
      </w:r>
    </w:p>
    <w:p w14:paraId="1C7C5EA8" w14:textId="77777777" w:rsidR="00905145" w:rsidRPr="00AF0A23" w:rsidRDefault="00905145" w:rsidP="00905145">
      <w:pPr>
        <w:ind w:firstLine="0"/>
        <w:jc w:val="center"/>
        <w:rPr>
          <w:i/>
          <w:iCs/>
        </w:rPr>
      </w:pPr>
      <w:r w:rsidRPr="00AF0A23">
        <w:t xml:space="preserve">GREUZE, </w:t>
      </w:r>
      <w:r w:rsidRPr="00AF0A23">
        <w:rPr>
          <w:i/>
          <w:iCs/>
        </w:rPr>
        <w:t>à part.</w:t>
      </w:r>
    </w:p>
    <w:p w14:paraId="6A480575" w14:textId="77777777" w:rsidR="00905145" w:rsidRPr="00AF0A23" w:rsidRDefault="00905145" w:rsidP="00905145">
      <w:r w:rsidRPr="00AF0A23">
        <w:t>C’est-à-dire un ordre !</w:t>
      </w:r>
    </w:p>
    <w:p w14:paraId="68063CB5" w14:textId="77777777" w:rsidR="00905145" w:rsidRPr="00AF0A23" w:rsidRDefault="00905145" w:rsidP="00905145">
      <w:pPr>
        <w:ind w:firstLine="0"/>
        <w:jc w:val="center"/>
      </w:pPr>
      <w:r w:rsidRPr="00AF0A23">
        <w:lastRenderedPageBreak/>
        <w:t>DAVID</w:t>
      </w:r>
    </w:p>
    <w:p w14:paraId="5253D879" w14:textId="77777777" w:rsidR="00905145" w:rsidRPr="00AF0A23" w:rsidRDefault="00905145" w:rsidP="00905145">
      <w:r w:rsidRPr="00AF0A23">
        <w:t>J’ai pris la tête d’un mouvement artistique qui va se mo</w:t>
      </w:r>
      <w:r w:rsidRPr="00AF0A23">
        <w:t>n</w:t>
      </w:r>
      <w:r w:rsidRPr="00AF0A23">
        <w:t>trer impitoyable envers ceux qui tenteront de nous empêcher d’avancer. C’en est fini de l’Académie et de ses doctrines que je hais, c’en est fini des privilèges…</w:t>
      </w:r>
    </w:p>
    <w:p w14:paraId="75A4894C" w14:textId="77777777" w:rsidR="00905145" w:rsidRPr="0088741B" w:rsidRDefault="00905145" w:rsidP="00905145">
      <w:pPr>
        <w:pStyle w:val="NormalRetraitGauche4XIndent0"/>
        <w:rPr>
          <w:i/>
          <w:iCs/>
        </w:rPr>
      </w:pPr>
      <w:r w:rsidRPr="0088741B">
        <w:rPr>
          <w:i/>
          <w:iCs/>
        </w:rPr>
        <w:t>Il regarde Greuze en disant ces mots.</w:t>
      </w:r>
    </w:p>
    <w:p w14:paraId="443425AA" w14:textId="77777777" w:rsidR="00905145" w:rsidRPr="00AF0A23" w:rsidRDefault="00905145" w:rsidP="00905145">
      <w:pPr>
        <w:ind w:firstLine="0"/>
        <w:jc w:val="center"/>
        <w:rPr>
          <w:i/>
          <w:iCs/>
        </w:rPr>
      </w:pPr>
      <w:r w:rsidRPr="00AF0A23">
        <w:t xml:space="preserve">GREUZE, </w:t>
      </w:r>
      <w:r w:rsidRPr="00AF0A23">
        <w:rPr>
          <w:i/>
          <w:iCs/>
        </w:rPr>
        <w:t>à part.</w:t>
      </w:r>
    </w:p>
    <w:p w14:paraId="1F95CABE" w14:textId="77777777" w:rsidR="00905145" w:rsidRPr="00AF0A23" w:rsidRDefault="00905145" w:rsidP="00905145">
      <w:r w:rsidRPr="00AF0A23">
        <w:t>Quinze cents francs de rente pe</w:t>
      </w:r>
      <w:r w:rsidRPr="00AF0A23">
        <w:t>n</w:t>
      </w:r>
      <w:r w:rsidRPr="00AF0A23">
        <w:t>dant six mois !</w:t>
      </w:r>
    </w:p>
    <w:p w14:paraId="508FA8A6" w14:textId="77777777" w:rsidR="00905145" w:rsidRPr="00AF0A23" w:rsidRDefault="00905145" w:rsidP="00905145">
      <w:pPr>
        <w:ind w:firstLine="0"/>
        <w:jc w:val="center"/>
      </w:pPr>
      <w:r w:rsidRPr="00AF0A23">
        <w:t>DAVID</w:t>
      </w:r>
    </w:p>
    <w:p w14:paraId="3245C90A" w14:textId="77777777" w:rsidR="00905145" w:rsidRPr="00AF0A23" w:rsidRDefault="00905145" w:rsidP="00905145">
      <w:pPr>
        <w:rPr>
          <w:i/>
          <w:iCs/>
        </w:rPr>
      </w:pPr>
      <w:r w:rsidRPr="00AF0A23">
        <w:t>On est en train de creuser un fossé profond entre l’avenir et le passé. Venez vite de notre côté, croyez-moi. Ça va être très beau ! Le monde commence a</w:t>
      </w:r>
      <w:r w:rsidRPr="00AF0A23">
        <w:t>u</w:t>
      </w:r>
      <w:r w:rsidRPr="00AF0A23">
        <w:t xml:space="preserve">jourd’hui… et </w:t>
      </w:r>
      <w:r w:rsidRPr="00AF0A23">
        <w:rPr>
          <w:i/>
          <w:iCs/>
        </w:rPr>
        <w:t xml:space="preserve">chacun de nous est comptable à </w:t>
      </w:r>
      <w:smartTag w:uri="urn:schemas-microsoft-com:office:smarttags" w:element="PersonName">
        <w:smartTagPr>
          <w:attr w:name="ProductID" w:val="la Patrie"/>
        </w:smartTagPr>
        <w:r w:rsidRPr="00AF0A23">
          <w:rPr>
            <w:i/>
            <w:iCs/>
          </w:rPr>
          <w:t>la Patrie</w:t>
        </w:r>
      </w:smartTag>
      <w:r w:rsidRPr="00AF0A23">
        <w:rPr>
          <w:i/>
          <w:iCs/>
        </w:rPr>
        <w:t xml:space="preserve"> des t</w:t>
      </w:r>
      <w:r w:rsidRPr="00AF0A23">
        <w:rPr>
          <w:i/>
          <w:iCs/>
        </w:rPr>
        <w:t>a</w:t>
      </w:r>
      <w:r w:rsidRPr="00AF0A23">
        <w:rPr>
          <w:i/>
          <w:iCs/>
        </w:rPr>
        <w:t>lents qu’il a reçus de la nature !</w:t>
      </w:r>
    </w:p>
    <w:p w14:paraId="3A3E4B37" w14:textId="77777777" w:rsidR="00905145" w:rsidRPr="00AF0A23" w:rsidRDefault="00905145" w:rsidP="00905145">
      <w:pPr>
        <w:ind w:firstLine="0"/>
        <w:jc w:val="center"/>
      </w:pPr>
      <w:r w:rsidRPr="00AF0A23">
        <w:t>GREUZE</w:t>
      </w:r>
    </w:p>
    <w:p w14:paraId="02D85ADF" w14:textId="77777777" w:rsidR="00905145" w:rsidRPr="00AF0A23" w:rsidRDefault="00905145" w:rsidP="00905145">
      <w:r w:rsidRPr="00AF0A23">
        <w:t>Eh ! Bien, si le monde commence aujourd’hui, il co</w:t>
      </w:r>
      <w:r w:rsidRPr="00AF0A23">
        <w:t>m</w:t>
      </w:r>
      <w:r w:rsidRPr="00AF0A23">
        <w:t>mence bien.</w:t>
      </w:r>
    </w:p>
    <w:p w14:paraId="4122C0FA" w14:textId="77777777" w:rsidR="00905145" w:rsidRPr="00AF0A23" w:rsidRDefault="00905145" w:rsidP="00905145">
      <w:pPr>
        <w:ind w:firstLine="0"/>
        <w:jc w:val="center"/>
      </w:pPr>
      <w:r w:rsidRPr="00AF0A23">
        <w:t>DAVID</w:t>
      </w:r>
    </w:p>
    <w:p w14:paraId="6D5217DA" w14:textId="77777777" w:rsidR="00905145" w:rsidRPr="00AF0A23" w:rsidRDefault="00905145" w:rsidP="00905145">
      <w:r w:rsidRPr="00AF0A23">
        <w:t>Passez-moi votre crayon. Merci. Vous qui travaillez l’acajou comme personne au monde, que pensez-vous d’une tribune dont je viens d’avoir l’idée en venant et qui serait ainsi faite…</w:t>
      </w:r>
    </w:p>
    <w:p w14:paraId="0169FFA9" w14:textId="77777777" w:rsidR="00905145" w:rsidRPr="0088741B" w:rsidRDefault="00905145" w:rsidP="00905145">
      <w:pPr>
        <w:pStyle w:val="NormalRetraitGauche4XIndent0"/>
        <w:rPr>
          <w:i/>
          <w:iCs/>
        </w:rPr>
      </w:pPr>
      <w:r w:rsidRPr="0088741B">
        <w:rPr>
          <w:i/>
          <w:iCs/>
        </w:rPr>
        <w:t>Il la dessine.</w:t>
      </w:r>
    </w:p>
    <w:p w14:paraId="5A819471" w14:textId="77777777" w:rsidR="00905145" w:rsidRPr="00AF0A23" w:rsidRDefault="00905145" w:rsidP="00905145">
      <w:r w:rsidRPr="00AF0A23">
        <w:t>Vous voyez…</w:t>
      </w:r>
    </w:p>
    <w:p w14:paraId="382886AC" w14:textId="77777777" w:rsidR="00905145" w:rsidRPr="00AF0A23" w:rsidRDefault="00905145" w:rsidP="00905145">
      <w:pPr>
        <w:ind w:firstLine="0"/>
        <w:jc w:val="center"/>
      </w:pPr>
      <w:r w:rsidRPr="00AF0A23">
        <w:t>JACOB</w:t>
      </w:r>
    </w:p>
    <w:p w14:paraId="05C34EB4" w14:textId="77777777" w:rsidR="00905145" w:rsidRPr="00AF0A23" w:rsidRDefault="00905145" w:rsidP="00905145">
      <w:r w:rsidRPr="00AF0A23">
        <w:lastRenderedPageBreak/>
        <w:t>Oui.</w:t>
      </w:r>
    </w:p>
    <w:p w14:paraId="30AEF72E" w14:textId="77777777" w:rsidR="00905145" w:rsidRPr="00AF0A23" w:rsidRDefault="00905145" w:rsidP="00905145">
      <w:pPr>
        <w:ind w:firstLine="0"/>
        <w:jc w:val="center"/>
      </w:pPr>
      <w:r w:rsidRPr="00AF0A23">
        <w:t>DAVID</w:t>
      </w:r>
    </w:p>
    <w:p w14:paraId="434D647F" w14:textId="77777777" w:rsidR="00905145" w:rsidRPr="00AF0A23" w:rsidRDefault="00905145" w:rsidP="00905145">
      <w:r w:rsidRPr="00AF0A23">
        <w:t>Connaissez-vous Fontaine et Percier ?</w:t>
      </w:r>
    </w:p>
    <w:p w14:paraId="0B152C3D" w14:textId="77777777" w:rsidR="00905145" w:rsidRPr="00AF0A23" w:rsidRDefault="00905145" w:rsidP="00905145">
      <w:pPr>
        <w:ind w:firstLine="0"/>
        <w:jc w:val="center"/>
      </w:pPr>
      <w:r w:rsidRPr="00AF0A23">
        <w:t>JACOB</w:t>
      </w:r>
    </w:p>
    <w:p w14:paraId="464EDA4E" w14:textId="77777777" w:rsidR="00905145" w:rsidRPr="00AF0A23" w:rsidRDefault="00905145" w:rsidP="00905145">
      <w:r w:rsidRPr="00AF0A23">
        <w:t>De nom.</w:t>
      </w:r>
    </w:p>
    <w:p w14:paraId="5A19BA60" w14:textId="77777777" w:rsidR="00905145" w:rsidRPr="00AF0A23" w:rsidRDefault="00905145" w:rsidP="00905145">
      <w:pPr>
        <w:ind w:firstLine="0"/>
        <w:jc w:val="center"/>
      </w:pPr>
      <w:r w:rsidRPr="00AF0A23">
        <w:t>DAVID</w:t>
      </w:r>
    </w:p>
    <w:p w14:paraId="280FDF20" w14:textId="77777777" w:rsidR="00905145" w:rsidRPr="00AF0A23" w:rsidRDefault="00905145" w:rsidP="00905145">
      <w:r w:rsidRPr="00AF0A23">
        <w:t>Eh ! Bien, d</w:t>
      </w:r>
      <w:r w:rsidRPr="00AF0A23">
        <w:t>e</w:t>
      </w:r>
      <w:r w:rsidRPr="00AF0A23">
        <w:t>mandez-leur donc de vous exécuter en bronze deux griffons que vous placerez… là… et là… hein ?</w:t>
      </w:r>
    </w:p>
    <w:p w14:paraId="03EF97D5" w14:textId="77777777" w:rsidR="00905145" w:rsidRPr="00AF0A23" w:rsidRDefault="00905145" w:rsidP="00905145">
      <w:pPr>
        <w:ind w:firstLine="0"/>
        <w:jc w:val="center"/>
      </w:pPr>
      <w:r w:rsidRPr="00AF0A23">
        <w:t>JACOB</w:t>
      </w:r>
    </w:p>
    <w:p w14:paraId="19A08B9E" w14:textId="77777777" w:rsidR="00905145" w:rsidRPr="00AF0A23" w:rsidRDefault="00905145" w:rsidP="00905145">
      <w:r w:rsidRPr="00AF0A23">
        <w:t>Oui.</w:t>
      </w:r>
    </w:p>
    <w:p w14:paraId="3F18D995" w14:textId="77777777" w:rsidR="00905145" w:rsidRPr="00AF0A23" w:rsidRDefault="00905145" w:rsidP="00905145">
      <w:pPr>
        <w:ind w:firstLine="0"/>
        <w:jc w:val="center"/>
      </w:pPr>
      <w:r w:rsidRPr="00AF0A23">
        <w:t>DAVID</w:t>
      </w:r>
    </w:p>
    <w:p w14:paraId="375FF0E9" w14:textId="77777777" w:rsidR="00905145" w:rsidRPr="00AF0A23" w:rsidRDefault="00905145" w:rsidP="00905145">
      <w:r w:rsidRPr="00AF0A23">
        <w:t>Assez de carquois, d’épagneuls et de torches !… Employez désormais des faisceaux de licteur ou des bonnets phrygiens, croyez-moi.</w:t>
      </w:r>
    </w:p>
    <w:p w14:paraId="76A9F4EE" w14:textId="77777777" w:rsidR="00905145" w:rsidRPr="00AF0A23" w:rsidRDefault="00905145" w:rsidP="00905145">
      <w:pPr>
        <w:ind w:firstLine="0"/>
        <w:jc w:val="center"/>
      </w:pPr>
      <w:r w:rsidRPr="00AF0A23">
        <w:t>JACOB</w:t>
      </w:r>
    </w:p>
    <w:p w14:paraId="712649F1" w14:textId="77777777" w:rsidR="00905145" w:rsidRPr="00AF0A23" w:rsidRDefault="00905145" w:rsidP="00905145">
      <w:r w:rsidRPr="00AF0A23">
        <w:t>Je vous crois.</w:t>
      </w:r>
    </w:p>
    <w:p w14:paraId="64EF8993" w14:textId="77777777" w:rsidR="00905145" w:rsidRPr="00AF0A23" w:rsidRDefault="00905145" w:rsidP="00905145">
      <w:pPr>
        <w:ind w:firstLine="0"/>
        <w:jc w:val="center"/>
      </w:pPr>
      <w:r w:rsidRPr="00AF0A23">
        <w:t>DAVID</w:t>
      </w:r>
    </w:p>
    <w:p w14:paraId="547DC350" w14:textId="77777777" w:rsidR="00905145" w:rsidRPr="00AF0A23" w:rsidRDefault="00905145" w:rsidP="00905145">
      <w:r w:rsidRPr="00AF0A23">
        <w:t>Vous comprenez bien qu’on ne discute pas un mouvement comme celui-là – on en fait partie.</w:t>
      </w:r>
    </w:p>
    <w:p w14:paraId="77BAB804" w14:textId="77777777" w:rsidR="00905145" w:rsidRPr="0088741B" w:rsidRDefault="00905145" w:rsidP="00905145">
      <w:pPr>
        <w:pStyle w:val="NormalRetraitGauche4XIndent0"/>
        <w:rPr>
          <w:i/>
          <w:iCs/>
        </w:rPr>
      </w:pPr>
      <w:r w:rsidRPr="0088741B">
        <w:rPr>
          <w:i/>
          <w:iCs/>
        </w:rPr>
        <w:t>Il a fait un geste vers la rue.</w:t>
      </w:r>
    </w:p>
    <w:p w14:paraId="51325721" w14:textId="77777777" w:rsidR="00905145" w:rsidRPr="00AF0A23" w:rsidRDefault="00905145" w:rsidP="00905145">
      <w:pPr>
        <w:ind w:firstLine="0"/>
        <w:jc w:val="center"/>
      </w:pPr>
      <w:r w:rsidRPr="00AF0A23">
        <w:t>JACOB</w:t>
      </w:r>
    </w:p>
    <w:p w14:paraId="13457990" w14:textId="77777777" w:rsidR="00905145" w:rsidRPr="00AF0A23" w:rsidRDefault="00905145" w:rsidP="00905145">
      <w:r w:rsidRPr="00AF0A23">
        <w:t>Évidemment.</w:t>
      </w:r>
    </w:p>
    <w:p w14:paraId="6B55445B" w14:textId="77777777" w:rsidR="00905145" w:rsidRPr="00AF0A23" w:rsidRDefault="00905145" w:rsidP="00905145">
      <w:pPr>
        <w:ind w:firstLine="0"/>
        <w:jc w:val="center"/>
      </w:pPr>
      <w:r w:rsidRPr="00AF0A23">
        <w:t>DAVID</w:t>
      </w:r>
    </w:p>
    <w:p w14:paraId="412C35FE" w14:textId="77777777" w:rsidR="00905145" w:rsidRPr="00AF0A23" w:rsidRDefault="00905145" w:rsidP="00905145">
      <w:r w:rsidRPr="00AF0A23">
        <w:lastRenderedPageBreak/>
        <w:t>Mais d’ailleurs pourquoi y a-t-il cette foule dans votre rue ?</w:t>
      </w:r>
    </w:p>
    <w:p w14:paraId="58203082" w14:textId="77777777" w:rsidR="00905145" w:rsidRPr="00AF0A23" w:rsidRDefault="00905145" w:rsidP="00905145">
      <w:pPr>
        <w:ind w:firstLine="0"/>
        <w:jc w:val="center"/>
      </w:pPr>
      <w:r w:rsidRPr="00AF0A23">
        <w:t>JACOB</w:t>
      </w:r>
    </w:p>
    <w:p w14:paraId="65F1BFE5" w14:textId="77777777" w:rsidR="00905145" w:rsidRPr="00AF0A23" w:rsidRDefault="00905145" w:rsidP="00905145">
      <w:r w:rsidRPr="00AF0A23">
        <w:t>Parce que le Roi va passer par ici pour aller au supplice.</w:t>
      </w:r>
    </w:p>
    <w:p w14:paraId="065B97C6" w14:textId="77777777" w:rsidR="00905145" w:rsidRPr="00AF0A23" w:rsidRDefault="00905145" w:rsidP="00905145">
      <w:pPr>
        <w:ind w:firstLine="0"/>
        <w:jc w:val="center"/>
      </w:pPr>
      <w:r w:rsidRPr="00AF0A23">
        <w:t>DAVID</w:t>
      </w:r>
    </w:p>
    <w:p w14:paraId="02DA49C5" w14:textId="77777777" w:rsidR="00905145" w:rsidRPr="00AF0A23" w:rsidRDefault="00905145" w:rsidP="00905145">
      <w:r w:rsidRPr="00AF0A23">
        <w:t>Mais non…</w:t>
      </w:r>
    </w:p>
    <w:p w14:paraId="0B4CBEF2" w14:textId="77777777" w:rsidR="00905145" w:rsidRPr="00AF0A23" w:rsidRDefault="00905145" w:rsidP="00905145">
      <w:pPr>
        <w:ind w:firstLine="0"/>
        <w:jc w:val="center"/>
      </w:pPr>
      <w:r w:rsidRPr="00AF0A23">
        <w:t>JACOB</w:t>
      </w:r>
    </w:p>
    <w:p w14:paraId="1A45FC1F" w14:textId="77777777" w:rsidR="00905145" w:rsidRPr="00AF0A23" w:rsidRDefault="00905145" w:rsidP="00905145">
      <w:r w:rsidRPr="00AF0A23">
        <w:t>Il paraît que si.</w:t>
      </w:r>
    </w:p>
    <w:p w14:paraId="09E5F032" w14:textId="77777777" w:rsidR="00905145" w:rsidRPr="0088741B" w:rsidRDefault="00905145" w:rsidP="00905145">
      <w:pPr>
        <w:pStyle w:val="NormalRetraitGauche4XIndent0"/>
        <w:rPr>
          <w:i/>
          <w:iCs/>
        </w:rPr>
      </w:pPr>
      <w:r w:rsidRPr="0088741B">
        <w:rPr>
          <w:i/>
          <w:iCs/>
        </w:rPr>
        <w:t>On entend le bruit lointain des tambours qui battent « Aux champs ».</w:t>
      </w:r>
    </w:p>
    <w:p w14:paraId="553C6892" w14:textId="77777777" w:rsidR="00905145" w:rsidRPr="00AF0A23" w:rsidRDefault="00905145" w:rsidP="00905145">
      <w:pPr>
        <w:ind w:firstLine="0"/>
        <w:jc w:val="center"/>
      </w:pPr>
      <w:r w:rsidRPr="00AF0A23">
        <w:t>DAVID</w:t>
      </w:r>
    </w:p>
    <w:p w14:paraId="0984864A" w14:textId="77777777" w:rsidR="00905145" w:rsidRPr="00AF0A23" w:rsidRDefault="00905145" w:rsidP="00905145">
      <w:r w:rsidRPr="00AF0A23">
        <w:t>Eh ! Bien, moi qui justement…</w:t>
      </w:r>
    </w:p>
    <w:p w14:paraId="3C208D90" w14:textId="77777777" w:rsidR="00905145" w:rsidRPr="00AF0A23" w:rsidRDefault="00905145" w:rsidP="00905145">
      <w:pPr>
        <w:ind w:firstLine="0"/>
        <w:jc w:val="center"/>
      </w:pPr>
      <w:r w:rsidRPr="00AF0A23">
        <w:t>JACOB</w:t>
      </w:r>
    </w:p>
    <w:p w14:paraId="47E3AE7F" w14:textId="77777777" w:rsidR="00905145" w:rsidRPr="00AF0A23" w:rsidRDefault="00905145" w:rsidP="00905145">
      <w:r w:rsidRPr="00AF0A23">
        <w:t>… veniez ici pour ne pas le voir ?</w:t>
      </w:r>
    </w:p>
    <w:p w14:paraId="04AA082B" w14:textId="77777777" w:rsidR="00905145" w:rsidRPr="00AF0A23" w:rsidRDefault="00905145" w:rsidP="00905145">
      <w:pPr>
        <w:ind w:firstLine="0"/>
        <w:jc w:val="center"/>
      </w:pPr>
      <w:r w:rsidRPr="00AF0A23">
        <w:t>DAVID</w:t>
      </w:r>
    </w:p>
    <w:p w14:paraId="0A081EC9" w14:textId="77777777" w:rsidR="00905145" w:rsidRPr="00AF0A23" w:rsidRDefault="00905145" w:rsidP="00905145">
      <w:r w:rsidRPr="00AF0A23">
        <w:t>Oh ! Je ne le fuyais pas. Il y a des sévérités qui sont néce</w:t>
      </w:r>
      <w:r w:rsidRPr="00AF0A23">
        <w:t>s</w:t>
      </w:r>
      <w:r w:rsidRPr="00AF0A23">
        <w:t>saires.</w:t>
      </w:r>
    </w:p>
    <w:p w14:paraId="7491AB3B" w14:textId="77777777" w:rsidR="00905145" w:rsidRPr="00AF0A23" w:rsidRDefault="00905145" w:rsidP="00905145">
      <w:pPr>
        <w:ind w:firstLine="0"/>
        <w:jc w:val="center"/>
      </w:pPr>
      <w:r w:rsidRPr="00AF0A23">
        <w:t>GREUZE</w:t>
      </w:r>
    </w:p>
    <w:p w14:paraId="1362E8B4" w14:textId="77777777" w:rsidR="00905145" w:rsidRPr="00AF0A23" w:rsidRDefault="00905145" w:rsidP="00905145">
      <w:r w:rsidRPr="00AF0A23">
        <w:t>Sévérités !</w:t>
      </w:r>
    </w:p>
    <w:p w14:paraId="5485F504" w14:textId="77777777" w:rsidR="00905145" w:rsidRPr="00AF0A23" w:rsidRDefault="00905145" w:rsidP="00905145">
      <w:pPr>
        <w:ind w:firstLine="0"/>
        <w:jc w:val="center"/>
        <w:rPr>
          <w:i/>
          <w:iCs/>
        </w:rPr>
      </w:pPr>
      <w:r w:rsidRPr="00AF0A23">
        <w:t>DAVID, r</w:t>
      </w:r>
      <w:r w:rsidRPr="00AF0A23">
        <w:rPr>
          <w:i/>
          <w:iCs/>
        </w:rPr>
        <w:t>epr</w:t>
      </w:r>
      <w:r w:rsidRPr="00AF0A23">
        <w:rPr>
          <w:i/>
          <w:iCs/>
        </w:rPr>
        <w:t>e</w:t>
      </w:r>
      <w:r w:rsidRPr="00AF0A23">
        <w:rPr>
          <w:i/>
          <w:iCs/>
        </w:rPr>
        <w:t>nant son croquis.</w:t>
      </w:r>
    </w:p>
    <w:p w14:paraId="32157A10" w14:textId="77777777" w:rsidR="00905145" w:rsidRPr="00AF0A23" w:rsidRDefault="00905145" w:rsidP="00905145">
      <w:r w:rsidRPr="00AF0A23">
        <w:t>Si vous réussissez cette tribune, je vous ferai donner la commande de tout le mobilier de la salle des séances de la Co</w:t>
      </w:r>
      <w:r w:rsidRPr="00AF0A23">
        <w:t>n</w:t>
      </w:r>
      <w:r w:rsidRPr="00AF0A23">
        <w:t xml:space="preserve">vention. Voyez-vous un homme de vingt-cinq ans </w:t>
      </w:r>
      <w:r w:rsidRPr="00AF0A23">
        <w:lastRenderedPageBreak/>
        <w:t>de</w:t>
      </w:r>
      <w:r w:rsidRPr="00AF0A23">
        <w:t>r</w:t>
      </w:r>
      <w:r w:rsidRPr="00AF0A23">
        <w:t>rière cette tribune et proclamant la République ?… Je le vois, moi… blême, brûlant d’ardeur, sorti du peuple… car ce sera n’importe lequel de ces hommes qui pa</w:t>
      </w:r>
      <w:r w:rsidRPr="00AF0A23">
        <w:t>s</w:t>
      </w:r>
      <w:r w:rsidRPr="00AF0A23">
        <w:t>sent, s’il a vraiment la foi !</w:t>
      </w:r>
    </w:p>
    <w:p w14:paraId="7CF888F5" w14:textId="77777777" w:rsidR="00905145" w:rsidRPr="00AF0A23" w:rsidRDefault="00905145" w:rsidP="00905145">
      <w:pPr>
        <w:ind w:firstLine="0"/>
        <w:jc w:val="center"/>
      </w:pPr>
      <w:r w:rsidRPr="00AF0A23">
        <w:t>JACOB</w:t>
      </w:r>
    </w:p>
    <w:p w14:paraId="65AB1457" w14:textId="77777777" w:rsidR="00905145" w:rsidRPr="00AF0A23" w:rsidRDefault="00905145" w:rsidP="00905145">
      <w:r w:rsidRPr="00AF0A23">
        <w:t>Pourvu que ce ne soit pas ce jeune off</w:t>
      </w:r>
      <w:r w:rsidRPr="00AF0A23">
        <w:t>i</w:t>
      </w:r>
      <w:r w:rsidRPr="00AF0A23">
        <w:t>cier.</w:t>
      </w:r>
    </w:p>
    <w:p w14:paraId="6F3838D3" w14:textId="77777777" w:rsidR="00905145" w:rsidRPr="0088741B" w:rsidRDefault="00905145" w:rsidP="00905145">
      <w:pPr>
        <w:pStyle w:val="NormalRetraitGauche4XIndent0"/>
        <w:rPr>
          <w:i/>
          <w:iCs/>
        </w:rPr>
      </w:pPr>
      <w:r w:rsidRPr="0088741B">
        <w:rPr>
          <w:i/>
          <w:iCs/>
        </w:rPr>
        <w:t>Il désigne un jeune officier qui se trouve dans la rue, qui leur tourne le dos et qui peut très bien être Bon</w:t>
      </w:r>
      <w:r w:rsidRPr="0088741B">
        <w:rPr>
          <w:i/>
          <w:iCs/>
        </w:rPr>
        <w:t>a</w:t>
      </w:r>
      <w:r w:rsidRPr="0088741B">
        <w:rPr>
          <w:i/>
          <w:iCs/>
        </w:rPr>
        <w:t>parte.</w:t>
      </w:r>
    </w:p>
    <w:p w14:paraId="5AE8F415" w14:textId="77777777" w:rsidR="00905145" w:rsidRPr="00AF0A23" w:rsidRDefault="00905145" w:rsidP="00905145">
      <w:pPr>
        <w:ind w:firstLine="0"/>
        <w:jc w:val="center"/>
      </w:pPr>
      <w:r w:rsidRPr="00AF0A23">
        <w:t>DAVID</w:t>
      </w:r>
    </w:p>
    <w:p w14:paraId="35E8A62B" w14:textId="77777777" w:rsidR="00905145" w:rsidRPr="00AF0A23" w:rsidRDefault="00905145" w:rsidP="00905145">
      <w:r w:rsidRPr="00AF0A23">
        <w:t>Et pourquoi donc pas ?</w:t>
      </w:r>
    </w:p>
    <w:p w14:paraId="393B7F9C" w14:textId="77777777" w:rsidR="00905145" w:rsidRPr="00AF0A23" w:rsidRDefault="00905145" w:rsidP="00905145">
      <w:pPr>
        <w:ind w:firstLine="0"/>
        <w:jc w:val="center"/>
      </w:pPr>
      <w:r w:rsidRPr="00AF0A23">
        <w:t>JACOB</w:t>
      </w:r>
    </w:p>
    <w:p w14:paraId="3A9B6228" w14:textId="77777777" w:rsidR="00905145" w:rsidRPr="00AF0A23" w:rsidRDefault="00905145" w:rsidP="00905145">
      <w:r w:rsidRPr="00AF0A23">
        <w:t>Regardez sa si</w:t>
      </w:r>
      <w:r w:rsidRPr="00AF0A23">
        <w:t>l</w:t>
      </w:r>
      <w:r w:rsidRPr="00AF0A23">
        <w:t>houette ! De quoi a-t-il l’air, le malheureux.</w:t>
      </w:r>
    </w:p>
    <w:p w14:paraId="7611743E" w14:textId="77777777" w:rsidR="00905145" w:rsidRPr="00AF0A23" w:rsidRDefault="00905145" w:rsidP="00905145">
      <w:pPr>
        <w:ind w:firstLine="0"/>
        <w:jc w:val="center"/>
      </w:pPr>
      <w:r w:rsidRPr="00AF0A23">
        <w:t>DAVID</w:t>
      </w:r>
    </w:p>
    <w:p w14:paraId="16A554F4" w14:textId="77777777" w:rsidR="00905145" w:rsidRPr="00AF0A23" w:rsidRDefault="00905145" w:rsidP="00905145">
      <w:r w:rsidRPr="00AF0A23">
        <w:t xml:space="preserve">Elle est très belle sa silhouette, justement. Oui, oui, très belle. Tous les soldats de </w:t>
      </w:r>
      <w:smartTag w:uri="urn:schemas-microsoft-com:office:smarttags" w:element="PersonName">
        <w:smartTagPr>
          <w:attr w:name="ProductID" w:val="la R￩publique"/>
        </w:smartTagPr>
        <w:r w:rsidRPr="00AF0A23">
          <w:t>la République</w:t>
        </w:r>
      </w:smartTag>
      <w:r w:rsidRPr="00AF0A23">
        <w:t xml:space="preserve"> ont la même – et je voudrais pouvoir l’immortaliser…</w:t>
      </w:r>
    </w:p>
    <w:p w14:paraId="5FB8D3CE" w14:textId="77777777" w:rsidR="00905145" w:rsidRPr="0088741B" w:rsidRDefault="00905145" w:rsidP="00905145">
      <w:pPr>
        <w:pStyle w:val="NormalRetraitGauche4XIndent0"/>
        <w:rPr>
          <w:i/>
          <w:iCs/>
        </w:rPr>
      </w:pPr>
      <w:r w:rsidRPr="0088741B">
        <w:rPr>
          <w:i/>
          <w:iCs/>
        </w:rPr>
        <w:t>Il a, tout en parlant, commencé ce croquis. Depuis quelques instants le bruit des ta</w:t>
      </w:r>
      <w:r w:rsidRPr="0088741B">
        <w:rPr>
          <w:i/>
          <w:iCs/>
        </w:rPr>
        <w:t>m</w:t>
      </w:r>
      <w:r w:rsidRPr="0088741B">
        <w:rPr>
          <w:i/>
          <w:iCs/>
        </w:rPr>
        <w:t>bours s’est rapproché. Un mouvement de foule se produit tout à coup. Les gendarmes maintiennent le peuple et le cortège mil</w:t>
      </w:r>
      <w:r w:rsidRPr="0088741B">
        <w:rPr>
          <w:i/>
          <w:iCs/>
        </w:rPr>
        <w:t>i</w:t>
      </w:r>
      <w:r w:rsidRPr="0088741B">
        <w:rPr>
          <w:i/>
          <w:iCs/>
        </w:rPr>
        <w:t>taire, qui conduit au supplice le roi Louis XVI, débouche au coin de la rue, tout au fond du décor. Un grand silence se fait alors, et la plupart des hommes se déco</w:t>
      </w:r>
      <w:r w:rsidRPr="0088741B">
        <w:rPr>
          <w:i/>
          <w:iCs/>
        </w:rPr>
        <w:t>u</w:t>
      </w:r>
      <w:r w:rsidRPr="0088741B">
        <w:rPr>
          <w:i/>
          <w:iCs/>
        </w:rPr>
        <w:t>vrent.</w:t>
      </w:r>
    </w:p>
    <w:p w14:paraId="50A26465" w14:textId="77777777" w:rsidR="00905145" w:rsidRPr="00AF0A23" w:rsidRDefault="00905145" w:rsidP="00905145">
      <w:r w:rsidRPr="00AF0A23">
        <w:lastRenderedPageBreak/>
        <w:t xml:space="preserve">Comprenez-vous que l’unité de </w:t>
      </w:r>
      <w:smartTag w:uri="urn:schemas-microsoft-com:office:smarttags" w:element="PersonName">
        <w:smartTagPr>
          <w:attr w:name="ProductID" w:val="la France"/>
        </w:smartTagPr>
        <w:r w:rsidRPr="00AF0A23">
          <w:t>la France</w:t>
        </w:r>
      </w:smartTag>
      <w:r w:rsidRPr="00AF0A23">
        <w:t xml:space="preserve"> tant souhaitée, tant désirée par tous vos rois, comprenez-vous qu’elle vient e</w:t>
      </w:r>
      <w:r w:rsidRPr="00AF0A23">
        <w:t>n</w:t>
      </w:r>
      <w:r w:rsidRPr="00AF0A23">
        <w:t>fin de se réaliser vraiment, complètement pour la première fois…</w:t>
      </w:r>
    </w:p>
    <w:p w14:paraId="00F25960" w14:textId="77777777" w:rsidR="00905145" w:rsidRPr="0088741B" w:rsidRDefault="00905145" w:rsidP="00905145">
      <w:pPr>
        <w:pStyle w:val="NormalRetraitGauche4XIndent0"/>
        <w:rPr>
          <w:i/>
          <w:iCs/>
        </w:rPr>
      </w:pPr>
      <w:r w:rsidRPr="0088741B">
        <w:rPr>
          <w:i/>
          <w:iCs/>
        </w:rPr>
        <w:t>Tout en parlant, David dessine le nez sur son travail.</w:t>
      </w:r>
    </w:p>
    <w:p w14:paraId="6C5B73D1" w14:textId="77777777" w:rsidR="00905145" w:rsidRPr="00AF0A23" w:rsidRDefault="00905145" w:rsidP="00905145">
      <w:pPr>
        <w:ind w:firstLine="0"/>
        <w:jc w:val="center"/>
        <w:rPr>
          <w:i/>
          <w:iCs/>
        </w:rPr>
      </w:pPr>
      <w:r w:rsidRPr="00AF0A23">
        <w:t xml:space="preserve">GREUZE, </w:t>
      </w:r>
      <w:r w:rsidRPr="00AF0A23">
        <w:rPr>
          <w:i/>
          <w:iCs/>
        </w:rPr>
        <w:t>exaspéré lui coupe la p</w:t>
      </w:r>
      <w:r w:rsidRPr="00AF0A23">
        <w:rPr>
          <w:i/>
          <w:iCs/>
        </w:rPr>
        <w:t>a</w:t>
      </w:r>
      <w:r w:rsidRPr="00AF0A23">
        <w:rPr>
          <w:i/>
          <w:iCs/>
        </w:rPr>
        <w:t>role.</w:t>
      </w:r>
    </w:p>
    <w:p w14:paraId="0B76FEC2" w14:textId="77777777" w:rsidR="00905145" w:rsidRPr="00AF0A23" w:rsidRDefault="00905145" w:rsidP="00905145">
      <w:r w:rsidRPr="00AF0A23">
        <w:t>Laissez votre croquis, monsieur – et regardez votre œ</w:t>
      </w:r>
      <w:r w:rsidRPr="00AF0A23">
        <w:t>u</w:t>
      </w:r>
      <w:r w:rsidRPr="00AF0A23">
        <w:t>vre !</w:t>
      </w:r>
    </w:p>
    <w:p w14:paraId="6F1811CB" w14:textId="77777777" w:rsidR="00905145" w:rsidRPr="00AF0A23" w:rsidRDefault="00905145" w:rsidP="00905145">
      <w:pPr>
        <w:rPr>
          <w:i/>
          <w:iCs/>
        </w:rPr>
      </w:pPr>
      <w:r w:rsidRPr="00AF0A23">
        <w:rPr>
          <w:i/>
          <w:iCs/>
        </w:rPr>
        <w:t>La voiture du Roi vient de paraître au fond du décor.</w:t>
      </w:r>
    </w:p>
    <w:p w14:paraId="096F973B" w14:textId="77777777" w:rsidR="00905145" w:rsidRPr="00AF0A23" w:rsidRDefault="00905145" w:rsidP="00905145"/>
    <w:p w14:paraId="190956ED" w14:textId="77777777" w:rsidR="00905145" w:rsidRPr="00AF0A23" w:rsidRDefault="00905145" w:rsidP="00905145">
      <w:pPr>
        <w:pStyle w:val="Titre1"/>
      </w:pPr>
      <w:bookmarkStart w:id="16" w:name="_Toc195622102"/>
      <w:r w:rsidRPr="00AF0A23">
        <w:lastRenderedPageBreak/>
        <w:t>LE CONSULAT</w:t>
      </w:r>
      <w:bookmarkEnd w:id="16"/>
    </w:p>
    <w:p w14:paraId="1658872F" w14:textId="77777777" w:rsidR="00905145" w:rsidRPr="00AF0A23" w:rsidRDefault="00905145" w:rsidP="00905145">
      <w:pPr>
        <w:rPr>
          <w:i/>
          <w:iCs/>
        </w:rPr>
      </w:pPr>
      <w:r w:rsidRPr="00AF0A23">
        <w:rPr>
          <w:i/>
          <w:iCs/>
        </w:rPr>
        <w:t>Le décor représente l’atelier de David. Il travaille au t</w:t>
      </w:r>
      <w:r w:rsidRPr="00AF0A23">
        <w:rPr>
          <w:i/>
          <w:iCs/>
        </w:rPr>
        <w:t>a</w:t>
      </w:r>
      <w:r w:rsidRPr="00AF0A23">
        <w:rPr>
          <w:i/>
          <w:iCs/>
        </w:rPr>
        <w:t>bleau représentant Bonaparte à cheval passant le mont Saint-Bernard.</w:t>
      </w:r>
    </w:p>
    <w:p w14:paraId="5D46DBAE" w14:textId="77777777" w:rsidR="00905145" w:rsidRPr="00AF0A23" w:rsidRDefault="00905145" w:rsidP="00905145">
      <w:pPr>
        <w:rPr>
          <w:i/>
          <w:iCs/>
        </w:rPr>
      </w:pPr>
      <w:r w:rsidRPr="00AF0A23">
        <w:rPr>
          <w:i/>
          <w:iCs/>
        </w:rPr>
        <w:t>Le chapeau du général pend à ha</w:t>
      </w:r>
      <w:r w:rsidRPr="00AF0A23">
        <w:rPr>
          <w:i/>
          <w:iCs/>
        </w:rPr>
        <w:t>u</w:t>
      </w:r>
      <w:r w:rsidRPr="00AF0A23">
        <w:rPr>
          <w:i/>
          <w:iCs/>
        </w:rPr>
        <w:t>teur voulue, retenu par un fil attaché au plafond. Tandis que, drapé sur une ca</w:t>
      </w:r>
      <w:r w:rsidRPr="00AF0A23">
        <w:rPr>
          <w:i/>
          <w:iCs/>
        </w:rPr>
        <w:t>r</w:t>
      </w:r>
      <w:r w:rsidRPr="00AF0A23">
        <w:rPr>
          <w:i/>
          <w:iCs/>
        </w:rPr>
        <w:t>casse de laiton, un manteau semble cl</w:t>
      </w:r>
      <w:r w:rsidRPr="00AF0A23">
        <w:rPr>
          <w:i/>
          <w:iCs/>
        </w:rPr>
        <w:t>a</w:t>
      </w:r>
      <w:r w:rsidRPr="00AF0A23">
        <w:rPr>
          <w:i/>
          <w:iCs/>
        </w:rPr>
        <w:t>quer au vent.</w:t>
      </w:r>
    </w:p>
    <w:p w14:paraId="0266989A" w14:textId="77777777" w:rsidR="00905145" w:rsidRPr="00AF0A23" w:rsidRDefault="00905145" w:rsidP="00905145">
      <w:pPr>
        <w:rPr>
          <w:i/>
          <w:iCs/>
        </w:rPr>
      </w:pPr>
      <w:r w:rsidRPr="00AF0A23">
        <w:rPr>
          <w:i/>
          <w:iCs/>
        </w:rPr>
        <w:t>On frappe à la porte.</w:t>
      </w:r>
    </w:p>
    <w:p w14:paraId="34F8FF1F" w14:textId="77777777" w:rsidR="00905145" w:rsidRDefault="00905145" w:rsidP="00905145">
      <w:pPr>
        <w:ind w:firstLine="0"/>
        <w:jc w:val="center"/>
      </w:pPr>
    </w:p>
    <w:p w14:paraId="4F60246D" w14:textId="77777777" w:rsidR="00905145" w:rsidRPr="00AF0A23" w:rsidRDefault="00905145" w:rsidP="00905145">
      <w:pPr>
        <w:ind w:firstLine="0"/>
        <w:jc w:val="center"/>
      </w:pPr>
      <w:r w:rsidRPr="00AF0A23">
        <w:t>DAVID</w:t>
      </w:r>
    </w:p>
    <w:p w14:paraId="3662441D" w14:textId="77777777" w:rsidR="00905145" w:rsidRPr="00AF0A23" w:rsidRDefault="00905145" w:rsidP="00905145">
      <w:r w:rsidRPr="00AF0A23">
        <w:t>Entrez !</w:t>
      </w:r>
    </w:p>
    <w:p w14:paraId="72DBD031" w14:textId="77777777" w:rsidR="00905145" w:rsidRPr="006C7388" w:rsidRDefault="00905145" w:rsidP="00905145">
      <w:pPr>
        <w:pStyle w:val="NormalRetraitGauche4XIndent0"/>
        <w:rPr>
          <w:i/>
          <w:iCs/>
        </w:rPr>
      </w:pPr>
      <w:r w:rsidRPr="006C7388">
        <w:rPr>
          <w:i/>
          <w:iCs/>
        </w:rPr>
        <w:t>Entre Jacob.</w:t>
      </w:r>
    </w:p>
    <w:p w14:paraId="75CEE8D3" w14:textId="77777777" w:rsidR="00905145" w:rsidRPr="00AF0A23" w:rsidRDefault="00905145" w:rsidP="00905145">
      <w:pPr>
        <w:ind w:firstLine="0"/>
        <w:jc w:val="center"/>
      </w:pPr>
      <w:r w:rsidRPr="00AF0A23">
        <w:t>JACOB</w:t>
      </w:r>
    </w:p>
    <w:p w14:paraId="1DC6DEC4" w14:textId="77777777" w:rsidR="00905145" w:rsidRPr="00AF0A23" w:rsidRDefault="00905145" w:rsidP="00905145">
      <w:r w:rsidRPr="00AF0A23">
        <w:t>Bonjour Mo</w:t>
      </w:r>
      <w:r w:rsidRPr="00AF0A23">
        <w:t>n</w:t>
      </w:r>
      <w:r w:rsidRPr="00AF0A23">
        <w:t>sieur David.</w:t>
      </w:r>
    </w:p>
    <w:p w14:paraId="715CBF45" w14:textId="77777777" w:rsidR="00905145" w:rsidRPr="00AF0A23" w:rsidRDefault="00905145" w:rsidP="00905145">
      <w:pPr>
        <w:ind w:firstLine="0"/>
        <w:jc w:val="center"/>
      </w:pPr>
      <w:r w:rsidRPr="00AF0A23">
        <w:t>DAVID</w:t>
      </w:r>
    </w:p>
    <w:p w14:paraId="0E22B181" w14:textId="77777777" w:rsidR="00905145" w:rsidRPr="00AF0A23" w:rsidRDefault="00905145" w:rsidP="00905145">
      <w:r w:rsidRPr="00AF0A23">
        <w:t>Le peintre David salue l’ébéniste J</w:t>
      </w:r>
      <w:r w:rsidRPr="00AF0A23">
        <w:t>a</w:t>
      </w:r>
      <w:r w:rsidRPr="00AF0A23">
        <w:t>cob.</w:t>
      </w:r>
    </w:p>
    <w:p w14:paraId="64006A04" w14:textId="77777777" w:rsidR="00905145" w:rsidRPr="006C7388" w:rsidRDefault="00905145" w:rsidP="00905145">
      <w:pPr>
        <w:pStyle w:val="NormalRetraitGauche4XIndent0"/>
        <w:rPr>
          <w:i/>
          <w:iCs/>
        </w:rPr>
      </w:pPr>
      <w:r w:rsidRPr="006C7388">
        <w:rPr>
          <w:i/>
          <w:iCs/>
        </w:rPr>
        <w:t>Ils se serrent la main. David pose sa palette et entraîne Jacob auprès d’une table à de</w:t>
      </w:r>
      <w:r w:rsidRPr="006C7388">
        <w:rPr>
          <w:i/>
          <w:iCs/>
        </w:rPr>
        <w:t>s</w:t>
      </w:r>
      <w:r w:rsidRPr="006C7388">
        <w:rPr>
          <w:i/>
          <w:iCs/>
        </w:rPr>
        <w:t>siner.</w:t>
      </w:r>
    </w:p>
    <w:p w14:paraId="7EF01894" w14:textId="77777777" w:rsidR="00905145" w:rsidRPr="00AF0A23" w:rsidRDefault="00905145" w:rsidP="00905145">
      <w:pPr>
        <w:ind w:firstLine="0"/>
        <w:jc w:val="center"/>
      </w:pPr>
      <w:r w:rsidRPr="00AF0A23">
        <w:t>DAVID</w:t>
      </w:r>
    </w:p>
    <w:p w14:paraId="5BEBF301" w14:textId="77777777" w:rsidR="00905145" w:rsidRPr="00AF0A23" w:rsidRDefault="00905145" w:rsidP="00905145">
      <w:r w:rsidRPr="00AF0A23">
        <w:t>Je voudrais vous montrer ce que j’attends de vous.</w:t>
      </w:r>
    </w:p>
    <w:p w14:paraId="05D65657" w14:textId="77777777" w:rsidR="00905145" w:rsidRPr="006C7388" w:rsidRDefault="00905145" w:rsidP="00905145">
      <w:pPr>
        <w:pStyle w:val="NormalRetraitGauche4XIndent0"/>
        <w:rPr>
          <w:i/>
          <w:iCs/>
        </w:rPr>
      </w:pPr>
      <w:r w:rsidRPr="006C7388">
        <w:rPr>
          <w:i/>
          <w:iCs/>
        </w:rPr>
        <w:t>Il prend un des croquis, le présente, puis le retouche.</w:t>
      </w:r>
    </w:p>
    <w:p w14:paraId="0ABB0D71" w14:textId="77777777" w:rsidR="00905145" w:rsidRPr="006C7388" w:rsidRDefault="00905145" w:rsidP="00905145">
      <w:pPr>
        <w:pStyle w:val="NormalRetraitGauche4XIndent0"/>
        <w:rPr>
          <w:i/>
          <w:iCs/>
        </w:rPr>
      </w:pPr>
      <w:r w:rsidRPr="006C7388">
        <w:rPr>
          <w:i/>
          <w:iCs/>
        </w:rPr>
        <w:t>Jacob qui le regarde faire sourit. David s’arrête de dessiner et le r</w:t>
      </w:r>
      <w:r w:rsidRPr="006C7388">
        <w:rPr>
          <w:i/>
          <w:iCs/>
        </w:rPr>
        <w:t>e</w:t>
      </w:r>
      <w:r w:rsidRPr="006C7388">
        <w:rPr>
          <w:i/>
          <w:iCs/>
        </w:rPr>
        <w:t>garde.</w:t>
      </w:r>
    </w:p>
    <w:p w14:paraId="44FF669E" w14:textId="77777777" w:rsidR="00905145" w:rsidRPr="00AF0A23" w:rsidRDefault="00905145" w:rsidP="00905145">
      <w:pPr>
        <w:ind w:firstLine="0"/>
        <w:jc w:val="center"/>
      </w:pPr>
      <w:r w:rsidRPr="00AF0A23">
        <w:lastRenderedPageBreak/>
        <w:t>DAVID</w:t>
      </w:r>
    </w:p>
    <w:p w14:paraId="15108894" w14:textId="77777777" w:rsidR="00905145" w:rsidRPr="00AF0A23" w:rsidRDefault="00905145" w:rsidP="00905145">
      <w:r w:rsidRPr="00AF0A23">
        <w:t>Qu’est-ce qui vous fait rire ?</w:t>
      </w:r>
    </w:p>
    <w:p w14:paraId="36544CB0" w14:textId="77777777" w:rsidR="00905145" w:rsidRPr="00AF0A23" w:rsidRDefault="00905145" w:rsidP="00905145">
      <w:pPr>
        <w:ind w:firstLine="0"/>
        <w:jc w:val="center"/>
      </w:pPr>
      <w:r w:rsidRPr="00AF0A23">
        <w:t>JACOB</w:t>
      </w:r>
    </w:p>
    <w:p w14:paraId="5B0EDB3F" w14:textId="77777777" w:rsidR="00905145" w:rsidRPr="00AF0A23" w:rsidRDefault="00905145" w:rsidP="00905145">
      <w:r w:rsidRPr="00AF0A23">
        <w:t>C’est de vous voir dessiner des meubles.</w:t>
      </w:r>
    </w:p>
    <w:p w14:paraId="63FDDB86" w14:textId="77777777" w:rsidR="00905145" w:rsidRPr="006C7388" w:rsidRDefault="00905145" w:rsidP="00905145">
      <w:pPr>
        <w:pStyle w:val="NormalRetraitGauche4XIndent0"/>
        <w:rPr>
          <w:i/>
          <w:iCs/>
        </w:rPr>
      </w:pPr>
      <w:r w:rsidRPr="00AF0A23">
        <w:t>On frappe.</w:t>
      </w:r>
    </w:p>
    <w:p w14:paraId="1CDB8324" w14:textId="77777777" w:rsidR="00905145" w:rsidRPr="00AF0A23" w:rsidRDefault="00905145" w:rsidP="00905145">
      <w:pPr>
        <w:ind w:firstLine="0"/>
        <w:jc w:val="center"/>
      </w:pPr>
      <w:r w:rsidRPr="00AF0A23">
        <w:t>DAVID</w:t>
      </w:r>
    </w:p>
    <w:p w14:paraId="2C42BF4A" w14:textId="77777777" w:rsidR="00905145" w:rsidRPr="00AF0A23" w:rsidRDefault="00905145" w:rsidP="00905145">
      <w:r w:rsidRPr="00AF0A23">
        <w:t>Entrez !… J’ai même récemment dessiné des cost</w:t>
      </w:r>
      <w:r w:rsidRPr="00AF0A23">
        <w:t>u</w:t>
      </w:r>
      <w:r w:rsidRPr="00AF0A23">
        <w:t>mes…</w:t>
      </w:r>
    </w:p>
    <w:p w14:paraId="17B1511A" w14:textId="77777777" w:rsidR="00905145" w:rsidRPr="006C7388" w:rsidRDefault="00905145" w:rsidP="00905145">
      <w:pPr>
        <w:pStyle w:val="NormalRetraitGauche4XIndent0"/>
        <w:rPr>
          <w:i/>
          <w:iCs/>
        </w:rPr>
      </w:pPr>
      <w:r w:rsidRPr="006C7388">
        <w:rPr>
          <w:i/>
          <w:iCs/>
        </w:rPr>
        <w:t>Entre un homme. C’est Brille le tailleur. Il porte un vol</w:t>
      </w:r>
      <w:r w:rsidRPr="006C7388">
        <w:rPr>
          <w:i/>
          <w:iCs/>
        </w:rPr>
        <w:t>u</w:t>
      </w:r>
      <w:r w:rsidRPr="006C7388">
        <w:rPr>
          <w:i/>
          <w:iCs/>
        </w:rPr>
        <w:t>mineux paquet.</w:t>
      </w:r>
    </w:p>
    <w:p w14:paraId="08811669" w14:textId="77777777" w:rsidR="00905145" w:rsidRPr="00AF0A23" w:rsidRDefault="00905145" w:rsidP="00905145">
      <w:pPr>
        <w:ind w:firstLine="0"/>
        <w:jc w:val="center"/>
      </w:pPr>
      <w:r w:rsidRPr="00AF0A23">
        <w:t>DAVID</w:t>
      </w:r>
    </w:p>
    <w:p w14:paraId="5B4563F4" w14:textId="77777777" w:rsidR="00905145" w:rsidRPr="00AF0A23" w:rsidRDefault="00905145" w:rsidP="00905145">
      <w:r w:rsidRPr="00AF0A23">
        <w:t>Et voici Brille qui les apporte !</w:t>
      </w:r>
    </w:p>
    <w:p w14:paraId="10186F1F" w14:textId="77777777" w:rsidR="00905145" w:rsidRPr="00AF0A23" w:rsidRDefault="00905145" w:rsidP="00905145">
      <w:pPr>
        <w:ind w:firstLine="0"/>
        <w:jc w:val="center"/>
      </w:pPr>
      <w:r w:rsidRPr="00AF0A23">
        <w:t>BRILLE</w:t>
      </w:r>
    </w:p>
    <w:p w14:paraId="146BA5D2" w14:textId="77777777" w:rsidR="00905145" w:rsidRPr="00AF0A23" w:rsidRDefault="00905145" w:rsidP="00905145">
      <w:r w:rsidRPr="00AF0A23">
        <w:t>Salut, Citoyen.</w:t>
      </w:r>
    </w:p>
    <w:p w14:paraId="00C52D8E" w14:textId="77777777" w:rsidR="00905145" w:rsidRPr="00AF0A23" w:rsidRDefault="00905145" w:rsidP="00905145">
      <w:pPr>
        <w:ind w:firstLine="0"/>
        <w:jc w:val="center"/>
      </w:pPr>
      <w:r w:rsidRPr="00AF0A23">
        <w:t>DAVID</w:t>
      </w:r>
    </w:p>
    <w:p w14:paraId="27713FE8" w14:textId="77777777" w:rsidR="00905145" w:rsidRPr="00AF0A23" w:rsidRDefault="00905145" w:rsidP="00905145">
      <w:r w:rsidRPr="00AF0A23">
        <w:t>Salut, vous avez tenu votre parole, c’est bien.</w:t>
      </w:r>
    </w:p>
    <w:p w14:paraId="3EAD7E46" w14:textId="77777777" w:rsidR="00905145" w:rsidRPr="006C7388" w:rsidRDefault="00905145" w:rsidP="00905145">
      <w:pPr>
        <w:pStyle w:val="NormalRetraitGauche4XIndent0"/>
        <w:rPr>
          <w:i/>
          <w:iCs/>
        </w:rPr>
      </w:pPr>
      <w:r w:rsidRPr="006C7388">
        <w:rPr>
          <w:i/>
          <w:iCs/>
        </w:rPr>
        <w:t>Regardant un des costumes.</w:t>
      </w:r>
    </w:p>
    <w:p w14:paraId="20D2245A" w14:textId="77777777" w:rsidR="00905145" w:rsidRPr="00AF0A23" w:rsidRDefault="00905145" w:rsidP="00905145">
      <w:r w:rsidRPr="00AF0A23">
        <w:t xml:space="preserve">Très bien. Exact. Parfait </w:t>
      </w:r>
      <w:r w:rsidRPr="00AF0A23">
        <w:rPr>
          <w:i/>
          <w:iCs/>
        </w:rPr>
        <w:t xml:space="preserve">(à Jacob). </w:t>
      </w:r>
      <w:r w:rsidRPr="00AF0A23">
        <w:t>Bonaparte m’avait d</w:t>
      </w:r>
      <w:r w:rsidRPr="00AF0A23">
        <w:t>e</w:t>
      </w:r>
      <w:r w:rsidRPr="00AF0A23">
        <w:t>mandé de dessiner les costumes des trois consuls. Je les trouve d’un rouge un peu trop tendre, peut-être.</w:t>
      </w:r>
    </w:p>
    <w:p w14:paraId="38C9557B" w14:textId="77777777" w:rsidR="00905145" w:rsidRPr="006C7388" w:rsidRDefault="00905145" w:rsidP="00905145">
      <w:pPr>
        <w:pStyle w:val="NormalRetraitGauche4XIndent0"/>
        <w:rPr>
          <w:i/>
          <w:iCs/>
        </w:rPr>
      </w:pPr>
      <w:r w:rsidRPr="006C7388">
        <w:rPr>
          <w:i/>
          <w:iCs/>
        </w:rPr>
        <w:t>On frappe.</w:t>
      </w:r>
    </w:p>
    <w:p w14:paraId="1EE11FC9" w14:textId="77777777" w:rsidR="00905145" w:rsidRPr="00AF0A23" w:rsidRDefault="00905145" w:rsidP="00905145">
      <w:pPr>
        <w:ind w:firstLine="0"/>
        <w:jc w:val="center"/>
      </w:pPr>
      <w:r w:rsidRPr="00AF0A23">
        <w:t>DAVID</w:t>
      </w:r>
    </w:p>
    <w:p w14:paraId="3D8D1C2A" w14:textId="77777777" w:rsidR="00905145" w:rsidRPr="00AF0A23" w:rsidRDefault="00905145" w:rsidP="00905145">
      <w:r w:rsidRPr="00AF0A23">
        <w:t>Entrez !</w:t>
      </w:r>
    </w:p>
    <w:p w14:paraId="697E4F4C" w14:textId="77777777" w:rsidR="00905145" w:rsidRPr="006C7388" w:rsidRDefault="00905145" w:rsidP="00905145">
      <w:pPr>
        <w:pStyle w:val="NormalRetraitGauche4XIndent0"/>
        <w:rPr>
          <w:i/>
          <w:iCs/>
        </w:rPr>
      </w:pPr>
      <w:r w:rsidRPr="006C7388">
        <w:rPr>
          <w:i/>
          <w:iCs/>
        </w:rPr>
        <w:lastRenderedPageBreak/>
        <w:t>Entrent Sieyès et Ducos.</w:t>
      </w:r>
    </w:p>
    <w:p w14:paraId="2DB500DC" w14:textId="77777777" w:rsidR="00905145" w:rsidRPr="00AF0A23" w:rsidRDefault="00905145" w:rsidP="00905145">
      <w:r w:rsidRPr="00AF0A23">
        <w:t>Messieurs les Consuls, je suis v</w:t>
      </w:r>
      <w:r w:rsidRPr="00AF0A23">
        <w:t>o</w:t>
      </w:r>
      <w:r w:rsidRPr="00AF0A23">
        <w:t>tre… tailleur.</w:t>
      </w:r>
    </w:p>
    <w:p w14:paraId="13EEC121" w14:textId="77777777" w:rsidR="00905145" w:rsidRPr="00AF0A23" w:rsidRDefault="00905145" w:rsidP="00905145">
      <w:pPr>
        <w:ind w:firstLine="0"/>
        <w:jc w:val="center"/>
      </w:pPr>
      <w:r w:rsidRPr="00AF0A23">
        <w:t>SIEYÈS</w:t>
      </w:r>
    </w:p>
    <w:p w14:paraId="4973D439" w14:textId="77777777" w:rsidR="00905145" w:rsidRPr="00AF0A23" w:rsidRDefault="00905145" w:rsidP="00905145">
      <w:r w:rsidRPr="00AF0A23">
        <w:t>Eh ! Mon Dieu, qu’est-ce là ?</w:t>
      </w:r>
    </w:p>
    <w:p w14:paraId="7BA16240" w14:textId="77777777" w:rsidR="00905145" w:rsidRPr="006C7388" w:rsidRDefault="00905145" w:rsidP="00905145">
      <w:pPr>
        <w:pStyle w:val="NormalRetraitGauche4XIndent0"/>
        <w:rPr>
          <w:i/>
          <w:iCs/>
        </w:rPr>
      </w:pPr>
      <w:r w:rsidRPr="006C7388">
        <w:rPr>
          <w:i/>
          <w:iCs/>
        </w:rPr>
        <w:t>Il parle du « m</w:t>
      </w:r>
      <w:r w:rsidRPr="006C7388">
        <w:rPr>
          <w:i/>
          <w:iCs/>
        </w:rPr>
        <w:t>o</w:t>
      </w:r>
      <w:r w:rsidRPr="006C7388">
        <w:rPr>
          <w:i/>
          <w:iCs/>
        </w:rPr>
        <w:t>tif’ » de Bonaparte à cheval.</w:t>
      </w:r>
    </w:p>
    <w:p w14:paraId="79431F64" w14:textId="77777777" w:rsidR="00905145" w:rsidRPr="00AF0A23" w:rsidRDefault="00905145" w:rsidP="00905145">
      <w:pPr>
        <w:ind w:firstLine="0"/>
        <w:jc w:val="center"/>
      </w:pPr>
      <w:r w:rsidRPr="00AF0A23">
        <w:t>DAVID</w:t>
      </w:r>
    </w:p>
    <w:p w14:paraId="1F184022" w14:textId="77777777" w:rsidR="00905145" w:rsidRPr="00AF0A23" w:rsidRDefault="00905145" w:rsidP="00905145">
      <w:r w:rsidRPr="00AF0A23">
        <w:t>C’est le général Bonaparte gravissant le mont Saint-Bernard. Il m’a commandé son portrait – mais il refuse de p</w:t>
      </w:r>
      <w:r w:rsidRPr="00AF0A23">
        <w:t>o</w:t>
      </w:r>
      <w:r w:rsidRPr="00AF0A23">
        <w:t>ser ! Il a tout juste consenti à me prêter un chapeau et un ma</w:t>
      </w:r>
      <w:r w:rsidRPr="00AF0A23">
        <w:t>n</w:t>
      </w:r>
      <w:r w:rsidRPr="00AF0A23">
        <w:t>teau.</w:t>
      </w:r>
    </w:p>
    <w:p w14:paraId="0061151F" w14:textId="77777777" w:rsidR="00905145" w:rsidRPr="00AF0A23" w:rsidRDefault="00905145" w:rsidP="00905145">
      <w:pPr>
        <w:ind w:firstLine="0"/>
        <w:jc w:val="center"/>
      </w:pPr>
      <w:r w:rsidRPr="00AF0A23">
        <w:t>DUCOS</w:t>
      </w:r>
    </w:p>
    <w:p w14:paraId="277405A7" w14:textId="77777777" w:rsidR="00905145" w:rsidRPr="00AF0A23" w:rsidRDefault="00905145" w:rsidP="00905145">
      <w:r w:rsidRPr="00AF0A23">
        <w:t>Il demande l’impossible !</w:t>
      </w:r>
    </w:p>
    <w:p w14:paraId="2909A4C6" w14:textId="77777777" w:rsidR="00905145" w:rsidRPr="00AF0A23" w:rsidRDefault="00905145" w:rsidP="00905145">
      <w:pPr>
        <w:ind w:firstLine="0"/>
        <w:jc w:val="center"/>
      </w:pPr>
      <w:r w:rsidRPr="00AF0A23">
        <w:t>DAVID</w:t>
      </w:r>
    </w:p>
    <w:p w14:paraId="7202FE44" w14:textId="77777777" w:rsidR="00905145" w:rsidRPr="00AF0A23" w:rsidRDefault="00905145" w:rsidP="00905145">
      <w:r w:rsidRPr="00AF0A23">
        <w:t>Je le lui ai fait observer.</w:t>
      </w:r>
    </w:p>
    <w:p w14:paraId="77E17BB3" w14:textId="77777777" w:rsidR="00905145" w:rsidRPr="00AF0A23" w:rsidRDefault="00905145" w:rsidP="00905145">
      <w:pPr>
        <w:ind w:firstLine="0"/>
        <w:jc w:val="center"/>
        <w:rPr>
          <w:i/>
          <w:iCs/>
        </w:rPr>
      </w:pPr>
      <w:r w:rsidRPr="00AF0A23">
        <w:t>SIEYÈS, d</w:t>
      </w:r>
      <w:r w:rsidRPr="00AF0A23">
        <w:rPr>
          <w:i/>
          <w:iCs/>
        </w:rPr>
        <w:t>evant le tableau.</w:t>
      </w:r>
    </w:p>
    <w:p w14:paraId="20536BC1" w14:textId="77777777" w:rsidR="00905145" w:rsidRPr="00AF0A23" w:rsidRDefault="00905145" w:rsidP="00905145">
      <w:pPr>
        <w:ind w:firstLine="0"/>
        <w:jc w:val="center"/>
      </w:pPr>
      <w:r w:rsidRPr="00AF0A23">
        <w:t>Et dire que vous a</w:t>
      </w:r>
      <w:r w:rsidRPr="00AF0A23">
        <w:t>l</w:t>
      </w:r>
      <w:r w:rsidRPr="00AF0A23">
        <w:t>lez faire un chef-d’œuvre quand même !</w:t>
      </w:r>
    </w:p>
    <w:p w14:paraId="3B5989FB" w14:textId="77777777" w:rsidR="00905145" w:rsidRPr="00AF0A23" w:rsidRDefault="00905145" w:rsidP="00905145">
      <w:pPr>
        <w:ind w:firstLine="0"/>
        <w:jc w:val="center"/>
      </w:pPr>
      <w:r w:rsidRPr="00AF0A23">
        <w:t>DAVID</w:t>
      </w:r>
    </w:p>
    <w:p w14:paraId="750F24DE" w14:textId="77777777" w:rsidR="00905145" w:rsidRPr="00AF0A23" w:rsidRDefault="00905145" w:rsidP="00905145">
      <w:r w:rsidRPr="00AF0A23">
        <w:t>Quand je lui ai fait observer que dans ces conditions, il me serait difficile de le faire ressemblant, il m’a répondu que lor</w:t>
      </w:r>
      <w:r w:rsidRPr="00AF0A23">
        <w:t>s</w:t>
      </w:r>
      <w:r w:rsidRPr="00AF0A23">
        <w:t xml:space="preserve">que j’avais fait </w:t>
      </w:r>
      <w:smartTag w:uri="urn:schemas-microsoft-com:office:smarttags" w:element="PersonName">
        <w:smartTagPr>
          <w:attr w:name="ProductID" w:val="la Mort"/>
        </w:smartTagPr>
        <w:r w:rsidRPr="00AF0A23">
          <w:t xml:space="preserve">la </w:t>
        </w:r>
        <w:r w:rsidRPr="00AF0A23">
          <w:rPr>
            <w:i/>
            <w:iCs/>
          </w:rPr>
          <w:t>Mort</w:t>
        </w:r>
      </w:smartTag>
      <w:r w:rsidRPr="00AF0A23">
        <w:rPr>
          <w:i/>
          <w:iCs/>
        </w:rPr>
        <w:t xml:space="preserve"> de Socrate, </w:t>
      </w:r>
      <w:r w:rsidRPr="00AF0A23">
        <w:t>S</w:t>
      </w:r>
      <w:r w:rsidRPr="00AF0A23">
        <w:t>o</w:t>
      </w:r>
      <w:r w:rsidRPr="00AF0A23">
        <w:t>crate n’avait pas posé pour moi.</w:t>
      </w:r>
    </w:p>
    <w:p w14:paraId="61064BD0" w14:textId="77777777" w:rsidR="00905145" w:rsidRPr="006C7388" w:rsidRDefault="00905145" w:rsidP="00905145">
      <w:pPr>
        <w:pStyle w:val="NormalRetraitGauche4XIndent0"/>
        <w:rPr>
          <w:i/>
          <w:iCs/>
        </w:rPr>
      </w:pPr>
      <w:r w:rsidRPr="006C7388">
        <w:rPr>
          <w:i/>
          <w:iCs/>
        </w:rPr>
        <w:t>La porte s’ouvre brusquement et B</w:t>
      </w:r>
      <w:r w:rsidRPr="006C7388">
        <w:rPr>
          <w:i/>
          <w:iCs/>
        </w:rPr>
        <w:t>o</w:t>
      </w:r>
      <w:r w:rsidRPr="006C7388">
        <w:rPr>
          <w:i/>
          <w:iCs/>
        </w:rPr>
        <w:t>naparte paraît – d’un bond il est sur le cheval de bois ayant envoyé au diable le chapeau et le ma</w:t>
      </w:r>
      <w:r w:rsidRPr="006C7388">
        <w:rPr>
          <w:i/>
          <w:iCs/>
        </w:rPr>
        <w:t>n</w:t>
      </w:r>
      <w:r w:rsidRPr="006C7388">
        <w:rPr>
          <w:i/>
          <w:iCs/>
        </w:rPr>
        <w:t>teau suspendus par des fils.</w:t>
      </w:r>
    </w:p>
    <w:p w14:paraId="49974B72" w14:textId="77777777" w:rsidR="00905145" w:rsidRPr="00AF0A23" w:rsidRDefault="00905145" w:rsidP="00905145">
      <w:pPr>
        <w:ind w:firstLine="0"/>
        <w:jc w:val="center"/>
      </w:pPr>
      <w:r w:rsidRPr="00AF0A23">
        <w:lastRenderedPageBreak/>
        <w:t>BONAPARTE</w:t>
      </w:r>
    </w:p>
    <w:p w14:paraId="4C3628EF" w14:textId="77777777" w:rsidR="00905145" w:rsidRPr="00AF0A23" w:rsidRDefault="00905145" w:rsidP="00905145">
      <w:r w:rsidRPr="00AF0A23">
        <w:t>Profitez-en !… Mais saluez d’abord M. de Talleyrand qui a bien voulu m’accompagner.</w:t>
      </w:r>
    </w:p>
    <w:p w14:paraId="54CD2E77" w14:textId="77777777" w:rsidR="00905145" w:rsidRPr="006C7388" w:rsidRDefault="00905145" w:rsidP="00905145">
      <w:pPr>
        <w:pStyle w:val="NormalRetraitGauche4XIndent0"/>
        <w:rPr>
          <w:i/>
          <w:iCs/>
        </w:rPr>
      </w:pPr>
      <w:r w:rsidRPr="006C7388">
        <w:rPr>
          <w:i/>
          <w:iCs/>
        </w:rPr>
        <w:t>Talleyrand entre en boitillant.</w:t>
      </w:r>
    </w:p>
    <w:p w14:paraId="5E7C7CAC" w14:textId="77777777" w:rsidR="00905145" w:rsidRPr="00AF0A23" w:rsidRDefault="00905145" w:rsidP="00905145">
      <w:pPr>
        <w:ind w:firstLine="0"/>
        <w:jc w:val="center"/>
      </w:pPr>
      <w:r w:rsidRPr="00AF0A23">
        <w:t>TALLEYRAND</w:t>
      </w:r>
    </w:p>
    <w:p w14:paraId="68C7AC79" w14:textId="77777777" w:rsidR="00905145" w:rsidRPr="00AF0A23" w:rsidRDefault="00905145" w:rsidP="00905145">
      <w:r w:rsidRPr="00AF0A23">
        <w:t>Messieurs et C</w:t>
      </w:r>
      <w:r w:rsidRPr="00AF0A23">
        <w:t>i</w:t>
      </w:r>
      <w:r w:rsidRPr="00AF0A23">
        <w:t>toyens, je suis votre valet.</w:t>
      </w:r>
    </w:p>
    <w:p w14:paraId="4F307D91" w14:textId="77777777" w:rsidR="00905145" w:rsidRPr="00AF0A23" w:rsidRDefault="00905145" w:rsidP="00905145">
      <w:pPr>
        <w:ind w:firstLine="0"/>
        <w:jc w:val="center"/>
        <w:rPr>
          <w:i/>
          <w:iCs/>
        </w:rPr>
      </w:pPr>
      <w:r w:rsidRPr="00AF0A23">
        <w:t xml:space="preserve">SIEYÈS, </w:t>
      </w:r>
      <w:r w:rsidRPr="00AF0A23">
        <w:rPr>
          <w:i/>
          <w:iCs/>
        </w:rPr>
        <w:t>à D</w:t>
      </w:r>
      <w:r w:rsidRPr="00AF0A23">
        <w:rPr>
          <w:i/>
          <w:iCs/>
        </w:rPr>
        <w:t>u</w:t>
      </w:r>
      <w:r w:rsidRPr="00AF0A23">
        <w:rPr>
          <w:i/>
          <w:iCs/>
        </w:rPr>
        <w:t>cos.</w:t>
      </w:r>
    </w:p>
    <w:p w14:paraId="124DF4D4" w14:textId="77777777" w:rsidR="00905145" w:rsidRPr="00AF0A23" w:rsidRDefault="00905145" w:rsidP="00905145">
      <w:r w:rsidRPr="00AF0A23">
        <w:t>Hum !</w:t>
      </w:r>
    </w:p>
    <w:p w14:paraId="53B611A0" w14:textId="77777777" w:rsidR="00905145" w:rsidRPr="006C7388" w:rsidRDefault="00905145" w:rsidP="00905145">
      <w:pPr>
        <w:pStyle w:val="NormalRetraitGauche4XIndent0"/>
        <w:rPr>
          <w:i/>
          <w:iCs/>
        </w:rPr>
      </w:pPr>
      <w:r w:rsidRPr="006C7388">
        <w:rPr>
          <w:i/>
          <w:iCs/>
        </w:rPr>
        <w:t>Tous saluent Talleyrand.</w:t>
      </w:r>
    </w:p>
    <w:p w14:paraId="0ACF1233" w14:textId="77777777" w:rsidR="00905145" w:rsidRPr="00AF0A23" w:rsidRDefault="00905145" w:rsidP="00905145">
      <w:pPr>
        <w:ind w:firstLine="0"/>
        <w:jc w:val="center"/>
      </w:pPr>
      <w:r w:rsidRPr="00AF0A23">
        <w:t>BONAPARTE</w:t>
      </w:r>
    </w:p>
    <w:p w14:paraId="44F9F7A8" w14:textId="77777777" w:rsidR="00905145" w:rsidRPr="00AF0A23" w:rsidRDefault="00905145" w:rsidP="00905145">
      <w:r w:rsidRPr="00AF0A23">
        <w:t>Les costumes sont prêts ?</w:t>
      </w:r>
    </w:p>
    <w:p w14:paraId="449ECCA9" w14:textId="77777777" w:rsidR="00905145" w:rsidRPr="00AF0A23" w:rsidRDefault="00905145" w:rsidP="00905145">
      <w:pPr>
        <w:ind w:firstLine="0"/>
        <w:jc w:val="center"/>
        <w:rPr>
          <w:i/>
          <w:iCs/>
        </w:rPr>
      </w:pPr>
      <w:r w:rsidRPr="00AF0A23">
        <w:t xml:space="preserve">DAVID, </w:t>
      </w:r>
      <w:r w:rsidRPr="00AF0A23">
        <w:rPr>
          <w:i/>
          <w:iCs/>
        </w:rPr>
        <w:t>repr</w:t>
      </w:r>
      <w:r w:rsidRPr="00AF0A23">
        <w:rPr>
          <w:i/>
          <w:iCs/>
        </w:rPr>
        <w:t>e</w:t>
      </w:r>
      <w:r w:rsidRPr="00AF0A23">
        <w:rPr>
          <w:i/>
          <w:iCs/>
        </w:rPr>
        <w:t>nant sa palette.</w:t>
      </w:r>
    </w:p>
    <w:p w14:paraId="1B1E4710" w14:textId="77777777" w:rsidR="00905145" w:rsidRPr="00AF0A23" w:rsidRDefault="00905145" w:rsidP="00905145">
      <w:r w:rsidRPr="00AF0A23">
        <w:t>Oui, mon gén</w:t>
      </w:r>
      <w:r w:rsidRPr="00AF0A23">
        <w:t>é</w:t>
      </w:r>
      <w:r w:rsidRPr="00AF0A23">
        <w:t>ral.</w:t>
      </w:r>
    </w:p>
    <w:p w14:paraId="7398F837" w14:textId="77777777" w:rsidR="00905145" w:rsidRPr="00AF0A23" w:rsidRDefault="00905145" w:rsidP="00905145">
      <w:pPr>
        <w:ind w:firstLine="0"/>
        <w:jc w:val="center"/>
      </w:pPr>
      <w:r w:rsidRPr="00AF0A23">
        <w:t>BONAPARTE</w:t>
      </w:r>
    </w:p>
    <w:p w14:paraId="4E775A27" w14:textId="77777777" w:rsidR="00905145" w:rsidRPr="00AF0A23" w:rsidRDefault="00905145" w:rsidP="00905145">
      <w:r w:rsidRPr="00AF0A23">
        <w:t>C’est demain le grand jour ! Comment vous portez-vous, Sieyès et vous, Ducos ?</w:t>
      </w:r>
    </w:p>
    <w:p w14:paraId="53CA73E4" w14:textId="77777777" w:rsidR="00905145" w:rsidRPr="00AF0A23" w:rsidRDefault="00905145" w:rsidP="00905145">
      <w:pPr>
        <w:ind w:firstLine="0"/>
        <w:jc w:val="center"/>
      </w:pPr>
      <w:r w:rsidRPr="00AF0A23">
        <w:t>SIEYÈS</w:t>
      </w:r>
    </w:p>
    <w:p w14:paraId="18CCD6FC" w14:textId="77777777" w:rsidR="00905145" w:rsidRPr="00AF0A23" w:rsidRDefault="00905145" w:rsidP="00905145">
      <w:r w:rsidRPr="00AF0A23">
        <w:t>Fort bien.</w:t>
      </w:r>
    </w:p>
    <w:p w14:paraId="05603D45" w14:textId="77777777" w:rsidR="00905145" w:rsidRPr="00AF0A23" w:rsidRDefault="00905145" w:rsidP="00905145">
      <w:pPr>
        <w:ind w:firstLine="0"/>
        <w:jc w:val="center"/>
      </w:pPr>
      <w:r w:rsidRPr="00AF0A23">
        <w:t>BONAPARTE</w:t>
      </w:r>
    </w:p>
    <w:p w14:paraId="581B2AA0" w14:textId="77777777" w:rsidR="00905145" w:rsidRPr="00AF0A23" w:rsidRDefault="00905145" w:rsidP="00905145">
      <w:r w:rsidRPr="00AF0A23">
        <w:t>Vous vous hâtez, David ?</w:t>
      </w:r>
    </w:p>
    <w:p w14:paraId="253F1C8F" w14:textId="77777777" w:rsidR="00905145" w:rsidRPr="00AF0A23" w:rsidRDefault="00905145" w:rsidP="00905145">
      <w:pPr>
        <w:ind w:firstLine="0"/>
        <w:jc w:val="center"/>
      </w:pPr>
      <w:r w:rsidRPr="00AF0A23">
        <w:t>DAVID</w:t>
      </w:r>
    </w:p>
    <w:p w14:paraId="01376B07" w14:textId="77777777" w:rsidR="00905145" w:rsidRPr="00AF0A23" w:rsidRDefault="00905145" w:rsidP="00905145">
      <w:r w:rsidRPr="00AF0A23">
        <w:t>Si vous pouviez rester immobile, un in</w:t>
      </w:r>
      <w:r w:rsidRPr="00AF0A23">
        <w:t>s</w:t>
      </w:r>
      <w:r w:rsidRPr="00AF0A23">
        <w:t>tant.</w:t>
      </w:r>
    </w:p>
    <w:p w14:paraId="46118D30" w14:textId="77777777" w:rsidR="00905145" w:rsidRPr="00AF0A23" w:rsidRDefault="00905145" w:rsidP="00905145">
      <w:pPr>
        <w:ind w:firstLine="0"/>
        <w:jc w:val="center"/>
      </w:pPr>
      <w:r w:rsidRPr="00AF0A23">
        <w:lastRenderedPageBreak/>
        <w:t>BONAPARTE</w:t>
      </w:r>
    </w:p>
    <w:p w14:paraId="2A623345" w14:textId="77777777" w:rsidR="00905145" w:rsidRPr="00AF0A23" w:rsidRDefault="00905145" w:rsidP="00905145">
      <w:r w:rsidRPr="00AF0A23">
        <w:t>Si ce cheval pouvait ne pas rester immobile – il m’exaspère ! Je n’aime pas qu’un cheval soit en bois. Je vo</w:t>
      </w:r>
      <w:r w:rsidRPr="00AF0A23">
        <w:t>u</w:t>
      </w:r>
      <w:r w:rsidRPr="00AF0A23">
        <w:t>drais de</w:t>
      </w:r>
      <w:r w:rsidRPr="00AF0A23">
        <w:t>s</w:t>
      </w:r>
      <w:r w:rsidRPr="00AF0A23">
        <w:t>cendre – qu’on m’aide, s’il vous plaît.</w:t>
      </w:r>
    </w:p>
    <w:p w14:paraId="1455B24A" w14:textId="77777777" w:rsidR="00905145" w:rsidRPr="006C7388" w:rsidRDefault="00905145" w:rsidP="00905145">
      <w:pPr>
        <w:pStyle w:val="NormalRetraitGauche4XIndent0"/>
        <w:rPr>
          <w:i/>
          <w:iCs/>
        </w:rPr>
      </w:pPr>
      <w:r w:rsidRPr="006C7388">
        <w:rPr>
          <w:i/>
          <w:iCs/>
        </w:rPr>
        <w:t>Tous se précipitent sauf Talleyrand et Jacob qui restent à l’écart.</w:t>
      </w:r>
    </w:p>
    <w:p w14:paraId="36A57AA7" w14:textId="77777777" w:rsidR="00905145" w:rsidRPr="00AF0A23" w:rsidRDefault="00905145" w:rsidP="00905145">
      <w:pPr>
        <w:ind w:firstLine="0"/>
        <w:jc w:val="center"/>
        <w:rPr>
          <w:i/>
          <w:iCs/>
        </w:rPr>
      </w:pPr>
      <w:r w:rsidRPr="00AF0A23">
        <w:t xml:space="preserve">TALLEYRAND, </w:t>
      </w:r>
      <w:r w:rsidRPr="00AF0A23">
        <w:rPr>
          <w:i/>
          <w:iCs/>
        </w:rPr>
        <w:t>à Jacob.</w:t>
      </w:r>
    </w:p>
    <w:p w14:paraId="055F343C" w14:textId="77777777" w:rsidR="00905145" w:rsidRPr="00AF0A23" w:rsidRDefault="00905145" w:rsidP="00905145">
      <w:r w:rsidRPr="00AF0A23">
        <w:t>C’est la vie même. Qui êtes-vous, mo</w:t>
      </w:r>
      <w:r w:rsidRPr="00AF0A23">
        <w:t>n</w:t>
      </w:r>
      <w:r w:rsidRPr="00AF0A23">
        <w:t>sieur ?</w:t>
      </w:r>
    </w:p>
    <w:p w14:paraId="306393ED" w14:textId="77777777" w:rsidR="00905145" w:rsidRPr="00AF0A23" w:rsidRDefault="00905145" w:rsidP="00905145">
      <w:pPr>
        <w:ind w:firstLine="0"/>
        <w:jc w:val="center"/>
      </w:pPr>
      <w:r w:rsidRPr="00AF0A23">
        <w:t>JACOB</w:t>
      </w:r>
    </w:p>
    <w:p w14:paraId="772EB26D" w14:textId="77777777" w:rsidR="00905145" w:rsidRPr="00AF0A23" w:rsidRDefault="00905145" w:rsidP="00905145">
      <w:r w:rsidRPr="00AF0A23">
        <w:t>Prince, je suis l’ébéniste Jacob.</w:t>
      </w:r>
    </w:p>
    <w:p w14:paraId="557FFCCD" w14:textId="77777777" w:rsidR="00905145" w:rsidRPr="00AF0A23" w:rsidRDefault="00905145" w:rsidP="00905145">
      <w:pPr>
        <w:ind w:firstLine="0"/>
        <w:jc w:val="center"/>
      </w:pPr>
      <w:r w:rsidRPr="00AF0A23">
        <w:t>TALLEYRAND</w:t>
      </w:r>
    </w:p>
    <w:p w14:paraId="2A123265" w14:textId="77777777" w:rsidR="00905145" w:rsidRPr="00AF0A23" w:rsidRDefault="00905145" w:rsidP="00905145">
      <w:r w:rsidRPr="00AF0A23">
        <w:t>Ah !</w:t>
      </w:r>
    </w:p>
    <w:p w14:paraId="17241214" w14:textId="77777777" w:rsidR="00905145" w:rsidRPr="006C7388" w:rsidRDefault="00905145" w:rsidP="00905145">
      <w:pPr>
        <w:pStyle w:val="NormalRetraitGauche4XIndent0"/>
        <w:rPr>
          <w:i/>
          <w:iCs/>
        </w:rPr>
      </w:pPr>
      <w:r w:rsidRPr="006C7388">
        <w:rPr>
          <w:i/>
          <w:iCs/>
        </w:rPr>
        <w:t>Il lui tend la main.</w:t>
      </w:r>
    </w:p>
    <w:p w14:paraId="5DD64462" w14:textId="77777777" w:rsidR="00905145" w:rsidRPr="00AF0A23" w:rsidRDefault="00905145" w:rsidP="00905145">
      <w:r w:rsidRPr="00AF0A23">
        <w:t>Que pensez-vous de tout cela – vous qui avez réussi tant de « bonheur-du-jour » ?</w:t>
      </w:r>
    </w:p>
    <w:p w14:paraId="000A4982" w14:textId="77777777" w:rsidR="00905145" w:rsidRPr="00AF0A23" w:rsidRDefault="00905145" w:rsidP="00905145">
      <w:pPr>
        <w:ind w:firstLine="0"/>
        <w:jc w:val="center"/>
      </w:pPr>
      <w:r w:rsidRPr="00AF0A23">
        <w:t>JACOB</w:t>
      </w:r>
    </w:p>
    <w:p w14:paraId="25B2B4E7" w14:textId="77777777" w:rsidR="00905145" w:rsidRPr="00AF0A23" w:rsidRDefault="00905145" w:rsidP="00905145">
      <w:r w:rsidRPr="00AF0A23">
        <w:t>Et vous-même, qu’en pensez-vous ?</w:t>
      </w:r>
    </w:p>
    <w:p w14:paraId="53D2CFFE" w14:textId="77777777" w:rsidR="00905145" w:rsidRPr="00AF0A23" w:rsidRDefault="00905145" w:rsidP="00905145">
      <w:pPr>
        <w:ind w:firstLine="0"/>
        <w:jc w:val="center"/>
      </w:pPr>
      <w:r w:rsidRPr="00AF0A23">
        <w:t>TALLEYRAND</w:t>
      </w:r>
    </w:p>
    <w:p w14:paraId="59823517" w14:textId="77777777" w:rsidR="00905145" w:rsidRPr="00AF0A23" w:rsidRDefault="00905145" w:rsidP="00905145">
      <w:r w:rsidRPr="00AF0A23">
        <w:t>Je pense que ceux qui n’auront pas vécu au XVIII</w:t>
      </w:r>
      <w:r w:rsidRPr="00AF0A23">
        <w:rPr>
          <w:vertAlign w:val="superscript"/>
        </w:rPr>
        <w:t>e</w:t>
      </w:r>
      <w:r w:rsidRPr="00AF0A23">
        <w:t xml:space="preserve"> siècle n’auront pas connu la douceur de vivre.</w:t>
      </w:r>
    </w:p>
    <w:p w14:paraId="733B89D2" w14:textId="77777777" w:rsidR="00905145" w:rsidRPr="00AF0A23" w:rsidRDefault="00905145" w:rsidP="00905145">
      <w:pPr>
        <w:ind w:firstLine="0"/>
        <w:jc w:val="center"/>
      </w:pPr>
      <w:r w:rsidRPr="00AF0A23">
        <w:t>BONAPARTE</w:t>
      </w:r>
    </w:p>
    <w:p w14:paraId="4E232EA8" w14:textId="77777777" w:rsidR="00905145" w:rsidRPr="00AF0A23" w:rsidRDefault="00905145" w:rsidP="00905145">
      <w:r w:rsidRPr="00AF0A23">
        <w:t>Donnez-nous nos costumes.</w:t>
      </w:r>
    </w:p>
    <w:p w14:paraId="36C1B621" w14:textId="77777777" w:rsidR="00905145" w:rsidRPr="006C7388" w:rsidRDefault="00905145" w:rsidP="00905145">
      <w:pPr>
        <w:pStyle w:val="NormalRetraitGauche4XIndent0"/>
        <w:rPr>
          <w:i/>
          <w:iCs/>
        </w:rPr>
      </w:pPr>
      <w:r w:rsidRPr="006C7388">
        <w:rPr>
          <w:i/>
          <w:iCs/>
        </w:rPr>
        <w:lastRenderedPageBreak/>
        <w:t>Bonaparte, Sieyès et Ducos, avec le tailleur Brille, disp</w:t>
      </w:r>
      <w:r w:rsidRPr="006C7388">
        <w:rPr>
          <w:i/>
          <w:iCs/>
        </w:rPr>
        <w:t>a</w:t>
      </w:r>
      <w:r w:rsidRPr="006C7388">
        <w:rPr>
          <w:i/>
          <w:iCs/>
        </w:rPr>
        <w:t>raissent derrière un rideau.</w:t>
      </w:r>
    </w:p>
    <w:p w14:paraId="4074D453" w14:textId="77777777" w:rsidR="00905145" w:rsidRPr="006C7388" w:rsidRDefault="00905145" w:rsidP="00905145">
      <w:pPr>
        <w:pStyle w:val="NormalRetraitGauche4XIndent0"/>
        <w:rPr>
          <w:i/>
          <w:iCs/>
        </w:rPr>
      </w:pPr>
      <w:r w:rsidRPr="006C7388">
        <w:rPr>
          <w:i/>
          <w:iCs/>
        </w:rPr>
        <w:t>Suivi par Jacob et David, Talleyrand fait le tour de l’atelier.</w:t>
      </w:r>
    </w:p>
    <w:p w14:paraId="5D0240CD" w14:textId="77777777" w:rsidR="00905145" w:rsidRPr="00AF0A23" w:rsidRDefault="00905145" w:rsidP="00905145">
      <w:pPr>
        <w:ind w:firstLine="0"/>
        <w:jc w:val="center"/>
        <w:rPr>
          <w:i/>
          <w:iCs/>
        </w:rPr>
      </w:pPr>
      <w:r w:rsidRPr="00AF0A23">
        <w:t xml:space="preserve">TALLEYRAND, </w:t>
      </w:r>
      <w:r w:rsidRPr="00AF0A23">
        <w:rPr>
          <w:i/>
          <w:iCs/>
        </w:rPr>
        <w:t>devant un tableau accroché au mur.</w:t>
      </w:r>
    </w:p>
    <w:p w14:paraId="3A7CF1B5" w14:textId="77777777" w:rsidR="00905145" w:rsidRPr="00AF0A23" w:rsidRDefault="00905145" w:rsidP="00905145">
      <w:r w:rsidRPr="00AF0A23">
        <w:t>Vous êtes un bien admirable pei</w:t>
      </w:r>
      <w:r w:rsidRPr="00AF0A23">
        <w:t>n</w:t>
      </w:r>
      <w:r w:rsidRPr="00AF0A23">
        <w:t>tre, monsieur David !</w:t>
      </w:r>
    </w:p>
    <w:p w14:paraId="6651828B" w14:textId="77777777" w:rsidR="00905145" w:rsidRPr="00AF0A23" w:rsidRDefault="00905145" w:rsidP="00905145">
      <w:pPr>
        <w:ind w:firstLine="0"/>
        <w:jc w:val="center"/>
      </w:pPr>
      <w:r w:rsidRPr="00AF0A23">
        <w:t>DAVID</w:t>
      </w:r>
    </w:p>
    <w:p w14:paraId="600A0DDF" w14:textId="77777777" w:rsidR="00905145" w:rsidRPr="00AF0A23" w:rsidRDefault="00905145" w:rsidP="00905145">
      <w:r w:rsidRPr="00AF0A23">
        <w:t>Prince… heu… pardon, Citoyen ?</w:t>
      </w:r>
    </w:p>
    <w:p w14:paraId="7CC31C1E" w14:textId="77777777" w:rsidR="00905145" w:rsidRPr="00AF0A23" w:rsidRDefault="00905145" w:rsidP="00905145">
      <w:pPr>
        <w:ind w:firstLine="0"/>
        <w:jc w:val="center"/>
      </w:pPr>
      <w:r w:rsidRPr="00AF0A23">
        <w:t>TALLEYRAND</w:t>
      </w:r>
    </w:p>
    <w:p w14:paraId="641AB19E" w14:textId="77777777" w:rsidR="00905145" w:rsidRPr="00AF0A23" w:rsidRDefault="00905145" w:rsidP="00905145">
      <w:r w:rsidRPr="00AF0A23">
        <w:t>Ne vous reprenez pas, appelez-moi donc Prince – je ne suis pas susceptible.</w:t>
      </w:r>
    </w:p>
    <w:p w14:paraId="6F1CEB03" w14:textId="77777777" w:rsidR="00905145" w:rsidRPr="006C7388" w:rsidRDefault="00905145" w:rsidP="00905145">
      <w:pPr>
        <w:pStyle w:val="NormalRetraitGauche4XIndent0"/>
        <w:rPr>
          <w:i/>
          <w:iCs/>
        </w:rPr>
      </w:pPr>
      <w:r w:rsidRPr="006C7388">
        <w:rPr>
          <w:i/>
          <w:iCs/>
        </w:rPr>
        <w:t>Lui montrant le tableau.</w:t>
      </w:r>
    </w:p>
    <w:p w14:paraId="4370D284" w14:textId="77777777" w:rsidR="00905145" w:rsidRPr="00AF0A23" w:rsidRDefault="00905145" w:rsidP="00905145">
      <w:r w:rsidRPr="00AF0A23">
        <w:t>Qui est-ce ?</w:t>
      </w:r>
    </w:p>
    <w:p w14:paraId="5A48F8AE" w14:textId="77777777" w:rsidR="00905145" w:rsidRPr="00AF0A23" w:rsidRDefault="00905145" w:rsidP="00905145">
      <w:pPr>
        <w:ind w:firstLine="0"/>
        <w:jc w:val="center"/>
      </w:pPr>
      <w:r w:rsidRPr="00AF0A23">
        <w:t>DAVID</w:t>
      </w:r>
    </w:p>
    <w:p w14:paraId="3C79062D" w14:textId="77777777" w:rsidR="00905145" w:rsidRPr="00AF0A23" w:rsidRDefault="00905145" w:rsidP="00905145">
      <w:r w:rsidRPr="00AF0A23">
        <w:t>M. de Sériziat.</w:t>
      </w:r>
    </w:p>
    <w:p w14:paraId="09EEB375" w14:textId="77777777" w:rsidR="00905145" w:rsidRPr="00AF0A23" w:rsidRDefault="00905145" w:rsidP="00905145">
      <w:pPr>
        <w:ind w:firstLine="0"/>
        <w:jc w:val="center"/>
      </w:pPr>
      <w:r w:rsidRPr="00AF0A23">
        <w:t>TALLEYRAND</w:t>
      </w:r>
    </w:p>
    <w:p w14:paraId="25675171" w14:textId="77777777" w:rsidR="00905145" w:rsidRPr="00AF0A23" w:rsidRDefault="00905145" w:rsidP="00905145">
      <w:r w:rsidRPr="00AF0A23">
        <w:t>C’est un chef-d’œuvre.</w:t>
      </w:r>
    </w:p>
    <w:p w14:paraId="07AC2FE6" w14:textId="77777777" w:rsidR="00905145" w:rsidRPr="006C7388" w:rsidRDefault="00905145" w:rsidP="00905145">
      <w:pPr>
        <w:pStyle w:val="NormalRetraitGauche4XIndent0"/>
        <w:rPr>
          <w:i/>
          <w:iCs/>
        </w:rPr>
      </w:pPr>
      <w:r w:rsidRPr="006C7388">
        <w:rPr>
          <w:i/>
          <w:iCs/>
        </w:rPr>
        <w:t>Désignant un chapeau accroché au mur.</w:t>
      </w:r>
    </w:p>
    <w:p w14:paraId="73B647D8" w14:textId="77777777" w:rsidR="00905145" w:rsidRPr="00AF0A23" w:rsidRDefault="00905145" w:rsidP="00905145">
      <w:r w:rsidRPr="00AF0A23">
        <w:t>C’est son ch</w:t>
      </w:r>
      <w:r w:rsidRPr="00AF0A23">
        <w:t>a</w:t>
      </w:r>
      <w:r w:rsidRPr="00AF0A23">
        <w:t>peau ?</w:t>
      </w:r>
    </w:p>
    <w:p w14:paraId="32EF19A3" w14:textId="77777777" w:rsidR="00905145" w:rsidRPr="00AF0A23" w:rsidRDefault="00905145" w:rsidP="00905145">
      <w:pPr>
        <w:ind w:firstLine="0"/>
        <w:jc w:val="center"/>
      </w:pPr>
      <w:r w:rsidRPr="00AF0A23">
        <w:t>DAVID</w:t>
      </w:r>
    </w:p>
    <w:p w14:paraId="19B758E9" w14:textId="77777777" w:rsidR="00905145" w:rsidRPr="00AF0A23" w:rsidRDefault="00905145" w:rsidP="00905145">
      <w:r w:rsidRPr="00AF0A23">
        <w:t>C’est son ch</w:t>
      </w:r>
      <w:r w:rsidRPr="00AF0A23">
        <w:t>a</w:t>
      </w:r>
      <w:r w:rsidRPr="00AF0A23">
        <w:t>peau.</w:t>
      </w:r>
    </w:p>
    <w:p w14:paraId="29DA9C31" w14:textId="77777777" w:rsidR="00905145" w:rsidRPr="00AF0A23" w:rsidRDefault="00905145" w:rsidP="00905145">
      <w:pPr>
        <w:ind w:firstLine="0"/>
        <w:jc w:val="center"/>
      </w:pPr>
      <w:r w:rsidRPr="00AF0A23">
        <w:t>TALLEYRAND</w:t>
      </w:r>
    </w:p>
    <w:p w14:paraId="42A6CA75" w14:textId="77777777" w:rsidR="00905145" w:rsidRPr="00AF0A23" w:rsidRDefault="00905145" w:rsidP="00905145">
      <w:r w:rsidRPr="00AF0A23">
        <w:lastRenderedPageBreak/>
        <w:t>C’est amusant.</w:t>
      </w:r>
    </w:p>
    <w:p w14:paraId="13B1CF5C" w14:textId="77777777" w:rsidR="00905145" w:rsidRPr="006C7388" w:rsidRDefault="00905145" w:rsidP="00905145">
      <w:pPr>
        <w:pStyle w:val="NormalRetraitGauche4XIndent0"/>
        <w:rPr>
          <w:i/>
          <w:iCs/>
        </w:rPr>
      </w:pPr>
      <w:r w:rsidRPr="006C7388">
        <w:rPr>
          <w:i/>
          <w:iCs/>
        </w:rPr>
        <w:t>Regardant l’esquisse de Marat mort.</w:t>
      </w:r>
    </w:p>
    <w:p w14:paraId="276CC2A2" w14:textId="77777777" w:rsidR="00905145" w:rsidRPr="00AF0A23" w:rsidRDefault="00905145" w:rsidP="00905145">
      <w:r w:rsidRPr="00AF0A23">
        <w:t>Ah ! Ah ! Vous n’avez pas sa ba</w:t>
      </w:r>
      <w:r w:rsidRPr="00AF0A23">
        <w:t>i</w:t>
      </w:r>
      <w:r w:rsidRPr="00AF0A23">
        <w:t>gnoire ?</w:t>
      </w:r>
    </w:p>
    <w:p w14:paraId="12737BE6" w14:textId="77777777" w:rsidR="00905145" w:rsidRPr="00AF0A23" w:rsidRDefault="00905145" w:rsidP="00905145">
      <w:pPr>
        <w:ind w:firstLine="0"/>
        <w:jc w:val="center"/>
      </w:pPr>
      <w:r w:rsidRPr="00AF0A23">
        <w:t>DAVID</w:t>
      </w:r>
    </w:p>
    <w:p w14:paraId="7364DF1F" w14:textId="77777777" w:rsidR="00905145" w:rsidRPr="00AF0A23" w:rsidRDefault="00905145" w:rsidP="00905145">
      <w:r w:rsidRPr="00AF0A23">
        <w:t>Vous en auriez besoin ?</w:t>
      </w:r>
    </w:p>
    <w:p w14:paraId="7FD0ADC8" w14:textId="77777777" w:rsidR="00905145" w:rsidRPr="00AF0A23" w:rsidRDefault="00905145" w:rsidP="00905145">
      <w:pPr>
        <w:ind w:firstLine="0"/>
        <w:jc w:val="center"/>
      </w:pPr>
      <w:r w:rsidRPr="00AF0A23">
        <w:t>TALLEYRAND</w:t>
      </w:r>
    </w:p>
    <w:p w14:paraId="03A7C5E0" w14:textId="77777777" w:rsidR="00905145" w:rsidRPr="00AF0A23" w:rsidRDefault="00905145" w:rsidP="00905145">
      <w:r w:rsidRPr="00AF0A23">
        <w:t>Pour mettre dans une chambre d’ami.</w:t>
      </w:r>
    </w:p>
    <w:p w14:paraId="565ECB5C" w14:textId="77777777" w:rsidR="00905145" w:rsidRPr="006C7388" w:rsidRDefault="00905145" w:rsidP="00905145">
      <w:pPr>
        <w:pStyle w:val="NormalRetraitGauche4XIndent0"/>
        <w:rPr>
          <w:i/>
          <w:iCs/>
        </w:rPr>
      </w:pPr>
      <w:r w:rsidRPr="006C7388">
        <w:rPr>
          <w:i/>
          <w:iCs/>
        </w:rPr>
        <w:t>Bonaparte paraît, revêtu de son co</w:t>
      </w:r>
      <w:r w:rsidRPr="006C7388">
        <w:rPr>
          <w:i/>
          <w:iCs/>
        </w:rPr>
        <w:t>s</w:t>
      </w:r>
      <w:r w:rsidRPr="006C7388">
        <w:rPr>
          <w:i/>
          <w:iCs/>
        </w:rPr>
        <w:t>tume de consul, mais il se laisse à peine voir et di</w:t>
      </w:r>
      <w:r w:rsidRPr="006C7388">
        <w:rPr>
          <w:i/>
          <w:iCs/>
        </w:rPr>
        <w:t>s</w:t>
      </w:r>
      <w:r w:rsidRPr="006C7388">
        <w:rPr>
          <w:i/>
          <w:iCs/>
        </w:rPr>
        <w:t>paraît à nouveau derrière le rideau.</w:t>
      </w:r>
    </w:p>
    <w:p w14:paraId="0DAC6FFA" w14:textId="77777777" w:rsidR="00905145" w:rsidRPr="00AF0A23" w:rsidRDefault="00905145" w:rsidP="00905145">
      <w:pPr>
        <w:ind w:firstLine="0"/>
        <w:jc w:val="center"/>
      </w:pPr>
      <w:r w:rsidRPr="00AF0A23">
        <w:t>VOIX DE BONAPARTE</w:t>
      </w:r>
    </w:p>
    <w:p w14:paraId="2B507E59" w14:textId="77777777" w:rsidR="00905145" w:rsidRPr="00AF0A23" w:rsidRDefault="00905145" w:rsidP="00905145">
      <w:r w:rsidRPr="00AF0A23">
        <w:t>David, un conseil…</w:t>
      </w:r>
    </w:p>
    <w:p w14:paraId="4A0BDC78" w14:textId="77777777" w:rsidR="00905145" w:rsidRPr="00AF0A23" w:rsidRDefault="00905145" w:rsidP="00905145">
      <w:pPr>
        <w:ind w:firstLine="0"/>
        <w:jc w:val="center"/>
      </w:pPr>
      <w:r w:rsidRPr="00AF0A23">
        <w:t>DAVID</w:t>
      </w:r>
    </w:p>
    <w:p w14:paraId="4415D404" w14:textId="77777777" w:rsidR="00905145" w:rsidRPr="00AF0A23" w:rsidRDefault="00905145" w:rsidP="00905145">
      <w:r w:rsidRPr="00AF0A23">
        <w:t>À vos ordres, mon général…</w:t>
      </w:r>
    </w:p>
    <w:p w14:paraId="147370ED" w14:textId="77777777" w:rsidR="00905145" w:rsidRPr="006C7388" w:rsidRDefault="00905145" w:rsidP="00905145">
      <w:pPr>
        <w:pStyle w:val="NormalRetraitGauche4XIndent0"/>
        <w:rPr>
          <w:i/>
          <w:iCs/>
        </w:rPr>
      </w:pPr>
      <w:r w:rsidRPr="006C7388">
        <w:rPr>
          <w:i/>
          <w:iCs/>
        </w:rPr>
        <w:t>Il va rejoindre Bonaparte.</w:t>
      </w:r>
    </w:p>
    <w:p w14:paraId="2BBFF4EA" w14:textId="77777777" w:rsidR="00905145" w:rsidRPr="00AF0A23" w:rsidRDefault="00905145" w:rsidP="00905145">
      <w:pPr>
        <w:ind w:firstLine="0"/>
        <w:jc w:val="center"/>
      </w:pPr>
      <w:r w:rsidRPr="00AF0A23">
        <w:t>TALLEYRAND</w:t>
      </w:r>
    </w:p>
    <w:p w14:paraId="7E236D0D" w14:textId="77777777" w:rsidR="00905145" w:rsidRPr="00AF0A23" w:rsidRDefault="00905145" w:rsidP="00905145">
      <w:r w:rsidRPr="00AF0A23">
        <w:t>Il peut le dire.</w:t>
      </w:r>
    </w:p>
    <w:p w14:paraId="301B86D5" w14:textId="77777777" w:rsidR="00905145" w:rsidRPr="006C7388" w:rsidRDefault="00905145" w:rsidP="00905145">
      <w:pPr>
        <w:pStyle w:val="NormalRetraitGauche4XIndent0"/>
        <w:rPr>
          <w:i/>
          <w:iCs/>
        </w:rPr>
      </w:pPr>
      <w:r w:rsidRPr="006C7388">
        <w:rPr>
          <w:i/>
          <w:iCs/>
        </w:rPr>
        <w:t>À Jacob.</w:t>
      </w:r>
    </w:p>
    <w:p w14:paraId="2B105DA4" w14:textId="77777777" w:rsidR="00905145" w:rsidRPr="00AF0A23" w:rsidRDefault="00905145" w:rsidP="00905145">
      <w:r w:rsidRPr="00AF0A23">
        <w:t>Je préfère celui-ci à celui-là.</w:t>
      </w:r>
    </w:p>
    <w:p w14:paraId="2DE52243" w14:textId="77777777" w:rsidR="00905145" w:rsidRPr="006C7388" w:rsidRDefault="00905145" w:rsidP="00905145">
      <w:pPr>
        <w:pStyle w:val="NormalRetraitGauche4XIndent0"/>
        <w:rPr>
          <w:i/>
          <w:iCs/>
        </w:rPr>
      </w:pPr>
      <w:r w:rsidRPr="006C7388">
        <w:rPr>
          <w:i/>
          <w:iCs/>
        </w:rPr>
        <w:t>Il préfère M. de Sériziat à M</w:t>
      </w:r>
      <w:r w:rsidRPr="006C7388">
        <w:rPr>
          <w:i/>
          <w:iCs/>
        </w:rPr>
        <w:t>a</w:t>
      </w:r>
      <w:r w:rsidRPr="006C7388">
        <w:rPr>
          <w:i/>
          <w:iCs/>
        </w:rPr>
        <w:t>rat</w:t>
      </w:r>
    </w:p>
    <w:p w14:paraId="4A603B55" w14:textId="77777777" w:rsidR="00905145" w:rsidRPr="00AF0A23" w:rsidRDefault="00905145" w:rsidP="00905145">
      <w:pPr>
        <w:ind w:firstLine="0"/>
        <w:jc w:val="center"/>
      </w:pPr>
      <w:r w:rsidRPr="00AF0A23">
        <w:t>JACOB</w:t>
      </w:r>
    </w:p>
    <w:p w14:paraId="68D1014C" w14:textId="77777777" w:rsidR="00905145" w:rsidRPr="00AF0A23" w:rsidRDefault="00905145" w:rsidP="00905145">
      <w:r w:rsidRPr="00AF0A23">
        <w:t>Son Marat n’est pas mal. Que lui r</w:t>
      </w:r>
      <w:r w:rsidRPr="00AF0A23">
        <w:t>e</w:t>
      </w:r>
      <w:r w:rsidRPr="00AF0A23">
        <w:t>prochez-vous ?</w:t>
      </w:r>
    </w:p>
    <w:p w14:paraId="352B9D26" w14:textId="77777777" w:rsidR="00905145" w:rsidRPr="00AF0A23" w:rsidRDefault="00905145" w:rsidP="00905145">
      <w:pPr>
        <w:ind w:firstLine="0"/>
        <w:jc w:val="center"/>
      </w:pPr>
      <w:r w:rsidRPr="00AF0A23">
        <w:lastRenderedPageBreak/>
        <w:t>TALLEYRAND</w:t>
      </w:r>
    </w:p>
    <w:p w14:paraId="65387ACB" w14:textId="77777777" w:rsidR="00905145" w:rsidRPr="00AF0A23" w:rsidRDefault="00905145" w:rsidP="00905145">
      <w:r w:rsidRPr="00AF0A23">
        <w:t>Je le trouve trop v</w:t>
      </w:r>
      <w:r w:rsidRPr="00AF0A23">
        <w:t>i</w:t>
      </w:r>
      <w:r w:rsidRPr="00AF0A23">
        <w:t>vant.</w:t>
      </w:r>
    </w:p>
    <w:p w14:paraId="42CB9C3B" w14:textId="77777777" w:rsidR="00905145" w:rsidRPr="006C7388" w:rsidRDefault="00905145" w:rsidP="00905145">
      <w:pPr>
        <w:pStyle w:val="NormalRetraitGauche4XIndent0"/>
        <w:rPr>
          <w:i/>
          <w:iCs/>
        </w:rPr>
      </w:pPr>
      <w:r w:rsidRPr="006C7388">
        <w:rPr>
          <w:i/>
          <w:iCs/>
        </w:rPr>
        <w:t>Le rideau s’écarte.</w:t>
      </w:r>
    </w:p>
    <w:p w14:paraId="18355F26" w14:textId="77777777" w:rsidR="00905145" w:rsidRPr="00AF0A23" w:rsidRDefault="00905145" w:rsidP="00905145">
      <w:pPr>
        <w:ind w:firstLine="0"/>
        <w:jc w:val="center"/>
      </w:pPr>
      <w:r w:rsidRPr="00AF0A23">
        <w:t>BONAPARTE</w:t>
      </w:r>
    </w:p>
    <w:p w14:paraId="528FF4DE" w14:textId="77777777" w:rsidR="00905145" w:rsidRPr="00AF0A23" w:rsidRDefault="00905145" w:rsidP="00905145">
      <w:r w:rsidRPr="00AF0A23">
        <w:t>Voilà !</w:t>
      </w:r>
    </w:p>
    <w:p w14:paraId="77B1CE19" w14:textId="77777777" w:rsidR="00905145" w:rsidRPr="006C7388" w:rsidRDefault="00905145" w:rsidP="00905145">
      <w:pPr>
        <w:pStyle w:val="NormalRetraitGauche4XIndent0"/>
        <w:rPr>
          <w:i/>
          <w:iCs/>
        </w:rPr>
      </w:pPr>
      <w:r w:rsidRPr="006C7388">
        <w:rPr>
          <w:i/>
          <w:iCs/>
        </w:rPr>
        <w:t>Bonaparte, Sieyès et Ducos sont costumés.</w:t>
      </w:r>
    </w:p>
    <w:p w14:paraId="7B3C9309" w14:textId="77777777" w:rsidR="00905145" w:rsidRPr="00AF0A23" w:rsidRDefault="00905145" w:rsidP="00905145">
      <w:pPr>
        <w:ind w:firstLine="0"/>
        <w:jc w:val="center"/>
      </w:pPr>
      <w:r w:rsidRPr="00AF0A23">
        <w:t>TALLEYRAND</w:t>
      </w:r>
    </w:p>
    <w:p w14:paraId="5DE1A725" w14:textId="77777777" w:rsidR="00905145" w:rsidRPr="00AF0A23" w:rsidRDefault="00905145" w:rsidP="00905145">
      <w:r w:rsidRPr="00AF0A23">
        <w:t>Ravissant.</w:t>
      </w:r>
    </w:p>
    <w:p w14:paraId="34D61F6B" w14:textId="77777777" w:rsidR="00905145" w:rsidRPr="00AF0A23" w:rsidRDefault="00905145" w:rsidP="00905145">
      <w:pPr>
        <w:ind w:firstLine="0"/>
        <w:jc w:val="center"/>
      </w:pPr>
      <w:r w:rsidRPr="00AF0A23">
        <w:t>DAVID</w:t>
      </w:r>
    </w:p>
    <w:p w14:paraId="158011B5" w14:textId="77777777" w:rsidR="00905145" w:rsidRPr="00AF0A23" w:rsidRDefault="00905145" w:rsidP="00905145">
      <w:r w:rsidRPr="00AF0A23">
        <w:t>Serez-vous à v</w:t>
      </w:r>
      <w:r w:rsidRPr="00AF0A23">
        <w:t>o</w:t>
      </w:r>
      <w:r w:rsidRPr="00AF0A23">
        <w:t>tre aise pour parler ?</w:t>
      </w:r>
    </w:p>
    <w:p w14:paraId="6D340B51" w14:textId="77777777" w:rsidR="00905145" w:rsidRPr="006C7388" w:rsidRDefault="00905145" w:rsidP="00905145">
      <w:pPr>
        <w:pStyle w:val="NormalRetraitGauche4XIndent0"/>
        <w:rPr>
          <w:i/>
          <w:iCs/>
        </w:rPr>
      </w:pPr>
      <w:r w:rsidRPr="006C7388">
        <w:rPr>
          <w:i/>
          <w:iCs/>
        </w:rPr>
        <w:t>Sieyès et Ducos gesticulent.</w:t>
      </w:r>
    </w:p>
    <w:p w14:paraId="00A315F8" w14:textId="77777777" w:rsidR="00905145" w:rsidRPr="00AF0A23" w:rsidRDefault="00905145" w:rsidP="00905145">
      <w:pPr>
        <w:ind w:firstLine="0"/>
        <w:jc w:val="center"/>
      </w:pPr>
      <w:r w:rsidRPr="00AF0A23">
        <w:t>SIEYÈS</w:t>
      </w:r>
    </w:p>
    <w:p w14:paraId="0B8E822B" w14:textId="77777777" w:rsidR="00905145" w:rsidRPr="00AF0A23" w:rsidRDefault="00905145" w:rsidP="00905145">
      <w:r w:rsidRPr="00AF0A23">
        <w:t>Oh ! oui.</w:t>
      </w:r>
    </w:p>
    <w:p w14:paraId="75247280" w14:textId="77777777" w:rsidR="00905145" w:rsidRPr="006C7388" w:rsidRDefault="00905145" w:rsidP="00905145">
      <w:pPr>
        <w:pStyle w:val="NormalRetraitGauche4XIndent0"/>
        <w:rPr>
          <w:i/>
          <w:iCs/>
        </w:rPr>
      </w:pPr>
      <w:r w:rsidRPr="006C7388">
        <w:rPr>
          <w:i/>
          <w:iCs/>
        </w:rPr>
        <w:t>Bonaparte les regarde du coin de l’œil – puis il regarde Talleyrand. Talleyrand so</w:t>
      </w:r>
      <w:r w:rsidRPr="006C7388">
        <w:rPr>
          <w:i/>
          <w:iCs/>
        </w:rPr>
        <w:t>u</w:t>
      </w:r>
      <w:r w:rsidRPr="006C7388">
        <w:rPr>
          <w:i/>
          <w:iCs/>
        </w:rPr>
        <w:t>rit.</w:t>
      </w:r>
    </w:p>
    <w:p w14:paraId="12499DC3" w14:textId="77777777" w:rsidR="00905145" w:rsidRPr="00AF0A23" w:rsidRDefault="00905145" w:rsidP="00905145">
      <w:pPr>
        <w:ind w:firstLine="0"/>
        <w:jc w:val="center"/>
      </w:pPr>
      <w:r w:rsidRPr="00AF0A23">
        <w:t>TALLEYRAND</w:t>
      </w:r>
    </w:p>
    <w:p w14:paraId="2D360A72" w14:textId="77777777" w:rsidR="00905145" w:rsidRPr="00AF0A23" w:rsidRDefault="00905145" w:rsidP="00905145">
      <w:r w:rsidRPr="00AF0A23">
        <w:t>Je les trouve un peu trop semblables – je parl</w:t>
      </w:r>
      <w:r w:rsidRPr="005441F7">
        <w:t>e d</w:t>
      </w:r>
      <w:r w:rsidRPr="00AF0A23">
        <w:t>es co</w:t>
      </w:r>
      <w:r w:rsidRPr="00AF0A23">
        <w:t>s</w:t>
      </w:r>
      <w:r w:rsidRPr="00AF0A23">
        <w:t>tumes – un rien pourrait les di</w:t>
      </w:r>
      <w:r w:rsidRPr="00AF0A23">
        <w:t>s</w:t>
      </w:r>
      <w:r w:rsidRPr="00AF0A23">
        <w:t>tinguer.</w:t>
      </w:r>
    </w:p>
    <w:p w14:paraId="0D3B91A2" w14:textId="77777777" w:rsidR="00905145" w:rsidRPr="00AF0A23" w:rsidRDefault="00905145" w:rsidP="00905145">
      <w:pPr>
        <w:ind w:firstLine="0"/>
        <w:jc w:val="center"/>
      </w:pPr>
      <w:r w:rsidRPr="00AF0A23">
        <w:t>SIEYÈS</w:t>
      </w:r>
    </w:p>
    <w:p w14:paraId="414E9BA4" w14:textId="77777777" w:rsidR="00905145" w:rsidRPr="00AF0A23" w:rsidRDefault="00905145" w:rsidP="00905145">
      <w:r w:rsidRPr="00AF0A23">
        <w:t>Il ne le faut précisément pas. Nous sommes les trois co</w:t>
      </w:r>
      <w:r w:rsidRPr="00AF0A23">
        <w:t>n</w:t>
      </w:r>
      <w:r w:rsidRPr="00AF0A23">
        <w:t>suls…</w:t>
      </w:r>
    </w:p>
    <w:p w14:paraId="7FB5A75C" w14:textId="77777777" w:rsidR="00905145" w:rsidRPr="00AF0A23" w:rsidRDefault="00905145" w:rsidP="00905145">
      <w:pPr>
        <w:ind w:firstLine="0"/>
        <w:jc w:val="center"/>
      </w:pPr>
      <w:r w:rsidRPr="00AF0A23">
        <w:t>BONAPARTE</w:t>
      </w:r>
    </w:p>
    <w:p w14:paraId="76E26AE1" w14:textId="77777777" w:rsidR="00905145" w:rsidRPr="00AF0A23" w:rsidRDefault="00905145" w:rsidP="00905145">
      <w:r w:rsidRPr="00AF0A23">
        <w:lastRenderedPageBreak/>
        <w:t>Peut-être fa</w:t>
      </w:r>
      <w:r w:rsidRPr="00AF0A23">
        <w:t>u</w:t>
      </w:r>
      <w:r w:rsidRPr="00AF0A23">
        <w:t>drait-il qu’il y eût un premier consul.</w:t>
      </w:r>
    </w:p>
    <w:p w14:paraId="672B40AF" w14:textId="77777777" w:rsidR="00905145" w:rsidRPr="00AF0A23" w:rsidRDefault="00905145" w:rsidP="00905145">
      <w:pPr>
        <w:ind w:firstLine="0"/>
        <w:jc w:val="center"/>
      </w:pPr>
      <w:r w:rsidRPr="00AF0A23">
        <w:t>SIEYÈS</w:t>
      </w:r>
    </w:p>
    <w:p w14:paraId="015D58AA" w14:textId="77777777" w:rsidR="00905145" w:rsidRPr="00AF0A23" w:rsidRDefault="00905145" w:rsidP="00905145">
      <w:r w:rsidRPr="00AF0A23">
        <w:t>Pour quelle ra</w:t>
      </w:r>
      <w:r w:rsidRPr="00AF0A23">
        <w:t>i</w:t>
      </w:r>
      <w:r w:rsidRPr="00AF0A23">
        <w:t>son voulez-vous que…</w:t>
      </w:r>
    </w:p>
    <w:p w14:paraId="751F1220" w14:textId="77777777" w:rsidR="00905145" w:rsidRPr="00AF0A23" w:rsidRDefault="00905145" w:rsidP="00905145">
      <w:pPr>
        <w:ind w:firstLine="0"/>
        <w:jc w:val="center"/>
      </w:pPr>
      <w:r w:rsidRPr="00AF0A23">
        <w:t>BONAPARTE</w:t>
      </w:r>
    </w:p>
    <w:p w14:paraId="44074173" w14:textId="77777777" w:rsidR="00905145" w:rsidRPr="00AF0A23" w:rsidRDefault="00905145" w:rsidP="00905145">
      <w:r w:rsidRPr="00AF0A23">
        <w:t>Je ne le veux pas, Sieyès, je le propose.</w:t>
      </w:r>
    </w:p>
    <w:p w14:paraId="6566A67A" w14:textId="77777777" w:rsidR="00905145" w:rsidRPr="00AF0A23" w:rsidRDefault="00905145" w:rsidP="00905145">
      <w:pPr>
        <w:ind w:firstLine="0"/>
        <w:jc w:val="center"/>
      </w:pPr>
      <w:r w:rsidRPr="00AF0A23">
        <w:t>DUCOS</w:t>
      </w:r>
    </w:p>
    <w:p w14:paraId="2E0D7E06" w14:textId="77777777" w:rsidR="00905145" w:rsidRPr="00AF0A23" w:rsidRDefault="00905145" w:rsidP="00905145">
      <w:r w:rsidRPr="00AF0A23">
        <w:t>Je n’en vois pas la nécessité.</w:t>
      </w:r>
    </w:p>
    <w:p w14:paraId="56A86EA4" w14:textId="77777777" w:rsidR="00905145" w:rsidRPr="00AF0A23" w:rsidRDefault="00905145" w:rsidP="00905145">
      <w:pPr>
        <w:ind w:firstLine="0"/>
        <w:jc w:val="center"/>
      </w:pPr>
      <w:r w:rsidRPr="00AF0A23">
        <w:t>BONAPARTE</w:t>
      </w:r>
    </w:p>
    <w:p w14:paraId="16A967D7" w14:textId="77777777" w:rsidR="00905145" w:rsidRPr="00AF0A23" w:rsidRDefault="00905145" w:rsidP="00905145">
      <w:r w:rsidRPr="00AF0A23">
        <w:t>Encore une fois, je le proposais.</w:t>
      </w:r>
    </w:p>
    <w:p w14:paraId="7C0169E9" w14:textId="77777777" w:rsidR="00905145" w:rsidRPr="00AF0A23" w:rsidRDefault="00905145" w:rsidP="00905145">
      <w:pPr>
        <w:ind w:firstLine="0"/>
        <w:jc w:val="center"/>
      </w:pPr>
      <w:r w:rsidRPr="00AF0A23">
        <w:t>SIEYÈS</w:t>
      </w:r>
    </w:p>
    <w:p w14:paraId="5D49026F" w14:textId="77777777" w:rsidR="00905145" w:rsidRPr="00AF0A23" w:rsidRDefault="00905145" w:rsidP="00905145">
      <w:r w:rsidRPr="00AF0A23">
        <w:t>Eh bien, Ducos et moi nous repoussons votre propos</w:t>
      </w:r>
      <w:r w:rsidRPr="00AF0A23">
        <w:t>i</w:t>
      </w:r>
      <w:r w:rsidRPr="00AF0A23">
        <w:t>tion.</w:t>
      </w:r>
    </w:p>
    <w:p w14:paraId="54EF40A7" w14:textId="77777777" w:rsidR="00905145" w:rsidRPr="00AF0A23" w:rsidRDefault="00905145" w:rsidP="00905145">
      <w:pPr>
        <w:ind w:firstLine="0"/>
        <w:jc w:val="center"/>
      </w:pPr>
      <w:r w:rsidRPr="00AF0A23">
        <w:t>BONAPARTE</w:t>
      </w:r>
    </w:p>
    <w:p w14:paraId="799028D2" w14:textId="77777777" w:rsidR="00905145" w:rsidRPr="00AF0A23" w:rsidRDefault="00905145" w:rsidP="00905145">
      <w:r w:rsidRPr="00AF0A23">
        <w:t>Une assemblée sans président, cela me paraît… dang</w:t>
      </w:r>
      <w:r w:rsidRPr="00AF0A23">
        <w:t>e</w:t>
      </w:r>
      <w:r w:rsidRPr="00AF0A23">
        <w:t>reux, peut-être.</w:t>
      </w:r>
    </w:p>
    <w:p w14:paraId="2A7AFE8B" w14:textId="77777777" w:rsidR="00905145" w:rsidRPr="00AF0A23" w:rsidRDefault="00905145" w:rsidP="00905145">
      <w:pPr>
        <w:ind w:firstLine="0"/>
        <w:jc w:val="center"/>
      </w:pPr>
      <w:r w:rsidRPr="00AF0A23">
        <w:t>DUCOS</w:t>
      </w:r>
    </w:p>
    <w:p w14:paraId="4B83F6E2" w14:textId="77777777" w:rsidR="00905145" w:rsidRPr="00AF0A23" w:rsidRDefault="00905145" w:rsidP="00905145">
      <w:r w:rsidRPr="00AF0A23">
        <w:t>Pourquoi « sans président » – alors que nous sommes trois.</w:t>
      </w:r>
    </w:p>
    <w:p w14:paraId="20A31485" w14:textId="77777777" w:rsidR="00905145" w:rsidRPr="00AF0A23" w:rsidRDefault="00905145" w:rsidP="00905145">
      <w:pPr>
        <w:ind w:firstLine="0"/>
        <w:jc w:val="center"/>
      </w:pPr>
      <w:r w:rsidRPr="00AF0A23">
        <w:t>BONAPARTE</w:t>
      </w:r>
    </w:p>
    <w:p w14:paraId="2B56F2AE" w14:textId="77777777" w:rsidR="00905145" w:rsidRPr="00AF0A23" w:rsidRDefault="00905145" w:rsidP="00905145">
      <w:r w:rsidRPr="00AF0A23">
        <w:t>Trois prés</w:t>
      </w:r>
      <w:r w:rsidRPr="00AF0A23">
        <w:t>i</w:t>
      </w:r>
      <w:r w:rsidRPr="00AF0A23">
        <w:t>dents ?</w:t>
      </w:r>
    </w:p>
    <w:p w14:paraId="41A8D82D" w14:textId="77777777" w:rsidR="00905145" w:rsidRPr="006C7388" w:rsidRDefault="00905145" w:rsidP="00905145">
      <w:pPr>
        <w:pStyle w:val="NormalRetraitGauche4XIndent0"/>
        <w:rPr>
          <w:i/>
          <w:iCs/>
        </w:rPr>
      </w:pPr>
      <w:r w:rsidRPr="006C7388">
        <w:rPr>
          <w:i/>
          <w:iCs/>
        </w:rPr>
        <w:t>Il lance un S. O. S. à Talleyrand. Ta</w:t>
      </w:r>
      <w:r w:rsidRPr="006C7388">
        <w:rPr>
          <w:i/>
          <w:iCs/>
        </w:rPr>
        <w:t>l</w:t>
      </w:r>
      <w:r w:rsidRPr="006C7388">
        <w:rPr>
          <w:i/>
          <w:iCs/>
        </w:rPr>
        <w:t>leyrand lui fait signe de rester calme.</w:t>
      </w:r>
    </w:p>
    <w:p w14:paraId="0579FD75" w14:textId="77777777" w:rsidR="00905145" w:rsidRPr="00AF0A23" w:rsidRDefault="00905145" w:rsidP="00905145">
      <w:pPr>
        <w:ind w:firstLine="0"/>
        <w:jc w:val="center"/>
      </w:pPr>
      <w:r w:rsidRPr="00AF0A23">
        <w:t>SIEYÈS</w:t>
      </w:r>
    </w:p>
    <w:p w14:paraId="33FD3371" w14:textId="77777777" w:rsidR="00905145" w:rsidRPr="00AF0A23" w:rsidRDefault="00905145" w:rsidP="00905145">
      <w:r w:rsidRPr="00AF0A23">
        <w:lastRenderedPageBreak/>
        <w:t>Pas trois le même jour, bien e</w:t>
      </w:r>
      <w:r w:rsidRPr="00AF0A23">
        <w:t>n</w:t>
      </w:r>
      <w:r w:rsidRPr="00AF0A23">
        <w:t>tendu.</w:t>
      </w:r>
    </w:p>
    <w:p w14:paraId="13AB49E6" w14:textId="77777777" w:rsidR="00905145" w:rsidRPr="00AF0A23" w:rsidRDefault="00905145" w:rsidP="00905145">
      <w:pPr>
        <w:ind w:firstLine="0"/>
        <w:jc w:val="center"/>
      </w:pPr>
      <w:r w:rsidRPr="00AF0A23">
        <w:t>DUCOS</w:t>
      </w:r>
    </w:p>
    <w:p w14:paraId="2D3EB9D9" w14:textId="77777777" w:rsidR="00905145" w:rsidRPr="00AF0A23" w:rsidRDefault="00905145" w:rsidP="00905145">
      <w:r w:rsidRPr="00AF0A23">
        <w:t>Nous présid</w:t>
      </w:r>
      <w:r w:rsidRPr="00AF0A23">
        <w:t>e</w:t>
      </w:r>
      <w:r w:rsidRPr="00AF0A23">
        <w:t>rons chacun à notre tour.</w:t>
      </w:r>
    </w:p>
    <w:p w14:paraId="5A6C83A3" w14:textId="77777777" w:rsidR="00905145" w:rsidRPr="00AF0A23" w:rsidRDefault="00905145" w:rsidP="00905145">
      <w:pPr>
        <w:ind w:firstLine="0"/>
        <w:jc w:val="center"/>
      </w:pPr>
      <w:r w:rsidRPr="00AF0A23">
        <w:t>VOIX DE TALLEYRAND</w:t>
      </w:r>
    </w:p>
    <w:p w14:paraId="1002DAD6" w14:textId="77777777" w:rsidR="00905145" w:rsidRPr="00AF0A23" w:rsidRDefault="00905145" w:rsidP="00905145">
      <w:r w:rsidRPr="00AF0A23">
        <w:t>Ce qui est log</w:t>
      </w:r>
      <w:r w:rsidRPr="00AF0A23">
        <w:t>i</w:t>
      </w:r>
      <w:r w:rsidRPr="00AF0A23">
        <w:t>que et légal – car vous ne pouvez aller contre la volonté du Pouvoir Ex</w:t>
      </w:r>
      <w:r w:rsidRPr="00AF0A23">
        <w:t>é</w:t>
      </w:r>
      <w:r w:rsidRPr="00AF0A23">
        <w:t>cutif.</w:t>
      </w:r>
    </w:p>
    <w:p w14:paraId="5891F651" w14:textId="77777777" w:rsidR="00905145" w:rsidRPr="00AF0A23" w:rsidRDefault="00905145" w:rsidP="00905145">
      <w:pPr>
        <w:ind w:firstLine="0"/>
        <w:jc w:val="center"/>
      </w:pPr>
      <w:r w:rsidRPr="00AF0A23">
        <w:t>SIEYÈS</w:t>
      </w:r>
    </w:p>
    <w:p w14:paraId="72A37291" w14:textId="77777777" w:rsidR="00905145" w:rsidRPr="00AF0A23" w:rsidRDefault="00905145" w:rsidP="00905145">
      <w:r w:rsidRPr="00AF0A23">
        <w:t>N’est-ce pas ?</w:t>
      </w:r>
    </w:p>
    <w:p w14:paraId="036F0929" w14:textId="77777777" w:rsidR="00905145" w:rsidRPr="00AF0A23" w:rsidRDefault="00905145" w:rsidP="00905145">
      <w:pPr>
        <w:ind w:firstLine="0"/>
        <w:jc w:val="center"/>
      </w:pPr>
      <w:r w:rsidRPr="00AF0A23">
        <w:t>DUCOS</w:t>
      </w:r>
    </w:p>
    <w:p w14:paraId="55BF0D56" w14:textId="77777777" w:rsidR="00905145" w:rsidRPr="00AF0A23" w:rsidRDefault="00905145" w:rsidP="00905145">
      <w:r w:rsidRPr="00AF0A23">
        <w:t>Je suis heureux de vous l’entendre dire.</w:t>
      </w:r>
    </w:p>
    <w:p w14:paraId="1D6F72DD" w14:textId="77777777" w:rsidR="00905145" w:rsidRPr="00AF0A23" w:rsidRDefault="00905145" w:rsidP="00905145">
      <w:pPr>
        <w:ind w:firstLine="0"/>
        <w:jc w:val="center"/>
      </w:pPr>
      <w:r w:rsidRPr="00AF0A23">
        <w:t>TALLEYRAND</w:t>
      </w:r>
    </w:p>
    <w:p w14:paraId="57963ADC" w14:textId="77777777" w:rsidR="00905145" w:rsidRPr="00AF0A23" w:rsidRDefault="00905145" w:rsidP="00905145">
      <w:r w:rsidRPr="00AF0A23">
        <w:t>Vous présiderez chacun à votre tour – par ordre alphab</w:t>
      </w:r>
      <w:r w:rsidRPr="00AF0A23">
        <w:t>é</w:t>
      </w:r>
      <w:r w:rsidRPr="00AF0A23">
        <w:t>tique.</w:t>
      </w:r>
    </w:p>
    <w:p w14:paraId="395CFB10" w14:textId="77777777" w:rsidR="00905145" w:rsidRPr="006C7388" w:rsidRDefault="00905145" w:rsidP="00905145">
      <w:pPr>
        <w:pStyle w:val="NormalRetraitGauche4XIndent0"/>
        <w:rPr>
          <w:i/>
          <w:iCs/>
        </w:rPr>
      </w:pPr>
      <w:r w:rsidRPr="006C7388">
        <w:rPr>
          <w:i/>
          <w:iCs/>
        </w:rPr>
        <w:t>Bonaparte, Sieyès et Ducos disent l’alphabet à la muette. Et vite Bonaparte est satisfait tandis que les deux autres font une mine p</w:t>
      </w:r>
      <w:r w:rsidRPr="006C7388">
        <w:rPr>
          <w:i/>
          <w:iCs/>
        </w:rPr>
        <w:t>i</w:t>
      </w:r>
      <w:r w:rsidRPr="006C7388">
        <w:rPr>
          <w:i/>
          <w:iCs/>
        </w:rPr>
        <w:t>teuse.</w:t>
      </w:r>
    </w:p>
    <w:p w14:paraId="3F18794B" w14:textId="77777777" w:rsidR="00905145" w:rsidRPr="00AF0A23" w:rsidRDefault="00905145" w:rsidP="00905145">
      <w:pPr>
        <w:ind w:firstLine="0"/>
        <w:jc w:val="center"/>
      </w:pPr>
      <w:r w:rsidRPr="00AF0A23">
        <w:t>BONAPARTE</w:t>
      </w:r>
    </w:p>
    <w:p w14:paraId="28F1FBFA" w14:textId="77777777" w:rsidR="00905145" w:rsidRPr="00AF0A23" w:rsidRDefault="00905145" w:rsidP="00905145">
      <w:r w:rsidRPr="00AF0A23">
        <w:t>Je m’incline. C’est entendu. Je présiderai donc demain la première assemblée. M. de Talleyrand, un autre conseil à cet égard…</w:t>
      </w:r>
    </w:p>
    <w:p w14:paraId="665C7578" w14:textId="77777777" w:rsidR="00905145" w:rsidRPr="006C7388" w:rsidRDefault="00905145" w:rsidP="00905145">
      <w:pPr>
        <w:pStyle w:val="NormalRetraitGauche4XIndent0"/>
        <w:rPr>
          <w:i/>
          <w:iCs/>
        </w:rPr>
      </w:pPr>
      <w:r w:rsidRPr="006C7388">
        <w:rPr>
          <w:i/>
          <w:iCs/>
        </w:rPr>
        <w:t>Il va vers Ta</w:t>
      </w:r>
      <w:r w:rsidRPr="006C7388">
        <w:rPr>
          <w:i/>
          <w:iCs/>
        </w:rPr>
        <w:t>l</w:t>
      </w:r>
      <w:r w:rsidRPr="006C7388">
        <w:rPr>
          <w:i/>
          <w:iCs/>
        </w:rPr>
        <w:t>leyrand. Ils s’écartent.</w:t>
      </w:r>
    </w:p>
    <w:p w14:paraId="041359A9" w14:textId="77777777" w:rsidR="00905145" w:rsidRPr="00AF0A23" w:rsidRDefault="00905145" w:rsidP="00905145">
      <w:pPr>
        <w:ind w:firstLine="0"/>
        <w:jc w:val="center"/>
      </w:pPr>
      <w:r w:rsidRPr="00AF0A23">
        <w:t>TALLEYRAND</w:t>
      </w:r>
    </w:p>
    <w:p w14:paraId="75634C6F" w14:textId="77777777" w:rsidR="00905145" w:rsidRPr="00AF0A23" w:rsidRDefault="00905145" w:rsidP="00905145">
      <w:r w:rsidRPr="00AF0A23">
        <w:t>Oui. J’y pense.</w:t>
      </w:r>
    </w:p>
    <w:p w14:paraId="7D782652" w14:textId="77777777" w:rsidR="00905145" w:rsidRPr="00AF0A23" w:rsidRDefault="00905145" w:rsidP="00905145">
      <w:pPr>
        <w:ind w:firstLine="0"/>
        <w:jc w:val="center"/>
      </w:pPr>
      <w:r w:rsidRPr="00AF0A23">
        <w:lastRenderedPageBreak/>
        <w:t>BONAPARTE</w:t>
      </w:r>
    </w:p>
    <w:p w14:paraId="05631C7E" w14:textId="77777777" w:rsidR="00905145" w:rsidRPr="00AF0A23" w:rsidRDefault="00905145" w:rsidP="00905145">
      <w:r w:rsidRPr="00AF0A23">
        <w:t>À quoi ?</w:t>
      </w:r>
    </w:p>
    <w:p w14:paraId="4648B543" w14:textId="77777777" w:rsidR="00905145" w:rsidRPr="00AF0A23" w:rsidRDefault="00905145" w:rsidP="00905145">
      <w:pPr>
        <w:ind w:firstLine="0"/>
        <w:jc w:val="center"/>
      </w:pPr>
      <w:r w:rsidRPr="00AF0A23">
        <w:t>TALLEYRAND</w:t>
      </w:r>
    </w:p>
    <w:p w14:paraId="6E5E9A9D" w14:textId="77777777" w:rsidR="00905145" w:rsidRPr="00AF0A23" w:rsidRDefault="00905145" w:rsidP="00905145">
      <w:r w:rsidRPr="00AF0A23">
        <w:t>À ce que vous allez me demander. Pour rester président, pour devenir en un mot le Premier Consul, laissez-les se distr</w:t>
      </w:r>
      <w:r w:rsidRPr="00AF0A23">
        <w:t>i</w:t>
      </w:r>
      <w:r w:rsidRPr="00AF0A23">
        <w:t xml:space="preserve">buer les portefeuilles comme ils l’entendront, mais conservez pour vous celui des Affaires Étrangères, qui, </w:t>
      </w:r>
      <w:proofErr w:type="gramStart"/>
      <w:r w:rsidRPr="00AF0A23">
        <w:t>de par</w:t>
      </w:r>
      <w:proofErr w:type="gramEnd"/>
      <w:r w:rsidRPr="00AF0A23">
        <w:t xml:space="preserve"> sa nature, est secret – puis confiez-moi les Relations E</w:t>
      </w:r>
      <w:r w:rsidRPr="00AF0A23">
        <w:t>x</w:t>
      </w:r>
      <w:r w:rsidRPr="00AF0A23">
        <w:t>térieures et, de la sorte, je ne travaillerai qu’avec vous seul. Mais vous êtes en train de les inquiéter, prenez donc garde – et laissez-moi faire.</w:t>
      </w:r>
    </w:p>
    <w:p w14:paraId="3E5E599E" w14:textId="77777777" w:rsidR="00905145" w:rsidRPr="006C7388" w:rsidRDefault="00905145" w:rsidP="00905145">
      <w:pPr>
        <w:pStyle w:val="NormalRetraitGauche4XIndent0"/>
        <w:rPr>
          <w:i/>
          <w:iCs/>
        </w:rPr>
      </w:pPr>
      <w:r w:rsidRPr="006C7388">
        <w:rPr>
          <w:i/>
          <w:iCs/>
        </w:rPr>
        <w:t>Élevant la voix.</w:t>
      </w:r>
    </w:p>
    <w:p w14:paraId="44A0E17C" w14:textId="77777777" w:rsidR="00905145" w:rsidRPr="00AF0A23" w:rsidRDefault="00905145" w:rsidP="00905145">
      <w:r w:rsidRPr="00AF0A23">
        <w:t>En réponse à la question que me pose le général Bonaparte, je me permettrai, Messieurs, de vous consei</w:t>
      </w:r>
      <w:r w:rsidRPr="00AF0A23">
        <w:t>l</w:t>
      </w:r>
      <w:r w:rsidRPr="00AF0A23">
        <w:t>ler de faire ce que font les plus grands comédiens, ce qu’ils font inlassablement avant que de se présenter au public, ils mettent en ordre leurs idées et ressassent leur texte – en un mot, ils rép</w:t>
      </w:r>
      <w:r w:rsidRPr="00AF0A23">
        <w:t>è</w:t>
      </w:r>
      <w:r w:rsidRPr="00AF0A23">
        <w:t>tent – or, mon général, ce que, demain, vous allez dire, il faut que vos co</w:t>
      </w:r>
      <w:r w:rsidRPr="00AF0A23">
        <w:t>l</w:t>
      </w:r>
      <w:r w:rsidRPr="00AF0A23">
        <w:t>lègues en soient informés – si vous voulez qu’en l’entendant demain ils feignent l’étonnement et n’en soient pas su</w:t>
      </w:r>
      <w:r w:rsidRPr="00AF0A23">
        <w:t>r</w:t>
      </w:r>
      <w:r w:rsidRPr="00AF0A23">
        <w:t>pris.</w:t>
      </w:r>
    </w:p>
    <w:p w14:paraId="6AF718C7" w14:textId="77777777" w:rsidR="00905145" w:rsidRPr="00AF0A23" w:rsidRDefault="00905145" w:rsidP="00905145">
      <w:pPr>
        <w:ind w:firstLine="0"/>
        <w:jc w:val="center"/>
      </w:pPr>
      <w:r w:rsidRPr="00AF0A23">
        <w:t>SIEYÈS</w:t>
      </w:r>
    </w:p>
    <w:p w14:paraId="247E761E" w14:textId="77777777" w:rsidR="00905145" w:rsidRPr="00AF0A23" w:rsidRDefault="00905145" w:rsidP="00905145">
      <w:r w:rsidRPr="00AF0A23">
        <w:t>C’est une bonne idée.</w:t>
      </w:r>
    </w:p>
    <w:p w14:paraId="22861F10" w14:textId="77777777" w:rsidR="00905145" w:rsidRPr="00AF0A23" w:rsidRDefault="00905145" w:rsidP="00905145">
      <w:pPr>
        <w:ind w:firstLine="0"/>
        <w:jc w:val="center"/>
      </w:pPr>
      <w:r w:rsidRPr="00AF0A23">
        <w:t>BONAPARTE</w:t>
      </w:r>
    </w:p>
    <w:p w14:paraId="0E626B34" w14:textId="77777777" w:rsidR="00905145" w:rsidRPr="00AF0A23" w:rsidRDefault="00905145" w:rsidP="00905145">
      <w:r w:rsidRPr="00AF0A23">
        <w:t>Mais… quand il vous plaira.</w:t>
      </w:r>
    </w:p>
    <w:p w14:paraId="70B75AD1" w14:textId="77777777" w:rsidR="00905145" w:rsidRPr="00AF0A23" w:rsidRDefault="00905145" w:rsidP="00905145">
      <w:pPr>
        <w:ind w:firstLine="0"/>
        <w:jc w:val="center"/>
      </w:pPr>
      <w:r w:rsidRPr="00AF0A23">
        <w:t>TALLEYRAND</w:t>
      </w:r>
    </w:p>
    <w:p w14:paraId="4523F538" w14:textId="77777777" w:rsidR="00905145" w:rsidRPr="00AF0A23" w:rsidRDefault="00905145" w:rsidP="00905145">
      <w:r w:rsidRPr="00AF0A23">
        <w:lastRenderedPageBreak/>
        <w:t>Vous avez, me semble-t-il précis</w:t>
      </w:r>
      <w:r w:rsidRPr="00AF0A23">
        <w:t>é</w:t>
      </w:r>
      <w:r w:rsidRPr="00AF0A23">
        <w:t>ment ici l’auditoire rêvé. Notre maître tailleur représentant le peuple… souverain, M. David, l’avenir, M. Jacob, le passé…</w:t>
      </w:r>
    </w:p>
    <w:p w14:paraId="0F833166" w14:textId="77777777" w:rsidR="00905145" w:rsidRPr="00AF0A23" w:rsidRDefault="00905145" w:rsidP="00905145">
      <w:pPr>
        <w:ind w:firstLine="0"/>
        <w:jc w:val="center"/>
      </w:pPr>
      <w:r w:rsidRPr="00AF0A23">
        <w:t>SIEYÈS</w:t>
      </w:r>
    </w:p>
    <w:p w14:paraId="370AD78B" w14:textId="77777777" w:rsidR="00905145" w:rsidRPr="00AF0A23" w:rsidRDefault="00905145" w:rsidP="00905145">
      <w:r w:rsidRPr="00AF0A23">
        <w:t>Et vous M. de Talleyrand…</w:t>
      </w:r>
    </w:p>
    <w:p w14:paraId="35FBBFE5" w14:textId="77777777" w:rsidR="00905145" w:rsidRPr="00AF0A23" w:rsidRDefault="00905145" w:rsidP="00905145">
      <w:pPr>
        <w:ind w:firstLine="0"/>
        <w:jc w:val="center"/>
      </w:pPr>
      <w:r w:rsidRPr="00AF0A23">
        <w:t>TALLEYRAND</w:t>
      </w:r>
    </w:p>
    <w:p w14:paraId="15FD8A36" w14:textId="77777777" w:rsidR="00905145" w:rsidRPr="00AF0A23" w:rsidRDefault="00905145" w:rsidP="00905145">
      <w:r w:rsidRPr="00AF0A23">
        <w:t>Allant de l’un à l’autre… avec préca</w:t>
      </w:r>
      <w:r w:rsidRPr="00AF0A23">
        <w:t>u</w:t>
      </w:r>
      <w:r w:rsidRPr="00AF0A23">
        <w:t>tion.</w:t>
      </w:r>
    </w:p>
    <w:p w14:paraId="3AAC012D" w14:textId="77777777" w:rsidR="00905145" w:rsidRPr="006C7388" w:rsidRDefault="00905145" w:rsidP="00905145">
      <w:pPr>
        <w:pStyle w:val="NormalRetraitGauche4XIndent0"/>
        <w:rPr>
          <w:i/>
          <w:iCs/>
        </w:rPr>
      </w:pPr>
      <w:r w:rsidRPr="006C7388">
        <w:rPr>
          <w:i/>
          <w:iCs/>
        </w:rPr>
        <w:t>À Bonaparte.</w:t>
      </w:r>
    </w:p>
    <w:p w14:paraId="73B5E0BA" w14:textId="77777777" w:rsidR="00905145" w:rsidRPr="00AF0A23" w:rsidRDefault="00905145" w:rsidP="00905145">
      <w:r w:rsidRPr="00AF0A23">
        <w:t>Monsieur le Pr</w:t>
      </w:r>
      <w:r w:rsidRPr="00AF0A23">
        <w:t>é</w:t>
      </w:r>
      <w:r w:rsidRPr="00AF0A23">
        <w:t>sident, vous avez la parole.</w:t>
      </w:r>
    </w:p>
    <w:p w14:paraId="237B476B" w14:textId="77777777" w:rsidR="00905145" w:rsidRPr="006C7388" w:rsidRDefault="00905145" w:rsidP="00905145">
      <w:pPr>
        <w:pStyle w:val="NormalRetraitGauche4XIndent0"/>
        <w:rPr>
          <w:i/>
          <w:iCs/>
        </w:rPr>
      </w:pPr>
      <w:r w:rsidRPr="006C7388">
        <w:rPr>
          <w:i/>
          <w:iCs/>
        </w:rPr>
        <w:t>Il lui désigne sa place sur une sorte d’estrade. Bonaparte y court et parle auss</w:t>
      </w:r>
      <w:r w:rsidRPr="006C7388">
        <w:rPr>
          <w:i/>
          <w:iCs/>
        </w:rPr>
        <w:t>i</w:t>
      </w:r>
      <w:r w:rsidRPr="006C7388">
        <w:rPr>
          <w:i/>
          <w:iCs/>
        </w:rPr>
        <w:t>tôt.</w:t>
      </w:r>
    </w:p>
    <w:p w14:paraId="4B6F937C" w14:textId="77777777" w:rsidR="00905145" w:rsidRPr="00AF0A23" w:rsidRDefault="00905145" w:rsidP="00905145">
      <w:pPr>
        <w:ind w:firstLine="0"/>
        <w:jc w:val="center"/>
      </w:pPr>
      <w:r w:rsidRPr="00AF0A23">
        <w:t>BONAPARTE</w:t>
      </w:r>
    </w:p>
    <w:p w14:paraId="1279DE0E" w14:textId="77777777" w:rsidR="00905145" w:rsidRPr="00AF0A23" w:rsidRDefault="00905145" w:rsidP="00905145">
      <w:r w:rsidRPr="00AF0A23">
        <w:t>Représentant du peuple, permettez-moi de vous parler avec la franchise d’un soldat. Vous ne voyez pas en moi un mis</w:t>
      </w:r>
      <w:r w:rsidRPr="00AF0A23">
        <w:t>é</w:t>
      </w:r>
      <w:r w:rsidRPr="00AF0A23">
        <w:t>rable intrigant qui se couvre d’un masque hypocrite. J’ai fait mes preuves de dévouement à la Rép</w:t>
      </w:r>
      <w:r w:rsidRPr="00AF0A23">
        <w:t>u</w:t>
      </w:r>
      <w:r w:rsidRPr="00AF0A23">
        <w:t>blique…</w:t>
      </w:r>
    </w:p>
    <w:p w14:paraId="6848890A" w14:textId="77777777" w:rsidR="00905145" w:rsidRPr="006C7388" w:rsidRDefault="00905145" w:rsidP="00905145">
      <w:pPr>
        <w:pStyle w:val="NormalRetraitGauche4XIndent0"/>
        <w:rPr>
          <w:i/>
          <w:iCs/>
        </w:rPr>
      </w:pPr>
      <w:r w:rsidRPr="006C7388">
        <w:rPr>
          <w:i/>
          <w:iCs/>
        </w:rPr>
        <w:t>Talleyrand lui fait signe de passer vite sur ce point.</w:t>
      </w:r>
    </w:p>
    <w:p w14:paraId="41BE2930" w14:textId="77777777" w:rsidR="00905145" w:rsidRPr="00AF0A23" w:rsidRDefault="00905145" w:rsidP="00905145">
      <w:r w:rsidRPr="00AF0A23">
        <w:t xml:space="preserve">… et </w:t>
      </w:r>
      <w:smartTag w:uri="urn:schemas-microsoft-com:office:smarttags" w:element="PersonName">
        <w:smartTagPr>
          <w:attr w:name="ProductID" w:val="la Patrie"/>
        </w:smartTagPr>
        <w:r w:rsidRPr="00AF0A23">
          <w:t>la Patrie</w:t>
        </w:r>
      </w:smartTag>
      <w:r w:rsidRPr="00AF0A23">
        <w:t xml:space="preserve"> n’a pas de plus zélé d</w:t>
      </w:r>
      <w:r w:rsidRPr="00AF0A23">
        <w:t>é</w:t>
      </w:r>
      <w:r w:rsidRPr="00AF0A23">
        <w:t>fenseur que moi.</w:t>
      </w:r>
    </w:p>
    <w:p w14:paraId="373EE723" w14:textId="77777777" w:rsidR="00905145" w:rsidRPr="006C7388" w:rsidRDefault="00905145" w:rsidP="00905145">
      <w:pPr>
        <w:pStyle w:val="NormalRetraitGauche4XIndent0"/>
        <w:rPr>
          <w:i/>
          <w:iCs/>
        </w:rPr>
      </w:pPr>
      <w:r w:rsidRPr="006C7388">
        <w:rPr>
          <w:i/>
          <w:iCs/>
        </w:rPr>
        <w:t>Talleyrand lui fait signe : Mais !</w:t>
      </w:r>
    </w:p>
    <w:p w14:paraId="0335F53F" w14:textId="77777777" w:rsidR="00905145" w:rsidRPr="00AF0A23" w:rsidRDefault="00905145" w:rsidP="00905145">
      <w:r w:rsidRPr="00AF0A23">
        <w:t>… Mais…</w:t>
      </w:r>
    </w:p>
    <w:p w14:paraId="480E28F5" w14:textId="77777777" w:rsidR="00905145" w:rsidRPr="006C7388" w:rsidRDefault="00905145" w:rsidP="00905145">
      <w:pPr>
        <w:pStyle w:val="NormalRetraitGauche4XIndent0"/>
        <w:rPr>
          <w:i/>
          <w:iCs/>
        </w:rPr>
      </w:pPr>
      <w:r w:rsidRPr="006C7388">
        <w:rPr>
          <w:i/>
          <w:iCs/>
        </w:rPr>
        <w:t>Talleyrand lui fait un signe compr</w:t>
      </w:r>
      <w:r w:rsidRPr="006C7388">
        <w:rPr>
          <w:i/>
          <w:iCs/>
        </w:rPr>
        <w:t>é</w:t>
      </w:r>
      <w:r w:rsidRPr="006C7388">
        <w:rPr>
          <w:i/>
          <w:iCs/>
        </w:rPr>
        <w:t>hensif.</w:t>
      </w:r>
    </w:p>
    <w:p w14:paraId="62462C40" w14:textId="77777777" w:rsidR="00905145" w:rsidRPr="00AF0A23" w:rsidRDefault="00905145" w:rsidP="00905145">
      <w:r w:rsidRPr="00AF0A23">
        <w:t>Mais… c’est sur vous seul que repose son salut.</w:t>
      </w:r>
    </w:p>
    <w:p w14:paraId="391C7DA6" w14:textId="77777777" w:rsidR="00905145" w:rsidRPr="006C7388" w:rsidRDefault="00905145" w:rsidP="00905145">
      <w:pPr>
        <w:pStyle w:val="NormalRetraitGauche4XIndent0"/>
        <w:rPr>
          <w:i/>
          <w:iCs/>
        </w:rPr>
      </w:pPr>
      <w:r w:rsidRPr="006C7388">
        <w:rPr>
          <w:i/>
          <w:iCs/>
        </w:rPr>
        <w:t>Talleyrand a</w:t>
      </w:r>
      <w:r w:rsidRPr="006C7388">
        <w:rPr>
          <w:i/>
          <w:iCs/>
        </w:rPr>
        <w:t>p</w:t>
      </w:r>
      <w:r w:rsidRPr="006C7388">
        <w:rPr>
          <w:i/>
          <w:iCs/>
        </w:rPr>
        <w:t>prouve ces mots.</w:t>
      </w:r>
    </w:p>
    <w:p w14:paraId="150D2073" w14:textId="77777777" w:rsidR="00905145" w:rsidRPr="00AF0A23" w:rsidRDefault="00905145" w:rsidP="00905145">
      <w:r w:rsidRPr="00AF0A23">
        <w:lastRenderedPageBreak/>
        <w:t>Évitons de perdre ces deux choses pour lesquelles nous avons fait tant de s</w:t>
      </w:r>
      <w:r w:rsidRPr="00AF0A23">
        <w:t>a</w:t>
      </w:r>
      <w:r w:rsidRPr="00AF0A23">
        <w:t xml:space="preserve">crifices : </w:t>
      </w:r>
      <w:smartTag w:uri="urn:schemas-microsoft-com:office:smarttags" w:element="PersonName">
        <w:smartTagPr>
          <w:attr w:name="ProductID" w:val="la Libert￩"/>
        </w:smartTagPr>
        <w:r w:rsidRPr="00AF0A23">
          <w:t>la Liberté</w:t>
        </w:r>
      </w:smartTag>
      <w:r w:rsidRPr="00AF0A23">
        <w:t xml:space="preserve"> et l’Égalité.</w:t>
      </w:r>
    </w:p>
    <w:p w14:paraId="33A298C5" w14:textId="77777777" w:rsidR="00905145" w:rsidRPr="00AF0A23" w:rsidRDefault="00905145" w:rsidP="00905145">
      <w:pPr>
        <w:ind w:firstLine="0"/>
        <w:jc w:val="center"/>
      </w:pPr>
      <w:r w:rsidRPr="00AF0A23">
        <w:t>TALLEYRAND</w:t>
      </w:r>
    </w:p>
    <w:p w14:paraId="7FCB91DB" w14:textId="77777777" w:rsidR="00905145" w:rsidRPr="00AF0A23" w:rsidRDefault="00905145" w:rsidP="00905145">
      <w:r w:rsidRPr="00AF0A23">
        <w:t>Pardon ! Si quelqu’un vous criait : « Et la Constitution ! » Que répondriez-vous ? Je vous le demande parce que notre maître tailleur vient de le murm</w:t>
      </w:r>
      <w:r w:rsidRPr="00AF0A23">
        <w:t>u</w:t>
      </w:r>
      <w:r w:rsidRPr="00AF0A23">
        <w:t>rer dans mon dos.</w:t>
      </w:r>
    </w:p>
    <w:p w14:paraId="3FA78C06" w14:textId="77777777" w:rsidR="00905145" w:rsidRPr="00AF0A23" w:rsidRDefault="00905145" w:rsidP="00905145">
      <w:pPr>
        <w:ind w:firstLine="0"/>
        <w:jc w:val="center"/>
      </w:pPr>
      <w:r w:rsidRPr="00AF0A23">
        <w:t>BONAPARTE</w:t>
      </w:r>
    </w:p>
    <w:p w14:paraId="19B399A0" w14:textId="77777777" w:rsidR="00905145" w:rsidRPr="00AF0A23" w:rsidRDefault="00905145" w:rsidP="00905145">
      <w:r w:rsidRPr="00AF0A23">
        <w:t>Je répondrais : La Constitution ? Vous l’avez violée le 18 Fructidor, vous l’avez violée le 22 Floréal, vous l’avez violée le 30 pra</w:t>
      </w:r>
      <w:r w:rsidRPr="00AF0A23">
        <w:t>i</w:t>
      </w:r>
      <w:r w:rsidRPr="00AF0A23">
        <w:t>rial !</w:t>
      </w:r>
    </w:p>
    <w:p w14:paraId="1A1941A1" w14:textId="77777777" w:rsidR="00905145" w:rsidRPr="00AF0A23" w:rsidRDefault="00905145" w:rsidP="00905145">
      <w:pPr>
        <w:ind w:firstLine="0"/>
        <w:jc w:val="center"/>
        <w:rPr>
          <w:i/>
          <w:iCs/>
        </w:rPr>
      </w:pPr>
      <w:r w:rsidRPr="00AF0A23">
        <w:t xml:space="preserve">TALLEYRAND, </w:t>
      </w:r>
      <w:r w:rsidRPr="00AF0A23">
        <w:rPr>
          <w:i/>
          <w:iCs/>
        </w:rPr>
        <w:t>lui soufflant.</w:t>
      </w:r>
    </w:p>
    <w:p w14:paraId="55F7814C" w14:textId="77777777" w:rsidR="00905145" w:rsidRPr="00AF0A23" w:rsidRDefault="00905145" w:rsidP="00905145">
      <w:r w:rsidRPr="00AF0A23">
        <w:t>Elle ne peut entretenir l’harmonie puisqu’elle n’a pas de diap</w:t>
      </w:r>
      <w:r w:rsidRPr="00AF0A23">
        <w:t>a</w:t>
      </w:r>
      <w:r w:rsidRPr="00AF0A23">
        <w:t>son.</w:t>
      </w:r>
    </w:p>
    <w:p w14:paraId="13282936" w14:textId="77777777" w:rsidR="00905145" w:rsidRPr="00AF0A23" w:rsidRDefault="00905145" w:rsidP="00905145">
      <w:pPr>
        <w:ind w:firstLine="0"/>
        <w:jc w:val="center"/>
        <w:rPr>
          <w:i/>
          <w:iCs/>
        </w:rPr>
      </w:pPr>
      <w:r w:rsidRPr="00AF0A23">
        <w:t>BONAPARTE, r</w:t>
      </w:r>
      <w:r w:rsidRPr="00AF0A23">
        <w:rPr>
          <w:i/>
          <w:iCs/>
        </w:rPr>
        <w:t>épétant.</w:t>
      </w:r>
    </w:p>
    <w:p w14:paraId="06C1C5FA" w14:textId="77777777" w:rsidR="00905145" w:rsidRPr="00AF0A23" w:rsidRDefault="00905145" w:rsidP="00905145">
      <w:r w:rsidRPr="00AF0A23">
        <w:t xml:space="preserve">Elle ne peut entretenir l’harmonie puisqu’elle n’a pas de diapason. Elle ne peut sauver </w:t>
      </w:r>
      <w:smartTag w:uri="urn:schemas-microsoft-com:office:smarttags" w:element="PersonName">
        <w:smartTagPr>
          <w:attr w:name="ProductID" w:val="la Patrie"/>
        </w:smartTagPr>
        <w:r w:rsidRPr="00AF0A23">
          <w:t>la Patrie</w:t>
        </w:r>
      </w:smartTag>
      <w:r w:rsidRPr="00AF0A23">
        <w:t xml:space="preserve"> puisqu’elle n’est respe</w:t>
      </w:r>
      <w:r w:rsidRPr="00AF0A23">
        <w:t>c</w:t>
      </w:r>
      <w:r w:rsidRPr="00AF0A23">
        <w:t xml:space="preserve">tée de personne !… Français, </w:t>
      </w:r>
      <w:smartTag w:uri="urn:schemas-microsoft-com:office:smarttags" w:element="PersonName">
        <w:smartTagPr>
          <w:attr w:name="ProductID" w:val="la R￩publique"/>
        </w:smartTagPr>
        <w:r w:rsidRPr="00AF0A23">
          <w:t>la République</w:t>
        </w:r>
      </w:smartTag>
      <w:r w:rsidRPr="00AF0A23">
        <w:t xml:space="preserve"> raffermie… et repl</w:t>
      </w:r>
      <w:r w:rsidRPr="00AF0A23">
        <w:t>a</w:t>
      </w:r>
      <w:r w:rsidRPr="00AF0A23">
        <w:t>cée dans l’Europe au rang qu’elle n’aurait jamais dû perdre a</w:t>
      </w:r>
      <w:r w:rsidRPr="00AF0A23">
        <w:t>c</w:t>
      </w:r>
      <w:r w:rsidRPr="00AF0A23">
        <w:t>complira ses glorie</w:t>
      </w:r>
      <w:r w:rsidRPr="00AF0A23">
        <w:t>u</w:t>
      </w:r>
      <w:r w:rsidRPr="00AF0A23">
        <w:t>ses destinées…</w:t>
      </w:r>
    </w:p>
    <w:p w14:paraId="52D4B4A0" w14:textId="77777777" w:rsidR="00905145" w:rsidRPr="006C7388" w:rsidRDefault="00905145" w:rsidP="00905145">
      <w:pPr>
        <w:pStyle w:val="NormalRetraitGauche4XIndent0"/>
        <w:rPr>
          <w:i/>
          <w:iCs/>
        </w:rPr>
      </w:pPr>
      <w:r w:rsidRPr="006C7388">
        <w:rPr>
          <w:i/>
          <w:iCs/>
        </w:rPr>
        <w:t>Le visage de Ta</w:t>
      </w:r>
      <w:r w:rsidRPr="006C7388">
        <w:rPr>
          <w:i/>
          <w:iCs/>
        </w:rPr>
        <w:t>l</w:t>
      </w:r>
      <w:r w:rsidRPr="006C7388">
        <w:rPr>
          <w:i/>
          <w:iCs/>
        </w:rPr>
        <w:t>leyrand exprime le doute à cet égard.</w:t>
      </w:r>
    </w:p>
    <w:p w14:paraId="45224FCB" w14:textId="77777777" w:rsidR="00905145" w:rsidRPr="006C7388" w:rsidRDefault="00905145" w:rsidP="00905145">
      <w:pPr>
        <w:pStyle w:val="NormalRetraitGauche4XIndent0"/>
        <w:rPr>
          <w:i/>
          <w:iCs/>
        </w:rPr>
      </w:pPr>
      <w:r w:rsidRPr="006C7388">
        <w:rPr>
          <w:i/>
          <w:iCs/>
        </w:rPr>
        <w:t>Le tailleur et David sont aux anges – Jacob regarde Talleyrand et doute au</w:t>
      </w:r>
      <w:r w:rsidRPr="006C7388">
        <w:rPr>
          <w:i/>
          <w:iCs/>
        </w:rPr>
        <w:t>s</w:t>
      </w:r>
      <w:r w:rsidRPr="006C7388">
        <w:rPr>
          <w:i/>
          <w:iCs/>
        </w:rPr>
        <w:t>si.</w:t>
      </w:r>
    </w:p>
    <w:p w14:paraId="505BE747" w14:textId="77777777" w:rsidR="00905145" w:rsidRPr="00AF0A23" w:rsidRDefault="00905145" w:rsidP="00905145">
      <w:pPr>
        <w:ind w:firstLine="0"/>
        <w:jc w:val="center"/>
      </w:pPr>
      <w:r w:rsidRPr="00AF0A23">
        <w:t>BONAPARTE</w:t>
      </w:r>
    </w:p>
    <w:p w14:paraId="70C46209" w14:textId="77777777" w:rsidR="00905145" w:rsidRPr="00AF0A23" w:rsidRDefault="00905145" w:rsidP="00905145">
      <w:r w:rsidRPr="00AF0A23">
        <w:t>Prêtez avec nous le serment que nous fa</w:t>
      </w:r>
      <w:r w:rsidRPr="00AF0A23">
        <w:t>i</w:t>
      </w:r>
      <w:r w:rsidRPr="00AF0A23">
        <w:t xml:space="preserve">sons d’être fidèles à </w:t>
      </w:r>
      <w:smartTag w:uri="urn:schemas-microsoft-com:office:smarttags" w:element="PersonName">
        <w:smartTagPr>
          <w:attr w:name="ProductID" w:val="la R￩publique"/>
        </w:smartTagPr>
        <w:r w:rsidRPr="00AF0A23">
          <w:t>la République</w:t>
        </w:r>
      </w:smartTag>
      <w:r w:rsidRPr="00AF0A23">
        <w:t xml:space="preserve"> une et ind</w:t>
      </w:r>
      <w:r w:rsidRPr="00AF0A23">
        <w:t>i</w:t>
      </w:r>
      <w:r w:rsidRPr="00AF0A23">
        <w:t>visible…</w:t>
      </w:r>
    </w:p>
    <w:p w14:paraId="38F1EBE8" w14:textId="77777777" w:rsidR="00905145" w:rsidRPr="00AF0A23" w:rsidRDefault="00905145" w:rsidP="00905145">
      <w:pPr>
        <w:ind w:firstLine="0"/>
        <w:jc w:val="center"/>
      </w:pPr>
      <w:r w:rsidRPr="00AF0A23">
        <w:lastRenderedPageBreak/>
        <w:t>TALLEYRAND</w:t>
      </w:r>
    </w:p>
    <w:p w14:paraId="33F3E7D7" w14:textId="77777777" w:rsidR="00905145" w:rsidRPr="00AF0A23" w:rsidRDefault="00905145" w:rsidP="00905145">
      <w:r w:rsidRPr="00AF0A23">
        <w:t>Hum !</w:t>
      </w:r>
    </w:p>
    <w:p w14:paraId="2F1204AA" w14:textId="77777777" w:rsidR="00905145" w:rsidRPr="00AF0A23" w:rsidRDefault="00905145" w:rsidP="00905145">
      <w:pPr>
        <w:ind w:firstLine="0"/>
        <w:jc w:val="center"/>
      </w:pPr>
      <w:r w:rsidRPr="00AF0A23">
        <w:t>BONAPARTE</w:t>
      </w:r>
    </w:p>
    <w:p w14:paraId="6149B443" w14:textId="77777777" w:rsidR="00905145" w:rsidRPr="00AF0A23" w:rsidRDefault="00905145" w:rsidP="00905145">
      <w:r w:rsidRPr="00AF0A23">
        <w:t>Quoi ?</w:t>
      </w:r>
    </w:p>
    <w:p w14:paraId="63956B9E" w14:textId="77777777" w:rsidR="00905145" w:rsidRPr="00AF0A23" w:rsidRDefault="00905145" w:rsidP="00905145">
      <w:pPr>
        <w:ind w:firstLine="0"/>
        <w:jc w:val="center"/>
        <w:rPr>
          <w:i/>
          <w:iCs/>
        </w:rPr>
      </w:pPr>
      <w:r w:rsidRPr="00AF0A23">
        <w:t>TALLEYRAND, s</w:t>
      </w:r>
      <w:r w:rsidRPr="00AF0A23">
        <w:rPr>
          <w:i/>
          <w:iCs/>
        </w:rPr>
        <w:t>ouriant.</w:t>
      </w:r>
    </w:p>
    <w:p w14:paraId="764E8135" w14:textId="77777777" w:rsidR="00905145" w:rsidRPr="00AF0A23" w:rsidRDefault="00905145" w:rsidP="00905145">
      <w:r w:rsidRPr="00AF0A23">
        <w:t>Rien.</w:t>
      </w:r>
    </w:p>
    <w:p w14:paraId="3CBFD546" w14:textId="77777777" w:rsidR="00905145" w:rsidRPr="00AF0A23" w:rsidRDefault="00905145" w:rsidP="00905145">
      <w:pPr>
        <w:ind w:firstLine="0"/>
        <w:jc w:val="center"/>
      </w:pPr>
      <w:r w:rsidRPr="00AF0A23">
        <w:t>BONAPARTE</w:t>
      </w:r>
    </w:p>
    <w:p w14:paraId="2665C48F" w14:textId="77777777" w:rsidR="00905145" w:rsidRPr="00AF0A23" w:rsidRDefault="00905145" w:rsidP="00905145">
      <w:r w:rsidRPr="00AF0A23">
        <w:t>Fondée sur la Liberté… l’Égalité…</w:t>
      </w:r>
    </w:p>
    <w:p w14:paraId="29326B88" w14:textId="77777777" w:rsidR="00905145" w:rsidRPr="00AF0A23" w:rsidRDefault="00905145" w:rsidP="00905145"/>
    <w:p w14:paraId="0E54021F" w14:textId="77777777" w:rsidR="00905145" w:rsidRPr="00AF0A23" w:rsidRDefault="00905145" w:rsidP="00905145">
      <w:pPr>
        <w:pStyle w:val="Titre1"/>
      </w:pPr>
      <w:bookmarkStart w:id="17" w:name="_Toc195622103"/>
      <w:r w:rsidRPr="00AF0A23">
        <w:lastRenderedPageBreak/>
        <w:t>ERFURT</w:t>
      </w:r>
      <w:bookmarkEnd w:id="17"/>
    </w:p>
    <w:p w14:paraId="47E21E34" w14:textId="77777777" w:rsidR="00905145" w:rsidRPr="00AF0A23" w:rsidRDefault="00905145" w:rsidP="00905145">
      <w:pPr>
        <w:rPr>
          <w:i/>
          <w:iCs/>
        </w:rPr>
      </w:pPr>
      <w:r w:rsidRPr="00AF0A23">
        <w:rPr>
          <w:i/>
          <w:iCs/>
        </w:rPr>
        <w:t>Le décor représente la tente d’apparat de l’Empereur N</w:t>
      </w:r>
      <w:r w:rsidRPr="00AF0A23">
        <w:rPr>
          <w:i/>
          <w:iCs/>
        </w:rPr>
        <w:t>a</w:t>
      </w:r>
      <w:r w:rsidRPr="00AF0A23">
        <w:rPr>
          <w:i/>
          <w:iCs/>
        </w:rPr>
        <w:t>poléon à Erfurt – et c’est au mois d’octobre 1808 que cette c</w:t>
      </w:r>
      <w:r w:rsidRPr="00AF0A23">
        <w:rPr>
          <w:i/>
          <w:iCs/>
        </w:rPr>
        <w:t>o</w:t>
      </w:r>
      <w:r w:rsidRPr="00AF0A23">
        <w:rPr>
          <w:i/>
          <w:iCs/>
        </w:rPr>
        <w:t>médie se joue. Il y a une table au centre du décor, et ce décor a trois ouvertures : la plus importante est au fond, les deux autres, en pan coupé, se trouvent l’une à droite, l’autre à gauche.</w:t>
      </w:r>
    </w:p>
    <w:p w14:paraId="48AD7A8C" w14:textId="77777777" w:rsidR="00905145" w:rsidRPr="00AF0A23" w:rsidRDefault="00905145" w:rsidP="00905145">
      <w:pPr>
        <w:rPr>
          <w:i/>
          <w:iCs/>
        </w:rPr>
      </w:pPr>
      <w:r w:rsidRPr="00AF0A23">
        <w:rPr>
          <w:i/>
          <w:iCs/>
        </w:rPr>
        <w:t>Au lever du rideau, l’empereur Napoléon est assis à la table, au bout de laquelle on a dressé son couvert. Tout en ca</w:t>
      </w:r>
      <w:r w:rsidRPr="00AF0A23">
        <w:rPr>
          <w:i/>
          <w:iCs/>
        </w:rPr>
        <w:t>u</w:t>
      </w:r>
      <w:r w:rsidRPr="00AF0A23">
        <w:rPr>
          <w:i/>
          <w:iCs/>
        </w:rPr>
        <w:t>sant, tout en donnant des ordres, il termine son repas fr</w:t>
      </w:r>
      <w:r w:rsidRPr="00AF0A23">
        <w:rPr>
          <w:i/>
          <w:iCs/>
        </w:rPr>
        <w:t>u</w:t>
      </w:r>
      <w:r w:rsidRPr="00AF0A23">
        <w:rPr>
          <w:i/>
          <w:iCs/>
        </w:rPr>
        <w:t>gal. Sont auprès de lui : Talleyrand, M. de Rémusat, Ca</w:t>
      </w:r>
      <w:r w:rsidRPr="00AF0A23">
        <w:rPr>
          <w:i/>
          <w:iCs/>
        </w:rPr>
        <w:t>u</w:t>
      </w:r>
      <w:r w:rsidRPr="00AF0A23">
        <w:rPr>
          <w:i/>
          <w:iCs/>
        </w:rPr>
        <w:t>laincourt et deux chambellans.</w:t>
      </w:r>
    </w:p>
    <w:p w14:paraId="4243158A" w14:textId="77777777" w:rsidR="00905145" w:rsidRDefault="00905145" w:rsidP="00905145">
      <w:pPr>
        <w:ind w:firstLine="0"/>
        <w:jc w:val="center"/>
      </w:pPr>
    </w:p>
    <w:p w14:paraId="229E3051" w14:textId="77777777" w:rsidR="00905145" w:rsidRPr="00AF0A23" w:rsidRDefault="00905145" w:rsidP="00905145">
      <w:pPr>
        <w:ind w:firstLine="0"/>
        <w:jc w:val="center"/>
        <w:rPr>
          <w:i/>
          <w:iCs/>
        </w:rPr>
      </w:pPr>
      <w:r w:rsidRPr="00AF0A23">
        <w:t>NAPOLÉON, f</w:t>
      </w:r>
      <w:r w:rsidRPr="00AF0A23">
        <w:rPr>
          <w:i/>
          <w:iCs/>
        </w:rPr>
        <w:t>aisant allusion à un ra</w:t>
      </w:r>
      <w:r w:rsidRPr="00AF0A23">
        <w:rPr>
          <w:i/>
          <w:iCs/>
        </w:rPr>
        <w:t>p</w:t>
      </w:r>
      <w:r w:rsidRPr="00AF0A23">
        <w:rPr>
          <w:i/>
          <w:iCs/>
        </w:rPr>
        <w:t>port qu’il a sous les yeux.</w:t>
      </w:r>
    </w:p>
    <w:p w14:paraId="29B05D75" w14:textId="77777777" w:rsidR="00905145" w:rsidRPr="00AF0A23" w:rsidRDefault="00905145" w:rsidP="00905145">
      <w:r w:rsidRPr="00AF0A23">
        <w:t>Qu’est-ce que c’est que cette histoire de carpes, Rémusat ? Je n’y comprends absol</w:t>
      </w:r>
      <w:r w:rsidRPr="00AF0A23">
        <w:t>u</w:t>
      </w:r>
      <w:r w:rsidRPr="00AF0A23">
        <w:t>ment rien.</w:t>
      </w:r>
    </w:p>
    <w:p w14:paraId="6DFE16A9" w14:textId="77777777" w:rsidR="00905145" w:rsidRPr="00AF0A23" w:rsidRDefault="00905145" w:rsidP="00905145">
      <w:pPr>
        <w:ind w:firstLine="0"/>
        <w:jc w:val="center"/>
      </w:pPr>
      <w:r w:rsidRPr="00AF0A23">
        <w:t>MONSIEUR DE RÉMUSAT</w:t>
      </w:r>
    </w:p>
    <w:p w14:paraId="47B84456" w14:textId="77777777" w:rsidR="00905145" w:rsidRPr="00AF0A23" w:rsidRDefault="00905145" w:rsidP="00905145">
      <w:r w:rsidRPr="00AF0A23">
        <w:t>Sire, en nettoyant les étangs de Fontain</w:t>
      </w:r>
      <w:r w:rsidRPr="00AF0A23">
        <w:t>e</w:t>
      </w:r>
      <w:r w:rsidRPr="00AF0A23">
        <w:t>bleau, on a trouvé deux grosses carpes au nez desquelles on avait passé de petits anneaux d’or.</w:t>
      </w:r>
    </w:p>
    <w:p w14:paraId="0322634C" w14:textId="77777777" w:rsidR="00905145" w:rsidRPr="00AF0A23" w:rsidRDefault="00905145" w:rsidP="00905145">
      <w:pPr>
        <w:ind w:firstLine="0"/>
        <w:jc w:val="center"/>
      </w:pPr>
      <w:r w:rsidRPr="00AF0A23">
        <w:t>NAPOLÉON</w:t>
      </w:r>
    </w:p>
    <w:p w14:paraId="59481C18" w14:textId="77777777" w:rsidR="00905145" w:rsidRPr="00AF0A23" w:rsidRDefault="00905145" w:rsidP="00905145">
      <w:r w:rsidRPr="00AF0A23">
        <w:t>Pourquoi a-t-on fait cela ?</w:t>
      </w:r>
    </w:p>
    <w:p w14:paraId="3E6ABB7C" w14:textId="77777777" w:rsidR="00905145" w:rsidRPr="00AF0A23" w:rsidRDefault="00905145" w:rsidP="00905145">
      <w:pPr>
        <w:ind w:firstLine="0"/>
        <w:jc w:val="center"/>
      </w:pPr>
      <w:r w:rsidRPr="00AF0A23">
        <w:t>MONSIEUR DE RÉMUSAT</w:t>
      </w:r>
    </w:p>
    <w:p w14:paraId="1FA74AB5" w14:textId="77777777" w:rsidR="00905145" w:rsidRPr="00AF0A23" w:rsidRDefault="00905145" w:rsidP="00905145">
      <w:r w:rsidRPr="00AF0A23">
        <w:t>Mais je n’en sais rien, Sire.</w:t>
      </w:r>
    </w:p>
    <w:p w14:paraId="6FE9C03E" w14:textId="77777777" w:rsidR="00905145" w:rsidRPr="00AF0A23" w:rsidRDefault="00905145" w:rsidP="00905145">
      <w:pPr>
        <w:ind w:firstLine="0"/>
        <w:jc w:val="center"/>
      </w:pPr>
      <w:r w:rsidRPr="00AF0A23">
        <w:t>NAPOLÉON</w:t>
      </w:r>
    </w:p>
    <w:p w14:paraId="7580F717" w14:textId="77777777" w:rsidR="00905145" w:rsidRPr="00AF0A23" w:rsidRDefault="00905145" w:rsidP="00905145">
      <w:r w:rsidRPr="00AF0A23">
        <w:lastRenderedPageBreak/>
        <w:t>Eh ! Bien, il faudra me trouver l’imbécile qui s’amuse à to</w:t>
      </w:r>
      <w:r w:rsidRPr="00AF0A23">
        <w:t>r</w:t>
      </w:r>
      <w:r w:rsidRPr="00AF0A23">
        <w:t>turer ces malheureuses bêtes. Talma n’est pas arr</w:t>
      </w:r>
      <w:r w:rsidRPr="00AF0A23">
        <w:t>i</w:t>
      </w:r>
      <w:r w:rsidRPr="00AF0A23">
        <w:t>vé ?</w:t>
      </w:r>
    </w:p>
    <w:p w14:paraId="6F943533" w14:textId="77777777" w:rsidR="00905145" w:rsidRPr="005441F7" w:rsidRDefault="00905145" w:rsidP="00905145">
      <w:pPr>
        <w:ind w:firstLine="0"/>
        <w:jc w:val="center"/>
      </w:pPr>
      <w:r w:rsidRPr="00AF0A23">
        <w:t>CAULAINCOURT</w:t>
      </w:r>
    </w:p>
    <w:p w14:paraId="23C9CB82" w14:textId="77777777" w:rsidR="00905145" w:rsidRPr="00AF0A23" w:rsidRDefault="00905145" w:rsidP="00905145">
      <w:r w:rsidRPr="00AF0A23">
        <w:t>Il est dans sa loge, Sire, en train de se m</w:t>
      </w:r>
      <w:r w:rsidRPr="00AF0A23">
        <w:t>a</w:t>
      </w:r>
      <w:r w:rsidRPr="00AF0A23">
        <w:t>quiller.</w:t>
      </w:r>
    </w:p>
    <w:p w14:paraId="0F90F5F3" w14:textId="77777777" w:rsidR="00905145" w:rsidRPr="00AF0A23" w:rsidRDefault="00905145" w:rsidP="00905145">
      <w:pPr>
        <w:ind w:firstLine="0"/>
        <w:jc w:val="center"/>
      </w:pPr>
      <w:r w:rsidRPr="00AF0A23">
        <w:t>NAPOLÉON</w:t>
      </w:r>
    </w:p>
    <w:p w14:paraId="473815D6" w14:textId="77777777" w:rsidR="00905145" w:rsidRPr="00AF0A23" w:rsidRDefault="00905145" w:rsidP="00905145">
      <w:r w:rsidRPr="00AF0A23">
        <w:t>Priez-le donc de descendre vite, j’ai à lui parler.</w:t>
      </w:r>
    </w:p>
    <w:p w14:paraId="4DAA932D" w14:textId="77777777" w:rsidR="00905145" w:rsidRPr="00C16F3C" w:rsidRDefault="00905145" w:rsidP="00905145">
      <w:pPr>
        <w:pStyle w:val="NormalRetraitGauche4XIndent0"/>
        <w:rPr>
          <w:i/>
          <w:iCs/>
        </w:rPr>
      </w:pPr>
      <w:r w:rsidRPr="00C16F3C">
        <w:rPr>
          <w:i/>
          <w:iCs/>
        </w:rPr>
        <w:t>Caulaincourt transmet cet ordre à un valet de pied.</w:t>
      </w:r>
    </w:p>
    <w:p w14:paraId="23DCF66C" w14:textId="77777777" w:rsidR="00905145" w:rsidRPr="00AF0A23" w:rsidRDefault="00905145" w:rsidP="00905145">
      <w:r w:rsidRPr="00AF0A23">
        <w:t>Talleyrand, ne restez pas debout, mon ami.</w:t>
      </w:r>
    </w:p>
    <w:p w14:paraId="6EE6553D" w14:textId="77777777" w:rsidR="00905145" w:rsidRPr="00AF0A23" w:rsidRDefault="00905145" w:rsidP="00905145">
      <w:pPr>
        <w:ind w:firstLine="0"/>
        <w:jc w:val="center"/>
        <w:rPr>
          <w:i/>
          <w:iCs/>
        </w:rPr>
      </w:pPr>
      <w:r w:rsidRPr="00AF0A23">
        <w:t>TALLEYRAND, e</w:t>
      </w:r>
      <w:r w:rsidRPr="00AF0A23">
        <w:rPr>
          <w:i/>
          <w:iCs/>
        </w:rPr>
        <w:t>ntre ses dents.</w:t>
      </w:r>
    </w:p>
    <w:p w14:paraId="1560F45B" w14:textId="77777777" w:rsidR="00905145" w:rsidRPr="00AF0A23" w:rsidRDefault="00905145" w:rsidP="00905145">
      <w:r w:rsidRPr="00AF0A23">
        <w:t>Ah ! Il ne manquera jamais une occasion de me rappeler mon infirmité, ce monstre !</w:t>
      </w:r>
    </w:p>
    <w:p w14:paraId="438B0FD0" w14:textId="77777777" w:rsidR="00905145" w:rsidRPr="00AF0A23" w:rsidRDefault="00905145" w:rsidP="00905145">
      <w:pPr>
        <w:ind w:firstLine="0"/>
        <w:jc w:val="center"/>
      </w:pPr>
      <w:r w:rsidRPr="00AF0A23">
        <w:t>NAPOLÉON</w:t>
      </w:r>
    </w:p>
    <w:p w14:paraId="48EA86B6" w14:textId="77777777" w:rsidR="00905145" w:rsidRPr="00AF0A23" w:rsidRDefault="00905145" w:rsidP="00905145">
      <w:pPr>
        <w:rPr>
          <w:i/>
          <w:iCs/>
        </w:rPr>
      </w:pPr>
      <w:r w:rsidRPr="00AF0A23">
        <w:t>Où est la br</w:t>
      </w:r>
      <w:r w:rsidRPr="00AF0A23">
        <w:t>o</w:t>
      </w:r>
      <w:r w:rsidRPr="00AF0A23">
        <w:t xml:space="preserve">chure </w:t>
      </w:r>
      <w:r w:rsidRPr="00AF0A23">
        <w:rPr>
          <w:i/>
          <w:iCs/>
        </w:rPr>
        <w:t>d’Œdipe ?</w:t>
      </w:r>
    </w:p>
    <w:p w14:paraId="683EE063" w14:textId="77777777" w:rsidR="00905145" w:rsidRPr="00AF0A23" w:rsidRDefault="00905145" w:rsidP="00905145">
      <w:pPr>
        <w:ind w:firstLine="0"/>
        <w:jc w:val="center"/>
      </w:pPr>
      <w:r w:rsidRPr="00AF0A23">
        <w:t>MONSIEUR DE RÉMUSAT</w:t>
      </w:r>
    </w:p>
    <w:p w14:paraId="4F3321DC" w14:textId="77777777" w:rsidR="00905145" w:rsidRPr="00AF0A23" w:rsidRDefault="00905145" w:rsidP="00905145">
      <w:r w:rsidRPr="00AF0A23">
        <w:t>La voici.</w:t>
      </w:r>
    </w:p>
    <w:p w14:paraId="77A6E456" w14:textId="77777777" w:rsidR="00905145" w:rsidRPr="00AF0A23" w:rsidRDefault="00905145" w:rsidP="00905145">
      <w:pPr>
        <w:ind w:firstLine="0"/>
        <w:jc w:val="center"/>
      </w:pPr>
      <w:r w:rsidRPr="00AF0A23">
        <w:t>NAPOLÉON</w:t>
      </w:r>
    </w:p>
    <w:p w14:paraId="5892BB44" w14:textId="77777777" w:rsidR="00905145" w:rsidRPr="00AF0A23" w:rsidRDefault="00905145" w:rsidP="00905145">
      <w:r w:rsidRPr="00AF0A23">
        <w:t>Merci.</w:t>
      </w:r>
    </w:p>
    <w:p w14:paraId="1026FBA5" w14:textId="77777777" w:rsidR="00905145" w:rsidRPr="00C16F3C" w:rsidRDefault="00905145" w:rsidP="00905145">
      <w:pPr>
        <w:pStyle w:val="NormalRetraitGauche4XIndent0"/>
        <w:rPr>
          <w:i/>
          <w:iCs/>
        </w:rPr>
      </w:pPr>
      <w:r w:rsidRPr="00C16F3C">
        <w:rPr>
          <w:i/>
          <w:iCs/>
        </w:rPr>
        <w:t>Au maître d’hôtel qui lui pr</w:t>
      </w:r>
      <w:r w:rsidRPr="00C16F3C">
        <w:rPr>
          <w:i/>
          <w:iCs/>
        </w:rPr>
        <w:t>é</w:t>
      </w:r>
      <w:r w:rsidRPr="00C16F3C">
        <w:rPr>
          <w:i/>
          <w:iCs/>
        </w:rPr>
        <w:t>sente un plat.</w:t>
      </w:r>
    </w:p>
    <w:p w14:paraId="4290978C" w14:textId="77777777" w:rsidR="00905145" w:rsidRPr="00AF0A23" w:rsidRDefault="00905145" w:rsidP="00905145">
      <w:r w:rsidRPr="00AF0A23">
        <w:t>Non, non, pas de sucreries – le café tout de suite.</w:t>
      </w:r>
    </w:p>
    <w:p w14:paraId="4012AEF3" w14:textId="77777777" w:rsidR="00905145" w:rsidRPr="00C16F3C" w:rsidRDefault="00905145" w:rsidP="00905145">
      <w:pPr>
        <w:pStyle w:val="NormalRetraitGauche4XIndent0"/>
        <w:rPr>
          <w:i/>
          <w:iCs/>
        </w:rPr>
      </w:pPr>
      <w:r w:rsidRPr="00C16F3C">
        <w:rPr>
          <w:i/>
          <w:iCs/>
        </w:rPr>
        <w:t>Un instant plus tard, on lui apporte son c</w:t>
      </w:r>
      <w:r w:rsidRPr="00C16F3C">
        <w:rPr>
          <w:i/>
          <w:iCs/>
        </w:rPr>
        <w:t>a</w:t>
      </w:r>
      <w:r w:rsidRPr="00C16F3C">
        <w:rPr>
          <w:i/>
          <w:iCs/>
        </w:rPr>
        <w:t>fé.</w:t>
      </w:r>
    </w:p>
    <w:p w14:paraId="27CE78FF" w14:textId="77777777" w:rsidR="00905145" w:rsidRPr="00AF0A23" w:rsidRDefault="00905145" w:rsidP="00905145">
      <w:r w:rsidRPr="00AF0A23">
        <w:t>Eh bien, Messieurs, que pensez-vous de notre séjour à E</w:t>
      </w:r>
      <w:r w:rsidRPr="00AF0A23">
        <w:t>r</w:t>
      </w:r>
      <w:r w:rsidRPr="00AF0A23">
        <w:t xml:space="preserve">furt ?… Je m’étais juré d’étonner, d’éblouir l’Allemagne par </w:t>
      </w:r>
      <w:r w:rsidRPr="00AF0A23">
        <w:lastRenderedPageBreak/>
        <w:t>ma magnificence : je suis satisfait. Jusqu’à pr</w:t>
      </w:r>
      <w:r w:rsidRPr="00AF0A23">
        <w:t>é</w:t>
      </w:r>
      <w:r w:rsidRPr="00AF0A23">
        <w:t>sent, pas une faute. Monsieur de Talleyrand, vous avez mené les choses avec une habileté, un tact rema</w:t>
      </w:r>
      <w:r w:rsidRPr="00AF0A23">
        <w:t>r</w:t>
      </w:r>
      <w:r w:rsidRPr="00AF0A23">
        <w:t>quables.</w:t>
      </w:r>
    </w:p>
    <w:p w14:paraId="37048483" w14:textId="77777777" w:rsidR="00905145" w:rsidRPr="00AF0A23" w:rsidRDefault="00905145" w:rsidP="00905145">
      <w:pPr>
        <w:ind w:firstLine="0"/>
        <w:jc w:val="center"/>
      </w:pPr>
      <w:r w:rsidRPr="00AF0A23">
        <w:t>TALLEYRAND</w:t>
      </w:r>
    </w:p>
    <w:p w14:paraId="435C6012" w14:textId="77777777" w:rsidR="00905145" w:rsidRPr="00AF0A23" w:rsidRDefault="00905145" w:rsidP="00905145">
      <w:r w:rsidRPr="00AF0A23">
        <w:t>J’ai suivi les conseils de Votre Maje</w:t>
      </w:r>
      <w:r w:rsidRPr="00AF0A23">
        <w:t>s</w:t>
      </w:r>
      <w:r w:rsidRPr="00AF0A23">
        <w:t>té.</w:t>
      </w:r>
    </w:p>
    <w:p w14:paraId="49DE5B25" w14:textId="77777777" w:rsidR="00905145" w:rsidRPr="00AF0A23" w:rsidRDefault="00905145" w:rsidP="00905145">
      <w:pPr>
        <w:ind w:firstLine="0"/>
        <w:jc w:val="center"/>
      </w:pPr>
      <w:r w:rsidRPr="00AF0A23">
        <w:t>NAPOLÉON</w:t>
      </w:r>
    </w:p>
    <w:p w14:paraId="725B74A7" w14:textId="77777777" w:rsidR="00905145" w:rsidRPr="00AF0A23" w:rsidRDefault="00905145" w:rsidP="00905145">
      <w:r w:rsidRPr="00AF0A23">
        <w:t>Nous les aurons bien tous, tantôt, n’est-ce pas ?</w:t>
      </w:r>
    </w:p>
    <w:p w14:paraId="39971F2F" w14:textId="77777777" w:rsidR="00905145" w:rsidRPr="00AF0A23" w:rsidRDefault="00905145" w:rsidP="00905145">
      <w:pPr>
        <w:ind w:firstLine="0"/>
        <w:jc w:val="center"/>
      </w:pPr>
      <w:r w:rsidRPr="00AF0A23">
        <w:t>TALLEYRAND</w:t>
      </w:r>
    </w:p>
    <w:p w14:paraId="759412EE" w14:textId="77777777" w:rsidR="00905145" w:rsidRPr="00AF0A23" w:rsidRDefault="00905145" w:rsidP="00905145">
      <w:r w:rsidRPr="00AF0A23">
        <w:t>Tous, Sire.</w:t>
      </w:r>
    </w:p>
    <w:p w14:paraId="4CA731E4" w14:textId="77777777" w:rsidR="00905145" w:rsidRPr="00AF0A23" w:rsidRDefault="00905145" w:rsidP="00905145">
      <w:pPr>
        <w:ind w:firstLine="0"/>
        <w:jc w:val="center"/>
      </w:pPr>
      <w:r w:rsidRPr="00AF0A23">
        <w:t>NAPOLÉON</w:t>
      </w:r>
    </w:p>
    <w:p w14:paraId="4531D45D" w14:textId="77777777" w:rsidR="00905145" w:rsidRPr="00AF0A23" w:rsidRDefault="00905145" w:rsidP="00905145">
      <w:r w:rsidRPr="00AF0A23">
        <w:t>Hein ? Les têtes de ces monarques, hier, quand, rappelant certains souvenirs de je</w:t>
      </w:r>
      <w:r w:rsidRPr="00AF0A23">
        <w:t>u</w:t>
      </w:r>
      <w:r w:rsidRPr="00AF0A23">
        <w:t xml:space="preserve">nesse, j’ai commencé ainsi : </w:t>
      </w:r>
      <w:r w:rsidRPr="00AF0A23">
        <w:rPr>
          <w:i/>
          <w:iCs/>
        </w:rPr>
        <w:t>« Lorsque j’étais lie</w:t>
      </w:r>
      <w:r w:rsidRPr="00AF0A23">
        <w:rPr>
          <w:i/>
          <w:iCs/>
        </w:rPr>
        <w:t>u</w:t>
      </w:r>
      <w:r w:rsidRPr="00AF0A23">
        <w:rPr>
          <w:i/>
          <w:iCs/>
        </w:rPr>
        <w:t>tenant d’artillerie… »</w:t>
      </w:r>
      <w:r w:rsidRPr="00AF0A23">
        <w:t xml:space="preserve"> Leur surprise était ravissante à voir !… Oui, oui, tout est parfait. D’ailleurs, le résultat ne s’est pas fait attendre – et je suis enchanté de la convers</w:t>
      </w:r>
      <w:r w:rsidRPr="00AF0A23">
        <w:t>a</w:t>
      </w:r>
      <w:r w:rsidRPr="00AF0A23">
        <w:t>tion que j’ai eue ce m</w:t>
      </w:r>
      <w:r w:rsidRPr="00AF0A23">
        <w:t>a</w:t>
      </w:r>
      <w:r w:rsidRPr="00AF0A23">
        <w:t>tin avec le Tzar Alexandre. Le fruit me paraît mûr, et, tout à l’heure, par votre intermédiaire, Talleyrand, je compte poser nettement la que</w:t>
      </w:r>
      <w:r w:rsidRPr="00AF0A23">
        <w:t>s</w:t>
      </w:r>
      <w:r w:rsidRPr="00AF0A23">
        <w:t>tion de l’Espagne et de l’Autriche.</w:t>
      </w:r>
    </w:p>
    <w:p w14:paraId="23ACDA24" w14:textId="77777777" w:rsidR="00905145" w:rsidRPr="00AF0A23" w:rsidRDefault="00905145" w:rsidP="00905145">
      <w:pPr>
        <w:ind w:firstLine="0"/>
        <w:jc w:val="center"/>
      </w:pPr>
      <w:r w:rsidRPr="00AF0A23">
        <w:t>TALLEYRAND</w:t>
      </w:r>
    </w:p>
    <w:p w14:paraId="39394F33" w14:textId="77777777" w:rsidR="00905145" w:rsidRPr="00AF0A23" w:rsidRDefault="00905145" w:rsidP="00905145">
      <w:r w:rsidRPr="00AF0A23">
        <w:t>Bien, Sire.</w:t>
      </w:r>
    </w:p>
    <w:p w14:paraId="66A0333D" w14:textId="77777777" w:rsidR="00905145" w:rsidRPr="00AF0A23" w:rsidRDefault="00905145" w:rsidP="00905145">
      <w:pPr>
        <w:ind w:firstLine="0"/>
        <w:jc w:val="center"/>
      </w:pPr>
      <w:r w:rsidRPr="00AF0A23">
        <w:t>NAPOLÉON</w:t>
      </w:r>
    </w:p>
    <w:p w14:paraId="2ADA9197" w14:textId="77777777" w:rsidR="00905145" w:rsidRPr="00AF0A23" w:rsidRDefault="00905145" w:rsidP="00905145">
      <w:r w:rsidRPr="00AF0A23">
        <w:t>Comment sont disposés les fa</w:t>
      </w:r>
      <w:r w:rsidRPr="00AF0A23">
        <w:t>u</w:t>
      </w:r>
      <w:r w:rsidRPr="00AF0A23">
        <w:t>teuils ?</w:t>
      </w:r>
    </w:p>
    <w:p w14:paraId="1E100CF3" w14:textId="77777777" w:rsidR="00905145" w:rsidRPr="00AF0A23" w:rsidRDefault="00905145" w:rsidP="00905145">
      <w:pPr>
        <w:ind w:firstLine="0"/>
        <w:jc w:val="center"/>
      </w:pPr>
      <w:r w:rsidRPr="00AF0A23">
        <w:t>MONSIEUR DE RÉMUSAT</w:t>
      </w:r>
    </w:p>
    <w:p w14:paraId="68CD7781" w14:textId="77777777" w:rsidR="00905145" w:rsidRPr="00AF0A23" w:rsidRDefault="00905145" w:rsidP="00905145">
      <w:r w:rsidRPr="00AF0A23">
        <w:t>Comme Votre Majesté l’a ordonné.</w:t>
      </w:r>
    </w:p>
    <w:p w14:paraId="2D6E76AB" w14:textId="77777777" w:rsidR="00905145" w:rsidRPr="00AF0A23" w:rsidRDefault="00905145" w:rsidP="00905145">
      <w:pPr>
        <w:ind w:firstLine="0"/>
        <w:jc w:val="center"/>
      </w:pPr>
      <w:r w:rsidRPr="00AF0A23">
        <w:lastRenderedPageBreak/>
        <w:t>NAPOLÉON</w:t>
      </w:r>
    </w:p>
    <w:p w14:paraId="01CB39B1" w14:textId="77777777" w:rsidR="00905145" w:rsidRPr="00AF0A23" w:rsidRDefault="00905145" w:rsidP="00905145">
      <w:r w:rsidRPr="00AF0A23">
        <w:t>Soulevez le r</w:t>
      </w:r>
      <w:r w:rsidRPr="00AF0A23">
        <w:t>i</w:t>
      </w:r>
      <w:r w:rsidRPr="00AF0A23">
        <w:t>deau, que je voie…</w:t>
      </w:r>
    </w:p>
    <w:p w14:paraId="6C70FE49" w14:textId="77777777" w:rsidR="00905145" w:rsidRPr="00C16F3C" w:rsidRDefault="00905145" w:rsidP="00905145">
      <w:pPr>
        <w:pStyle w:val="NormalRetraitGauche4XIndent0"/>
        <w:rPr>
          <w:i/>
          <w:iCs/>
        </w:rPr>
      </w:pPr>
      <w:r w:rsidRPr="00C16F3C">
        <w:rPr>
          <w:i/>
          <w:iCs/>
        </w:rPr>
        <w:t>Caulaincourt écarte les rideaux qui se tro</w:t>
      </w:r>
      <w:r w:rsidRPr="00C16F3C">
        <w:rPr>
          <w:i/>
          <w:iCs/>
        </w:rPr>
        <w:t>u</w:t>
      </w:r>
      <w:r w:rsidRPr="00C16F3C">
        <w:rPr>
          <w:i/>
          <w:iCs/>
        </w:rPr>
        <w:t>vent au second plan.</w:t>
      </w:r>
    </w:p>
    <w:p w14:paraId="45D81F32" w14:textId="77777777" w:rsidR="00905145" w:rsidRPr="00AF0A23" w:rsidRDefault="00905145" w:rsidP="00905145">
      <w:r w:rsidRPr="00AF0A23">
        <w:t>C’est bien. Vous laisserez ces deux rideaux ouverts pe</w:t>
      </w:r>
      <w:r w:rsidRPr="00AF0A23">
        <w:t>n</w:t>
      </w:r>
      <w:r w:rsidRPr="00AF0A23">
        <w:t>dant le spectacle. Qu’on mette le fauteuil du Tzar et le mien le plus près possible de la scène, car ce malheureux homme est vra</w:t>
      </w:r>
      <w:r w:rsidRPr="00AF0A23">
        <w:t>i</w:t>
      </w:r>
      <w:r w:rsidRPr="00AF0A23">
        <w:t>ment dur d’oreille.</w:t>
      </w:r>
    </w:p>
    <w:p w14:paraId="0F31A87E" w14:textId="77777777" w:rsidR="00905145" w:rsidRPr="00C16F3C" w:rsidRDefault="00905145" w:rsidP="00905145">
      <w:pPr>
        <w:pStyle w:val="NormalRetraitGauche4XIndent0"/>
        <w:rPr>
          <w:i/>
          <w:iCs/>
        </w:rPr>
      </w:pPr>
      <w:r w:rsidRPr="00C16F3C">
        <w:rPr>
          <w:i/>
          <w:iCs/>
        </w:rPr>
        <w:t>Glissant sa main dans l’ouverture de son g</w:t>
      </w:r>
      <w:r w:rsidRPr="00C16F3C">
        <w:rPr>
          <w:i/>
          <w:iCs/>
        </w:rPr>
        <w:t>i</w:t>
      </w:r>
      <w:r w:rsidRPr="00C16F3C">
        <w:rPr>
          <w:i/>
          <w:iCs/>
        </w:rPr>
        <w:t>let.</w:t>
      </w:r>
    </w:p>
    <w:p w14:paraId="7F19AFC1" w14:textId="77777777" w:rsidR="00905145" w:rsidRPr="00AF0A23" w:rsidRDefault="00905145" w:rsidP="00905145">
      <w:r w:rsidRPr="00AF0A23">
        <w:t>Dieu, que je puis avoir mal sitôt que j’ai mangé !… Et dire que tant de gens se d</w:t>
      </w:r>
      <w:r w:rsidRPr="00AF0A23">
        <w:t>e</w:t>
      </w:r>
      <w:r w:rsidRPr="00AF0A23">
        <w:t>mandent pourquoi je glisse ainsi toujours ma main dans mon gilet !</w:t>
      </w:r>
    </w:p>
    <w:p w14:paraId="177871FB" w14:textId="77777777" w:rsidR="00905145" w:rsidRPr="00C16F3C" w:rsidRDefault="00905145" w:rsidP="00905145">
      <w:pPr>
        <w:pStyle w:val="NormalRetraitGauche4XIndent0"/>
        <w:rPr>
          <w:i/>
          <w:iCs/>
        </w:rPr>
      </w:pPr>
      <w:r w:rsidRPr="00C16F3C">
        <w:rPr>
          <w:i/>
          <w:iCs/>
        </w:rPr>
        <w:t>Consultant un autre rapport.</w:t>
      </w:r>
    </w:p>
    <w:p w14:paraId="02B96F32" w14:textId="77777777" w:rsidR="00905145" w:rsidRPr="00AF0A23" w:rsidRDefault="00905145" w:rsidP="00905145">
      <w:r w:rsidRPr="00AF0A23">
        <w:t>Les reproductions de mon portrait par David sont bea</w:t>
      </w:r>
      <w:r w:rsidRPr="00AF0A23">
        <w:t>u</w:t>
      </w:r>
      <w:r w:rsidRPr="00AF0A23">
        <w:t>coup trop coûteuses. Il faut que tout le monde puisse en acheter. Voulez-vous me donner votre mouchoir, Rémusat. Je n’en ai plus un seul. D’ailleurs, pardonnez-moi de vous charger de la chose mais vous seriez gentil de rappeler à Constant qu’il doit me faire envoyer tout de suite de Paris des mouchoirs, des cr</w:t>
      </w:r>
      <w:r w:rsidRPr="00AF0A23">
        <w:t>a</w:t>
      </w:r>
      <w:r w:rsidRPr="00AF0A23">
        <w:t>vates, des cols… et même aussi des bas. Nous ne sommes ici que depuis une s</w:t>
      </w:r>
      <w:r w:rsidRPr="00AF0A23">
        <w:t>e</w:t>
      </w:r>
      <w:r w:rsidRPr="00AF0A23">
        <w:t>maine et déjà l’on m’a tout volé.</w:t>
      </w:r>
    </w:p>
    <w:p w14:paraId="1EEB8FCE" w14:textId="77777777" w:rsidR="00905145" w:rsidRPr="00AF0A23" w:rsidRDefault="00905145" w:rsidP="00905145">
      <w:pPr>
        <w:ind w:firstLine="0"/>
        <w:jc w:val="center"/>
      </w:pPr>
      <w:r w:rsidRPr="00AF0A23">
        <w:t>MONSIEUR DE RÉMUSAT</w:t>
      </w:r>
    </w:p>
    <w:p w14:paraId="4DF8A5FB" w14:textId="77777777" w:rsidR="00905145" w:rsidRPr="00AF0A23" w:rsidRDefault="00905145" w:rsidP="00905145">
      <w:r w:rsidRPr="00AF0A23">
        <w:t>Oh !</w:t>
      </w:r>
    </w:p>
    <w:p w14:paraId="57047E5A" w14:textId="77777777" w:rsidR="00905145" w:rsidRPr="00AF0A23" w:rsidRDefault="00905145" w:rsidP="00905145">
      <w:pPr>
        <w:ind w:firstLine="0"/>
        <w:jc w:val="center"/>
      </w:pPr>
      <w:r w:rsidRPr="00AF0A23">
        <w:t>NAPOLÉON</w:t>
      </w:r>
    </w:p>
    <w:p w14:paraId="62701950" w14:textId="77777777" w:rsidR="00905145" w:rsidRPr="00AF0A23" w:rsidRDefault="00905145" w:rsidP="00905145">
      <w:r w:rsidRPr="00AF0A23">
        <w:t>Oh ! Je ne m’en plains pas. Tant qu’on me volera mon linge, c’est, que tout ira bien.</w:t>
      </w:r>
    </w:p>
    <w:p w14:paraId="0187EB02" w14:textId="77777777" w:rsidR="00905145" w:rsidRPr="00AF0A23" w:rsidRDefault="00905145" w:rsidP="00905145">
      <w:pPr>
        <w:ind w:firstLine="0"/>
        <w:jc w:val="center"/>
      </w:pPr>
      <w:r w:rsidRPr="00AF0A23">
        <w:lastRenderedPageBreak/>
        <w:t>CAULAINCOURT</w:t>
      </w:r>
    </w:p>
    <w:p w14:paraId="564F5024" w14:textId="77777777" w:rsidR="00905145" w:rsidRPr="00AF0A23" w:rsidRDefault="00905145" w:rsidP="00905145">
      <w:r w:rsidRPr="00AF0A23">
        <w:t>Sire, voici Ta</w:t>
      </w:r>
      <w:r w:rsidRPr="00AF0A23">
        <w:t>l</w:t>
      </w:r>
      <w:r w:rsidRPr="00AF0A23">
        <w:t>ma.</w:t>
      </w:r>
    </w:p>
    <w:p w14:paraId="3BC2598F" w14:textId="77777777" w:rsidR="00905145" w:rsidRPr="00C16F3C" w:rsidRDefault="00905145" w:rsidP="00905145">
      <w:pPr>
        <w:pStyle w:val="NormalRetraitGauche4XIndent0"/>
        <w:rPr>
          <w:i/>
          <w:iCs/>
        </w:rPr>
      </w:pPr>
      <w:r w:rsidRPr="00C16F3C">
        <w:rPr>
          <w:i/>
          <w:iCs/>
        </w:rPr>
        <w:t>Ta</w:t>
      </w:r>
      <w:r>
        <w:rPr>
          <w:i/>
          <w:iCs/>
        </w:rPr>
        <w:t>lm</w:t>
      </w:r>
      <w:r w:rsidRPr="00C16F3C">
        <w:rPr>
          <w:i/>
          <w:iCs/>
        </w:rPr>
        <w:t>a paraît, portant le costume d’Œdipe.</w:t>
      </w:r>
    </w:p>
    <w:p w14:paraId="29F29825" w14:textId="77777777" w:rsidR="00905145" w:rsidRPr="00AF0A23" w:rsidRDefault="00905145" w:rsidP="00905145">
      <w:pPr>
        <w:ind w:firstLine="0"/>
        <w:jc w:val="center"/>
      </w:pPr>
      <w:r w:rsidRPr="00AF0A23">
        <w:t>NAPOLÉON</w:t>
      </w:r>
    </w:p>
    <w:p w14:paraId="5AC38B12" w14:textId="77777777" w:rsidR="00905145" w:rsidRPr="00AF0A23" w:rsidRDefault="00905145" w:rsidP="00905145">
      <w:r w:rsidRPr="00AF0A23">
        <w:t>Talma, bonjour. On vous a fait ma commission, je pense.</w:t>
      </w:r>
    </w:p>
    <w:p w14:paraId="1ABB2442" w14:textId="77777777" w:rsidR="00905145" w:rsidRPr="00AF0A23" w:rsidRDefault="00905145" w:rsidP="00905145">
      <w:pPr>
        <w:ind w:firstLine="0"/>
        <w:jc w:val="center"/>
      </w:pPr>
      <w:r w:rsidRPr="00AF0A23">
        <w:t>TALMA</w:t>
      </w:r>
    </w:p>
    <w:p w14:paraId="186AAEFA" w14:textId="77777777" w:rsidR="00905145" w:rsidRPr="00AF0A23" w:rsidRDefault="00905145" w:rsidP="00905145">
      <w:r w:rsidRPr="00AF0A23">
        <w:t>À l’instant, Sire.</w:t>
      </w:r>
    </w:p>
    <w:p w14:paraId="4FC76CBC" w14:textId="77777777" w:rsidR="00905145" w:rsidRPr="00AF0A23" w:rsidRDefault="00905145" w:rsidP="00905145">
      <w:pPr>
        <w:ind w:firstLine="0"/>
        <w:jc w:val="center"/>
      </w:pPr>
      <w:r w:rsidRPr="00AF0A23">
        <w:t>NAPOLÉON</w:t>
      </w:r>
    </w:p>
    <w:p w14:paraId="30A33FD0" w14:textId="77777777" w:rsidR="00905145" w:rsidRPr="00AF0A23" w:rsidRDefault="00905145" w:rsidP="00905145">
      <w:r w:rsidRPr="00AF0A23">
        <w:t>Donc, vous jouerez ce soir l’Œdipe, de Voltaire, au lieu de jouer Cinna.</w:t>
      </w:r>
    </w:p>
    <w:p w14:paraId="01D3EE66" w14:textId="77777777" w:rsidR="00905145" w:rsidRPr="00AF0A23" w:rsidRDefault="00905145" w:rsidP="00905145">
      <w:pPr>
        <w:ind w:firstLine="0"/>
        <w:jc w:val="center"/>
      </w:pPr>
      <w:r w:rsidRPr="00AF0A23">
        <w:t>TALMA</w:t>
      </w:r>
    </w:p>
    <w:p w14:paraId="3A6D7EBF" w14:textId="77777777" w:rsidR="00905145" w:rsidRPr="00AF0A23" w:rsidRDefault="00905145" w:rsidP="00905145">
      <w:r w:rsidRPr="00AF0A23">
        <w:t>J’aurais préféré jouer Cinna.</w:t>
      </w:r>
    </w:p>
    <w:p w14:paraId="15A42801" w14:textId="77777777" w:rsidR="00905145" w:rsidRPr="00AF0A23" w:rsidRDefault="00905145" w:rsidP="00905145">
      <w:pPr>
        <w:ind w:firstLine="0"/>
        <w:jc w:val="center"/>
      </w:pPr>
      <w:r w:rsidRPr="00AF0A23">
        <w:t>NAPOLÉON</w:t>
      </w:r>
    </w:p>
    <w:p w14:paraId="559F64D6" w14:textId="77777777" w:rsidR="00905145" w:rsidRPr="00AF0A23" w:rsidRDefault="00905145" w:rsidP="00905145">
      <w:r w:rsidRPr="00AF0A23">
        <w:t>Vous le jouerez demain, mon ami. Ce n’est pas sans raison que j’ai choisi Œdipe.</w:t>
      </w:r>
    </w:p>
    <w:p w14:paraId="5EEC419A" w14:textId="77777777" w:rsidR="00905145" w:rsidRPr="00AF0A23" w:rsidRDefault="00905145" w:rsidP="00905145">
      <w:pPr>
        <w:ind w:firstLine="0"/>
        <w:jc w:val="center"/>
      </w:pPr>
      <w:r w:rsidRPr="00AF0A23">
        <w:t>TALMA</w:t>
      </w:r>
    </w:p>
    <w:p w14:paraId="289DA550" w14:textId="77777777" w:rsidR="00905145" w:rsidRPr="00AF0A23" w:rsidRDefault="00905145" w:rsidP="00905145">
      <w:r w:rsidRPr="00AF0A23">
        <w:t>J’en suis bien certain, Sire.</w:t>
      </w:r>
    </w:p>
    <w:p w14:paraId="42DBA4E9" w14:textId="77777777" w:rsidR="00905145" w:rsidRPr="00AF0A23" w:rsidRDefault="00905145" w:rsidP="00905145">
      <w:pPr>
        <w:ind w:firstLine="0"/>
        <w:jc w:val="center"/>
      </w:pPr>
      <w:r w:rsidRPr="00AF0A23">
        <w:t>NAPOLÉON</w:t>
      </w:r>
    </w:p>
    <w:p w14:paraId="7F5256FB" w14:textId="77777777" w:rsidR="00905145" w:rsidRPr="00AF0A23" w:rsidRDefault="00905145" w:rsidP="00905145">
      <w:r w:rsidRPr="00AF0A23">
        <w:t>Malheureusement, j’ai commis une erreur. Mais nous a</w:t>
      </w:r>
      <w:r w:rsidRPr="00AF0A23">
        <w:t>l</w:t>
      </w:r>
      <w:r w:rsidRPr="00AF0A23">
        <w:t>lons pouvoir la réparer, je pense. Vous devez connaître Œdipe entièrement par cœur ?</w:t>
      </w:r>
    </w:p>
    <w:p w14:paraId="14DFE14F" w14:textId="77777777" w:rsidR="00905145" w:rsidRPr="00AF0A23" w:rsidRDefault="00905145" w:rsidP="00905145">
      <w:pPr>
        <w:ind w:firstLine="0"/>
        <w:jc w:val="center"/>
      </w:pPr>
      <w:r w:rsidRPr="00AF0A23">
        <w:t>TALMA</w:t>
      </w:r>
    </w:p>
    <w:p w14:paraId="6BD34C91" w14:textId="77777777" w:rsidR="00905145" w:rsidRPr="00AF0A23" w:rsidRDefault="00905145" w:rsidP="00905145">
      <w:r w:rsidRPr="00AF0A23">
        <w:t>Oui, Sire.</w:t>
      </w:r>
    </w:p>
    <w:p w14:paraId="242D51B6" w14:textId="77777777" w:rsidR="00905145" w:rsidRPr="00AF0A23" w:rsidRDefault="00905145" w:rsidP="00905145">
      <w:pPr>
        <w:ind w:firstLine="0"/>
        <w:jc w:val="center"/>
      </w:pPr>
      <w:r w:rsidRPr="00AF0A23">
        <w:lastRenderedPageBreak/>
        <w:t>NAPOLÉON</w:t>
      </w:r>
    </w:p>
    <w:p w14:paraId="79A4707B" w14:textId="77777777" w:rsidR="00905145" w:rsidRPr="00AF0A23" w:rsidRDefault="00905145" w:rsidP="00905145">
      <w:r w:rsidRPr="00AF0A23">
        <w:t>Et, si j’ai bonne mémoire, vous avez eu jadis l’occasion de jouer le rôle de Ph</w:t>
      </w:r>
      <w:r w:rsidRPr="00AF0A23">
        <w:t>i</w:t>
      </w:r>
      <w:r w:rsidRPr="00AF0A23">
        <w:t>loctète ?</w:t>
      </w:r>
    </w:p>
    <w:p w14:paraId="347C15D2" w14:textId="77777777" w:rsidR="00905145" w:rsidRPr="00AF0A23" w:rsidRDefault="00905145" w:rsidP="00905145">
      <w:pPr>
        <w:ind w:firstLine="0"/>
        <w:jc w:val="center"/>
      </w:pPr>
      <w:r w:rsidRPr="00AF0A23">
        <w:t>TALMA</w:t>
      </w:r>
    </w:p>
    <w:p w14:paraId="175DEBF0" w14:textId="77777777" w:rsidR="00905145" w:rsidRPr="00AF0A23" w:rsidRDefault="00905145" w:rsidP="00905145">
      <w:r w:rsidRPr="00AF0A23">
        <w:t>À mes débuts, oui, Sire.</w:t>
      </w:r>
    </w:p>
    <w:p w14:paraId="09311714" w14:textId="77777777" w:rsidR="00905145" w:rsidRPr="00AF0A23" w:rsidRDefault="00905145" w:rsidP="00905145">
      <w:pPr>
        <w:ind w:firstLine="0"/>
        <w:jc w:val="center"/>
      </w:pPr>
      <w:r w:rsidRPr="00AF0A23">
        <w:t>NAPOLÉON</w:t>
      </w:r>
    </w:p>
    <w:p w14:paraId="3B4F1948" w14:textId="77777777" w:rsidR="00905145" w:rsidRPr="00AF0A23" w:rsidRDefault="00905145" w:rsidP="00905145">
      <w:r w:rsidRPr="00AF0A23">
        <w:t>Alors, nous so</w:t>
      </w:r>
      <w:r w:rsidRPr="00AF0A23">
        <w:t>m</w:t>
      </w:r>
      <w:r w:rsidRPr="00AF0A23">
        <w:t>mes sauvés. Il n’y a pas d’inconvénient à ce que vous le jouiez dans ce costume ?</w:t>
      </w:r>
    </w:p>
    <w:p w14:paraId="6489AFC7" w14:textId="77777777" w:rsidR="00905145" w:rsidRPr="00C16F3C" w:rsidRDefault="00905145" w:rsidP="00905145">
      <w:pPr>
        <w:pStyle w:val="NormalRetraitGauche4XIndent0"/>
        <w:rPr>
          <w:i/>
          <w:iCs/>
        </w:rPr>
      </w:pPr>
      <w:r w:rsidRPr="00C16F3C">
        <w:rPr>
          <w:i/>
          <w:iCs/>
        </w:rPr>
        <w:t>Talma va pour répondre que la chose est impossible, mais l’Empereur continue.</w:t>
      </w:r>
    </w:p>
    <w:p w14:paraId="11295038" w14:textId="77777777" w:rsidR="00905145" w:rsidRPr="00AF0A23" w:rsidRDefault="00905145" w:rsidP="00905145">
      <w:r w:rsidRPr="00AF0A23">
        <w:t>Bon. Tout va pour le mieux. Vous allez donc le jouer.</w:t>
      </w:r>
    </w:p>
    <w:p w14:paraId="78F72F89" w14:textId="77777777" w:rsidR="00905145" w:rsidRPr="00AF0A23" w:rsidRDefault="00905145" w:rsidP="00905145">
      <w:pPr>
        <w:ind w:firstLine="0"/>
        <w:jc w:val="center"/>
      </w:pPr>
      <w:r w:rsidRPr="00AF0A23">
        <w:t>TALMA</w:t>
      </w:r>
    </w:p>
    <w:p w14:paraId="3DE787A4" w14:textId="77777777" w:rsidR="00905145" w:rsidRPr="00AF0A23" w:rsidRDefault="00905145" w:rsidP="00905145">
      <w:r w:rsidRPr="00AF0A23">
        <w:t>Quoi, je ne jou</w:t>
      </w:r>
      <w:r w:rsidRPr="00AF0A23">
        <w:t>e</w:t>
      </w:r>
      <w:r w:rsidRPr="00AF0A23">
        <w:t>rai pas mon rôle ?</w:t>
      </w:r>
    </w:p>
    <w:p w14:paraId="764B7591" w14:textId="77777777" w:rsidR="00905145" w:rsidRPr="00AF0A23" w:rsidRDefault="00905145" w:rsidP="00905145">
      <w:pPr>
        <w:ind w:firstLine="0"/>
        <w:jc w:val="center"/>
      </w:pPr>
      <w:r w:rsidRPr="00AF0A23">
        <w:t>NAPOLÉON</w:t>
      </w:r>
    </w:p>
    <w:p w14:paraId="47EA3775" w14:textId="77777777" w:rsidR="00905145" w:rsidRPr="00AF0A23" w:rsidRDefault="00905145" w:rsidP="00905145">
      <w:r w:rsidRPr="00AF0A23">
        <w:t>Non, j’ai besoin de vous ce soir dans Philoctète. Je n’ai d’ailleurs pas le temps de discuter. Écoutez-moi bien. Voici la brochure. J’ai fait par-ci par-là d’importantes coupures. Vous vous y conformerez. Abordons maintenant le point le plus i</w:t>
      </w:r>
      <w:r w:rsidRPr="00AF0A23">
        <w:t>m</w:t>
      </w:r>
      <w:r w:rsidRPr="00AF0A23">
        <w:t>portant. Au onzième vers de cette tirade… à c</w:t>
      </w:r>
      <w:r w:rsidRPr="00AF0A23">
        <w:t>e</w:t>
      </w:r>
      <w:r w:rsidRPr="00AF0A23">
        <w:t>lui-ci, vous aurez l’obligeance de vous a</w:t>
      </w:r>
      <w:r w:rsidRPr="00AF0A23">
        <w:t>r</w:t>
      </w:r>
      <w:r w:rsidRPr="00AF0A23">
        <w:t>rêter.</w:t>
      </w:r>
    </w:p>
    <w:p w14:paraId="7F5E6009" w14:textId="77777777" w:rsidR="00905145" w:rsidRPr="00AF0A23" w:rsidRDefault="00905145" w:rsidP="00905145">
      <w:pPr>
        <w:ind w:firstLine="0"/>
        <w:jc w:val="center"/>
      </w:pPr>
      <w:r w:rsidRPr="00AF0A23">
        <w:t>TALMA</w:t>
      </w:r>
    </w:p>
    <w:p w14:paraId="629745FC" w14:textId="77777777" w:rsidR="00905145" w:rsidRPr="00AF0A23" w:rsidRDefault="00905145" w:rsidP="00905145">
      <w:r w:rsidRPr="00AF0A23">
        <w:t>Comment, de m’arrêter ?</w:t>
      </w:r>
    </w:p>
    <w:p w14:paraId="6064B32E" w14:textId="77777777" w:rsidR="00905145" w:rsidRPr="00AF0A23" w:rsidRDefault="00905145" w:rsidP="00905145">
      <w:pPr>
        <w:ind w:firstLine="0"/>
        <w:jc w:val="center"/>
      </w:pPr>
      <w:r w:rsidRPr="00AF0A23">
        <w:t>NAPOLÉON</w:t>
      </w:r>
    </w:p>
    <w:p w14:paraId="123AD55D" w14:textId="77777777" w:rsidR="00905145" w:rsidRPr="00AF0A23" w:rsidRDefault="00905145" w:rsidP="00905145">
      <w:r w:rsidRPr="00AF0A23">
        <w:t>Oui, ayant dit ce vers, vous vous arrêterez pendant quelques instants.</w:t>
      </w:r>
    </w:p>
    <w:p w14:paraId="7618089B" w14:textId="77777777" w:rsidR="00905145" w:rsidRPr="00AF0A23" w:rsidRDefault="00905145" w:rsidP="00905145">
      <w:pPr>
        <w:ind w:firstLine="0"/>
        <w:jc w:val="center"/>
      </w:pPr>
      <w:r w:rsidRPr="00AF0A23">
        <w:lastRenderedPageBreak/>
        <w:t>TALMA</w:t>
      </w:r>
    </w:p>
    <w:p w14:paraId="130F0884" w14:textId="77777777" w:rsidR="00905145" w:rsidRPr="00AF0A23" w:rsidRDefault="00905145" w:rsidP="00905145">
      <w:r w:rsidRPr="00AF0A23">
        <w:t>Ce que Votre Majesté me demande est impossible – il y a deux points après ce vers.</w:t>
      </w:r>
    </w:p>
    <w:p w14:paraId="42C65A23" w14:textId="77777777" w:rsidR="00905145" w:rsidRPr="00AF0A23" w:rsidRDefault="00905145" w:rsidP="00905145">
      <w:pPr>
        <w:ind w:firstLine="0"/>
        <w:jc w:val="center"/>
      </w:pPr>
      <w:r w:rsidRPr="00AF0A23">
        <w:t>NAPOLÉON</w:t>
      </w:r>
    </w:p>
    <w:p w14:paraId="4E7CD4AB" w14:textId="77777777" w:rsidR="00905145" w:rsidRPr="00AF0A23" w:rsidRDefault="00905145" w:rsidP="00905145">
      <w:r w:rsidRPr="00AF0A23">
        <w:t>Je ne sais pas s’il y a deux points, mon ami, mais je sais que vous vous arrêterez. Vous comprendrez pourquoi. Voilà. C’est tout. Vous n’avez rien à me demander ?… Asseyez-vous un in</w:t>
      </w:r>
      <w:r w:rsidRPr="00AF0A23">
        <w:t>s</w:t>
      </w:r>
      <w:r w:rsidRPr="00AF0A23">
        <w:t>tant.</w:t>
      </w:r>
    </w:p>
    <w:p w14:paraId="25F789CD" w14:textId="77777777" w:rsidR="00905145" w:rsidRPr="00C16F3C" w:rsidRDefault="00905145" w:rsidP="00905145">
      <w:pPr>
        <w:pStyle w:val="NormalRetraitGauche4XIndent0"/>
        <w:rPr>
          <w:i/>
          <w:iCs/>
        </w:rPr>
      </w:pPr>
      <w:r w:rsidRPr="00C16F3C">
        <w:rPr>
          <w:i/>
          <w:iCs/>
        </w:rPr>
        <w:t>Aucun siège n’est disponible.</w:t>
      </w:r>
    </w:p>
    <w:p w14:paraId="246E439C" w14:textId="77777777" w:rsidR="00905145" w:rsidRPr="00AF0A23" w:rsidRDefault="00905145" w:rsidP="00905145">
      <w:r w:rsidRPr="00AF0A23">
        <w:t>Comment cela va-t-il au Théâtre Fra</w:t>
      </w:r>
      <w:r w:rsidRPr="00AF0A23">
        <w:t>n</w:t>
      </w:r>
      <w:r w:rsidRPr="00AF0A23">
        <w:t>çais ?</w:t>
      </w:r>
    </w:p>
    <w:p w14:paraId="35246BBF" w14:textId="77777777" w:rsidR="00905145" w:rsidRPr="00AF0A23" w:rsidRDefault="00905145" w:rsidP="00905145">
      <w:pPr>
        <w:ind w:firstLine="0"/>
        <w:jc w:val="center"/>
      </w:pPr>
      <w:r w:rsidRPr="00AF0A23">
        <w:t>TALMA</w:t>
      </w:r>
    </w:p>
    <w:p w14:paraId="51466171" w14:textId="77777777" w:rsidR="00905145" w:rsidRPr="00AF0A23" w:rsidRDefault="00905145" w:rsidP="00905145">
      <w:r w:rsidRPr="00AF0A23">
        <w:t xml:space="preserve">Cela va toujours très mal, Sire. </w:t>
      </w:r>
      <w:smartTag w:uri="urn:schemas-microsoft-com:office:smarttags" w:element="PersonName">
        <w:smartTagPr>
          <w:attr w:name="ProductID" w:val="La Maison"/>
        </w:smartTagPr>
        <w:r w:rsidRPr="00AF0A23">
          <w:t>La Maison</w:t>
        </w:r>
      </w:smartTag>
      <w:r w:rsidRPr="00AF0A23">
        <w:t xml:space="preserve"> n’est pas dir</w:t>
      </w:r>
      <w:r w:rsidRPr="00AF0A23">
        <w:t>i</w:t>
      </w:r>
      <w:r w:rsidRPr="00AF0A23">
        <w:t>gée, et chacun fait ce qu’il veut. D’une part, on nous impose con</w:t>
      </w:r>
      <w:r w:rsidRPr="00AF0A23">
        <w:t>s</w:t>
      </w:r>
      <w:r w:rsidRPr="00AF0A23">
        <w:t>tamment de nouveaux engagements d’artistes dont la n</w:t>
      </w:r>
      <w:r w:rsidRPr="00AF0A23">
        <w:t>é</w:t>
      </w:r>
      <w:r w:rsidRPr="00AF0A23">
        <w:t>cessité ne se fait aucunement sentir – d’autre part, les a</w:t>
      </w:r>
      <w:r w:rsidRPr="00AF0A23">
        <w:t>p</w:t>
      </w:r>
      <w:r w:rsidRPr="00AF0A23">
        <w:t>pointements que nous recevons sont misérables… si misérables que la pl</w:t>
      </w:r>
      <w:r w:rsidRPr="00AF0A23">
        <w:t>u</w:t>
      </w:r>
      <w:r w:rsidRPr="00AF0A23">
        <w:t>part des s</w:t>
      </w:r>
      <w:r w:rsidRPr="00AF0A23">
        <w:t>o</w:t>
      </w:r>
      <w:r w:rsidRPr="00AF0A23">
        <w:t>ciétaires passent en tournée six mois par an…</w:t>
      </w:r>
    </w:p>
    <w:p w14:paraId="14150AD7" w14:textId="77777777" w:rsidR="00905145" w:rsidRPr="00AF0A23" w:rsidRDefault="00905145" w:rsidP="00905145">
      <w:pPr>
        <w:ind w:firstLine="0"/>
        <w:jc w:val="center"/>
      </w:pPr>
      <w:r w:rsidRPr="00AF0A23">
        <w:t>NAPOLÉON</w:t>
      </w:r>
    </w:p>
    <w:p w14:paraId="064D84F8" w14:textId="77777777" w:rsidR="00905145" w:rsidRPr="00AF0A23" w:rsidRDefault="00905145" w:rsidP="00905145">
      <w:r w:rsidRPr="00AF0A23">
        <w:t xml:space="preserve">À mon retour à Paris, je vous parlerai d’un projet de décret qui concerne </w:t>
      </w:r>
      <w:smartTag w:uri="urn:schemas-microsoft-com:office:smarttags" w:element="PersonName">
        <w:smartTagPr>
          <w:attr w:name="ProductID" w:val="La Maison"/>
        </w:smartTagPr>
        <w:r w:rsidRPr="00AF0A23">
          <w:t>la Maison</w:t>
        </w:r>
      </w:smartTag>
      <w:r w:rsidRPr="00AF0A23">
        <w:t xml:space="preserve"> de Molière et au sujet duquel vous pou</w:t>
      </w:r>
      <w:r w:rsidRPr="00AF0A23">
        <w:t>r</w:t>
      </w:r>
      <w:r w:rsidRPr="00AF0A23">
        <w:t>rez me donner vos avis.</w:t>
      </w:r>
    </w:p>
    <w:p w14:paraId="66F2CDAC" w14:textId="77777777" w:rsidR="00905145" w:rsidRPr="00AF0A23" w:rsidRDefault="00905145" w:rsidP="00905145">
      <w:pPr>
        <w:ind w:firstLine="0"/>
        <w:jc w:val="center"/>
      </w:pPr>
      <w:r w:rsidRPr="00AF0A23">
        <w:t>TALMA</w:t>
      </w:r>
    </w:p>
    <w:p w14:paraId="0BC92670" w14:textId="77777777" w:rsidR="00905145" w:rsidRPr="00AF0A23" w:rsidRDefault="00905145" w:rsidP="00905145">
      <w:r w:rsidRPr="00AF0A23">
        <w:t>Ah ! Si Votre Majesté daignait s’intéresser au sort des c</w:t>
      </w:r>
      <w:r w:rsidRPr="00AF0A23">
        <w:t>o</w:t>
      </w:r>
      <w:r w:rsidRPr="00AF0A23">
        <w:t>médiens de son pays, elle verrait que leur situation morale est également navrante !… L’intolérance du clergé nous semble i</w:t>
      </w:r>
      <w:r w:rsidRPr="00AF0A23">
        <w:t>n</w:t>
      </w:r>
      <w:r w:rsidRPr="00AF0A23">
        <w:t xml:space="preserve">convenante désormais. Je ne sais pas ce qu’en pense Votre </w:t>
      </w:r>
      <w:r w:rsidRPr="00AF0A23">
        <w:lastRenderedPageBreak/>
        <w:t>M</w:t>
      </w:r>
      <w:r w:rsidRPr="00AF0A23">
        <w:t>a</w:t>
      </w:r>
      <w:r w:rsidRPr="00AF0A23">
        <w:t>jesté, mais il est, à mon sens, inadmissible qu’on m’ait r</w:t>
      </w:r>
      <w:r w:rsidRPr="00AF0A23">
        <w:t>e</w:t>
      </w:r>
      <w:r w:rsidRPr="00AF0A23">
        <w:t>fusé le sacrement du mariage.</w:t>
      </w:r>
    </w:p>
    <w:p w14:paraId="3ED46031" w14:textId="77777777" w:rsidR="00905145" w:rsidRPr="00AF0A23" w:rsidRDefault="00905145" w:rsidP="00905145">
      <w:pPr>
        <w:ind w:firstLine="0"/>
        <w:jc w:val="center"/>
      </w:pPr>
      <w:r w:rsidRPr="00AF0A23">
        <w:t>NAPOLÉON</w:t>
      </w:r>
    </w:p>
    <w:p w14:paraId="747B18E8" w14:textId="77777777" w:rsidR="00905145" w:rsidRPr="00AF0A23" w:rsidRDefault="00905145" w:rsidP="00905145">
      <w:r w:rsidRPr="00AF0A23">
        <w:t>Inadmissible, en effet !</w:t>
      </w:r>
    </w:p>
    <w:p w14:paraId="317765B5" w14:textId="77777777" w:rsidR="00905145" w:rsidRPr="00AF0A23" w:rsidRDefault="00905145" w:rsidP="00905145">
      <w:pPr>
        <w:ind w:firstLine="0"/>
        <w:jc w:val="center"/>
      </w:pPr>
      <w:r w:rsidRPr="00AF0A23">
        <w:t>TALMA</w:t>
      </w:r>
    </w:p>
    <w:p w14:paraId="4C859A1C" w14:textId="77777777" w:rsidR="00905145" w:rsidRPr="00AF0A23" w:rsidRDefault="00905145" w:rsidP="00905145">
      <w:r w:rsidRPr="00AF0A23">
        <w:t>Voir mépriser les comédiens chez nous, quand un pays vo</w:t>
      </w:r>
      <w:r w:rsidRPr="00AF0A23">
        <w:t>i</w:t>
      </w:r>
      <w:r w:rsidRPr="00AF0A23">
        <w:t>sin du nôtre les honore.</w:t>
      </w:r>
    </w:p>
    <w:p w14:paraId="3C75F758" w14:textId="77777777" w:rsidR="00905145" w:rsidRPr="00AF0A23" w:rsidRDefault="00905145" w:rsidP="00905145">
      <w:pPr>
        <w:ind w:firstLine="0"/>
        <w:jc w:val="center"/>
      </w:pPr>
      <w:r w:rsidRPr="00AF0A23">
        <w:t>NAPOLÉON</w:t>
      </w:r>
    </w:p>
    <w:p w14:paraId="149EB646" w14:textId="77777777" w:rsidR="00905145" w:rsidRPr="00AF0A23" w:rsidRDefault="00905145" w:rsidP="00905145">
      <w:r w:rsidRPr="00AF0A23">
        <w:t>Quel est ce pays ?</w:t>
      </w:r>
    </w:p>
    <w:p w14:paraId="27C363F6" w14:textId="77777777" w:rsidR="00905145" w:rsidRPr="00AF0A23" w:rsidRDefault="00905145" w:rsidP="00905145">
      <w:pPr>
        <w:ind w:firstLine="0"/>
        <w:jc w:val="center"/>
      </w:pPr>
      <w:r w:rsidRPr="00AF0A23">
        <w:t>TALMA</w:t>
      </w:r>
    </w:p>
    <w:p w14:paraId="0DDEA79E" w14:textId="77777777" w:rsidR="00905145" w:rsidRPr="00AF0A23" w:rsidRDefault="00905145" w:rsidP="00905145">
      <w:r w:rsidRPr="00AF0A23">
        <w:t>L’Angleterre, Sire.</w:t>
      </w:r>
    </w:p>
    <w:p w14:paraId="31D1044F" w14:textId="77777777" w:rsidR="00905145" w:rsidRPr="00AF0A23" w:rsidRDefault="00905145" w:rsidP="00905145">
      <w:pPr>
        <w:ind w:firstLine="0"/>
        <w:jc w:val="center"/>
      </w:pPr>
      <w:r w:rsidRPr="00AF0A23">
        <w:t>NAPOLÉON</w:t>
      </w:r>
    </w:p>
    <w:p w14:paraId="3A9F0F1C" w14:textId="77777777" w:rsidR="00905145" w:rsidRPr="00AF0A23" w:rsidRDefault="00905145" w:rsidP="00905145">
      <w:r w:rsidRPr="00AF0A23">
        <w:t>En êtes-vous bien sûr ?</w:t>
      </w:r>
    </w:p>
    <w:p w14:paraId="031378CC" w14:textId="77777777" w:rsidR="00905145" w:rsidRPr="00AF0A23" w:rsidRDefault="00905145" w:rsidP="00905145">
      <w:pPr>
        <w:ind w:firstLine="0"/>
        <w:jc w:val="center"/>
      </w:pPr>
      <w:r w:rsidRPr="00AF0A23">
        <w:t>TALMA</w:t>
      </w:r>
    </w:p>
    <w:p w14:paraId="1D0DD280" w14:textId="77777777" w:rsidR="00905145" w:rsidRPr="00AF0A23" w:rsidRDefault="00905145" w:rsidP="00905145">
      <w:r w:rsidRPr="00AF0A23">
        <w:t>Je n’en veux qu’une preuve : lorsque Adrienne Lecouvreur mourut, son corps fut enterré, sans voir été mis en bière, dans le terrain vague qui se trouve à l’angle de la rue de Grenelle, alors que la même année, six mois plus tard, la grande actrice a</w:t>
      </w:r>
      <w:r w:rsidRPr="00AF0A23">
        <w:t>n</w:t>
      </w:r>
      <w:r w:rsidRPr="00AF0A23">
        <w:t>glaise Anna Oldfields fut inhumée à Westminster, comme Ga</w:t>
      </w:r>
      <w:r w:rsidRPr="00AF0A23">
        <w:t>r</w:t>
      </w:r>
      <w:r w:rsidRPr="00AF0A23">
        <w:t>rick l’avait été.</w:t>
      </w:r>
    </w:p>
    <w:p w14:paraId="3651284F" w14:textId="77777777" w:rsidR="00905145" w:rsidRPr="00AF0A23" w:rsidRDefault="00905145" w:rsidP="00905145">
      <w:pPr>
        <w:ind w:firstLine="0"/>
        <w:jc w:val="center"/>
      </w:pPr>
      <w:r w:rsidRPr="00AF0A23">
        <w:t>NAPOLÉON</w:t>
      </w:r>
    </w:p>
    <w:p w14:paraId="628424D5" w14:textId="77777777" w:rsidR="00905145" w:rsidRPr="00AF0A23" w:rsidRDefault="00905145" w:rsidP="00905145">
      <w:r w:rsidRPr="00AF0A23">
        <w:t>Oui, c’est navrant.</w:t>
      </w:r>
    </w:p>
    <w:p w14:paraId="0285D9D2" w14:textId="77777777" w:rsidR="00905145" w:rsidRPr="00AF0A23" w:rsidRDefault="00905145" w:rsidP="00905145">
      <w:pPr>
        <w:ind w:firstLine="0"/>
        <w:jc w:val="center"/>
      </w:pPr>
      <w:r w:rsidRPr="00AF0A23">
        <w:t>TALMA</w:t>
      </w:r>
    </w:p>
    <w:p w14:paraId="640209FB" w14:textId="77777777" w:rsidR="00905145" w:rsidRPr="00AF0A23" w:rsidRDefault="00905145" w:rsidP="00905145">
      <w:r w:rsidRPr="00AF0A23">
        <w:lastRenderedPageBreak/>
        <w:t>Et c’est même désespérant, Sire, quand on songe que, ma</w:t>
      </w:r>
      <w:r w:rsidRPr="00AF0A23">
        <w:t>l</w:t>
      </w:r>
      <w:r w:rsidRPr="00AF0A23">
        <w:t xml:space="preserve">gré la Révolution, malgré </w:t>
      </w:r>
      <w:smartTag w:uri="urn:schemas-microsoft-com:office:smarttags" w:element="PersonName">
        <w:smartTagPr>
          <w:attr w:name="ProductID" w:val="la D￩claration"/>
        </w:smartTagPr>
        <w:r w:rsidRPr="00AF0A23">
          <w:t>la Déclaration</w:t>
        </w:r>
      </w:smartTag>
      <w:r w:rsidRPr="00AF0A23">
        <w:t xml:space="preserve"> des Droits de l’Homme, les comédiens ne parviennent pas à franchir la ba</w:t>
      </w:r>
      <w:r w:rsidRPr="00AF0A23">
        <w:t>r</w:t>
      </w:r>
      <w:r w:rsidRPr="00AF0A23">
        <w:t>rière qu’on a dressée e</w:t>
      </w:r>
      <w:r w:rsidRPr="00AF0A23">
        <w:t>n</w:t>
      </w:r>
      <w:r w:rsidRPr="00AF0A23">
        <w:t>tre le monde et eux.</w:t>
      </w:r>
    </w:p>
    <w:p w14:paraId="3D45C0F9" w14:textId="77777777" w:rsidR="00905145" w:rsidRPr="00AF0A23" w:rsidRDefault="00905145" w:rsidP="00905145">
      <w:pPr>
        <w:ind w:firstLine="0"/>
        <w:jc w:val="center"/>
        <w:rPr>
          <w:i/>
          <w:iCs/>
        </w:rPr>
      </w:pPr>
      <w:r w:rsidRPr="00AF0A23">
        <w:t>NAPOLÉON, l</w:t>
      </w:r>
      <w:r w:rsidRPr="00AF0A23">
        <w:rPr>
          <w:i/>
          <w:iCs/>
        </w:rPr>
        <w:t>ui tendant la main.</w:t>
      </w:r>
    </w:p>
    <w:p w14:paraId="3808D252" w14:textId="77777777" w:rsidR="00905145" w:rsidRPr="00AF0A23" w:rsidRDefault="00905145" w:rsidP="00905145">
      <w:r w:rsidRPr="00AF0A23">
        <w:t>Considérez que l’Empereur, lui, n’en fait pas état – et m</w:t>
      </w:r>
      <w:r w:rsidRPr="00AF0A23">
        <w:t>o</w:t>
      </w:r>
      <w:r w:rsidRPr="00AF0A23">
        <w:t>quez-vous du reste !</w:t>
      </w:r>
    </w:p>
    <w:p w14:paraId="457960AA" w14:textId="77777777" w:rsidR="00905145" w:rsidRPr="00C16F3C" w:rsidRDefault="00905145" w:rsidP="00905145">
      <w:pPr>
        <w:pStyle w:val="NormalRetraitGauche4XIndent0"/>
        <w:rPr>
          <w:i/>
          <w:iCs/>
        </w:rPr>
      </w:pPr>
      <w:r w:rsidRPr="00C16F3C">
        <w:rPr>
          <w:i/>
          <w:iCs/>
        </w:rPr>
        <w:t>Talma s’incline et va pour sortir, mais l’Empereur se lève.</w:t>
      </w:r>
    </w:p>
    <w:p w14:paraId="5C7E4188" w14:textId="77777777" w:rsidR="00905145" w:rsidRPr="00AF0A23" w:rsidRDefault="00905145" w:rsidP="00905145">
      <w:r w:rsidRPr="00AF0A23">
        <w:t>Qu’elle heure est-il ?</w:t>
      </w:r>
    </w:p>
    <w:p w14:paraId="72A4EE32" w14:textId="77777777" w:rsidR="00905145" w:rsidRPr="00AF0A23" w:rsidRDefault="00905145" w:rsidP="00905145">
      <w:pPr>
        <w:ind w:firstLine="0"/>
        <w:jc w:val="center"/>
      </w:pPr>
      <w:r w:rsidRPr="00AF0A23">
        <w:t>MONSIEUR DE RÉMUSAT</w:t>
      </w:r>
    </w:p>
    <w:p w14:paraId="3C52F4AB" w14:textId="77777777" w:rsidR="00905145" w:rsidRPr="00AF0A23" w:rsidRDefault="00905145" w:rsidP="00905145">
      <w:r w:rsidRPr="00AF0A23">
        <w:t>Huit heures, Sire…</w:t>
      </w:r>
    </w:p>
    <w:p w14:paraId="55810B60" w14:textId="77777777" w:rsidR="00905145" w:rsidRPr="00AF0A23" w:rsidRDefault="00905145" w:rsidP="00905145">
      <w:pPr>
        <w:ind w:firstLine="0"/>
        <w:jc w:val="center"/>
      </w:pPr>
      <w:r w:rsidRPr="00AF0A23">
        <w:t>NAPOLÉON</w:t>
      </w:r>
    </w:p>
    <w:p w14:paraId="529E581C" w14:textId="77777777" w:rsidR="00905145" w:rsidRPr="00AF0A23" w:rsidRDefault="00905145" w:rsidP="00905145">
      <w:r w:rsidRPr="00AF0A23">
        <w:t>C’est l’heure. Je remonte chez moi. Dès que le Czar sera là, vous me ferez prévenir. Talma, vous allez jouer ce soir devant un pa</w:t>
      </w:r>
      <w:r w:rsidRPr="00AF0A23">
        <w:t>r</w:t>
      </w:r>
      <w:r w:rsidRPr="00AF0A23">
        <w:t>terre de rois.</w:t>
      </w:r>
    </w:p>
    <w:p w14:paraId="1FA71C24" w14:textId="77777777" w:rsidR="00905145" w:rsidRPr="00C16F3C" w:rsidRDefault="00905145" w:rsidP="00905145">
      <w:pPr>
        <w:pStyle w:val="NormalRetraitGauche4XIndent0"/>
        <w:rPr>
          <w:i/>
          <w:iCs/>
        </w:rPr>
      </w:pPr>
      <w:r w:rsidRPr="00C16F3C">
        <w:rPr>
          <w:i/>
          <w:iCs/>
        </w:rPr>
        <w:t>Il sort. Tous se regardent animés de sent</w:t>
      </w:r>
      <w:r w:rsidRPr="00C16F3C">
        <w:rPr>
          <w:i/>
          <w:iCs/>
        </w:rPr>
        <w:t>i</w:t>
      </w:r>
      <w:r w:rsidRPr="00C16F3C">
        <w:rPr>
          <w:i/>
          <w:iCs/>
        </w:rPr>
        <w:t>ments divers.</w:t>
      </w:r>
    </w:p>
    <w:p w14:paraId="68EF4F1E" w14:textId="77777777" w:rsidR="00905145" w:rsidRPr="00AF0A23" w:rsidRDefault="00905145" w:rsidP="00905145">
      <w:pPr>
        <w:ind w:firstLine="0"/>
        <w:jc w:val="center"/>
        <w:rPr>
          <w:i/>
          <w:iCs/>
        </w:rPr>
      </w:pPr>
      <w:r w:rsidRPr="00AF0A23">
        <w:t xml:space="preserve">TALMA, à </w:t>
      </w:r>
      <w:r w:rsidRPr="00AF0A23">
        <w:rPr>
          <w:i/>
          <w:iCs/>
        </w:rPr>
        <w:t>Ta</w:t>
      </w:r>
      <w:r w:rsidRPr="00AF0A23">
        <w:rPr>
          <w:i/>
          <w:iCs/>
        </w:rPr>
        <w:t>l</w:t>
      </w:r>
      <w:r w:rsidRPr="00AF0A23">
        <w:rPr>
          <w:i/>
          <w:iCs/>
        </w:rPr>
        <w:t>leyrand.</w:t>
      </w:r>
    </w:p>
    <w:p w14:paraId="3FBB1B06" w14:textId="77777777" w:rsidR="00905145" w:rsidRPr="00AF0A23" w:rsidRDefault="00905145" w:rsidP="00905145">
      <w:r w:rsidRPr="00AF0A23">
        <w:t>Combien de temps croyez-vous que cela puisse durer ?</w:t>
      </w:r>
    </w:p>
    <w:p w14:paraId="080888F4" w14:textId="77777777" w:rsidR="00905145" w:rsidRPr="00AF0A23" w:rsidRDefault="00905145" w:rsidP="00905145">
      <w:pPr>
        <w:ind w:firstLine="0"/>
        <w:jc w:val="center"/>
      </w:pPr>
      <w:r w:rsidRPr="00AF0A23">
        <w:t>TALLEYRAND</w:t>
      </w:r>
    </w:p>
    <w:p w14:paraId="4A7AAEF7" w14:textId="77777777" w:rsidR="00905145" w:rsidRPr="00AF0A23" w:rsidRDefault="00905145" w:rsidP="00905145">
      <w:r w:rsidRPr="00AF0A23">
        <w:t xml:space="preserve">Deux ou trois ans peut-être encore. Il est au point le plus élevé de son évolution. Je crois qu’il ne peut plus que descendre à présent – très vite. C’est un astre, assurément, mais de l’espèce des météores. Et, dans cinq ou six cents ans, la </w:t>
      </w:r>
      <w:r w:rsidRPr="00AF0A23">
        <w:lastRenderedPageBreak/>
        <w:t>question se posera de savoir si, oui ou non, il aura réell</w:t>
      </w:r>
      <w:r w:rsidRPr="00AF0A23">
        <w:t>e</w:t>
      </w:r>
      <w:r w:rsidRPr="00AF0A23">
        <w:t>ment existé.</w:t>
      </w:r>
    </w:p>
    <w:p w14:paraId="5F9707A7" w14:textId="77777777" w:rsidR="00905145" w:rsidRPr="00AF0A23" w:rsidRDefault="00905145" w:rsidP="00905145">
      <w:pPr>
        <w:ind w:firstLine="0"/>
        <w:jc w:val="center"/>
      </w:pPr>
      <w:r w:rsidRPr="00AF0A23">
        <w:t>CAULAINCOURT</w:t>
      </w:r>
    </w:p>
    <w:p w14:paraId="400D8E46" w14:textId="77777777" w:rsidR="00905145" w:rsidRPr="00AF0A23" w:rsidRDefault="00905145" w:rsidP="00905145">
      <w:r w:rsidRPr="00AF0A23">
        <w:t>On ne peut pas ne pas l’admirer.</w:t>
      </w:r>
    </w:p>
    <w:p w14:paraId="6317EFE4" w14:textId="77777777" w:rsidR="00905145" w:rsidRPr="00AF0A23" w:rsidRDefault="00905145" w:rsidP="00905145">
      <w:pPr>
        <w:ind w:firstLine="0"/>
        <w:jc w:val="center"/>
      </w:pPr>
      <w:r w:rsidRPr="00AF0A23">
        <w:t>TALLEYRAND</w:t>
      </w:r>
    </w:p>
    <w:p w14:paraId="285ADD37" w14:textId="77777777" w:rsidR="00905145" w:rsidRPr="00AF0A23" w:rsidRDefault="00905145" w:rsidP="00905145">
      <w:r w:rsidRPr="00AF0A23">
        <w:t>On est libre d’admirer la foudre.</w:t>
      </w:r>
    </w:p>
    <w:p w14:paraId="40E54339" w14:textId="77777777" w:rsidR="00905145" w:rsidRPr="00AF0A23" w:rsidRDefault="00905145" w:rsidP="00905145">
      <w:pPr>
        <w:ind w:firstLine="0"/>
        <w:jc w:val="center"/>
      </w:pPr>
      <w:r w:rsidRPr="00AF0A23">
        <w:t>CAULAINCOURT</w:t>
      </w:r>
    </w:p>
    <w:p w14:paraId="3650BD0C" w14:textId="77777777" w:rsidR="00905145" w:rsidRPr="00AF0A23" w:rsidRDefault="00905145" w:rsidP="00905145">
      <w:r w:rsidRPr="00AF0A23">
        <w:t>D’ailleurs, vous l’admirez.</w:t>
      </w:r>
    </w:p>
    <w:p w14:paraId="527138F2" w14:textId="77777777" w:rsidR="00905145" w:rsidRPr="00AF0A23" w:rsidRDefault="00905145" w:rsidP="00905145">
      <w:pPr>
        <w:ind w:firstLine="0"/>
        <w:jc w:val="center"/>
      </w:pPr>
      <w:r w:rsidRPr="00AF0A23">
        <w:t>TALLEYRAND</w:t>
      </w:r>
    </w:p>
    <w:p w14:paraId="5CA26F9C" w14:textId="77777777" w:rsidR="00905145" w:rsidRPr="00AF0A23" w:rsidRDefault="00905145" w:rsidP="00905145">
      <w:r w:rsidRPr="00AF0A23">
        <w:t xml:space="preserve">L’Empereur ?… </w:t>
      </w:r>
      <w:r w:rsidRPr="00AF0A23">
        <w:rPr>
          <w:i/>
          <w:iCs/>
        </w:rPr>
        <w:t xml:space="preserve">Je l’admire et je l’aime guidé par son beau génie et non par les passions furieuses qui l’étoufferont un jour !… </w:t>
      </w:r>
      <w:r w:rsidRPr="00AF0A23">
        <w:t xml:space="preserve">Mais, dites-moi, Talma, est-il exact que vous lui ayez </w:t>
      </w:r>
      <w:proofErr w:type="gramStart"/>
      <w:r w:rsidRPr="00AF0A23">
        <w:t>donné</w:t>
      </w:r>
      <w:proofErr w:type="gramEnd"/>
      <w:r w:rsidRPr="00AF0A23">
        <w:t xml:space="preserve"> des conseils, des leçons ?</w:t>
      </w:r>
    </w:p>
    <w:p w14:paraId="5EA08963" w14:textId="77777777" w:rsidR="00905145" w:rsidRPr="00AF0A23" w:rsidRDefault="00905145" w:rsidP="00905145">
      <w:pPr>
        <w:ind w:firstLine="0"/>
        <w:jc w:val="center"/>
      </w:pPr>
      <w:r w:rsidRPr="00AF0A23">
        <w:t>TALMA</w:t>
      </w:r>
    </w:p>
    <w:p w14:paraId="4FC39360" w14:textId="77777777" w:rsidR="00905145" w:rsidRPr="00AF0A23" w:rsidRDefault="00905145" w:rsidP="00905145">
      <w:r w:rsidRPr="00AF0A23">
        <w:t>Des leçons, Monseigneur – c’est lui qui aurait pu m’en donner !</w:t>
      </w:r>
    </w:p>
    <w:p w14:paraId="1CF99FBF" w14:textId="77777777" w:rsidR="00905145" w:rsidRPr="00AF0A23" w:rsidRDefault="00905145" w:rsidP="00905145">
      <w:pPr>
        <w:ind w:firstLine="0"/>
        <w:jc w:val="center"/>
        <w:rPr>
          <w:i/>
          <w:iCs/>
        </w:rPr>
      </w:pPr>
      <w:r w:rsidRPr="00AF0A23">
        <w:t xml:space="preserve">MONSIEUR DE RÉMUSAT, à </w:t>
      </w:r>
      <w:r w:rsidRPr="00AF0A23">
        <w:rPr>
          <w:i/>
          <w:iCs/>
        </w:rPr>
        <w:t>Caulai</w:t>
      </w:r>
      <w:r w:rsidRPr="00AF0A23">
        <w:rPr>
          <w:i/>
          <w:iCs/>
        </w:rPr>
        <w:t>n</w:t>
      </w:r>
      <w:r w:rsidRPr="00AF0A23">
        <w:rPr>
          <w:i/>
          <w:iCs/>
        </w:rPr>
        <w:t>court.</w:t>
      </w:r>
    </w:p>
    <w:p w14:paraId="2F721C02" w14:textId="77777777" w:rsidR="00905145" w:rsidRPr="00AF0A23" w:rsidRDefault="00905145" w:rsidP="00905145">
      <w:r w:rsidRPr="00AF0A23">
        <w:t xml:space="preserve">Où est la croix de </w:t>
      </w:r>
      <w:smartTag w:uri="urn:schemas-microsoft-com:office:smarttags" w:element="PersonName">
        <w:smartTagPr>
          <w:attr w:name="ProductID" w:val="la L￩gion"/>
        </w:smartTagPr>
        <w:r w:rsidRPr="00AF0A23">
          <w:t>la Légion</w:t>
        </w:r>
      </w:smartTag>
      <w:r w:rsidRPr="00AF0A23">
        <w:t xml:space="preserve"> d’honneur de M. Gœthe ?</w:t>
      </w:r>
    </w:p>
    <w:p w14:paraId="47A9465A" w14:textId="77777777" w:rsidR="00905145" w:rsidRPr="00AF0A23" w:rsidRDefault="00905145" w:rsidP="00905145">
      <w:pPr>
        <w:ind w:firstLine="0"/>
        <w:jc w:val="center"/>
      </w:pPr>
      <w:r w:rsidRPr="00AF0A23">
        <w:t>CAULAINCOURT</w:t>
      </w:r>
    </w:p>
    <w:p w14:paraId="43FCCB6E" w14:textId="77777777" w:rsidR="00905145" w:rsidRPr="00AF0A23" w:rsidRDefault="00905145" w:rsidP="00905145">
      <w:r w:rsidRPr="00AF0A23">
        <w:t>Dans un écrin, là, devant vous.</w:t>
      </w:r>
    </w:p>
    <w:p w14:paraId="5415018B" w14:textId="77777777" w:rsidR="00905145" w:rsidRPr="00AF0A23" w:rsidRDefault="00905145" w:rsidP="00905145">
      <w:pPr>
        <w:ind w:firstLine="0"/>
        <w:jc w:val="center"/>
      </w:pPr>
      <w:r w:rsidRPr="00AF0A23">
        <w:t>MONSIEUR DE RÉMUSAT</w:t>
      </w:r>
    </w:p>
    <w:p w14:paraId="44E90F62" w14:textId="77777777" w:rsidR="00905145" w:rsidRPr="00AF0A23" w:rsidRDefault="00905145" w:rsidP="00905145">
      <w:r w:rsidRPr="00AF0A23">
        <w:t>Merci.</w:t>
      </w:r>
    </w:p>
    <w:p w14:paraId="3BFFECEE" w14:textId="77777777" w:rsidR="00905145" w:rsidRPr="00C16F3C" w:rsidRDefault="00905145" w:rsidP="00905145">
      <w:pPr>
        <w:pStyle w:val="NormalRetraitGauche4XIndent0"/>
        <w:rPr>
          <w:i/>
          <w:iCs/>
        </w:rPr>
      </w:pPr>
      <w:r w:rsidRPr="00C16F3C">
        <w:rPr>
          <w:i/>
          <w:iCs/>
        </w:rPr>
        <w:lastRenderedPageBreak/>
        <w:t>Par l’ouverture de la tente qui se trouve à gauche, un chambellan annonce.</w:t>
      </w:r>
    </w:p>
    <w:p w14:paraId="6431477E" w14:textId="77777777" w:rsidR="00905145" w:rsidRPr="00AF0A23" w:rsidRDefault="00905145" w:rsidP="00905145">
      <w:pPr>
        <w:ind w:firstLine="0"/>
        <w:jc w:val="center"/>
      </w:pPr>
      <w:r w:rsidRPr="00AF0A23">
        <w:t>LE CHAMBELLAN</w:t>
      </w:r>
    </w:p>
    <w:p w14:paraId="51908F3A" w14:textId="77777777" w:rsidR="00905145" w:rsidRPr="00AF0A23" w:rsidRDefault="00905145" w:rsidP="00905145">
      <w:r w:rsidRPr="00AF0A23">
        <w:t>S. A. le prince de Mecklembourg-Schwerin, S. A. le duc de Saxe-Gotha, S. A. le duc de Weimar, S. A. le prince Guillaume de Prusse, S. M. le roi de Bavière, S. M. le roi de Wurtemberg, S. M. le roi de Saxe, S. M. l’empereur de Ru</w:t>
      </w:r>
      <w:r w:rsidRPr="00AF0A23">
        <w:t>s</w:t>
      </w:r>
      <w:r w:rsidRPr="00AF0A23">
        <w:t>sie.</w:t>
      </w:r>
    </w:p>
    <w:p w14:paraId="31D397D6" w14:textId="77777777" w:rsidR="00905145" w:rsidRPr="00C16F3C" w:rsidRDefault="00905145" w:rsidP="00905145">
      <w:pPr>
        <w:pStyle w:val="NormalRetraitGauche4XIndent0"/>
        <w:rPr>
          <w:i/>
          <w:iCs/>
        </w:rPr>
      </w:pPr>
      <w:r w:rsidRPr="00C16F3C">
        <w:rPr>
          <w:i/>
          <w:iCs/>
        </w:rPr>
        <w:t>Par l’ouverture de gauche, un autre cha</w:t>
      </w:r>
      <w:r w:rsidRPr="00C16F3C">
        <w:rPr>
          <w:i/>
          <w:iCs/>
        </w:rPr>
        <w:t>m</w:t>
      </w:r>
      <w:r w:rsidRPr="00C16F3C">
        <w:rPr>
          <w:i/>
          <w:iCs/>
        </w:rPr>
        <w:t>bellan annonce.</w:t>
      </w:r>
    </w:p>
    <w:p w14:paraId="1D74B892" w14:textId="77777777" w:rsidR="00905145" w:rsidRPr="00AF0A23" w:rsidRDefault="00905145" w:rsidP="00905145">
      <w:pPr>
        <w:ind w:firstLine="0"/>
        <w:jc w:val="center"/>
      </w:pPr>
      <w:r w:rsidRPr="00AF0A23">
        <w:t>DEUXIÈME CHAMBELLAN</w:t>
      </w:r>
    </w:p>
    <w:p w14:paraId="21D98BFD" w14:textId="77777777" w:rsidR="00905145" w:rsidRPr="00AF0A23" w:rsidRDefault="00905145" w:rsidP="00905145">
      <w:r w:rsidRPr="00AF0A23">
        <w:t>L’Empereur !</w:t>
      </w:r>
    </w:p>
    <w:p w14:paraId="31DC1F4F" w14:textId="77777777" w:rsidR="00905145" w:rsidRPr="00C16F3C" w:rsidRDefault="00905145" w:rsidP="00905145">
      <w:pPr>
        <w:pStyle w:val="NormalRetraitGauche4XIndent0"/>
        <w:rPr>
          <w:i/>
          <w:iCs/>
        </w:rPr>
      </w:pPr>
      <w:r w:rsidRPr="00C16F3C">
        <w:rPr>
          <w:i/>
          <w:iCs/>
        </w:rPr>
        <w:t xml:space="preserve">Napoléon et le Tzar, faisant chacun le même nombre de pas, vont l’un vers l’autre et se serrent la main. Le Tzar porte le Grand Cordon de </w:t>
      </w:r>
      <w:smartTag w:uri="urn:schemas-microsoft-com:office:smarttags" w:element="PersonName">
        <w:smartTagPr>
          <w:attr w:name="ProductID" w:val="la L￩gion"/>
        </w:smartTagPr>
        <w:r w:rsidRPr="00C16F3C">
          <w:rPr>
            <w:i/>
            <w:iCs/>
          </w:rPr>
          <w:t>la Légion</w:t>
        </w:r>
      </w:smartTag>
      <w:r w:rsidRPr="00C16F3C">
        <w:rPr>
          <w:i/>
          <w:iCs/>
        </w:rPr>
        <w:t xml:space="preserve"> d’honneur, et Napoléon porte le Grand Cordon de Saint-André. Ses maréchaux le suivent.</w:t>
      </w:r>
    </w:p>
    <w:p w14:paraId="64A9EE97" w14:textId="77777777" w:rsidR="00905145" w:rsidRPr="00AF0A23" w:rsidRDefault="00905145" w:rsidP="00905145">
      <w:pPr>
        <w:ind w:firstLine="0"/>
        <w:jc w:val="center"/>
      </w:pPr>
      <w:r w:rsidRPr="00AF0A23">
        <w:t>NAPOLÉON</w:t>
      </w:r>
    </w:p>
    <w:p w14:paraId="66330F57" w14:textId="77777777" w:rsidR="00905145" w:rsidRPr="00AF0A23" w:rsidRDefault="00905145" w:rsidP="00905145">
      <w:pPr>
        <w:rPr>
          <w:i/>
          <w:iCs/>
        </w:rPr>
      </w:pPr>
      <w:r w:rsidRPr="00AF0A23">
        <w:rPr>
          <w:i/>
          <w:iCs/>
        </w:rPr>
        <w:t>Ce m’est une joie profonde de redire à Votre Majesté quels justes espoirs nous sommes autorisés à fonder sur le renouve</w:t>
      </w:r>
      <w:r w:rsidRPr="00AF0A23">
        <w:rPr>
          <w:i/>
          <w:iCs/>
        </w:rPr>
        <w:t>l</w:t>
      </w:r>
      <w:r w:rsidRPr="00AF0A23">
        <w:rPr>
          <w:i/>
          <w:iCs/>
        </w:rPr>
        <w:t>lement de l’alliance conclue e</w:t>
      </w:r>
      <w:r w:rsidRPr="00AF0A23">
        <w:rPr>
          <w:i/>
          <w:iCs/>
        </w:rPr>
        <w:t>n</w:t>
      </w:r>
      <w:r w:rsidRPr="00AF0A23">
        <w:rPr>
          <w:i/>
          <w:iCs/>
        </w:rPr>
        <w:t>tre nous à Tilsit. Résolu de rester inséparabl</w:t>
      </w:r>
      <w:r w:rsidRPr="00AF0A23">
        <w:rPr>
          <w:i/>
          <w:iCs/>
        </w:rPr>
        <w:t>e</w:t>
      </w:r>
      <w:r w:rsidRPr="00AF0A23">
        <w:rPr>
          <w:i/>
          <w:iCs/>
        </w:rPr>
        <w:t>ment unis pour la paix comme pour la guerre, j’ai hâte de poser les principes d’une convention que je suis déte</w:t>
      </w:r>
      <w:r w:rsidRPr="00AF0A23">
        <w:rPr>
          <w:i/>
          <w:iCs/>
        </w:rPr>
        <w:t>r</w:t>
      </w:r>
      <w:r w:rsidRPr="00AF0A23">
        <w:rPr>
          <w:i/>
          <w:iCs/>
        </w:rPr>
        <w:t>miné à suivre.</w:t>
      </w:r>
    </w:p>
    <w:p w14:paraId="4FE05971" w14:textId="77777777" w:rsidR="00905145" w:rsidRPr="00AF0A23" w:rsidRDefault="00905145" w:rsidP="00905145">
      <w:pPr>
        <w:ind w:firstLine="0"/>
        <w:jc w:val="center"/>
        <w:rPr>
          <w:i/>
          <w:iCs/>
        </w:rPr>
      </w:pPr>
      <w:r w:rsidRPr="00AF0A23">
        <w:t xml:space="preserve">TALLEYRAND, à </w:t>
      </w:r>
      <w:r w:rsidRPr="00AF0A23">
        <w:rPr>
          <w:i/>
          <w:iCs/>
        </w:rPr>
        <w:t>M. de Rémusat.</w:t>
      </w:r>
    </w:p>
    <w:p w14:paraId="6CD41FE9" w14:textId="77777777" w:rsidR="00905145" w:rsidRPr="00AF0A23" w:rsidRDefault="00905145" w:rsidP="00905145">
      <w:pPr>
        <w:rPr>
          <w:i/>
          <w:iCs/>
        </w:rPr>
      </w:pPr>
      <w:r w:rsidRPr="00AF0A23">
        <w:t xml:space="preserve">Il est enchanté de cette phrase. </w:t>
      </w:r>
      <w:r w:rsidRPr="00AF0A23">
        <w:rPr>
          <w:i/>
          <w:iCs/>
        </w:rPr>
        <w:t>Je la lui ai préparée ce m</w:t>
      </w:r>
      <w:r w:rsidRPr="00AF0A23">
        <w:rPr>
          <w:i/>
          <w:iCs/>
        </w:rPr>
        <w:t>a</w:t>
      </w:r>
      <w:r w:rsidRPr="00AF0A23">
        <w:rPr>
          <w:i/>
          <w:iCs/>
        </w:rPr>
        <w:t>tin. Il est surtout ravi du mot « principe » qui, m’a-t-il dit, ne l’engageait à rien.</w:t>
      </w:r>
    </w:p>
    <w:p w14:paraId="20D92203" w14:textId="77777777" w:rsidR="00905145" w:rsidRPr="00AF0A23" w:rsidRDefault="00905145" w:rsidP="00905145">
      <w:pPr>
        <w:ind w:firstLine="0"/>
        <w:jc w:val="center"/>
      </w:pPr>
      <w:r w:rsidRPr="00AF0A23">
        <w:lastRenderedPageBreak/>
        <w:t>MONSIEUR DE RÉMUSAT</w:t>
      </w:r>
    </w:p>
    <w:p w14:paraId="44FA8403" w14:textId="77777777" w:rsidR="00905145" w:rsidRPr="00AF0A23" w:rsidRDefault="00905145" w:rsidP="00905145">
      <w:r w:rsidRPr="00AF0A23">
        <w:t>C’est un homme fabuleux. Et ce qui se passe en ce moment ici…</w:t>
      </w:r>
    </w:p>
    <w:p w14:paraId="59A74666" w14:textId="77777777" w:rsidR="00905145" w:rsidRPr="00AF0A23" w:rsidRDefault="00905145" w:rsidP="00905145">
      <w:pPr>
        <w:ind w:firstLine="0"/>
        <w:jc w:val="center"/>
      </w:pPr>
      <w:r w:rsidRPr="00AF0A23">
        <w:t>TALLEYRAND</w:t>
      </w:r>
    </w:p>
    <w:p w14:paraId="014492B2" w14:textId="77777777" w:rsidR="00905145" w:rsidRPr="00AF0A23" w:rsidRDefault="00905145" w:rsidP="00905145">
      <w:r w:rsidRPr="00AF0A23">
        <w:t>Comme bassesse, oui. Et dire que nous ne verrons pas une main passer noblement sur la crinière du lion !</w:t>
      </w:r>
    </w:p>
    <w:p w14:paraId="3EBC6FC3" w14:textId="77777777" w:rsidR="00905145" w:rsidRPr="00AF0A23" w:rsidRDefault="00905145" w:rsidP="00905145">
      <w:pPr>
        <w:ind w:firstLine="0"/>
        <w:jc w:val="center"/>
      </w:pPr>
      <w:r w:rsidRPr="00AF0A23">
        <w:t>NAPOLÉON</w:t>
      </w:r>
    </w:p>
    <w:p w14:paraId="5E184F0D" w14:textId="77777777" w:rsidR="00905145" w:rsidRPr="00AF0A23" w:rsidRDefault="00905145" w:rsidP="00905145">
      <w:r w:rsidRPr="00AF0A23">
        <w:t>Talleyrand !</w:t>
      </w:r>
    </w:p>
    <w:p w14:paraId="659D8867" w14:textId="77777777" w:rsidR="00905145" w:rsidRPr="00AF0A23" w:rsidRDefault="00905145" w:rsidP="00905145">
      <w:pPr>
        <w:ind w:firstLine="0"/>
        <w:jc w:val="center"/>
      </w:pPr>
      <w:r w:rsidRPr="00AF0A23">
        <w:t>TALLEYRAND</w:t>
      </w:r>
    </w:p>
    <w:p w14:paraId="6786B9B9" w14:textId="77777777" w:rsidR="00905145" w:rsidRPr="00AF0A23" w:rsidRDefault="00905145" w:rsidP="00905145">
      <w:r w:rsidRPr="00AF0A23">
        <w:t>Sire…</w:t>
      </w:r>
    </w:p>
    <w:p w14:paraId="368FD409" w14:textId="77777777" w:rsidR="00905145" w:rsidRPr="00C16F3C" w:rsidRDefault="00905145" w:rsidP="00905145">
      <w:pPr>
        <w:pStyle w:val="NormalRetraitGauche4XIndent0"/>
        <w:rPr>
          <w:i/>
          <w:iCs/>
        </w:rPr>
      </w:pPr>
      <w:r w:rsidRPr="00C16F3C">
        <w:rPr>
          <w:i/>
          <w:iCs/>
        </w:rPr>
        <w:t>Depuis un instant, le Tzar est entré en co</w:t>
      </w:r>
      <w:r w:rsidRPr="00C16F3C">
        <w:rPr>
          <w:i/>
          <w:iCs/>
        </w:rPr>
        <w:t>n</w:t>
      </w:r>
      <w:r w:rsidRPr="00C16F3C">
        <w:rPr>
          <w:i/>
          <w:iCs/>
        </w:rPr>
        <w:t>versation avec le roi de Saxe et le général Duroc.</w:t>
      </w:r>
    </w:p>
    <w:p w14:paraId="46C63157" w14:textId="77777777" w:rsidR="00905145" w:rsidRPr="00AF0A23" w:rsidRDefault="00905145" w:rsidP="00905145">
      <w:pPr>
        <w:ind w:firstLine="0"/>
        <w:jc w:val="center"/>
      </w:pPr>
      <w:r w:rsidRPr="00AF0A23">
        <w:t>NAPOLÉON</w:t>
      </w:r>
    </w:p>
    <w:p w14:paraId="3C5FA8CD" w14:textId="77777777" w:rsidR="00905145" w:rsidRPr="00AF0A23" w:rsidRDefault="00905145" w:rsidP="00905145">
      <w:r w:rsidRPr="00AF0A23">
        <w:t>Talleyrand, le moment est venu de lui faire savoir exact</w:t>
      </w:r>
      <w:r w:rsidRPr="00AF0A23">
        <w:t>e</w:t>
      </w:r>
      <w:r w:rsidRPr="00AF0A23">
        <w:t>ment ce que j’attends de lui. Vous allez lui dire que vous êtes convaincu que s’il me laisse mes coudées franches en Autr</w:t>
      </w:r>
      <w:r w:rsidRPr="00AF0A23">
        <w:t>i</w:t>
      </w:r>
      <w:r w:rsidRPr="00AF0A23">
        <w:t xml:space="preserve">che, aussi bien qu’en Espagne, je suis capable d’assurer à </w:t>
      </w:r>
      <w:smartTag w:uri="urn:schemas-microsoft-com:office:smarttags" w:element="PersonName">
        <w:smartTagPr>
          <w:attr w:name="ProductID" w:val="la Russie"/>
        </w:smartTagPr>
        <w:r w:rsidRPr="00AF0A23">
          <w:t>la Russie</w:t>
        </w:r>
      </w:smartTag>
      <w:r w:rsidRPr="00AF0A23">
        <w:t xml:space="preserve"> la Moldavie et la Finlande… et même, s’il le fallait, Con</w:t>
      </w:r>
      <w:r w:rsidRPr="00AF0A23">
        <w:t>s</w:t>
      </w:r>
      <w:r w:rsidRPr="00AF0A23">
        <w:t>tantinople.</w:t>
      </w:r>
    </w:p>
    <w:p w14:paraId="3CDBA447" w14:textId="77777777" w:rsidR="00905145" w:rsidRPr="00AF0A23" w:rsidRDefault="00905145" w:rsidP="00905145">
      <w:pPr>
        <w:ind w:firstLine="0"/>
        <w:jc w:val="center"/>
      </w:pPr>
      <w:r w:rsidRPr="00AF0A23">
        <w:t>TALLEYRAND</w:t>
      </w:r>
    </w:p>
    <w:p w14:paraId="513A0F89" w14:textId="77777777" w:rsidR="00905145" w:rsidRPr="00AF0A23" w:rsidRDefault="00905145" w:rsidP="00905145">
      <w:r w:rsidRPr="00AF0A23">
        <w:t>Soit – mais Votre Majesté pense-t-elle que le moment est bien choisi pour…</w:t>
      </w:r>
    </w:p>
    <w:p w14:paraId="3B72C925" w14:textId="77777777" w:rsidR="00905145" w:rsidRPr="00AF0A23" w:rsidRDefault="00905145" w:rsidP="00905145">
      <w:pPr>
        <w:ind w:firstLine="0"/>
        <w:jc w:val="center"/>
      </w:pPr>
      <w:r w:rsidRPr="00AF0A23">
        <w:t>NAPOLÉON</w:t>
      </w:r>
    </w:p>
    <w:p w14:paraId="3D9B6A22" w14:textId="77777777" w:rsidR="00905145" w:rsidRPr="00AF0A23" w:rsidRDefault="00905145" w:rsidP="00905145">
      <w:r w:rsidRPr="00AF0A23">
        <w:lastRenderedPageBreak/>
        <w:t>Oui, oui – si vous le faites en ayant l’air de prendre la chose sous votre bonnet. Qu’il ait un peu l’impression que vous me trahissez.</w:t>
      </w:r>
    </w:p>
    <w:p w14:paraId="0E435E17" w14:textId="77777777" w:rsidR="00905145" w:rsidRPr="00AF0A23" w:rsidRDefault="00905145" w:rsidP="00905145">
      <w:pPr>
        <w:ind w:firstLine="0"/>
        <w:jc w:val="center"/>
      </w:pPr>
      <w:r w:rsidRPr="00AF0A23">
        <w:t>TALLEYRAND</w:t>
      </w:r>
    </w:p>
    <w:p w14:paraId="497D53A0" w14:textId="77777777" w:rsidR="00905145" w:rsidRPr="00AF0A23" w:rsidRDefault="00905145" w:rsidP="00905145">
      <w:r w:rsidRPr="00AF0A23">
        <w:t>Bien.</w:t>
      </w:r>
    </w:p>
    <w:p w14:paraId="67FDEE99" w14:textId="77777777" w:rsidR="00905145" w:rsidRPr="00AF0A23" w:rsidRDefault="00905145" w:rsidP="00905145">
      <w:pPr>
        <w:ind w:firstLine="0"/>
        <w:jc w:val="center"/>
        <w:rPr>
          <w:i/>
          <w:iCs/>
        </w:rPr>
      </w:pPr>
      <w:r w:rsidRPr="00AF0A23">
        <w:t xml:space="preserve">NAPOLÉON ? à </w:t>
      </w:r>
      <w:r w:rsidRPr="00AF0A23">
        <w:rPr>
          <w:i/>
          <w:iCs/>
        </w:rPr>
        <w:t>M. de Rémusat.</w:t>
      </w:r>
    </w:p>
    <w:p w14:paraId="13B75CBE" w14:textId="77777777" w:rsidR="00905145" w:rsidRPr="00AF0A23" w:rsidRDefault="00905145" w:rsidP="00905145">
      <w:r w:rsidRPr="00AF0A23">
        <w:t>Que les comédiens se tiennent prêts. Sur un signe de moi, le spect</w:t>
      </w:r>
      <w:r w:rsidRPr="00AF0A23">
        <w:t>a</w:t>
      </w:r>
      <w:r w:rsidRPr="00AF0A23">
        <w:t>cle commencera tout de suite.</w:t>
      </w:r>
    </w:p>
    <w:p w14:paraId="7C6DB3D8" w14:textId="77777777" w:rsidR="00905145" w:rsidRPr="00AF0A23" w:rsidRDefault="00905145" w:rsidP="00905145">
      <w:pPr>
        <w:ind w:firstLine="0"/>
        <w:jc w:val="center"/>
        <w:rPr>
          <w:i/>
          <w:iCs/>
        </w:rPr>
      </w:pPr>
      <w:r w:rsidRPr="00AF0A23">
        <w:t xml:space="preserve">LE ROI DE SAXE, à </w:t>
      </w:r>
      <w:r w:rsidRPr="00AF0A23">
        <w:rPr>
          <w:i/>
          <w:iCs/>
        </w:rPr>
        <w:t>Talleyrand.</w:t>
      </w:r>
    </w:p>
    <w:p w14:paraId="179968F8" w14:textId="77777777" w:rsidR="00905145" w:rsidRPr="00AF0A23" w:rsidRDefault="00905145" w:rsidP="00905145">
      <w:r w:rsidRPr="00AF0A23">
        <w:t>Je ne pense pas vous déplaire, monsieur de Talleyrand, en vous donnant de bonnes nouvelles du Comte de Pr</w:t>
      </w:r>
      <w:r w:rsidRPr="00AF0A23">
        <w:t>o</w:t>
      </w:r>
      <w:r w:rsidRPr="00AF0A23">
        <w:t>vence qui a quitté Mitau pour se rendre en A</w:t>
      </w:r>
      <w:r w:rsidRPr="00AF0A23">
        <w:t>n</w:t>
      </w:r>
      <w:r w:rsidRPr="00AF0A23">
        <w:t>gleterre.</w:t>
      </w:r>
    </w:p>
    <w:p w14:paraId="735CC38A" w14:textId="77777777" w:rsidR="00905145" w:rsidRPr="00AF0A23" w:rsidRDefault="00905145" w:rsidP="00905145">
      <w:pPr>
        <w:ind w:firstLine="0"/>
        <w:jc w:val="center"/>
      </w:pPr>
      <w:r w:rsidRPr="00AF0A23">
        <w:t>TALLEYRAND</w:t>
      </w:r>
    </w:p>
    <w:p w14:paraId="48C66FFB" w14:textId="77777777" w:rsidR="00905145" w:rsidRPr="00AF0A23" w:rsidRDefault="00905145" w:rsidP="00905145">
      <w:r w:rsidRPr="00AF0A23">
        <w:t>Je remercie Votre Majesté.</w:t>
      </w:r>
    </w:p>
    <w:p w14:paraId="7FC2CAEB" w14:textId="77777777" w:rsidR="00905145" w:rsidRPr="00C16F3C" w:rsidRDefault="00905145" w:rsidP="00905145">
      <w:pPr>
        <w:pStyle w:val="NormalRetraitGauche4XIndent0"/>
        <w:rPr>
          <w:i/>
          <w:iCs/>
        </w:rPr>
      </w:pPr>
      <w:r w:rsidRPr="00C16F3C">
        <w:rPr>
          <w:i/>
          <w:iCs/>
        </w:rPr>
        <w:t>Il va vers le Tzar.</w:t>
      </w:r>
    </w:p>
    <w:p w14:paraId="6EEF984C" w14:textId="77777777" w:rsidR="00905145" w:rsidRPr="00AF0A23" w:rsidRDefault="00905145" w:rsidP="00905145">
      <w:pPr>
        <w:rPr>
          <w:i/>
          <w:iCs/>
        </w:rPr>
      </w:pPr>
      <w:r w:rsidRPr="00AF0A23">
        <w:t>Bénissons le Ciel qui met entre les mains de Votre Majesté le sort de l’Europe. Un mona</w:t>
      </w:r>
      <w:r w:rsidRPr="00AF0A23">
        <w:t>r</w:t>
      </w:r>
      <w:r w:rsidRPr="00AF0A23">
        <w:t>que moins sage et moins prudent que vous serait tenté de laisser à l’empereur Napoléon ses co</w:t>
      </w:r>
      <w:r w:rsidRPr="00AF0A23">
        <w:t>u</w:t>
      </w:r>
      <w:r w:rsidRPr="00AF0A23">
        <w:t>dées franches en Autriche comme en E</w:t>
      </w:r>
      <w:r w:rsidRPr="00AF0A23">
        <w:t>s</w:t>
      </w:r>
      <w:r w:rsidRPr="00AF0A23">
        <w:t xml:space="preserve">pagne, en échange de </w:t>
      </w:r>
      <w:smartTag w:uri="urn:schemas-microsoft-com:office:smarttags" w:element="PersonName">
        <w:smartTagPr>
          <w:attr w:name="ProductID" w:val="la Finlande"/>
        </w:smartTagPr>
        <w:r w:rsidRPr="00AF0A23">
          <w:t>la Finlande</w:t>
        </w:r>
      </w:smartTag>
      <w:r w:rsidRPr="00AF0A23">
        <w:t xml:space="preserve"> et de la Moldavie ! Mais le Tzar connaît trop quel est son devoir, </w:t>
      </w:r>
      <w:r w:rsidRPr="00AF0A23">
        <w:rPr>
          <w:i/>
          <w:iCs/>
        </w:rPr>
        <w:t>il sait bien que si le peuple de France est civilisé, son souverain, lui, ne l’est pas – tandis qu’au co</w:t>
      </w:r>
      <w:r w:rsidRPr="00AF0A23">
        <w:rPr>
          <w:i/>
          <w:iCs/>
        </w:rPr>
        <w:t>n</w:t>
      </w:r>
      <w:r w:rsidRPr="00AF0A23">
        <w:rPr>
          <w:i/>
          <w:iCs/>
        </w:rPr>
        <w:t>traire, en Russie, c’est le souv</w:t>
      </w:r>
      <w:r w:rsidRPr="00AF0A23">
        <w:rPr>
          <w:i/>
          <w:iCs/>
        </w:rPr>
        <w:t>e</w:t>
      </w:r>
      <w:r w:rsidRPr="00AF0A23">
        <w:rPr>
          <w:i/>
          <w:iCs/>
        </w:rPr>
        <w:t>rain qui est civilisé et le peuple qui ne l’est pas.</w:t>
      </w:r>
    </w:p>
    <w:p w14:paraId="78B2906B" w14:textId="77777777" w:rsidR="00905145" w:rsidRPr="00C16F3C" w:rsidRDefault="00905145" w:rsidP="00905145">
      <w:pPr>
        <w:pStyle w:val="NormalRetraitGauche4XIndent0"/>
        <w:rPr>
          <w:i/>
          <w:iCs/>
        </w:rPr>
      </w:pPr>
      <w:r w:rsidRPr="00C16F3C">
        <w:rPr>
          <w:i/>
          <w:iCs/>
        </w:rPr>
        <w:t>Tout en parlant, Talleyrand entraîne l’empereur Alexa</w:t>
      </w:r>
      <w:r w:rsidRPr="00C16F3C">
        <w:rPr>
          <w:i/>
          <w:iCs/>
        </w:rPr>
        <w:t>n</w:t>
      </w:r>
      <w:r w:rsidRPr="00C16F3C">
        <w:rPr>
          <w:i/>
          <w:iCs/>
        </w:rPr>
        <w:t>dre.</w:t>
      </w:r>
    </w:p>
    <w:p w14:paraId="755B5FF7" w14:textId="77777777" w:rsidR="00905145" w:rsidRPr="00AF0A23" w:rsidRDefault="00905145" w:rsidP="00905145">
      <w:pPr>
        <w:ind w:firstLine="0"/>
        <w:jc w:val="center"/>
        <w:rPr>
          <w:i/>
          <w:iCs/>
        </w:rPr>
      </w:pPr>
      <w:r w:rsidRPr="00AF0A23">
        <w:lastRenderedPageBreak/>
        <w:t xml:space="preserve">MONSIEUR DE RÉMUSAT, à </w:t>
      </w:r>
      <w:r w:rsidRPr="00AF0A23">
        <w:rPr>
          <w:i/>
          <w:iCs/>
        </w:rPr>
        <w:t>Nap</w:t>
      </w:r>
      <w:r w:rsidRPr="00AF0A23">
        <w:rPr>
          <w:i/>
          <w:iCs/>
        </w:rPr>
        <w:t>o</w:t>
      </w:r>
      <w:r w:rsidRPr="00AF0A23">
        <w:rPr>
          <w:i/>
          <w:iCs/>
        </w:rPr>
        <w:t>léon.</w:t>
      </w:r>
    </w:p>
    <w:p w14:paraId="4D7D73C0" w14:textId="77777777" w:rsidR="00905145" w:rsidRPr="00AF0A23" w:rsidRDefault="00905145" w:rsidP="00905145">
      <w:r w:rsidRPr="00AF0A23">
        <w:t>Voici monsieur Gœthe, Sire.</w:t>
      </w:r>
    </w:p>
    <w:p w14:paraId="60CE71AD" w14:textId="77777777" w:rsidR="00905145" w:rsidRPr="00C16F3C" w:rsidRDefault="00905145" w:rsidP="00905145">
      <w:pPr>
        <w:pStyle w:val="NormalRetraitGauche4XIndent0"/>
        <w:rPr>
          <w:i/>
          <w:iCs/>
        </w:rPr>
      </w:pPr>
      <w:r w:rsidRPr="00C16F3C">
        <w:rPr>
          <w:i/>
          <w:iCs/>
        </w:rPr>
        <w:t>Gœthe paraît.</w:t>
      </w:r>
    </w:p>
    <w:p w14:paraId="6AEBED63" w14:textId="77777777" w:rsidR="00905145" w:rsidRPr="00AF0A23" w:rsidRDefault="00905145" w:rsidP="00905145">
      <w:pPr>
        <w:ind w:firstLine="0"/>
        <w:jc w:val="center"/>
      </w:pPr>
      <w:r w:rsidRPr="00AF0A23">
        <w:t>NAPOLÉON</w:t>
      </w:r>
    </w:p>
    <w:p w14:paraId="77FECC3F" w14:textId="77777777" w:rsidR="00905145" w:rsidRPr="00AF0A23" w:rsidRDefault="00905145" w:rsidP="00905145">
      <w:r w:rsidRPr="00AF0A23">
        <w:t>Ah ! voilà un homme !… Que je suis heureux, monsieur, de vous serrer la main. Je vous admire et, sans vous connaître je vous aime.</w:t>
      </w:r>
    </w:p>
    <w:p w14:paraId="04EE92A3" w14:textId="77777777" w:rsidR="00905145" w:rsidRPr="00AF0A23" w:rsidRDefault="00905145" w:rsidP="00905145">
      <w:pPr>
        <w:ind w:firstLine="0"/>
        <w:jc w:val="center"/>
      </w:pPr>
      <w:r w:rsidRPr="00AF0A23">
        <w:t>GŒTHE</w:t>
      </w:r>
    </w:p>
    <w:p w14:paraId="4F7C3388" w14:textId="77777777" w:rsidR="00905145" w:rsidRPr="00AF0A23" w:rsidRDefault="00905145" w:rsidP="00905145">
      <w:pPr>
        <w:rPr>
          <w:i/>
          <w:iCs/>
        </w:rPr>
      </w:pPr>
      <w:r w:rsidRPr="00AF0A23">
        <w:t>Mon émotion à moi-même est grande, Sire, en m’inclinant d</w:t>
      </w:r>
      <w:r w:rsidRPr="00AF0A23">
        <w:t>e</w:t>
      </w:r>
      <w:r w:rsidRPr="00AF0A23">
        <w:t xml:space="preserve">vant </w:t>
      </w:r>
      <w:r w:rsidRPr="00AF0A23">
        <w:rPr>
          <w:i/>
          <w:iCs/>
        </w:rPr>
        <w:t>un homme dont on peut dire que pour lui la lumière qui illumine l’esprit ne s’éteint pas un instant. Voilà pourquoi sa destinée a cette splendeur que le monde n’avait pas vue avant lui et qu’il ne reverra peut-être pas après.</w:t>
      </w:r>
    </w:p>
    <w:p w14:paraId="6AD1CAB6" w14:textId="77777777" w:rsidR="00905145" w:rsidRPr="00AF0A23" w:rsidRDefault="00905145" w:rsidP="00905145">
      <w:pPr>
        <w:ind w:firstLine="0"/>
        <w:jc w:val="center"/>
      </w:pPr>
      <w:r w:rsidRPr="00AF0A23">
        <w:t>NAPOLÉON</w:t>
      </w:r>
    </w:p>
    <w:p w14:paraId="0D5A8DF3" w14:textId="77777777" w:rsidR="00905145" w:rsidRPr="00AF0A23" w:rsidRDefault="00905145" w:rsidP="00905145">
      <w:pPr>
        <w:rPr>
          <w:i/>
          <w:iCs/>
        </w:rPr>
      </w:pPr>
      <w:r w:rsidRPr="00AF0A23">
        <w:rPr>
          <w:i/>
          <w:iCs/>
        </w:rPr>
        <w:t>Et comment trouvez-vous votre séjour ici, monsieur Gœthe ?</w:t>
      </w:r>
    </w:p>
    <w:p w14:paraId="6604510E" w14:textId="77777777" w:rsidR="00905145" w:rsidRPr="00AF0A23" w:rsidRDefault="00905145" w:rsidP="00905145">
      <w:pPr>
        <w:ind w:firstLine="0"/>
        <w:jc w:val="center"/>
      </w:pPr>
      <w:r w:rsidRPr="00AF0A23">
        <w:t>GŒTHE</w:t>
      </w:r>
    </w:p>
    <w:p w14:paraId="4EA6859D" w14:textId="77777777" w:rsidR="00905145" w:rsidRPr="00AF0A23" w:rsidRDefault="00905145" w:rsidP="00905145">
      <w:pPr>
        <w:rPr>
          <w:i/>
          <w:iCs/>
        </w:rPr>
      </w:pPr>
      <w:r w:rsidRPr="00AF0A23">
        <w:rPr>
          <w:i/>
          <w:iCs/>
        </w:rPr>
        <w:t>Fort brillant, Sire, et j’espère qu’il sera utile à mon pays.</w:t>
      </w:r>
    </w:p>
    <w:p w14:paraId="6560B7B7" w14:textId="77777777" w:rsidR="00905145" w:rsidRPr="00AF0A23" w:rsidRDefault="00905145" w:rsidP="00905145">
      <w:pPr>
        <w:ind w:firstLine="0"/>
        <w:jc w:val="center"/>
      </w:pPr>
      <w:r w:rsidRPr="00AF0A23">
        <w:t>NAPOLÉON</w:t>
      </w:r>
    </w:p>
    <w:p w14:paraId="4A74E5F6" w14:textId="77777777" w:rsidR="00905145" w:rsidRPr="00AF0A23" w:rsidRDefault="00905145" w:rsidP="00905145">
      <w:pPr>
        <w:rPr>
          <w:i/>
          <w:iCs/>
        </w:rPr>
      </w:pPr>
      <w:r w:rsidRPr="00AF0A23">
        <w:rPr>
          <w:i/>
          <w:iCs/>
        </w:rPr>
        <w:t>Eh bien, vous devriez rester à Erfurt pendant tout notre séjour et écrire l’impression que vous en ressentirez.</w:t>
      </w:r>
    </w:p>
    <w:p w14:paraId="01A6D93A" w14:textId="77777777" w:rsidR="00905145" w:rsidRPr="00AF0A23" w:rsidRDefault="00905145" w:rsidP="00905145">
      <w:pPr>
        <w:ind w:firstLine="0"/>
        <w:jc w:val="center"/>
      </w:pPr>
      <w:r w:rsidRPr="00AF0A23">
        <w:t>GŒTHE</w:t>
      </w:r>
    </w:p>
    <w:p w14:paraId="78E824CA" w14:textId="77777777" w:rsidR="00905145" w:rsidRPr="00AF0A23" w:rsidRDefault="00905145" w:rsidP="00905145">
      <w:pPr>
        <w:rPr>
          <w:i/>
          <w:iCs/>
        </w:rPr>
      </w:pPr>
      <w:r w:rsidRPr="00AF0A23">
        <w:rPr>
          <w:i/>
          <w:iCs/>
        </w:rPr>
        <w:t>Oh ! Sire, il faudrait, pour le bien faire, la plume de quelque écrivain de l’antiquité.</w:t>
      </w:r>
    </w:p>
    <w:p w14:paraId="7CD8455A" w14:textId="77777777" w:rsidR="00905145" w:rsidRPr="00AF0A23" w:rsidRDefault="00905145" w:rsidP="00905145">
      <w:pPr>
        <w:ind w:firstLine="0"/>
        <w:jc w:val="center"/>
      </w:pPr>
      <w:r w:rsidRPr="00AF0A23">
        <w:t>NAPOLÉON</w:t>
      </w:r>
    </w:p>
    <w:p w14:paraId="0FE98FB3" w14:textId="77777777" w:rsidR="00905145" w:rsidRPr="00AF0A23" w:rsidRDefault="00905145" w:rsidP="00905145">
      <w:pPr>
        <w:rPr>
          <w:i/>
          <w:iCs/>
        </w:rPr>
      </w:pPr>
      <w:r w:rsidRPr="00AF0A23">
        <w:rPr>
          <w:i/>
          <w:iCs/>
        </w:rPr>
        <w:lastRenderedPageBreak/>
        <w:t>Essayez, monsieur Gœthe, et, si vous faites cette relation, ne ma</w:t>
      </w:r>
      <w:r w:rsidRPr="00AF0A23">
        <w:rPr>
          <w:i/>
          <w:iCs/>
        </w:rPr>
        <w:t>n</w:t>
      </w:r>
      <w:r w:rsidRPr="00AF0A23">
        <w:rPr>
          <w:i/>
          <w:iCs/>
        </w:rPr>
        <w:t>quez pas de la dédier à l’empereur de Russie.</w:t>
      </w:r>
    </w:p>
    <w:p w14:paraId="0E3A7F33" w14:textId="77777777" w:rsidR="00905145" w:rsidRPr="00AF0A23" w:rsidRDefault="00905145" w:rsidP="00905145">
      <w:pPr>
        <w:ind w:firstLine="0"/>
        <w:jc w:val="center"/>
      </w:pPr>
      <w:r w:rsidRPr="00AF0A23">
        <w:t>GŒTHE</w:t>
      </w:r>
    </w:p>
    <w:p w14:paraId="752E91B4" w14:textId="77777777" w:rsidR="00905145" w:rsidRPr="00AF0A23" w:rsidRDefault="00905145" w:rsidP="00905145">
      <w:pPr>
        <w:rPr>
          <w:i/>
          <w:iCs/>
        </w:rPr>
      </w:pPr>
      <w:r w:rsidRPr="00AF0A23">
        <w:rPr>
          <w:i/>
          <w:iCs/>
        </w:rPr>
        <w:t>Sire, ce n’est pas mon usage. Lorsque j’ai commencé à écrire, je me suis fait un principe de ne pas faire de déd</w:t>
      </w:r>
      <w:r w:rsidRPr="00AF0A23">
        <w:rPr>
          <w:i/>
          <w:iCs/>
        </w:rPr>
        <w:t>i</w:t>
      </w:r>
      <w:r w:rsidRPr="00AF0A23">
        <w:rPr>
          <w:i/>
          <w:iCs/>
        </w:rPr>
        <w:t>caces afin de n’avoir jamais à m’en repentir.</w:t>
      </w:r>
    </w:p>
    <w:p w14:paraId="16989FDA" w14:textId="77777777" w:rsidR="00905145" w:rsidRPr="00AF0A23" w:rsidRDefault="00905145" w:rsidP="00905145">
      <w:pPr>
        <w:ind w:firstLine="0"/>
        <w:jc w:val="center"/>
      </w:pPr>
      <w:r w:rsidRPr="00AF0A23">
        <w:t>NAPOLÉON</w:t>
      </w:r>
    </w:p>
    <w:p w14:paraId="7839329A" w14:textId="77777777" w:rsidR="00905145" w:rsidRPr="00AF0A23" w:rsidRDefault="00905145" w:rsidP="00905145">
      <w:pPr>
        <w:rPr>
          <w:i/>
          <w:iCs/>
        </w:rPr>
      </w:pPr>
      <w:r w:rsidRPr="00AF0A23">
        <w:rPr>
          <w:i/>
          <w:iCs/>
        </w:rPr>
        <w:t>Les grands écrivains du siècle de Louis XIV n’étaient pas comme cela.</w:t>
      </w:r>
    </w:p>
    <w:p w14:paraId="455737EE" w14:textId="77777777" w:rsidR="00905145" w:rsidRPr="00AF0A23" w:rsidRDefault="00905145" w:rsidP="00905145">
      <w:pPr>
        <w:ind w:firstLine="0"/>
        <w:jc w:val="center"/>
      </w:pPr>
      <w:r w:rsidRPr="00AF0A23">
        <w:t>GŒTHE</w:t>
      </w:r>
    </w:p>
    <w:p w14:paraId="3E097436" w14:textId="77777777" w:rsidR="00905145" w:rsidRPr="00AF0A23" w:rsidRDefault="00905145" w:rsidP="00905145">
      <w:pPr>
        <w:rPr>
          <w:i/>
          <w:iCs/>
        </w:rPr>
      </w:pPr>
      <w:r w:rsidRPr="00AF0A23">
        <w:rPr>
          <w:i/>
          <w:iCs/>
        </w:rPr>
        <w:t>C’est vrai, Sire, mais Votre Majesté peut-elle m’assurer qu’ils ne s’en sont j</w:t>
      </w:r>
      <w:r w:rsidRPr="00AF0A23">
        <w:rPr>
          <w:i/>
          <w:iCs/>
        </w:rPr>
        <w:t>a</w:t>
      </w:r>
      <w:r w:rsidRPr="00AF0A23">
        <w:rPr>
          <w:i/>
          <w:iCs/>
        </w:rPr>
        <w:t>mais repentis ?</w:t>
      </w:r>
    </w:p>
    <w:p w14:paraId="0BBC11CA" w14:textId="77777777" w:rsidR="00905145" w:rsidRPr="00C16F3C" w:rsidRDefault="00905145" w:rsidP="00905145">
      <w:pPr>
        <w:pStyle w:val="NormalRetraitGauche4XIndent0"/>
        <w:rPr>
          <w:i/>
          <w:iCs/>
        </w:rPr>
      </w:pPr>
      <w:r w:rsidRPr="00C16F3C">
        <w:rPr>
          <w:i/>
          <w:iCs/>
        </w:rPr>
        <w:t>Un instant de gêne entre les deux grands hommes.</w:t>
      </w:r>
    </w:p>
    <w:p w14:paraId="49032183" w14:textId="77777777" w:rsidR="00905145" w:rsidRPr="00AF0A23" w:rsidRDefault="00905145" w:rsidP="00905145">
      <w:pPr>
        <w:ind w:firstLine="0"/>
        <w:jc w:val="center"/>
      </w:pPr>
      <w:r w:rsidRPr="00AF0A23">
        <w:t>NAPOLÉON</w:t>
      </w:r>
    </w:p>
    <w:p w14:paraId="18298219" w14:textId="77777777" w:rsidR="00905145" w:rsidRPr="00AF0A23" w:rsidRDefault="00905145" w:rsidP="00905145">
      <w:pPr>
        <w:rPr>
          <w:i/>
          <w:iCs/>
        </w:rPr>
      </w:pPr>
      <w:r w:rsidRPr="00AF0A23">
        <w:rPr>
          <w:i/>
          <w:iCs/>
        </w:rPr>
        <w:t xml:space="preserve">Je pense à Werther en vous regardant, monsieur Gœthe ! Comme c’est beau, </w:t>
      </w:r>
      <w:r w:rsidRPr="00AF0A23">
        <w:t xml:space="preserve">Werther… </w:t>
      </w:r>
      <w:r w:rsidRPr="00AF0A23">
        <w:rPr>
          <w:i/>
          <w:iCs/>
        </w:rPr>
        <w:t>mais je dois vous avouer que je n’en aime pas beaucoup la fin.</w:t>
      </w:r>
    </w:p>
    <w:p w14:paraId="0B70B4F4" w14:textId="77777777" w:rsidR="00905145" w:rsidRPr="00AF0A23" w:rsidRDefault="00905145" w:rsidP="00905145">
      <w:pPr>
        <w:ind w:firstLine="0"/>
        <w:jc w:val="center"/>
      </w:pPr>
      <w:r w:rsidRPr="00AF0A23">
        <w:t>GŒTHE</w:t>
      </w:r>
    </w:p>
    <w:p w14:paraId="7DDAAD22" w14:textId="77777777" w:rsidR="00905145" w:rsidRPr="00AF0A23" w:rsidRDefault="00905145" w:rsidP="00905145">
      <w:pPr>
        <w:rPr>
          <w:i/>
          <w:iCs/>
        </w:rPr>
      </w:pPr>
      <w:r w:rsidRPr="00AF0A23">
        <w:rPr>
          <w:i/>
          <w:iCs/>
        </w:rPr>
        <w:t>Je pense que Votre Majesté ne doit pas a</w:t>
      </w:r>
      <w:r w:rsidRPr="00AF0A23">
        <w:rPr>
          <w:i/>
          <w:iCs/>
        </w:rPr>
        <w:t>i</w:t>
      </w:r>
      <w:r w:rsidRPr="00AF0A23">
        <w:rPr>
          <w:i/>
          <w:iCs/>
        </w:rPr>
        <w:t>mer qu’un roman f</w:t>
      </w:r>
      <w:r w:rsidRPr="00AF0A23">
        <w:rPr>
          <w:i/>
          <w:iCs/>
        </w:rPr>
        <w:t>i</w:t>
      </w:r>
      <w:r w:rsidRPr="00AF0A23">
        <w:rPr>
          <w:i/>
          <w:iCs/>
        </w:rPr>
        <w:t>nisse…</w:t>
      </w:r>
    </w:p>
    <w:p w14:paraId="4930EFE8" w14:textId="77777777" w:rsidR="00905145" w:rsidRPr="00AF0A23" w:rsidRDefault="00905145" w:rsidP="00905145">
      <w:pPr>
        <w:ind w:firstLine="0"/>
        <w:jc w:val="center"/>
      </w:pPr>
      <w:r w:rsidRPr="00AF0A23">
        <w:t>NAPOLÉON</w:t>
      </w:r>
    </w:p>
    <w:p w14:paraId="7570692D" w14:textId="77777777" w:rsidR="00905145" w:rsidRPr="00AF0A23" w:rsidRDefault="00905145" w:rsidP="00905145">
      <w:pPr>
        <w:rPr>
          <w:i/>
          <w:iCs/>
        </w:rPr>
      </w:pPr>
      <w:r w:rsidRPr="00AF0A23">
        <w:rPr>
          <w:i/>
          <w:iCs/>
        </w:rPr>
        <w:t>Adieu, monsieur.</w:t>
      </w:r>
    </w:p>
    <w:p w14:paraId="747FD1A4" w14:textId="77777777" w:rsidR="00905145" w:rsidRPr="00C16F3C" w:rsidRDefault="00905145" w:rsidP="00905145">
      <w:pPr>
        <w:pStyle w:val="NormalRetraitGauche4XIndent0"/>
        <w:rPr>
          <w:i/>
          <w:iCs/>
        </w:rPr>
      </w:pPr>
      <w:r w:rsidRPr="00C16F3C">
        <w:rPr>
          <w:i/>
          <w:iCs/>
        </w:rPr>
        <w:t>Gœthe s’incline et s’éloigne.</w:t>
      </w:r>
    </w:p>
    <w:p w14:paraId="669A68CD" w14:textId="77777777" w:rsidR="00905145" w:rsidRPr="00AF0A23" w:rsidRDefault="00905145" w:rsidP="00905145">
      <w:pPr>
        <w:ind w:firstLine="0"/>
        <w:jc w:val="center"/>
        <w:rPr>
          <w:i/>
          <w:iCs/>
        </w:rPr>
      </w:pPr>
      <w:r w:rsidRPr="00AF0A23">
        <w:t xml:space="preserve">MONSIEUR DE RÉMUSAT, à </w:t>
      </w:r>
      <w:r w:rsidRPr="00AF0A23">
        <w:rPr>
          <w:i/>
          <w:iCs/>
        </w:rPr>
        <w:t>Ta</w:t>
      </w:r>
      <w:r w:rsidRPr="00AF0A23">
        <w:rPr>
          <w:i/>
          <w:iCs/>
        </w:rPr>
        <w:t>l</w:t>
      </w:r>
      <w:r w:rsidRPr="00AF0A23">
        <w:rPr>
          <w:i/>
          <w:iCs/>
        </w:rPr>
        <w:t>leyrand.</w:t>
      </w:r>
    </w:p>
    <w:p w14:paraId="4CB373C9" w14:textId="77777777" w:rsidR="00905145" w:rsidRPr="00AF0A23" w:rsidRDefault="00905145" w:rsidP="00905145">
      <w:r w:rsidRPr="00AF0A23">
        <w:lastRenderedPageBreak/>
        <w:t>Une main vient de passer sur la crinière du lion.</w:t>
      </w:r>
    </w:p>
    <w:p w14:paraId="1B6DD4C4" w14:textId="77777777" w:rsidR="00905145" w:rsidRPr="00AF0A23" w:rsidRDefault="00905145" w:rsidP="00905145">
      <w:pPr>
        <w:ind w:firstLine="0"/>
        <w:jc w:val="center"/>
      </w:pPr>
      <w:r w:rsidRPr="00AF0A23">
        <w:t>TALLEYRAND</w:t>
      </w:r>
    </w:p>
    <w:p w14:paraId="5F882883" w14:textId="77777777" w:rsidR="00905145" w:rsidRPr="00AF0A23" w:rsidRDefault="00905145" w:rsidP="00905145">
      <w:r w:rsidRPr="00AF0A23">
        <w:t>Oui, mais c’est la main d’un poète.</w:t>
      </w:r>
    </w:p>
    <w:p w14:paraId="0587041B" w14:textId="77777777" w:rsidR="00905145" w:rsidRPr="00AF0A23" w:rsidRDefault="00905145" w:rsidP="00905145">
      <w:pPr>
        <w:ind w:firstLine="0"/>
        <w:jc w:val="center"/>
        <w:rPr>
          <w:i/>
          <w:iCs/>
        </w:rPr>
      </w:pPr>
      <w:r w:rsidRPr="00AF0A23">
        <w:t xml:space="preserve">CAULAINCOURT, à </w:t>
      </w:r>
      <w:r w:rsidRPr="00AF0A23">
        <w:rPr>
          <w:i/>
          <w:iCs/>
        </w:rPr>
        <w:t>Napoléon lui dés</w:t>
      </w:r>
      <w:r w:rsidRPr="00AF0A23">
        <w:rPr>
          <w:i/>
          <w:iCs/>
        </w:rPr>
        <w:t>i</w:t>
      </w:r>
      <w:r w:rsidRPr="00AF0A23">
        <w:rPr>
          <w:i/>
          <w:iCs/>
        </w:rPr>
        <w:t>gnant l’écrin.</w:t>
      </w:r>
    </w:p>
    <w:p w14:paraId="27B54378" w14:textId="77777777" w:rsidR="00905145" w:rsidRPr="00AF0A23" w:rsidRDefault="00905145" w:rsidP="00905145">
      <w:r w:rsidRPr="00AF0A23">
        <w:t>Sire…</w:t>
      </w:r>
    </w:p>
    <w:p w14:paraId="6FEA2D41" w14:textId="77777777" w:rsidR="00905145" w:rsidRPr="00AF0A23" w:rsidRDefault="00905145" w:rsidP="00905145">
      <w:pPr>
        <w:ind w:firstLine="0"/>
        <w:jc w:val="center"/>
      </w:pPr>
      <w:r w:rsidRPr="00AF0A23">
        <w:t>NAPOLÉON</w:t>
      </w:r>
    </w:p>
    <w:p w14:paraId="05D70E94" w14:textId="77777777" w:rsidR="00905145" w:rsidRPr="00AF0A23" w:rsidRDefault="00905145" w:rsidP="00905145">
      <w:r w:rsidRPr="00AF0A23">
        <w:t>Vous lui enverrez chez lui son diplôme et sa croix.</w:t>
      </w:r>
    </w:p>
    <w:p w14:paraId="2656EFE6" w14:textId="77777777" w:rsidR="00905145" w:rsidRPr="00C16F3C" w:rsidRDefault="00905145" w:rsidP="00905145">
      <w:pPr>
        <w:pStyle w:val="NormalRetraitGauche4XIndent0"/>
        <w:rPr>
          <w:i/>
          <w:iCs/>
        </w:rPr>
      </w:pPr>
      <w:r w:rsidRPr="00C16F3C">
        <w:rPr>
          <w:i/>
          <w:iCs/>
        </w:rPr>
        <w:t>Puis il fait un geste et les rideaux du fond s’écartent. On voit alors que le salon voisin est aménagé en salle de théâtre. Tous les personnages s’effacent devant Napoléon et le Tzar, puis les suivent et vont prendre place. Quand tous sont assis, le rideau s’ouvre et la tragédie d’Œdipe co</w:t>
      </w:r>
      <w:r w:rsidRPr="00C16F3C">
        <w:rPr>
          <w:i/>
          <w:iCs/>
        </w:rPr>
        <w:t>m</w:t>
      </w:r>
      <w:r w:rsidRPr="00C16F3C">
        <w:rPr>
          <w:i/>
          <w:iCs/>
        </w:rPr>
        <w:t>mence.</w:t>
      </w:r>
    </w:p>
    <w:p w14:paraId="703E23DE" w14:textId="77777777" w:rsidR="00905145" w:rsidRPr="00AF0A23" w:rsidRDefault="00905145" w:rsidP="00905145">
      <w:pPr>
        <w:ind w:firstLine="0"/>
        <w:jc w:val="center"/>
        <w:rPr>
          <w:i/>
          <w:iCs/>
        </w:rPr>
      </w:pPr>
      <w:r w:rsidRPr="00AF0A23">
        <w:t>LAFONT, d</w:t>
      </w:r>
      <w:r w:rsidRPr="00AF0A23">
        <w:rPr>
          <w:i/>
          <w:iCs/>
        </w:rPr>
        <w:t>ans le rôle de Dimas.</w:t>
      </w:r>
    </w:p>
    <w:p w14:paraId="1AF2E945" w14:textId="77777777" w:rsidR="00905145" w:rsidRPr="00C16F3C" w:rsidRDefault="00905145" w:rsidP="00905145">
      <w:pPr>
        <w:pStyle w:val="NormalEspAvt0EspApr0"/>
        <w:rPr>
          <w:i/>
          <w:iCs/>
        </w:rPr>
      </w:pPr>
      <w:r w:rsidRPr="00C16F3C">
        <w:rPr>
          <w:i/>
          <w:iCs/>
        </w:rPr>
        <w:t>Philoctète, est-ce vous ? Quel coup a</w:t>
      </w:r>
      <w:r w:rsidRPr="00C16F3C">
        <w:rPr>
          <w:i/>
          <w:iCs/>
        </w:rPr>
        <w:t>f</w:t>
      </w:r>
      <w:r w:rsidRPr="00C16F3C">
        <w:rPr>
          <w:i/>
          <w:iCs/>
        </w:rPr>
        <w:t>freux du sort</w:t>
      </w:r>
    </w:p>
    <w:p w14:paraId="73EBCC03" w14:textId="77777777" w:rsidR="00905145" w:rsidRPr="00C16F3C" w:rsidRDefault="00905145" w:rsidP="00905145">
      <w:pPr>
        <w:pStyle w:val="NormalEspAvt0EspApr0"/>
        <w:rPr>
          <w:i/>
          <w:iCs/>
        </w:rPr>
      </w:pPr>
      <w:r w:rsidRPr="00C16F3C">
        <w:rPr>
          <w:i/>
          <w:iCs/>
        </w:rPr>
        <w:t>Dans ces lieux empestés vous fait che</w:t>
      </w:r>
      <w:r w:rsidRPr="00C16F3C">
        <w:rPr>
          <w:i/>
          <w:iCs/>
        </w:rPr>
        <w:t>r</w:t>
      </w:r>
      <w:r w:rsidRPr="00C16F3C">
        <w:rPr>
          <w:i/>
          <w:iCs/>
        </w:rPr>
        <w:t>cher la mort ?</w:t>
      </w:r>
    </w:p>
    <w:p w14:paraId="37FE8806" w14:textId="77777777" w:rsidR="00905145" w:rsidRPr="00C16F3C" w:rsidRDefault="00905145" w:rsidP="00905145">
      <w:pPr>
        <w:pStyle w:val="NormalEspAvt0EspApr0"/>
        <w:rPr>
          <w:i/>
          <w:iCs/>
        </w:rPr>
      </w:pPr>
      <w:r w:rsidRPr="00C16F3C">
        <w:rPr>
          <w:i/>
          <w:iCs/>
        </w:rPr>
        <w:t>Et trente vers plus loin, lorsque Talma, dans le rôle de Ph</w:t>
      </w:r>
      <w:r w:rsidRPr="00C16F3C">
        <w:rPr>
          <w:i/>
          <w:iCs/>
        </w:rPr>
        <w:t>i</w:t>
      </w:r>
      <w:r w:rsidRPr="00C16F3C">
        <w:rPr>
          <w:i/>
          <w:iCs/>
        </w:rPr>
        <w:t>lo</w:t>
      </w:r>
      <w:r w:rsidRPr="00C16F3C">
        <w:rPr>
          <w:i/>
          <w:iCs/>
        </w:rPr>
        <w:t>c</w:t>
      </w:r>
      <w:r w:rsidRPr="00C16F3C">
        <w:rPr>
          <w:i/>
          <w:iCs/>
        </w:rPr>
        <w:t>tète, prononce ces mots :</w:t>
      </w:r>
    </w:p>
    <w:p w14:paraId="3AB52E9D" w14:textId="77777777" w:rsidR="00905145" w:rsidRPr="00C16F3C" w:rsidRDefault="00905145" w:rsidP="00905145">
      <w:pPr>
        <w:pStyle w:val="NormalEspAvt0EspApr0"/>
        <w:rPr>
          <w:i/>
          <w:iCs/>
        </w:rPr>
      </w:pPr>
      <w:r w:rsidRPr="00C16F3C">
        <w:rPr>
          <w:i/>
          <w:iCs/>
        </w:rPr>
        <w:t>L’amitié d’un grand homme est un bienfait des dieux…</w:t>
      </w:r>
    </w:p>
    <w:p w14:paraId="53CA0E1B" w14:textId="77777777" w:rsidR="00905145" w:rsidRPr="00C16F3C" w:rsidRDefault="00905145" w:rsidP="00905145">
      <w:pPr>
        <w:pStyle w:val="NormalRetraitGauche4XIndent0"/>
        <w:rPr>
          <w:i/>
          <w:iCs/>
        </w:rPr>
      </w:pPr>
      <w:r w:rsidRPr="00C16F3C">
        <w:rPr>
          <w:i/>
          <w:iCs/>
        </w:rPr>
        <w:t>Napoléon se lève, tend ses bras au Tzar qui se lève à son tour et l’e</w:t>
      </w:r>
      <w:r w:rsidRPr="00C16F3C">
        <w:rPr>
          <w:i/>
          <w:iCs/>
        </w:rPr>
        <w:t>m</w:t>
      </w:r>
      <w:r w:rsidRPr="00C16F3C">
        <w:rPr>
          <w:i/>
          <w:iCs/>
        </w:rPr>
        <w:t>brasse.</w:t>
      </w:r>
    </w:p>
    <w:p w14:paraId="098C102E" w14:textId="77777777" w:rsidR="00905145" w:rsidRPr="00AF0A23" w:rsidRDefault="00905145" w:rsidP="00905145"/>
    <w:p w14:paraId="5D557D8A" w14:textId="77777777" w:rsidR="00905145" w:rsidRPr="00AF0A23" w:rsidRDefault="00905145" w:rsidP="00905145">
      <w:pPr>
        <w:pStyle w:val="Titre1"/>
      </w:pPr>
      <w:bookmarkStart w:id="18" w:name="_Toc195622104"/>
      <w:r w:rsidRPr="00AF0A23">
        <w:lastRenderedPageBreak/>
        <w:t>LA RESTAURATION</w:t>
      </w:r>
      <w:bookmarkEnd w:id="18"/>
    </w:p>
    <w:p w14:paraId="33BE0641" w14:textId="77777777" w:rsidR="00905145" w:rsidRPr="00AF0A23" w:rsidRDefault="00905145" w:rsidP="00905145">
      <w:pPr>
        <w:rPr>
          <w:i/>
          <w:iCs/>
        </w:rPr>
      </w:pPr>
      <w:r w:rsidRPr="00AF0A23">
        <w:rPr>
          <w:i/>
          <w:iCs/>
        </w:rPr>
        <w:t>Le décor représente un grand salon qui semble réunir les styles de Louis XVI, du Premier Empire, de la Restauration, de Louis-Philippe et même un peu déjà celui du second Empire. À gauche, une table et un fauteuil, dissimulés par un paravent. Au fond, une haute et large porte à deux battants. À droite, un pan coupé, une autre porte. Au premier plan, une fenêtre. Au centre du décor, une table-bureau. Deux fauteuils, l’un devant, l’autre de</w:t>
      </w:r>
      <w:r w:rsidRPr="00AF0A23">
        <w:rPr>
          <w:i/>
          <w:iCs/>
        </w:rPr>
        <w:t>r</w:t>
      </w:r>
      <w:r w:rsidRPr="00AF0A23">
        <w:rPr>
          <w:i/>
          <w:iCs/>
        </w:rPr>
        <w:t>rière le bureau.</w:t>
      </w:r>
    </w:p>
    <w:p w14:paraId="1C02AD67" w14:textId="77777777" w:rsidR="00905145" w:rsidRPr="00AF0A23" w:rsidRDefault="00905145" w:rsidP="00905145">
      <w:pPr>
        <w:rPr>
          <w:i/>
          <w:iCs/>
        </w:rPr>
      </w:pPr>
      <w:r w:rsidRPr="00AF0A23">
        <w:rPr>
          <w:i/>
          <w:iCs/>
        </w:rPr>
        <w:t>Talleyrand est a</w:t>
      </w:r>
      <w:r w:rsidRPr="00AF0A23">
        <w:rPr>
          <w:i/>
          <w:iCs/>
        </w:rPr>
        <w:t>s</w:t>
      </w:r>
      <w:r w:rsidRPr="00AF0A23">
        <w:rPr>
          <w:i/>
          <w:iCs/>
        </w:rPr>
        <w:t>sis à la petite table qui se trouve derrière le paravent. L’Empereur est assis au grand bureau. Caulai</w:t>
      </w:r>
      <w:r w:rsidRPr="00AF0A23">
        <w:rPr>
          <w:i/>
          <w:iCs/>
        </w:rPr>
        <w:t>n</w:t>
      </w:r>
      <w:r w:rsidRPr="00AF0A23">
        <w:rPr>
          <w:i/>
          <w:iCs/>
        </w:rPr>
        <w:t>court est debout devant ce bureau. Napoléon I</w:t>
      </w:r>
      <w:r w:rsidRPr="00AF0A23">
        <w:rPr>
          <w:i/>
          <w:iCs/>
          <w:vertAlign w:val="superscript"/>
        </w:rPr>
        <w:t>er</w:t>
      </w:r>
      <w:r w:rsidRPr="00AF0A23">
        <w:rPr>
          <w:i/>
          <w:iCs/>
        </w:rPr>
        <w:t xml:space="preserve"> porte le co</w:t>
      </w:r>
      <w:r w:rsidRPr="00AF0A23">
        <w:rPr>
          <w:i/>
          <w:iCs/>
        </w:rPr>
        <w:t>s</w:t>
      </w:r>
      <w:r w:rsidRPr="00AF0A23">
        <w:rPr>
          <w:i/>
          <w:iCs/>
        </w:rPr>
        <w:t>tume qu’il portait le jour des adieux de Fontainebleau ; culotte de casimir, bottes noires et redingote grise. Son chapeau est placé sur le bureau.</w:t>
      </w:r>
    </w:p>
    <w:p w14:paraId="2DC30E54" w14:textId="77777777" w:rsidR="00905145" w:rsidRDefault="00905145" w:rsidP="00905145">
      <w:pPr>
        <w:ind w:firstLine="0"/>
        <w:jc w:val="center"/>
      </w:pPr>
    </w:p>
    <w:p w14:paraId="2F09720D" w14:textId="77777777" w:rsidR="00905145" w:rsidRPr="00AF0A23" w:rsidRDefault="00905145" w:rsidP="00905145">
      <w:pPr>
        <w:ind w:firstLine="0"/>
        <w:jc w:val="center"/>
      </w:pPr>
      <w:r w:rsidRPr="00AF0A23">
        <w:t>NAPOLÉON I</w:t>
      </w:r>
      <w:r w:rsidRPr="00AF0A23">
        <w:rPr>
          <w:vertAlign w:val="superscript"/>
        </w:rPr>
        <w:t>er</w:t>
      </w:r>
    </w:p>
    <w:p w14:paraId="186925C8" w14:textId="77777777" w:rsidR="00905145" w:rsidRPr="00AF0A23" w:rsidRDefault="00905145" w:rsidP="00905145">
      <w:r w:rsidRPr="00AF0A23">
        <w:t>Ah ! Caulaincourt, pourquoi ne m’a-t-on pas laissé mourir cette nuit ? Ce poison que je venais d’absorber faisait déjà son œuvre. Si Constant, malgré mes supplications, n’était pas allé chercher le do</w:t>
      </w:r>
      <w:r w:rsidRPr="00AF0A23">
        <w:t>c</w:t>
      </w:r>
      <w:r w:rsidRPr="00AF0A23">
        <w:t>teur, je n’endurerais pas ce martyre et je n’aurais pas vécu cette heure affreuse que je viens de vivre. Je n’aurais pas connu la trahison de Marmont, l’abandon de Ney, l’infâme grossièr</w:t>
      </w:r>
      <w:r w:rsidRPr="00AF0A23">
        <w:t>e</w:t>
      </w:r>
      <w:r w:rsidRPr="00AF0A23">
        <w:t>té de Mac Donald… Vous avez entendu leurs voix tout à l’heure quand ils exigeaient de moi cette abdication ! Ces gens-là n’ont ni cœur ni entrailles. Et je suis moins vaincu par la fo</w:t>
      </w:r>
      <w:r w:rsidRPr="00AF0A23">
        <w:t>r</w:t>
      </w:r>
      <w:r w:rsidRPr="00AF0A23">
        <w:t>tune que par l’égoïsme et l’ingratitude de mes frères d’armes. Comblés par moi d’honneurs, ils me trahissent et m’i</w:t>
      </w:r>
      <w:r w:rsidRPr="00AF0A23">
        <w:t>n</w:t>
      </w:r>
      <w:r w:rsidRPr="00AF0A23">
        <w:t>sultent…</w:t>
      </w:r>
    </w:p>
    <w:p w14:paraId="14DB20F5" w14:textId="77777777" w:rsidR="00905145" w:rsidRPr="00D602EA" w:rsidRDefault="00905145" w:rsidP="00905145">
      <w:pPr>
        <w:pStyle w:val="NormalRetraitGauche4XIndent0"/>
        <w:rPr>
          <w:i/>
          <w:iCs/>
        </w:rPr>
      </w:pPr>
      <w:r w:rsidRPr="00D602EA">
        <w:rPr>
          <w:i/>
          <w:iCs/>
        </w:rPr>
        <w:lastRenderedPageBreak/>
        <w:t>Il trempe sa plume dans l’encre.</w:t>
      </w:r>
    </w:p>
    <w:p w14:paraId="358C0C6E" w14:textId="77777777" w:rsidR="00905145" w:rsidRPr="00AF0A23" w:rsidRDefault="00905145" w:rsidP="00905145">
      <w:pPr>
        <w:ind w:firstLine="0"/>
        <w:jc w:val="center"/>
        <w:rPr>
          <w:i/>
          <w:iCs/>
        </w:rPr>
      </w:pPr>
      <w:r w:rsidRPr="00AF0A23">
        <w:t>TALLEYRAND, d</w:t>
      </w:r>
      <w:r w:rsidRPr="00AF0A23">
        <w:rPr>
          <w:i/>
          <w:iCs/>
        </w:rPr>
        <w:t>e sa cachette.</w:t>
      </w:r>
    </w:p>
    <w:p w14:paraId="58C59EFE" w14:textId="77777777" w:rsidR="00905145" w:rsidRPr="00AF0A23" w:rsidRDefault="00905145" w:rsidP="00905145">
      <w:r w:rsidRPr="00AF0A23">
        <w:t>Psst…</w:t>
      </w:r>
    </w:p>
    <w:p w14:paraId="3071579B" w14:textId="77777777" w:rsidR="00905145" w:rsidRPr="00AF0A23" w:rsidRDefault="00905145" w:rsidP="00905145">
      <w:pPr>
        <w:ind w:firstLine="0"/>
        <w:jc w:val="center"/>
        <w:rPr>
          <w:i/>
          <w:iCs/>
        </w:rPr>
      </w:pPr>
      <w:r w:rsidRPr="00AF0A23">
        <w:t xml:space="preserve">CAULAINCOURT, à </w:t>
      </w:r>
      <w:r w:rsidRPr="00AF0A23">
        <w:rPr>
          <w:i/>
          <w:iCs/>
        </w:rPr>
        <w:t>mi-voix.</w:t>
      </w:r>
    </w:p>
    <w:p w14:paraId="073AAD47" w14:textId="77777777" w:rsidR="00905145" w:rsidRPr="00AF0A23" w:rsidRDefault="00905145" w:rsidP="00905145">
      <w:r w:rsidRPr="00AF0A23">
        <w:t>Il va signer.</w:t>
      </w:r>
    </w:p>
    <w:p w14:paraId="711639B5" w14:textId="77777777" w:rsidR="00905145" w:rsidRPr="00AF0A23" w:rsidRDefault="00905145" w:rsidP="00905145">
      <w:pPr>
        <w:ind w:firstLine="0"/>
        <w:jc w:val="center"/>
      </w:pPr>
      <w:r w:rsidRPr="00AF0A23">
        <w:t>NAPOLÉON I</w:t>
      </w:r>
      <w:r w:rsidRPr="00AF0A23">
        <w:rPr>
          <w:vertAlign w:val="superscript"/>
        </w:rPr>
        <w:t>er</w:t>
      </w:r>
    </w:p>
    <w:p w14:paraId="7CB0C871" w14:textId="77777777" w:rsidR="00905145" w:rsidRPr="00AF0A23" w:rsidRDefault="00905145" w:rsidP="00905145">
      <w:r w:rsidRPr="00AF0A23">
        <w:t>L’abandon de Be</w:t>
      </w:r>
      <w:r w:rsidRPr="00AF0A23">
        <w:t>r</w:t>
      </w:r>
      <w:r w:rsidRPr="00AF0A23">
        <w:t>thier déjà m’avait navré et Marmont m’a porté le dernier coup. Et moi qui l’aimais tant ! Ah ! Pourquoi ne m’a-t-on pas laissé mourir ! Ce n’est pas la perte du trône qui me rend l’existence insupportable. Ma carrière mil</w:t>
      </w:r>
      <w:r w:rsidRPr="00AF0A23">
        <w:t>i</w:t>
      </w:r>
      <w:r w:rsidRPr="00AF0A23">
        <w:t>taire suffit à la gloire d’un homme ! Savez-vous ce qui est plus difficile à su</w:t>
      </w:r>
      <w:r w:rsidRPr="00AF0A23">
        <w:t>p</w:t>
      </w:r>
      <w:r w:rsidRPr="00AF0A23">
        <w:t>porter que les revers de la fortune ? Savez-vous ce qui broie le cœur ? C’est la bassesse, c’est l’horrible ingratitude des hommes. En pr</w:t>
      </w:r>
      <w:r w:rsidRPr="00AF0A23">
        <w:t>é</w:t>
      </w:r>
      <w:r w:rsidRPr="00AF0A23">
        <w:t>sence de tant de lâcheté, de l’impudeur de leur égoïsme, je détourne la tête avec dégoût et je prends la vie en horreur.</w:t>
      </w:r>
    </w:p>
    <w:p w14:paraId="25068246" w14:textId="77777777" w:rsidR="00905145" w:rsidRPr="00D602EA" w:rsidRDefault="00905145" w:rsidP="00905145">
      <w:pPr>
        <w:pStyle w:val="NormalRetraitGauche4XIndent0"/>
        <w:rPr>
          <w:i/>
          <w:iCs/>
        </w:rPr>
      </w:pPr>
      <w:r w:rsidRPr="00D602EA">
        <w:rPr>
          <w:i/>
          <w:iCs/>
        </w:rPr>
        <w:t>Il trempe de nouveau la plume dans l’encrier et, d’une main fébrile, il signe l’abdication. Talleyrand est sorti de sa c</w:t>
      </w:r>
      <w:r w:rsidRPr="00D602EA">
        <w:rPr>
          <w:i/>
          <w:iCs/>
        </w:rPr>
        <w:t>a</w:t>
      </w:r>
      <w:r w:rsidRPr="00D602EA">
        <w:rPr>
          <w:i/>
          <w:iCs/>
        </w:rPr>
        <w:t>chette et l’Empereur l’aperçoit en levant la tête.</w:t>
      </w:r>
    </w:p>
    <w:p w14:paraId="05C08E93" w14:textId="77777777" w:rsidR="00905145" w:rsidRPr="00AF0A23" w:rsidRDefault="00905145" w:rsidP="00905145">
      <w:pPr>
        <w:ind w:firstLine="0"/>
        <w:jc w:val="center"/>
      </w:pPr>
      <w:r w:rsidRPr="00AF0A23">
        <w:t>NAPOLÉON</w:t>
      </w:r>
    </w:p>
    <w:p w14:paraId="472A5A65" w14:textId="77777777" w:rsidR="00905145" w:rsidRPr="00AF0A23" w:rsidRDefault="00905145" w:rsidP="00905145">
      <w:r w:rsidRPr="00AF0A23">
        <w:t>Comment osez-vous paraître devant moi ? Vous êtes l’artisan du malheur de mes armes. Avouerez-vous enfin que vous m’avez tr</w:t>
      </w:r>
      <w:r w:rsidRPr="00AF0A23">
        <w:t>a</w:t>
      </w:r>
      <w:r w:rsidRPr="00AF0A23">
        <w:t>hi ?</w:t>
      </w:r>
    </w:p>
    <w:p w14:paraId="3EDAA8FC" w14:textId="77777777" w:rsidR="00905145" w:rsidRPr="00AF0A23" w:rsidRDefault="00905145" w:rsidP="00905145">
      <w:pPr>
        <w:ind w:firstLine="0"/>
        <w:jc w:val="center"/>
      </w:pPr>
      <w:r w:rsidRPr="00AF0A23">
        <w:t>TALLEYRAND</w:t>
      </w:r>
    </w:p>
    <w:p w14:paraId="6591B2A5" w14:textId="77777777" w:rsidR="00905145" w:rsidRPr="00AF0A23" w:rsidRDefault="00905145" w:rsidP="00905145">
      <w:r w:rsidRPr="00AF0A23">
        <w:t xml:space="preserve">Oui. Et vous êtes surpris que je vous ai abandonné, alors que j’ai trahi pour vous la République ! Je servais à l’époque </w:t>
      </w:r>
      <w:r w:rsidRPr="00AF0A23">
        <w:lastRenderedPageBreak/>
        <w:t>et je cont</w:t>
      </w:r>
      <w:r w:rsidRPr="00AF0A23">
        <w:t>i</w:t>
      </w:r>
      <w:r w:rsidRPr="00AF0A23">
        <w:t>nue de servir encore l’intérêt de la France, c’est elle que j’aurais trahi en ne vous abandonnant pas après Erfurt. Je ne change pas, moi.</w:t>
      </w:r>
    </w:p>
    <w:p w14:paraId="217F61C0" w14:textId="77777777" w:rsidR="00905145" w:rsidRPr="00AF0A23" w:rsidRDefault="00905145" w:rsidP="00905145">
      <w:pPr>
        <w:ind w:firstLine="0"/>
        <w:jc w:val="center"/>
      </w:pPr>
      <w:r w:rsidRPr="00AF0A23">
        <w:t>NAPOLÉON</w:t>
      </w:r>
    </w:p>
    <w:p w14:paraId="2ED5B541" w14:textId="77777777" w:rsidR="00905145" w:rsidRPr="00AF0A23" w:rsidRDefault="00905145" w:rsidP="00905145">
      <w:r w:rsidRPr="00AF0A23">
        <w:t>Vous êtes un homme à vendre.</w:t>
      </w:r>
    </w:p>
    <w:p w14:paraId="5797426C" w14:textId="77777777" w:rsidR="00905145" w:rsidRPr="00AF0A23" w:rsidRDefault="00905145" w:rsidP="00905145">
      <w:pPr>
        <w:ind w:firstLine="0"/>
        <w:jc w:val="center"/>
      </w:pPr>
      <w:r w:rsidRPr="00AF0A23">
        <w:t>TALLEYRAND</w:t>
      </w:r>
    </w:p>
    <w:p w14:paraId="60DC11D5" w14:textId="77777777" w:rsidR="00905145" w:rsidRPr="00AF0A23" w:rsidRDefault="00905145" w:rsidP="00905145">
      <w:r w:rsidRPr="00AF0A23">
        <w:t>Oui, mais j’ai ve</w:t>
      </w:r>
      <w:r w:rsidRPr="00AF0A23">
        <w:t>n</w:t>
      </w:r>
      <w:r w:rsidRPr="00AF0A23">
        <w:t>du tous ceux qui m’ont acheté.</w:t>
      </w:r>
    </w:p>
    <w:p w14:paraId="75A50818" w14:textId="77777777" w:rsidR="00905145" w:rsidRPr="00AF0A23" w:rsidRDefault="00905145" w:rsidP="00905145">
      <w:pPr>
        <w:ind w:firstLine="0"/>
        <w:jc w:val="center"/>
      </w:pPr>
      <w:r w:rsidRPr="00AF0A23">
        <w:t>NAPOLÉON</w:t>
      </w:r>
    </w:p>
    <w:p w14:paraId="57347A40" w14:textId="77777777" w:rsidR="00905145" w:rsidRPr="00AF0A23" w:rsidRDefault="00905145" w:rsidP="00905145">
      <w:r w:rsidRPr="00AF0A23">
        <w:t>Vous n’avez aucune moralité !</w:t>
      </w:r>
    </w:p>
    <w:p w14:paraId="1342DB12" w14:textId="77777777" w:rsidR="00905145" w:rsidRPr="00D602EA" w:rsidRDefault="00905145" w:rsidP="00905145">
      <w:pPr>
        <w:pStyle w:val="NormalRetraitGauche4XIndent0"/>
        <w:rPr>
          <w:i/>
          <w:iCs/>
        </w:rPr>
      </w:pPr>
      <w:r w:rsidRPr="00D602EA">
        <w:rPr>
          <w:i/>
          <w:iCs/>
        </w:rPr>
        <w:t>Un temps.</w:t>
      </w:r>
    </w:p>
    <w:p w14:paraId="06DAF1A6" w14:textId="77777777" w:rsidR="00905145" w:rsidRPr="00AF0A23" w:rsidRDefault="00905145" w:rsidP="00905145">
      <w:r w:rsidRPr="00AF0A23">
        <w:t>Vous ne répondez pas ?</w:t>
      </w:r>
    </w:p>
    <w:p w14:paraId="187511F3" w14:textId="77777777" w:rsidR="00905145" w:rsidRPr="00AF0A23" w:rsidRDefault="00905145" w:rsidP="00905145">
      <w:pPr>
        <w:ind w:firstLine="0"/>
        <w:jc w:val="center"/>
      </w:pPr>
      <w:r w:rsidRPr="00AF0A23">
        <w:t>TALLEYRAND</w:t>
      </w:r>
    </w:p>
    <w:p w14:paraId="5E3E43EF" w14:textId="77777777" w:rsidR="00905145" w:rsidRPr="00AF0A23" w:rsidRDefault="00905145" w:rsidP="00905145">
      <w:r w:rsidRPr="00AF0A23">
        <w:t>J’attends, j’attends que vous alliez jusqu’au bout de votre pensée et jusqu’au fond de votre mémoire.</w:t>
      </w:r>
    </w:p>
    <w:p w14:paraId="15C10B8F" w14:textId="77777777" w:rsidR="00905145" w:rsidRPr="00D602EA" w:rsidRDefault="00905145" w:rsidP="00905145">
      <w:pPr>
        <w:pStyle w:val="NormalRetraitGauche4XIndent0"/>
        <w:rPr>
          <w:i/>
          <w:iCs/>
        </w:rPr>
      </w:pPr>
      <w:r w:rsidRPr="00D602EA">
        <w:rPr>
          <w:i/>
          <w:iCs/>
        </w:rPr>
        <w:t>Un temps.</w:t>
      </w:r>
    </w:p>
    <w:p w14:paraId="29E5175C" w14:textId="77777777" w:rsidR="00905145" w:rsidRPr="00D602EA" w:rsidRDefault="00905145" w:rsidP="00905145">
      <w:pPr>
        <w:pStyle w:val="NormalRetraitGauche4XIndent0"/>
        <w:rPr>
          <w:i/>
          <w:iCs/>
        </w:rPr>
      </w:pPr>
      <w:r w:rsidRPr="00D602EA">
        <w:rPr>
          <w:i/>
          <w:iCs/>
        </w:rPr>
        <w:t>Napoléon et Ta</w:t>
      </w:r>
      <w:r w:rsidRPr="00D602EA">
        <w:rPr>
          <w:i/>
          <w:iCs/>
        </w:rPr>
        <w:t>l</w:t>
      </w:r>
      <w:r w:rsidRPr="00D602EA">
        <w:rPr>
          <w:i/>
          <w:iCs/>
        </w:rPr>
        <w:t>leyrand se regardent.</w:t>
      </w:r>
    </w:p>
    <w:p w14:paraId="54BDF6EB" w14:textId="77777777" w:rsidR="00905145" w:rsidRPr="00AF0A23" w:rsidRDefault="00905145" w:rsidP="00905145">
      <w:pPr>
        <w:ind w:firstLine="0"/>
        <w:jc w:val="center"/>
      </w:pPr>
      <w:r w:rsidRPr="00AF0A23">
        <w:t>NAPOLÉON</w:t>
      </w:r>
    </w:p>
    <w:p w14:paraId="16B66EB0" w14:textId="77777777" w:rsidR="00905145" w:rsidRPr="00AF0A23" w:rsidRDefault="00905145" w:rsidP="00905145">
      <w:r w:rsidRPr="00AF0A23">
        <w:t>Oui… Vous êtes a</w:t>
      </w:r>
      <w:r w:rsidRPr="00AF0A23">
        <w:t>s</w:t>
      </w:r>
      <w:r w:rsidRPr="00AF0A23">
        <w:t>surément le Ministre le plus capable que j’aie eu.</w:t>
      </w:r>
    </w:p>
    <w:p w14:paraId="6FC11D31" w14:textId="77777777" w:rsidR="00905145" w:rsidRPr="00AF0A23" w:rsidRDefault="00905145" w:rsidP="00905145">
      <w:pPr>
        <w:ind w:firstLine="0"/>
        <w:jc w:val="center"/>
      </w:pPr>
      <w:r w:rsidRPr="00AF0A23">
        <w:t>TALLEYRAND</w:t>
      </w:r>
    </w:p>
    <w:p w14:paraId="5E89D709" w14:textId="77777777" w:rsidR="00905145" w:rsidRPr="00AF0A23" w:rsidRDefault="00905145" w:rsidP="00905145">
      <w:r w:rsidRPr="00AF0A23">
        <w:t>Adieu, Sire.</w:t>
      </w:r>
    </w:p>
    <w:p w14:paraId="690B6662" w14:textId="77777777" w:rsidR="00905145" w:rsidRPr="00AF0A23" w:rsidRDefault="00905145" w:rsidP="00905145">
      <w:pPr>
        <w:ind w:firstLine="0"/>
        <w:jc w:val="center"/>
      </w:pPr>
      <w:r w:rsidRPr="00AF0A23">
        <w:t>NAPOLÉON</w:t>
      </w:r>
    </w:p>
    <w:p w14:paraId="7563AFF0" w14:textId="77777777" w:rsidR="00905145" w:rsidRPr="00AF0A23" w:rsidRDefault="00905145" w:rsidP="00905145">
      <w:r w:rsidRPr="00AF0A23">
        <w:t>Peut-être.</w:t>
      </w:r>
    </w:p>
    <w:p w14:paraId="0C619170" w14:textId="77777777" w:rsidR="00905145" w:rsidRPr="00D602EA" w:rsidRDefault="00905145" w:rsidP="00905145">
      <w:pPr>
        <w:pStyle w:val="NormalRetraitGauche4XIndent0"/>
        <w:rPr>
          <w:i/>
          <w:iCs/>
        </w:rPr>
      </w:pPr>
      <w:r w:rsidRPr="00D602EA">
        <w:rPr>
          <w:i/>
          <w:iCs/>
        </w:rPr>
        <w:lastRenderedPageBreak/>
        <w:t>Napoléon s’en va brusquement, et, tandis que Caulaincourt s’apprête à sortir, Talle</w:t>
      </w:r>
      <w:r w:rsidRPr="00D602EA">
        <w:rPr>
          <w:i/>
          <w:iCs/>
        </w:rPr>
        <w:t>y</w:t>
      </w:r>
      <w:r w:rsidRPr="00D602EA">
        <w:rPr>
          <w:i/>
          <w:iCs/>
        </w:rPr>
        <w:t>rand lui dit :</w:t>
      </w:r>
    </w:p>
    <w:p w14:paraId="161523EC" w14:textId="77777777" w:rsidR="00905145" w:rsidRPr="00AF0A23" w:rsidRDefault="00905145" w:rsidP="00905145">
      <w:pPr>
        <w:ind w:firstLine="0"/>
        <w:jc w:val="center"/>
      </w:pPr>
      <w:r w:rsidRPr="00AF0A23">
        <w:t>TALLEYRAND</w:t>
      </w:r>
    </w:p>
    <w:p w14:paraId="440FCAFC" w14:textId="77777777" w:rsidR="00905145" w:rsidRPr="00AF0A23" w:rsidRDefault="00905145" w:rsidP="00905145">
      <w:r w:rsidRPr="00AF0A23">
        <w:t>Songez à quelle catastrophe nous assisterions si quelque indiv</w:t>
      </w:r>
      <w:r w:rsidRPr="00AF0A23">
        <w:t>i</w:t>
      </w:r>
      <w:r w:rsidRPr="00AF0A23">
        <w:t>du s’avisait un beau jour d’imiter cet homme-là !</w:t>
      </w:r>
    </w:p>
    <w:p w14:paraId="2CEAEC81" w14:textId="77777777" w:rsidR="00905145" w:rsidRPr="00D602EA" w:rsidRDefault="00905145" w:rsidP="00905145">
      <w:pPr>
        <w:pStyle w:val="NormalRetraitGauche4XIndent0"/>
        <w:rPr>
          <w:i/>
          <w:iCs/>
        </w:rPr>
      </w:pPr>
      <w:r w:rsidRPr="00D602EA">
        <w:rPr>
          <w:i/>
          <w:iCs/>
        </w:rPr>
        <w:t>Resté seul, Talleyrand sonne. Deux valets de pied paraissent, qui, sur un signe de Talle</w:t>
      </w:r>
      <w:r w:rsidRPr="00D602EA">
        <w:rPr>
          <w:i/>
          <w:iCs/>
        </w:rPr>
        <w:t>y</w:t>
      </w:r>
      <w:r w:rsidRPr="00D602EA">
        <w:rPr>
          <w:i/>
          <w:iCs/>
        </w:rPr>
        <w:t>rand, mettent un peu d’ordre sur la t</w:t>
      </w:r>
      <w:r w:rsidRPr="00D602EA">
        <w:rPr>
          <w:i/>
          <w:iCs/>
        </w:rPr>
        <w:t>a</w:t>
      </w:r>
      <w:r w:rsidRPr="00D602EA">
        <w:rPr>
          <w:i/>
          <w:iCs/>
        </w:rPr>
        <w:t>ble-bureau. Quand c’est terminé, il les congédie. La haute porte du fond s’ouvre à deux ba</w:t>
      </w:r>
      <w:r w:rsidRPr="00D602EA">
        <w:rPr>
          <w:i/>
          <w:iCs/>
        </w:rPr>
        <w:t>t</w:t>
      </w:r>
      <w:r w:rsidRPr="00D602EA">
        <w:rPr>
          <w:i/>
          <w:iCs/>
        </w:rPr>
        <w:t>tants et, précédé par un chambellan qui s’incline devant lui, Louis XVIII, impotent, appuyé sur sa canne, paraît.</w:t>
      </w:r>
    </w:p>
    <w:p w14:paraId="4B7FEB3A" w14:textId="77777777" w:rsidR="00905145" w:rsidRPr="00AF0A23" w:rsidRDefault="00905145" w:rsidP="00905145">
      <w:pPr>
        <w:ind w:firstLine="0"/>
        <w:jc w:val="center"/>
        <w:rPr>
          <w:i/>
          <w:iCs/>
        </w:rPr>
      </w:pPr>
      <w:r w:rsidRPr="00AF0A23">
        <w:t xml:space="preserve">LOUIS XVIII, à </w:t>
      </w:r>
      <w:r w:rsidRPr="00AF0A23">
        <w:rPr>
          <w:i/>
          <w:iCs/>
        </w:rPr>
        <w:t>Talleyrand.</w:t>
      </w:r>
    </w:p>
    <w:p w14:paraId="056FEC29" w14:textId="77777777" w:rsidR="00905145" w:rsidRPr="00AF0A23" w:rsidRDefault="00905145" w:rsidP="00905145">
      <w:r w:rsidRPr="00AF0A23">
        <w:t>Je suis bien aise de vous voir. Nos maisons datent de la même époque. Mes ancêtres ont été les plus habiles ; si les vôtres l’avaient été plus que les miens, vous me diriez a</w:t>
      </w:r>
      <w:r w:rsidRPr="00AF0A23">
        <w:t>u</w:t>
      </w:r>
      <w:r w:rsidRPr="00AF0A23">
        <w:t>jourd’hui : prenez une chaise et parlons de nos affaires. A</w:t>
      </w:r>
      <w:r w:rsidRPr="00AF0A23">
        <w:t>u</w:t>
      </w:r>
      <w:r w:rsidRPr="00AF0A23">
        <w:t>jourd’hui, c’est moi qui vous dis : asseyons-nous et causons.</w:t>
      </w:r>
    </w:p>
    <w:p w14:paraId="31C39D70" w14:textId="77777777" w:rsidR="00905145" w:rsidRPr="00AF0A23" w:rsidRDefault="00905145" w:rsidP="00905145">
      <w:pPr>
        <w:ind w:firstLine="0"/>
        <w:jc w:val="center"/>
      </w:pPr>
      <w:r w:rsidRPr="00AF0A23">
        <w:t>TALLEYRAND</w:t>
      </w:r>
    </w:p>
    <w:p w14:paraId="387BA289" w14:textId="77777777" w:rsidR="00905145" w:rsidRPr="00AF0A23" w:rsidRDefault="00905145" w:rsidP="00905145">
      <w:r w:rsidRPr="00AF0A23">
        <w:t xml:space="preserve">Sire, le retour de Votre Majesté rend à </w:t>
      </w:r>
      <w:smartTag w:uri="urn:schemas-microsoft-com:office:smarttags" w:element="PersonName">
        <w:smartTagPr>
          <w:attr w:name="ProductID" w:val="la France"/>
        </w:smartTagPr>
        <w:r w:rsidRPr="00AF0A23">
          <w:t>la France</w:t>
        </w:r>
      </w:smartTag>
      <w:r w:rsidRPr="00AF0A23">
        <w:t xml:space="preserve"> son go</w:t>
      </w:r>
      <w:r w:rsidRPr="00AF0A23">
        <w:t>u</w:t>
      </w:r>
      <w:r w:rsidRPr="00AF0A23">
        <w:t>vernement naturel et toutes les garanties nécessaires à son r</w:t>
      </w:r>
      <w:r w:rsidRPr="00AF0A23">
        <w:t>e</w:t>
      </w:r>
      <w:r w:rsidRPr="00AF0A23">
        <w:t>pos et au repos de l’Europe. Des fléaux sans nombre ont désolé le royaume de vos pères, notre gloire s’est réfugiée dans nos camps et nos armées ont sauvé l’honneur français. En remo</w:t>
      </w:r>
      <w:r w:rsidRPr="00AF0A23">
        <w:t>n</w:t>
      </w:r>
      <w:r w:rsidRPr="00AF0A23">
        <w:t xml:space="preserve">tant sur le trône, vous succédez à vingt années de ruine et de malheurs. Cet héritage pourrait effrayer une vertu </w:t>
      </w:r>
      <w:r w:rsidRPr="00AF0A23">
        <w:lastRenderedPageBreak/>
        <w:t>commune, mais plus les circonstances sont difficiles, plus l’autorité royale doit être puissante et rév</w:t>
      </w:r>
      <w:r w:rsidRPr="00AF0A23">
        <w:t>é</w:t>
      </w:r>
      <w:r w:rsidRPr="00AF0A23">
        <w:t>rée…</w:t>
      </w:r>
    </w:p>
    <w:p w14:paraId="7A173B3B" w14:textId="77777777" w:rsidR="00905145" w:rsidRPr="00D602EA" w:rsidRDefault="00905145" w:rsidP="00905145">
      <w:pPr>
        <w:pStyle w:val="NormalRetraitGauche4XIndent0"/>
        <w:rPr>
          <w:i/>
          <w:iCs/>
        </w:rPr>
      </w:pPr>
      <w:r w:rsidRPr="00D602EA">
        <w:rPr>
          <w:i/>
          <w:iCs/>
        </w:rPr>
        <w:t>Louis XVIII approuve d’un mouvement de tête les propos tenus par Talleyrand qui continue :</w:t>
      </w:r>
    </w:p>
    <w:p w14:paraId="684841FD" w14:textId="77777777" w:rsidR="00905145" w:rsidRPr="00AF0A23" w:rsidRDefault="00905145" w:rsidP="00905145">
      <w:r w:rsidRPr="00AF0A23">
        <w:t>Je partirai ce soir pour Vienne et, à ce congrès, je veux me montrer digne de la confiance que Votre Majesté met en moi.</w:t>
      </w:r>
    </w:p>
    <w:p w14:paraId="371874FB" w14:textId="77777777" w:rsidR="00905145" w:rsidRPr="00AF0A23" w:rsidRDefault="00905145" w:rsidP="00905145">
      <w:pPr>
        <w:ind w:firstLine="0"/>
        <w:jc w:val="center"/>
      </w:pPr>
      <w:r w:rsidRPr="00AF0A23">
        <w:t>LOUIS XVIII</w:t>
      </w:r>
    </w:p>
    <w:p w14:paraId="404C9481" w14:textId="77777777" w:rsidR="00905145" w:rsidRPr="00AF0A23" w:rsidRDefault="00905145" w:rsidP="00905145">
      <w:r w:rsidRPr="00AF0A23">
        <w:t>Qui emmenez-vous avec vous ?</w:t>
      </w:r>
    </w:p>
    <w:p w14:paraId="54E9F21A" w14:textId="77777777" w:rsidR="00905145" w:rsidRPr="00AF0A23" w:rsidRDefault="00905145" w:rsidP="00905145">
      <w:pPr>
        <w:ind w:firstLine="0"/>
        <w:jc w:val="center"/>
      </w:pPr>
      <w:r w:rsidRPr="00AF0A23">
        <w:t>TALLEYRAND</w:t>
      </w:r>
    </w:p>
    <w:p w14:paraId="2DF9B619" w14:textId="77777777" w:rsidR="00905145" w:rsidRPr="00AF0A23" w:rsidRDefault="00905145" w:rsidP="00905145">
      <w:r w:rsidRPr="00AF0A23">
        <w:t>D’Alberg pour propager tous les secrets que je veux que tout le monde sache et Noailles car je préfère être su</w:t>
      </w:r>
      <w:r w:rsidRPr="00AF0A23">
        <w:t>r</w:t>
      </w:r>
      <w:r w:rsidRPr="00AF0A23">
        <w:t>veillé par un agent que j’ai choisi.</w:t>
      </w:r>
    </w:p>
    <w:p w14:paraId="5FCBB113" w14:textId="77777777" w:rsidR="00905145" w:rsidRPr="00D602EA" w:rsidRDefault="00905145" w:rsidP="00905145">
      <w:pPr>
        <w:pStyle w:val="NormalRetraitGauche4XIndent0"/>
        <w:rPr>
          <w:i/>
          <w:iCs/>
        </w:rPr>
      </w:pPr>
      <w:r w:rsidRPr="00D602EA">
        <w:rPr>
          <w:i/>
          <w:iCs/>
        </w:rPr>
        <w:t>Le comte d’Artois, futur Charles X, entre brusquement.</w:t>
      </w:r>
    </w:p>
    <w:p w14:paraId="2455177F" w14:textId="77777777" w:rsidR="00905145" w:rsidRPr="00AF0A23" w:rsidRDefault="00905145" w:rsidP="00905145">
      <w:pPr>
        <w:ind w:firstLine="0"/>
        <w:jc w:val="center"/>
      </w:pPr>
      <w:r w:rsidRPr="00AF0A23">
        <w:t>LE COMTE D’ARTOIS</w:t>
      </w:r>
    </w:p>
    <w:p w14:paraId="6F7324B2" w14:textId="77777777" w:rsidR="00905145" w:rsidRPr="00AF0A23" w:rsidRDefault="00905145" w:rsidP="00905145">
      <w:r w:rsidRPr="00AF0A23">
        <w:t>C’est affreux de voir Paris occupé ainsi par nos ennemis.</w:t>
      </w:r>
    </w:p>
    <w:p w14:paraId="2F53BE65" w14:textId="77777777" w:rsidR="00905145" w:rsidRPr="00AF0A23" w:rsidRDefault="00905145" w:rsidP="00905145">
      <w:pPr>
        <w:ind w:firstLine="0"/>
        <w:jc w:val="center"/>
      </w:pPr>
      <w:r w:rsidRPr="00AF0A23">
        <w:t>TALLEYRAND</w:t>
      </w:r>
    </w:p>
    <w:p w14:paraId="3ABBFABD" w14:textId="77777777" w:rsidR="00905145" w:rsidRPr="00AF0A23" w:rsidRDefault="00905145" w:rsidP="00905145">
      <w:r w:rsidRPr="00AF0A23">
        <w:t>Que Votre Altesse les voie, mais ne les r</w:t>
      </w:r>
      <w:r w:rsidRPr="00AF0A23">
        <w:t>e</w:t>
      </w:r>
      <w:r w:rsidRPr="00AF0A23">
        <w:t>garde pas.</w:t>
      </w:r>
    </w:p>
    <w:p w14:paraId="588EFA87" w14:textId="77777777" w:rsidR="00905145" w:rsidRPr="00AF0A23" w:rsidRDefault="00905145" w:rsidP="00905145">
      <w:pPr>
        <w:ind w:firstLine="0"/>
        <w:jc w:val="center"/>
      </w:pPr>
      <w:r w:rsidRPr="00AF0A23">
        <w:t>LE COMTE D’ARTOIS</w:t>
      </w:r>
    </w:p>
    <w:p w14:paraId="002DED08" w14:textId="77777777" w:rsidR="00905145" w:rsidRPr="00AF0A23" w:rsidRDefault="00905145" w:rsidP="00905145">
      <w:r w:rsidRPr="00AF0A23">
        <w:t>Mais ils se condu</w:t>
      </w:r>
      <w:r w:rsidRPr="00AF0A23">
        <w:t>i</w:t>
      </w:r>
      <w:r w:rsidRPr="00AF0A23">
        <w:t>sent mal ! Et ça défile dans Paris musique en tête.</w:t>
      </w:r>
    </w:p>
    <w:p w14:paraId="7CEAF32A" w14:textId="77777777" w:rsidR="00905145" w:rsidRPr="00AF0A23" w:rsidRDefault="00905145" w:rsidP="00905145">
      <w:pPr>
        <w:ind w:firstLine="0"/>
        <w:jc w:val="center"/>
      </w:pPr>
      <w:r w:rsidRPr="00AF0A23">
        <w:t>TALLEYRAND</w:t>
      </w:r>
    </w:p>
    <w:p w14:paraId="5C7F995B" w14:textId="77777777" w:rsidR="00905145" w:rsidRPr="00AF0A23" w:rsidRDefault="00905145" w:rsidP="00905145">
      <w:r w:rsidRPr="00AF0A23">
        <w:t>Laissez-les se dé</w:t>
      </w:r>
      <w:r w:rsidRPr="00AF0A23">
        <w:t>s</w:t>
      </w:r>
      <w:r w:rsidRPr="00AF0A23">
        <w:t>honorer.</w:t>
      </w:r>
    </w:p>
    <w:p w14:paraId="262B0D1B" w14:textId="77777777" w:rsidR="00905145" w:rsidRPr="00D602EA" w:rsidRDefault="00905145" w:rsidP="00905145">
      <w:pPr>
        <w:pStyle w:val="NormalRetraitGauche4XIndent0"/>
        <w:rPr>
          <w:i/>
          <w:iCs/>
        </w:rPr>
      </w:pPr>
      <w:r w:rsidRPr="00D602EA">
        <w:rPr>
          <w:i/>
          <w:iCs/>
        </w:rPr>
        <w:lastRenderedPageBreak/>
        <w:t>Le rideau se ferme, et se rouvre aussitôt.</w:t>
      </w:r>
    </w:p>
    <w:p w14:paraId="5CA27E81" w14:textId="77777777" w:rsidR="00905145" w:rsidRPr="00D602EA" w:rsidRDefault="00905145" w:rsidP="00905145">
      <w:pPr>
        <w:pStyle w:val="NormalRetraitGauche4XIndent0"/>
        <w:rPr>
          <w:i/>
          <w:iCs/>
        </w:rPr>
      </w:pPr>
      <w:r w:rsidRPr="00D602EA">
        <w:rPr>
          <w:i/>
          <w:iCs/>
        </w:rPr>
        <w:t>Louis XVIII est toujours dans son fauteuil et derrière lui, debout, se tient le comte d’Artois.</w:t>
      </w:r>
    </w:p>
    <w:p w14:paraId="60DBEF75" w14:textId="77777777" w:rsidR="00905145" w:rsidRPr="00AF0A23" w:rsidRDefault="00905145" w:rsidP="00905145">
      <w:pPr>
        <w:ind w:firstLine="0"/>
        <w:jc w:val="center"/>
      </w:pPr>
      <w:r w:rsidRPr="00AF0A23">
        <w:t>LOUIS XVIII</w:t>
      </w:r>
    </w:p>
    <w:p w14:paraId="707E381D" w14:textId="77777777" w:rsidR="00905145" w:rsidRPr="00AF0A23" w:rsidRDefault="00905145" w:rsidP="00905145">
      <w:r w:rsidRPr="00AF0A23">
        <w:t>Sincèrement ému et profondément reconnaissant, je vous reme</w:t>
      </w:r>
      <w:r w:rsidRPr="00AF0A23">
        <w:t>r</w:t>
      </w:r>
      <w:r w:rsidRPr="00AF0A23">
        <w:t>cie !</w:t>
      </w:r>
    </w:p>
    <w:p w14:paraId="353B9DDB" w14:textId="77777777" w:rsidR="00905145" w:rsidRPr="00AF0A23" w:rsidRDefault="00905145" w:rsidP="00905145">
      <w:pPr>
        <w:ind w:firstLine="0"/>
        <w:jc w:val="center"/>
      </w:pPr>
      <w:r w:rsidRPr="00AF0A23">
        <w:t>TALLEYRAND</w:t>
      </w:r>
    </w:p>
    <w:p w14:paraId="4B23B4FF" w14:textId="77777777" w:rsidR="00905145" w:rsidRPr="00AF0A23" w:rsidRDefault="00905145" w:rsidP="00905145">
      <w:r w:rsidRPr="00AF0A23">
        <w:t>Comment Votre Majesté l’entend-elle ?</w:t>
      </w:r>
    </w:p>
    <w:p w14:paraId="33E37DB1" w14:textId="77777777" w:rsidR="00905145" w:rsidRPr="00AF0A23" w:rsidRDefault="00905145" w:rsidP="00905145">
      <w:pPr>
        <w:ind w:firstLine="0"/>
        <w:jc w:val="center"/>
      </w:pPr>
      <w:r w:rsidRPr="00AF0A23">
        <w:t>LOUIS XVIII</w:t>
      </w:r>
    </w:p>
    <w:p w14:paraId="3959CE16" w14:textId="77777777" w:rsidR="00905145" w:rsidRPr="00AF0A23" w:rsidRDefault="00905145" w:rsidP="00905145">
      <w:r w:rsidRPr="00AF0A23">
        <w:t>Oh ! monsieur de Talleyrand, me croyez-vous assez sot pour sous-estimer vos serv</w:t>
      </w:r>
      <w:r w:rsidRPr="00AF0A23">
        <w:t>i</w:t>
      </w:r>
      <w:r w:rsidRPr="00AF0A23">
        <w:t>ces… futurs ?</w:t>
      </w:r>
    </w:p>
    <w:p w14:paraId="4543F337" w14:textId="77777777" w:rsidR="00905145" w:rsidRPr="00AF0A23" w:rsidRDefault="00905145" w:rsidP="00905145">
      <w:pPr>
        <w:ind w:firstLine="0"/>
        <w:jc w:val="center"/>
      </w:pPr>
      <w:r w:rsidRPr="00AF0A23">
        <w:t>TALLEYRAND</w:t>
      </w:r>
    </w:p>
    <w:p w14:paraId="5AD65AEC" w14:textId="77777777" w:rsidR="00905145" w:rsidRPr="00AF0A23" w:rsidRDefault="00905145" w:rsidP="00905145">
      <w:r w:rsidRPr="00AF0A23">
        <w:t>Sire, je vous sais le monarque le plus fin d’Europe – et, d’autre part, vous n’ignorez certainement pas que je porte ma</w:t>
      </w:r>
      <w:r w:rsidRPr="00AF0A23">
        <w:t>l</w:t>
      </w:r>
      <w:r w:rsidRPr="00AF0A23">
        <w:t>heur aux gouvernements qui me n</w:t>
      </w:r>
      <w:r w:rsidRPr="00AF0A23">
        <w:t>é</w:t>
      </w:r>
      <w:r w:rsidRPr="00AF0A23">
        <w:t>gligent.</w:t>
      </w:r>
    </w:p>
    <w:p w14:paraId="6C6AF6AF" w14:textId="77777777" w:rsidR="00905145" w:rsidRPr="00AF0A23" w:rsidRDefault="00905145" w:rsidP="00905145">
      <w:pPr>
        <w:ind w:firstLine="0"/>
        <w:jc w:val="center"/>
      </w:pPr>
      <w:r w:rsidRPr="00AF0A23">
        <w:t>LOUIS XVIII</w:t>
      </w:r>
    </w:p>
    <w:p w14:paraId="5E868771" w14:textId="77777777" w:rsidR="00905145" w:rsidRPr="00AF0A23" w:rsidRDefault="00905145" w:rsidP="00905145">
      <w:r w:rsidRPr="00AF0A23">
        <w:t>Contez-nous en détail ce Congrès mém</w:t>
      </w:r>
      <w:r w:rsidRPr="00AF0A23">
        <w:t>o</w:t>
      </w:r>
      <w:r w:rsidRPr="00AF0A23">
        <w:t>rable.</w:t>
      </w:r>
    </w:p>
    <w:p w14:paraId="6A06DB3B" w14:textId="77777777" w:rsidR="00905145" w:rsidRPr="00D602EA" w:rsidRDefault="00905145" w:rsidP="00905145">
      <w:pPr>
        <w:pStyle w:val="NormalRetraitGauche4XIndent0"/>
        <w:rPr>
          <w:i/>
          <w:iCs/>
        </w:rPr>
      </w:pPr>
      <w:r w:rsidRPr="00D602EA">
        <w:rPr>
          <w:i/>
          <w:iCs/>
        </w:rPr>
        <w:t>Il lui désigne un siège et Talleyrand s’est a</w:t>
      </w:r>
      <w:r w:rsidRPr="00D602EA">
        <w:rPr>
          <w:i/>
          <w:iCs/>
        </w:rPr>
        <w:t>s</w:t>
      </w:r>
      <w:r w:rsidRPr="00D602EA">
        <w:rPr>
          <w:i/>
          <w:iCs/>
        </w:rPr>
        <w:t>sis.</w:t>
      </w:r>
    </w:p>
    <w:p w14:paraId="241556D4" w14:textId="77777777" w:rsidR="00905145" w:rsidRPr="00AF0A23" w:rsidRDefault="00905145" w:rsidP="00905145">
      <w:pPr>
        <w:ind w:firstLine="0"/>
        <w:jc w:val="center"/>
      </w:pPr>
      <w:r w:rsidRPr="00AF0A23">
        <w:t>TALLEYRAND</w:t>
      </w:r>
    </w:p>
    <w:p w14:paraId="61B0C82C" w14:textId="77777777" w:rsidR="00905145" w:rsidRPr="00AF0A23" w:rsidRDefault="00905145" w:rsidP="00905145">
      <w:r w:rsidRPr="00AF0A23">
        <w:t>J’ai tout d’abord prié MM. les Ambassadeurs de bien vo</w:t>
      </w:r>
      <w:r w:rsidRPr="00AF0A23">
        <w:t>u</w:t>
      </w:r>
      <w:r w:rsidRPr="00AF0A23">
        <w:t>loir considérer qu’il était une expression dont il convenait d</w:t>
      </w:r>
      <w:r w:rsidRPr="00AF0A23">
        <w:t>é</w:t>
      </w:r>
      <w:r w:rsidRPr="00AF0A23">
        <w:t>sormais de ne plus se servir, c’est-à-dire : les puissances alliées.</w:t>
      </w:r>
    </w:p>
    <w:p w14:paraId="55FC32EC" w14:textId="77777777" w:rsidR="00905145" w:rsidRPr="00AF0A23" w:rsidRDefault="00905145" w:rsidP="00905145">
      <w:pPr>
        <w:ind w:firstLine="0"/>
        <w:jc w:val="center"/>
      </w:pPr>
      <w:r w:rsidRPr="00AF0A23">
        <w:t>LE COMTE D’ARTOIS</w:t>
      </w:r>
    </w:p>
    <w:p w14:paraId="473A7A00" w14:textId="77777777" w:rsidR="00905145" w:rsidRPr="00AF0A23" w:rsidRDefault="00905145" w:rsidP="00905145">
      <w:r w:rsidRPr="00AF0A23">
        <w:lastRenderedPageBreak/>
        <w:t>Mais… Ces Messieurs ne représentaient-ils pas justement les puissances alliées ?</w:t>
      </w:r>
    </w:p>
    <w:p w14:paraId="29672BEA" w14:textId="77777777" w:rsidR="00905145" w:rsidRPr="00AF0A23" w:rsidRDefault="00905145" w:rsidP="00905145">
      <w:pPr>
        <w:ind w:firstLine="0"/>
        <w:jc w:val="center"/>
      </w:pPr>
      <w:r w:rsidRPr="00AF0A23">
        <w:t>TALLEYRAND</w:t>
      </w:r>
    </w:p>
    <w:p w14:paraId="760C88A5" w14:textId="77777777" w:rsidR="00905145" w:rsidRPr="00AF0A23" w:rsidRDefault="00905145" w:rsidP="00905145">
      <w:r w:rsidRPr="00AF0A23">
        <w:t>Oui, M. de </w:t>
      </w:r>
      <w:proofErr w:type="spellStart"/>
      <w:r w:rsidRPr="00AF0A23">
        <w:t>Nesselrode</w:t>
      </w:r>
      <w:proofErr w:type="spellEnd"/>
      <w:r w:rsidRPr="00AF0A23">
        <w:t>, ambassadeur de Russie, me l’a fait remarquer et je lui ai répondu ceci : Contre qui ? Contre Nap</w:t>
      </w:r>
      <w:r w:rsidRPr="00AF0A23">
        <w:t>o</w:t>
      </w:r>
      <w:r w:rsidRPr="00AF0A23">
        <w:t>léon : il est à l’Île d’Elbe. Ce n’est plus contre la France : la paix est faite – et ce n’est sûrement pas contre le roi de France : il est garant de la durée de la paix et la présence d’un de ses ministres consacre ici le principe sur lequel repose tout l’ordre social…</w:t>
      </w:r>
    </w:p>
    <w:p w14:paraId="59E31D92" w14:textId="77777777" w:rsidR="00905145" w:rsidRPr="00AF0A23" w:rsidRDefault="00905145" w:rsidP="00905145">
      <w:pPr>
        <w:ind w:firstLine="0"/>
        <w:jc w:val="center"/>
      </w:pPr>
      <w:r w:rsidRPr="00AF0A23">
        <w:t>LOUIS XVIII</w:t>
      </w:r>
    </w:p>
    <w:p w14:paraId="78F25F26" w14:textId="77777777" w:rsidR="00905145" w:rsidRPr="00AF0A23" w:rsidRDefault="00905145" w:rsidP="00905145">
      <w:r w:rsidRPr="00AF0A23">
        <w:t>Parfait… mais… comment avez-vous réussi à vous faire écouter de ces messieurs bien décidés pourtant à ne pas vous entendre.</w:t>
      </w:r>
    </w:p>
    <w:p w14:paraId="05393157" w14:textId="77777777" w:rsidR="00905145" w:rsidRPr="00AF0A23" w:rsidRDefault="00905145" w:rsidP="00905145">
      <w:pPr>
        <w:ind w:firstLine="0"/>
        <w:jc w:val="center"/>
        <w:rPr>
          <w:i/>
          <w:iCs/>
        </w:rPr>
      </w:pPr>
      <w:r w:rsidRPr="00AF0A23">
        <w:t>TALLEYRAND m</w:t>
      </w:r>
      <w:r w:rsidRPr="00AF0A23">
        <w:rPr>
          <w:i/>
          <w:iCs/>
        </w:rPr>
        <w:t>ontre son pied bot.</w:t>
      </w:r>
    </w:p>
    <w:p w14:paraId="7E2685E2" w14:textId="77777777" w:rsidR="00905145" w:rsidRPr="00AF0A23" w:rsidRDefault="00905145" w:rsidP="00905145">
      <w:pPr>
        <w:ind w:firstLine="0"/>
        <w:jc w:val="center"/>
        <w:rPr>
          <w:i/>
          <w:iCs/>
        </w:rPr>
      </w:pPr>
      <w:r w:rsidRPr="00AF0A23">
        <w:t>LOUIS XVIII, d</w:t>
      </w:r>
      <w:r w:rsidRPr="00AF0A23">
        <w:rPr>
          <w:i/>
          <w:iCs/>
        </w:rPr>
        <w:t>’un air entendu.</w:t>
      </w:r>
    </w:p>
    <w:p w14:paraId="26EB208B" w14:textId="77777777" w:rsidR="00905145" w:rsidRPr="00AF0A23" w:rsidRDefault="00905145" w:rsidP="00905145">
      <w:r w:rsidRPr="00AF0A23">
        <w:t>Ah !…</w:t>
      </w:r>
    </w:p>
    <w:p w14:paraId="254C4EA3" w14:textId="77777777" w:rsidR="00905145" w:rsidRPr="00AF0A23" w:rsidRDefault="00905145" w:rsidP="00905145">
      <w:pPr>
        <w:ind w:firstLine="0"/>
        <w:jc w:val="center"/>
      </w:pPr>
      <w:r w:rsidRPr="00AF0A23">
        <w:t>TALLEYRAND</w:t>
      </w:r>
    </w:p>
    <w:p w14:paraId="7B718A65" w14:textId="77777777" w:rsidR="00905145" w:rsidRPr="00AF0A23" w:rsidRDefault="00905145" w:rsidP="00905145">
      <w:r w:rsidRPr="00AF0A23">
        <w:t>Oui… Dès l’entrée, ils sont tous venus m’accueillir… Je n’avais jamais marché aussi difficilement… si bien qu’entouré par eux, assis le premier, c’est moi qui leur ai désigné leurs places.</w:t>
      </w:r>
    </w:p>
    <w:p w14:paraId="4DD733F6" w14:textId="77777777" w:rsidR="00905145" w:rsidRPr="00D602EA" w:rsidRDefault="00905145" w:rsidP="00905145">
      <w:pPr>
        <w:pStyle w:val="NormalRetraitGauche4XIndent0"/>
        <w:rPr>
          <w:i/>
          <w:iCs/>
        </w:rPr>
      </w:pPr>
      <w:r w:rsidRPr="00D602EA">
        <w:rPr>
          <w:i/>
          <w:iCs/>
        </w:rPr>
        <w:t>Il montre encore son pied bot.</w:t>
      </w:r>
    </w:p>
    <w:p w14:paraId="53F1342A" w14:textId="77777777" w:rsidR="00905145" w:rsidRPr="00AF0A23" w:rsidRDefault="00905145" w:rsidP="00905145">
      <w:r w:rsidRPr="00AF0A23">
        <w:t>Je savais bien qu’un jour il me serv</w:t>
      </w:r>
      <w:r w:rsidRPr="00AF0A23">
        <w:t>i</w:t>
      </w:r>
      <w:r w:rsidRPr="00AF0A23">
        <w:t>rait à quelque chose.</w:t>
      </w:r>
    </w:p>
    <w:p w14:paraId="676B1A41" w14:textId="77777777" w:rsidR="00905145" w:rsidRPr="00D602EA" w:rsidRDefault="00905145" w:rsidP="00905145">
      <w:pPr>
        <w:pStyle w:val="NormalRetraitGauche4XIndent0"/>
        <w:rPr>
          <w:i/>
          <w:iCs/>
        </w:rPr>
      </w:pPr>
      <w:r w:rsidRPr="00D602EA">
        <w:rPr>
          <w:i/>
          <w:iCs/>
        </w:rPr>
        <w:t>On entend à ce moment des cris d’abord éloignés : « Vive l’E</w:t>
      </w:r>
      <w:r w:rsidRPr="00D602EA">
        <w:rPr>
          <w:i/>
          <w:iCs/>
        </w:rPr>
        <w:t>m</w:t>
      </w:r>
      <w:r w:rsidRPr="00D602EA">
        <w:rPr>
          <w:i/>
          <w:iCs/>
        </w:rPr>
        <w:t>pereur ».</w:t>
      </w:r>
    </w:p>
    <w:p w14:paraId="12DB1824" w14:textId="77777777" w:rsidR="00905145" w:rsidRPr="00AF0A23" w:rsidRDefault="00905145" w:rsidP="00905145">
      <w:pPr>
        <w:ind w:firstLine="0"/>
        <w:jc w:val="center"/>
      </w:pPr>
      <w:r w:rsidRPr="00AF0A23">
        <w:lastRenderedPageBreak/>
        <w:t>LOUIS XVIII</w:t>
      </w:r>
    </w:p>
    <w:p w14:paraId="7A39DF76" w14:textId="77777777" w:rsidR="00905145" w:rsidRPr="00AF0A23" w:rsidRDefault="00905145" w:rsidP="00905145">
      <w:r w:rsidRPr="00AF0A23">
        <w:t>Oh ! non… j’ai la berlue.</w:t>
      </w:r>
    </w:p>
    <w:p w14:paraId="193EAF86" w14:textId="77777777" w:rsidR="00905145" w:rsidRPr="00D602EA" w:rsidRDefault="00905145" w:rsidP="00905145">
      <w:pPr>
        <w:pStyle w:val="NormalRetraitGauche4XIndent0"/>
        <w:rPr>
          <w:i/>
          <w:iCs/>
        </w:rPr>
      </w:pPr>
      <w:r w:rsidRPr="00D602EA">
        <w:rPr>
          <w:i/>
          <w:iCs/>
        </w:rPr>
        <w:t>Au comte d’Artois.</w:t>
      </w:r>
    </w:p>
    <w:p w14:paraId="14E072B0" w14:textId="77777777" w:rsidR="00905145" w:rsidRPr="00AF0A23" w:rsidRDefault="00905145" w:rsidP="00905145">
      <w:r w:rsidRPr="00AF0A23">
        <w:t>Voyez, monsieur mon frère.</w:t>
      </w:r>
    </w:p>
    <w:p w14:paraId="019C7699" w14:textId="77777777" w:rsidR="00905145" w:rsidRPr="00D602EA" w:rsidRDefault="00905145" w:rsidP="00905145">
      <w:pPr>
        <w:pStyle w:val="NormalRetraitGauche4XIndent0"/>
        <w:rPr>
          <w:i/>
          <w:iCs/>
        </w:rPr>
      </w:pPr>
      <w:r w:rsidRPr="00D602EA">
        <w:rPr>
          <w:i/>
          <w:iCs/>
        </w:rPr>
        <w:t>Les cris de plus en plus nombreux se ra</w:t>
      </w:r>
      <w:r w:rsidRPr="00D602EA">
        <w:rPr>
          <w:i/>
          <w:iCs/>
        </w:rPr>
        <w:t>p</w:t>
      </w:r>
      <w:r w:rsidRPr="00D602EA">
        <w:rPr>
          <w:i/>
          <w:iCs/>
        </w:rPr>
        <w:t>prochent.</w:t>
      </w:r>
    </w:p>
    <w:p w14:paraId="6A7E88F2" w14:textId="77777777" w:rsidR="00905145" w:rsidRPr="00AF0A23" w:rsidRDefault="00905145" w:rsidP="00905145">
      <w:pPr>
        <w:ind w:firstLine="0"/>
        <w:jc w:val="center"/>
      </w:pPr>
      <w:r w:rsidRPr="00AF0A23">
        <w:t>LE COMTE D’ARTOIS</w:t>
      </w:r>
    </w:p>
    <w:p w14:paraId="1358A30E" w14:textId="77777777" w:rsidR="00905145" w:rsidRPr="00AF0A23" w:rsidRDefault="00905145" w:rsidP="00905145">
      <w:r w:rsidRPr="00AF0A23">
        <w:t>Sire, aucun doute n’est possible.</w:t>
      </w:r>
    </w:p>
    <w:p w14:paraId="4A7407AF" w14:textId="77777777" w:rsidR="00905145" w:rsidRPr="00AF0A23" w:rsidRDefault="00905145" w:rsidP="00905145">
      <w:pPr>
        <w:ind w:firstLine="0"/>
        <w:jc w:val="center"/>
        <w:rPr>
          <w:i/>
          <w:iCs/>
        </w:rPr>
      </w:pPr>
      <w:r w:rsidRPr="00AF0A23">
        <w:t>TALLEYRAND, q</w:t>
      </w:r>
      <w:r w:rsidRPr="00AF0A23">
        <w:rPr>
          <w:i/>
          <w:iCs/>
        </w:rPr>
        <w:t>ui s’est levé.</w:t>
      </w:r>
    </w:p>
    <w:p w14:paraId="605795DF" w14:textId="77777777" w:rsidR="00905145" w:rsidRPr="00AF0A23" w:rsidRDefault="00905145" w:rsidP="00905145">
      <w:r w:rsidRPr="00AF0A23">
        <w:t>Dans ces conditions, Sire… il serait plus pr</w:t>
      </w:r>
      <w:r w:rsidRPr="00AF0A23">
        <w:t>u</w:t>
      </w:r>
      <w:r w:rsidRPr="00AF0A23">
        <w:t>dent…</w:t>
      </w:r>
    </w:p>
    <w:p w14:paraId="1B1D68ED" w14:textId="77777777" w:rsidR="00905145" w:rsidRPr="00D602EA" w:rsidRDefault="00905145" w:rsidP="00905145">
      <w:pPr>
        <w:pStyle w:val="NormalRetraitGauche4XIndent0"/>
        <w:rPr>
          <w:i/>
          <w:iCs/>
        </w:rPr>
      </w:pPr>
      <w:r w:rsidRPr="00D602EA">
        <w:rPr>
          <w:i/>
          <w:iCs/>
        </w:rPr>
        <w:t>Il lui montre la porte.</w:t>
      </w:r>
    </w:p>
    <w:p w14:paraId="524F0890" w14:textId="77777777" w:rsidR="00905145" w:rsidRPr="00AF0A23" w:rsidRDefault="00905145" w:rsidP="00905145">
      <w:pPr>
        <w:ind w:firstLine="0"/>
        <w:jc w:val="center"/>
      </w:pPr>
      <w:r w:rsidRPr="00AF0A23">
        <w:t>LOUIS XVIII</w:t>
      </w:r>
    </w:p>
    <w:p w14:paraId="3D086C8E" w14:textId="77777777" w:rsidR="00905145" w:rsidRPr="00AF0A23" w:rsidRDefault="00905145" w:rsidP="00905145">
      <w:r w:rsidRPr="00AF0A23">
        <w:t>Croyez-vous ?</w:t>
      </w:r>
    </w:p>
    <w:p w14:paraId="0739612D" w14:textId="77777777" w:rsidR="00905145" w:rsidRPr="00AF0A23" w:rsidRDefault="00905145" w:rsidP="00905145">
      <w:pPr>
        <w:ind w:firstLine="0"/>
        <w:jc w:val="center"/>
      </w:pPr>
      <w:r w:rsidRPr="00AF0A23">
        <w:t>TALLEYRAND</w:t>
      </w:r>
    </w:p>
    <w:p w14:paraId="3F51A9CE" w14:textId="77777777" w:rsidR="00905145" w:rsidRPr="00AF0A23" w:rsidRDefault="00905145" w:rsidP="00905145">
      <w:r w:rsidRPr="00AF0A23">
        <w:t>Hélas !</w:t>
      </w:r>
    </w:p>
    <w:p w14:paraId="3AEC0EFD" w14:textId="77777777" w:rsidR="00905145" w:rsidRPr="00D602EA" w:rsidRDefault="00905145" w:rsidP="00905145">
      <w:pPr>
        <w:pStyle w:val="NormalRetraitGauche4XIndent0"/>
        <w:rPr>
          <w:i/>
          <w:iCs/>
        </w:rPr>
      </w:pPr>
      <w:r w:rsidRPr="00D602EA">
        <w:rPr>
          <w:i/>
          <w:iCs/>
        </w:rPr>
        <w:t>Le comte d’Artois aide son frère à se lever et tous deux ils vont vers la porte ; au moment de disparaître Louis XVIII se tourne vers Talleyrand.</w:t>
      </w:r>
    </w:p>
    <w:p w14:paraId="0D07E0DF" w14:textId="77777777" w:rsidR="00905145" w:rsidRPr="00AF0A23" w:rsidRDefault="00905145" w:rsidP="00905145">
      <w:pPr>
        <w:ind w:firstLine="0"/>
        <w:jc w:val="center"/>
      </w:pPr>
      <w:r w:rsidRPr="00AF0A23">
        <w:t>LOUIS XVIII</w:t>
      </w:r>
    </w:p>
    <w:p w14:paraId="024A8024" w14:textId="77777777" w:rsidR="00905145" w:rsidRPr="00AF0A23" w:rsidRDefault="00905145" w:rsidP="00905145">
      <w:r w:rsidRPr="00AF0A23">
        <w:t>C’est insupport</w:t>
      </w:r>
      <w:r w:rsidRPr="00AF0A23">
        <w:t>a</w:t>
      </w:r>
      <w:r w:rsidRPr="00AF0A23">
        <w:t>ble, vraiment !</w:t>
      </w:r>
    </w:p>
    <w:p w14:paraId="7F22903C" w14:textId="77777777" w:rsidR="00905145" w:rsidRPr="00D602EA" w:rsidRDefault="00905145" w:rsidP="00905145">
      <w:pPr>
        <w:pStyle w:val="NormalRetraitGauche4XIndent0"/>
        <w:rPr>
          <w:i/>
          <w:iCs/>
        </w:rPr>
      </w:pPr>
      <w:r w:rsidRPr="00D602EA">
        <w:rPr>
          <w:i/>
          <w:iCs/>
        </w:rPr>
        <w:t>Talleyrand fait un geste qui signifie : On ne peut rien contre ça. Puis, lentement, en bo</w:t>
      </w:r>
      <w:r w:rsidRPr="00D602EA">
        <w:rPr>
          <w:i/>
          <w:iCs/>
        </w:rPr>
        <w:t>i</w:t>
      </w:r>
      <w:r w:rsidRPr="00D602EA">
        <w:rPr>
          <w:i/>
          <w:iCs/>
        </w:rPr>
        <w:t xml:space="preserve">tillant, il disparaît à son tour tandis que, </w:t>
      </w:r>
      <w:r w:rsidRPr="00D602EA">
        <w:rPr>
          <w:i/>
          <w:iCs/>
        </w:rPr>
        <w:lastRenderedPageBreak/>
        <w:t>brutalement, la grande porte à deux ba</w:t>
      </w:r>
      <w:r w:rsidRPr="00D602EA">
        <w:rPr>
          <w:i/>
          <w:iCs/>
        </w:rPr>
        <w:t>t</w:t>
      </w:r>
      <w:r w:rsidRPr="00D602EA">
        <w:rPr>
          <w:i/>
          <w:iCs/>
        </w:rPr>
        <w:t>tants s’ouvre et découvre l’Empereur qui entre, suivi de quelques maréchaux. Il va tout de suite s’asseoir au bureau et y déploie une carte.</w:t>
      </w:r>
    </w:p>
    <w:p w14:paraId="6C043F9D" w14:textId="77777777" w:rsidR="00905145" w:rsidRPr="00AF0A23" w:rsidRDefault="00905145" w:rsidP="00905145">
      <w:pPr>
        <w:ind w:firstLine="0"/>
        <w:jc w:val="center"/>
      </w:pPr>
      <w:r w:rsidRPr="00AF0A23">
        <w:t>NAPOLÉON</w:t>
      </w:r>
    </w:p>
    <w:p w14:paraId="7A095781" w14:textId="77777777" w:rsidR="00905145" w:rsidRPr="00AF0A23" w:rsidRDefault="00905145" w:rsidP="00905145">
      <w:r w:rsidRPr="00AF0A23">
        <w:t>Au travail ! Wellington et Blücher disposent de 220.000 hommes. Si j’en ai 110.000, j’en fais mon affaire.</w:t>
      </w:r>
    </w:p>
    <w:p w14:paraId="536ED83D" w14:textId="77777777" w:rsidR="00905145" w:rsidRPr="00D602EA" w:rsidRDefault="00905145" w:rsidP="00905145">
      <w:pPr>
        <w:pStyle w:val="NormalRetraitGauche4XIndent0"/>
        <w:rPr>
          <w:i/>
          <w:iCs/>
        </w:rPr>
      </w:pPr>
      <w:r w:rsidRPr="00D602EA">
        <w:rPr>
          <w:i/>
          <w:iCs/>
        </w:rPr>
        <w:t>Le rideau se ferme, puis se rouvre presque aussitôt.</w:t>
      </w:r>
    </w:p>
    <w:p w14:paraId="5E6A770C" w14:textId="77777777" w:rsidR="00905145" w:rsidRPr="00D602EA" w:rsidRDefault="00905145" w:rsidP="00905145">
      <w:pPr>
        <w:pStyle w:val="NormalRetraitGauche4XIndent0"/>
        <w:rPr>
          <w:i/>
          <w:iCs/>
        </w:rPr>
      </w:pPr>
      <w:r w:rsidRPr="00D602EA">
        <w:rPr>
          <w:i/>
          <w:iCs/>
        </w:rPr>
        <w:t>L’Empereur, dos au public, la tête dans ses mains, pleure silencieusement. Sans se r</w:t>
      </w:r>
      <w:r w:rsidRPr="00D602EA">
        <w:rPr>
          <w:i/>
          <w:iCs/>
        </w:rPr>
        <w:t>e</w:t>
      </w:r>
      <w:r w:rsidRPr="00D602EA">
        <w:rPr>
          <w:i/>
          <w:iCs/>
        </w:rPr>
        <w:t>tourner, il prend son chapeau, se couvre, hésite entre la porte de droite et la porte de gauche et s’en va finalement par celle de droite. Aussitôt, Talleyrand réapparaît, sonne les deux valets de pied qui entrent et qui, comme précédemment, mettent un peu d’ordre sur le bureau. Puis la grande porte du fond se rouvre à deux battants et Louis XVIII revient, un peu plus impotent.</w:t>
      </w:r>
    </w:p>
    <w:p w14:paraId="3565EDDD" w14:textId="77777777" w:rsidR="00905145" w:rsidRPr="00AF0A23" w:rsidRDefault="00905145" w:rsidP="00905145">
      <w:pPr>
        <w:ind w:firstLine="0"/>
        <w:jc w:val="center"/>
      </w:pPr>
      <w:r w:rsidRPr="00AF0A23">
        <w:t>TALLEYRAND</w:t>
      </w:r>
    </w:p>
    <w:p w14:paraId="2262FD58" w14:textId="77777777" w:rsidR="00905145" w:rsidRPr="00AF0A23" w:rsidRDefault="00905145" w:rsidP="00905145">
      <w:r w:rsidRPr="00AF0A23">
        <w:t>Pour la deuxième fois, Sire, je vous a</w:t>
      </w:r>
      <w:r w:rsidRPr="00AF0A23">
        <w:t>c</w:t>
      </w:r>
      <w:r w:rsidRPr="00AF0A23">
        <w:t>cueille.</w:t>
      </w:r>
    </w:p>
    <w:p w14:paraId="4A9DEC70" w14:textId="77777777" w:rsidR="00905145" w:rsidRPr="00AF0A23" w:rsidRDefault="00905145" w:rsidP="00905145">
      <w:pPr>
        <w:ind w:firstLine="0"/>
        <w:jc w:val="center"/>
      </w:pPr>
      <w:r w:rsidRPr="00AF0A23">
        <w:t>LOUIS XVIII</w:t>
      </w:r>
    </w:p>
    <w:p w14:paraId="27846BDE" w14:textId="77777777" w:rsidR="00905145" w:rsidRPr="00AF0A23" w:rsidRDefault="00905145" w:rsidP="00905145">
      <w:r w:rsidRPr="00AF0A23">
        <w:t>Dites pour la seconde fois, Monsieur. Car je veux croire qu’à présent…</w:t>
      </w:r>
    </w:p>
    <w:p w14:paraId="1E2ADBB2" w14:textId="77777777" w:rsidR="00905145" w:rsidRPr="00D602EA" w:rsidRDefault="00905145" w:rsidP="00905145">
      <w:pPr>
        <w:pStyle w:val="NormalRetraitGauche4XIndent0"/>
        <w:rPr>
          <w:i/>
          <w:iCs/>
        </w:rPr>
      </w:pPr>
      <w:r w:rsidRPr="00D602EA">
        <w:rPr>
          <w:i/>
          <w:iCs/>
        </w:rPr>
        <w:t>Il va s’asseoir derrière le bureau. À peine est-il assis que l’on e</w:t>
      </w:r>
      <w:r w:rsidRPr="00D602EA">
        <w:rPr>
          <w:i/>
          <w:iCs/>
        </w:rPr>
        <w:t>n</w:t>
      </w:r>
      <w:r w:rsidRPr="00D602EA">
        <w:rPr>
          <w:i/>
          <w:iCs/>
        </w:rPr>
        <w:t>tend des pas.</w:t>
      </w:r>
    </w:p>
    <w:p w14:paraId="6D3B1068" w14:textId="77777777" w:rsidR="00905145" w:rsidRPr="00AF0A23" w:rsidRDefault="00905145" w:rsidP="00905145">
      <w:r w:rsidRPr="00AF0A23">
        <w:t>Des pas…</w:t>
      </w:r>
    </w:p>
    <w:p w14:paraId="0DF15055" w14:textId="77777777" w:rsidR="00905145" w:rsidRPr="00D602EA" w:rsidRDefault="00905145" w:rsidP="00905145">
      <w:pPr>
        <w:pStyle w:val="NormalRetraitGauche4XIndent0"/>
        <w:rPr>
          <w:i/>
          <w:iCs/>
        </w:rPr>
      </w:pPr>
      <w:r w:rsidRPr="00D602EA">
        <w:rPr>
          <w:i/>
          <w:iCs/>
        </w:rPr>
        <w:lastRenderedPageBreak/>
        <w:t>La porte s’ouvre et le comte d’Artois passe la tête.</w:t>
      </w:r>
    </w:p>
    <w:p w14:paraId="7DA38BBE" w14:textId="77777777" w:rsidR="00905145" w:rsidRPr="00AF0A23" w:rsidRDefault="00905145" w:rsidP="00905145">
      <w:pPr>
        <w:ind w:firstLine="0"/>
        <w:jc w:val="center"/>
      </w:pPr>
      <w:r w:rsidRPr="00AF0A23">
        <w:t>TALLEYRAND</w:t>
      </w:r>
    </w:p>
    <w:p w14:paraId="0634E114" w14:textId="77777777" w:rsidR="00905145" w:rsidRPr="00AF0A23" w:rsidRDefault="00905145" w:rsidP="00905145">
      <w:r w:rsidRPr="00AF0A23">
        <w:t>C’est M. le comte d’Artois, votre frère.</w:t>
      </w:r>
    </w:p>
    <w:p w14:paraId="35AB62DB" w14:textId="77777777" w:rsidR="00905145" w:rsidRPr="00AF0A23" w:rsidRDefault="00905145" w:rsidP="00905145">
      <w:pPr>
        <w:ind w:firstLine="0"/>
        <w:jc w:val="center"/>
      </w:pPr>
      <w:r w:rsidRPr="00AF0A23">
        <w:t>LOUIS XVIII</w:t>
      </w:r>
    </w:p>
    <w:p w14:paraId="0AFC33F1" w14:textId="77777777" w:rsidR="00905145" w:rsidRPr="00AF0A23" w:rsidRDefault="00905145" w:rsidP="00905145">
      <w:r w:rsidRPr="00AF0A23">
        <w:t>Qu’il entre.</w:t>
      </w:r>
    </w:p>
    <w:p w14:paraId="086169DD" w14:textId="77777777" w:rsidR="00905145" w:rsidRPr="00D602EA" w:rsidRDefault="00905145" w:rsidP="00905145">
      <w:pPr>
        <w:pStyle w:val="NormalRetraitGauche4XIndent0"/>
        <w:rPr>
          <w:i/>
          <w:iCs/>
        </w:rPr>
      </w:pPr>
      <w:r w:rsidRPr="00D602EA">
        <w:rPr>
          <w:i/>
          <w:iCs/>
        </w:rPr>
        <w:t>Le comte d’Artois est entré tandis que Ta</w:t>
      </w:r>
      <w:r w:rsidRPr="00D602EA">
        <w:rPr>
          <w:i/>
          <w:iCs/>
        </w:rPr>
        <w:t>l</w:t>
      </w:r>
      <w:r w:rsidRPr="00D602EA">
        <w:rPr>
          <w:i/>
          <w:iCs/>
        </w:rPr>
        <w:t>leyrand est allé prendre sur son petit b</w:t>
      </w:r>
      <w:r w:rsidRPr="00D602EA">
        <w:rPr>
          <w:i/>
          <w:iCs/>
        </w:rPr>
        <w:t>u</w:t>
      </w:r>
      <w:r w:rsidRPr="00D602EA">
        <w:rPr>
          <w:i/>
          <w:iCs/>
        </w:rPr>
        <w:t>reau un dossier qu’il présente au roi.</w:t>
      </w:r>
    </w:p>
    <w:p w14:paraId="1C26F770" w14:textId="77777777" w:rsidR="00905145" w:rsidRPr="00AF0A23" w:rsidRDefault="00905145" w:rsidP="00905145">
      <w:r w:rsidRPr="00AF0A23">
        <w:t>Qu’est-ce que c</w:t>
      </w:r>
      <w:r w:rsidRPr="00AF0A23">
        <w:t>e</w:t>
      </w:r>
      <w:r w:rsidRPr="00AF0A23">
        <w:t>la ?</w:t>
      </w:r>
    </w:p>
    <w:p w14:paraId="1DEF475A" w14:textId="77777777" w:rsidR="00905145" w:rsidRPr="00AF0A23" w:rsidRDefault="00905145" w:rsidP="00905145">
      <w:pPr>
        <w:ind w:firstLine="0"/>
        <w:jc w:val="center"/>
      </w:pPr>
      <w:r w:rsidRPr="00AF0A23">
        <w:t>TALLEYRAND</w:t>
      </w:r>
    </w:p>
    <w:p w14:paraId="7F90FBFE" w14:textId="77777777" w:rsidR="00905145" w:rsidRPr="00AF0A23" w:rsidRDefault="00905145" w:rsidP="00905145">
      <w:r w:rsidRPr="00AF0A23">
        <w:t>Ce sont les cond</w:t>
      </w:r>
      <w:r w:rsidRPr="00AF0A23">
        <w:t>i</w:t>
      </w:r>
      <w:r w:rsidRPr="00AF0A23">
        <w:t>tions que le Sénat…</w:t>
      </w:r>
    </w:p>
    <w:p w14:paraId="7820373B" w14:textId="77777777" w:rsidR="00905145" w:rsidRPr="00AF0A23" w:rsidRDefault="00905145" w:rsidP="00905145">
      <w:pPr>
        <w:ind w:firstLine="0"/>
        <w:jc w:val="center"/>
      </w:pPr>
      <w:r w:rsidRPr="00AF0A23">
        <w:t>LOUIS XVIII</w:t>
      </w:r>
    </w:p>
    <w:p w14:paraId="06F3CB4C" w14:textId="77777777" w:rsidR="00905145" w:rsidRPr="00AF0A23" w:rsidRDefault="00905145" w:rsidP="00905145">
      <w:r w:rsidRPr="00AF0A23">
        <w:t>M’impose.</w:t>
      </w:r>
    </w:p>
    <w:p w14:paraId="51CAD5A3" w14:textId="77777777" w:rsidR="00905145" w:rsidRPr="00AF0A23" w:rsidRDefault="00905145" w:rsidP="00905145">
      <w:pPr>
        <w:ind w:firstLine="0"/>
        <w:jc w:val="center"/>
      </w:pPr>
      <w:r w:rsidRPr="00AF0A23">
        <w:t>TALLEYRAND</w:t>
      </w:r>
    </w:p>
    <w:p w14:paraId="6D729C70" w14:textId="77777777" w:rsidR="00905145" w:rsidRPr="00AF0A23" w:rsidRDefault="00905145" w:rsidP="00905145">
      <w:r w:rsidRPr="00AF0A23">
        <w:t>… propose à Votre Majesté.</w:t>
      </w:r>
    </w:p>
    <w:p w14:paraId="60E866CD" w14:textId="77777777" w:rsidR="00905145" w:rsidRPr="00AF0A23" w:rsidRDefault="00905145" w:rsidP="00905145">
      <w:pPr>
        <w:ind w:firstLine="0"/>
        <w:jc w:val="center"/>
        <w:rPr>
          <w:i/>
          <w:iCs/>
        </w:rPr>
      </w:pPr>
      <w:r w:rsidRPr="00AF0A23">
        <w:t>LOUIS XVIII, p</w:t>
      </w:r>
      <w:r w:rsidRPr="00AF0A23">
        <w:rPr>
          <w:i/>
          <w:iCs/>
        </w:rPr>
        <w:t>a</w:t>
      </w:r>
      <w:r w:rsidRPr="00AF0A23">
        <w:rPr>
          <w:i/>
          <w:iCs/>
        </w:rPr>
        <w:t>r</w:t>
      </w:r>
      <w:r w:rsidRPr="00AF0A23">
        <w:rPr>
          <w:i/>
          <w:iCs/>
        </w:rPr>
        <w:t>courant le dossier.</w:t>
      </w:r>
    </w:p>
    <w:p w14:paraId="4EBCB8E3" w14:textId="77777777" w:rsidR="00905145" w:rsidRPr="00AF0A23" w:rsidRDefault="00905145" w:rsidP="00905145">
      <w:r w:rsidRPr="00AF0A23">
        <w:t>Oui, oui, oui… je vois… Bon, bon… parfait. S’il les propose c’est très bien. S’il les i</w:t>
      </w:r>
      <w:r w:rsidRPr="00AF0A23">
        <w:t>m</w:t>
      </w:r>
      <w:r w:rsidRPr="00AF0A23">
        <w:t>pose, je refuse. Nous en discuterons les termes tous les deux.</w:t>
      </w:r>
    </w:p>
    <w:p w14:paraId="390DC451" w14:textId="77777777" w:rsidR="00905145" w:rsidRPr="00AF0A23" w:rsidRDefault="00905145" w:rsidP="00905145">
      <w:pPr>
        <w:ind w:firstLine="0"/>
        <w:jc w:val="center"/>
      </w:pPr>
      <w:r w:rsidRPr="00AF0A23">
        <w:t>LE COMTE D’ARTOIS</w:t>
      </w:r>
    </w:p>
    <w:p w14:paraId="603127D2" w14:textId="77777777" w:rsidR="00905145" w:rsidRPr="00AF0A23" w:rsidRDefault="00905145" w:rsidP="00905145">
      <w:r w:rsidRPr="00AF0A23">
        <w:t>Peut-être pou</w:t>
      </w:r>
      <w:r w:rsidRPr="00AF0A23">
        <w:t>r</w:t>
      </w:r>
      <w:r w:rsidRPr="00AF0A23">
        <w:t>rions-nous…</w:t>
      </w:r>
    </w:p>
    <w:p w14:paraId="58D19FAB" w14:textId="77777777" w:rsidR="00905145" w:rsidRPr="00AF0A23" w:rsidRDefault="00905145" w:rsidP="00905145">
      <w:pPr>
        <w:ind w:firstLine="0"/>
        <w:jc w:val="center"/>
      </w:pPr>
      <w:r w:rsidRPr="00AF0A23">
        <w:t>LOUIS XVIII</w:t>
      </w:r>
    </w:p>
    <w:p w14:paraId="7CE7510A" w14:textId="77777777" w:rsidR="00905145" w:rsidRPr="00AF0A23" w:rsidRDefault="00905145" w:rsidP="00905145">
      <w:r w:rsidRPr="00AF0A23">
        <w:lastRenderedPageBreak/>
        <w:t>C’est au prince de Talleyrand que je m’adresse.</w:t>
      </w:r>
    </w:p>
    <w:p w14:paraId="511CD861" w14:textId="77777777" w:rsidR="00905145" w:rsidRPr="00AF0A23" w:rsidRDefault="00905145" w:rsidP="00905145">
      <w:pPr>
        <w:ind w:firstLine="0"/>
        <w:jc w:val="center"/>
      </w:pPr>
      <w:r w:rsidRPr="00AF0A23">
        <w:t>TALLEYRAND</w:t>
      </w:r>
    </w:p>
    <w:p w14:paraId="5AA5E2DE" w14:textId="77777777" w:rsidR="00905145" w:rsidRPr="00AF0A23" w:rsidRDefault="00905145" w:rsidP="00905145">
      <w:r w:rsidRPr="00AF0A23">
        <w:t>Le frère du Roi a peut-être une idée.</w:t>
      </w:r>
    </w:p>
    <w:p w14:paraId="28FD527D" w14:textId="77777777" w:rsidR="00905145" w:rsidRPr="00AF0A23" w:rsidRDefault="00905145" w:rsidP="00905145">
      <w:pPr>
        <w:ind w:firstLine="0"/>
        <w:jc w:val="center"/>
      </w:pPr>
      <w:r w:rsidRPr="00AF0A23">
        <w:t>LOUIS XVIII</w:t>
      </w:r>
    </w:p>
    <w:p w14:paraId="19525835" w14:textId="77777777" w:rsidR="00905145" w:rsidRPr="00AF0A23" w:rsidRDefault="00905145" w:rsidP="00905145">
      <w:r w:rsidRPr="00AF0A23">
        <w:t>Le frère du Roi n’a pas à se mêler de nos a</w:t>
      </w:r>
      <w:r w:rsidRPr="00AF0A23">
        <w:t>f</w:t>
      </w:r>
      <w:r w:rsidRPr="00AF0A23">
        <w:t>faires.</w:t>
      </w:r>
    </w:p>
    <w:p w14:paraId="070EB815" w14:textId="77777777" w:rsidR="00905145" w:rsidRPr="00AF0A23" w:rsidRDefault="00905145" w:rsidP="00905145">
      <w:pPr>
        <w:ind w:firstLine="0"/>
        <w:jc w:val="center"/>
      </w:pPr>
      <w:r w:rsidRPr="00AF0A23">
        <w:t>LE COMTE D’ARTOIS</w:t>
      </w:r>
    </w:p>
    <w:p w14:paraId="5AB8B466" w14:textId="77777777" w:rsidR="00905145" w:rsidRPr="00AF0A23" w:rsidRDefault="00905145" w:rsidP="00905145">
      <w:r w:rsidRPr="00AF0A23">
        <w:t>Je vous sens fat</w:t>
      </w:r>
      <w:r w:rsidRPr="00AF0A23">
        <w:t>i</w:t>
      </w:r>
      <w:r w:rsidRPr="00AF0A23">
        <w:t>gué, mal portant…</w:t>
      </w:r>
    </w:p>
    <w:p w14:paraId="7AEDA4C9" w14:textId="77777777" w:rsidR="00905145" w:rsidRPr="00AF0A23" w:rsidRDefault="00905145" w:rsidP="00905145">
      <w:pPr>
        <w:ind w:firstLine="0"/>
        <w:jc w:val="center"/>
      </w:pPr>
      <w:r w:rsidRPr="00AF0A23">
        <w:t>LOUIS XVIII</w:t>
      </w:r>
    </w:p>
    <w:p w14:paraId="09D7BD44" w14:textId="77777777" w:rsidR="00905145" w:rsidRPr="00AF0A23" w:rsidRDefault="00905145" w:rsidP="00905145">
      <w:r w:rsidRPr="00AF0A23">
        <w:t>Je ne suis pas du tout fatigué.</w:t>
      </w:r>
    </w:p>
    <w:p w14:paraId="34849220" w14:textId="77777777" w:rsidR="00905145" w:rsidRPr="00AF0A23" w:rsidRDefault="00905145" w:rsidP="00905145">
      <w:pPr>
        <w:ind w:firstLine="0"/>
        <w:jc w:val="center"/>
      </w:pPr>
      <w:r w:rsidRPr="00AF0A23">
        <w:t>LE COMTE D’ARTOIS</w:t>
      </w:r>
    </w:p>
    <w:p w14:paraId="5CE6A6D9" w14:textId="77777777" w:rsidR="00905145" w:rsidRPr="00AF0A23" w:rsidRDefault="00905145" w:rsidP="00905145">
      <w:r w:rsidRPr="00AF0A23">
        <w:t>Ce matin, vous alliez très mal dans la vo</w:t>
      </w:r>
      <w:r w:rsidRPr="00AF0A23">
        <w:t>i</w:t>
      </w:r>
      <w:r w:rsidRPr="00AF0A23">
        <w:t>ture.</w:t>
      </w:r>
    </w:p>
    <w:p w14:paraId="179BA8C7" w14:textId="77777777" w:rsidR="00905145" w:rsidRPr="00AF0A23" w:rsidRDefault="00905145" w:rsidP="00905145">
      <w:pPr>
        <w:ind w:firstLine="0"/>
        <w:jc w:val="center"/>
      </w:pPr>
      <w:r w:rsidRPr="00AF0A23">
        <w:t>LOUIS XVIII</w:t>
      </w:r>
    </w:p>
    <w:p w14:paraId="49A69AE2" w14:textId="77777777" w:rsidR="00905145" w:rsidRPr="00AF0A23" w:rsidRDefault="00905145" w:rsidP="00905145">
      <w:r w:rsidRPr="00AF0A23">
        <w:t>Je vais très bien ce soir, calmez vos inqui</w:t>
      </w:r>
      <w:r w:rsidRPr="00AF0A23">
        <w:t>é</w:t>
      </w:r>
      <w:r w:rsidRPr="00AF0A23">
        <w:t>tudes.</w:t>
      </w:r>
    </w:p>
    <w:p w14:paraId="1790999C" w14:textId="77777777" w:rsidR="00905145" w:rsidRPr="00D602EA" w:rsidRDefault="00905145" w:rsidP="00905145">
      <w:pPr>
        <w:pStyle w:val="NormalRetraitGauche4XIndent0"/>
        <w:rPr>
          <w:i/>
          <w:iCs/>
        </w:rPr>
      </w:pPr>
      <w:r w:rsidRPr="00D602EA">
        <w:rPr>
          <w:i/>
          <w:iCs/>
        </w:rPr>
        <w:t>À Talleyrand.</w:t>
      </w:r>
    </w:p>
    <w:p w14:paraId="2161B06B" w14:textId="77777777" w:rsidR="00905145" w:rsidRPr="00AF0A23" w:rsidRDefault="00905145" w:rsidP="00905145">
      <w:r w:rsidRPr="00AF0A23">
        <w:t>Oui, je veux bien rester, mais à la condition qu’on ne m’impose rien. Tout je l’accorderai, c’est e</w:t>
      </w:r>
      <w:r w:rsidRPr="00AF0A23">
        <w:t>n</w:t>
      </w:r>
      <w:r w:rsidRPr="00AF0A23">
        <w:t>tendu. Je prendrai le pays tel qu’il est… Mais…</w:t>
      </w:r>
    </w:p>
    <w:p w14:paraId="3BB9BBEF" w14:textId="77777777" w:rsidR="00905145" w:rsidRPr="00D602EA" w:rsidRDefault="00905145" w:rsidP="00905145">
      <w:pPr>
        <w:pStyle w:val="NormalRetraitGauche4XIndent0"/>
        <w:rPr>
          <w:i/>
          <w:iCs/>
        </w:rPr>
      </w:pPr>
      <w:r w:rsidRPr="00D602EA">
        <w:rPr>
          <w:i/>
          <w:iCs/>
        </w:rPr>
        <w:t>Montrant le do</w:t>
      </w:r>
      <w:r w:rsidRPr="00D602EA">
        <w:rPr>
          <w:i/>
          <w:iCs/>
        </w:rPr>
        <w:t>s</w:t>
      </w:r>
      <w:r w:rsidRPr="00D602EA">
        <w:rPr>
          <w:i/>
          <w:iCs/>
        </w:rPr>
        <w:t>sier.</w:t>
      </w:r>
    </w:p>
    <w:p w14:paraId="5F6B891A" w14:textId="77777777" w:rsidR="00905145" w:rsidRPr="00AF0A23" w:rsidRDefault="00905145" w:rsidP="00905145">
      <w:r w:rsidRPr="00AF0A23">
        <w:t>Je vois là des mots qui vraiment pour un roi ne sont pas admissibles. Quant à la loi d’amnistie, je veux bien la signer, mais vous allez me trouver intransigeant à l’égard de certains hommes que je considère comme des régicides. Ainsi David, le peintre David, je veux qu’il soit exilé dès d</w:t>
      </w:r>
      <w:r w:rsidRPr="00AF0A23">
        <w:t>e</w:t>
      </w:r>
      <w:r w:rsidRPr="00AF0A23">
        <w:t>main.</w:t>
      </w:r>
    </w:p>
    <w:p w14:paraId="3B779D03" w14:textId="77777777" w:rsidR="00905145" w:rsidRPr="00AF0A23" w:rsidRDefault="00905145" w:rsidP="00905145">
      <w:pPr>
        <w:ind w:firstLine="0"/>
        <w:jc w:val="center"/>
      </w:pPr>
      <w:r w:rsidRPr="00AF0A23">
        <w:lastRenderedPageBreak/>
        <w:t>LE COMTE D’ARTOIS</w:t>
      </w:r>
    </w:p>
    <w:p w14:paraId="76CF4B83" w14:textId="77777777" w:rsidR="00905145" w:rsidRPr="00AF0A23" w:rsidRDefault="00905145" w:rsidP="00905145">
      <w:r w:rsidRPr="00AF0A23">
        <w:t>C’est un très grand artiste.</w:t>
      </w:r>
    </w:p>
    <w:p w14:paraId="0990CF1D" w14:textId="77777777" w:rsidR="00905145" w:rsidRPr="00AF0A23" w:rsidRDefault="00905145" w:rsidP="00905145">
      <w:pPr>
        <w:ind w:firstLine="0"/>
        <w:jc w:val="center"/>
      </w:pPr>
      <w:r w:rsidRPr="00AF0A23">
        <w:t>LOUIS XVIII</w:t>
      </w:r>
    </w:p>
    <w:p w14:paraId="13663C04" w14:textId="77777777" w:rsidR="00905145" w:rsidRPr="00AF0A23" w:rsidRDefault="00905145" w:rsidP="00905145">
      <w:r w:rsidRPr="00AF0A23">
        <w:t>Il n’en est que plus coupable. Il a voté la mort du Roi notre frère. Il partira demain.</w:t>
      </w:r>
    </w:p>
    <w:p w14:paraId="54192CEF" w14:textId="77777777" w:rsidR="00905145" w:rsidRPr="00AF0A23" w:rsidRDefault="00905145" w:rsidP="00905145">
      <w:pPr>
        <w:ind w:firstLine="0"/>
        <w:jc w:val="center"/>
      </w:pPr>
      <w:r w:rsidRPr="00AF0A23">
        <w:t>TALLEYRAND</w:t>
      </w:r>
    </w:p>
    <w:p w14:paraId="64DDB19A" w14:textId="77777777" w:rsidR="00905145" w:rsidRPr="00AF0A23" w:rsidRDefault="00905145" w:rsidP="00905145">
      <w:r w:rsidRPr="00AF0A23">
        <w:t>Un rapport de police qui m’a été remis ce soir nous a</w:t>
      </w:r>
      <w:r w:rsidRPr="00AF0A23">
        <w:t>p</w:t>
      </w:r>
      <w:r w:rsidRPr="00AF0A23">
        <w:t>prend que David est parti pour Bruxelles, ce matin.</w:t>
      </w:r>
    </w:p>
    <w:p w14:paraId="27F3468D" w14:textId="77777777" w:rsidR="00905145" w:rsidRPr="00AF0A23" w:rsidRDefault="00905145" w:rsidP="00905145">
      <w:pPr>
        <w:ind w:firstLine="0"/>
        <w:jc w:val="center"/>
      </w:pPr>
      <w:r w:rsidRPr="00AF0A23">
        <w:t>LOUIS XVIII</w:t>
      </w:r>
    </w:p>
    <w:p w14:paraId="3AE64E63" w14:textId="77777777" w:rsidR="00905145" w:rsidRPr="00AF0A23" w:rsidRDefault="00905145" w:rsidP="00905145">
      <w:r w:rsidRPr="00AF0A23">
        <w:t>De lui-même ?</w:t>
      </w:r>
    </w:p>
    <w:p w14:paraId="305A0A87" w14:textId="77777777" w:rsidR="00905145" w:rsidRPr="00AF0A23" w:rsidRDefault="00905145" w:rsidP="00905145">
      <w:pPr>
        <w:ind w:firstLine="0"/>
        <w:jc w:val="center"/>
      </w:pPr>
      <w:r w:rsidRPr="00AF0A23">
        <w:t>TALLEYRAND</w:t>
      </w:r>
    </w:p>
    <w:p w14:paraId="0952995D" w14:textId="77777777" w:rsidR="00905145" w:rsidRPr="00AF0A23" w:rsidRDefault="00905145" w:rsidP="00905145">
      <w:r w:rsidRPr="00AF0A23">
        <w:t>De lui-même.</w:t>
      </w:r>
    </w:p>
    <w:p w14:paraId="40D240BA" w14:textId="77777777" w:rsidR="00905145" w:rsidRPr="00AF0A23" w:rsidRDefault="00905145" w:rsidP="00905145">
      <w:pPr>
        <w:ind w:firstLine="0"/>
        <w:jc w:val="center"/>
      </w:pPr>
      <w:r w:rsidRPr="00AF0A23">
        <w:t>LOUIS XVIII</w:t>
      </w:r>
    </w:p>
    <w:p w14:paraId="5D0A0565" w14:textId="77777777" w:rsidR="00905145" w:rsidRPr="00AF0A23" w:rsidRDefault="00905145" w:rsidP="00905145">
      <w:r w:rsidRPr="00AF0A23">
        <w:t>Il ne nous croit donc pas capable de clémence ?</w:t>
      </w:r>
    </w:p>
    <w:p w14:paraId="647DEE1F" w14:textId="77777777" w:rsidR="00905145" w:rsidRPr="00AF0A23" w:rsidRDefault="00905145" w:rsidP="00905145">
      <w:pPr>
        <w:ind w:firstLine="0"/>
        <w:jc w:val="center"/>
      </w:pPr>
      <w:r w:rsidRPr="00AF0A23">
        <w:t>TALLEYRAND</w:t>
      </w:r>
    </w:p>
    <w:p w14:paraId="4E2513D2" w14:textId="77777777" w:rsidR="00905145" w:rsidRPr="00AF0A23" w:rsidRDefault="00905145" w:rsidP="00905145">
      <w:r w:rsidRPr="00AF0A23">
        <w:t>Il a peut-être eu peur.</w:t>
      </w:r>
    </w:p>
    <w:p w14:paraId="7F764317" w14:textId="77777777" w:rsidR="00905145" w:rsidRPr="00AF0A23" w:rsidRDefault="00905145" w:rsidP="00905145">
      <w:pPr>
        <w:ind w:firstLine="0"/>
        <w:jc w:val="center"/>
      </w:pPr>
      <w:r w:rsidRPr="00AF0A23">
        <w:t>LOUIS XVIII</w:t>
      </w:r>
    </w:p>
    <w:p w14:paraId="76F8C775" w14:textId="77777777" w:rsidR="00905145" w:rsidRPr="00AF0A23" w:rsidRDefault="00905145" w:rsidP="00905145">
      <w:r w:rsidRPr="00AF0A23">
        <w:t>C’est dommage. Que M. le duc Decazes lui fasse dire ind</w:t>
      </w:r>
      <w:r w:rsidRPr="00AF0A23">
        <w:t>i</w:t>
      </w:r>
      <w:r w:rsidRPr="00AF0A23">
        <w:t>rectement que nous saurions fermer les yeux s’il r</w:t>
      </w:r>
      <w:r w:rsidRPr="00AF0A23">
        <w:t>e</w:t>
      </w:r>
      <w:r w:rsidRPr="00AF0A23">
        <w:t>venait.</w:t>
      </w:r>
    </w:p>
    <w:p w14:paraId="4108C851" w14:textId="77777777" w:rsidR="00905145" w:rsidRPr="00D602EA" w:rsidRDefault="00905145" w:rsidP="00905145">
      <w:pPr>
        <w:pStyle w:val="NormalRetraitGauche4XIndent0"/>
        <w:rPr>
          <w:i/>
          <w:iCs/>
        </w:rPr>
      </w:pPr>
      <w:r w:rsidRPr="00D602EA">
        <w:rPr>
          <w:i/>
          <w:iCs/>
        </w:rPr>
        <w:t>Se retournant vers le comte d’Artois.</w:t>
      </w:r>
    </w:p>
    <w:p w14:paraId="08F9AC29" w14:textId="77777777" w:rsidR="00905145" w:rsidRPr="00AF0A23" w:rsidRDefault="00905145" w:rsidP="00905145">
      <w:r w:rsidRPr="00AF0A23">
        <w:t>Mais ne restez donc pas tout le temps sur mon dos, mo</w:t>
      </w:r>
      <w:r w:rsidRPr="00AF0A23">
        <w:t>n</w:t>
      </w:r>
      <w:r w:rsidRPr="00AF0A23">
        <w:t>sieur mon frère.</w:t>
      </w:r>
    </w:p>
    <w:p w14:paraId="6D4E6779" w14:textId="77777777" w:rsidR="00905145" w:rsidRPr="00D602EA" w:rsidRDefault="00905145" w:rsidP="00905145">
      <w:pPr>
        <w:pStyle w:val="NormalRetraitGauche4XIndent0"/>
        <w:rPr>
          <w:i/>
          <w:iCs/>
        </w:rPr>
      </w:pPr>
      <w:r w:rsidRPr="00D602EA">
        <w:rPr>
          <w:i/>
          <w:iCs/>
        </w:rPr>
        <w:t>Le comte d’Artois s’éloigne.</w:t>
      </w:r>
    </w:p>
    <w:p w14:paraId="73E49134" w14:textId="77777777" w:rsidR="00905145" w:rsidRPr="00AF0A23" w:rsidRDefault="00905145" w:rsidP="00905145">
      <w:r w:rsidRPr="00AF0A23">
        <w:lastRenderedPageBreak/>
        <w:t>On dirait qu’il a</w:t>
      </w:r>
      <w:r w:rsidRPr="00AF0A23">
        <w:t>t</w:t>
      </w:r>
      <w:r w:rsidRPr="00AF0A23">
        <w:t>tend quelque chose.</w:t>
      </w:r>
    </w:p>
    <w:p w14:paraId="22A368A9" w14:textId="77777777" w:rsidR="00905145" w:rsidRPr="00AF0A23" w:rsidRDefault="00905145" w:rsidP="00905145">
      <w:pPr>
        <w:ind w:firstLine="0"/>
        <w:jc w:val="center"/>
      </w:pPr>
      <w:r w:rsidRPr="00AF0A23">
        <w:t>TALLEYRAND</w:t>
      </w:r>
    </w:p>
    <w:p w14:paraId="71F2DD1B" w14:textId="77777777" w:rsidR="00905145" w:rsidRPr="00AF0A23" w:rsidRDefault="00905145" w:rsidP="00905145">
      <w:r w:rsidRPr="00AF0A23">
        <w:t>Peut-être.</w:t>
      </w:r>
    </w:p>
    <w:p w14:paraId="0D193A1D" w14:textId="77777777" w:rsidR="00905145" w:rsidRPr="00D602EA" w:rsidRDefault="00905145" w:rsidP="00905145">
      <w:pPr>
        <w:pStyle w:val="NormalRetraitGauche4XIndent0"/>
        <w:rPr>
          <w:i/>
          <w:iCs/>
        </w:rPr>
      </w:pPr>
      <w:r w:rsidRPr="00D602EA">
        <w:rPr>
          <w:i/>
          <w:iCs/>
        </w:rPr>
        <w:t>Le rideau tombe mais il se relève auss</w:t>
      </w:r>
      <w:r w:rsidRPr="00D602EA">
        <w:rPr>
          <w:i/>
          <w:iCs/>
        </w:rPr>
        <w:t>i</w:t>
      </w:r>
      <w:r w:rsidRPr="00D602EA">
        <w:rPr>
          <w:i/>
          <w:iCs/>
        </w:rPr>
        <w:t>tôt.</w:t>
      </w:r>
    </w:p>
    <w:p w14:paraId="1BD73431" w14:textId="77777777" w:rsidR="00905145" w:rsidRPr="00D602EA" w:rsidRDefault="00905145" w:rsidP="00905145">
      <w:pPr>
        <w:pStyle w:val="NormalRetraitGauche4XIndent0"/>
        <w:rPr>
          <w:i/>
          <w:iCs/>
        </w:rPr>
      </w:pPr>
      <w:r w:rsidRPr="00D602EA">
        <w:rPr>
          <w:i/>
          <w:iCs/>
        </w:rPr>
        <w:t>Louis XVIII a disparu. Le comte d’Artois, Charles X à présent, est assis au bureau et Talleyrand, debout, lui parle.</w:t>
      </w:r>
    </w:p>
    <w:p w14:paraId="29FA047C" w14:textId="77777777" w:rsidR="00905145" w:rsidRPr="00AF0A23" w:rsidRDefault="00905145" w:rsidP="00905145">
      <w:pPr>
        <w:ind w:firstLine="0"/>
        <w:jc w:val="center"/>
      </w:pPr>
      <w:r w:rsidRPr="00AF0A23">
        <w:t>TALLEYRAND</w:t>
      </w:r>
    </w:p>
    <w:p w14:paraId="778AC3DD" w14:textId="77777777" w:rsidR="00905145" w:rsidRPr="00AF0A23" w:rsidRDefault="00905145" w:rsidP="00905145">
      <w:r w:rsidRPr="00AF0A23">
        <w:t>Sire, la conquête de l’Algérie met des lauriers au front de Votre Majesté. Mais ce serait une faute grave que de dormir sur ces lauriers. L’agitation intérieure du pays me donne de s</w:t>
      </w:r>
      <w:r w:rsidRPr="00AF0A23">
        <w:t>é</w:t>
      </w:r>
      <w:r w:rsidRPr="00AF0A23">
        <w:t>rieuses inquiétudes…</w:t>
      </w:r>
    </w:p>
    <w:p w14:paraId="2188E5AE" w14:textId="77777777" w:rsidR="00905145" w:rsidRPr="00AF0A23" w:rsidRDefault="00905145" w:rsidP="00905145">
      <w:pPr>
        <w:ind w:firstLine="0"/>
        <w:jc w:val="center"/>
      </w:pPr>
      <w:r w:rsidRPr="00AF0A23">
        <w:t>CHARLES X</w:t>
      </w:r>
    </w:p>
    <w:p w14:paraId="1BE0095F" w14:textId="77777777" w:rsidR="00905145" w:rsidRPr="00AF0A23" w:rsidRDefault="00905145" w:rsidP="00905145">
      <w:r w:rsidRPr="00AF0A23">
        <w:t>Vous vous exagérez le danger, Monseigneur.</w:t>
      </w:r>
    </w:p>
    <w:p w14:paraId="7CD44E16" w14:textId="77777777" w:rsidR="00905145" w:rsidRPr="00AF0A23" w:rsidRDefault="00905145" w:rsidP="00905145">
      <w:pPr>
        <w:ind w:firstLine="0"/>
        <w:jc w:val="center"/>
      </w:pPr>
      <w:r w:rsidRPr="00AF0A23">
        <w:t>TALLEYRAND</w:t>
      </w:r>
    </w:p>
    <w:p w14:paraId="77C49441" w14:textId="77777777" w:rsidR="00905145" w:rsidRPr="00AF0A23" w:rsidRDefault="00905145" w:rsidP="00905145">
      <w:r w:rsidRPr="00AF0A23">
        <w:t>Sire, je ne crois pas.</w:t>
      </w:r>
    </w:p>
    <w:p w14:paraId="4B7881F7" w14:textId="77777777" w:rsidR="00905145" w:rsidRPr="00AF0A23" w:rsidRDefault="00905145" w:rsidP="00905145">
      <w:pPr>
        <w:ind w:firstLine="0"/>
        <w:jc w:val="center"/>
      </w:pPr>
      <w:r w:rsidRPr="00AF0A23">
        <w:t>CHARLES X</w:t>
      </w:r>
    </w:p>
    <w:p w14:paraId="691EC069" w14:textId="77777777" w:rsidR="00905145" w:rsidRPr="00AF0A23" w:rsidRDefault="00905145" w:rsidP="00905145">
      <w:r w:rsidRPr="00AF0A23">
        <w:t>Le roi gouverne à sa façon. Je sais très bien ce que je fais. Et, quant au droit divin, monsieur, je le restaure.</w:t>
      </w:r>
    </w:p>
    <w:p w14:paraId="5BC87A9F" w14:textId="77777777" w:rsidR="00905145" w:rsidRPr="00AF0A23" w:rsidRDefault="00905145" w:rsidP="00905145">
      <w:pPr>
        <w:ind w:firstLine="0"/>
        <w:jc w:val="center"/>
        <w:rPr>
          <w:i/>
          <w:iCs/>
        </w:rPr>
      </w:pPr>
      <w:r w:rsidRPr="00AF0A23">
        <w:t xml:space="preserve">TALLEYRAND, à </w:t>
      </w:r>
      <w:r w:rsidRPr="00AF0A23">
        <w:rPr>
          <w:i/>
          <w:iCs/>
        </w:rPr>
        <w:t>part.</w:t>
      </w:r>
    </w:p>
    <w:p w14:paraId="351516FB" w14:textId="77777777" w:rsidR="00905145" w:rsidRPr="00AF0A23" w:rsidRDefault="00905145" w:rsidP="00905145">
      <w:r w:rsidRPr="00AF0A23">
        <w:t>Comme il a tort.</w:t>
      </w:r>
    </w:p>
    <w:p w14:paraId="051F6045" w14:textId="77777777" w:rsidR="00905145" w:rsidRPr="00D602EA" w:rsidRDefault="00905145" w:rsidP="00905145">
      <w:pPr>
        <w:pStyle w:val="NormalRetraitGauche4XIndent0"/>
        <w:rPr>
          <w:i/>
          <w:iCs/>
        </w:rPr>
      </w:pPr>
      <w:r w:rsidRPr="00D602EA">
        <w:rPr>
          <w:i/>
          <w:iCs/>
        </w:rPr>
        <w:t>La porte du fond s’ouvre à un seul battant et un chambe</w:t>
      </w:r>
      <w:r w:rsidRPr="00D602EA">
        <w:rPr>
          <w:i/>
          <w:iCs/>
        </w:rPr>
        <w:t>l</w:t>
      </w:r>
      <w:r w:rsidRPr="00D602EA">
        <w:rPr>
          <w:i/>
          <w:iCs/>
        </w:rPr>
        <w:t>lan annonce.</w:t>
      </w:r>
    </w:p>
    <w:p w14:paraId="1FBCFCAD" w14:textId="77777777" w:rsidR="00905145" w:rsidRPr="00AF0A23" w:rsidRDefault="00905145" w:rsidP="00905145">
      <w:pPr>
        <w:ind w:firstLine="0"/>
        <w:jc w:val="center"/>
      </w:pPr>
      <w:r w:rsidRPr="00AF0A23">
        <w:t>LE CHAMBELLAN</w:t>
      </w:r>
    </w:p>
    <w:p w14:paraId="303648DF" w14:textId="77777777" w:rsidR="00905145" w:rsidRPr="00AF0A23" w:rsidRDefault="00905145" w:rsidP="00905145">
      <w:r w:rsidRPr="00AF0A23">
        <w:lastRenderedPageBreak/>
        <w:t>Monseigneur le duc d’Orléans vient prendre des nouvelles de Sa Majesté.</w:t>
      </w:r>
    </w:p>
    <w:p w14:paraId="2D966C8D" w14:textId="77777777" w:rsidR="00905145" w:rsidRPr="00AF0A23" w:rsidRDefault="00905145" w:rsidP="00905145">
      <w:pPr>
        <w:ind w:firstLine="0"/>
        <w:jc w:val="center"/>
      </w:pPr>
      <w:r w:rsidRPr="00AF0A23">
        <w:t>CHARLES X</w:t>
      </w:r>
    </w:p>
    <w:p w14:paraId="7ECF3962" w14:textId="77777777" w:rsidR="00905145" w:rsidRPr="00AF0A23" w:rsidRDefault="00905145" w:rsidP="00905145">
      <w:r w:rsidRPr="00AF0A23">
        <w:t>C’est la troisième fois qu’il vient prendre de mes nouvelles a</w:t>
      </w:r>
      <w:r w:rsidRPr="00AF0A23">
        <w:t>u</w:t>
      </w:r>
      <w:r w:rsidRPr="00AF0A23">
        <w:t>jourd’hui.</w:t>
      </w:r>
    </w:p>
    <w:p w14:paraId="6ED94E79" w14:textId="77777777" w:rsidR="00905145" w:rsidRPr="00AF0A23" w:rsidRDefault="00905145" w:rsidP="00905145">
      <w:r w:rsidRPr="00AF0A23">
        <w:t>C’est insupport</w:t>
      </w:r>
      <w:r w:rsidRPr="00AF0A23">
        <w:t>a</w:t>
      </w:r>
      <w:r w:rsidRPr="00AF0A23">
        <w:t>ble.</w:t>
      </w:r>
    </w:p>
    <w:p w14:paraId="21A46B20" w14:textId="77777777" w:rsidR="00905145" w:rsidRPr="00AF0A23" w:rsidRDefault="00905145" w:rsidP="00905145">
      <w:pPr>
        <w:ind w:firstLine="0"/>
        <w:jc w:val="center"/>
        <w:rPr>
          <w:i/>
          <w:iCs/>
        </w:rPr>
      </w:pPr>
      <w:r w:rsidRPr="00AF0A23">
        <w:t>LE DUC D’ORLÉANS, e</w:t>
      </w:r>
      <w:r w:rsidRPr="00AF0A23">
        <w:rPr>
          <w:i/>
          <w:iCs/>
        </w:rPr>
        <w:t>ntrant.</w:t>
      </w:r>
    </w:p>
    <w:p w14:paraId="3BAE6525" w14:textId="77777777" w:rsidR="00905145" w:rsidRPr="00AF0A23" w:rsidRDefault="00905145" w:rsidP="00905145">
      <w:r w:rsidRPr="00AF0A23">
        <w:t>Comment se porte le Roi ?</w:t>
      </w:r>
    </w:p>
    <w:p w14:paraId="2C6B10F6" w14:textId="77777777" w:rsidR="00905145" w:rsidRPr="00AF0A23" w:rsidRDefault="00905145" w:rsidP="00905145">
      <w:pPr>
        <w:ind w:firstLine="0"/>
        <w:jc w:val="center"/>
      </w:pPr>
      <w:r w:rsidRPr="00AF0A23">
        <w:t>CHARLES X</w:t>
      </w:r>
    </w:p>
    <w:p w14:paraId="22768303" w14:textId="77777777" w:rsidR="00905145" w:rsidRPr="00AF0A23" w:rsidRDefault="00905145" w:rsidP="00905145">
      <w:r w:rsidRPr="00AF0A23">
        <w:t>Bien, mon ami, très bien.</w:t>
      </w:r>
    </w:p>
    <w:p w14:paraId="378CD52B" w14:textId="77777777" w:rsidR="00905145" w:rsidRPr="00AF0A23" w:rsidRDefault="00905145" w:rsidP="00905145">
      <w:pPr>
        <w:ind w:firstLine="0"/>
        <w:jc w:val="center"/>
      </w:pPr>
      <w:r w:rsidRPr="00AF0A23">
        <w:t>LE DUC D’ORLÉANS</w:t>
      </w:r>
    </w:p>
    <w:p w14:paraId="30DAAC9C" w14:textId="77777777" w:rsidR="00905145" w:rsidRPr="00AF0A23" w:rsidRDefault="00905145" w:rsidP="00905145">
      <w:r w:rsidRPr="00AF0A23">
        <w:t>Le peuple dans Paris me paraît agité, ne</w:t>
      </w:r>
      <w:r w:rsidRPr="00AF0A23">
        <w:t>r</w:t>
      </w:r>
      <w:r w:rsidRPr="00AF0A23">
        <w:t>veux. Je sais qu’on parle de barricades et j’ai cru même apercevoir un drapeau tr</w:t>
      </w:r>
      <w:r w:rsidRPr="00AF0A23">
        <w:t>i</w:t>
      </w:r>
      <w:r w:rsidRPr="00AF0A23">
        <w:t>colore que des gens promenaient en chantant.</w:t>
      </w:r>
    </w:p>
    <w:p w14:paraId="501CBC48" w14:textId="77777777" w:rsidR="00905145" w:rsidRPr="00AF0A23" w:rsidRDefault="00905145" w:rsidP="00905145">
      <w:pPr>
        <w:ind w:firstLine="0"/>
        <w:jc w:val="center"/>
      </w:pPr>
      <w:r w:rsidRPr="00AF0A23">
        <w:t>CHARLES X</w:t>
      </w:r>
    </w:p>
    <w:p w14:paraId="796FE74D" w14:textId="77777777" w:rsidR="00905145" w:rsidRPr="00AF0A23" w:rsidRDefault="00905145" w:rsidP="00905145">
      <w:r w:rsidRPr="00AF0A23">
        <w:t>Mais non, mais non, mais non.</w:t>
      </w:r>
    </w:p>
    <w:p w14:paraId="55096A4F" w14:textId="77777777" w:rsidR="00905145" w:rsidRPr="00D602EA" w:rsidRDefault="00905145" w:rsidP="00905145">
      <w:pPr>
        <w:pStyle w:val="NormalRetraitGauche4XIndent0"/>
        <w:rPr>
          <w:i/>
          <w:iCs/>
        </w:rPr>
      </w:pPr>
      <w:r w:rsidRPr="00D602EA">
        <w:rPr>
          <w:i/>
          <w:iCs/>
        </w:rPr>
        <w:t>Un temps.</w:t>
      </w:r>
    </w:p>
    <w:p w14:paraId="654043EB" w14:textId="77777777" w:rsidR="00905145" w:rsidRPr="00AF0A23" w:rsidRDefault="00905145" w:rsidP="00905145">
      <w:pPr>
        <w:ind w:firstLine="0"/>
        <w:jc w:val="center"/>
      </w:pPr>
      <w:r w:rsidRPr="00AF0A23">
        <w:t>LE DUC D’ORLÉANS</w:t>
      </w:r>
    </w:p>
    <w:p w14:paraId="6D7A8BCC" w14:textId="77777777" w:rsidR="00905145" w:rsidRPr="00AF0A23" w:rsidRDefault="00905145" w:rsidP="00905145">
      <w:r w:rsidRPr="00AF0A23">
        <w:t>Il n’y a rien que je puisse faire pour Votre Majesté ?</w:t>
      </w:r>
    </w:p>
    <w:p w14:paraId="115213DD" w14:textId="77777777" w:rsidR="00905145" w:rsidRPr="00AF0A23" w:rsidRDefault="00905145" w:rsidP="00905145">
      <w:pPr>
        <w:ind w:firstLine="0"/>
        <w:jc w:val="center"/>
      </w:pPr>
      <w:r w:rsidRPr="00AF0A23">
        <w:t>CHARLES X</w:t>
      </w:r>
    </w:p>
    <w:p w14:paraId="14D0B76A" w14:textId="77777777" w:rsidR="00905145" w:rsidRPr="00AF0A23" w:rsidRDefault="00905145" w:rsidP="00905145">
      <w:r w:rsidRPr="00AF0A23">
        <w:t>Rien du tout, mon ami.</w:t>
      </w:r>
    </w:p>
    <w:p w14:paraId="261924D7" w14:textId="77777777" w:rsidR="00905145" w:rsidRPr="00D602EA" w:rsidRDefault="00905145" w:rsidP="00905145">
      <w:pPr>
        <w:pStyle w:val="NormalRetraitGauche4XIndent0"/>
        <w:rPr>
          <w:i/>
          <w:iCs/>
        </w:rPr>
      </w:pPr>
      <w:r w:rsidRPr="00D602EA">
        <w:rPr>
          <w:i/>
          <w:iCs/>
        </w:rPr>
        <w:t>Un temps. Le duc d’Orléans regarde a</w:t>
      </w:r>
      <w:r w:rsidRPr="00D602EA">
        <w:rPr>
          <w:i/>
          <w:iCs/>
        </w:rPr>
        <w:t>u</w:t>
      </w:r>
      <w:r w:rsidRPr="00D602EA">
        <w:rPr>
          <w:i/>
          <w:iCs/>
        </w:rPr>
        <w:t>tour de lui.</w:t>
      </w:r>
    </w:p>
    <w:p w14:paraId="2DA722F3" w14:textId="77777777" w:rsidR="00905145" w:rsidRPr="00AF0A23" w:rsidRDefault="00905145" w:rsidP="00905145">
      <w:pPr>
        <w:ind w:firstLine="0"/>
        <w:jc w:val="center"/>
      </w:pPr>
      <w:r w:rsidRPr="00AF0A23">
        <w:lastRenderedPageBreak/>
        <w:t>LE DUC D’ORLÉANS</w:t>
      </w:r>
    </w:p>
    <w:p w14:paraId="7FF48BC1" w14:textId="77777777" w:rsidR="00905145" w:rsidRPr="00AF0A23" w:rsidRDefault="00905145" w:rsidP="00905145">
      <w:r w:rsidRPr="00AF0A23">
        <w:t>Il n’est pas laid, ce grand salon.</w:t>
      </w:r>
    </w:p>
    <w:p w14:paraId="63A27641" w14:textId="77777777" w:rsidR="00905145" w:rsidRPr="00D602EA" w:rsidRDefault="00905145" w:rsidP="00905145">
      <w:pPr>
        <w:pStyle w:val="NormalRetraitGauche4XIndent0"/>
        <w:rPr>
          <w:i/>
          <w:iCs/>
        </w:rPr>
      </w:pPr>
      <w:r w:rsidRPr="00D602EA">
        <w:rPr>
          <w:i/>
          <w:iCs/>
        </w:rPr>
        <w:t>Un temps.</w:t>
      </w:r>
    </w:p>
    <w:p w14:paraId="6A9F814A" w14:textId="77777777" w:rsidR="00905145" w:rsidRPr="00AF0A23" w:rsidRDefault="00905145" w:rsidP="00905145">
      <w:pPr>
        <w:ind w:firstLine="0"/>
        <w:jc w:val="center"/>
      </w:pPr>
      <w:r w:rsidRPr="00AF0A23">
        <w:t>CHARLES X</w:t>
      </w:r>
    </w:p>
    <w:p w14:paraId="042FE062" w14:textId="77777777" w:rsidR="00905145" w:rsidRPr="00AF0A23" w:rsidRDefault="00905145" w:rsidP="00905145">
      <w:r w:rsidRPr="00AF0A23">
        <w:t>On dirait qu’il a</w:t>
      </w:r>
      <w:r w:rsidRPr="00AF0A23">
        <w:t>t</w:t>
      </w:r>
      <w:r w:rsidRPr="00AF0A23">
        <w:t>tend quelque chose…</w:t>
      </w:r>
    </w:p>
    <w:p w14:paraId="3BBFC3AD" w14:textId="77777777" w:rsidR="00905145" w:rsidRPr="00AF0A23" w:rsidRDefault="00905145" w:rsidP="00905145">
      <w:pPr>
        <w:ind w:firstLine="0"/>
        <w:jc w:val="center"/>
      </w:pPr>
      <w:r w:rsidRPr="00AF0A23">
        <w:t>TALLEYRAND</w:t>
      </w:r>
    </w:p>
    <w:p w14:paraId="46C2A6E7" w14:textId="77777777" w:rsidR="00905145" w:rsidRPr="00AF0A23" w:rsidRDefault="00905145" w:rsidP="00905145">
      <w:r w:rsidRPr="00AF0A23">
        <w:t>Peut-être.</w:t>
      </w:r>
    </w:p>
    <w:p w14:paraId="3489CAB4" w14:textId="77777777" w:rsidR="00905145" w:rsidRPr="00D602EA" w:rsidRDefault="00905145" w:rsidP="00905145">
      <w:pPr>
        <w:pStyle w:val="NormalRetraitGauche4XIndent0"/>
        <w:rPr>
          <w:i/>
          <w:iCs/>
        </w:rPr>
      </w:pPr>
      <w:r w:rsidRPr="00D602EA">
        <w:rPr>
          <w:i/>
          <w:iCs/>
        </w:rPr>
        <w:t>Le rideau tombe mais il se relève auss</w:t>
      </w:r>
      <w:r w:rsidRPr="00D602EA">
        <w:rPr>
          <w:i/>
          <w:iCs/>
        </w:rPr>
        <w:t>i</w:t>
      </w:r>
      <w:r w:rsidRPr="00D602EA">
        <w:rPr>
          <w:i/>
          <w:iCs/>
        </w:rPr>
        <w:t>tôt.</w:t>
      </w:r>
    </w:p>
    <w:p w14:paraId="25322C9D" w14:textId="77777777" w:rsidR="00905145" w:rsidRPr="00D602EA" w:rsidRDefault="00905145" w:rsidP="00905145">
      <w:pPr>
        <w:pStyle w:val="NormalRetraitGauche4XIndent0"/>
        <w:rPr>
          <w:i/>
          <w:iCs/>
        </w:rPr>
      </w:pPr>
      <w:r w:rsidRPr="00D602EA">
        <w:rPr>
          <w:i/>
          <w:iCs/>
        </w:rPr>
        <w:t>Charles X se promène de long en large. Le Duc d’Orléans n’est plus en scène.</w:t>
      </w:r>
    </w:p>
    <w:p w14:paraId="10E658FB" w14:textId="77777777" w:rsidR="00905145" w:rsidRPr="00AF0A23" w:rsidRDefault="00905145" w:rsidP="00905145">
      <w:pPr>
        <w:ind w:firstLine="0"/>
        <w:jc w:val="center"/>
      </w:pPr>
      <w:r w:rsidRPr="00AF0A23">
        <w:t>TALLEYRAND</w:t>
      </w:r>
    </w:p>
    <w:p w14:paraId="6FF055C5" w14:textId="77777777" w:rsidR="00905145" w:rsidRPr="00AF0A23" w:rsidRDefault="00905145" w:rsidP="00905145">
      <w:r w:rsidRPr="00AF0A23">
        <w:t>Ne vous obstinez pas, vous avez tort.</w:t>
      </w:r>
    </w:p>
    <w:p w14:paraId="7217566E" w14:textId="77777777" w:rsidR="00905145" w:rsidRPr="00AF0A23" w:rsidRDefault="00905145" w:rsidP="00905145">
      <w:pPr>
        <w:ind w:firstLine="0"/>
        <w:jc w:val="center"/>
      </w:pPr>
      <w:r w:rsidRPr="00AF0A23">
        <w:t>CHARLES X</w:t>
      </w:r>
    </w:p>
    <w:p w14:paraId="045BC183" w14:textId="77777777" w:rsidR="00905145" w:rsidRPr="00AF0A23" w:rsidRDefault="00905145" w:rsidP="00905145">
      <w:r w:rsidRPr="00AF0A23">
        <w:t>Charbonnier est maître chez lui.</w:t>
      </w:r>
    </w:p>
    <w:p w14:paraId="4F1B6254" w14:textId="77777777" w:rsidR="00905145" w:rsidRPr="00D602EA" w:rsidRDefault="00905145" w:rsidP="00905145">
      <w:pPr>
        <w:pStyle w:val="NormalRetraitGauche4XIndent0"/>
        <w:rPr>
          <w:i/>
          <w:iCs/>
        </w:rPr>
      </w:pPr>
      <w:r w:rsidRPr="00D602EA">
        <w:rPr>
          <w:i/>
          <w:iCs/>
        </w:rPr>
        <w:t>On entend alors un coup de feu. Charles X s’arrête médusé et Ta</w:t>
      </w:r>
      <w:r w:rsidRPr="00D602EA">
        <w:rPr>
          <w:i/>
          <w:iCs/>
        </w:rPr>
        <w:t>l</w:t>
      </w:r>
      <w:r w:rsidRPr="00D602EA">
        <w:rPr>
          <w:i/>
          <w:iCs/>
        </w:rPr>
        <w:t>leyrand qui était assis se dresse. Un temps. On entend un second coup de feu.</w:t>
      </w:r>
    </w:p>
    <w:p w14:paraId="68982301" w14:textId="77777777" w:rsidR="00905145" w:rsidRPr="00AF0A23" w:rsidRDefault="00905145" w:rsidP="00905145">
      <w:pPr>
        <w:ind w:firstLine="0"/>
        <w:jc w:val="center"/>
      </w:pPr>
      <w:r w:rsidRPr="00AF0A23">
        <w:t>TALLEYRAND</w:t>
      </w:r>
    </w:p>
    <w:p w14:paraId="2F83CC2F" w14:textId="77777777" w:rsidR="00905145" w:rsidRPr="00AF0A23" w:rsidRDefault="00905145" w:rsidP="00905145">
      <w:r w:rsidRPr="00AF0A23">
        <w:t>Est-ce que Votre Majesté connaît l’Angleterre ?</w:t>
      </w:r>
    </w:p>
    <w:p w14:paraId="6E3CF359" w14:textId="77777777" w:rsidR="00905145" w:rsidRPr="00AF0A23" w:rsidRDefault="00905145" w:rsidP="00905145">
      <w:pPr>
        <w:ind w:firstLine="0"/>
        <w:jc w:val="center"/>
      </w:pPr>
      <w:r w:rsidRPr="00AF0A23">
        <w:t>CHARLES X</w:t>
      </w:r>
    </w:p>
    <w:p w14:paraId="33509A17" w14:textId="77777777" w:rsidR="00905145" w:rsidRPr="00AF0A23" w:rsidRDefault="00905145" w:rsidP="00905145">
      <w:r w:rsidRPr="00AF0A23">
        <w:t>Pas très bien.</w:t>
      </w:r>
    </w:p>
    <w:p w14:paraId="36342877" w14:textId="77777777" w:rsidR="00905145" w:rsidRPr="00D602EA" w:rsidRDefault="00905145" w:rsidP="00905145">
      <w:pPr>
        <w:pStyle w:val="NormalRetraitGauche4XIndent0"/>
        <w:rPr>
          <w:i/>
          <w:iCs/>
        </w:rPr>
      </w:pPr>
      <w:r w:rsidRPr="00D602EA">
        <w:rPr>
          <w:i/>
          <w:iCs/>
        </w:rPr>
        <w:lastRenderedPageBreak/>
        <w:t>Talleyrand lui fait comprendre que le m</w:t>
      </w:r>
      <w:r w:rsidRPr="00D602EA">
        <w:rPr>
          <w:i/>
          <w:iCs/>
        </w:rPr>
        <w:t>o</w:t>
      </w:r>
      <w:r w:rsidRPr="00D602EA">
        <w:rPr>
          <w:i/>
          <w:iCs/>
        </w:rPr>
        <w:t>ment est venu pour lui de la connaître mieux.</w:t>
      </w:r>
    </w:p>
    <w:p w14:paraId="0A013B58" w14:textId="77777777" w:rsidR="00905145" w:rsidRPr="00AF0A23" w:rsidRDefault="00905145" w:rsidP="00905145">
      <w:r w:rsidRPr="00AF0A23">
        <w:t>Vous croyez ?</w:t>
      </w:r>
    </w:p>
    <w:p w14:paraId="6C4E57D6" w14:textId="77777777" w:rsidR="00905145" w:rsidRPr="00D602EA" w:rsidRDefault="00905145" w:rsidP="00905145">
      <w:pPr>
        <w:pStyle w:val="NormalRetraitGauche4XIndent0"/>
        <w:rPr>
          <w:i/>
          <w:iCs/>
        </w:rPr>
      </w:pPr>
      <w:r w:rsidRPr="00D602EA">
        <w:rPr>
          <w:i/>
          <w:iCs/>
        </w:rPr>
        <w:t>Talleyrand lui fait signe que oui.</w:t>
      </w:r>
    </w:p>
    <w:p w14:paraId="148CA7C7" w14:textId="77777777" w:rsidR="00905145" w:rsidRPr="00AF0A23" w:rsidRDefault="00905145" w:rsidP="00905145">
      <w:pPr>
        <w:ind w:firstLine="0"/>
        <w:jc w:val="center"/>
      </w:pPr>
      <w:r w:rsidRPr="00AF0A23">
        <w:t>TALLEYRAND</w:t>
      </w:r>
    </w:p>
    <w:p w14:paraId="730D3AA8" w14:textId="77777777" w:rsidR="00905145" w:rsidRPr="00AF0A23" w:rsidRDefault="00905145" w:rsidP="00905145">
      <w:r w:rsidRPr="00AF0A23">
        <w:t>Je vais vous mo</w:t>
      </w:r>
      <w:r w:rsidRPr="00AF0A23">
        <w:t>n</w:t>
      </w:r>
      <w:r w:rsidRPr="00AF0A23">
        <w:t>trer le chemin.</w:t>
      </w:r>
    </w:p>
    <w:p w14:paraId="5D90362A" w14:textId="77777777" w:rsidR="00905145" w:rsidRPr="00D602EA" w:rsidRDefault="00905145" w:rsidP="00905145">
      <w:pPr>
        <w:pStyle w:val="NormalRetraitGauche4XIndent0"/>
        <w:rPr>
          <w:i/>
          <w:iCs/>
        </w:rPr>
      </w:pPr>
      <w:r w:rsidRPr="00D602EA">
        <w:rPr>
          <w:i/>
          <w:iCs/>
        </w:rPr>
        <w:t>Il accompagne le roi jusqu’à la porte de droite. Puis la porte de gauche s’ouvre à deux battants et le chambellan s’efface et s’incline devant le roi Louis-Philippe qui entre.</w:t>
      </w:r>
    </w:p>
    <w:p w14:paraId="007AE245" w14:textId="77777777" w:rsidR="00905145" w:rsidRPr="00AF0A23" w:rsidRDefault="00905145" w:rsidP="00905145">
      <w:r w:rsidRPr="00AF0A23">
        <w:t>L’avais-je prédit à Votre Majesté ?</w:t>
      </w:r>
    </w:p>
    <w:p w14:paraId="054731F5" w14:textId="77777777" w:rsidR="00905145" w:rsidRPr="00AF0A23" w:rsidRDefault="00905145" w:rsidP="00905145">
      <w:pPr>
        <w:ind w:firstLine="0"/>
        <w:jc w:val="center"/>
        <w:rPr>
          <w:i/>
          <w:iCs/>
        </w:rPr>
      </w:pPr>
      <w:r w:rsidRPr="00AF0A23">
        <w:t>LOUIS-PHILIPPE I</w:t>
      </w:r>
      <w:r w:rsidRPr="00AF0A23">
        <w:rPr>
          <w:vertAlign w:val="superscript"/>
        </w:rPr>
        <w:t>er</w:t>
      </w:r>
      <w:r w:rsidRPr="00AF0A23">
        <w:t>, s</w:t>
      </w:r>
      <w:r w:rsidRPr="00AF0A23">
        <w:rPr>
          <w:i/>
          <w:iCs/>
        </w:rPr>
        <w:t>’asseyant à son b</w:t>
      </w:r>
      <w:r w:rsidRPr="00AF0A23">
        <w:rPr>
          <w:i/>
          <w:iCs/>
        </w:rPr>
        <w:t>u</w:t>
      </w:r>
      <w:r w:rsidRPr="00AF0A23">
        <w:rPr>
          <w:i/>
          <w:iCs/>
        </w:rPr>
        <w:t>reau.</w:t>
      </w:r>
    </w:p>
    <w:p w14:paraId="17544306" w14:textId="77777777" w:rsidR="00905145" w:rsidRPr="00AF0A23" w:rsidRDefault="00905145" w:rsidP="00905145">
      <w:r w:rsidRPr="00AF0A23">
        <w:t>C’était fatal, assurément ! Le droit divin, les ordonnances, le drapeau blanc… c’en est f</w:t>
      </w:r>
      <w:r w:rsidRPr="00AF0A23">
        <w:t>i</w:t>
      </w:r>
      <w:r w:rsidRPr="00AF0A23">
        <w:t>ni de tout cela. C’en est même fini, je crois, du roi de France… Soyons donc le roi des Français.</w:t>
      </w:r>
    </w:p>
    <w:p w14:paraId="169BF2F0" w14:textId="77777777" w:rsidR="00905145" w:rsidRPr="00AF0A23" w:rsidRDefault="00905145" w:rsidP="00905145">
      <w:pPr>
        <w:ind w:firstLine="0"/>
        <w:jc w:val="center"/>
      </w:pPr>
      <w:r w:rsidRPr="00AF0A23">
        <w:t>TALLEYRAND</w:t>
      </w:r>
    </w:p>
    <w:p w14:paraId="77C3ACC5" w14:textId="77777777" w:rsidR="00905145" w:rsidRPr="00AF0A23" w:rsidRDefault="00905145" w:rsidP="00905145">
      <w:r w:rsidRPr="00AF0A23">
        <w:t>Hum ! Hum !… Eh bien, alors… dans ces conditions-là, si Votre Majesté veut bien me le permettre, je vais rentrer chez moi.</w:t>
      </w:r>
    </w:p>
    <w:p w14:paraId="28C7EDD2" w14:textId="77777777" w:rsidR="00905145" w:rsidRPr="00AF0A23" w:rsidRDefault="00905145" w:rsidP="00905145">
      <w:pPr>
        <w:ind w:firstLine="0"/>
        <w:jc w:val="center"/>
      </w:pPr>
      <w:r w:rsidRPr="00AF0A23">
        <w:t>LOUIS-PHILIPPE I</w:t>
      </w:r>
      <w:r w:rsidRPr="00AF0A23">
        <w:rPr>
          <w:vertAlign w:val="superscript"/>
        </w:rPr>
        <w:t>er</w:t>
      </w:r>
    </w:p>
    <w:p w14:paraId="18FB5EB1" w14:textId="77777777" w:rsidR="00905145" w:rsidRPr="00AF0A23" w:rsidRDefault="00905145" w:rsidP="00905145">
      <w:r w:rsidRPr="00AF0A23">
        <w:t>Vous vous sentez…</w:t>
      </w:r>
    </w:p>
    <w:p w14:paraId="7E6C7820" w14:textId="77777777" w:rsidR="00905145" w:rsidRPr="00AF0A23" w:rsidRDefault="00905145" w:rsidP="00905145">
      <w:pPr>
        <w:ind w:firstLine="0"/>
        <w:jc w:val="center"/>
      </w:pPr>
      <w:r w:rsidRPr="00AF0A23">
        <w:t>TALLEYRAND</w:t>
      </w:r>
    </w:p>
    <w:p w14:paraId="22495CF0" w14:textId="77777777" w:rsidR="00905145" w:rsidRPr="00AF0A23" w:rsidRDefault="00905145" w:rsidP="00905145">
      <w:r w:rsidRPr="00AF0A23">
        <w:t>Pas bien… et j’en fais une question de r</w:t>
      </w:r>
      <w:r w:rsidRPr="00AF0A23">
        <w:t>é</w:t>
      </w:r>
      <w:r w:rsidRPr="00AF0A23">
        <w:t>gime…</w:t>
      </w:r>
    </w:p>
    <w:p w14:paraId="737F19A8" w14:textId="77777777" w:rsidR="00905145" w:rsidRPr="00AF0A23" w:rsidRDefault="00905145" w:rsidP="00905145">
      <w:pPr>
        <w:ind w:firstLine="0"/>
        <w:jc w:val="center"/>
      </w:pPr>
      <w:r w:rsidRPr="00AF0A23">
        <w:t>LOUIS-PHILIPPE</w:t>
      </w:r>
    </w:p>
    <w:p w14:paraId="6E084441" w14:textId="77777777" w:rsidR="00905145" w:rsidRPr="00AF0A23" w:rsidRDefault="00905145" w:rsidP="00905145">
      <w:r w:rsidRPr="00AF0A23">
        <w:lastRenderedPageBreak/>
        <w:t>Vous souffrez ?</w:t>
      </w:r>
    </w:p>
    <w:p w14:paraId="4E2F6620" w14:textId="77777777" w:rsidR="00905145" w:rsidRPr="00AF0A23" w:rsidRDefault="00905145" w:rsidP="00905145">
      <w:pPr>
        <w:ind w:firstLine="0"/>
        <w:jc w:val="center"/>
      </w:pPr>
      <w:r w:rsidRPr="00AF0A23">
        <w:t>TALLEYRAND</w:t>
      </w:r>
    </w:p>
    <w:p w14:paraId="0B6DC4DA" w14:textId="77777777" w:rsidR="00905145" w:rsidRPr="00AF0A23" w:rsidRDefault="00905145" w:rsidP="00905145">
      <w:r w:rsidRPr="00AF0A23">
        <w:t>Oui. Comme un damné.</w:t>
      </w:r>
    </w:p>
    <w:p w14:paraId="0D258FE7" w14:textId="77777777" w:rsidR="00905145" w:rsidRPr="00D602EA" w:rsidRDefault="00905145" w:rsidP="00905145">
      <w:pPr>
        <w:pStyle w:val="NormalRetraitGauche4XIndent0"/>
        <w:rPr>
          <w:i/>
          <w:iCs/>
        </w:rPr>
      </w:pPr>
      <w:r w:rsidRPr="00D602EA">
        <w:rPr>
          <w:i/>
          <w:iCs/>
        </w:rPr>
        <w:t>Talleyrand sort par la porte de gauche que lui ouvre le cha</w:t>
      </w:r>
      <w:r w:rsidRPr="00D602EA">
        <w:rPr>
          <w:i/>
          <w:iCs/>
        </w:rPr>
        <w:t>m</w:t>
      </w:r>
      <w:r w:rsidRPr="00D602EA">
        <w:rPr>
          <w:i/>
          <w:iCs/>
        </w:rPr>
        <w:t>bellan.</w:t>
      </w:r>
    </w:p>
    <w:p w14:paraId="750E46F0" w14:textId="77777777" w:rsidR="00905145" w:rsidRPr="00AF0A23" w:rsidRDefault="00905145" w:rsidP="00905145">
      <w:pPr>
        <w:ind w:firstLine="0"/>
        <w:jc w:val="center"/>
      </w:pPr>
      <w:r w:rsidRPr="00AF0A23">
        <w:t>LOUIS-PHILIPPE</w:t>
      </w:r>
    </w:p>
    <w:p w14:paraId="3FC463F7" w14:textId="77777777" w:rsidR="00905145" w:rsidRPr="00AF0A23" w:rsidRDefault="00905145" w:rsidP="00905145">
      <w:r w:rsidRPr="00AF0A23">
        <w:t>Déjà !</w:t>
      </w:r>
    </w:p>
    <w:p w14:paraId="6C3BE174" w14:textId="77777777" w:rsidR="00905145" w:rsidRPr="00D602EA" w:rsidRDefault="00905145" w:rsidP="00905145">
      <w:pPr>
        <w:pStyle w:val="NormalRetraitGauche4XIndent0"/>
        <w:rPr>
          <w:i/>
          <w:iCs/>
        </w:rPr>
      </w:pPr>
      <w:r w:rsidRPr="00D602EA">
        <w:rPr>
          <w:i/>
          <w:iCs/>
        </w:rPr>
        <w:t>Louis-Philippe est seul en scène, il tr</w:t>
      </w:r>
      <w:r w:rsidRPr="00D602EA">
        <w:rPr>
          <w:i/>
          <w:iCs/>
        </w:rPr>
        <w:t>a</w:t>
      </w:r>
      <w:r w:rsidRPr="00D602EA">
        <w:rPr>
          <w:i/>
          <w:iCs/>
        </w:rPr>
        <w:t>vaille. Son visage est tourmenté. La porte du fond s’entrouvre et une sorte de carb</w:t>
      </w:r>
      <w:r w:rsidRPr="00D602EA">
        <w:rPr>
          <w:i/>
          <w:iCs/>
        </w:rPr>
        <w:t>o</w:t>
      </w:r>
      <w:r w:rsidRPr="00D602EA">
        <w:rPr>
          <w:i/>
          <w:iCs/>
        </w:rPr>
        <w:t>naro passe la tête. Le roi se retourne. L’homme disp</w:t>
      </w:r>
      <w:r w:rsidRPr="00D602EA">
        <w:rPr>
          <w:i/>
          <w:iCs/>
        </w:rPr>
        <w:t>a</w:t>
      </w:r>
      <w:r w:rsidRPr="00D602EA">
        <w:rPr>
          <w:i/>
          <w:iCs/>
        </w:rPr>
        <w:t>raît. Le même jeu de scène se reproduit à la porte de gauche. Un instant plus tard, on entend un coup de feu lointain, puis un autre, puis d’autres. Le roi se lève, prend son chapeau et son par</w:t>
      </w:r>
      <w:r w:rsidRPr="00D602EA">
        <w:rPr>
          <w:i/>
          <w:iCs/>
        </w:rPr>
        <w:t>a</w:t>
      </w:r>
      <w:r w:rsidRPr="00D602EA">
        <w:rPr>
          <w:i/>
          <w:iCs/>
        </w:rPr>
        <w:t>pluie et va regarder par la fenêtre.</w:t>
      </w:r>
    </w:p>
    <w:p w14:paraId="50452077" w14:textId="77777777" w:rsidR="00905145" w:rsidRPr="00AF0A23" w:rsidRDefault="00905145" w:rsidP="00905145">
      <w:pPr>
        <w:ind w:firstLine="0"/>
        <w:jc w:val="center"/>
      </w:pPr>
      <w:r w:rsidRPr="00AF0A23">
        <w:t>LOUIS-PHILIPPE</w:t>
      </w:r>
    </w:p>
    <w:p w14:paraId="06FB62DB" w14:textId="77777777" w:rsidR="00905145" w:rsidRPr="00AF0A23" w:rsidRDefault="00905145" w:rsidP="00905145">
      <w:r w:rsidRPr="00AF0A23">
        <w:t xml:space="preserve">Oui, je crois qu’il vaut mieux que je m’en aille. Tout cela, c’est un peu </w:t>
      </w:r>
      <w:proofErr w:type="gramStart"/>
      <w:r w:rsidRPr="00AF0A23">
        <w:t>de ma</w:t>
      </w:r>
      <w:proofErr w:type="gramEnd"/>
      <w:r w:rsidRPr="00AF0A23">
        <w:t xml:space="preserve"> faute, sans doute. Oh ! Et puis je n’aurais pas dû faire revenir les cendres de l’Empereur. C’était certes un beau geste, mais c’était dangereux. D’ailleurs, il arrive un m</w:t>
      </w:r>
      <w:r w:rsidRPr="00AF0A23">
        <w:t>o</w:t>
      </w:r>
      <w:r w:rsidRPr="00AF0A23">
        <w:t>ment où tout ce que l’on fait se tourne contre vous. Allons. Je connais mal l’Angleterre…</w:t>
      </w:r>
    </w:p>
    <w:p w14:paraId="750C1511" w14:textId="77777777" w:rsidR="00905145" w:rsidRPr="00D602EA" w:rsidRDefault="00905145" w:rsidP="00905145">
      <w:pPr>
        <w:pStyle w:val="NormalRetraitGauche4XIndent0"/>
        <w:rPr>
          <w:i/>
          <w:iCs/>
        </w:rPr>
      </w:pPr>
      <w:r w:rsidRPr="00D602EA">
        <w:rPr>
          <w:i/>
          <w:iCs/>
        </w:rPr>
        <w:t>Il met son chapeau sur sa tête et, lentement, s’en va. Les coups de feu deviennent plus rares, puis on entend un chant joyeux et, lorsque la porte du fond s’ouvre à deux ba</w:t>
      </w:r>
      <w:r w:rsidRPr="00D602EA">
        <w:rPr>
          <w:i/>
          <w:iCs/>
        </w:rPr>
        <w:t>t</w:t>
      </w:r>
      <w:r w:rsidRPr="00D602EA">
        <w:rPr>
          <w:i/>
          <w:iCs/>
        </w:rPr>
        <w:t xml:space="preserve">tants des chambellans et des soldats font la haie devant </w:t>
      </w:r>
      <w:r w:rsidRPr="00D602EA">
        <w:rPr>
          <w:i/>
          <w:iCs/>
        </w:rPr>
        <w:lastRenderedPageBreak/>
        <w:t>Napoléon III qui fait son entrée tandis que l’orchestre attaque : Partant pour la Syrie. Resté seul, l’Empereur s’assied, met dans un tiroir les papiers d’État qui sont restés sur le bureau et, un instant plus tard, il sonne. Un chambellan paraît.</w:t>
      </w:r>
    </w:p>
    <w:p w14:paraId="6B911F24" w14:textId="77777777" w:rsidR="00905145" w:rsidRPr="00AF0A23" w:rsidRDefault="00905145" w:rsidP="00905145">
      <w:pPr>
        <w:ind w:firstLine="0"/>
        <w:jc w:val="center"/>
      </w:pPr>
      <w:r w:rsidRPr="00AF0A23">
        <w:t>NAPOLÉON III</w:t>
      </w:r>
    </w:p>
    <w:p w14:paraId="39648C8F" w14:textId="77777777" w:rsidR="00905145" w:rsidRPr="00AF0A23" w:rsidRDefault="00905145" w:rsidP="00905145">
      <w:r w:rsidRPr="00AF0A23">
        <w:t>Que la fête co</w:t>
      </w:r>
      <w:r w:rsidRPr="00AF0A23">
        <w:t>m</w:t>
      </w:r>
      <w:r w:rsidRPr="00AF0A23">
        <w:t>mence !</w:t>
      </w:r>
    </w:p>
    <w:p w14:paraId="617113C0" w14:textId="77777777" w:rsidR="00905145" w:rsidRPr="00AF0A23" w:rsidRDefault="00905145" w:rsidP="00905145"/>
    <w:p w14:paraId="4A0FA9BB" w14:textId="77777777" w:rsidR="00905145" w:rsidRPr="00AF0A23" w:rsidRDefault="00905145" w:rsidP="00905145">
      <w:pPr>
        <w:pStyle w:val="Titre1"/>
      </w:pPr>
      <w:bookmarkStart w:id="19" w:name="_Toc195622105"/>
      <w:r w:rsidRPr="00AF0A23">
        <w:lastRenderedPageBreak/>
        <w:t>LE SECOND EMPIRE</w:t>
      </w:r>
      <w:bookmarkEnd w:id="19"/>
    </w:p>
    <w:p w14:paraId="55EF43DF" w14:textId="77777777" w:rsidR="00905145" w:rsidRPr="00AF0A23" w:rsidRDefault="00905145" w:rsidP="00905145">
      <w:pPr>
        <w:rPr>
          <w:i/>
          <w:iCs/>
        </w:rPr>
      </w:pPr>
      <w:r w:rsidRPr="00AF0A23">
        <w:rPr>
          <w:i/>
          <w:iCs/>
        </w:rPr>
        <w:t xml:space="preserve">Ce tableau se passe de </w:t>
      </w:r>
      <w:r w:rsidRPr="00AF0A23">
        <w:t xml:space="preserve">1860 </w:t>
      </w:r>
      <w:r w:rsidRPr="00AF0A23">
        <w:rPr>
          <w:i/>
          <w:iCs/>
        </w:rPr>
        <w:t xml:space="preserve">à </w:t>
      </w:r>
      <w:r w:rsidRPr="00AF0A23">
        <w:t xml:space="preserve">1867, </w:t>
      </w:r>
      <w:r w:rsidRPr="00AF0A23">
        <w:rPr>
          <w:i/>
          <w:iCs/>
        </w:rPr>
        <w:t>c’est-à-dire pendant les plus belles années du Second Empire.</w:t>
      </w:r>
    </w:p>
    <w:p w14:paraId="570BB327" w14:textId="77777777" w:rsidR="00905145" w:rsidRPr="00AF0A23" w:rsidRDefault="00905145" w:rsidP="00905145">
      <w:pPr>
        <w:rPr>
          <w:i/>
          <w:iCs/>
        </w:rPr>
      </w:pPr>
      <w:r w:rsidRPr="00AF0A23">
        <w:rPr>
          <w:i/>
          <w:iCs/>
        </w:rPr>
        <w:t>Le décor repr</w:t>
      </w:r>
      <w:r w:rsidRPr="00AF0A23">
        <w:rPr>
          <w:i/>
          <w:iCs/>
        </w:rPr>
        <w:t>é</w:t>
      </w:r>
      <w:r w:rsidRPr="00AF0A23">
        <w:rPr>
          <w:i/>
          <w:iCs/>
        </w:rPr>
        <w:t>sente un coin du parc de Fontainebleau, à la belle saison. De grands arbres, de l’ombre et du soleil aussi.</w:t>
      </w:r>
    </w:p>
    <w:p w14:paraId="76E4C3A5" w14:textId="77777777" w:rsidR="00905145" w:rsidRPr="00AF0A23" w:rsidRDefault="00905145" w:rsidP="00905145">
      <w:pPr>
        <w:rPr>
          <w:i/>
          <w:iCs/>
        </w:rPr>
      </w:pPr>
      <w:r w:rsidRPr="00AF0A23">
        <w:rPr>
          <w:i/>
          <w:iCs/>
        </w:rPr>
        <w:t>Un orchestre, au loin, pendant tout ce t</w:t>
      </w:r>
      <w:r w:rsidRPr="00AF0A23">
        <w:rPr>
          <w:i/>
          <w:iCs/>
        </w:rPr>
        <w:t>a</w:t>
      </w:r>
      <w:r w:rsidRPr="00AF0A23">
        <w:rPr>
          <w:i/>
          <w:iCs/>
        </w:rPr>
        <w:t>bleau, jouera des airs d’Offenbach, de Métra, de Strauss ou bien de Waldteufel.</w:t>
      </w:r>
    </w:p>
    <w:p w14:paraId="41328109" w14:textId="77777777" w:rsidR="00905145" w:rsidRPr="00AF0A23" w:rsidRDefault="00905145" w:rsidP="00905145">
      <w:pPr>
        <w:rPr>
          <w:i/>
          <w:iCs/>
        </w:rPr>
      </w:pPr>
      <w:r w:rsidRPr="00AF0A23">
        <w:rPr>
          <w:i/>
          <w:iCs/>
        </w:rPr>
        <w:t>Trois belles dames très élégantes sont ass</w:t>
      </w:r>
      <w:r w:rsidRPr="00AF0A23">
        <w:rPr>
          <w:i/>
          <w:iCs/>
        </w:rPr>
        <w:t>i</w:t>
      </w:r>
      <w:r w:rsidRPr="00AF0A23">
        <w:rPr>
          <w:i/>
          <w:iCs/>
        </w:rPr>
        <w:t>ses dans l’herbe au l</w:t>
      </w:r>
      <w:r w:rsidRPr="00AF0A23">
        <w:rPr>
          <w:i/>
          <w:iCs/>
        </w:rPr>
        <w:t>e</w:t>
      </w:r>
      <w:r w:rsidRPr="00AF0A23">
        <w:rPr>
          <w:i/>
          <w:iCs/>
        </w:rPr>
        <w:t>ver du rideau.</w:t>
      </w:r>
    </w:p>
    <w:p w14:paraId="498D05EB" w14:textId="77777777" w:rsidR="00905145" w:rsidRPr="00AF0A23" w:rsidRDefault="00905145" w:rsidP="00905145">
      <w:pPr>
        <w:rPr>
          <w:i/>
          <w:iCs/>
        </w:rPr>
      </w:pPr>
      <w:r w:rsidRPr="00AF0A23">
        <w:rPr>
          <w:i/>
          <w:iCs/>
        </w:rPr>
        <w:t>L’une est l’Impératrice Eugénie. Les autres sont : la ma</w:t>
      </w:r>
      <w:r w:rsidRPr="00AF0A23">
        <w:rPr>
          <w:i/>
          <w:iCs/>
        </w:rPr>
        <w:t>r</w:t>
      </w:r>
      <w:r w:rsidRPr="00AF0A23">
        <w:rPr>
          <w:i/>
          <w:iCs/>
        </w:rPr>
        <w:t>quise de Las M</w:t>
      </w:r>
      <w:r w:rsidRPr="00AF0A23">
        <w:rPr>
          <w:i/>
          <w:iCs/>
        </w:rPr>
        <w:t>a</w:t>
      </w:r>
      <w:r w:rsidRPr="00AF0A23">
        <w:rPr>
          <w:i/>
          <w:iCs/>
        </w:rPr>
        <w:t>rismas et la baronne de Pierres.</w:t>
      </w:r>
    </w:p>
    <w:p w14:paraId="4228E56F" w14:textId="77777777" w:rsidR="00905145" w:rsidRDefault="00905145" w:rsidP="00905145">
      <w:pPr>
        <w:ind w:firstLine="0"/>
        <w:jc w:val="center"/>
      </w:pPr>
    </w:p>
    <w:p w14:paraId="35F69DBB" w14:textId="77777777" w:rsidR="00905145" w:rsidRPr="00AF0A23" w:rsidRDefault="00905145" w:rsidP="00905145">
      <w:pPr>
        <w:ind w:firstLine="0"/>
        <w:jc w:val="center"/>
      </w:pPr>
      <w:r w:rsidRPr="00AF0A23">
        <w:t>L’IMPÉRATRICE</w:t>
      </w:r>
    </w:p>
    <w:p w14:paraId="510DD092" w14:textId="77777777" w:rsidR="00905145" w:rsidRPr="00AF0A23" w:rsidRDefault="00905145" w:rsidP="00905145">
      <w:pPr>
        <w:pStyle w:val="NormalEspAvt0EspApr0"/>
      </w:pPr>
      <w:r w:rsidRPr="00AF0A23">
        <w:t>On – ne – nous – aime – pas !</w:t>
      </w:r>
    </w:p>
    <w:p w14:paraId="1A074F60" w14:textId="77777777" w:rsidR="00905145" w:rsidRPr="00AF0A23" w:rsidRDefault="00905145" w:rsidP="00905145">
      <w:pPr>
        <w:pStyle w:val="NormalEspAvt0EspApr0"/>
      </w:pPr>
      <w:r w:rsidRPr="00AF0A23">
        <w:t>On ne nous a jamais a</w:t>
      </w:r>
      <w:r w:rsidRPr="00AF0A23">
        <w:t>i</w:t>
      </w:r>
      <w:r w:rsidRPr="00AF0A23">
        <w:t>mées…</w:t>
      </w:r>
    </w:p>
    <w:p w14:paraId="257CE3A7" w14:textId="77777777" w:rsidR="00905145" w:rsidRPr="00AF0A23" w:rsidRDefault="00905145" w:rsidP="00905145">
      <w:pPr>
        <w:ind w:firstLine="0"/>
        <w:jc w:val="center"/>
      </w:pPr>
      <w:r w:rsidRPr="00AF0A23">
        <w:t>LA MARQUISE DE LAS MARISMAS</w:t>
      </w:r>
    </w:p>
    <w:p w14:paraId="433645F9" w14:textId="77777777" w:rsidR="00905145" w:rsidRPr="00AF0A23" w:rsidRDefault="00905145" w:rsidP="00905145">
      <w:r w:rsidRPr="00AF0A23">
        <w:t>Mais, Madame…</w:t>
      </w:r>
    </w:p>
    <w:p w14:paraId="1427462A" w14:textId="77777777" w:rsidR="00905145" w:rsidRPr="00AF0A23" w:rsidRDefault="00905145" w:rsidP="00905145">
      <w:pPr>
        <w:ind w:firstLine="0"/>
        <w:jc w:val="center"/>
      </w:pPr>
      <w:r w:rsidRPr="00AF0A23">
        <w:t>L’IMPÉRATRICE</w:t>
      </w:r>
    </w:p>
    <w:p w14:paraId="41BB7187" w14:textId="77777777" w:rsidR="00905145" w:rsidRPr="00AF0A23" w:rsidRDefault="00905145" w:rsidP="00905145">
      <w:pPr>
        <w:pStyle w:val="NormalEspAvt0EspApr0"/>
      </w:pPr>
      <w:r w:rsidRPr="00AF0A23">
        <w:t>Jamais.</w:t>
      </w:r>
    </w:p>
    <w:p w14:paraId="4EFF31B1" w14:textId="77777777" w:rsidR="00905145" w:rsidRPr="00AF0A23" w:rsidRDefault="00905145" w:rsidP="00905145">
      <w:pPr>
        <w:pStyle w:val="NormalEspAvt0EspApr0"/>
      </w:pPr>
      <w:r w:rsidRPr="00AF0A23">
        <w:t>Croyez-moi bien. Je m’y connais.</w:t>
      </w:r>
    </w:p>
    <w:p w14:paraId="2F22317D" w14:textId="77777777" w:rsidR="00905145" w:rsidRPr="00AF0A23" w:rsidRDefault="00905145" w:rsidP="00905145">
      <w:pPr>
        <w:pStyle w:val="NormalEspAvt0EspApr0"/>
      </w:pPr>
      <w:r w:rsidRPr="00AF0A23">
        <w:t>On nous accepte, on nous supporte,</w:t>
      </w:r>
    </w:p>
    <w:p w14:paraId="4DD14840" w14:textId="77777777" w:rsidR="00905145" w:rsidRPr="00AF0A23" w:rsidRDefault="00905145" w:rsidP="00905145">
      <w:pPr>
        <w:pStyle w:val="NormalEspAvt0EspApr0"/>
      </w:pPr>
      <w:r w:rsidRPr="00AF0A23">
        <w:t>On reconnaît nos qualités…</w:t>
      </w:r>
    </w:p>
    <w:p w14:paraId="70CD8FCC" w14:textId="77777777" w:rsidR="00905145" w:rsidRPr="00AF0A23" w:rsidRDefault="00905145" w:rsidP="00905145">
      <w:pPr>
        <w:pStyle w:val="NormalEspAvt0EspApr0"/>
      </w:pPr>
      <w:r w:rsidRPr="00AF0A23">
        <w:t>Mais, gare aux a</w:t>
      </w:r>
      <w:r w:rsidRPr="00AF0A23">
        <w:t>t</w:t>
      </w:r>
      <w:r w:rsidRPr="00AF0A23">
        <w:t>tentats !</w:t>
      </w:r>
    </w:p>
    <w:p w14:paraId="19126911" w14:textId="77777777" w:rsidR="00905145" w:rsidRPr="00AF0A23" w:rsidRDefault="00905145" w:rsidP="00905145">
      <w:pPr>
        <w:pStyle w:val="NormalEspAvt0EspApr0"/>
      </w:pPr>
      <w:r w:rsidRPr="00AF0A23">
        <w:t>Car Monsieur Thiers et Gambetta</w:t>
      </w:r>
    </w:p>
    <w:p w14:paraId="725570A3" w14:textId="77777777" w:rsidR="00905145" w:rsidRPr="00AF0A23" w:rsidRDefault="00905145" w:rsidP="00905145">
      <w:pPr>
        <w:pStyle w:val="NormalEspAvt0EspApr0"/>
      </w:pPr>
      <w:r w:rsidRPr="00AF0A23">
        <w:t>Sont cachés de</w:t>
      </w:r>
      <w:r w:rsidRPr="00AF0A23">
        <w:t>r</w:t>
      </w:r>
      <w:r w:rsidRPr="00AF0A23">
        <w:t>rière la porte.</w:t>
      </w:r>
    </w:p>
    <w:p w14:paraId="52CF17A6" w14:textId="77777777" w:rsidR="00905145" w:rsidRPr="00AF0A23" w:rsidRDefault="00905145" w:rsidP="00905145">
      <w:pPr>
        <w:pStyle w:val="NormalEspAvt0EspApr0"/>
      </w:pPr>
      <w:r w:rsidRPr="00AF0A23">
        <w:lastRenderedPageBreak/>
        <w:t>À la première o</w:t>
      </w:r>
      <w:r w:rsidRPr="00AF0A23">
        <w:t>c</w:t>
      </w:r>
      <w:r w:rsidRPr="00AF0A23">
        <w:t>casion, soyez-en sûre,</w:t>
      </w:r>
    </w:p>
    <w:p w14:paraId="6DCB0DA6" w14:textId="77777777" w:rsidR="00905145" w:rsidRPr="00AF0A23" w:rsidRDefault="00905145" w:rsidP="00905145">
      <w:pPr>
        <w:pStyle w:val="NormalEspAvt0EspApr0"/>
      </w:pPr>
      <w:r w:rsidRPr="00AF0A23">
        <w:t>Vous les verriez !</w:t>
      </w:r>
    </w:p>
    <w:p w14:paraId="21D78B0C" w14:textId="77777777" w:rsidR="00905145" w:rsidRPr="00AF0A23" w:rsidRDefault="00905145" w:rsidP="00905145">
      <w:pPr>
        <w:pStyle w:val="NormalEspAvt0EspApr0"/>
      </w:pPr>
      <w:r w:rsidRPr="00AF0A23">
        <w:t>À leurs yeux, l’Empire est une ave</w:t>
      </w:r>
      <w:r w:rsidRPr="00AF0A23">
        <w:t>n</w:t>
      </w:r>
      <w:r w:rsidRPr="00AF0A23">
        <w:t>ture</w:t>
      </w:r>
    </w:p>
    <w:p w14:paraId="64FE1B02" w14:textId="77777777" w:rsidR="00905145" w:rsidRPr="00AF0A23" w:rsidRDefault="00905145" w:rsidP="00905145">
      <w:pPr>
        <w:pStyle w:val="NormalEspAvt0EspApr0"/>
      </w:pPr>
      <w:r w:rsidRPr="00AF0A23">
        <w:t>Et leur Empereur un aventurier.</w:t>
      </w:r>
    </w:p>
    <w:p w14:paraId="035EF8CB" w14:textId="77777777" w:rsidR="00905145" w:rsidRPr="00AF0A23" w:rsidRDefault="00905145" w:rsidP="00905145">
      <w:pPr>
        <w:pStyle w:val="NormalEspAvt0EspApr0"/>
      </w:pPr>
      <w:r w:rsidRPr="00AF0A23">
        <w:t>Mais que m’importe ! Ils peuvent bien</w:t>
      </w:r>
    </w:p>
    <w:p w14:paraId="6D7B27C9" w14:textId="77777777" w:rsidR="00905145" w:rsidRPr="00AF0A23" w:rsidRDefault="00905145" w:rsidP="00905145">
      <w:pPr>
        <w:pStyle w:val="NormalEspAvt0EspApr0"/>
      </w:pPr>
      <w:r w:rsidRPr="00AF0A23">
        <w:t>Nous détester tant qu’ils voudront.</w:t>
      </w:r>
    </w:p>
    <w:p w14:paraId="28B23206" w14:textId="77777777" w:rsidR="00905145" w:rsidRPr="00AF0A23" w:rsidRDefault="00905145" w:rsidP="00905145">
      <w:pPr>
        <w:pStyle w:val="NormalEspAvt0EspApr0"/>
      </w:pPr>
      <w:r w:rsidRPr="00AF0A23">
        <w:t>Car, tant que les choses iront comme e</w:t>
      </w:r>
      <w:r w:rsidRPr="00AF0A23">
        <w:t>l</w:t>
      </w:r>
      <w:r w:rsidRPr="00AF0A23">
        <w:t>les vont</w:t>
      </w:r>
    </w:p>
    <w:p w14:paraId="5735C826" w14:textId="77777777" w:rsidR="00905145" w:rsidRPr="00AF0A23" w:rsidRDefault="00905145" w:rsidP="00905145">
      <w:pPr>
        <w:pStyle w:val="NormalEspAvt0EspApr0"/>
      </w:pPr>
      <w:r w:rsidRPr="00AF0A23">
        <w:t>En ce moment, ma chère, ils n’y changeront rien.</w:t>
      </w:r>
    </w:p>
    <w:p w14:paraId="454C4DF2" w14:textId="77777777" w:rsidR="00905145" w:rsidRPr="00AF0A23" w:rsidRDefault="00905145" w:rsidP="00905145">
      <w:pPr>
        <w:pStyle w:val="NormalEspAvt0EspApr0"/>
      </w:pPr>
      <w:smartTag w:uri="urn:schemas-microsoft-com:office:smarttags" w:element="PersonName">
        <w:smartTagPr>
          <w:attr w:name="ProductID" w:val="la France"/>
        </w:smartTagPr>
        <w:r w:rsidRPr="00AF0A23">
          <w:t>La France</w:t>
        </w:r>
      </w:smartTag>
      <w:r w:rsidRPr="00AF0A23">
        <w:t xml:space="preserve"> est a</w:t>
      </w:r>
      <w:r w:rsidRPr="00AF0A23">
        <w:t>u</w:t>
      </w:r>
      <w:r w:rsidRPr="00AF0A23">
        <w:t>jourd’hui plus belle que naguère…</w:t>
      </w:r>
    </w:p>
    <w:p w14:paraId="1B570539" w14:textId="77777777" w:rsidR="00905145" w:rsidRPr="00AF0A23" w:rsidRDefault="00905145" w:rsidP="00905145">
      <w:pPr>
        <w:ind w:firstLine="0"/>
        <w:jc w:val="center"/>
      </w:pPr>
      <w:r w:rsidRPr="00AF0A23">
        <w:t>LA BARONNE DE PIERRES</w:t>
      </w:r>
    </w:p>
    <w:p w14:paraId="74701A0B" w14:textId="77777777" w:rsidR="00905145" w:rsidRPr="00AF0A23" w:rsidRDefault="00905145" w:rsidP="00905145">
      <w:r w:rsidRPr="00AF0A23">
        <w:t>On a de puissants alliés…</w:t>
      </w:r>
    </w:p>
    <w:p w14:paraId="0BA41CFF" w14:textId="77777777" w:rsidR="00905145" w:rsidRPr="00AF0A23" w:rsidRDefault="00905145" w:rsidP="00905145">
      <w:pPr>
        <w:ind w:firstLine="0"/>
        <w:jc w:val="center"/>
      </w:pPr>
      <w:r w:rsidRPr="00AF0A23">
        <w:t>LA MARQUISE DE LAS MARISMAS</w:t>
      </w:r>
    </w:p>
    <w:p w14:paraId="31F92600" w14:textId="77777777" w:rsidR="00905145" w:rsidRPr="00AF0A23" w:rsidRDefault="00905145" w:rsidP="00905145">
      <w:r w:rsidRPr="00AF0A23">
        <w:t>À l’horizon aucune guerre…</w:t>
      </w:r>
    </w:p>
    <w:p w14:paraId="3E338CCA" w14:textId="77777777" w:rsidR="00905145" w:rsidRPr="00AF0A23" w:rsidRDefault="00905145" w:rsidP="00905145">
      <w:pPr>
        <w:ind w:firstLine="0"/>
        <w:jc w:val="center"/>
      </w:pPr>
      <w:r w:rsidRPr="00AF0A23">
        <w:t>LA BARONNE DE PIERRES</w:t>
      </w:r>
    </w:p>
    <w:p w14:paraId="5AAD0376" w14:textId="77777777" w:rsidR="00905145" w:rsidRPr="00AF0A23" w:rsidRDefault="00905145" w:rsidP="00905145">
      <w:r w:rsidRPr="00AF0A23">
        <w:t>Les d’Orléans et les Bourbons sont tous brouillés…</w:t>
      </w:r>
    </w:p>
    <w:p w14:paraId="3A6ABD27" w14:textId="77777777" w:rsidR="00905145" w:rsidRPr="00AF0A23" w:rsidRDefault="00905145" w:rsidP="00905145">
      <w:pPr>
        <w:ind w:firstLine="0"/>
        <w:jc w:val="center"/>
      </w:pPr>
      <w:r w:rsidRPr="00AF0A23">
        <w:t>LA MARQUISE DE LAS MARISMAS</w:t>
      </w:r>
    </w:p>
    <w:p w14:paraId="2BE7619A" w14:textId="77777777" w:rsidR="00905145" w:rsidRPr="00AF0A23" w:rsidRDefault="00905145" w:rsidP="00905145">
      <w:r w:rsidRPr="00AF0A23">
        <w:t>Morny ne laisse pas commettre une i</w:t>
      </w:r>
      <w:r w:rsidRPr="00AF0A23">
        <w:t>m</w:t>
      </w:r>
      <w:r w:rsidRPr="00AF0A23">
        <w:t>prudence…</w:t>
      </w:r>
    </w:p>
    <w:p w14:paraId="66982204" w14:textId="77777777" w:rsidR="00905145" w:rsidRPr="00AF0A23" w:rsidRDefault="00905145" w:rsidP="00905145">
      <w:pPr>
        <w:ind w:firstLine="0"/>
        <w:jc w:val="center"/>
      </w:pPr>
      <w:r w:rsidRPr="00AF0A23">
        <w:t>L’IMPÉRATRICE</w:t>
      </w:r>
    </w:p>
    <w:p w14:paraId="755DE1D2" w14:textId="77777777" w:rsidR="00905145" w:rsidRPr="00AF0A23" w:rsidRDefault="00905145" w:rsidP="00905145">
      <w:r w:rsidRPr="00AF0A23">
        <w:t>Notre campagne du Mexique est o</w:t>
      </w:r>
      <w:r w:rsidRPr="00AF0A23">
        <w:t>u</w:t>
      </w:r>
      <w:r w:rsidRPr="00AF0A23">
        <w:t>bliée…</w:t>
      </w:r>
    </w:p>
    <w:p w14:paraId="2DAD247C" w14:textId="77777777" w:rsidR="00905145" w:rsidRPr="00AF0A23" w:rsidRDefault="00905145" w:rsidP="00905145">
      <w:pPr>
        <w:ind w:firstLine="0"/>
        <w:jc w:val="center"/>
      </w:pPr>
      <w:r w:rsidRPr="00AF0A23">
        <w:t>LA BARONNE DE PIERRES</w:t>
      </w:r>
    </w:p>
    <w:p w14:paraId="665D71CD" w14:textId="77777777" w:rsidR="00905145" w:rsidRPr="00AF0A23" w:rsidRDefault="00905145" w:rsidP="00905145">
      <w:r w:rsidRPr="00AF0A23">
        <w:t>On travaille…</w:t>
      </w:r>
    </w:p>
    <w:p w14:paraId="29E3ADA0" w14:textId="77777777" w:rsidR="00905145" w:rsidRPr="00AF0A23" w:rsidRDefault="00905145" w:rsidP="00905145">
      <w:pPr>
        <w:ind w:firstLine="0"/>
        <w:jc w:val="center"/>
      </w:pPr>
      <w:r w:rsidRPr="00AF0A23">
        <w:t>LA BARONNE DE LAS MARISMAS</w:t>
      </w:r>
    </w:p>
    <w:p w14:paraId="1E889909" w14:textId="77777777" w:rsidR="00905145" w:rsidRPr="00AF0A23" w:rsidRDefault="00905145" w:rsidP="00905145">
      <w:r w:rsidRPr="00AF0A23">
        <w:t>On s’amuse…</w:t>
      </w:r>
    </w:p>
    <w:p w14:paraId="7963B3CD" w14:textId="77777777" w:rsidR="00905145" w:rsidRPr="00AF0A23" w:rsidRDefault="00905145" w:rsidP="00905145">
      <w:pPr>
        <w:ind w:firstLine="0"/>
        <w:jc w:val="center"/>
      </w:pPr>
      <w:r w:rsidRPr="00AF0A23">
        <w:t>L’IMPÉRATRICE</w:t>
      </w:r>
    </w:p>
    <w:p w14:paraId="00F5AEE5" w14:textId="77777777" w:rsidR="00905145" w:rsidRPr="00AF0A23" w:rsidRDefault="00905145" w:rsidP="00905145">
      <w:r w:rsidRPr="00AF0A23">
        <w:lastRenderedPageBreak/>
        <w:t>On s’enrichit…</w:t>
      </w:r>
    </w:p>
    <w:p w14:paraId="6C433E90" w14:textId="77777777" w:rsidR="00905145" w:rsidRPr="00AF0A23" w:rsidRDefault="00905145" w:rsidP="00905145">
      <w:pPr>
        <w:ind w:firstLine="0"/>
        <w:jc w:val="center"/>
      </w:pPr>
      <w:r w:rsidRPr="00AF0A23">
        <w:t>LA BARONNE DE PIERRES</w:t>
      </w:r>
    </w:p>
    <w:p w14:paraId="6AC3FD11" w14:textId="77777777" w:rsidR="00905145" w:rsidRPr="00AF0A23" w:rsidRDefault="00905145" w:rsidP="00905145">
      <w:r w:rsidRPr="00AF0A23">
        <w:t>On danse…</w:t>
      </w:r>
    </w:p>
    <w:p w14:paraId="7BD069FC" w14:textId="77777777" w:rsidR="00905145" w:rsidRPr="00AF0A23" w:rsidRDefault="00905145" w:rsidP="00905145">
      <w:pPr>
        <w:ind w:firstLine="0"/>
        <w:jc w:val="center"/>
      </w:pPr>
      <w:r w:rsidRPr="00AF0A23">
        <w:t>LA MARQUISE DE LAS MARISMAS</w:t>
      </w:r>
    </w:p>
    <w:p w14:paraId="057EEF92" w14:textId="77777777" w:rsidR="00905145" w:rsidRPr="00AF0A23" w:rsidRDefault="00905145" w:rsidP="00905145">
      <w:pPr>
        <w:pStyle w:val="NormalEspAvt0EspApr0"/>
      </w:pPr>
      <w:r w:rsidRPr="00AF0A23">
        <w:t>Et l’on ne peut imaginer,</w:t>
      </w:r>
    </w:p>
    <w:p w14:paraId="71B973CD" w14:textId="77777777" w:rsidR="00905145" w:rsidRPr="00AF0A23" w:rsidRDefault="00905145" w:rsidP="00905145">
      <w:pPr>
        <w:pStyle w:val="NormalEspAvt0EspApr0"/>
      </w:pPr>
      <w:r w:rsidRPr="00AF0A23">
        <w:t>C’est vrai,</w:t>
      </w:r>
    </w:p>
    <w:p w14:paraId="729C6F6A" w14:textId="77777777" w:rsidR="00905145" w:rsidRPr="00AF0A23" w:rsidRDefault="00905145" w:rsidP="00905145">
      <w:pPr>
        <w:pStyle w:val="NormalEspAvt0EspApr0"/>
      </w:pPr>
      <w:r w:rsidRPr="00AF0A23">
        <w:t>Ce que pourrait</w:t>
      </w:r>
    </w:p>
    <w:p w14:paraId="766B1DBB" w14:textId="77777777" w:rsidR="00905145" w:rsidRPr="00AF0A23" w:rsidRDefault="00905145" w:rsidP="00905145">
      <w:pPr>
        <w:pStyle w:val="NormalEspAvt0EspApr0"/>
      </w:pPr>
      <w:r w:rsidRPr="00AF0A23">
        <w:t>Bien désirer</w:t>
      </w:r>
    </w:p>
    <w:p w14:paraId="06608241" w14:textId="77777777" w:rsidR="00905145" w:rsidRPr="00AF0A23" w:rsidRDefault="00905145" w:rsidP="00905145">
      <w:pPr>
        <w:pStyle w:val="NormalEspAvt0EspApr0"/>
      </w:pPr>
      <w:r w:rsidRPr="00AF0A23">
        <w:t>L’Impératrice des Français…</w:t>
      </w:r>
    </w:p>
    <w:p w14:paraId="3F7199B5" w14:textId="77777777" w:rsidR="00905145" w:rsidRPr="00AF0A23" w:rsidRDefault="00905145" w:rsidP="00905145">
      <w:pPr>
        <w:ind w:firstLine="0"/>
        <w:jc w:val="center"/>
      </w:pPr>
      <w:r w:rsidRPr="00AF0A23">
        <w:t>L’IMPÉRATRICE</w:t>
      </w:r>
    </w:p>
    <w:p w14:paraId="04228109" w14:textId="77777777" w:rsidR="00905145" w:rsidRPr="00AF0A23" w:rsidRDefault="00905145" w:rsidP="00905145">
      <w:r w:rsidRPr="00AF0A23">
        <w:t>Être reine de France…</w:t>
      </w:r>
    </w:p>
    <w:p w14:paraId="3ABCE64D" w14:textId="77777777" w:rsidR="00905145" w:rsidRPr="00AF0A23" w:rsidRDefault="00905145" w:rsidP="00905145">
      <w:pPr>
        <w:ind w:firstLine="0"/>
        <w:jc w:val="center"/>
      </w:pPr>
      <w:r w:rsidRPr="00AF0A23">
        <w:t>LA BARONNE DE PIERRES</w:t>
      </w:r>
    </w:p>
    <w:p w14:paraId="7BDBDC01" w14:textId="77777777" w:rsidR="00905145" w:rsidRPr="00AF0A23" w:rsidRDefault="00905145" w:rsidP="00905145">
      <w:r w:rsidRPr="00AF0A23">
        <w:t>Je ne vois pas la différence.</w:t>
      </w:r>
    </w:p>
    <w:p w14:paraId="3C940FDE" w14:textId="77777777" w:rsidR="00905145" w:rsidRPr="00AF0A23" w:rsidRDefault="00905145" w:rsidP="00905145">
      <w:pPr>
        <w:ind w:firstLine="0"/>
        <w:jc w:val="center"/>
      </w:pPr>
      <w:r w:rsidRPr="00AF0A23">
        <w:t>L’IMPÉRATRICE</w:t>
      </w:r>
    </w:p>
    <w:p w14:paraId="17319B15" w14:textId="77777777" w:rsidR="00905145" w:rsidRPr="00AF0A23" w:rsidRDefault="00905145" w:rsidP="00905145">
      <w:r w:rsidRPr="00AF0A23">
        <w:t>À ma place, vous la verriez.</w:t>
      </w:r>
    </w:p>
    <w:p w14:paraId="65172987" w14:textId="77777777" w:rsidR="00905145" w:rsidRPr="00D602EA" w:rsidRDefault="00905145" w:rsidP="00905145">
      <w:pPr>
        <w:pStyle w:val="NormalRetraitGauche4XIndent0"/>
        <w:rPr>
          <w:i/>
          <w:iCs/>
        </w:rPr>
      </w:pPr>
      <w:r w:rsidRPr="00D602EA">
        <w:rPr>
          <w:i/>
          <w:iCs/>
        </w:rPr>
        <w:t>La comtesse de Marnésia paraît à droite et s’avance vers l’Impératrice. Simultanément, par la gauche est entrée la princesse d’Essling.</w:t>
      </w:r>
    </w:p>
    <w:p w14:paraId="44A10306" w14:textId="77777777" w:rsidR="00905145" w:rsidRPr="00AF0A23" w:rsidRDefault="00905145" w:rsidP="00905145">
      <w:pPr>
        <w:ind w:firstLine="0"/>
        <w:jc w:val="center"/>
      </w:pPr>
      <w:r w:rsidRPr="00AF0A23">
        <w:t>LA COMTESSE DE MARNÉSIA</w:t>
      </w:r>
    </w:p>
    <w:p w14:paraId="6FFDD4FE" w14:textId="77777777" w:rsidR="00905145" w:rsidRPr="00AF0A23" w:rsidRDefault="00905145" w:rsidP="00905145">
      <w:pPr>
        <w:pStyle w:val="NormalEspAvt0EspApr0"/>
      </w:pPr>
      <w:r w:rsidRPr="00AF0A23">
        <w:t>Madame, une nouvelle affreuse nous pa</w:t>
      </w:r>
      <w:r w:rsidRPr="00AF0A23">
        <w:t>r</w:t>
      </w:r>
      <w:r w:rsidRPr="00AF0A23">
        <w:t>vient,</w:t>
      </w:r>
    </w:p>
    <w:p w14:paraId="77E10FFA" w14:textId="77777777" w:rsidR="00905145" w:rsidRPr="00AF0A23" w:rsidRDefault="00905145" w:rsidP="00905145">
      <w:pPr>
        <w:pStyle w:val="NormalEspAvt0EspApr0"/>
      </w:pPr>
      <w:r w:rsidRPr="00AF0A23">
        <w:t>Et j’en suis émue au possible…</w:t>
      </w:r>
    </w:p>
    <w:p w14:paraId="102EE5D4" w14:textId="77777777" w:rsidR="00905145" w:rsidRPr="00AF0A23" w:rsidRDefault="00905145" w:rsidP="00905145">
      <w:pPr>
        <w:pStyle w:val="NormalEspAvt0EspApr0"/>
      </w:pPr>
      <w:r w:rsidRPr="00AF0A23">
        <w:t>Le malheureux empereur Maximilien</w:t>
      </w:r>
    </w:p>
    <w:p w14:paraId="7233C12A" w14:textId="77777777" w:rsidR="00905145" w:rsidRPr="00AF0A23" w:rsidRDefault="00905145" w:rsidP="00905145">
      <w:pPr>
        <w:pStyle w:val="NormalEspAvt0EspApr0"/>
      </w:pPr>
      <w:r w:rsidRPr="00AF0A23">
        <w:t>Vient d’être assa</w:t>
      </w:r>
      <w:r w:rsidRPr="00AF0A23">
        <w:t>s</w:t>
      </w:r>
      <w:r w:rsidRPr="00AF0A23">
        <w:t>siné.</w:t>
      </w:r>
    </w:p>
    <w:p w14:paraId="46866F94" w14:textId="77777777" w:rsidR="00905145" w:rsidRPr="00AF0A23" w:rsidRDefault="00905145" w:rsidP="00905145">
      <w:pPr>
        <w:ind w:firstLine="0"/>
        <w:jc w:val="center"/>
      </w:pPr>
      <w:r w:rsidRPr="00AF0A23">
        <w:t>L’IMPÉRATRICE</w:t>
      </w:r>
    </w:p>
    <w:p w14:paraId="2E735C68" w14:textId="77777777" w:rsidR="00905145" w:rsidRPr="00AF0A23" w:rsidRDefault="00905145" w:rsidP="00905145">
      <w:r w:rsidRPr="00AF0A23">
        <w:t>Oh ! mon Dieu…</w:t>
      </w:r>
    </w:p>
    <w:p w14:paraId="1AACBAE1" w14:textId="77777777" w:rsidR="00905145" w:rsidRPr="00AF0A23" w:rsidRDefault="00905145" w:rsidP="00905145">
      <w:pPr>
        <w:ind w:firstLine="0"/>
        <w:jc w:val="center"/>
      </w:pPr>
      <w:r w:rsidRPr="00AF0A23">
        <w:lastRenderedPageBreak/>
        <w:t>LA COMTESSE DE MARNÉSIA</w:t>
      </w:r>
    </w:p>
    <w:p w14:paraId="6F8A0CF2" w14:textId="77777777" w:rsidR="00905145" w:rsidRPr="00AF0A23" w:rsidRDefault="00905145" w:rsidP="00905145">
      <w:r w:rsidRPr="00AF0A23">
        <w:t>C’est horrible !</w:t>
      </w:r>
    </w:p>
    <w:p w14:paraId="1E1F9D7F" w14:textId="77777777" w:rsidR="00905145" w:rsidRPr="00AF0A23" w:rsidRDefault="00905145" w:rsidP="00905145">
      <w:pPr>
        <w:ind w:firstLine="0"/>
        <w:jc w:val="center"/>
      </w:pPr>
      <w:r w:rsidRPr="00AF0A23">
        <w:t>LA PRINCESSE D’ESSLING</w:t>
      </w:r>
    </w:p>
    <w:p w14:paraId="3DE9D519" w14:textId="77777777" w:rsidR="00905145" w:rsidRPr="00AF0A23" w:rsidRDefault="00905145" w:rsidP="00905145">
      <w:pPr>
        <w:pStyle w:val="NormalEspAvt0EspApr0"/>
      </w:pPr>
      <w:r w:rsidRPr="00AF0A23">
        <w:t>Oui, c’est un grand malheur, madame, pour la France,</w:t>
      </w:r>
    </w:p>
    <w:p w14:paraId="4EA0F041" w14:textId="77777777" w:rsidR="00905145" w:rsidRPr="00AF0A23" w:rsidRDefault="00905145" w:rsidP="00905145">
      <w:pPr>
        <w:pStyle w:val="NormalEspAvt0EspApr0"/>
      </w:pPr>
      <w:r w:rsidRPr="00AF0A23">
        <w:t>Mais ce n’est pas une raison</w:t>
      </w:r>
    </w:p>
    <w:p w14:paraId="0F2DD518" w14:textId="77777777" w:rsidR="00905145" w:rsidRPr="00AF0A23" w:rsidRDefault="00905145" w:rsidP="00905145">
      <w:pPr>
        <w:pStyle w:val="NormalEspAvt0EspApr0"/>
      </w:pPr>
      <w:r w:rsidRPr="00AF0A23">
        <w:t>De négliger à ce point-là ses révérences.</w:t>
      </w:r>
    </w:p>
    <w:p w14:paraId="6C54A746" w14:textId="77777777" w:rsidR="00905145" w:rsidRPr="00AF0A23" w:rsidRDefault="00905145" w:rsidP="00905145">
      <w:pPr>
        <w:ind w:firstLine="0"/>
        <w:jc w:val="center"/>
      </w:pPr>
      <w:r w:rsidRPr="00AF0A23">
        <w:t>LA COMTESSE DE MARNÉSIA</w:t>
      </w:r>
    </w:p>
    <w:p w14:paraId="06A2130E" w14:textId="77777777" w:rsidR="00905145" w:rsidRPr="00AF0A23" w:rsidRDefault="00905145" w:rsidP="00905145">
      <w:r w:rsidRPr="00AF0A23">
        <w:t>Pardon.</w:t>
      </w:r>
    </w:p>
    <w:p w14:paraId="12C1C5D9" w14:textId="77777777" w:rsidR="00905145" w:rsidRPr="00D602EA" w:rsidRDefault="00905145" w:rsidP="00905145">
      <w:pPr>
        <w:pStyle w:val="NormalRetraitGauche4XIndent0"/>
        <w:rPr>
          <w:i/>
          <w:iCs/>
        </w:rPr>
      </w:pPr>
      <w:r w:rsidRPr="00D602EA">
        <w:rPr>
          <w:i/>
          <w:iCs/>
        </w:rPr>
        <w:t>Elle fait sa rév</w:t>
      </w:r>
      <w:r w:rsidRPr="00D602EA">
        <w:rPr>
          <w:i/>
          <w:iCs/>
        </w:rPr>
        <w:t>é</w:t>
      </w:r>
      <w:r w:rsidRPr="00D602EA">
        <w:rPr>
          <w:i/>
          <w:iCs/>
        </w:rPr>
        <w:t>rence.</w:t>
      </w:r>
    </w:p>
    <w:p w14:paraId="2ECFCD6E" w14:textId="77777777" w:rsidR="00905145" w:rsidRPr="00AF0A23" w:rsidRDefault="00905145" w:rsidP="00905145">
      <w:pPr>
        <w:ind w:firstLine="0"/>
        <w:jc w:val="center"/>
      </w:pPr>
      <w:r w:rsidRPr="00AF0A23">
        <w:t>L’IMPÉRATRICE</w:t>
      </w:r>
    </w:p>
    <w:p w14:paraId="7508C641" w14:textId="77777777" w:rsidR="00905145" w:rsidRPr="00AF0A23" w:rsidRDefault="00905145" w:rsidP="00905145">
      <w:pPr>
        <w:pStyle w:val="NormalEspAvt0EspApr0"/>
      </w:pPr>
      <w:r w:rsidRPr="00AF0A23">
        <w:t>Ah ! Le malhe</w:t>
      </w:r>
      <w:r w:rsidRPr="00AF0A23">
        <w:t>u</w:t>
      </w:r>
      <w:r w:rsidRPr="00AF0A23">
        <w:t>reux homme. Il n’a pas eu de chance…</w:t>
      </w:r>
    </w:p>
    <w:p w14:paraId="6CAAAEE3" w14:textId="77777777" w:rsidR="00905145" w:rsidRPr="00AF0A23" w:rsidRDefault="00905145" w:rsidP="00905145">
      <w:pPr>
        <w:pStyle w:val="NormalEspAvt0EspApr0"/>
      </w:pPr>
      <w:r w:rsidRPr="00AF0A23">
        <w:t>Et cette belle I</w:t>
      </w:r>
      <w:r w:rsidRPr="00AF0A23">
        <w:t>m</w:t>
      </w:r>
      <w:r w:rsidRPr="00AF0A23">
        <w:t>pératrice…</w:t>
      </w:r>
    </w:p>
    <w:p w14:paraId="6B041D4B" w14:textId="77777777" w:rsidR="00905145" w:rsidRPr="00AF0A23" w:rsidRDefault="00905145" w:rsidP="00905145">
      <w:pPr>
        <w:pStyle w:val="NormalEspAvt0EspApr0"/>
      </w:pPr>
      <w:r w:rsidRPr="00AF0A23">
        <w:t>Oh ! c’est affreux.</w:t>
      </w:r>
    </w:p>
    <w:p w14:paraId="17E4B691" w14:textId="77777777" w:rsidR="00905145" w:rsidRPr="00AF0A23" w:rsidRDefault="00905145" w:rsidP="00905145">
      <w:pPr>
        <w:pStyle w:val="NormalEspAvt0EspApr0"/>
      </w:pPr>
      <w:r w:rsidRPr="00AF0A23">
        <w:t>Les pauvres gens…</w:t>
      </w:r>
    </w:p>
    <w:p w14:paraId="3C3C96F1" w14:textId="77777777" w:rsidR="00905145" w:rsidRPr="00AF0A23" w:rsidRDefault="00905145" w:rsidP="00905145">
      <w:pPr>
        <w:ind w:firstLine="0"/>
        <w:jc w:val="center"/>
      </w:pPr>
      <w:r w:rsidRPr="00AF0A23">
        <w:t>LA PRINCESSE D’ESSLING</w:t>
      </w:r>
    </w:p>
    <w:p w14:paraId="7B777337" w14:textId="77777777" w:rsidR="00905145" w:rsidRPr="00AF0A23" w:rsidRDefault="00905145" w:rsidP="00905145">
      <w:pPr>
        <w:pStyle w:val="NormalEspAvt0EspApr0"/>
      </w:pPr>
      <w:r w:rsidRPr="00AF0A23">
        <w:t>Les nouvelles vont deux par deux,</w:t>
      </w:r>
    </w:p>
    <w:p w14:paraId="308BF2C0" w14:textId="77777777" w:rsidR="00905145" w:rsidRPr="00AF0A23" w:rsidRDefault="00905145" w:rsidP="00905145">
      <w:pPr>
        <w:pStyle w:val="NormalEspAvt0EspApr0"/>
      </w:pPr>
      <w:r w:rsidRPr="00AF0A23">
        <w:t>Madame, d’ordinaire.</w:t>
      </w:r>
    </w:p>
    <w:p w14:paraId="03EC8DA4" w14:textId="77777777" w:rsidR="00905145" w:rsidRPr="00AF0A23" w:rsidRDefault="00905145" w:rsidP="00905145">
      <w:pPr>
        <w:pStyle w:val="NormalEspAvt0EspApr0"/>
      </w:pPr>
      <w:r w:rsidRPr="00AF0A23">
        <w:t>La seconde abr</w:t>
      </w:r>
      <w:r w:rsidRPr="00AF0A23">
        <w:t>é</w:t>
      </w:r>
      <w:r w:rsidRPr="00AF0A23">
        <w:t>geant</w:t>
      </w:r>
    </w:p>
    <w:p w14:paraId="2502708C" w14:textId="77777777" w:rsidR="00905145" w:rsidRPr="00AF0A23" w:rsidRDefault="00905145" w:rsidP="00905145">
      <w:pPr>
        <w:pStyle w:val="NormalEspAvt0EspApr0"/>
      </w:pPr>
      <w:r w:rsidRPr="00AF0A23">
        <w:t>Le trop juste ch</w:t>
      </w:r>
      <w:r w:rsidRPr="00AF0A23">
        <w:t>a</w:t>
      </w:r>
      <w:r w:rsidRPr="00AF0A23">
        <w:t>grin que nous fait la première.</w:t>
      </w:r>
    </w:p>
    <w:p w14:paraId="69A46587" w14:textId="77777777" w:rsidR="00905145" w:rsidRPr="00AF0A23" w:rsidRDefault="00905145" w:rsidP="00905145">
      <w:pPr>
        <w:pStyle w:val="NormalEspAvt0EspApr0"/>
      </w:pPr>
      <w:r w:rsidRPr="00AF0A23">
        <w:t>Et j’ai la joie,</w:t>
      </w:r>
    </w:p>
    <w:p w14:paraId="62D7CE7F" w14:textId="77777777" w:rsidR="00905145" w:rsidRPr="00AF0A23" w:rsidRDefault="00905145" w:rsidP="00905145">
      <w:pPr>
        <w:pStyle w:val="NormalEspAvt0EspApr0"/>
      </w:pPr>
      <w:r w:rsidRPr="00AF0A23">
        <w:t>L’immense joie,</w:t>
      </w:r>
    </w:p>
    <w:p w14:paraId="0C19D1E8" w14:textId="77777777" w:rsidR="00905145" w:rsidRPr="00AF0A23" w:rsidRDefault="00905145" w:rsidP="00905145">
      <w:pPr>
        <w:pStyle w:val="NormalEspAvt0EspApr0"/>
      </w:pPr>
      <w:r w:rsidRPr="00AF0A23">
        <w:t>De vous annoncer, moi,</w:t>
      </w:r>
    </w:p>
    <w:p w14:paraId="559656BF" w14:textId="77777777" w:rsidR="00905145" w:rsidRPr="00AF0A23" w:rsidRDefault="00905145" w:rsidP="00905145">
      <w:pPr>
        <w:pStyle w:val="NormalEspAvt0EspApr0"/>
      </w:pPr>
      <w:r w:rsidRPr="00AF0A23">
        <w:t>Que pendant qu</w:t>
      </w:r>
      <w:r w:rsidRPr="00AF0A23">
        <w:t>a</w:t>
      </w:r>
      <w:r w:rsidRPr="00AF0A23">
        <w:t>tre jours, ou cinq, ou six, ou plus,</w:t>
      </w:r>
    </w:p>
    <w:p w14:paraId="038AB056" w14:textId="77777777" w:rsidR="00905145" w:rsidRPr="00AF0A23" w:rsidRDefault="00905145" w:rsidP="00905145">
      <w:pPr>
        <w:pStyle w:val="NormalEspAvt0EspApr0"/>
      </w:pPr>
      <w:r w:rsidRPr="00AF0A23">
        <w:t>Vous aurez à Paris vers la fin de ce mois</w:t>
      </w:r>
    </w:p>
    <w:p w14:paraId="7A9B89A3" w14:textId="77777777" w:rsidR="00905145" w:rsidRPr="00AF0A23" w:rsidRDefault="00905145" w:rsidP="00905145">
      <w:pPr>
        <w:pStyle w:val="NormalEspAvt0EspApr0"/>
      </w:pPr>
      <w:r w:rsidRPr="00AF0A23">
        <w:t>Trois visiteurs vraiment de marque :</w:t>
      </w:r>
    </w:p>
    <w:p w14:paraId="3BFC2D79" w14:textId="77777777" w:rsidR="00905145" w:rsidRPr="00AF0A23" w:rsidRDefault="00905145" w:rsidP="00905145">
      <w:pPr>
        <w:pStyle w:val="NormalEspAvt0EspApr0"/>
      </w:pPr>
      <w:r w:rsidRPr="00AF0A23">
        <w:t>Sa Majesté le roi de Prusse,</w:t>
      </w:r>
    </w:p>
    <w:p w14:paraId="54694D27" w14:textId="77777777" w:rsidR="00905145" w:rsidRPr="00AF0A23" w:rsidRDefault="00905145" w:rsidP="00905145">
      <w:pPr>
        <w:pStyle w:val="NormalEspAvt0EspApr0"/>
      </w:pPr>
      <w:r w:rsidRPr="00AF0A23">
        <w:t>Le général de Moltke et Monsieur de Bismarck.</w:t>
      </w:r>
    </w:p>
    <w:p w14:paraId="66C1B4F8" w14:textId="77777777" w:rsidR="00905145" w:rsidRPr="00AF0A23" w:rsidRDefault="00905145" w:rsidP="00905145">
      <w:pPr>
        <w:ind w:firstLine="0"/>
        <w:jc w:val="center"/>
      </w:pPr>
      <w:r w:rsidRPr="00AF0A23">
        <w:lastRenderedPageBreak/>
        <w:t>L’IMPÉRATRICE</w:t>
      </w:r>
    </w:p>
    <w:p w14:paraId="30488C33" w14:textId="77777777" w:rsidR="00905145" w:rsidRPr="00AF0A23" w:rsidRDefault="00905145" w:rsidP="00905145">
      <w:r w:rsidRPr="00AF0A23">
        <w:t>Oh ! mon Dieu, quel bonheur !</w:t>
      </w:r>
    </w:p>
    <w:p w14:paraId="6A374EE6" w14:textId="77777777" w:rsidR="00905145" w:rsidRPr="00AF0A23" w:rsidRDefault="00905145" w:rsidP="00905145">
      <w:pPr>
        <w:ind w:firstLine="0"/>
        <w:jc w:val="center"/>
      </w:pPr>
      <w:r w:rsidRPr="00AF0A23">
        <w:t>LA MARQUISE DE LAS MARISMAS</w:t>
      </w:r>
    </w:p>
    <w:p w14:paraId="66DACD9B" w14:textId="77777777" w:rsidR="00905145" w:rsidRPr="00AF0A23" w:rsidRDefault="00905145" w:rsidP="00905145">
      <w:r w:rsidRPr="00AF0A23">
        <w:t>Voilà qui va calmer tout à fait les esprits.</w:t>
      </w:r>
    </w:p>
    <w:p w14:paraId="730E9D67" w14:textId="77777777" w:rsidR="00905145" w:rsidRPr="00AF0A23" w:rsidRDefault="00905145" w:rsidP="00905145">
      <w:pPr>
        <w:ind w:firstLine="0"/>
        <w:jc w:val="center"/>
      </w:pPr>
      <w:r w:rsidRPr="00AF0A23">
        <w:t>LA PRINCESSE D’ESSLING</w:t>
      </w:r>
    </w:p>
    <w:p w14:paraId="12B9806A" w14:textId="77777777" w:rsidR="00905145" w:rsidRPr="00AF0A23" w:rsidRDefault="00905145" w:rsidP="00905145">
      <w:pPr>
        <w:pStyle w:val="NormalEspAvt0EspApr0"/>
      </w:pPr>
      <w:r w:rsidRPr="00AF0A23">
        <w:t>C’est un succès d</w:t>
      </w:r>
      <w:r w:rsidRPr="00AF0A23">
        <w:t>i</w:t>
      </w:r>
      <w:r w:rsidRPr="00AF0A23">
        <w:t>plomatique</w:t>
      </w:r>
    </w:p>
    <w:p w14:paraId="7180300E" w14:textId="77777777" w:rsidR="00905145" w:rsidRPr="00AF0A23" w:rsidRDefault="00905145" w:rsidP="00905145">
      <w:pPr>
        <w:pStyle w:val="NormalEspAvt0EspApr0"/>
      </w:pPr>
      <w:r w:rsidRPr="00AF0A23">
        <w:t>Étonnant,</w:t>
      </w:r>
    </w:p>
    <w:p w14:paraId="5DC08936" w14:textId="77777777" w:rsidR="00905145" w:rsidRPr="00AF0A23" w:rsidRDefault="00905145" w:rsidP="00905145">
      <w:pPr>
        <w:pStyle w:val="NormalEspAvt0EspApr0"/>
      </w:pPr>
      <w:r w:rsidRPr="00AF0A23">
        <w:t>Magnifique…</w:t>
      </w:r>
    </w:p>
    <w:p w14:paraId="3E5CCDD6" w14:textId="77777777" w:rsidR="00905145" w:rsidRPr="00AF0A23" w:rsidRDefault="00905145" w:rsidP="00905145">
      <w:pPr>
        <w:ind w:firstLine="0"/>
        <w:jc w:val="center"/>
      </w:pPr>
      <w:r w:rsidRPr="00AF0A23">
        <w:t>L’IMPÉRATRICE</w:t>
      </w:r>
    </w:p>
    <w:p w14:paraId="09514FD4" w14:textId="77777777" w:rsidR="00905145" w:rsidRPr="00AF0A23" w:rsidRDefault="00905145" w:rsidP="00905145">
      <w:pPr>
        <w:pStyle w:val="NormalEspAvt0EspApr0"/>
      </w:pPr>
      <w:r w:rsidRPr="00AF0A23">
        <w:t>Et pour nous, pensez donc, tellement i</w:t>
      </w:r>
      <w:r w:rsidRPr="00AF0A23">
        <w:t>m</w:t>
      </w:r>
      <w:r w:rsidRPr="00AF0A23">
        <w:t>portant.</w:t>
      </w:r>
    </w:p>
    <w:p w14:paraId="0F703DA1" w14:textId="77777777" w:rsidR="00905145" w:rsidRPr="00AF0A23" w:rsidRDefault="00905145" w:rsidP="00905145">
      <w:pPr>
        <w:pStyle w:val="NormalEspAvt0EspApr0"/>
      </w:pPr>
      <w:r w:rsidRPr="00AF0A23">
        <w:t>Guillaume et Bi</w:t>
      </w:r>
      <w:r w:rsidRPr="00AF0A23">
        <w:t>s</w:t>
      </w:r>
      <w:r w:rsidRPr="00AF0A23">
        <w:t>marck à Paris,</w:t>
      </w:r>
    </w:p>
    <w:p w14:paraId="5FF8F326" w14:textId="77777777" w:rsidR="00905145" w:rsidRPr="00AF0A23" w:rsidRDefault="00905145" w:rsidP="00905145">
      <w:pPr>
        <w:pStyle w:val="NormalEspAvt0EspApr0"/>
      </w:pPr>
      <w:r w:rsidRPr="00AF0A23">
        <w:t>Mais ça n’a pas de prix,</w:t>
      </w:r>
    </w:p>
    <w:p w14:paraId="6C94D257" w14:textId="77777777" w:rsidR="00905145" w:rsidRPr="00AF0A23" w:rsidRDefault="00905145" w:rsidP="00905145">
      <w:pPr>
        <w:pStyle w:val="NormalEspAvt0EspApr0"/>
      </w:pPr>
      <w:r w:rsidRPr="00AF0A23">
        <w:t>Car c’est la paix pendant vingt ans, pe</w:t>
      </w:r>
      <w:r w:rsidRPr="00AF0A23">
        <w:t>n</w:t>
      </w:r>
      <w:r w:rsidRPr="00AF0A23">
        <w:t>dant trente ans.</w:t>
      </w:r>
    </w:p>
    <w:p w14:paraId="24565622" w14:textId="77777777" w:rsidR="00905145" w:rsidRPr="00AF0A23" w:rsidRDefault="00905145" w:rsidP="00905145">
      <w:pPr>
        <w:pStyle w:val="NormalEspAvt0EspApr0"/>
      </w:pPr>
      <w:r w:rsidRPr="00AF0A23">
        <w:t>Je danserai ce soir, qu’on le dise au ch</w:t>
      </w:r>
      <w:r w:rsidRPr="00AF0A23">
        <w:t>â</w:t>
      </w:r>
      <w:r w:rsidRPr="00AF0A23">
        <w:t>teau.</w:t>
      </w:r>
    </w:p>
    <w:p w14:paraId="1F331A04" w14:textId="77777777" w:rsidR="00905145" w:rsidRPr="00AF0A23" w:rsidRDefault="00905145" w:rsidP="00905145">
      <w:pPr>
        <w:ind w:firstLine="0"/>
        <w:jc w:val="center"/>
        <w:rPr>
          <w:i/>
          <w:iCs/>
        </w:rPr>
      </w:pPr>
      <w:r w:rsidRPr="00AF0A23">
        <w:t>UN VALET DE PIED, a</w:t>
      </w:r>
      <w:r w:rsidRPr="00AF0A23">
        <w:rPr>
          <w:i/>
          <w:iCs/>
        </w:rPr>
        <w:t>nnonçant de la coulisse.</w:t>
      </w:r>
    </w:p>
    <w:p w14:paraId="0679BFC2" w14:textId="77777777" w:rsidR="00905145" w:rsidRPr="00AF0A23" w:rsidRDefault="00905145" w:rsidP="00905145">
      <w:r w:rsidRPr="00AF0A23">
        <w:t>La duchesse de Bassano.</w:t>
      </w:r>
    </w:p>
    <w:p w14:paraId="07BE20B7" w14:textId="77777777" w:rsidR="00905145" w:rsidRPr="00AF0A23" w:rsidRDefault="00905145" w:rsidP="00905145">
      <w:pPr>
        <w:ind w:firstLine="0"/>
        <w:jc w:val="center"/>
      </w:pPr>
      <w:r w:rsidRPr="00AF0A23">
        <w:t>L’IMPÉRATRICE</w:t>
      </w:r>
    </w:p>
    <w:p w14:paraId="23F9B88A" w14:textId="77777777" w:rsidR="00905145" w:rsidRPr="00AF0A23" w:rsidRDefault="00905145" w:rsidP="00905145">
      <w:r w:rsidRPr="00AF0A23">
        <w:t>Pourquoi se fait-elle annoncer ?</w:t>
      </w:r>
    </w:p>
    <w:p w14:paraId="3E29587B" w14:textId="77777777" w:rsidR="00905145" w:rsidRPr="00AF0A23" w:rsidRDefault="00905145" w:rsidP="00905145">
      <w:pPr>
        <w:ind w:firstLine="0"/>
        <w:jc w:val="center"/>
      </w:pPr>
      <w:r w:rsidRPr="00AF0A23">
        <w:t>LA PRINCESSE D’ESSLING</w:t>
      </w:r>
    </w:p>
    <w:p w14:paraId="53343210" w14:textId="77777777" w:rsidR="00905145" w:rsidRPr="00AF0A23" w:rsidRDefault="00905145" w:rsidP="00905145">
      <w:pPr>
        <w:pStyle w:val="NormalEspAvt0EspApr0"/>
      </w:pPr>
      <w:r w:rsidRPr="00AF0A23">
        <w:t>Oh ! je parie</w:t>
      </w:r>
    </w:p>
    <w:p w14:paraId="14715F50" w14:textId="77777777" w:rsidR="00905145" w:rsidRPr="00AF0A23" w:rsidRDefault="00905145" w:rsidP="00905145">
      <w:pPr>
        <w:pStyle w:val="NormalEspAvt0EspApr0"/>
      </w:pPr>
      <w:r w:rsidRPr="00AF0A23">
        <w:t>Que cela doit cacher quelque plaisant</w:t>
      </w:r>
      <w:r w:rsidRPr="00AF0A23">
        <w:t>e</w:t>
      </w:r>
      <w:r w:rsidRPr="00AF0A23">
        <w:t>rie.</w:t>
      </w:r>
    </w:p>
    <w:p w14:paraId="5C624F2F" w14:textId="77777777" w:rsidR="00905145" w:rsidRPr="00AF0A23" w:rsidRDefault="00905145" w:rsidP="00905145">
      <w:pPr>
        <w:ind w:firstLine="0"/>
        <w:jc w:val="center"/>
      </w:pPr>
      <w:r w:rsidRPr="00AF0A23">
        <w:t>L’IMPÉRATRICE</w:t>
      </w:r>
    </w:p>
    <w:p w14:paraId="4284B715" w14:textId="77777777" w:rsidR="00905145" w:rsidRPr="00AF0A23" w:rsidRDefault="00905145" w:rsidP="00905145">
      <w:r w:rsidRPr="00AF0A23">
        <w:t>Laissez-la s’amuser.</w:t>
      </w:r>
    </w:p>
    <w:p w14:paraId="787087E1" w14:textId="77777777" w:rsidR="00905145" w:rsidRPr="00AF0A23" w:rsidRDefault="00905145" w:rsidP="00905145">
      <w:pPr>
        <w:ind w:firstLine="0"/>
        <w:jc w:val="center"/>
        <w:rPr>
          <w:i/>
          <w:iCs/>
        </w:rPr>
      </w:pPr>
      <w:smartTag w:uri="urn:schemas-microsoft-com:office:smarttags" w:element="PersonName">
        <w:smartTagPr>
          <w:attr w:name="ProductID" w:val="LA DUCHESSE DE"/>
        </w:smartTagPr>
        <w:r w:rsidRPr="00AF0A23">
          <w:lastRenderedPageBreak/>
          <w:t>LA DUCHESSE DE</w:t>
        </w:r>
      </w:smartTag>
      <w:r w:rsidRPr="00AF0A23">
        <w:t xml:space="preserve"> BASSANO, v</w:t>
      </w:r>
      <w:r w:rsidRPr="00AF0A23">
        <w:rPr>
          <w:i/>
          <w:iCs/>
        </w:rPr>
        <w:t>enant de droite et faisant sa révérence.</w:t>
      </w:r>
    </w:p>
    <w:p w14:paraId="1019A81F" w14:textId="77777777" w:rsidR="00905145" w:rsidRPr="00AF0A23" w:rsidRDefault="00905145" w:rsidP="00905145">
      <w:pPr>
        <w:pStyle w:val="NormalEspAvt0EspApr0"/>
      </w:pPr>
      <w:r w:rsidRPr="00AF0A23">
        <w:t>Deux sentiments divers se partagent n</w:t>
      </w:r>
      <w:r w:rsidRPr="00AF0A23">
        <w:t>o</w:t>
      </w:r>
      <w:r w:rsidRPr="00AF0A23">
        <w:t>tre âme</w:t>
      </w:r>
    </w:p>
    <w:p w14:paraId="43535799" w14:textId="77777777" w:rsidR="00905145" w:rsidRPr="00AF0A23" w:rsidRDefault="00905145" w:rsidP="00905145">
      <w:pPr>
        <w:pStyle w:val="NormalEspAvt0EspApr0"/>
      </w:pPr>
      <w:r w:rsidRPr="00AF0A23">
        <w:t>Lorsque devant vous l’on s’incline :</w:t>
      </w:r>
    </w:p>
    <w:p w14:paraId="6F54541B" w14:textId="77777777" w:rsidR="00905145" w:rsidRPr="00AF0A23" w:rsidRDefault="00905145" w:rsidP="00905145">
      <w:pPr>
        <w:pStyle w:val="NormalEspAvt0EspApr0"/>
      </w:pPr>
      <w:r w:rsidRPr="00AF0A23">
        <w:t>L’affectueux re</w:t>
      </w:r>
      <w:r w:rsidRPr="00AF0A23">
        <w:t>s</w:t>
      </w:r>
      <w:r w:rsidRPr="00AF0A23">
        <w:t>pect que l’on vous doit, Madame,</w:t>
      </w:r>
    </w:p>
    <w:p w14:paraId="112B939C" w14:textId="77777777" w:rsidR="00905145" w:rsidRPr="00AF0A23" w:rsidRDefault="00905145" w:rsidP="00905145">
      <w:pPr>
        <w:pStyle w:val="NormalEspAvt0EspApr0"/>
      </w:pPr>
      <w:r w:rsidRPr="00AF0A23">
        <w:t>Et la peur de to</w:t>
      </w:r>
      <w:r w:rsidRPr="00AF0A23">
        <w:t>m</w:t>
      </w:r>
      <w:r w:rsidRPr="00AF0A23">
        <w:t>ber avec sa crinoline.</w:t>
      </w:r>
    </w:p>
    <w:p w14:paraId="4FCA8EA1" w14:textId="77777777" w:rsidR="00905145" w:rsidRPr="00AF0A23" w:rsidRDefault="00905145" w:rsidP="00905145">
      <w:pPr>
        <w:pStyle w:val="NormalEspAvt0EspApr0"/>
      </w:pPr>
      <w:r w:rsidRPr="00AF0A23">
        <w:t>Et voici justement le sujet qui m’amène.</w:t>
      </w:r>
    </w:p>
    <w:p w14:paraId="28CE90DB" w14:textId="77777777" w:rsidR="00905145" w:rsidRPr="00AF0A23" w:rsidRDefault="00905145" w:rsidP="00905145">
      <w:pPr>
        <w:pStyle w:val="NormalEspAvt0EspApr0"/>
      </w:pPr>
      <w:r w:rsidRPr="00AF0A23">
        <w:t>Car je viens vous parler d’une pétition.</w:t>
      </w:r>
    </w:p>
    <w:p w14:paraId="1797D749" w14:textId="77777777" w:rsidR="00905145" w:rsidRPr="00AF0A23" w:rsidRDefault="00905145" w:rsidP="00905145">
      <w:pPr>
        <w:pStyle w:val="NormalEspAvt0EspApr0"/>
      </w:pPr>
      <w:r w:rsidRPr="00AF0A23">
        <w:t>Qu’à la prochaine</w:t>
      </w:r>
    </w:p>
    <w:p w14:paraId="372AC810" w14:textId="77777777" w:rsidR="00905145" w:rsidRPr="00AF0A23" w:rsidRDefault="00905145" w:rsidP="00905145">
      <w:pPr>
        <w:pStyle w:val="NormalEspAvt0EspApr0"/>
      </w:pPr>
      <w:r w:rsidRPr="00AF0A23">
        <w:t>Occasion,</w:t>
      </w:r>
    </w:p>
    <w:p w14:paraId="7F49DEA8" w14:textId="77777777" w:rsidR="00905145" w:rsidRPr="00AF0A23" w:rsidRDefault="00905145" w:rsidP="00905145">
      <w:pPr>
        <w:pStyle w:val="NormalEspAvt0EspApr0"/>
      </w:pPr>
      <w:r w:rsidRPr="00AF0A23">
        <w:t>Si Votre Majesté veut bien me le perme</w:t>
      </w:r>
      <w:r w:rsidRPr="00AF0A23">
        <w:t>t</w:t>
      </w:r>
      <w:r w:rsidRPr="00AF0A23">
        <w:t>tre,</w:t>
      </w:r>
    </w:p>
    <w:p w14:paraId="4FEFD2DC" w14:textId="77777777" w:rsidR="00905145" w:rsidRPr="00AF0A23" w:rsidRDefault="00905145" w:rsidP="00905145">
      <w:pPr>
        <w:pStyle w:val="NormalEspAvt0EspApr0"/>
      </w:pPr>
      <w:r w:rsidRPr="00AF0A23">
        <w:t>Je vais reme</w:t>
      </w:r>
      <w:r w:rsidRPr="00AF0A23">
        <w:t>t</w:t>
      </w:r>
      <w:r w:rsidRPr="00AF0A23">
        <w:t>tre</w:t>
      </w:r>
    </w:p>
    <w:p w14:paraId="3E791744" w14:textId="77777777" w:rsidR="00905145" w:rsidRPr="00AF0A23" w:rsidRDefault="00905145" w:rsidP="00905145">
      <w:pPr>
        <w:pStyle w:val="NormalEspAvt0EspApr0"/>
      </w:pPr>
      <w:r w:rsidRPr="00AF0A23">
        <w:t>À l’Empereur, après l’avoir écrite en vers.</w:t>
      </w:r>
    </w:p>
    <w:p w14:paraId="467E6145" w14:textId="77777777" w:rsidR="00905145" w:rsidRPr="00AF0A23" w:rsidRDefault="00905145" w:rsidP="00905145">
      <w:pPr>
        <w:pStyle w:val="NormalEspAvt0EspApr0"/>
      </w:pPr>
      <w:r w:rsidRPr="00AF0A23">
        <w:t>La Muse, hélas ! que je taquine</w:t>
      </w:r>
    </w:p>
    <w:p w14:paraId="79667E89" w14:textId="77777777" w:rsidR="00905145" w:rsidRPr="00AF0A23" w:rsidRDefault="00905145" w:rsidP="00905145">
      <w:pPr>
        <w:pStyle w:val="NormalEspAvt0EspApr0"/>
      </w:pPr>
      <w:r w:rsidRPr="00AF0A23">
        <w:t>N’est ni celle d’Arvers,</w:t>
      </w:r>
    </w:p>
    <w:p w14:paraId="6C11523E" w14:textId="77777777" w:rsidR="00905145" w:rsidRPr="00AF0A23" w:rsidRDefault="00905145" w:rsidP="00905145">
      <w:pPr>
        <w:pStyle w:val="NormalEspAvt0EspApr0"/>
      </w:pPr>
      <w:r w:rsidRPr="00AF0A23">
        <w:t>Ni, malheureusement, celle de Lama</w:t>
      </w:r>
      <w:r w:rsidRPr="00AF0A23">
        <w:t>r</w:t>
      </w:r>
      <w:r w:rsidRPr="00AF0A23">
        <w:t>tine.</w:t>
      </w:r>
    </w:p>
    <w:p w14:paraId="6F8CF3C1" w14:textId="77777777" w:rsidR="00905145" w:rsidRPr="00AF0A23" w:rsidRDefault="00905145" w:rsidP="00905145">
      <w:pPr>
        <w:pStyle w:val="NormalEspAvt0EspApr0"/>
      </w:pPr>
      <w:r w:rsidRPr="00AF0A23">
        <w:t>Mais ma pétition sera quand même en vers.</w:t>
      </w:r>
    </w:p>
    <w:p w14:paraId="0D702E39" w14:textId="77777777" w:rsidR="00905145" w:rsidRPr="00AF0A23" w:rsidRDefault="00905145" w:rsidP="00905145">
      <w:pPr>
        <w:pStyle w:val="NormalEspAvt0EspApr0"/>
      </w:pPr>
      <w:r w:rsidRPr="00AF0A23">
        <w:t>Oui, Madame, en vers… et contre la crin</w:t>
      </w:r>
      <w:r w:rsidRPr="00AF0A23">
        <w:t>o</w:t>
      </w:r>
      <w:r w:rsidRPr="00AF0A23">
        <w:t>line.</w:t>
      </w:r>
    </w:p>
    <w:p w14:paraId="23AA04F8" w14:textId="77777777" w:rsidR="00905145" w:rsidRPr="00AF0A23" w:rsidRDefault="00905145" w:rsidP="00905145">
      <w:pPr>
        <w:pStyle w:val="NormalEspAvt0EspApr0"/>
      </w:pPr>
      <w:r w:rsidRPr="00AF0A23">
        <w:t>Car nous n’en po</w:t>
      </w:r>
      <w:r w:rsidRPr="00AF0A23">
        <w:t>u</w:t>
      </w:r>
      <w:r w:rsidRPr="00AF0A23">
        <w:t>vons plus de cette cage à poules</w:t>
      </w:r>
    </w:p>
    <w:p w14:paraId="4C8D63C7" w14:textId="77777777" w:rsidR="00905145" w:rsidRPr="00AF0A23" w:rsidRDefault="00905145" w:rsidP="00905145">
      <w:pPr>
        <w:pStyle w:val="NormalEspAvt0EspApr0"/>
      </w:pPr>
      <w:r w:rsidRPr="00AF0A23">
        <w:t>Qui fait rire la foule</w:t>
      </w:r>
    </w:p>
    <w:p w14:paraId="6739A048" w14:textId="77777777" w:rsidR="00905145" w:rsidRPr="00AF0A23" w:rsidRDefault="00905145" w:rsidP="00905145">
      <w:pPr>
        <w:pStyle w:val="NormalEspAvt0EspApr0"/>
      </w:pPr>
      <w:r w:rsidRPr="00AF0A23">
        <w:t>Et nous rend rid</w:t>
      </w:r>
      <w:r w:rsidRPr="00AF0A23">
        <w:t>i</w:t>
      </w:r>
      <w:r w:rsidRPr="00AF0A23">
        <w:t>cule.</w:t>
      </w:r>
    </w:p>
    <w:p w14:paraId="28C6E5F1" w14:textId="77777777" w:rsidR="00905145" w:rsidRPr="00AF0A23" w:rsidRDefault="00905145" w:rsidP="00905145">
      <w:pPr>
        <w:pStyle w:val="NormalEspAvt0EspApr0"/>
      </w:pPr>
      <w:r w:rsidRPr="00AF0A23">
        <w:t>On nous regarde dans la rue, on nous bouscule</w:t>
      </w:r>
    </w:p>
    <w:p w14:paraId="717004B9" w14:textId="77777777" w:rsidR="00905145" w:rsidRPr="00AF0A23" w:rsidRDefault="00905145" w:rsidP="00905145">
      <w:pPr>
        <w:pStyle w:val="NormalEspAvt0EspApr0"/>
      </w:pPr>
      <w:r w:rsidRPr="00AF0A23">
        <w:t>Et l’on fait cercle pour nous voir.</w:t>
      </w:r>
    </w:p>
    <w:p w14:paraId="7172138E" w14:textId="77777777" w:rsidR="00905145" w:rsidRPr="00AF0A23" w:rsidRDefault="00905145" w:rsidP="00905145">
      <w:pPr>
        <w:pStyle w:val="NormalEspAvt0EspApr0"/>
      </w:pPr>
      <w:r w:rsidRPr="00AF0A23">
        <w:t>Dans les appart</w:t>
      </w:r>
      <w:r w:rsidRPr="00AF0A23">
        <w:t>e</w:t>
      </w:r>
      <w:r w:rsidRPr="00AF0A23">
        <w:t>ments</w:t>
      </w:r>
    </w:p>
    <w:p w14:paraId="40653395" w14:textId="77777777" w:rsidR="00905145" w:rsidRPr="00AF0A23" w:rsidRDefault="00905145" w:rsidP="00905145">
      <w:pPr>
        <w:pStyle w:val="NormalEspAvt0EspApr0"/>
      </w:pPr>
      <w:r w:rsidRPr="00AF0A23">
        <w:t>C’est plus terrible encore.</w:t>
      </w:r>
    </w:p>
    <w:p w14:paraId="0578C4DB" w14:textId="77777777" w:rsidR="00905145" w:rsidRPr="00AF0A23" w:rsidRDefault="00905145" w:rsidP="00905145">
      <w:pPr>
        <w:pStyle w:val="NormalEspAvt0EspApr0"/>
      </w:pPr>
      <w:r w:rsidRPr="00AF0A23">
        <w:t>D’abord</w:t>
      </w:r>
    </w:p>
    <w:p w14:paraId="0524C45A" w14:textId="77777777" w:rsidR="00905145" w:rsidRPr="00AF0A23" w:rsidRDefault="00905145" w:rsidP="00905145">
      <w:pPr>
        <w:pStyle w:val="NormalEspAvt0EspApr0"/>
      </w:pPr>
      <w:r w:rsidRPr="00AF0A23">
        <w:t>On s’accroche pa</w:t>
      </w:r>
      <w:r w:rsidRPr="00AF0A23">
        <w:t>r</w:t>
      </w:r>
      <w:r w:rsidRPr="00AF0A23">
        <w:t>tout dès qu’on veut se mouvoir.</w:t>
      </w:r>
    </w:p>
    <w:p w14:paraId="6E8D6C69" w14:textId="77777777" w:rsidR="00905145" w:rsidRPr="00AF0A23" w:rsidRDefault="00905145" w:rsidP="00905145">
      <w:pPr>
        <w:pStyle w:val="NormalEspAvt0EspApr0"/>
      </w:pPr>
      <w:r w:rsidRPr="00AF0A23">
        <w:t>Songez qu’il est également</w:t>
      </w:r>
    </w:p>
    <w:p w14:paraId="4284EF6E" w14:textId="77777777" w:rsidR="00905145" w:rsidRPr="00AF0A23" w:rsidRDefault="00905145" w:rsidP="00905145">
      <w:pPr>
        <w:pStyle w:val="NormalEspAvt0EspApr0"/>
      </w:pPr>
      <w:r w:rsidRPr="00AF0A23">
        <w:t>Impossible que vous dansiez</w:t>
      </w:r>
    </w:p>
    <w:p w14:paraId="00E22F66" w14:textId="77777777" w:rsidR="00905145" w:rsidRPr="00AF0A23" w:rsidRDefault="00905145" w:rsidP="00905145">
      <w:pPr>
        <w:pStyle w:val="NormalEspAvt0EspApr0"/>
      </w:pPr>
      <w:r w:rsidRPr="00AF0A23">
        <w:t>D’autres danses que les lanciers.</w:t>
      </w:r>
    </w:p>
    <w:p w14:paraId="004106C5" w14:textId="77777777" w:rsidR="00905145" w:rsidRPr="00AF0A23" w:rsidRDefault="00905145" w:rsidP="00905145">
      <w:pPr>
        <w:pStyle w:val="NormalEspAvt0EspApr0"/>
      </w:pPr>
      <w:r w:rsidRPr="00AF0A23">
        <w:t>La valse est inte</w:t>
      </w:r>
      <w:r w:rsidRPr="00AF0A23">
        <w:t>r</w:t>
      </w:r>
      <w:r w:rsidRPr="00AF0A23">
        <w:t>dite,</w:t>
      </w:r>
    </w:p>
    <w:p w14:paraId="59AD5536" w14:textId="77777777" w:rsidR="00905145" w:rsidRPr="00AF0A23" w:rsidRDefault="00905145" w:rsidP="00905145">
      <w:pPr>
        <w:pStyle w:val="NormalEspAvt0EspApr0"/>
      </w:pPr>
      <w:r w:rsidRPr="00AF0A23">
        <w:t>Et c’est un cas de grève,</w:t>
      </w:r>
    </w:p>
    <w:p w14:paraId="69AACCF2" w14:textId="77777777" w:rsidR="00905145" w:rsidRPr="00AF0A23" w:rsidRDefault="00905145" w:rsidP="00905145">
      <w:pPr>
        <w:pStyle w:val="NormalEspAvt0EspApr0"/>
      </w:pPr>
      <w:r w:rsidRPr="00AF0A23">
        <w:t>Car si le cavalier vous serre d’un peu près</w:t>
      </w:r>
    </w:p>
    <w:p w14:paraId="58854990" w14:textId="77777777" w:rsidR="00905145" w:rsidRPr="00AF0A23" w:rsidRDefault="00905145" w:rsidP="00905145">
      <w:pPr>
        <w:pStyle w:val="NormalEspAvt0EspApr0"/>
      </w:pPr>
      <w:r w:rsidRPr="00AF0A23">
        <w:lastRenderedPageBreak/>
        <w:t>La crinoline se so</w:t>
      </w:r>
      <w:r w:rsidRPr="00AF0A23">
        <w:t>u</w:t>
      </w:r>
      <w:r w:rsidRPr="00AF0A23">
        <w:t>lève</w:t>
      </w:r>
    </w:p>
    <w:p w14:paraId="0C63F780" w14:textId="77777777" w:rsidR="00905145" w:rsidRPr="00AF0A23" w:rsidRDefault="00905145" w:rsidP="00905145">
      <w:pPr>
        <w:pStyle w:val="NormalEspAvt0EspApr0"/>
      </w:pPr>
      <w:r w:rsidRPr="00AF0A23">
        <w:t>Et vous découvre les mollets…</w:t>
      </w:r>
    </w:p>
    <w:p w14:paraId="721AA956" w14:textId="77777777" w:rsidR="00905145" w:rsidRPr="00AF0A23" w:rsidRDefault="00905145" w:rsidP="00905145">
      <w:pPr>
        <w:pStyle w:val="NormalEspAvt0EspApr0"/>
      </w:pPr>
      <w:r w:rsidRPr="00AF0A23">
        <w:t>Et Madame d’Essling vous dira que c’est laid.</w:t>
      </w:r>
    </w:p>
    <w:p w14:paraId="03DF3F28" w14:textId="77777777" w:rsidR="00905145" w:rsidRPr="00AF0A23" w:rsidRDefault="00905145" w:rsidP="00905145">
      <w:pPr>
        <w:pStyle w:val="NormalEspAvt0EspApr0"/>
      </w:pPr>
      <w:r w:rsidRPr="00AF0A23">
        <w:t>Quant à s’asseoir… à trop de périls on s’expose.</w:t>
      </w:r>
    </w:p>
    <w:p w14:paraId="26869F33" w14:textId="77777777" w:rsidR="00905145" w:rsidRPr="00AF0A23" w:rsidRDefault="00905145" w:rsidP="00905145">
      <w:pPr>
        <w:pStyle w:val="NormalEspAvt0EspApr0"/>
      </w:pPr>
      <w:r w:rsidRPr="00AF0A23">
        <w:t>On renverse une chaise, on entraîne une table.</w:t>
      </w:r>
    </w:p>
    <w:p w14:paraId="15962DD0" w14:textId="77777777" w:rsidR="00905145" w:rsidRPr="00AF0A23" w:rsidRDefault="00905145" w:rsidP="00905145">
      <w:pPr>
        <w:pStyle w:val="NormalEspAvt0EspApr0"/>
      </w:pPr>
      <w:r w:rsidRPr="00AF0A23">
        <w:t>Et ce qui rend la chose</w:t>
      </w:r>
    </w:p>
    <w:p w14:paraId="3D684693" w14:textId="77777777" w:rsidR="00905145" w:rsidRPr="00AF0A23" w:rsidRDefault="00905145" w:rsidP="00905145">
      <w:pPr>
        <w:pStyle w:val="NormalEspAvt0EspApr0"/>
      </w:pPr>
      <w:r w:rsidRPr="00AF0A23">
        <w:t>Inquiétante, épo</w:t>
      </w:r>
      <w:r w:rsidRPr="00AF0A23">
        <w:t>u</w:t>
      </w:r>
      <w:r w:rsidRPr="00AF0A23">
        <w:t>vantable,</w:t>
      </w:r>
    </w:p>
    <w:p w14:paraId="64685037" w14:textId="77777777" w:rsidR="00905145" w:rsidRPr="00AF0A23" w:rsidRDefault="00905145" w:rsidP="00905145">
      <w:pPr>
        <w:pStyle w:val="NormalEspAvt0EspApr0"/>
      </w:pPr>
      <w:r w:rsidRPr="00AF0A23">
        <w:t>C’est que, sembl</w:t>
      </w:r>
      <w:r w:rsidRPr="00AF0A23">
        <w:t>a</w:t>
      </w:r>
      <w:r w:rsidRPr="00AF0A23">
        <w:t>ble à la grenouille de la fable,</w:t>
      </w:r>
    </w:p>
    <w:p w14:paraId="10DA2D84" w14:textId="77777777" w:rsidR="00905145" w:rsidRPr="00AF0A23" w:rsidRDefault="00905145" w:rsidP="00905145">
      <w:pPr>
        <w:pStyle w:val="NormalEspAvt0EspApr0"/>
      </w:pPr>
      <w:r w:rsidRPr="00AF0A23">
        <w:t>Elle ne cesse de s’enfler depuis un an.</w:t>
      </w:r>
    </w:p>
    <w:p w14:paraId="1D10EB22" w14:textId="77777777" w:rsidR="00905145" w:rsidRPr="00AF0A23" w:rsidRDefault="00905145" w:rsidP="00905145">
      <w:pPr>
        <w:pStyle w:val="NormalEspAvt0EspApr0"/>
      </w:pPr>
      <w:r w:rsidRPr="00AF0A23">
        <w:t>Si vous ne pouvez pas limiter sa croi</w:t>
      </w:r>
      <w:r w:rsidRPr="00AF0A23">
        <w:t>s</w:t>
      </w:r>
      <w:r w:rsidRPr="00AF0A23">
        <w:t>sance,</w:t>
      </w:r>
    </w:p>
    <w:p w14:paraId="2D194A73" w14:textId="77777777" w:rsidR="00905145" w:rsidRPr="00AF0A23" w:rsidRDefault="00905145" w:rsidP="00905145">
      <w:pPr>
        <w:pStyle w:val="NormalEspAvt0EspApr0"/>
      </w:pPr>
      <w:r w:rsidRPr="00AF0A23">
        <w:t>Un beau jour à l’instar</w:t>
      </w:r>
    </w:p>
    <w:p w14:paraId="3E49E21D" w14:textId="77777777" w:rsidR="00905145" w:rsidRPr="00AF0A23" w:rsidRDefault="00905145" w:rsidP="00905145">
      <w:pPr>
        <w:pStyle w:val="NormalEspAvt0EspApr0"/>
      </w:pPr>
      <w:r w:rsidRPr="00AF0A23">
        <w:t>Du ballon de N</w:t>
      </w:r>
      <w:r w:rsidRPr="00AF0A23">
        <w:t>a</w:t>
      </w:r>
      <w:r w:rsidRPr="00AF0A23">
        <w:t>dar</w:t>
      </w:r>
    </w:p>
    <w:p w14:paraId="33743F30" w14:textId="77777777" w:rsidR="00905145" w:rsidRPr="00AF0A23" w:rsidRDefault="00905145" w:rsidP="00905145">
      <w:pPr>
        <w:pStyle w:val="NormalEspAvt0EspApr0"/>
      </w:pPr>
      <w:r w:rsidRPr="00AF0A23">
        <w:t>On verra, spectacle étonnant,</w:t>
      </w:r>
    </w:p>
    <w:p w14:paraId="0DA8E750" w14:textId="77777777" w:rsidR="00905145" w:rsidRPr="00AF0A23" w:rsidRDefault="00905145" w:rsidP="00905145">
      <w:pPr>
        <w:pStyle w:val="NormalEspAvt0EspApr0"/>
      </w:pPr>
      <w:r w:rsidRPr="00AF0A23">
        <w:t>Les plus jolies femmes de France</w:t>
      </w:r>
    </w:p>
    <w:p w14:paraId="23BE977F" w14:textId="77777777" w:rsidR="00905145" w:rsidRPr="00AF0A23" w:rsidRDefault="00905145" w:rsidP="00905145">
      <w:pPr>
        <w:pStyle w:val="NormalEspAvt0EspApr0"/>
      </w:pPr>
      <w:r w:rsidRPr="00AF0A23">
        <w:t>Disparaître à j</w:t>
      </w:r>
      <w:r w:rsidRPr="00AF0A23">
        <w:t>a</w:t>
      </w:r>
      <w:r w:rsidRPr="00AF0A23">
        <w:t>mais dans un grand coup de vent.</w:t>
      </w:r>
    </w:p>
    <w:p w14:paraId="61C695C9" w14:textId="77777777" w:rsidR="00905145" w:rsidRPr="00AF0A23" w:rsidRDefault="00905145" w:rsidP="00905145">
      <w:pPr>
        <w:ind w:firstLine="0"/>
        <w:jc w:val="center"/>
      </w:pPr>
      <w:r w:rsidRPr="00AF0A23">
        <w:t>L’IMPÉRATRICE</w:t>
      </w:r>
    </w:p>
    <w:p w14:paraId="1A6D3822" w14:textId="77777777" w:rsidR="00905145" w:rsidRPr="00AF0A23" w:rsidRDefault="00905145" w:rsidP="00905145">
      <w:pPr>
        <w:pStyle w:val="NormalEspAvt0EspApr0"/>
      </w:pPr>
      <w:r w:rsidRPr="00AF0A23">
        <w:t>Ayez un peu de p</w:t>
      </w:r>
      <w:r w:rsidRPr="00AF0A23">
        <w:t>a</w:t>
      </w:r>
      <w:r w:rsidRPr="00AF0A23">
        <w:t>tience.</w:t>
      </w:r>
    </w:p>
    <w:p w14:paraId="6B0F2A58" w14:textId="77777777" w:rsidR="00905145" w:rsidRPr="00AF0A23" w:rsidRDefault="00905145" w:rsidP="00905145">
      <w:pPr>
        <w:pStyle w:val="NormalEspAvt0EspApr0"/>
      </w:pPr>
      <w:r w:rsidRPr="00AF0A23">
        <w:t>Vous savez bien qu’en France</w:t>
      </w:r>
    </w:p>
    <w:p w14:paraId="3FD86270" w14:textId="77777777" w:rsidR="00905145" w:rsidRPr="00AF0A23" w:rsidRDefault="00905145" w:rsidP="00905145">
      <w:pPr>
        <w:pStyle w:val="NormalEspAvt0EspApr0"/>
      </w:pPr>
      <w:r w:rsidRPr="00AF0A23">
        <w:t>Rien ne dure, h</w:t>
      </w:r>
      <w:r w:rsidRPr="00AF0A23">
        <w:t>é</w:t>
      </w:r>
      <w:r w:rsidRPr="00AF0A23">
        <w:t>las ! très longtemps.</w:t>
      </w:r>
    </w:p>
    <w:p w14:paraId="6B452EE3" w14:textId="77777777" w:rsidR="00905145" w:rsidRPr="00AF0A23" w:rsidRDefault="00905145" w:rsidP="00905145">
      <w:pPr>
        <w:ind w:firstLine="0"/>
        <w:jc w:val="center"/>
      </w:pPr>
      <w:r w:rsidRPr="00AF0A23">
        <w:t>LA COMTESSE DE MARNÉSIA</w:t>
      </w:r>
    </w:p>
    <w:p w14:paraId="5824B040" w14:textId="77777777" w:rsidR="00905145" w:rsidRPr="00AF0A23" w:rsidRDefault="00905145" w:rsidP="00905145">
      <w:r w:rsidRPr="00AF0A23">
        <w:t>La comtesse de Malaret vient en co</w:t>
      </w:r>
      <w:r w:rsidRPr="00AF0A23">
        <w:t>u</w:t>
      </w:r>
      <w:r w:rsidRPr="00AF0A23">
        <w:t>rant…</w:t>
      </w:r>
    </w:p>
    <w:p w14:paraId="128A75C6" w14:textId="77777777" w:rsidR="00905145" w:rsidRPr="00AF0A23" w:rsidRDefault="00905145" w:rsidP="00905145">
      <w:pPr>
        <w:ind w:firstLine="0"/>
        <w:jc w:val="center"/>
      </w:pPr>
      <w:r w:rsidRPr="00AF0A23">
        <w:t>LA DUCHESSE DE BASSANO</w:t>
      </w:r>
    </w:p>
    <w:p w14:paraId="64D4DD55" w14:textId="77777777" w:rsidR="00905145" w:rsidRPr="00AF0A23" w:rsidRDefault="00905145" w:rsidP="00905145">
      <w:r w:rsidRPr="00AF0A23">
        <w:t>Mon Dieu, qu’a-t-elle appris !</w:t>
      </w:r>
    </w:p>
    <w:p w14:paraId="553BECC1" w14:textId="77777777" w:rsidR="00905145" w:rsidRPr="00AF0A23" w:rsidRDefault="00905145" w:rsidP="00905145">
      <w:pPr>
        <w:ind w:firstLine="0"/>
        <w:jc w:val="center"/>
      </w:pPr>
      <w:r w:rsidRPr="00AF0A23">
        <w:t>LA PRINCESSE D’ESSLING</w:t>
      </w:r>
    </w:p>
    <w:p w14:paraId="76F69103" w14:textId="77777777" w:rsidR="00905145" w:rsidRPr="00AF0A23" w:rsidRDefault="00905145" w:rsidP="00905145">
      <w:r w:rsidRPr="00AF0A23">
        <w:t>Quelque bêtise e</w:t>
      </w:r>
      <w:r w:rsidRPr="00AF0A23">
        <w:t>n</w:t>
      </w:r>
      <w:r w:rsidRPr="00AF0A23">
        <w:t>core.</w:t>
      </w:r>
    </w:p>
    <w:p w14:paraId="6C260551" w14:textId="77777777" w:rsidR="00905145" w:rsidRPr="00AF0A23" w:rsidRDefault="00905145" w:rsidP="00905145">
      <w:pPr>
        <w:ind w:firstLine="0"/>
        <w:jc w:val="center"/>
      </w:pPr>
      <w:r w:rsidRPr="00AF0A23">
        <w:t>LA MARQUISE DE LAS MARISMAS</w:t>
      </w:r>
    </w:p>
    <w:p w14:paraId="09A6DD8E" w14:textId="77777777" w:rsidR="00905145" w:rsidRPr="00AF0A23" w:rsidRDefault="00905145" w:rsidP="00905145">
      <w:r w:rsidRPr="00AF0A23">
        <w:t>C’est la femme la plus naïve de Paris…</w:t>
      </w:r>
    </w:p>
    <w:p w14:paraId="618E3E11" w14:textId="77777777" w:rsidR="00905145" w:rsidRPr="00AF0A23" w:rsidRDefault="00905145" w:rsidP="00905145">
      <w:pPr>
        <w:ind w:firstLine="0"/>
        <w:jc w:val="center"/>
      </w:pPr>
      <w:r w:rsidRPr="00AF0A23">
        <w:lastRenderedPageBreak/>
        <w:t>L’IMPÉRATRICE</w:t>
      </w:r>
    </w:p>
    <w:p w14:paraId="28EFF5D5" w14:textId="77777777" w:rsidR="00905145" w:rsidRPr="00AF0A23" w:rsidRDefault="00905145" w:rsidP="00905145">
      <w:r w:rsidRPr="00AF0A23">
        <w:t>Et c’est pour ça que je l’adore.</w:t>
      </w:r>
    </w:p>
    <w:p w14:paraId="18B6B630" w14:textId="77777777" w:rsidR="00905145" w:rsidRPr="00AF0A23" w:rsidRDefault="00905145" w:rsidP="00905145">
      <w:pPr>
        <w:ind w:firstLine="0"/>
        <w:jc w:val="center"/>
        <w:rPr>
          <w:i/>
          <w:iCs/>
        </w:rPr>
      </w:pPr>
      <w:r w:rsidRPr="00AF0A23">
        <w:t>LA COMTESSE DE MALARET, v</w:t>
      </w:r>
      <w:r w:rsidRPr="00AF0A23">
        <w:rPr>
          <w:i/>
          <w:iCs/>
        </w:rPr>
        <w:t>enant de droite, entrant et fa</w:t>
      </w:r>
      <w:r w:rsidRPr="00AF0A23">
        <w:rPr>
          <w:i/>
          <w:iCs/>
        </w:rPr>
        <w:t>i</w:t>
      </w:r>
      <w:r w:rsidRPr="00AF0A23">
        <w:rPr>
          <w:i/>
          <w:iCs/>
        </w:rPr>
        <w:t>sant la révérence.</w:t>
      </w:r>
    </w:p>
    <w:p w14:paraId="3477FFB1" w14:textId="77777777" w:rsidR="00905145" w:rsidRPr="00AF0A23" w:rsidRDefault="00905145" w:rsidP="00905145">
      <w:r w:rsidRPr="00AF0A23">
        <w:t>Ah ! Madame, je viens d’en apprendre des choses !</w:t>
      </w:r>
    </w:p>
    <w:p w14:paraId="7A99023D" w14:textId="77777777" w:rsidR="00905145" w:rsidRPr="00AF0A23" w:rsidRDefault="00905145" w:rsidP="00905145">
      <w:pPr>
        <w:ind w:firstLine="0"/>
        <w:jc w:val="center"/>
      </w:pPr>
      <w:r w:rsidRPr="00AF0A23">
        <w:t>L’IMPÉRATRICE</w:t>
      </w:r>
    </w:p>
    <w:p w14:paraId="5AF7CF4D" w14:textId="77777777" w:rsidR="00905145" w:rsidRPr="00AF0A23" w:rsidRDefault="00905145" w:rsidP="00905145">
      <w:r w:rsidRPr="00AF0A23">
        <w:t>Sur qui, mon Dieu, sur qui ?</w:t>
      </w:r>
    </w:p>
    <w:p w14:paraId="6FD8A199" w14:textId="77777777" w:rsidR="00905145" w:rsidRPr="00AF0A23" w:rsidRDefault="00905145" w:rsidP="00905145">
      <w:pPr>
        <w:ind w:firstLine="0"/>
        <w:jc w:val="center"/>
      </w:pPr>
      <w:r w:rsidRPr="00AF0A23">
        <w:t>LA COMTESSE DE MALARET</w:t>
      </w:r>
    </w:p>
    <w:p w14:paraId="64BC689C" w14:textId="77777777" w:rsidR="00905145" w:rsidRPr="00AF0A23" w:rsidRDefault="00905145" w:rsidP="00905145">
      <w:pPr>
        <w:pStyle w:val="NormalEspAvt0EspApr0"/>
      </w:pPr>
      <w:r w:rsidRPr="00AF0A23">
        <w:t>Sur toutes les c</w:t>
      </w:r>
      <w:r w:rsidRPr="00AF0A23">
        <w:t>o</w:t>
      </w:r>
      <w:r w:rsidRPr="00AF0A23">
        <w:t>cottes de Paris.</w:t>
      </w:r>
    </w:p>
    <w:p w14:paraId="2B061698" w14:textId="77777777" w:rsidR="00905145" w:rsidRPr="00AF0A23" w:rsidRDefault="00905145" w:rsidP="00905145">
      <w:pPr>
        <w:pStyle w:val="NormalEspAvt0EspApr0"/>
      </w:pPr>
      <w:r w:rsidRPr="00AF0A23">
        <w:t>Et maintenant je sais à quels dangers s’exposent</w:t>
      </w:r>
    </w:p>
    <w:p w14:paraId="239D8A9B" w14:textId="77777777" w:rsidR="00905145" w:rsidRPr="00AF0A23" w:rsidRDefault="00905145" w:rsidP="00905145">
      <w:pPr>
        <w:pStyle w:val="NormalEspAvt0EspApr0"/>
      </w:pPr>
      <w:r w:rsidRPr="00AF0A23">
        <w:t>Messieurs nos m</w:t>
      </w:r>
      <w:r w:rsidRPr="00AF0A23">
        <w:t>a</w:t>
      </w:r>
      <w:r w:rsidRPr="00AF0A23">
        <w:t>ris.</w:t>
      </w:r>
    </w:p>
    <w:p w14:paraId="6DDB176D" w14:textId="77777777" w:rsidR="00905145" w:rsidRPr="00AF0A23" w:rsidRDefault="00905145" w:rsidP="00905145">
      <w:pPr>
        <w:pStyle w:val="NormalEspAvt0EspApr0"/>
      </w:pPr>
      <w:r w:rsidRPr="00AF0A23">
        <w:t>Ce qu’elles font, Madame… Eh bien, et les actrices !</w:t>
      </w:r>
    </w:p>
    <w:p w14:paraId="091E9681" w14:textId="77777777" w:rsidR="00905145" w:rsidRPr="00AF0A23" w:rsidRDefault="00905145" w:rsidP="00905145">
      <w:pPr>
        <w:pStyle w:val="NormalEspAvt0EspApr0"/>
      </w:pPr>
      <w:r w:rsidRPr="00AF0A23">
        <w:t>C’est Mo</w:t>
      </w:r>
      <w:r w:rsidRPr="00AF0A23">
        <w:t>n</w:t>
      </w:r>
      <w:r w:rsidRPr="00AF0A23">
        <w:t>sieur de Gramont qui m’a tout raconté…</w:t>
      </w:r>
    </w:p>
    <w:p w14:paraId="75808789" w14:textId="77777777" w:rsidR="00905145" w:rsidRPr="00AF0A23" w:rsidRDefault="00905145" w:rsidP="00905145">
      <w:pPr>
        <w:ind w:firstLine="0"/>
        <w:jc w:val="center"/>
      </w:pPr>
      <w:r w:rsidRPr="00AF0A23">
        <w:t>LA PRINCESSE D’ESSLING</w:t>
      </w:r>
    </w:p>
    <w:p w14:paraId="5EDC8735" w14:textId="77777777" w:rsidR="00905145" w:rsidRPr="00AF0A23" w:rsidRDefault="00905145" w:rsidP="00905145">
      <w:pPr>
        <w:pStyle w:val="NormalEspAvt0EspApr0"/>
      </w:pPr>
      <w:r w:rsidRPr="00AF0A23">
        <w:t>Vous n’allez pas le répéter</w:t>
      </w:r>
    </w:p>
    <w:p w14:paraId="4D3BE095" w14:textId="77777777" w:rsidR="00905145" w:rsidRPr="00AF0A23" w:rsidRDefault="00905145" w:rsidP="00905145">
      <w:pPr>
        <w:pStyle w:val="NormalEspAvt0EspApr0"/>
      </w:pPr>
      <w:r w:rsidRPr="00AF0A23">
        <w:t>Devant l’Impératrice ?</w:t>
      </w:r>
    </w:p>
    <w:p w14:paraId="0D23964A" w14:textId="77777777" w:rsidR="00905145" w:rsidRPr="00AF0A23" w:rsidRDefault="00905145" w:rsidP="00905145">
      <w:pPr>
        <w:ind w:firstLine="0"/>
        <w:jc w:val="center"/>
      </w:pPr>
      <w:r w:rsidRPr="00AF0A23">
        <w:t>L’IMPÉRATRICE</w:t>
      </w:r>
    </w:p>
    <w:p w14:paraId="2949466A" w14:textId="77777777" w:rsidR="00905145" w:rsidRPr="00AF0A23" w:rsidRDefault="00905145" w:rsidP="00905145">
      <w:pPr>
        <w:pStyle w:val="NormalEspAvt0EspApr0"/>
      </w:pPr>
      <w:r w:rsidRPr="00AF0A23">
        <w:t>Elle m’amuse. Laissez-la.</w:t>
      </w:r>
    </w:p>
    <w:p w14:paraId="7B1F0674" w14:textId="77777777" w:rsidR="00905145" w:rsidRPr="00AF0A23" w:rsidRDefault="00905145" w:rsidP="00905145">
      <w:pPr>
        <w:pStyle w:val="NormalEspAvt0EspApr0"/>
      </w:pPr>
      <w:r w:rsidRPr="00AF0A23">
        <w:t>Alors, alors r</w:t>
      </w:r>
      <w:r w:rsidRPr="00AF0A23">
        <w:t>a</w:t>
      </w:r>
      <w:r w:rsidRPr="00AF0A23">
        <w:t>contez-nous.</w:t>
      </w:r>
    </w:p>
    <w:p w14:paraId="704787F3" w14:textId="77777777" w:rsidR="00905145" w:rsidRPr="00AF0A23" w:rsidRDefault="00905145" w:rsidP="00905145">
      <w:pPr>
        <w:ind w:firstLine="0"/>
        <w:jc w:val="center"/>
      </w:pPr>
      <w:r w:rsidRPr="00AF0A23">
        <w:t>LA DUCHESSE DE BASSANO</w:t>
      </w:r>
    </w:p>
    <w:p w14:paraId="03376034" w14:textId="77777777" w:rsidR="00905145" w:rsidRPr="00AF0A23" w:rsidRDefault="00905145" w:rsidP="00905145">
      <w:r w:rsidRPr="00AF0A23">
        <w:t>Et dites tout.</w:t>
      </w:r>
    </w:p>
    <w:p w14:paraId="7E726628" w14:textId="77777777" w:rsidR="00905145" w:rsidRPr="00AF0A23" w:rsidRDefault="00905145" w:rsidP="00905145">
      <w:pPr>
        <w:ind w:firstLine="0"/>
        <w:jc w:val="center"/>
      </w:pPr>
      <w:smartTag w:uri="urn:schemas-microsoft-com:office:smarttags" w:element="PersonName">
        <w:smartTagPr>
          <w:attr w:name="ProductID" w:val="LA COMTESSE DE"/>
        </w:smartTagPr>
        <w:r w:rsidRPr="00AF0A23">
          <w:t>LA COMTESSE DE</w:t>
        </w:r>
      </w:smartTag>
      <w:r w:rsidRPr="00AF0A23">
        <w:t xml:space="preserve"> MALARET</w:t>
      </w:r>
    </w:p>
    <w:p w14:paraId="05C60060" w14:textId="77777777" w:rsidR="00905145" w:rsidRPr="00AF0A23" w:rsidRDefault="00905145" w:rsidP="00905145">
      <w:pPr>
        <w:pStyle w:val="NormalEspAvt0EspApr0"/>
      </w:pPr>
      <w:r w:rsidRPr="00AF0A23">
        <w:t>Eh ! Bien, voilà.</w:t>
      </w:r>
    </w:p>
    <w:p w14:paraId="18092663" w14:textId="77777777" w:rsidR="00905145" w:rsidRPr="00AF0A23" w:rsidRDefault="00905145" w:rsidP="00905145">
      <w:pPr>
        <w:pStyle w:val="NormalEspAvt0EspApr0"/>
      </w:pPr>
      <w:r w:rsidRPr="00AF0A23">
        <w:t>Elles ont des bo</w:t>
      </w:r>
      <w:r w:rsidRPr="00AF0A23">
        <w:t>u</w:t>
      </w:r>
      <w:r w:rsidRPr="00AF0A23">
        <w:t>doirs avec de fausses glaces.</w:t>
      </w:r>
    </w:p>
    <w:p w14:paraId="321270B1" w14:textId="77777777" w:rsidR="00905145" w:rsidRPr="00AF0A23" w:rsidRDefault="00905145" w:rsidP="00905145">
      <w:pPr>
        <w:pStyle w:val="NormalEspAvt0EspApr0"/>
      </w:pPr>
      <w:r w:rsidRPr="00AF0A23">
        <w:t>Et, derrière ces glaces,</w:t>
      </w:r>
    </w:p>
    <w:p w14:paraId="087A1025" w14:textId="77777777" w:rsidR="00905145" w:rsidRPr="00AF0A23" w:rsidRDefault="00905145" w:rsidP="00905145">
      <w:pPr>
        <w:pStyle w:val="NormalEspAvt0EspApr0"/>
      </w:pPr>
      <w:r w:rsidRPr="00AF0A23">
        <w:lastRenderedPageBreak/>
        <w:t>Elles placent</w:t>
      </w:r>
    </w:p>
    <w:p w14:paraId="4DCA06C0" w14:textId="77777777" w:rsidR="00905145" w:rsidRPr="00AF0A23" w:rsidRDefault="00905145" w:rsidP="00905145">
      <w:pPr>
        <w:pStyle w:val="NormalEspAvt0EspApr0"/>
      </w:pPr>
      <w:r w:rsidRPr="00AF0A23">
        <w:t>Des vieux</w:t>
      </w:r>
    </w:p>
    <w:p w14:paraId="5A71CD23" w14:textId="77777777" w:rsidR="00905145" w:rsidRPr="00AF0A23" w:rsidRDefault="00905145" w:rsidP="00905145">
      <w:pPr>
        <w:pStyle w:val="NormalEspAvt0EspApr0"/>
      </w:pPr>
      <w:r w:rsidRPr="00AF0A23">
        <w:t>Messieurs</w:t>
      </w:r>
    </w:p>
    <w:p w14:paraId="5AD7AC4D" w14:textId="77777777" w:rsidR="00905145" w:rsidRPr="00AF0A23" w:rsidRDefault="00905145" w:rsidP="00905145">
      <w:pPr>
        <w:pStyle w:val="NormalEspAvt0EspApr0"/>
      </w:pPr>
      <w:r w:rsidRPr="00AF0A23">
        <w:t>Qui voient, M</w:t>
      </w:r>
      <w:r w:rsidRPr="00AF0A23">
        <w:t>a</w:t>
      </w:r>
      <w:r w:rsidRPr="00AF0A23">
        <w:t>dame, tout… oui, tout ce qui se passe.</w:t>
      </w:r>
    </w:p>
    <w:p w14:paraId="1EF9F817"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76AF5654" w14:textId="77777777" w:rsidR="00905145" w:rsidRPr="00AF0A23" w:rsidRDefault="00905145" w:rsidP="00905145">
      <w:pPr>
        <w:pStyle w:val="NormalEspAvt0EspApr0"/>
      </w:pPr>
      <w:r w:rsidRPr="00AF0A23">
        <w:t>Mais vous arrivez de la lune !</w:t>
      </w:r>
    </w:p>
    <w:p w14:paraId="3F8FDBC3" w14:textId="77777777" w:rsidR="00905145" w:rsidRPr="00AF0A23" w:rsidRDefault="00905145" w:rsidP="00905145">
      <w:pPr>
        <w:pStyle w:val="NormalEspAvt0EspApr0"/>
      </w:pPr>
      <w:r w:rsidRPr="00AF0A23">
        <w:t>Je pourrais vous c</w:t>
      </w:r>
      <w:r w:rsidRPr="00AF0A23">
        <w:t>i</w:t>
      </w:r>
      <w:r w:rsidRPr="00AF0A23">
        <w:t>ter trois blondes et deux brunes,</w:t>
      </w:r>
    </w:p>
    <w:p w14:paraId="0CEE9C70" w14:textId="77777777" w:rsidR="00905145" w:rsidRPr="00AF0A23" w:rsidRDefault="00905145" w:rsidP="00905145">
      <w:pPr>
        <w:pStyle w:val="NormalEspAvt0EspApr0"/>
      </w:pPr>
      <w:r w:rsidRPr="00AF0A23">
        <w:t>Qui sont ici ce soir,</w:t>
      </w:r>
    </w:p>
    <w:p w14:paraId="38F42AF0" w14:textId="77777777" w:rsidR="00905145" w:rsidRPr="00AF0A23" w:rsidRDefault="00905145" w:rsidP="00905145">
      <w:pPr>
        <w:pStyle w:val="NormalEspAvt0EspApr0"/>
      </w:pPr>
      <w:r w:rsidRPr="00AF0A23">
        <w:t>Et qui possèdent des boudoirs</w:t>
      </w:r>
    </w:p>
    <w:p w14:paraId="0A200026" w14:textId="77777777" w:rsidR="00905145" w:rsidRPr="00AF0A23" w:rsidRDefault="00905145" w:rsidP="00905145">
      <w:pPr>
        <w:pStyle w:val="NormalEspAvt0EspApr0"/>
      </w:pPr>
      <w:r w:rsidRPr="00AF0A23">
        <w:t>Installés justement de la même façon.</w:t>
      </w:r>
    </w:p>
    <w:p w14:paraId="08B265CF" w14:textId="77777777" w:rsidR="00905145" w:rsidRPr="00AF0A23" w:rsidRDefault="00905145" w:rsidP="00905145">
      <w:pPr>
        <w:pStyle w:val="NormalEspAvt0EspApr0"/>
      </w:pPr>
      <w:r w:rsidRPr="00AF0A23">
        <w:t>Ce sont…</w:t>
      </w:r>
    </w:p>
    <w:p w14:paraId="3EF86BEC" w14:textId="77777777" w:rsidR="00905145" w:rsidRPr="00AF0A23" w:rsidRDefault="00905145" w:rsidP="00905145">
      <w:pPr>
        <w:ind w:firstLine="0"/>
        <w:jc w:val="center"/>
      </w:pPr>
      <w:r w:rsidRPr="00AF0A23">
        <w:t>LA PRINCESSE D’ESSLING</w:t>
      </w:r>
    </w:p>
    <w:p w14:paraId="5B511FA3" w14:textId="77777777" w:rsidR="00905145" w:rsidRPr="00AF0A23" w:rsidRDefault="00905145" w:rsidP="00905145">
      <w:pPr>
        <w:pStyle w:val="NormalEspAvt0EspApr0"/>
      </w:pPr>
      <w:r w:rsidRPr="00AF0A23">
        <w:t>Mais quoi… vous n’allez pas, peut-être,</w:t>
      </w:r>
    </w:p>
    <w:p w14:paraId="5237A76D" w14:textId="77777777" w:rsidR="00905145" w:rsidRPr="00AF0A23" w:rsidRDefault="00905145" w:rsidP="00905145">
      <w:pPr>
        <w:pStyle w:val="NormalEspAvt0EspApr0"/>
      </w:pPr>
      <w:r w:rsidRPr="00AF0A23">
        <w:t>Les nommer ?</w:t>
      </w:r>
    </w:p>
    <w:p w14:paraId="3C1EDA10"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06A06D03" w14:textId="77777777" w:rsidR="00905145" w:rsidRPr="00AF0A23" w:rsidRDefault="00905145" w:rsidP="00905145">
      <w:r w:rsidRPr="00AF0A23">
        <w:t>Vous les connaissez donc ?</w:t>
      </w:r>
    </w:p>
    <w:p w14:paraId="5382AD5B" w14:textId="77777777" w:rsidR="00905145" w:rsidRPr="00AF0A23" w:rsidRDefault="00905145" w:rsidP="00905145">
      <w:pPr>
        <w:ind w:firstLine="0"/>
        <w:jc w:val="center"/>
      </w:pPr>
      <w:r w:rsidRPr="00AF0A23">
        <w:t>LA PRINCESSE D’ESSLING</w:t>
      </w:r>
    </w:p>
    <w:p w14:paraId="57416EC6" w14:textId="77777777" w:rsidR="00905145" w:rsidRPr="00AF0A23" w:rsidRDefault="00905145" w:rsidP="00905145">
      <w:r w:rsidRPr="00AF0A23">
        <w:t>Ah ! je ne voudrais pas, madame, les connaître.</w:t>
      </w:r>
    </w:p>
    <w:p w14:paraId="04437F4B"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2C772029" w14:textId="77777777" w:rsidR="00905145" w:rsidRPr="00AF0A23" w:rsidRDefault="00905145" w:rsidP="00905145">
      <w:pPr>
        <w:pStyle w:val="NormalEspAvt0EspApr0"/>
      </w:pPr>
      <w:r w:rsidRPr="00AF0A23">
        <w:t>Et pourtant vous les connaissez.</w:t>
      </w:r>
    </w:p>
    <w:p w14:paraId="71199C68" w14:textId="77777777" w:rsidR="00905145" w:rsidRPr="00AF0A23" w:rsidRDefault="00905145" w:rsidP="00905145">
      <w:pPr>
        <w:pStyle w:val="NormalEspAvt0EspApr0"/>
      </w:pPr>
      <w:r w:rsidRPr="00AF0A23">
        <w:t>L’une dînait chez vous…</w:t>
      </w:r>
    </w:p>
    <w:p w14:paraId="7E9247F9" w14:textId="77777777" w:rsidR="00905145" w:rsidRPr="00AF0A23" w:rsidRDefault="00905145" w:rsidP="00905145">
      <w:pPr>
        <w:ind w:firstLine="0"/>
        <w:jc w:val="center"/>
      </w:pPr>
      <w:r w:rsidRPr="00AF0A23">
        <w:t>L’IMPÉRATRICE</w:t>
      </w:r>
    </w:p>
    <w:p w14:paraId="4CE027F2" w14:textId="77777777" w:rsidR="00905145" w:rsidRPr="00AF0A23" w:rsidRDefault="00905145" w:rsidP="00905145">
      <w:pPr>
        <w:pStyle w:val="NormalEspAvt0EspApr0"/>
      </w:pPr>
      <w:r w:rsidRPr="00AF0A23">
        <w:t>Assez, duchesse, assez.</w:t>
      </w:r>
    </w:p>
    <w:p w14:paraId="4E695EEE" w14:textId="77777777" w:rsidR="00905145" w:rsidRPr="00AF0A23" w:rsidRDefault="00905145" w:rsidP="00905145">
      <w:pPr>
        <w:pStyle w:val="NormalEspAvt0EspApr0"/>
      </w:pPr>
      <w:r w:rsidRPr="00AF0A23">
        <w:t>Ne la taquinez pas.</w:t>
      </w:r>
    </w:p>
    <w:p w14:paraId="3B6BBF81" w14:textId="77777777" w:rsidR="00905145" w:rsidRPr="00AF0A23" w:rsidRDefault="00905145" w:rsidP="00905145">
      <w:pPr>
        <w:ind w:firstLine="0"/>
        <w:jc w:val="center"/>
      </w:pPr>
      <w:r w:rsidRPr="00AF0A23">
        <w:t>LA DUCHESSE DE BASSANO</w:t>
      </w:r>
    </w:p>
    <w:p w14:paraId="2F9E990C" w14:textId="77777777" w:rsidR="00905145" w:rsidRPr="00AF0A23" w:rsidRDefault="00905145" w:rsidP="00905145">
      <w:pPr>
        <w:pStyle w:val="NormalEspAvt0EspApr0"/>
      </w:pPr>
      <w:r w:rsidRPr="00AF0A23">
        <w:lastRenderedPageBreak/>
        <w:t>Je veux bien ne rien dire,</w:t>
      </w:r>
    </w:p>
    <w:p w14:paraId="72622B63" w14:textId="77777777" w:rsidR="00905145" w:rsidRPr="00AF0A23" w:rsidRDefault="00905145" w:rsidP="00905145">
      <w:pPr>
        <w:pStyle w:val="NormalEspAvt0EspApr0"/>
      </w:pPr>
      <w:r w:rsidRPr="00AF0A23">
        <w:t>À la condition que Votre Majesté</w:t>
      </w:r>
    </w:p>
    <w:p w14:paraId="3B27607D" w14:textId="77777777" w:rsidR="00905145" w:rsidRPr="00AF0A23" w:rsidRDefault="00905145" w:rsidP="00905145">
      <w:pPr>
        <w:pStyle w:val="NormalEspAvt0EspApr0"/>
      </w:pPr>
      <w:r w:rsidRPr="00AF0A23">
        <w:t>Ne me suppose pas capable de mentir.</w:t>
      </w:r>
    </w:p>
    <w:p w14:paraId="70AD680F" w14:textId="77777777" w:rsidR="00905145" w:rsidRPr="00AF0A23" w:rsidRDefault="00905145" w:rsidP="00905145">
      <w:pPr>
        <w:pStyle w:val="NormalEspAvt0EspApr0"/>
      </w:pPr>
      <w:r w:rsidRPr="00AF0A23">
        <w:t>Laissez-moi vous citer</w:t>
      </w:r>
    </w:p>
    <w:p w14:paraId="477E00AF" w14:textId="77777777" w:rsidR="00905145" w:rsidRPr="00AF0A23" w:rsidRDefault="00905145" w:rsidP="00905145">
      <w:pPr>
        <w:pStyle w:val="NormalEspAvt0EspApr0"/>
      </w:pPr>
      <w:r w:rsidRPr="00AF0A23">
        <w:t>Seulement trois personnes,</w:t>
      </w:r>
    </w:p>
    <w:p w14:paraId="47ED0F84" w14:textId="77777777" w:rsidR="00905145" w:rsidRPr="00AF0A23" w:rsidRDefault="00905145" w:rsidP="00905145">
      <w:pPr>
        <w:pStyle w:val="NormalEspAvt0EspApr0"/>
      </w:pPr>
      <w:r w:rsidRPr="00AF0A23">
        <w:t>Pas cinq, mais trois,</w:t>
      </w:r>
    </w:p>
    <w:p w14:paraId="6C7921E7" w14:textId="77777777" w:rsidR="00905145" w:rsidRPr="00AF0A23" w:rsidRDefault="00905145" w:rsidP="00905145">
      <w:pPr>
        <w:pStyle w:val="NormalEspAvt0EspApr0"/>
      </w:pPr>
      <w:r w:rsidRPr="00AF0A23">
        <w:t>C’est raisonnable, ça, je crois,</w:t>
      </w:r>
    </w:p>
    <w:p w14:paraId="7E168AC8" w14:textId="77777777" w:rsidR="00905145" w:rsidRPr="00AF0A23" w:rsidRDefault="00905145" w:rsidP="00905145">
      <w:pPr>
        <w:pStyle w:val="NormalEspAvt0EspApr0"/>
      </w:pPr>
      <w:r w:rsidRPr="00AF0A23">
        <w:t>Oui, trois perso</w:t>
      </w:r>
      <w:r w:rsidRPr="00AF0A23">
        <w:t>n</w:t>
      </w:r>
      <w:r w:rsidRPr="00AF0A23">
        <w:t>nes,</w:t>
      </w:r>
    </w:p>
    <w:p w14:paraId="41D72234" w14:textId="77777777" w:rsidR="00905145" w:rsidRPr="00AF0A23" w:rsidRDefault="00905145" w:rsidP="00905145">
      <w:pPr>
        <w:pStyle w:val="NormalEspAvt0EspApr0"/>
      </w:pPr>
      <w:r w:rsidRPr="00AF0A23">
        <w:t>Et je ne parle pas de la Castiglione,</w:t>
      </w:r>
    </w:p>
    <w:p w14:paraId="7547EEFE" w14:textId="77777777" w:rsidR="00905145" w:rsidRPr="00AF0A23" w:rsidRDefault="00905145" w:rsidP="00905145">
      <w:pPr>
        <w:pStyle w:val="NormalEspAvt0EspApr0"/>
      </w:pPr>
      <w:r w:rsidRPr="00AF0A23">
        <w:t>Ni d’Anna Délion,</w:t>
      </w:r>
    </w:p>
    <w:p w14:paraId="63A878C3" w14:textId="77777777" w:rsidR="00905145" w:rsidRPr="00AF0A23" w:rsidRDefault="00905145" w:rsidP="00905145">
      <w:pPr>
        <w:pStyle w:val="NormalEspAvt0EspApr0"/>
      </w:pPr>
      <w:r w:rsidRPr="00AF0A23">
        <w:t>De Cora Pearl, et ni non plus</w:t>
      </w:r>
    </w:p>
    <w:p w14:paraId="512DBFA8" w14:textId="77777777" w:rsidR="00905145" w:rsidRPr="00AF0A23" w:rsidRDefault="00905145" w:rsidP="00905145">
      <w:pPr>
        <w:pStyle w:val="NormalEspAvt0EspApr0"/>
      </w:pPr>
      <w:r w:rsidRPr="00AF0A23">
        <w:t>De Marguerite Be</w:t>
      </w:r>
      <w:r w:rsidRPr="00AF0A23">
        <w:t>l</w:t>
      </w:r>
      <w:r w:rsidRPr="00AF0A23">
        <w:t>langer, bien entendu.</w:t>
      </w:r>
    </w:p>
    <w:p w14:paraId="631E82AB" w14:textId="77777777" w:rsidR="00905145" w:rsidRPr="00AF0A23" w:rsidRDefault="00905145" w:rsidP="00905145">
      <w:pPr>
        <w:pStyle w:val="NormalEspAvt0EspApr0"/>
      </w:pPr>
      <w:r w:rsidRPr="00AF0A23">
        <w:t>Non, non, non, non, non, non,</w:t>
      </w:r>
    </w:p>
    <w:p w14:paraId="2487D6E1" w14:textId="77777777" w:rsidR="00905145" w:rsidRPr="00AF0A23" w:rsidRDefault="00905145" w:rsidP="00905145">
      <w:pPr>
        <w:pStyle w:val="NormalEspAvt0EspApr0"/>
      </w:pPr>
      <w:r w:rsidRPr="00AF0A23">
        <w:t>Je pa</w:t>
      </w:r>
      <w:r w:rsidRPr="005441F7">
        <w:t>rle d</w:t>
      </w:r>
      <w:r w:rsidRPr="00AF0A23">
        <w:t>e vérit</w:t>
      </w:r>
      <w:r w:rsidRPr="00AF0A23">
        <w:t>a</w:t>
      </w:r>
      <w:r w:rsidRPr="00AF0A23">
        <w:t>bles femmes du monde,</w:t>
      </w:r>
    </w:p>
    <w:p w14:paraId="0A4B39C7" w14:textId="77777777" w:rsidR="00905145" w:rsidRPr="00AF0A23" w:rsidRDefault="00905145" w:rsidP="00905145">
      <w:pPr>
        <w:pStyle w:val="NormalEspAvt0EspApr0"/>
      </w:pPr>
      <w:r w:rsidRPr="00AF0A23">
        <w:t>Une brune et deux blondes,</w:t>
      </w:r>
    </w:p>
    <w:p w14:paraId="02F43813" w14:textId="77777777" w:rsidR="00905145" w:rsidRPr="00AF0A23" w:rsidRDefault="00905145" w:rsidP="00905145">
      <w:pPr>
        <w:pStyle w:val="NormalEspAvt0EspApr0"/>
      </w:pPr>
      <w:r w:rsidRPr="00AF0A23">
        <w:t>Dont les boudoirs sont tout à fait</w:t>
      </w:r>
    </w:p>
    <w:p w14:paraId="6E17EDE4" w14:textId="77777777" w:rsidR="00905145" w:rsidRPr="00AF0A23" w:rsidRDefault="00905145" w:rsidP="00905145">
      <w:pPr>
        <w:pStyle w:val="NormalEspAvt0EspApr0"/>
      </w:pPr>
      <w:r w:rsidRPr="00AF0A23">
        <w:t>Agencés de la sorte…</w:t>
      </w:r>
    </w:p>
    <w:p w14:paraId="270E3E7D" w14:textId="77777777" w:rsidR="00905145" w:rsidRPr="00AF0A23" w:rsidRDefault="00905145" w:rsidP="00905145">
      <w:pPr>
        <w:ind w:firstLine="0"/>
        <w:jc w:val="center"/>
      </w:pPr>
      <w:r w:rsidRPr="00AF0A23">
        <w:t>LA PRINCESSE D’ESSLING</w:t>
      </w:r>
    </w:p>
    <w:p w14:paraId="68801926" w14:textId="77777777" w:rsidR="00905145" w:rsidRPr="00AF0A23" w:rsidRDefault="00905145" w:rsidP="00905145">
      <w:r w:rsidRPr="00AF0A23">
        <w:t>Voulez-vous que je sorte ?</w:t>
      </w:r>
    </w:p>
    <w:p w14:paraId="1551BB8C" w14:textId="77777777" w:rsidR="00905145" w:rsidRPr="00AF0A23" w:rsidRDefault="00905145" w:rsidP="00905145">
      <w:pPr>
        <w:ind w:firstLine="0"/>
        <w:jc w:val="center"/>
      </w:pPr>
      <w:r w:rsidRPr="00AF0A23">
        <w:t>L’IMPÉRATRICE</w:t>
      </w:r>
    </w:p>
    <w:p w14:paraId="7B949D2F" w14:textId="77777777" w:rsidR="00905145" w:rsidRPr="00AF0A23" w:rsidRDefault="00905145" w:rsidP="00905145">
      <w:r w:rsidRPr="00AF0A23">
        <w:t>Parlons peinture, s’il vous plaît.</w:t>
      </w:r>
    </w:p>
    <w:p w14:paraId="0F5EFE2D" w14:textId="77777777" w:rsidR="00905145" w:rsidRPr="00AF0A23" w:rsidRDefault="00905145" w:rsidP="00905145">
      <w:pPr>
        <w:ind w:firstLine="0"/>
        <w:jc w:val="center"/>
      </w:pPr>
      <w:r w:rsidRPr="00AF0A23">
        <w:t>LA MARQUISE DE LAS MARISMAS</w:t>
      </w:r>
    </w:p>
    <w:p w14:paraId="4A49BF9E" w14:textId="77777777" w:rsidR="00905145" w:rsidRPr="00AF0A23" w:rsidRDefault="00905145" w:rsidP="00905145">
      <w:pPr>
        <w:pStyle w:val="NormalEspAvt0EspApr0"/>
      </w:pPr>
      <w:r w:rsidRPr="00AF0A23">
        <w:t>Peinture ? Eh ! Bien,</w:t>
      </w:r>
    </w:p>
    <w:p w14:paraId="0A48DDE1" w14:textId="77777777" w:rsidR="00905145" w:rsidRPr="00AF0A23" w:rsidRDefault="00905145" w:rsidP="00905145">
      <w:pPr>
        <w:pStyle w:val="NormalEspAvt0EspApr0"/>
      </w:pPr>
      <w:r w:rsidRPr="00AF0A23">
        <w:t>Figurez-vous que ce matin</w:t>
      </w:r>
    </w:p>
    <w:p w14:paraId="2874AD2C" w14:textId="77777777" w:rsidR="00905145" w:rsidRPr="00AF0A23" w:rsidRDefault="00905145" w:rsidP="00905145">
      <w:pPr>
        <w:pStyle w:val="NormalEspAvt0EspApr0"/>
      </w:pPr>
      <w:r w:rsidRPr="00AF0A23">
        <w:t>Notre grand pei</w:t>
      </w:r>
      <w:r w:rsidRPr="00AF0A23">
        <w:t>n</w:t>
      </w:r>
      <w:r w:rsidRPr="00AF0A23">
        <w:t>tre Bouguereau</w:t>
      </w:r>
    </w:p>
    <w:p w14:paraId="1F243FD0" w14:textId="77777777" w:rsidR="00905145" w:rsidRPr="00AF0A23" w:rsidRDefault="00905145" w:rsidP="00905145">
      <w:pPr>
        <w:pStyle w:val="NormalEspAvt0EspApr0"/>
      </w:pPr>
      <w:r w:rsidRPr="00AF0A23">
        <w:t>M’a raconté qu’un fou,</w:t>
      </w:r>
    </w:p>
    <w:p w14:paraId="4CB0C556" w14:textId="77777777" w:rsidR="00905145" w:rsidRPr="00AF0A23" w:rsidRDefault="00905145" w:rsidP="00905145">
      <w:pPr>
        <w:pStyle w:val="NormalEspAvt0EspApr0"/>
      </w:pPr>
      <w:r w:rsidRPr="00AF0A23">
        <w:t>Nommé Cézanne, et qui, d’ailleurs,</w:t>
      </w:r>
    </w:p>
    <w:p w14:paraId="348F459E" w14:textId="77777777" w:rsidR="00905145" w:rsidRPr="00AF0A23" w:rsidRDefault="00905145" w:rsidP="00905145">
      <w:pPr>
        <w:pStyle w:val="NormalEspAvt0EspApr0"/>
      </w:pPr>
      <w:r w:rsidRPr="00AF0A23">
        <w:t>N’est pas méchant du tout,</w:t>
      </w:r>
    </w:p>
    <w:p w14:paraId="776E7BE9" w14:textId="77777777" w:rsidR="00905145" w:rsidRPr="00AF0A23" w:rsidRDefault="00905145" w:rsidP="00905145">
      <w:pPr>
        <w:pStyle w:val="NormalEspAvt0EspApr0"/>
      </w:pPr>
      <w:r w:rsidRPr="00AF0A23">
        <w:t>Venait de présenter au Salon deux tableaux,</w:t>
      </w:r>
    </w:p>
    <w:p w14:paraId="64949EB7" w14:textId="77777777" w:rsidR="00905145" w:rsidRPr="00AF0A23" w:rsidRDefault="00905145" w:rsidP="00905145">
      <w:pPr>
        <w:pStyle w:val="NormalEspAvt0EspApr0"/>
      </w:pPr>
      <w:r w:rsidRPr="00AF0A23">
        <w:t>Un paysage et quelques fleurs,</w:t>
      </w:r>
    </w:p>
    <w:p w14:paraId="3499C319" w14:textId="77777777" w:rsidR="00905145" w:rsidRPr="00AF0A23" w:rsidRDefault="00905145" w:rsidP="00905145">
      <w:pPr>
        <w:pStyle w:val="NormalEspAvt0EspApr0"/>
      </w:pPr>
      <w:r w:rsidRPr="00AF0A23">
        <w:lastRenderedPageBreak/>
        <w:t>D’une telle coca</w:t>
      </w:r>
      <w:r w:rsidRPr="00AF0A23">
        <w:t>s</w:t>
      </w:r>
      <w:r w:rsidRPr="00AF0A23">
        <w:t>serie</w:t>
      </w:r>
    </w:p>
    <w:p w14:paraId="09DE7026" w14:textId="77777777" w:rsidR="00905145" w:rsidRPr="00AF0A23" w:rsidRDefault="00905145" w:rsidP="00905145">
      <w:pPr>
        <w:pStyle w:val="NormalEspAvt0EspApr0"/>
      </w:pPr>
      <w:r w:rsidRPr="00AF0A23">
        <w:t>Que le jury</w:t>
      </w:r>
    </w:p>
    <w:p w14:paraId="35812205" w14:textId="77777777" w:rsidR="00905145" w:rsidRPr="00AF0A23" w:rsidRDefault="00905145" w:rsidP="00905145">
      <w:pPr>
        <w:pStyle w:val="NormalEspAvt0EspApr0"/>
      </w:pPr>
      <w:r w:rsidRPr="00AF0A23">
        <w:t>En a bien ri</w:t>
      </w:r>
    </w:p>
    <w:p w14:paraId="3602E6D8" w14:textId="77777777" w:rsidR="00905145" w:rsidRPr="00AF0A23" w:rsidRDefault="00905145" w:rsidP="00905145">
      <w:pPr>
        <w:pStyle w:val="NormalEspAvt0EspApr0"/>
      </w:pPr>
      <w:r w:rsidRPr="00AF0A23">
        <w:t>Pendant deux he</w:t>
      </w:r>
      <w:r w:rsidRPr="00AF0A23">
        <w:t>u</w:t>
      </w:r>
      <w:r w:rsidRPr="00AF0A23">
        <w:t>res.</w:t>
      </w:r>
    </w:p>
    <w:p w14:paraId="285EBBD2" w14:textId="77777777" w:rsidR="00905145" w:rsidRPr="00AF0A23" w:rsidRDefault="00905145" w:rsidP="00905145">
      <w:pPr>
        <w:ind w:firstLine="0"/>
        <w:jc w:val="center"/>
      </w:pPr>
      <w:r w:rsidRPr="00AF0A23">
        <w:t>LA PRINCESSE D’ESSLING</w:t>
      </w:r>
    </w:p>
    <w:p w14:paraId="5558287A" w14:textId="77777777" w:rsidR="00905145" w:rsidRPr="00AF0A23" w:rsidRDefault="00905145" w:rsidP="00905145">
      <w:pPr>
        <w:pStyle w:val="NormalEspAvt0EspApr0"/>
      </w:pPr>
      <w:r w:rsidRPr="00AF0A23">
        <w:t>Le jury du Conse</w:t>
      </w:r>
      <w:r w:rsidRPr="00AF0A23">
        <w:t>r</w:t>
      </w:r>
      <w:r w:rsidRPr="00AF0A23">
        <w:t>vatoire</w:t>
      </w:r>
    </w:p>
    <w:p w14:paraId="3215AB36" w14:textId="77777777" w:rsidR="00905145" w:rsidRPr="00AF0A23" w:rsidRDefault="00905145" w:rsidP="00905145">
      <w:pPr>
        <w:pStyle w:val="NormalEspAvt0EspApr0"/>
      </w:pPr>
      <w:r w:rsidRPr="00AF0A23">
        <w:t>N’est pas, hélas ! aussi sévère.</w:t>
      </w:r>
    </w:p>
    <w:p w14:paraId="0455F6C3" w14:textId="77777777" w:rsidR="00905145" w:rsidRPr="00AF0A23" w:rsidRDefault="00905145" w:rsidP="00905145">
      <w:pPr>
        <w:pStyle w:val="NormalEspAvt0EspApr0"/>
      </w:pPr>
      <w:r w:rsidRPr="00AF0A23">
        <w:t>Il est pourtant obligatoire</w:t>
      </w:r>
    </w:p>
    <w:p w14:paraId="70E83688" w14:textId="77777777" w:rsidR="00905145" w:rsidRPr="00AF0A23" w:rsidRDefault="00905145" w:rsidP="00905145">
      <w:pPr>
        <w:pStyle w:val="NormalEspAvt0EspApr0"/>
      </w:pPr>
      <w:r w:rsidRPr="00AF0A23">
        <w:t>Qu’on soit sévère en art.</w:t>
      </w:r>
    </w:p>
    <w:p w14:paraId="1780F93E" w14:textId="77777777" w:rsidR="00905145" w:rsidRPr="00AF0A23" w:rsidRDefault="00905145" w:rsidP="00905145">
      <w:pPr>
        <w:pStyle w:val="NormalEspAvt0EspApr0"/>
      </w:pPr>
      <w:r w:rsidRPr="00AF0A23">
        <w:t>Et Mademoiselle Sarah Bernhardt</w:t>
      </w:r>
    </w:p>
    <w:p w14:paraId="49E6807C" w14:textId="77777777" w:rsidR="00905145" w:rsidRPr="00AF0A23" w:rsidRDefault="00905145" w:rsidP="00905145">
      <w:pPr>
        <w:pStyle w:val="NormalEspAvt0EspApr0"/>
      </w:pPr>
      <w:r w:rsidRPr="00AF0A23">
        <w:t>N’a pas mérité mercredi</w:t>
      </w:r>
    </w:p>
    <w:p w14:paraId="2ADC0165" w14:textId="77777777" w:rsidR="00905145" w:rsidRPr="00AF0A23" w:rsidRDefault="00905145" w:rsidP="00905145">
      <w:pPr>
        <w:pStyle w:val="NormalEspAvt0EspApr0"/>
      </w:pPr>
      <w:r w:rsidRPr="00AF0A23">
        <w:t>Ce second prix de comédie</w:t>
      </w:r>
    </w:p>
    <w:p w14:paraId="552E4C31" w14:textId="77777777" w:rsidR="00905145" w:rsidRPr="00AF0A23" w:rsidRDefault="00905145" w:rsidP="00905145">
      <w:pPr>
        <w:pStyle w:val="NormalEspAvt0EspApr0"/>
      </w:pPr>
      <w:r w:rsidRPr="00AF0A23">
        <w:t>Qu’on lui donna. Car elle a bien mal dit</w:t>
      </w:r>
    </w:p>
    <w:p w14:paraId="6C2DDF19" w14:textId="77777777" w:rsidR="00905145" w:rsidRPr="00AF0A23" w:rsidRDefault="00905145" w:rsidP="00905145">
      <w:pPr>
        <w:pStyle w:val="NormalEspAvt0EspApr0"/>
      </w:pPr>
      <w:r w:rsidRPr="00AF0A23">
        <w:t>Ses vers.</w:t>
      </w:r>
    </w:p>
    <w:p w14:paraId="36D4A01E"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160F773E" w14:textId="77777777" w:rsidR="00905145" w:rsidRPr="00AF0A23" w:rsidRDefault="00905145" w:rsidP="00905145">
      <w:r w:rsidRPr="00AF0A23">
        <w:t>Vous adorez qu’on soit sévère ?</w:t>
      </w:r>
    </w:p>
    <w:p w14:paraId="6A5E3EEB" w14:textId="77777777" w:rsidR="00905145" w:rsidRPr="00AF0A23" w:rsidRDefault="00905145" w:rsidP="00905145">
      <w:pPr>
        <w:ind w:firstLine="0"/>
        <w:jc w:val="center"/>
      </w:pPr>
      <w:r w:rsidRPr="00AF0A23">
        <w:t>LA PRINCESSE D’ESSLING</w:t>
      </w:r>
    </w:p>
    <w:p w14:paraId="3CA09C75" w14:textId="77777777" w:rsidR="00905145" w:rsidRPr="00AF0A23" w:rsidRDefault="00905145" w:rsidP="00905145">
      <w:r w:rsidRPr="00AF0A23">
        <w:t>Je ne déteste pas qu’on soit juste, m</w:t>
      </w:r>
      <w:r w:rsidRPr="00AF0A23">
        <w:t>a</w:t>
      </w:r>
      <w:r w:rsidRPr="00AF0A23">
        <w:t>dame.</w:t>
      </w:r>
    </w:p>
    <w:p w14:paraId="789EFB3C" w14:textId="77777777" w:rsidR="00905145" w:rsidRPr="00AF0A23" w:rsidRDefault="00905145" w:rsidP="00905145">
      <w:pPr>
        <w:ind w:firstLine="0"/>
        <w:jc w:val="center"/>
        <w:rPr>
          <w:i/>
          <w:iCs/>
        </w:rPr>
      </w:pPr>
      <w:smartTag w:uri="urn:schemas-microsoft-com:office:smarttags" w:element="PersonName">
        <w:smartTagPr>
          <w:attr w:name="ProductID" w:val="LA DUCHESSE DE"/>
        </w:smartTagPr>
        <w:r w:rsidRPr="00AF0A23">
          <w:t>LA DUCHESSE DE</w:t>
        </w:r>
      </w:smartTag>
      <w:r w:rsidRPr="00AF0A23">
        <w:t xml:space="preserve"> BASSANO, à </w:t>
      </w:r>
      <w:r w:rsidRPr="00AF0A23">
        <w:rPr>
          <w:i/>
          <w:iCs/>
        </w:rPr>
        <w:t>M</w:t>
      </w:r>
      <w:r w:rsidRPr="00AF0A23">
        <w:rPr>
          <w:i/>
          <w:iCs/>
          <w:vertAlign w:val="superscript"/>
        </w:rPr>
        <w:t>me</w:t>
      </w:r>
      <w:r w:rsidRPr="00AF0A23">
        <w:rPr>
          <w:i/>
          <w:iCs/>
        </w:rPr>
        <w:t> de Las Mari</w:t>
      </w:r>
      <w:r w:rsidRPr="00AF0A23">
        <w:rPr>
          <w:i/>
          <w:iCs/>
        </w:rPr>
        <w:t>s</w:t>
      </w:r>
      <w:r w:rsidRPr="00AF0A23">
        <w:rPr>
          <w:i/>
          <w:iCs/>
        </w:rPr>
        <w:t>mas.</w:t>
      </w:r>
    </w:p>
    <w:p w14:paraId="0619189F" w14:textId="77777777" w:rsidR="00905145" w:rsidRPr="00AF0A23" w:rsidRDefault="00905145" w:rsidP="00905145">
      <w:r w:rsidRPr="00AF0A23">
        <w:t>Oui, ce n’est pas une femme, c’est un programme.</w:t>
      </w:r>
    </w:p>
    <w:p w14:paraId="0BD24DED" w14:textId="77777777" w:rsidR="00905145" w:rsidRPr="00AF0A23" w:rsidRDefault="00905145" w:rsidP="00905145">
      <w:pPr>
        <w:ind w:firstLine="0"/>
        <w:jc w:val="center"/>
      </w:pPr>
      <w:r w:rsidRPr="00AF0A23">
        <w:t>L’IMPÉRATRICE</w:t>
      </w:r>
    </w:p>
    <w:p w14:paraId="1E043F7D" w14:textId="77777777" w:rsidR="00905145" w:rsidRPr="00AF0A23" w:rsidRDefault="00905145" w:rsidP="00905145">
      <w:r w:rsidRPr="00AF0A23">
        <w:t>Parlons théâtre, alors, plutôt.</w:t>
      </w:r>
    </w:p>
    <w:p w14:paraId="24044F57" w14:textId="77777777" w:rsidR="00905145" w:rsidRPr="00AF0A23" w:rsidRDefault="00905145" w:rsidP="00905145">
      <w:pPr>
        <w:ind w:firstLine="0"/>
        <w:jc w:val="center"/>
        <w:rPr>
          <w:i/>
          <w:iCs/>
        </w:rPr>
      </w:pPr>
      <w:r w:rsidRPr="00AF0A23">
        <w:t>LA COMTESSE DE MONTEBELLO, e</w:t>
      </w:r>
      <w:r w:rsidRPr="00AF0A23">
        <w:rPr>
          <w:i/>
          <w:iCs/>
        </w:rPr>
        <w:t>ntrant et faisant sa rév</w:t>
      </w:r>
      <w:r w:rsidRPr="00AF0A23">
        <w:rPr>
          <w:i/>
          <w:iCs/>
        </w:rPr>
        <w:t>é</w:t>
      </w:r>
      <w:r w:rsidRPr="00AF0A23">
        <w:rPr>
          <w:i/>
          <w:iCs/>
        </w:rPr>
        <w:t>rence.</w:t>
      </w:r>
    </w:p>
    <w:p w14:paraId="54648788" w14:textId="77777777" w:rsidR="00905145" w:rsidRPr="00AF0A23" w:rsidRDefault="00905145" w:rsidP="00905145">
      <w:pPr>
        <w:pStyle w:val="NormalEspAvt0EspApr0"/>
      </w:pPr>
      <w:r w:rsidRPr="00AF0A23">
        <w:t>J’arrive à point nommé, bravo !</w:t>
      </w:r>
    </w:p>
    <w:p w14:paraId="2FB05ED3" w14:textId="77777777" w:rsidR="00905145" w:rsidRPr="00AF0A23" w:rsidRDefault="00905145" w:rsidP="00905145">
      <w:pPr>
        <w:pStyle w:val="NormalEspAvt0EspApr0"/>
      </w:pPr>
      <w:r w:rsidRPr="00AF0A23">
        <w:t>Monsieur Scribe a vendu samedi son hôtel</w:t>
      </w:r>
    </w:p>
    <w:p w14:paraId="1C328624" w14:textId="77777777" w:rsidR="00905145" w:rsidRPr="00AF0A23" w:rsidRDefault="00905145" w:rsidP="00905145">
      <w:pPr>
        <w:pStyle w:val="NormalEspAvt0EspApr0"/>
      </w:pPr>
      <w:r w:rsidRPr="00AF0A23">
        <w:lastRenderedPageBreak/>
        <w:t>À des amis de mes parents</w:t>
      </w:r>
    </w:p>
    <w:p w14:paraId="5950E37A" w14:textId="77777777" w:rsidR="00905145" w:rsidRPr="00AF0A23" w:rsidRDefault="00905145" w:rsidP="00905145">
      <w:pPr>
        <w:pStyle w:val="NormalEspAvt0EspApr0"/>
      </w:pPr>
      <w:r w:rsidRPr="00AF0A23">
        <w:t>Pour… devinez combien… pour 800.000 francs !</w:t>
      </w:r>
    </w:p>
    <w:p w14:paraId="0F339557" w14:textId="77777777" w:rsidR="00905145" w:rsidRPr="00AF0A23" w:rsidRDefault="00905145" w:rsidP="00905145">
      <w:pPr>
        <w:pStyle w:val="NormalEspAvt0EspApr0"/>
      </w:pPr>
      <w:r w:rsidRPr="00AF0A23">
        <w:t>On n’a jamais rien vu de tel,</w:t>
      </w:r>
    </w:p>
    <w:p w14:paraId="48F4F229" w14:textId="77777777" w:rsidR="00905145" w:rsidRPr="00AF0A23" w:rsidRDefault="00905145" w:rsidP="00905145">
      <w:pPr>
        <w:pStyle w:val="NormalEspAvt0EspApr0"/>
      </w:pPr>
      <w:r w:rsidRPr="00AF0A23">
        <w:t>C’est une espèce de scandale.</w:t>
      </w:r>
    </w:p>
    <w:p w14:paraId="77FAFAA3" w14:textId="77777777" w:rsidR="00905145" w:rsidRPr="00AF0A23" w:rsidRDefault="00905145" w:rsidP="00905145">
      <w:pPr>
        <w:pStyle w:val="NormalEspAvt0EspApr0"/>
      </w:pPr>
      <w:r w:rsidRPr="00AF0A23">
        <w:t>Vendre un hôtel</w:t>
      </w:r>
    </w:p>
    <w:p w14:paraId="726E470F" w14:textId="77777777" w:rsidR="00905145" w:rsidRPr="00AF0A23" w:rsidRDefault="00905145" w:rsidP="00905145">
      <w:pPr>
        <w:pStyle w:val="NormalEspAvt0EspApr0"/>
      </w:pPr>
      <w:r w:rsidRPr="00AF0A23">
        <w:t>Un prix pareil</w:t>
      </w:r>
    </w:p>
    <w:p w14:paraId="0BA8F06E" w14:textId="77777777" w:rsidR="00905145" w:rsidRPr="00AF0A23" w:rsidRDefault="00905145" w:rsidP="00905145">
      <w:pPr>
        <w:pStyle w:val="NormalEspAvt0EspApr0"/>
      </w:pPr>
      <w:r w:rsidRPr="00AF0A23">
        <w:t>Dix rue Pigalle !</w:t>
      </w:r>
    </w:p>
    <w:p w14:paraId="6B1C67AD" w14:textId="77777777" w:rsidR="00905145" w:rsidRPr="00AF0A23" w:rsidRDefault="00905145" w:rsidP="00905145">
      <w:pPr>
        <w:ind w:firstLine="0"/>
        <w:jc w:val="center"/>
      </w:pPr>
      <w:r w:rsidRPr="00AF0A23">
        <w:t>LA DUCHESSE DE BASSANO</w:t>
      </w:r>
    </w:p>
    <w:p w14:paraId="3BC24F22" w14:textId="77777777" w:rsidR="00905145" w:rsidRPr="00AF0A23" w:rsidRDefault="00905145" w:rsidP="00905145">
      <w:r w:rsidRPr="00AF0A23">
        <w:t>Est-ce pour y con</w:t>
      </w:r>
      <w:r w:rsidRPr="00AF0A23">
        <w:t>s</w:t>
      </w:r>
      <w:r w:rsidRPr="00AF0A23">
        <w:t>truire un théâtre ?</w:t>
      </w:r>
    </w:p>
    <w:p w14:paraId="2862ABC9" w14:textId="77777777" w:rsidR="00905145" w:rsidRPr="00AF0A23" w:rsidRDefault="00905145" w:rsidP="00905145">
      <w:pPr>
        <w:ind w:firstLine="0"/>
        <w:jc w:val="center"/>
      </w:pPr>
      <w:r w:rsidRPr="00AF0A23">
        <w:t>LA COMTESSE DE MONTEBELLO</w:t>
      </w:r>
    </w:p>
    <w:p w14:paraId="6C650F17" w14:textId="77777777" w:rsidR="00905145" w:rsidRPr="00AF0A23" w:rsidRDefault="00905145" w:rsidP="00905145">
      <w:pPr>
        <w:pStyle w:val="NormalEspAvt0EspApr0"/>
      </w:pPr>
      <w:r w:rsidRPr="00AF0A23">
        <w:t>En tout cas,</w:t>
      </w:r>
    </w:p>
    <w:p w14:paraId="7C00D3B9" w14:textId="77777777" w:rsidR="00905145" w:rsidRPr="00AF0A23" w:rsidRDefault="00905145" w:rsidP="00905145">
      <w:pPr>
        <w:pStyle w:val="NormalEspAvt0EspApr0"/>
      </w:pPr>
      <w:r w:rsidRPr="00AF0A23">
        <w:t>Non, je ne crois pas.</w:t>
      </w:r>
    </w:p>
    <w:p w14:paraId="46C74F7A" w14:textId="77777777" w:rsidR="00905145" w:rsidRPr="00AF0A23" w:rsidRDefault="00905145" w:rsidP="00905145">
      <w:pPr>
        <w:pStyle w:val="NormalEspAvt0EspApr0"/>
      </w:pPr>
      <w:r w:rsidRPr="00AF0A23">
        <w:t>Remarquez que ça m’est égal,</w:t>
      </w:r>
    </w:p>
    <w:p w14:paraId="6740CB1E" w14:textId="77777777" w:rsidR="00905145" w:rsidRPr="00AF0A23" w:rsidRDefault="00905145" w:rsidP="00905145">
      <w:pPr>
        <w:pStyle w:val="NormalEspAvt0EspApr0"/>
      </w:pPr>
      <w:r w:rsidRPr="00AF0A23">
        <w:t>Mais un théâtre, rue Pigalle,</w:t>
      </w:r>
    </w:p>
    <w:p w14:paraId="3BBD28E6" w14:textId="77777777" w:rsidR="00905145" w:rsidRPr="00AF0A23" w:rsidRDefault="00905145" w:rsidP="00905145">
      <w:pPr>
        <w:pStyle w:val="NormalEspAvt0EspApr0"/>
      </w:pPr>
      <w:r w:rsidRPr="00AF0A23">
        <w:t>On n’imagine pas bien ça !</w:t>
      </w:r>
    </w:p>
    <w:p w14:paraId="62D6C1B7" w14:textId="77777777" w:rsidR="00905145" w:rsidRPr="00AF0A23" w:rsidRDefault="00905145" w:rsidP="00905145">
      <w:pPr>
        <w:ind w:firstLine="0"/>
        <w:jc w:val="center"/>
      </w:pPr>
      <w:r w:rsidRPr="00AF0A23">
        <w:t>L’IMPÉRATRICE</w:t>
      </w:r>
    </w:p>
    <w:p w14:paraId="63D2723A" w14:textId="77777777" w:rsidR="00905145" w:rsidRPr="00AF0A23" w:rsidRDefault="00905145" w:rsidP="00905145">
      <w:r w:rsidRPr="00AF0A23">
        <w:t>Parlons musique un peu, comtesse.</w:t>
      </w:r>
    </w:p>
    <w:p w14:paraId="1B7518BA" w14:textId="77777777" w:rsidR="00905145" w:rsidRPr="00AF0A23" w:rsidRDefault="00905145" w:rsidP="00905145">
      <w:pPr>
        <w:ind w:firstLine="0"/>
        <w:jc w:val="center"/>
      </w:pPr>
      <w:r w:rsidRPr="00AF0A23">
        <w:t>LA COMTESSE DE MONTEBELLO</w:t>
      </w:r>
    </w:p>
    <w:p w14:paraId="7642627F" w14:textId="77777777" w:rsidR="00905145" w:rsidRPr="00AF0A23" w:rsidRDefault="00905145" w:rsidP="00905145">
      <w:pPr>
        <w:pStyle w:val="NormalEspAvt0EspApr0"/>
      </w:pPr>
      <w:r w:rsidRPr="00AF0A23">
        <w:t>Ah !… ça, mus</w:t>
      </w:r>
      <w:r w:rsidRPr="00AF0A23">
        <w:t>i</w:t>
      </w:r>
      <w:r w:rsidRPr="00AF0A23">
        <w:t>que… attention,</w:t>
      </w:r>
    </w:p>
    <w:p w14:paraId="6BC9948D" w14:textId="77777777" w:rsidR="00905145" w:rsidRPr="00AF0A23" w:rsidRDefault="00905145" w:rsidP="00905145">
      <w:pPr>
        <w:pStyle w:val="NormalEspAvt0EspApr0"/>
      </w:pPr>
      <w:r w:rsidRPr="00AF0A23">
        <w:t>Car, Madame, nous en avons de deux espèces</w:t>
      </w:r>
    </w:p>
    <w:p w14:paraId="2F54CD26" w14:textId="77777777" w:rsidR="00905145" w:rsidRPr="00AF0A23" w:rsidRDefault="00905145" w:rsidP="00905145">
      <w:pPr>
        <w:pStyle w:val="NormalEspAvt0EspApr0"/>
      </w:pPr>
      <w:r w:rsidRPr="00AF0A23">
        <w:t>Désormais.</w:t>
      </w:r>
    </w:p>
    <w:p w14:paraId="634F023F" w14:textId="77777777" w:rsidR="00905145" w:rsidRPr="00AF0A23" w:rsidRDefault="00905145" w:rsidP="00905145">
      <w:pPr>
        <w:pStyle w:val="NormalEspAvt0EspApr0"/>
      </w:pPr>
      <w:r w:rsidRPr="00AF0A23">
        <w:t>La première qui n’a pas de prétentions,</w:t>
      </w:r>
    </w:p>
    <w:p w14:paraId="691603C0" w14:textId="77777777" w:rsidR="00905145" w:rsidRPr="00AF0A23" w:rsidRDefault="00905145" w:rsidP="00905145">
      <w:pPr>
        <w:pStyle w:val="NormalEspAvt0EspApr0"/>
      </w:pPr>
      <w:r w:rsidRPr="00AF0A23">
        <w:t>Qui plaît,</w:t>
      </w:r>
    </w:p>
    <w:p w14:paraId="0C9AC6ED" w14:textId="77777777" w:rsidR="00905145" w:rsidRPr="00AF0A23" w:rsidRDefault="00905145" w:rsidP="00905145">
      <w:pPr>
        <w:pStyle w:val="NormalEspAvt0EspApr0"/>
      </w:pPr>
      <w:r w:rsidRPr="00AF0A23">
        <w:t>Qui divertit,</w:t>
      </w:r>
    </w:p>
    <w:p w14:paraId="28CE3456" w14:textId="77777777" w:rsidR="00905145" w:rsidRPr="00AF0A23" w:rsidRDefault="00905145" w:rsidP="00905145">
      <w:pPr>
        <w:pStyle w:val="NormalEspAvt0EspApr0"/>
      </w:pPr>
      <w:r w:rsidRPr="00AF0A23">
        <w:t>Qu’on applaudit</w:t>
      </w:r>
    </w:p>
    <w:p w14:paraId="09BA909A" w14:textId="77777777" w:rsidR="00905145" w:rsidRPr="00AF0A23" w:rsidRDefault="00905145" w:rsidP="00905145">
      <w:pPr>
        <w:pStyle w:val="NormalEspAvt0EspApr0"/>
      </w:pPr>
      <w:r w:rsidRPr="00AF0A23">
        <w:t>Et qu’on retient f</w:t>
      </w:r>
      <w:r w:rsidRPr="00AF0A23">
        <w:t>a</w:t>
      </w:r>
      <w:r w:rsidRPr="00AF0A23">
        <w:t>cilement…</w:t>
      </w:r>
    </w:p>
    <w:p w14:paraId="554A10C0" w14:textId="77777777" w:rsidR="00905145" w:rsidRPr="00AF0A23" w:rsidRDefault="00905145" w:rsidP="00905145">
      <w:pPr>
        <w:pStyle w:val="NormalEspAvt0EspApr0"/>
      </w:pPr>
      <w:r w:rsidRPr="00AF0A23">
        <w:t>Celle qu’on joue en ce moment.</w:t>
      </w:r>
    </w:p>
    <w:p w14:paraId="1571876B" w14:textId="77777777" w:rsidR="00905145" w:rsidRPr="00D602EA" w:rsidRDefault="00905145" w:rsidP="00905145">
      <w:pPr>
        <w:pStyle w:val="NormalRetraitGauche4XIndent0"/>
        <w:rPr>
          <w:i/>
          <w:iCs/>
        </w:rPr>
      </w:pPr>
      <w:r w:rsidRPr="00D602EA">
        <w:rPr>
          <w:i/>
          <w:iCs/>
        </w:rPr>
        <w:lastRenderedPageBreak/>
        <w:t>Elle fait allusion à la musique que l’on e</w:t>
      </w:r>
      <w:r w:rsidRPr="00D602EA">
        <w:rPr>
          <w:i/>
          <w:iCs/>
        </w:rPr>
        <w:t>n</w:t>
      </w:r>
      <w:r w:rsidRPr="00D602EA">
        <w:rPr>
          <w:i/>
          <w:iCs/>
        </w:rPr>
        <w:t>tend au loin et qui est d’Offenbach.</w:t>
      </w:r>
    </w:p>
    <w:p w14:paraId="3F64DC67" w14:textId="77777777" w:rsidR="00905145" w:rsidRPr="00AF0A23" w:rsidRDefault="00905145" w:rsidP="00905145">
      <w:pPr>
        <w:pStyle w:val="NormalEspAvt0EspApr0"/>
      </w:pPr>
      <w:r w:rsidRPr="00AF0A23">
        <w:t>Et l’autre qui d</w:t>
      </w:r>
      <w:r w:rsidRPr="00AF0A23">
        <w:t>é</w:t>
      </w:r>
      <w:r w:rsidRPr="00AF0A23">
        <w:t>plaît, vous choque, vous ennuie</w:t>
      </w:r>
    </w:p>
    <w:p w14:paraId="1B682EAA" w14:textId="77777777" w:rsidR="00905145" w:rsidRPr="00AF0A23" w:rsidRDefault="00905145" w:rsidP="00905145">
      <w:pPr>
        <w:pStyle w:val="NormalEspAvt0EspApr0"/>
      </w:pPr>
      <w:r w:rsidRPr="00AF0A23">
        <w:t>Et vous tire à ce point, Madame, sur les nerfs,</w:t>
      </w:r>
    </w:p>
    <w:p w14:paraId="06D30208" w14:textId="77777777" w:rsidR="00905145" w:rsidRPr="00AF0A23" w:rsidRDefault="00905145" w:rsidP="00905145">
      <w:pPr>
        <w:pStyle w:val="NormalEspAvt0EspApr0"/>
      </w:pPr>
      <w:r w:rsidRPr="00AF0A23">
        <w:t>Que vous ne do</w:t>
      </w:r>
      <w:r w:rsidRPr="00AF0A23">
        <w:t>r</w:t>
      </w:r>
      <w:r w:rsidRPr="00AF0A23">
        <w:t>mez pas un instant de la nuit.</w:t>
      </w:r>
    </w:p>
    <w:p w14:paraId="6801B150" w14:textId="77777777" w:rsidR="00905145" w:rsidRPr="00AF0A23" w:rsidRDefault="00905145" w:rsidP="00905145">
      <w:pPr>
        <w:pStyle w:val="NormalEspAvt0EspApr0"/>
      </w:pPr>
      <w:r w:rsidRPr="00AF0A23">
        <w:t>Celle enfin de Monsieur Wagner.</w:t>
      </w:r>
    </w:p>
    <w:p w14:paraId="23FC440C" w14:textId="77777777" w:rsidR="00905145" w:rsidRPr="00AF0A23" w:rsidRDefault="00905145" w:rsidP="00905145">
      <w:pPr>
        <w:pStyle w:val="NormalEspAvt0EspApr0"/>
      </w:pPr>
      <w:r w:rsidRPr="00AF0A23">
        <w:t>Mais, justement, voici Madame de L</w:t>
      </w:r>
      <w:r w:rsidRPr="00AF0A23">
        <w:t>a</w:t>
      </w:r>
      <w:r w:rsidRPr="00AF0A23">
        <w:t>tour-Maubourg,</w:t>
      </w:r>
    </w:p>
    <w:p w14:paraId="1FCB4F1C" w14:textId="77777777" w:rsidR="00905145" w:rsidRPr="00AF0A23" w:rsidRDefault="00905145" w:rsidP="00905145">
      <w:pPr>
        <w:pStyle w:val="NormalEspAvt0EspApr0"/>
      </w:pPr>
      <w:r w:rsidRPr="00AF0A23">
        <w:t>Qui peut vous pa</w:t>
      </w:r>
      <w:r w:rsidRPr="00AF0A23">
        <w:t>r</w:t>
      </w:r>
      <w:r w:rsidRPr="00AF0A23">
        <w:t>ler de la chose,</w:t>
      </w:r>
    </w:p>
    <w:p w14:paraId="55A6BB57" w14:textId="77777777" w:rsidR="00905145" w:rsidRPr="00AF0A23" w:rsidRDefault="00905145" w:rsidP="00905145">
      <w:pPr>
        <w:pStyle w:val="NormalEspAvt0EspApr0"/>
      </w:pPr>
      <w:r w:rsidRPr="00AF0A23">
        <w:t>Elle, en connaissance de cause…</w:t>
      </w:r>
    </w:p>
    <w:p w14:paraId="786DCE18" w14:textId="77777777" w:rsidR="00905145" w:rsidRPr="00D602EA" w:rsidRDefault="00905145" w:rsidP="00905145">
      <w:pPr>
        <w:pStyle w:val="NormalRetraitGauche4XIndent0"/>
        <w:rPr>
          <w:i/>
          <w:iCs/>
        </w:rPr>
      </w:pPr>
      <w:r w:rsidRPr="00D602EA">
        <w:rPr>
          <w:i/>
          <w:iCs/>
        </w:rPr>
        <w:t>À la marquise de Latour-Maubourg qui est entrée depuis un in</w:t>
      </w:r>
      <w:r w:rsidRPr="00D602EA">
        <w:rPr>
          <w:i/>
          <w:iCs/>
        </w:rPr>
        <w:t>s</w:t>
      </w:r>
      <w:r w:rsidRPr="00D602EA">
        <w:rPr>
          <w:i/>
          <w:iCs/>
        </w:rPr>
        <w:t>tant</w:t>
      </w:r>
    </w:p>
    <w:p w14:paraId="27887897" w14:textId="77777777" w:rsidR="00905145" w:rsidRPr="00AF0A23" w:rsidRDefault="00905145" w:rsidP="00905145">
      <w:r w:rsidRPr="00AF0A23">
        <w:t>Car vous étiez hier à l’Opéra, je pense ?</w:t>
      </w:r>
    </w:p>
    <w:p w14:paraId="3986F4B9" w14:textId="77777777" w:rsidR="00905145" w:rsidRPr="00AF0A23" w:rsidRDefault="00905145" w:rsidP="00905145">
      <w:pPr>
        <w:ind w:firstLine="0"/>
        <w:jc w:val="center"/>
      </w:pPr>
      <w:smartTag w:uri="urn:schemas-microsoft-com:office:smarttags" w:element="PersonName">
        <w:smartTagPr>
          <w:attr w:name="ProductID" w:val="LA MARQUISE DE"/>
        </w:smartTagPr>
        <w:r w:rsidRPr="00AF0A23">
          <w:t>LA MARQUISE DE</w:t>
        </w:r>
      </w:smartTag>
      <w:r w:rsidRPr="00AF0A23">
        <w:t xml:space="preserve"> LATOUR-MAUBOURG</w:t>
      </w:r>
    </w:p>
    <w:p w14:paraId="09673C12" w14:textId="77777777" w:rsidR="00905145" w:rsidRPr="00AF0A23" w:rsidRDefault="00905145" w:rsidP="00905145">
      <w:pPr>
        <w:pStyle w:val="NormalEspAvt0EspApr0"/>
      </w:pPr>
      <w:r w:rsidRPr="00AF0A23">
        <w:t>Pas pour ma récompense.</w:t>
      </w:r>
    </w:p>
    <w:p w14:paraId="5878305D" w14:textId="77777777" w:rsidR="00905145" w:rsidRPr="00AF0A23" w:rsidRDefault="00905145" w:rsidP="00905145">
      <w:pPr>
        <w:pStyle w:val="NormalEspAvt0EspApr0"/>
        <w:rPr>
          <w:i/>
          <w:iCs/>
        </w:rPr>
      </w:pPr>
      <w:r w:rsidRPr="00AF0A23">
        <w:t xml:space="preserve">Oh ! Madame, le </w:t>
      </w:r>
      <w:r w:rsidRPr="00AF0A23">
        <w:rPr>
          <w:i/>
          <w:iCs/>
        </w:rPr>
        <w:t>Tannhauser…</w:t>
      </w:r>
    </w:p>
    <w:p w14:paraId="15E457F9" w14:textId="77777777" w:rsidR="00905145" w:rsidRPr="00AF0A23" w:rsidRDefault="00905145" w:rsidP="00905145">
      <w:pPr>
        <w:pStyle w:val="NormalEspAvt0EspApr0"/>
        <w:rPr>
          <w:i/>
          <w:iCs/>
        </w:rPr>
      </w:pPr>
      <w:r w:rsidRPr="00AF0A23">
        <w:t xml:space="preserve">Le scandale du </w:t>
      </w:r>
      <w:r w:rsidRPr="00AF0A23">
        <w:rPr>
          <w:i/>
          <w:iCs/>
        </w:rPr>
        <w:t>Tannhauser !</w:t>
      </w:r>
    </w:p>
    <w:p w14:paraId="740FAC6B" w14:textId="77777777" w:rsidR="00905145" w:rsidRPr="00AF0A23" w:rsidRDefault="00905145" w:rsidP="00905145">
      <w:pPr>
        <w:pStyle w:val="NormalEspAvt0EspApr0"/>
      </w:pPr>
      <w:r w:rsidRPr="00AF0A23">
        <w:t>Tandis qu’on sifflait tous les airs,</w:t>
      </w:r>
    </w:p>
    <w:p w14:paraId="18567138" w14:textId="77777777" w:rsidR="00905145" w:rsidRPr="00AF0A23" w:rsidRDefault="00905145" w:rsidP="00905145">
      <w:pPr>
        <w:pStyle w:val="NormalEspAvt0EspApr0"/>
      </w:pPr>
      <w:r w:rsidRPr="00AF0A23">
        <w:t>Tandis que le public</w:t>
      </w:r>
    </w:p>
    <w:p w14:paraId="47423DFF" w14:textId="77777777" w:rsidR="00905145" w:rsidRPr="00AF0A23" w:rsidRDefault="00905145" w:rsidP="00905145">
      <w:pPr>
        <w:pStyle w:val="NormalEspAvt0EspApr0"/>
      </w:pPr>
      <w:r w:rsidRPr="00AF0A23">
        <w:t>Hurlait, criait sans cesse,</w:t>
      </w:r>
    </w:p>
    <w:p w14:paraId="53513282" w14:textId="77777777" w:rsidR="00905145" w:rsidRPr="00AF0A23" w:rsidRDefault="00905145" w:rsidP="00905145">
      <w:pPr>
        <w:pStyle w:val="NormalEspAvt0EspApr0"/>
      </w:pPr>
      <w:r w:rsidRPr="00AF0A23">
        <w:t>Et se lançait des projectiles…</w:t>
      </w:r>
    </w:p>
    <w:p w14:paraId="6D0B7B04" w14:textId="77777777" w:rsidR="00905145" w:rsidRPr="00AF0A23" w:rsidRDefault="00905145" w:rsidP="00905145">
      <w:pPr>
        <w:pStyle w:val="NormalEspAvt0EspApr0"/>
      </w:pPr>
      <w:r w:rsidRPr="00AF0A23">
        <w:t>La pri</w:t>
      </w:r>
      <w:r w:rsidRPr="00AF0A23">
        <w:t>n</w:t>
      </w:r>
      <w:r w:rsidRPr="00AF0A23">
        <w:t>cesse</w:t>
      </w:r>
    </w:p>
    <w:p w14:paraId="6C7B47D4" w14:textId="77777777" w:rsidR="00905145" w:rsidRPr="00AF0A23" w:rsidRDefault="00905145" w:rsidP="00905145">
      <w:pPr>
        <w:pStyle w:val="NormalEspAvt0EspApr0"/>
      </w:pPr>
      <w:r w:rsidRPr="00AF0A23">
        <w:t>De Metternich,</w:t>
      </w:r>
    </w:p>
    <w:p w14:paraId="507F8820" w14:textId="77777777" w:rsidR="00905145" w:rsidRPr="00AF0A23" w:rsidRDefault="00905145" w:rsidP="00905145">
      <w:pPr>
        <w:pStyle w:val="NormalEspAvt0EspApr0"/>
      </w:pPr>
      <w:r w:rsidRPr="00AF0A23">
        <w:t>Simple détail,</w:t>
      </w:r>
    </w:p>
    <w:p w14:paraId="4796140F" w14:textId="77777777" w:rsidR="00905145" w:rsidRPr="00AF0A23" w:rsidRDefault="00905145" w:rsidP="00905145">
      <w:pPr>
        <w:pStyle w:val="NormalEspAvt0EspApr0"/>
      </w:pPr>
      <w:r w:rsidRPr="00AF0A23">
        <w:t>Br</w:t>
      </w:r>
      <w:r w:rsidRPr="00AF0A23">
        <w:t>i</w:t>
      </w:r>
      <w:r w:rsidRPr="00AF0A23">
        <w:t>sa son éventail</w:t>
      </w:r>
    </w:p>
    <w:p w14:paraId="638C5485" w14:textId="77777777" w:rsidR="00905145" w:rsidRPr="00AF0A23" w:rsidRDefault="00905145" w:rsidP="00905145">
      <w:pPr>
        <w:pStyle w:val="NormalEspAvt0EspApr0"/>
      </w:pPr>
      <w:r w:rsidRPr="00AF0A23">
        <w:t>En traitant les si</w:t>
      </w:r>
      <w:r w:rsidRPr="00AF0A23">
        <w:t>f</w:t>
      </w:r>
      <w:r w:rsidRPr="00AF0A23">
        <w:t>fleurs « d’espèces d’imbéciles ! »</w:t>
      </w:r>
    </w:p>
    <w:p w14:paraId="199360B0" w14:textId="77777777" w:rsidR="00905145" w:rsidRPr="00AF0A23" w:rsidRDefault="00905145" w:rsidP="00905145">
      <w:pPr>
        <w:ind w:firstLine="0"/>
        <w:jc w:val="center"/>
      </w:pPr>
      <w:r w:rsidRPr="00AF0A23">
        <w:t>LA COMTESSE DE MONTEBELLO</w:t>
      </w:r>
    </w:p>
    <w:p w14:paraId="45F108C5" w14:textId="77777777" w:rsidR="00905145" w:rsidRPr="00AF0A23" w:rsidRDefault="00905145" w:rsidP="00905145">
      <w:pPr>
        <w:pStyle w:val="NormalEspAvt0EspApr0"/>
      </w:pPr>
      <w:r w:rsidRPr="00AF0A23">
        <w:t>Eh bien, rien de semblable hier, aux V</w:t>
      </w:r>
      <w:r w:rsidRPr="00AF0A23">
        <w:t>a</w:t>
      </w:r>
      <w:r w:rsidRPr="00AF0A23">
        <w:t>riétés,</w:t>
      </w:r>
    </w:p>
    <w:p w14:paraId="4AEA3652" w14:textId="77777777" w:rsidR="00905145" w:rsidRPr="00AF0A23" w:rsidRDefault="00905145" w:rsidP="00905145">
      <w:pPr>
        <w:pStyle w:val="NormalEspAvt0EspApr0"/>
        <w:rPr>
          <w:i/>
          <w:iCs/>
        </w:rPr>
      </w:pPr>
      <w:r w:rsidRPr="00AF0A23">
        <w:t xml:space="preserve">À la répétition de </w:t>
      </w:r>
      <w:r w:rsidRPr="00AF0A23">
        <w:rPr>
          <w:i/>
          <w:iCs/>
        </w:rPr>
        <w:t>la Grande-Duchesse.</w:t>
      </w:r>
    </w:p>
    <w:p w14:paraId="1632CFF1" w14:textId="77777777" w:rsidR="00905145" w:rsidRPr="00AF0A23" w:rsidRDefault="00905145" w:rsidP="00905145">
      <w:pPr>
        <w:pStyle w:val="NormalEspAvt0EspApr0"/>
      </w:pPr>
      <w:r w:rsidRPr="00AF0A23">
        <w:t>Un succès fou, phénoménal et mérité</w:t>
      </w:r>
    </w:p>
    <w:p w14:paraId="36601676" w14:textId="77777777" w:rsidR="00905145" w:rsidRPr="00AF0A23" w:rsidRDefault="00905145" w:rsidP="00905145">
      <w:pPr>
        <w:pStyle w:val="NormalEspAvt0EspApr0"/>
      </w:pPr>
      <w:r w:rsidRPr="00AF0A23">
        <w:lastRenderedPageBreak/>
        <w:t>Pour la musique et pour la pièce.</w:t>
      </w:r>
    </w:p>
    <w:p w14:paraId="1F4A7267" w14:textId="77777777" w:rsidR="00905145" w:rsidRPr="00AF0A23" w:rsidRDefault="00905145" w:rsidP="00905145">
      <w:pPr>
        <w:pStyle w:val="NormalEspAvt0EspApr0"/>
      </w:pPr>
      <w:r w:rsidRPr="00AF0A23">
        <w:t>D’un bout à l’autre elle a fait rire…</w:t>
      </w:r>
    </w:p>
    <w:p w14:paraId="0613A27A" w14:textId="77777777" w:rsidR="00905145" w:rsidRPr="00AF0A23" w:rsidRDefault="00905145" w:rsidP="00905145">
      <w:pPr>
        <w:pStyle w:val="NormalEspAvt0EspApr0"/>
      </w:pPr>
      <w:r w:rsidRPr="00AF0A23">
        <w:t>Et, quant à la Schneider, Madame, elle a chanté,</w:t>
      </w:r>
    </w:p>
    <w:p w14:paraId="3A4CD99E" w14:textId="77777777" w:rsidR="00905145" w:rsidRPr="00AF0A23" w:rsidRDefault="00905145" w:rsidP="00905145">
      <w:pPr>
        <w:pStyle w:val="NormalEspAvt0EspApr0"/>
      </w:pPr>
      <w:r w:rsidRPr="00AF0A23">
        <w:t>Ce qui n’est pas peu dire,</w:t>
      </w:r>
    </w:p>
    <w:p w14:paraId="31455E30" w14:textId="77777777" w:rsidR="00905145" w:rsidRPr="00AF0A23" w:rsidRDefault="00905145" w:rsidP="00905145">
      <w:pPr>
        <w:pStyle w:val="NormalEspAvt0EspApr0"/>
      </w:pPr>
      <w:r w:rsidRPr="00AF0A23">
        <w:t>Comme jamais e</w:t>
      </w:r>
      <w:r w:rsidRPr="00AF0A23">
        <w:t>n</w:t>
      </w:r>
      <w:r w:rsidRPr="00AF0A23">
        <w:t>cor elle n’avait chanté !</w:t>
      </w:r>
    </w:p>
    <w:p w14:paraId="4D3B1E78" w14:textId="77777777" w:rsidR="00905145" w:rsidRPr="00AF0A23" w:rsidRDefault="00905145" w:rsidP="00905145">
      <w:pPr>
        <w:pStyle w:val="NormalEspAvt0EspApr0"/>
      </w:pPr>
      <w:r w:rsidRPr="00AF0A23">
        <w:t>Dans son grand air :</w:t>
      </w:r>
    </w:p>
    <w:p w14:paraId="700CC2EC" w14:textId="77777777" w:rsidR="00905145" w:rsidRPr="00AF0A23" w:rsidRDefault="00905145" w:rsidP="00905145">
      <w:pPr>
        <w:pStyle w:val="NormalEspAvt0EspApr0"/>
      </w:pPr>
      <w:r w:rsidRPr="00AF0A23">
        <w:t>« Dites-lui qu’on l’a remarqué,</w:t>
      </w:r>
    </w:p>
    <w:p w14:paraId="349ED611" w14:textId="77777777" w:rsidR="00905145" w:rsidRPr="00AF0A23" w:rsidRDefault="00905145" w:rsidP="00905145">
      <w:pPr>
        <w:pStyle w:val="NormalEspAvt0EspApr0"/>
      </w:pPr>
      <w:r w:rsidRPr="00AF0A23">
        <w:t>Distingué… »</w:t>
      </w:r>
    </w:p>
    <w:p w14:paraId="4C87073E" w14:textId="77777777" w:rsidR="00905145" w:rsidRPr="00AF0A23" w:rsidRDefault="00905145" w:rsidP="00905145">
      <w:pPr>
        <w:pStyle w:val="NormalEspAvt0EspApr0"/>
      </w:pPr>
      <w:r w:rsidRPr="00AF0A23">
        <w:t>Elle a été…</w:t>
      </w:r>
    </w:p>
    <w:p w14:paraId="732DB0C9" w14:textId="77777777" w:rsidR="00905145" w:rsidRPr="00AF0A23" w:rsidRDefault="00905145" w:rsidP="00905145">
      <w:pPr>
        <w:ind w:firstLine="0"/>
        <w:jc w:val="center"/>
      </w:pPr>
      <w:r w:rsidRPr="00AF0A23">
        <w:t>L’IMPÉRATRICE</w:t>
      </w:r>
    </w:p>
    <w:p w14:paraId="3AE3F200" w14:textId="77777777" w:rsidR="00905145" w:rsidRPr="00AF0A23" w:rsidRDefault="00905145" w:rsidP="00905145">
      <w:r w:rsidRPr="00AF0A23">
        <w:t>Imitez-la…</w:t>
      </w:r>
    </w:p>
    <w:p w14:paraId="55C7C1E4" w14:textId="77777777" w:rsidR="00905145" w:rsidRPr="00AF0A23" w:rsidRDefault="00905145" w:rsidP="00905145">
      <w:pPr>
        <w:ind w:firstLine="0"/>
        <w:jc w:val="center"/>
      </w:pPr>
      <w:r w:rsidRPr="00AF0A23">
        <w:t>LA COMTESSE DE MONTEBELLO</w:t>
      </w:r>
    </w:p>
    <w:p w14:paraId="6B662423" w14:textId="77777777" w:rsidR="00905145" w:rsidRPr="00AF0A23" w:rsidRDefault="00905145" w:rsidP="00905145">
      <w:r w:rsidRPr="00AF0A23">
        <w:t>Moi, l’imiter ?</w:t>
      </w:r>
    </w:p>
    <w:p w14:paraId="48854A86" w14:textId="77777777" w:rsidR="00905145" w:rsidRPr="00AF0A23" w:rsidRDefault="00905145" w:rsidP="00905145">
      <w:pPr>
        <w:ind w:firstLine="0"/>
        <w:jc w:val="center"/>
      </w:pPr>
      <w:r w:rsidRPr="00AF0A23">
        <w:t>L’IMPÉRATRICE</w:t>
      </w:r>
    </w:p>
    <w:p w14:paraId="3C88E19A" w14:textId="77777777" w:rsidR="00905145" w:rsidRPr="00AF0A23" w:rsidRDefault="00905145" w:rsidP="00905145">
      <w:r w:rsidRPr="00AF0A23">
        <w:t>Fredonnez l’air.</w:t>
      </w:r>
    </w:p>
    <w:p w14:paraId="6A43B280" w14:textId="77777777" w:rsidR="00905145" w:rsidRPr="00AF0A23" w:rsidRDefault="00905145" w:rsidP="00905145">
      <w:pPr>
        <w:ind w:firstLine="0"/>
        <w:jc w:val="center"/>
      </w:pPr>
      <w:r w:rsidRPr="00AF0A23">
        <w:t>LA COMTESSE DE MONTEBELLO</w:t>
      </w:r>
    </w:p>
    <w:p w14:paraId="4223C55F" w14:textId="77777777" w:rsidR="00905145" w:rsidRPr="00AF0A23" w:rsidRDefault="00905145" w:rsidP="00905145">
      <w:pPr>
        <w:pStyle w:val="NormalEspAvt0EspApr0"/>
      </w:pPr>
      <w:r w:rsidRPr="00AF0A23">
        <w:t>Je voudrais bien…</w:t>
      </w:r>
    </w:p>
    <w:p w14:paraId="7157A46D" w14:textId="77777777" w:rsidR="00905145" w:rsidRPr="00AF0A23" w:rsidRDefault="00905145" w:rsidP="00905145">
      <w:pPr>
        <w:pStyle w:val="NormalEspAvt0EspApr0"/>
      </w:pPr>
      <w:r w:rsidRPr="00AF0A23">
        <w:t>Mais si le texte me revient,</w:t>
      </w:r>
    </w:p>
    <w:p w14:paraId="4A4BDE69" w14:textId="77777777" w:rsidR="00905145" w:rsidRPr="00AF0A23" w:rsidRDefault="00905145" w:rsidP="00905145">
      <w:pPr>
        <w:pStyle w:val="NormalEspAvt0EspApr0"/>
      </w:pPr>
      <w:r w:rsidRPr="00AF0A23">
        <w:t>La musique m’échappe un peu, je vous l’avoue,</w:t>
      </w:r>
    </w:p>
    <w:p w14:paraId="5BA042E0" w14:textId="77777777" w:rsidR="00905145" w:rsidRPr="00AF0A23" w:rsidRDefault="00905145" w:rsidP="00905145">
      <w:pPr>
        <w:pStyle w:val="NormalEspAvt0EspApr0"/>
      </w:pPr>
      <w:r w:rsidRPr="00AF0A23">
        <w:t>Dans cette valse de Métra qu’on joue.</w:t>
      </w:r>
    </w:p>
    <w:p w14:paraId="2E327852" w14:textId="77777777" w:rsidR="00905145" w:rsidRPr="00D602EA" w:rsidRDefault="00905145" w:rsidP="00905145">
      <w:pPr>
        <w:pStyle w:val="NormalRetraitGauche4XIndent0"/>
        <w:rPr>
          <w:i/>
          <w:iCs/>
        </w:rPr>
      </w:pPr>
      <w:r w:rsidRPr="00D602EA">
        <w:rPr>
          <w:i/>
          <w:iCs/>
        </w:rPr>
        <w:t>L’orchestre en effet joue la Vague.</w:t>
      </w:r>
    </w:p>
    <w:p w14:paraId="613EBFAC" w14:textId="77777777" w:rsidR="00905145" w:rsidRPr="00AF0A23" w:rsidRDefault="00905145" w:rsidP="00905145">
      <w:pPr>
        <w:pStyle w:val="NormalEspAvt0EspApr0"/>
      </w:pPr>
      <w:r w:rsidRPr="00AF0A23">
        <w:t>Et puis, Madame, après Schneider !</w:t>
      </w:r>
    </w:p>
    <w:p w14:paraId="3F4C1A2D" w14:textId="77777777" w:rsidR="00905145" w:rsidRPr="00AF0A23" w:rsidRDefault="00905145" w:rsidP="00905145">
      <w:pPr>
        <w:pStyle w:val="NormalEspAvt0EspApr0"/>
      </w:pPr>
      <w:r w:rsidRPr="00AF0A23">
        <w:t>Ah ! quelle femme mervei</w:t>
      </w:r>
      <w:r w:rsidRPr="00AF0A23">
        <w:t>l</w:t>
      </w:r>
      <w:r w:rsidRPr="00AF0A23">
        <w:t>leuse !</w:t>
      </w:r>
    </w:p>
    <w:p w14:paraId="65951161"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22C898B2" w14:textId="77777777" w:rsidR="00905145" w:rsidRPr="00AF0A23" w:rsidRDefault="00905145" w:rsidP="00905145">
      <w:pPr>
        <w:pStyle w:val="NormalEspAvt0EspApr0"/>
      </w:pPr>
      <w:r w:rsidRPr="00AF0A23">
        <w:t>C’est ce que disent tous les hommes,</w:t>
      </w:r>
    </w:p>
    <w:p w14:paraId="0496B212" w14:textId="77777777" w:rsidR="00905145" w:rsidRPr="00AF0A23" w:rsidRDefault="00905145" w:rsidP="00905145">
      <w:pPr>
        <w:pStyle w:val="NormalEspAvt0EspApr0"/>
      </w:pPr>
      <w:r w:rsidRPr="00AF0A23">
        <w:t>Ma chère.</w:t>
      </w:r>
    </w:p>
    <w:p w14:paraId="243A0201" w14:textId="77777777" w:rsidR="00905145" w:rsidRPr="00AF0A23" w:rsidRDefault="00905145" w:rsidP="00905145">
      <w:pPr>
        <w:ind w:firstLine="0"/>
        <w:jc w:val="center"/>
      </w:pPr>
      <w:smartTag w:uri="urn:schemas-microsoft-com:office:smarttags" w:element="PersonName">
        <w:smartTagPr>
          <w:attr w:name="ProductID" w:val="LA COMTESSE DE"/>
        </w:smartTagPr>
        <w:r w:rsidRPr="00AF0A23">
          <w:lastRenderedPageBreak/>
          <w:t>LA COMTESSE DE</w:t>
        </w:r>
      </w:smartTag>
      <w:r w:rsidRPr="00AF0A23">
        <w:t xml:space="preserve"> MONTEBELLO</w:t>
      </w:r>
    </w:p>
    <w:p w14:paraId="606BB34F" w14:textId="77777777" w:rsidR="00905145" w:rsidRPr="00AF0A23" w:rsidRDefault="00905145" w:rsidP="00905145">
      <w:r w:rsidRPr="00AF0A23">
        <w:t>Hum ! tous les hommes, c’est bea</w:t>
      </w:r>
      <w:r w:rsidRPr="00AF0A23">
        <w:t>u</w:t>
      </w:r>
      <w:r w:rsidRPr="00AF0A23">
        <w:t>coup.</w:t>
      </w:r>
    </w:p>
    <w:p w14:paraId="1ECABA76"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626015C2" w14:textId="77777777" w:rsidR="00905145" w:rsidRPr="00AF0A23" w:rsidRDefault="00905145" w:rsidP="00905145">
      <w:r w:rsidRPr="00AF0A23">
        <w:t>C’est trop de co</w:t>
      </w:r>
      <w:r w:rsidRPr="00AF0A23">
        <w:t>m</w:t>
      </w:r>
      <w:r w:rsidRPr="00AF0A23">
        <w:t>bien, d’après vous ?</w:t>
      </w:r>
    </w:p>
    <w:p w14:paraId="1B2FABF7" w14:textId="77777777" w:rsidR="00905145" w:rsidRPr="00AF0A23" w:rsidRDefault="00905145" w:rsidP="00905145">
      <w:pPr>
        <w:ind w:firstLine="0"/>
        <w:jc w:val="center"/>
      </w:pPr>
      <w:smartTag w:uri="urn:schemas-microsoft-com:office:smarttags" w:element="PersonName">
        <w:smartTagPr>
          <w:attr w:name="ProductID" w:val="LA COMTESSE DE"/>
        </w:smartTagPr>
        <w:r w:rsidRPr="00AF0A23">
          <w:t>LA COMTESSE DE</w:t>
        </w:r>
      </w:smartTag>
      <w:r w:rsidRPr="00AF0A23">
        <w:t xml:space="preserve"> MONTEBELLO</w:t>
      </w:r>
    </w:p>
    <w:p w14:paraId="0EE4D935" w14:textId="77777777" w:rsidR="00905145" w:rsidRPr="00AF0A23" w:rsidRDefault="00905145" w:rsidP="00905145">
      <w:r w:rsidRPr="00AF0A23">
        <w:t>De la moitié.</w:t>
      </w:r>
    </w:p>
    <w:p w14:paraId="7C6D7BC0"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0F31691E" w14:textId="77777777" w:rsidR="00905145" w:rsidRPr="00AF0A23" w:rsidRDefault="00905145" w:rsidP="00905145">
      <w:pPr>
        <w:pStyle w:val="NormalEspAvt0EspApr0"/>
      </w:pPr>
      <w:r w:rsidRPr="00AF0A23">
        <w:t>De la moitié ?</w:t>
      </w:r>
    </w:p>
    <w:p w14:paraId="759A5AD1" w14:textId="77777777" w:rsidR="00905145" w:rsidRPr="00AF0A23" w:rsidRDefault="00905145" w:rsidP="00905145">
      <w:pPr>
        <w:pStyle w:val="NormalEspAvt0EspApr0"/>
      </w:pPr>
      <w:r w:rsidRPr="00AF0A23">
        <w:t>Eh ! Bien,</w:t>
      </w:r>
    </w:p>
    <w:p w14:paraId="3D9B0999" w14:textId="77777777" w:rsidR="00905145" w:rsidRPr="00AF0A23" w:rsidRDefault="00905145" w:rsidP="00905145">
      <w:pPr>
        <w:pStyle w:val="NormalEspAvt0EspApr0"/>
      </w:pPr>
      <w:r w:rsidRPr="00AF0A23">
        <w:t>Voulez-vous qu’on les nomme ?</w:t>
      </w:r>
    </w:p>
    <w:p w14:paraId="7FCC0E37" w14:textId="77777777" w:rsidR="00905145" w:rsidRPr="00AF0A23" w:rsidRDefault="00905145" w:rsidP="00905145">
      <w:pPr>
        <w:ind w:firstLine="0"/>
        <w:jc w:val="center"/>
      </w:pPr>
      <w:smartTag w:uri="urn:schemas-microsoft-com:office:smarttags" w:element="PersonName">
        <w:smartTagPr>
          <w:attr w:name="ProductID" w:val="LA COMTESSE DE"/>
        </w:smartTagPr>
        <w:r w:rsidRPr="00AF0A23">
          <w:t>LA COMTESSE DE</w:t>
        </w:r>
      </w:smartTag>
      <w:r w:rsidRPr="00AF0A23">
        <w:t xml:space="preserve"> MONTEBELLO</w:t>
      </w:r>
    </w:p>
    <w:p w14:paraId="524A59CD" w14:textId="77777777" w:rsidR="00905145" w:rsidRPr="00AF0A23" w:rsidRDefault="00905145" w:rsidP="00905145">
      <w:pPr>
        <w:pStyle w:val="NormalEspAvt0EspApr0"/>
      </w:pPr>
      <w:r w:rsidRPr="00AF0A23">
        <w:t>Je n’ai qu’une heure à vous donner,</w:t>
      </w:r>
    </w:p>
    <w:p w14:paraId="0963F733" w14:textId="77777777" w:rsidR="00905145" w:rsidRPr="00AF0A23" w:rsidRDefault="00905145" w:rsidP="00905145">
      <w:pPr>
        <w:pStyle w:val="NormalEspAvt0EspApr0"/>
      </w:pPr>
      <w:r w:rsidRPr="00AF0A23">
        <w:t>Je vous préviens.</w:t>
      </w:r>
    </w:p>
    <w:p w14:paraId="5B0F1E51" w14:textId="77777777" w:rsidR="00905145" w:rsidRPr="00AF0A23" w:rsidRDefault="00905145" w:rsidP="00905145">
      <w:pPr>
        <w:ind w:firstLine="0"/>
        <w:jc w:val="center"/>
      </w:pPr>
      <w:smartTag w:uri="urn:schemas-microsoft-com:office:smarttags" w:element="PersonName">
        <w:smartTagPr>
          <w:attr w:name="ProductID" w:val="LA DUCHESSE DE"/>
        </w:smartTagPr>
        <w:r w:rsidRPr="00AF0A23">
          <w:t>LA DUCHESSE DE</w:t>
        </w:r>
      </w:smartTag>
      <w:r w:rsidRPr="00AF0A23">
        <w:t xml:space="preserve"> BASSANO</w:t>
      </w:r>
    </w:p>
    <w:p w14:paraId="6E0AEB81" w14:textId="77777777" w:rsidR="00905145" w:rsidRPr="00AF0A23" w:rsidRDefault="00905145" w:rsidP="00905145">
      <w:pPr>
        <w:pStyle w:val="NormalEspAvt0EspApr0"/>
      </w:pPr>
      <w:r w:rsidRPr="00AF0A23">
        <w:t>Vous plaisantez, ma chère, une heure, c’est trop court !</w:t>
      </w:r>
    </w:p>
    <w:p w14:paraId="33F9AB26" w14:textId="77777777" w:rsidR="00905145" w:rsidRPr="00AF0A23" w:rsidRDefault="00905145" w:rsidP="00905145">
      <w:pPr>
        <w:pStyle w:val="NormalEspAvt0EspApr0"/>
      </w:pPr>
      <w:r w:rsidRPr="00AF0A23">
        <w:t>Car c’est le temps qu’il nous faudrait exactement</w:t>
      </w:r>
    </w:p>
    <w:p w14:paraId="0C27B13E" w14:textId="77777777" w:rsidR="00905145" w:rsidRPr="00AF0A23" w:rsidRDefault="00905145" w:rsidP="00905145">
      <w:pPr>
        <w:pStyle w:val="NormalEspAvt0EspApr0"/>
      </w:pPr>
      <w:r w:rsidRPr="00AF0A23">
        <w:t>Pour énumérer les amants,</w:t>
      </w:r>
    </w:p>
    <w:p w14:paraId="69C7423B" w14:textId="77777777" w:rsidR="00905145" w:rsidRPr="00AF0A23" w:rsidRDefault="00905145" w:rsidP="00905145">
      <w:pPr>
        <w:pStyle w:val="NormalEspAvt0EspApr0"/>
      </w:pPr>
      <w:r w:rsidRPr="00AF0A23">
        <w:t>D’une des dames de la Cour.</w:t>
      </w:r>
    </w:p>
    <w:p w14:paraId="1C44BFCE" w14:textId="77777777" w:rsidR="00905145" w:rsidRPr="00AF0A23" w:rsidRDefault="00905145" w:rsidP="00905145">
      <w:pPr>
        <w:ind w:firstLine="0"/>
        <w:jc w:val="center"/>
      </w:pPr>
      <w:r w:rsidRPr="00AF0A23">
        <w:t>L’IMPÉRATRICE</w:t>
      </w:r>
    </w:p>
    <w:p w14:paraId="147F0AAB" w14:textId="77777777" w:rsidR="00905145" w:rsidRPr="00AF0A23" w:rsidRDefault="00905145" w:rsidP="00905145">
      <w:pPr>
        <w:pStyle w:val="NormalEspAvt0EspApr0"/>
      </w:pPr>
      <w:r w:rsidRPr="00AF0A23">
        <w:t>Écoutez-les toutes les deux !</w:t>
      </w:r>
    </w:p>
    <w:p w14:paraId="68C90AE0" w14:textId="77777777" w:rsidR="00905145" w:rsidRPr="00AF0A23" w:rsidRDefault="00905145" w:rsidP="00905145">
      <w:pPr>
        <w:pStyle w:val="NormalEspAvt0EspApr0"/>
      </w:pPr>
      <w:r w:rsidRPr="00AF0A23">
        <w:t>Mais voulez-vous bien n’être pas</w:t>
      </w:r>
    </w:p>
    <w:p w14:paraId="03B31B88" w14:textId="77777777" w:rsidR="00905145" w:rsidRPr="00AF0A23" w:rsidRDefault="00905145" w:rsidP="00905145">
      <w:pPr>
        <w:pStyle w:val="NormalEspAvt0EspApr0"/>
      </w:pPr>
      <w:r w:rsidRPr="00AF0A23">
        <w:t>Si médisantes ! C’est a</w:t>
      </w:r>
      <w:r w:rsidRPr="00AF0A23">
        <w:t>f</w:t>
      </w:r>
      <w:r w:rsidRPr="00AF0A23">
        <w:t>freux</w:t>
      </w:r>
    </w:p>
    <w:p w14:paraId="0933CFF4" w14:textId="77777777" w:rsidR="00905145" w:rsidRPr="00AF0A23" w:rsidRDefault="00905145" w:rsidP="00905145">
      <w:pPr>
        <w:pStyle w:val="NormalEspAvt0EspApr0"/>
      </w:pPr>
      <w:r w:rsidRPr="00AF0A23">
        <w:t>Tout ce que vous racontez là !</w:t>
      </w:r>
    </w:p>
    <w:p w14:paraId="23BD892D" w14:textId="77777777" w:rsidR="00905145" w:rsidRPr="00AF0A23" w:rsidRDefault="00905145" w:rsidP="00905145">
      <w:pPr>
        <w:ind w:firstLine="0"/>
        <w:jc w:val="center"/>
      </w:pPr>
      <w:r w:rsidRPr="00AF0A23">
        <w:t>LA COMTESSE DE MONTEBELLO</w:t>
      </w:r>
    </w:p>
    <w:p w14:paraId="39444C67" w14:textId="77777777" w:rsidR="00905145" w:rsidRPr="00AF0A23" w:rsidRDefault="00905145" w:rsidP="00905145">
      <w:pPr>
        <w:pStyle w:val="NormalEspAvt0EspApr0"/>
      </w:pPr>
      <w:r w:rsidRPr="00AF0A23">
        <w:t>Ah ! Madame, je vous admire !</w:t>
      </w:r>
    </w:p>
    <w:p w14:paraId="0C33E915" w14:textId="77777777" w:rsidR="00905145" w:rsidRPr="00AF0A23" w:rsidRDefault="00905145" w:rsidP="00905145">
      <w:pPr>
        <w:pStyle w:val="NormalEspAvt0EspApr0"/>
      </w:pPr>
      <w:r w:rsidRPr="00AF0A23">
        <w:lastRenderedPageBreak/>
        <w:t>L’Impératrice a d</w:t>
      </w:r>
      <w:r w:rsidRPr="00AF0A23">
        <w:t>é</w:t>
      </w:r>
      <w:r w:rsidRPr="00AF0A23">
        <w:t>siré</w:t>
      </w:r>
    </w:p>
    <w:p w14:paraId="3E81800E" w14:textId="77777777" w:rsidR="00905145" w:rsidRPr="00AF0A23" w:rsidRDefault="00905145" w:rsidP="00905145">
      <w:pPr>
        <w:pStyle w:val="NormalEspAvt0EspApr0"/>
      </w:pPr>
      <w:r w:rsidRPr="00AF0A23">
        <w:t>N’être entourée</w:t>
      </w:r>
    </w:p>
    <w:p w14:paraId="091A601F" w14:textId="77777777" w:rsidR="00905145" w:rsidRPr="00AF0A23" w:rsidRDefault="00905145" w:rsidP="00905145">
      <w:pPr>
        <w:pStyle w:val="NormalEspAvt0EspApr0"/>
      </w:pPr>
      <w:r w:rsidRPr="00AF0A23">
        <w:t>Que de personnes</w:t>
      </w:r>
    </w:p>
    <w:p w14:paraId="53E6403B" w14:textId="77777777" w:rsidR="00905145" w:rsidRPr="00AF0A23" w:rsidRDefault="00905145" w:rsidP="00905145">
      <w:pPr>
        <w:pStyle w:val="NormalEspAvt0EspApr0"/>
      </w:pPr>
      <w:r w:rsidRPr="00AF0A23">
        <w:t>Sur le compte de</w:t>
      </w:r>
      <w:r w:rsidRPr="00AF0A23">
        <w:t>s</w:t>
      </w:r>
      <w:r w:rsidRPr="00AF0A23">
        <w:t>quelles</w:t>
      </w:r>
    </w:p>
    <w:p w14:paraId="433AEF66" w14:textId="77777777" w:rsidR="00905145" w:rsidRPr="00AF0A23" w:rsidRDefault="00905145" w:rsidP="00905145">
      <w:pPr>
        <w:pStyle w:val="NormalEspAvt0EspApr0"/>
      </w:pPr>
      <w:r w:rsidRPr="00AF0A23">
        <w:t>On ne pouvait rien dire.</w:t>
      </w:r>
    </w:p>
    <w:p w14:paraId="46FEFF56" w14:textId="77777777" w:rsidR="00905145" w:rsidRPr="00AF0A23" w:rsidRDefault="00905145" w:rsidP="00905145">
      <w:pPr>
        <w:pStyle w:val="NormalEspAvt0EspApr0"/>
      </w:pPr>
      <w:r w:rsidRPr="00AF0A23">
        <w:t>On a pu vous en trouver huit</w:t>
      </w:r>
    </w:p>
    <w:p w14:paraId="3F965392" w14:textId="77777777" w:rsidR="00905145" w:rsidRPr="00AF0A23" w:rsidRDefault="00905145" w:rsidP="00905145">
      <w:pPr>
        <w:pStyle w:val="NormalEspAvt0EspApr0"/>
      </w:pPr>
      <w:r w:rsidRPr="00AF0A23">
        <w:t>Pas neuf mais huit, dont la conduite</w:t>
      </w:r>
    </w:p>
    <w:p w14:paraId="0510CCE7" w14:textId="77777777" w:rsidR="00905145" w:rsidRPr="00AF0A23" w:rsidRDefault="00905145" w:rsidP="00905145">
      <w:pPr>
        <w:pStyle w:val="NormalEspAvt0EspApr0"/>
      </w:pPr>
      <w:r w:rsidRPr="00AF0A23">
        <w:t>Est impeccable.</w:t>
      </w:r>
    </w:p>
    <w:p w14:paraId="70916A9E" w14:textId="77777777" w:rsidR="00905145" w:rsidRPr="00AF0A23" w:rsidRDefault="00905145" w:rsidP="00905145">
      <w:pPr>
        <w:pStyle w:val="NormalEspAvt0EspApr0"/>
      </w:pPr>
      <w:r w:rsidRPr="00AF0A23">
        <w:t>Car, disons-le, pour être bien dignes de vous,</w:t>
      </w:r>
    </w:p>
    <w:p w14:paraId="15B43227" w14:textId="77777777" w:rsidR="00905145" w:rsidRPr="00AF0A23" w:rsidRDefault="00905145" w:rsidP="00905145">
      <w:pPr>
        <w:pStyle w:val="NormalEspAvt0EspApr0"/>
      </w:pPr>
      <w:r w:rsidRPr="00AF0A23">
        <w:t>Nous nous privons vraiment de tout</w:t>
      </w:r>
    </w:p>
    <w:p w14:paraId="3CF4B44C" w14:textId="77777777" w:rsidR="00905145" w:rsidRPr="00AF0A23" w:rsidRDefault="00905145" w:rsidP="00905145">
      <w:pPr>
        <w:pStyle w:val="NormalEspAvt0EspApr0"/>
      </w:pPr>
      <w:r w:rsidRPr="00AF0A23">
        <w:t>Et nous ne faisons rien de mal</w:t>
      </w:r>
    </w:p>
    <w:p w14:paraId="12B58EF2" w14:textId="77777777" w:rsidR="00905145" w:rsidRPr="00AF0A23" w:rsidRDefault="00905145" w:rsidP="00905145">
      <w:pPr>
        <w:pStyle w:val="NormalEspAvt0EspApr0"/>
      </w:pPr>
      <w:r w:rsidRPr="00AF0A23">
        <w:t>Réglant ainsi notre existence sur la vôtre.</w:t>
      </w:r>
    </w:p>
    <w:p w14:paraId="5A398A64" w14:textId="77777777" w:rsidR="00905145" w:rsidRPr="00AF0A23" w:rsidRDefault="00905145" w:rsidP="00905145">
      <w:pPr>
        <w:pStyle w:val="NormalEspAvt0EspApr0"/>
      </w:pPr>
      <w:r w:rsidRPr="00AF0A23">
        <w:t>Or, aux femmes qui ne font rien de mal, je crois</w:t>
      </w:r>
    </w:p>
    <w:p w14:paraId="6C7F0C2C" w14:textId="77777777" w:rsidR="00905145" w:rsidRPr="00AF0A23" w:rsidRDefault="00905145" w:rsidP="00905145">
      <w:pPr>
        <w:pStyle w:val="NormalEspAvt0EspApr0"/>
      </w:pPr>
      <w:r w:rsidRPr="00AF0A23">
        <w:t>Qu’il faut laisser du moins le droit</w:t>
      </w:r>
    </w:p>
    <w:p w14:paraId="6102D8C3" w14:textId="77777777" w:rsidR="00905145" w:rsidRPr="00AF0A23" w:rsidRDefault="00905145" w:rsidP="00905145">
      <w:pPr>
        <w:pStyle w:val="NormalEspAvt0EspApr0"/>
      </w:pPr>
      <w:r w:rsidRPr="00AF0A23">
        <w:t>De dire un peu du mal des autres</w:t>
      </w:r>
    </w:p>
    <w:p w14:paraId="45429684" w14:textId="77777777" w:rsidR="00905145" w:rsidRPr="00AF0A23" w:rsidRDefault="00905145" w:rsidP="00905145">
      <w:pPr>
        <w:pStyle w:val="NormalEspAvt0EspApr0"/>
      </w:pPr>
      <w:r w:rsidRPr="00AF0A23">
        <w:t>Sans quoi…</w:t>
      </w:r>
    </w:p>
    <w:p w14:paraId="26953273" w14:textId="77777777" w:rsidR="00905145" w:rsidRPr="00D602EA" w:rsidRDefault="00905145" w:rsidP="00905145">
      <w:pPr>
        <w:pStyle w:val="NormalRetraitGauche4XIndent0"/>
        <w:rPr>
          <w:i/>
          <w:iCs/>
        </w:rPr>
      </w:pPr>
      <w:r w:rsidRPr="00D602EA">
        <w:rPr>
          <w:i/>
          <w:iCs/>
        </w:rPr>
        <w:t>À ce moment, l’orchestre, au loin, vient d’attaquer l’air de la Grande-Duchesse : « Dites-lui… »</w:t>
      </w:r>
    </w:p>
    <w:p w14:paraId="44BD4037" w14:textId="77777777" w:rsidR="00905145" w:rsidRPr="00AF0A23" w:rsidRDefault="00905145" w:rsidP="00905145">
      <w:r w:rsidRPr="00AF0A23">
        <w:t>Voilà son air !</w:t>
      </w:r>
    </w:p>
    <w:p w14:paraId="2B55610A" w14:textId="77777777" w:rsidR="00905145" w:rsidRPr="00AF0A23" w:rsidRDefault="00905145" w:rsidP="00905145">
      <w:pPr>
        <w:ind w:firstLine="0"/>
        <w:jc w:val="center"/>
      </w:pPr>
      <w:r w:rsidRPr="00AF0A23">
        <w:t>L’IMPÉRATRICE</w:t>
      </w:r>
    </w:p>
    <w:p w14:paraId="0578750F" w14:textId="77777777" w:rsidR="00905145" w:rsidRPr="00AF0A23" w:rsidRDefault="00905145" w:rsidP="00905145">
      <w:r w:rsidRPr="00AF0A23">
        <w:t>Fredonnez-le…</w:t>
      </w:r>
    </w:p>
    <w:p w14:paraId="792F6B4E" w14:textId="77777777" w:rsidR="00905145" w:rsidRPr="00AF0A23" w:rsidRDefault="00905145" w:rsidP="00905145">
      <w:pPr>
        <w:ind w:firstLine="0"/>
        <w:jc w:val="center"/>
      </w:pPr>
      <w:r w:rsidRPr="00AF0A23">
        <w:t>LA COMTESSE DE MONTEBELLO</w:t>
      </w:r>
    </w:p>
    <w:p w14:paraId="2B348BA5" w14:textId="77777777" w:rsidR="00905145" w:rsidRPr="00AF0A23" w:rsidRDefault="00905145" w:rsidP="00905145">
      <w:r w:rsidRPr="00AF0A23">
        <w:t>Si c’est un ordre ?</w:t>
      </w:r>
    </w:p>
    <w:p w14:paraId="19DDF99B" w14:textId="77777777" w:rsidR="00905145" w:rsidRPr="00AF0A23" w:rsidRDefault="00905145" w:rsidP="00905145">
      <w:pPr>
        <w:ind w:firstLine="0"/>
        <w:jc w:val="center"/>
      </w:pPr>
      <w:r w:rsidRPr="00AF0A23">
        <w:t>L’IMPÉRATRICE</w:t>
      </w:r>
    </w:p>
    <w:p w14:paraId="73BD7FC7" w14:textId="77777777" w:rsidR="00905145" w:rsidRPr="00AF0A23" w:rsidRDefault="00905145" w:rsidP="00905145">
      <w:r w:rsidRPr="00AF0A23">
        <w:t>C’en est un.</w:t>
      </w:r>
    </w:p>
    <w:p w14:paraId="47DBF8A4" w14:textId="77777777" w:rsidR="00905145" w:rsidRPr="00AF0A23" w:rsidRDefault="00905145" w:rsidP="00905145">
      <w:pPr>
        <w:ind w:firstLine="0"/>
        <w:jc w:val="center"/>
      </w:pPr>
      <w:r w:rsidRPr="00AF0A23">
        <w:t>LA COMTESSE DE MONTEBELLO</w:t>
      </w:r>
    </w:p>
    <w:p w14:paraId="5CDE9573" w14:textId="77777777" w:rsidR="00905145" w:rsidRPr="00AF0A23" w:rsidRDefault="00905145" w:rsidP="00905145">
      <w:pPr>
        <w:pStyle w:val="NormalEspAvt0EspApr0"/>
      </w:pPr>
      <w:r w:rsidRPr="00AF0A23">
        <w:lastRenderedPageBreak/>
        <w:t>Bien.</w:t>
      </w:r>
    </w:p>
    <w:p w14:paraId="62184FDE" w14:textId="77777777" w:rsidR="00905145" w:rsidRPr="00AF0A23" w:rsidRDefault="00905145" w:rsidP="00905145">
      <w:pPr>
        <w:pStyle w:val="NormalEspAvt0EspApr0"/>
      </w:pPr>
      <w:r w:rsidRPr="00AF0A23">
        <w:t>Que n’ai-je votre talent, Madame, et sa santé</w:t>
      </w:r>
    </w:p>
    <w:p w14:paraId="59BCD17C" w14:textId="77777777" w:rsidR="00905145" w:rsidRPr="00AF0A23" w:rsidRDefault="00905145" w:rsidP="00905145">
      <w:pPr>
        <w:pStyle w:val="NormalEspAvt0EspApr0"/>
      </w:pPr>
      <w:r w:rsidRPr="00AF0A23">
        <w:t>Elle s’avance</w:t>
      </w:r>
    </w:p>
    <w:p w14:paraId="3BBD7A15" w14:textId="77777777" w:rsidR="00905145" w:rsidRPr="00AF0A23" w:rsidRDefault="00905145" w:rsidP="00905145">
      <w:pPr>
        <w:pStyle w:val="NormalEspAvt0EspApr0"/>
      </w:pPr>
      <w:r w:rsidRPr="00AF0A23">
        <w:t>Et commence</w:t>
      </w:r>
    </w:p>
    <w:p w14:paraId="6F015104" w14:textId="77777777" w:rsidR="00905145" w:rsidRPr="00AF0A23" w:rsidRDefault="00905145" w:rsidP="00905145">
      <w:pPr>
        <w:pStyle w:val="NormalEspAvt0EspApr0"/>
      </w:pPr>
      <w:r w:rsidRPr="00AF0A23">
        <w:t>À chanter…</w:t>
      </w:r>
    </w:p>
    <w:p w14:paraId="208DFB0B" w14:textId="77777777" w:rsidR="00905145" w:rsidRPr="00D602EA" w:rsidRDefault="00905145" w:rsidP="00905145">
      <w:pPr>
        <w:pStyle w:val="NormalEspAvt0EspApr0"/>
        <w:rPr>
          <w:i/>
          <w:iCs/>
        </w:rPr>
      </w:pPr>
      <w:r w:rsidRPr="00D602EA">
        <w:rPr>
          <w:i/>
          <w:iCs/>
        </w:rPr>
        <w:t>Dites-lui qu’on l’a remarqué, distingué,</w:t>
      </w:r>
    </w:p>
    <w:p w14:paraId="01E4A0C1" w14:textId="77777777" w:rsidR="00905145" w:rsidRPr="00D602EA" w:rsidRDefault="00905145" w:rsidP="00905145">
      <w:pPr>
        <w:pStyle w:val="NormalEspAvt0EspApr0"/>
        <w:rPr>
          <w:i/>
          <w:iCs/>
        </w:rPr>
      </w:pPr>
      <w:r w:rsidRPr="00D602EA">
        <w:rPr>
          <w:i/>
          <w:iCs/>
        </w:rPr>
        <w:t>Dites-lui qu’on le trouve aimable…</w:t>
      </w:r>
    </w:p>
    <w:p w14:paraId="3AF7B1BA" w14:textId="77777777" w:rsidR="00905145" w:rsidRPr="00D602EA" w:rsidRDefault="00905145" w:rsidP="00905145">
      <w:pPr>
        <w:pStyle w:val="NormalRetraitGauche4XIndent0"/>
        <w:rPr>
          <w:i/>
          <w:iCs/>
        </w:rPr>
      </w:pPr>
      <w:r w:rsidRPr="00D602EA">
        <w:rPr>
          <w:i/>
          <w:iCs/>
        </w:rPr>
        <w:t>Et lorsqu’elle a fini de chanter l’air… elle s’immobilise, comme l’ont fait, en l’écoutant, l’Impératrice et ses dames d’honneur, et les neuf personnages qui sont en scène repr</w:t>
      </w:r>
      <w:r w:rsidRPr="00D602EA">
        <w:rPr>
          <w:i/>
          <w:iCs/>
        </w:rPr>
        <w:t>é</w:t>
      </w:r>
      <w:r w:rsidRPr="00D602EA">
        <w:rPr>
          <w:i/>
          <w:iCs/>
        </w:rPr>
        <w:t>sentent alors le célèbre tableau de Winte</w:t>
      </w:r>
      <w:r w:rsidRPr="00D602EA">
        <w:rPr>
          <w:i/>
          <w:iCs/>
        </w:rPr>
        <w:t>r</w:t>
      </w:r>
      <w:r w:rsidRPr="00D602EA">
        <w:rPr>
          <w:i/>
          <w:iCs/>
        </w:rPr>
        <w:t>halter.</w:t>
      </w:r>
    </w:p>
    <w:p w14:paraId="4B6A0D74" w14:textId="77777777" w:rsidR="00905145" w:rsidRPr="00AF0A23" w:rsidRDefault="00905145" w:rsidP="00905145"/>
    <w:p w14:paraId="3E9306AA" w14:textId="77777777" w:rsidR="00905145" w:rsidRPr="00AF0A23" w:rsidRDefault="00905145" w:rsidP="00905145">
      <w:pPr>
        <w:pStyle w:val="Titre1"/>
      </w:pPr>
      <w:bookmarkStart w:id="20" w:name="_Toc195622106"/>
      <w:r w:rsidRPr="00AF0A23">
        <w:lastRenderedPageBreak/>
        <w:t>MONSIEUR THIERS</w:t>
      </w:r>
      <w:bookmarkEnd w:id="20"/>
    </w:p>
    <w:p w14:paraId="29737456" w14:textId="77777777" w:rsidR="00905145" w:rsidRPr="00AF0A23" w:rsidRDefault="00905145" w:rsidP="00905145">
      <w:pPr>
        <w:rPr>
          <w:i/>
          <w:iCs/>
        </w:rPr>
      </w:pPr>
      <w:r w:rsidRPr="00AF0A23">
        <w:rPr>
          <w:i/>
          <w:iCs/>
        </w:rPr>
        <w:t>Le décor représente un salon attenant à la salle des séances de l’Assemblée Nationale. Et la scène se passe en 1871.</w:t>
      </w:r>
    </w:p>
    <w:p w14:paraId="4D42D325" w14:textId="77777777" w:rsidR="00905145" w:rsidRPr="00AF0A23" w:rsidRDefault="00905145" w:rsidP="00905145">
      <w:pPr>
        <w:rPr>
          <w:i/>
          <w:iCs/>
        </w:rPr>
      </w:pPr>
      <w:r w:rsidRPr="00AF0A23">
        <w:rPr>
          <w:i/>
          <w:iCs/>
        </w:rPr>
        <w:t>À l’exception de M. Thiers, tous les personnages sont en scène au lever du rideau. Ils forment deux groupes de six pe</w:t>
      </w:r>
      <w:r w:rsidRPr="00AF0A23">
        <w:rPr>
          <w:i/>
          <w:iCs/>
        </w:rPr>
        <w:t>r</w:t>
      </w:r>
      <w:r w:rsidRPr="00AF0A23">
        <w:rPr>
          <w:i/>
          <w:iCs/>
        </w:rPr>
        <w:t>sonnes. L’un est à gauche, l’autre à droite. Mgr Dupanloup est auprès des orléani</w:t>
      </w:r>
      <w:r w:rsidRPr="00AF0A23">
        <w:rPr>
          <w:i/>
          <w:iCs/>
        </w:rPr>
        <w:t>s</w:t>
      </w:r>
      <w:r w:rsidRPr="00AF0A23">
        <w:rPr>
          <w:i/>
          <w:iCs/>
        </w:rPr>
        <w:t>tes. Tous écoutent la voix de Gambetta qui parle en coulisse.</w:t>
      </w:r>
    </w:p>
    <w:p w14:paraId="17AB0C5C" w14:textId="77777777" w:rsidR="00905145" w:rsidRDefault="00905145" w:rsidP="00905145">
      <w:pPr>
        <w:ind w:firstLine="0"/>
        <w:jc w:val="center"/>
      </w:pPr>
    </w:p>
    <w:p w14:paraId="1805D7B4" w14:textId="77777777" w:rsidR="00905145" w:rsidRPr="00AF0A23" w:rsidRDefault="00905145" w:rsidP="00905145">
      <w:pPr>
        <w:ind w:firstLine="0"/>
        <w:jc w:val="center"/>
      </w:pPr>
      <w:smartTag w:uri="urn:schemas-microsoft-com:office:smarttags" w:element="PersonName">
        <w:smartTagPr>
          <w:attr w:name="ProductID" w:val="LA VOIX DE"/>
        </w:smartTagPr>
        <w:r w:rsidRPr="00AF0A23">
          <w:t>LA VOIX DE</w:t>
        </w:r>
      </w:smartTag>
      <w:r w:rsidRPr="00AF0A23">
        <w:t xml:space="preserve"> GAMBETTA</w:t>
      </w:r>
    </w:p>
    <w:p w14:paraId="3330C34C" w14:textId="77777777" w:rsidR="00905145" w:rsidRPr="00AF0A23" w:rsidRDefault="00905145" w:rsidP="00905145">
      <w:r w:rsidRPr="00AF0A23">
        <w:t>N’a-t-on pas vu apparaître sur toute la surface du pays un no</w:t>
      </w:r>
      <w:r w:rsidRPr="00AF0A23">
        <w:t>u</w:t>
      </w:r>
      <w:r w:rsidRPr="00AF0A23">
        <w:t>veau personnel politique électoral, un nouveau personnel de suffrage universel ?… N’a-t-on pas vu les travailleurs des villes et des campagnes, ce monde du tr</w:t>
      </w:r>
      <w:r w:rsidRPr="00AF0A23">
        <w:t>a</w:t>
      </w:r>
      <w:r w:rsidRPr="00AF0A23">
        <w:t>vail à qui appartient l’avenir, faire son entrée dans les affaires publiques ? N’est-ce pas l’avertissement caractéristique que le pays, après avoir essayé bien des formes de gouve</w:t>
      </w:r>
      <w:r w:rsidRPr="00AF0A23">
        <w:t>r</w:t>
      </w:r>
      <w:r w:rsidRPr="00AF0A23">
        <w:t>nement…</w:t>
      </w:r>
    </w:p>
    <w:p w14:paraId="70C10935" w14:textId="77777777" w:rsidR="00905145" w:rsidRPr="004139E8" w:rsidRDefault="00905145" w:rsidP="00905145">
      <w:pPr>
        <w:pStyle w:val="NormalRetraitGauche4XIndent0"/>
        <w:rPr>
          <w:i/>
          <w:iCs/>
        </w:rPr>
      </w:pPr>
      <w:r w:rsidRPr="004139E8">
        <w:rPr>
          <w:i/>
          <w:iCs/>
        </w:rPr>
        <w:t>Mgr Dupanloup traverse la scène et va vers les légitimi</w:t>
      </w:r>
      <w:r w:rsidRPr="004139E8">
        <w:rPr>
          <w:i/>
          <w:iCs/>
        </w:rPr>
        <w:t>s</w:t>
      </w:r>
      <w:r w:rsidRPr="004139E8">
        <w:rPr>
          <w:i/>
          <w:iCs/>
        </w:rPr>
        <w:t>tes en attirant leur attention sur les paroles que Gambetta est en train de prononcer…</w:t>
      </w:r>
    </w:p>
    <w:p w14:paraId="388B24D9" w14:textId="77777777" w:rsidR="00905145" w:rsidRPr="00AF0A23" w:rsidRDefault="00905145" w:rsidP="00905145">
      <w:r w:rsidRPr="00AF0A23">
        <w:t>veut enfin s’adresser à une autre couche sociale pour exp</w:t>
      </w:r>
      <w:r w:rsidRPr="00AF0A23">
        <w:t>é</w:t>
      </w:r>
      <w:r w:rsidRPr="00AF0A23">
        <w:t>rimenter la forme républicaine ?… Oui, je pressens, je sens, j’annonce la venue et la présence dans la polit</w:t>
      </w:r>
      <w:r w:rsidRPr="00AF0A23">
        <w:t>i</w:t>
      </w:r>
      <w:r w:rsidRPr="00AF0A23">
        <w:t>que d’une couche s</w:t>
      </w:r>
      <w:r w:rsidRPr="00AF0A23">
        <w:t>o</w:t>
      </w:r>
      <w:r w:rsidRPr="00AF0A23">
        <w:t>ciale nouvelle…</w:t>
      </w:r>
    </w:p>
    <w:p w14:paraId="4D117691" w14:textId="77777777" w:rsidR="00905145" w:rsidRPr="004139E8" w:rsidRDefault="00905145" w:rsidP="00905145">
      <w:pPr>
        <w:pStyle w:val="NormalRetraitGauche4XIndent0"/>
        <w:rPr>
          <w:i/>
          <w:iCs/>
        </w:rPr>
      </w:pPr>
      <w:r w:rsidRPr="004139E8">
        <w:rPr>
          <w:i/>
          <w:iCs/>
        </w:rPr>
        <w:t>La porte du fond s’ouvre et un huissier p</w:t>
      </w:r>
      <w:r w:rsidRPr="004139E8">
        <w:rPr>
          <w:i/>
          <w:iCs/>
        </w:rPr>
        <w:t>a</w:t>
      </w:r>
      <w:r w:rsidRPr="004139E8">
        <w:rPr>
          <w:i/>
          <w:iCs/>
        </w:rPr>
        <w:t>raît et annonce :</w:t>
      </w:r>
    </w:p>
    <w:p w14:paraId="31FE7B6F" w14:textId="77777777" w:rsidR="00905145" w:rsidRPr="00AF0A23" w:rsidRDefault="00905145" w:rsidP="00905145">
      <w:pPr>
        <w:ind w:firstLine="0"/>
        <w:jc w:val="center"/>
      </w:pPr>
      <w:r w:rsidRPr="00AF0A23">
        <w:lastRenderedPageBreak/>
        <w:t>L’HUISSIER</w:t>
      </w:r>
    </w:p>
    <w:p w14:paraId="0AD2143D" w14:textId="77777777" w:rsidR="00905145" w:rsidRPr="00AF0A23" w:rsidRDefault="00905145" w:rsidP="00905145">
      <w:r w:rsidRPr="00AF0A23">
        <w:t>Monsieur Thiers.</w:t>
      </w:r>
    </w:p>
    <w:p w14:paraId="385F2381" w14:textId="77777777" w:rsidR="00905145" w:rsidRPr="004139E8" w:rsidRDefault="00905145" w:rsidP="00905145">
      <w:pPr>
        <w:pStyle w:val="NormalRetraitGauche4XIndent0"/>
        <w:rPr>
          <w:i/>
          <w:iCs/>
        </w:rPr>
      </w:pPr>
      <w:r w:rsidRPr="004139E8">
        <w:rPr>
          <w:i/>
          <w:iCs/>
        </w:rPr>
        <w:t>M. Thiers fait son entrée.</w:t>
      </w:r>
    </w:p>
    <w:p w14:paraId="34E1E04F" w14:textId="77777777" w:rsidR="00905145" w:rsidRPr="00AF0A23" w:rsidRDefault="00905145" w:rsidP="00905145">
      <w:pPr>
        <w:ind w:firstLine="0"/>
        <w:jc w:val="center"/>
      </w:pPr>
      <w:r w:rsidRPr="00AF0A23">
        <w:t>MONSIEUR THIERS</w:t>
      </w:r>
    </w:p>
    <w:p w14:paraId="5867055F" w14:textId="77777777" w:rsidR="00905145" w:rsidRPr="00AF0A23" w:rsidRDefault="00905145" w:rsidP="00905145">
      <w:r w:rsidRPr="00AF0A23">
        <w:t>Messieurs, j’ai bien l’honneur de vous s</w:t>
      </w:r>
      <w:r w:rsidRPr="00AF0A23">
        <w:t>a</w:t>
      </w:r>
      <w:r w:rsidRPr="00AF0A23">
        <w:t>luer.</w:t>
      </w:r>
    </w:p>
    <w:p w14:paraId="03460314" w14:textId="77777777" w:rsidR="00905145" w:rsidRPr="00AF0A23" w:rsidRDefault="00905145" w:rsidP="00905145">
      <w:pPr>
        <w:ind w:firstLine="0"/>
        <w:jc w:val="center"/>
      </w:pPr>
      <w:r w:rsidRPr="00AF0A23">
        <w:t>LA VOIX DE GAMBETTA</w:t>
      </w:r>
    </w:p>
    <w:p w14:paraId="2FF0C985" w14:textId="77777777" w:rsidR="00905145" w:rsidRPr="00AF0A23" w:rsidRDefault="00905145" w:rsidP="00905145">
      <w:r w:rsidRPr="00AF0A23">
        <w:t>… qui est aux affaires depuis bientôt dix-huit mois et qui est loin, à coup sûr, d’être inf</w:t>
      </w:r>
      <w:r w:rsidRPr="00AF0A23">
        <w:t>é</w:t>
      </w:r>
      <w:r w:rsidRPr="00AF0A23">
        <w:t>rieure à ses devancières.</w:t>
      </w:r>
    </w:p>
    <w:p w14:paraId="436FB016" w14:textId="77777777" w:rsidR="00905145" w:rsidRPr="004139E8" w:rsidRDefault="00905145" w:rsidP="00905145">
      <w:pPr>
        <w:pStyle w:val="NormalRetraitGauche4XIndent0"/>
        <w:rPr>
          <w:i/>
          <w:iCs/>
        </w:rPr>
      </w:pPr>
      <w:r w:rsidRPr="004139E8">
        <w:rPr>
          <w:i/>
          <w:iCs/>
        </w:rPr>
        <w:t>De longs applaudissements accueillent ces dernières paroles de Gambetta. Pendant ce temps, M. Thiers a désigné des sièges aux personnages qui sont en scène.</w:t>
      </w:r>
    </w:p>
    <w:p w14:paraId="2EC31263" w14:textId="77777777" w:rsidR="00905145" w:rsidRPr="00AF0A23" w:rsidRDefault="00905145" w:rsidP="00905145">
      <w:pPr>
        <w:ind w:firstLine="0"/>
        <w:jc w:val="center"/>
      </w:pPr>
      <w:r w:rsidRPr="00AF0A23">
        <w:t>MONSIEUR THIERS</w:t>
      </w:r>
    </w:p>
    <w:p w14:paraId="0CA52401" w14:textId="77777777" w:rsidR="00905145" w:rsidRPr="00AF0A23" w:rsidRDefault="00905145" w:rsidP="00905145">
      <w:r w:rsidRPr="00AF0A23">
        <w:rPr>
          <w:i/>
          <w:iCs/>
        </w:rPr>
        <w:t xml:space="preserve">Messieurs, </w:t>
      </w:r>
      <w:smartTag w:uri="urn:schemas-microsoft-com:office:smarttags" w:element="PersonName">
        <w:smartTagPr>
          <w:attr w:name="ProductID" w:val="la France"/>
        </w:smartTagPr>
        <w:r w:rsidRPr="00AF0A23">
          <w:rPr>
            <w:i/>
            <w:iCs/>
          </w:rPr>
          <w:t>la France</w:t>
        </w:r>
      </w:smartTag>
      <w:r w:rsidRPr="00AF0A23">
        <w:rPr>
          <w:i/>
          <w:iCs/>
        </w:rPr>
        <w:t xml:space="preserve"> vient de trave</w:t>
      </w:r>
      <w:r w:rsidRPr="00AF0A23">
        <w:rPr>
          <w:i/>
          <w:iCs/>
        </w:rPr>
        <w:t>r</w:t>
      </w:r>
      <w:r w:rsidRPr="00AF0A23">
        <w:rPr>
          <w:i/>
          <w:iCs/>
        </w:rPr>
        <w:t>ser la période la plus douloureuse, la plus tragique de son histoire. Guerre désa</w:t>
      </w:r>
      <w:r w:rsidRPr="00AF0A23">
        <w:rPr>
          <w:i/>
          <w:iCs/>
        </w:rPr>
        <w:t>s</w:t>
      </w:r>
      <w:r w:rsidRPr="00AF0A23">
        <w:rPr>
          <w:i/>
          <w:iCs/>
        </w:rPr>
        <w:t>treuse, et quand il m’a fallu courber la tête sous la force de l’étranger, je me suis imposé une des plus cruelles do</w:t>
      </w:r>
      <w:r w:rsidRPr="00AF0A23">
        <w:rPr>
          <w:i/>
          <w:iCs/>
        </w:rPr>
        <w:t>u</w:t>
      </w:r>
      <w:r w:rsidRPr="00AF0A23">
        <w:rPr>
          <w:i/>
          <w:iCs/>
        </w:rPr>
        <w:t>leurs de ma vie. Puis, ce fut la Commune, plus a</w:t>
      </w:r>
      <w:r w:rsidRPr="00AF0A23">
        <w:rPr>
          <w:i/>
          <w:iCs/>
        </w:rPr>
        <w:t>f</w:t>
      </w:r>
      <w:r w:rsidRPr="00AF0A23">
        <w:rPr>
          <w:i/>
          <w:iCs/>
        </w:rPr>
        <w:t>freuse peut-être encore que la guerre. Ayant fait prononcer la déchéance de l’Empereur Napoléon III et de sa dynastie, ayant terminé la guerre, ayant conclu la paix, j’ai dû briser la Commune. L’Assemblée Nationale, en déclarant que j’avais bien mérité de la patrie, me donne la plus grande réco</w:t>
      </w:r>
      <w:r w:rsidRPr="00AF0A23">
        <w:rPr>
          <w:i/>
          <w:iCs/>
        </w:rPr>
        <w:t>m</w:t>
      </w:r>
      <w:r w:rsidRPr="00AF0A23">
        <w:rPr>
          <w:i/>
          <w:iCs/>
        </w:rPr>
        <w:t xml:space="preserve">pense de ma vie. </w:t>
      </w:r>
      <w:r w:rsidRPr="00AF0A23">
        <w:t>Mais mon œuvre n’est pas achevée. J’ai désiré m’entretenir une de</w:t>
      </w:r>
      <w:r w:rsidRPr="00AF0A23">
        <w:t>r</w:t>
      </w:r>
      <w:r w:rsidRPr="00AF0A23">
        <w:t xml:space="preserve">nière fois avec les représentants des princes de </w:t>
      </w:r>
      <w:smartTag w:uri="urn:schemas-microsoft-com:office:smarttags" w:element="PersonName">
        <w:smartTagPr>
          <w:attr w:name="ProductID" w:val="La Maison"/>
        </w:smartTagPr>
        <w:r w:rsidRPr="00AF0A23">
          <w:t>la Maison</w:t>
        </w:r>
      </w:smartTag>
      <w:r w:rsidRPr="00AF0A23">
        <w:t xml:space="preserve"> de France. Lorsque je fus nommé chef du pouvoir exécutif, vous avez protesté contre le titre qui m’était donné…</w:t>
      </w:r>
    </w:p>
    <w:p w14:paraId="3662EB24" w14:textId="77777777" w:rsidR="00905145" w:rsidRPr="00AF0A23" w:rsidRDefault="00905145" w:rsidP="00905145">
      <w:pPr>
        <w:ind w:firstLine="0"/>
        <w:jc w:val="center"/>
      </w:pPr>
      <w:r w:rsidRPr="00AF0A23">
        <w:t>LE VICOMTE DE MEAUX</w:t>
      </w:r>
    </w:p>
    <w:p w14:paraId="0BE3A770" w14:textId="77777777" w:rsidR="00905145" w:rsidRPr="00AF0A23" w:rsidRDefault="00905145" w:rsidP="00905145">
      <w:r w:rsidRPr="00AF0A23">
        <w:lastRenderedPageBreak/>
        <w:t>Non, monsieur Thiers. Nous avons, au contraire, approuvé le choix de l’Assemblée, car, je l’ai dit et je le r</w:t>
      </w:r>
      <w:r w:rsidRPr="00AF0A23">
        <w:t>é</w:t>
      </w:r>
      <w:r w:rsidRPr="00AF0A23">
        <w:t xml:space="preserve">pète, </w:t>
      </w:r>
      <w:r w:rsidRPr="00AF0A23">
        <w:rPr>
          <w:i/>
          <w:iCs/>
        </w:rPr>
        <w:t xml:space="preserve">vous étiez inévitable. </w:t>
      </w:r>
      <w:r w:rsidRPr="00AF0A23">
        <w:t>Nous avons seul</w:t>
      </w:r>
      <w:r w:rsidRPr="00AF0A23">
        <w:t>e</w:t>
      </w:r>
      <w:r w:rsidRPr="00AF0A23">
        <w:t xml:space="preserve">ment protesté contre la présence du mot </w:t>
      </w:r>
      <w:r w:rsidRPr="00AF0A23">
        <w:rPr>
          <w:i/>
          <w:iCs/>
        </w:rPr>
        <w:t xml:space="preserve">République </w:t>
      </w:r>
      <w:r w:rsidRPr="00AF0A23">
        <w:t>dans ce titre de chef du pouvoir exéc</w:t>
      </w:r>
      <w:r w:rsidRPr="00AF0A23">
        <w:t>u</w:t>
      </w:r>
      <w:r w:rsidRPr="00AF0A23">
        <w:t>tif.</w:t>
      </w:r>
    </w:p>
    <w:p w14:paraId="379B219F" w14:textId="77777777" w:rsidR="00905145" w:rsidRPr="00AF0A23" w:rsidRDefault="00905145" w:rsidP="00905145">
      <w:pPr>
        <w:ind w:firstLine="0"/>
        <w:jc w:val="center"/>
      </w:pPr>
      <w:r w:rsidRPr="00AF0A23">
        <w:t>SAINT-MARC GIRARDIN</w:t>
      </w:r>
    </w:p>
    <w:p w14:paraId="55659180" w14:textId="77777777" w:rsidR="00905145" w:rsidRPr="00AF0A23" w:rsidRDefault="00905145" w:rsidP="00905145">
      <w:r w:rsidRPr="00AF0A23">
        <w:t>Sur sept cent ci</w:t>
      </w:r>
      <w:r w:rsidRPr="00AF0A23">
        <w:t>n</w:t>
      </w:r>
      <w:r w:rsidRPr="00AF0A23">
        <w:t>quante députés, nous étions quatre cents monarchistes, monsieur Thiers. Eh bien, en face de cette maj</w:t>
      </w:r>
      <w:r w:rsidRPr="00AF0A23">
        <w:t>o</w:t>
      </w:r>
      <w:r w:rsidRPr="00AF0A23">
        <w:t>rité, le bloc de l’Union républicaine n’eût pas eu tant de force, en e</w:t>
      </w:r>
      <w:r w:rsidRPr="00AF0A23">
        <w:t>f</w:t>
      </w:r>
      <w:r w:rsidRPr="00AF0A23">
        <w:t xml:space="preserve">fet, si le mot </w:t>
      </w:r>
      <w:r w:rsidRPr="00AF0A23">
        <w:rPr>
          <w:i/>
          <w:iCs/>
        </w:rPr>
        <w:t xml:space="preserve">République </w:t>
      </w:r>
      <w:r w:rsidRPr="00AF0A23">
        <w:t>n’avait pas figuré dans ce décret qui vous élevait au po</w:t>
      </w:r>
      <w:r w:rsidRPr="00AF0A23">
        <w:t>u</w:t>
      </w:r>
      <w:r w:rsidRPr="00AF0A23">
        <w:t>voir.</w:t>
      </w:r>
    </w:p>
    <w:p w14:paraId="348BB2F1" w14:textId="77777777" w:rsidR="00905145" w:rsidRPr="00AF0A23" w:rsidRDefault="00905145" w:rsidP="00905145">
      <w:pPr>
        <w:ind w:firstLine="0"/>
        <w:jc w:val="center"/>
      </w:pPr>
      <w:r w:rsidRPr="00AF0A23">
        <w:t>MONSIEUR THIERS</w:t>
      </w:r>
    </w:p>
    <w:p w14:paraId="6E5CA06A" w14:textId="77777777" w:rsidR="00905145" w:rsidRPr="00AF0A23" w:rsidRDefault="00905145" w:rsidP="00905145">
      <w:r w:rsidRPr="00AF0A23">
        <w:t xml:space="preserve">Mais veuillez donc convenir, Messieurs, </w:t>
      </w:r>
      <w:r w:rsidRPr="00AF0A23">
        <w:rPr>
          <w:i/>
          <w:iCs/>
        </w:rPr>
        <w:t xml:space="preserve">qu’un nouvel essai de république était devenu également inévitable, car c’est la forme de gouvernement qui nous divise le moins. </w:t>
      </w:r>
      <w:smartTag w:uri="urn:schemas-microsoft-com:office:smarttags" w:element="PersonName">
        <w:smartTagPr>
          <w:attr w:name="ProductID" w:val="la R￩publique"/>
        </w:smartTagPr>
        <w:r w:rsidRPr="00AF0A23">
          <w:rPr>
            <w:i/>
            <w:iCs/>
          </w:rPr>
          <w:t>La Rép</w:t>
        </w:r>
        <w:r w:rsidRPr="00AF0A23">
          <w:rPr>
            <w:i/>
            <w:iCs/>
          </w:rPr>
          <w:t>u</w:t>
        </w:r>
        <w:r w:rsidRPr="00AF0A23">
          <w:rPr>
            <w:i/>
            <w:iCs/>
          </w:rPr>
          <w:t>blique</w:t>
        </w:r>
      </w:smartTag>
      <w:r w:rsidRPr="00AF0A23">
        <w:rPr>
          <w:i/>
          <w:iCs/>
        </w:rPr>
        <w:t xml:space="preserve"> est une des choses que l’Empire nous a léguées. </w:t>
      </w:r>
      <w:r w:rsidRPr="00AF0A23">
        <w:t>Mais souvenez-vous et félicitez-moi plutôt de la précaution que j’avais prise de marquer dans ce décret le caractère purement provisoire du nouveau régime. Est-ce pour rien qu’il contient ces mots : « </w:t>
      </w:r>
      <w:r w:rsidRPr="00AF0A23">
        <w:rPr>
          <w:i/>
          <w:iCs/>
        </w:rPr>
        <w:t>En attendant qu’il soit statué sur les institutions de la Fra</w:t>
      </w:r>
      <w:r w:rsidRPr="00AF0A23">
        <w:rPr>
          <w:i/>
          <w:iCs/>
        </w:rPr>
        <w:t>n</w:t>
      </w:r>
      <w:r w:rsidRPr="00AF0A23">
        <w:rPr>
          <w:i/>
          <w:iCs/>
        </w:rPr>
        <w:t>ce… »</w:t>
      </w:r>
    </w:p>
    <w:p w14:paraId="7282ECAE" w14:textId="77777777" w:rsidR="00905145" w:rsidRPr="00AF0A23" w:rsidRDefault="00905145" w:rsidP="00905145">
      <w:pPr>
        <w:ind w:firstLine="0"/>
        <w:jc w:val="center"/>
      </w:pPr>
      <w:r w:rsidRPr="00AF0A23">
        <w:t>LE DUC D’AUDIFFRET-PASQUIER</w:t>
      </w:r>
    </w:p>
    <w:p w14:paraId="23BEB7E3" w14:textId="77777777" w:rsidR="00905145" w:rsidRPr="00AF0A23" w:rsidRDefault="00905145" w:rsidP="00905145">
      <w:r w:rsidRPr="00AF0A23">
        <w:rPr>
          <w:i/>
          <w:iCs/>
        </w:rPr>
        <w:t>« Vu la vacance du trône »</w:t>
      </w:r>
      <w:r w:rsidRPr="00AF0A23">
        <w:t xml:space="preserve"> eût été préfér</w:t>
      </w:r>
      <w:r w:rsidRPr="00AF0A23">
        <w:t>a</w:t>
      </w:r>
      <w:r w:rsidRPr="00AF0A23">
        <w:t>ble.</w:t>
      </w:r>
    </w:p>
    <w:p w14:paraId="66A14FDC" w14:textId="77777777" w:rsidR="00905145" w:rsidRPr="00AF0A23" w:rsidRDefault="00905145" w:rsidP="00905145">
      <w:pPr>
        <w:ind w:firstLine="0"/>
        <w:jc w:val="center"/>
      </w:pPr>
      <w:r w:rsidRPr="00AF0A23">
        <w:t>MONSIEUR THIERS</w:t>
      </w:r>
    </w:p>
    <w:p w14:paraId="5581A74D" w14:textId="77777777" w:rsidR="00905145" w:rsidRPr="00AF0A23" w:rsidRDefault="00905145" w:rsidP="00905145">
      <w:r w:rsidRPr="00AF0A23">
        <w:t>Ils ne l’ont pas a</w:t>
      </w:r>
      <w:r w:rsidRPr="00AF0A23">
        <w:t>c</w:t>
      </w:r>
      <w:r w:rsidRPr="00AF0A23">
        <w:t>cepté. En mon âme et conscience, j’ai fait ce que je devais faire, et ce n’est pas ma faute, à moi, si, jusqu’ici, messieurs, vous n’avez pas su en profiter. Compr</w:t>
      </w:r>
      <w:r w:rsidRPr="00AF0A23">
        <w:t>e</w:t>
      </w:r>
      <w:r w:rsidRPr="00AF0A23">
        <w:t xml:space="preserve">nez bien que c’est votre désunion qui gâte tout. </w:t>
      </w:r>
      <w:r w:rsidRPr="00AF0A23">
        <w:rPr>
          <w:i/>
          <w:iCs/>
        </w:rPr>
        <w:t xml:space="preserve">Lorsque j’ai pris le pouvoir, j’étais loin de penser qu’on eût renoncé à tout </w:t>
      </w:r>
      <w:r w:rsidRPr="00AF0A23">
        <w:rPr>
          <w:i/>
          <w:iCs/>
        </w:rPr>
        <w:lastRenderedPageBreak/>
        <w:t>espoir de rétablir un jour la monarchie en France. Mais n’oubliez pas que Paris n’eût jamais ouvert ses portes à un roi élu à Bo</w:t>
      </w:r>
      <w:r w:rsidRPr="00AF0A23">
        <w:rPr>
          <w:i/>
          <w:iCs/>
        </w:rPr>
        <w:t>r</w:t>
      </w:r>
      <w:r w:rsidRPr="00AF0A23">
        <w:rPr>
          <w:i/>
          <w:iCs/>
        </w:rPr>
        <w:t xml:space="preserve">deaux. </w:t>
      </w:r>
      <w:r w:rsidRPr="00AF0A23">
        <w:t xml:space="preserve">Hélas ! messieurs, votre désaccord a fait le jeu de vos ennemis, vous avez perdu un temps précieux, et la lueur d’espoir qui me reste en ce jour est faible, je vous l’avoue. Mon rêve eût été d’avoir </w:t>
      </w:r>
      <w:smartTag w:uri="urn:schemas-microsoft-com:office:smarttags" w:element="PersonName">
        <w:smartTagPr>
          <w:attr w:name="ProductID" w:val="la R￩publique"/>
        </w:smartTagPr>
        <w:r w:rsidRPr="00AF0A23">
          <w:t>la République</w:t>
        </w:r>
      </w:smartTag>
      <w:r w:rsidRPr="00AF0A23">
        <w:t xml:space="preserve"> sans les républicains. Ga</w:t>
      </w:r>
      <w:r w:rsidRPr="00AF0A23">
        <w:t>m</w:t>
      </w:r>
      <w:r w:rsidRPr="00AF0A23">
        <w:t>betta me traite de « </w:t>
      </w:r>
      <w:r w:rsidRPr="00AF0A23">
        <w:rPr>
          <w:i/>
          <w:iCs/>
        </w:rPr>
        <w:t>sinistre vieillard »</w:t>
      </w:r>
      <w:r w:rsidRPr="00AF0A23">
        <w:t> ; moi, je qualifie son e</w:t>
      </w:r>
      <w:r w:rsidRPr="00AF0A23">
        <w:t>f</w:t>
      </w:r>
      <w:r w:rsidRPr="00AF0A23">
        <w:t>fort de « </w:t>
      </w:r>
      <w:r w:rsidRPr="00AF0A23">
        <w:rPr>
          <w:i/>
          <w:iCs/>
        </w:rPr>
        <w:t>politique de fou furieux »</w:t>
      </w:r>
      <w:r w:rsidRPr="00AF0A23">
        <w:t>… mais chaque jour je vois grandir son influence. Tout ce qu’il y a de désordonné en lui flatte le peuple, et son éloquence méridionale soulève la foule. Cependant, messieurs, tout n’est pas encore perdu, et il est év</w:t>
      </w:r>
      <w:r w:rsidRPr="00AF0A23">
        <w:t>i</w:t>
      </w:r>
      <w:r w:rsidRPr="00AF0A23">
        <w:t>dent pour moi que c’est à la monarchie unie que doivent aboutir la prudence et la sagesse que nous allons montrer a</w:t>
      </w:r>
      <w:r w:rsidRPr="00AF0A23">
        <w:t>u</w:t>
      </w:r>
      <w:r w:rsidRPr="00AF0A23">
        <w:t>jourd’hui. Car ce n’est plus une question de jours, messieurs, c’est une question d’heures. Pour payer l’indemnité de guerre de cinq milliards imposée par l’Allemagne, j’ai dû faire un nouvel e</w:t>
      </w:r>
      <w:r w:rsidRPr="00AF0A23">
        <w:t>m</w:t>
      </w:r>
      <w:r w:rsidRPr="00AF0A23">
        <w:t>prunt. La souscription a été ouverte ce matin et les nouvelles qu’on m’en a données déjà me laissent à penser que vous ne pouvez pas ajourner d’une heure votre réponse. Messieurs, vous avez la p</w:t>
      </w:r>
      <w:r w:rsidRPr="00AF0A23">
        <w:t>a</w:t>
      </w:r>
      <w:r w:rsidRPr="00AF0A23">
        <w:t>role.</w:t>
      </w:r>
    </w:p>
    <w:p w14:paraId="69FC22E4" w14:textId="77777777" w:rsidR="00905145" w:rsidRPr="00AF0A23" w:rsidRDefault="00905145" w:rsidP="00905145">
      <w:pPr>
        <w:ind w:firstLine="0"/>
        <w:jc w:val="center"/>
      </w:pPr>
      <w:r w:rsidRPr="00AF0A23">
        <w:t>MONSEIGNEUR DUPANLOUP</w:t>
      </w:r>
    </w:p>
    <w:p w14:paraId="08D37094" w14:textId="77777777" w:rsidR="00905145" w:rsidRPr="00AF0A23" w:rsidRDefault="00905145" w:rsidP="00905145">
      <w:r w:rsidRPr="00AF0A23">
        <w:t>Je me suis permis de me joindre à ces messieurs, ayant eu, ce matin, l’honneur de m’entretenir avec M. le comte de Cha</w:t>
      </w:r>
      <w:r w:rsidRPr="00AF0A23">
        <w:t>m</w:t>
      </w:r>
      <w:r w:rsidRPr="00AF0A23">
        <w:t>bord.</w:t>
      </w:r>
    </w:p>
    <w:p w14:paraId="329298E3" w14:textId="77777777" w:rsidR="00905145" w:rsidRPr="00AF0A23" w:rsidRDefault="00905145" w:rsidP="00905145">
      <w:pPr>
        <w:ind w:firstLine="0"/>
        <w:jc w:val="center"/>
      </w:pPr>
      <w:r w:rsidRPr="00AF0A23">
        <w:t>MONSIEUR THIERS</w:t>
      </w:r>
    </w:p>
    <w:p w14:paraId="3CFFFC01" w14:textId="77777777" w:rsidR="00905145" w:rsidRPr="00AF0A23" w:rsidRDefault="00905145" w:rsidP="00905145">
      <w:r w:rsidRPr="00AF0A23">
        <w:t>Monseigneur Dupanloup est à sa place ici. Puisqu’il est question de donner un monarque à la France, qui songerait à s’étonner de voir le clergé déjà repr</w:t>
      </w:r>
      <w:r w:rsidRPr="00AF0A23">
        <w:t>é</w:t>
      </w:r>
      <w:r w:rsidRPr="00AF0A23">
        <w:t>senté ?</w:t>
      </w:r>
    </w:p>
    <w:p w14:paraId="43738D67" w14:textId="77777777" w:rsidR="00905145" w:rsidRPr="00AF0A23" w:rsidRDefault="00905145" w:rsidP="00905145">
      <w:pPr>
        <w:ind w:firstLine="0"/>
        <w:jc w:val="center"/>
      </w:pPr>
      <w:r w:rsidRPr="00AF0A23">
        <w:t>MONSIEUR DE GONTAUT-BIRON</w:t>
      </w:r>
    </w:p>
    <w:p w14:paraId="4304767E" w14:textId="77777777" w:rsidR="00905145" w:rsidRPr="00AF0A23" w:rsidRDefault="00905145" w:rsidP="00905145">
      <w:r w:rsidRPr="00AF0A23">
        <w:lastRenderedPageBreak/>
        <w:t>Nous avons transmis à M. le comte de Chambord le dési</w:t>
      </w:r>
      <w:r w:rsidRPr="00AF0A23">
        <w:t>s</w:t>
      </w:r>
      <w:r w:rsidRPr="00AF0A23">
        <w:t>tement en sa faveur de M. le prince de Joinville et de M. le duc de N</w:t>
      </w:r>
      <w:r w:rsidRPr="00AF0A23">
        <w:t>e</w:t>
      </w:r>
      <w:r w:rsidRPr="00AF0A23">
        <w:t>mours.</w:t>
      </w:r>
    </w:p>
    <w:p w14:paraId="1D42A3F4" w14:textId="77777777" w:rsidR="00905145" w:rsidRPr="00AF0A23" w:rsidRDefault="00905145" w:rsidP="00905145">
      <w:pPr>
        <w:ind w:firstLine="0"/>
        <w:jc w:val="center"/>
      </w:pPr>
      <w:r w:rsidRPr="00AF0A23">
        <w:t>MONSEIGNEUR DUPANLOUP</w:t>
      </w:r>
    </w:p>
    <w:p w14:paraId="20989BDD" w14:textId="77777777" w:rsidR="00905145" w:rsidRPr="00AF0A23" w:rsidRDefault="00905145" w:rsidP="00905145">
      <w:r w:rsidRPr="00AF0A23">
        <w:t>Désistement confirmé par une lettre que m’adressa, ce m</w:t>
      </w:r>
      <w:r w:rsidRPr="00AF0A23">
        <w:t>a</w:t>
      </w:r>
      <w:r w:rsidRPr="00AF0A23">
        <w:t>tin, M. le duc d’Aumale…</w:t>
      </w:r>
    </w:p>
    <w:p w14:paraId="19A0270F" w14:textId="77777777" w:rsidR="00905145" w:rsidRPr="00AF0A23" w:rsidRDefault="00905145" w:rsidP="00905145">
      <w:pPr>
        <w:ind w:firstLine="0"/>
        <w:jc w:val="center"/>
      </w:pPr>
      <w:r w:rsidRPr="00AF0A23">
        <w:t>LE GÉNÉRAL DE CHABAUD-LATOUR</w:t>
      </w:r>
    </w:p>
    <w:p w14:paraId="30071FA6" w14:textId="77777777" w:rsidR="00905145" w:rsidRPr="00AF0A23" w:rsidRDefault="00905145" w:rsidP="00905145">
      <w:r w:rsidRPr="00AF0A23">
        <w:t>Qui discuta, puis accepta le programme que le général D</w:t>
      </w:r>
      <w:r w:rsidRPr="00AF0A23">
        <w:t>u</w:t>
      </w:r>
      <w:r w:rsidRPr="00AF0A23">
        <w:t xml:space="preserve">crot et moi nous lui avons soumis et qui proposait, d’une part : l’union des deux branches de </w:t>
      </w:r>
      <w:smartTag w:uri="urn:schemas-microsoft-com:office:smarttags" w:element="PersonName">
        <w:smartTagPr>
          <w:attr w:name="ProductID" w:val="La Maison"/>
        </w:smartTagPr>
        <w:r w:rsidRPr="00AF0A23">
          <w:t>la Maison</w:t>
        </w:r>
      </w:smartTag>
      <w:r w:rsidRPr="00AF0A23">
        <w:t xml:space="preserve"> de France, d’autre part : l’abr</w:t>
      </w:r>
      <w:r w:rsidRPr="00AF0A23">
        <w:t>o</w:t>
      </w:r>
      <w:r w:rsidRPr="00AF0A23">
        <w:t>gation des lois d’exil…</w:t>
      </w:r>
    </w:p>
    <w:p w14:paraId="1C55FBCC" w14:textId="77777777" w:rsidR="00905145" w:rsidRPr="00AF0A23" w:rsidRDefault="00905145" w:rsidP="00905145">
      <w:pPr>
        <w:ind w:firstLine="0"/>
        <w:jc w:val="center"/>
      </w:pPr>
      <w:r w:rsidRPr="00AF0A23">
        <w:t>SAINT-MARC GIRARDIN</w:t>
      </w:r>
    </w:p>
    <w:p w14:paraId="29A98871" w14:textId="77777777" w:rsidR="00905145" w:rsidRPr="00AF0A23" w:rsidRDefault="00905145" w:rsidP="00905145">
      <w:r w:rsidRPr="00AF0A23">
        <w:t>En outre, M. le comte de Paris, convaincu que le sort du pays est dans la resta</w:t>
      </w:r>
      <w:r w:rsidRPr="00AF0A23">
        <w:t>u</w:t>
      </w:r>
      <w:r w:rsidRPr="00AF0A23">
        <w:t>ration de la monarchie, s’incline devant M. le comte de Chambord et reconnaît en lui le seul représe</w:t>
      </w:r>
      <w:r w:rsidRPr="00AF0A23">
        <w:t>n</w:t>
      </w:r>
      <w:r w:rsidRPr="00AF0A23">
        <w:t>tant du pri</w:t>
      </w:r>
      <w:r w:rsidRPr="00AF0A23">
        <w:t>n</w:t>
      </w:r>
      <w:r w:rsidRPr="00AF0A23">
        <w:t>cipe monarchique.</w:t>
      </w:r>
    </w:p>
    <w:p w14:paraId="67E42DE4" w14:textId="77777777" w:rsidR="00905145" w:rsidRPr="00AF0A23" w:rsidRDefault="00905145" w:rsidP="00905145">
      <w:pPr>
        <w:ind w:firstLine="0"/>
        <w:jc w:val="center"/>
      </w:pPr>
      <w:r w:rsidRPr="00AF0A23">
        <w:t>LE GÉNÉRAL DE CHABAUD-LATOUR</w:t>
      </w:r>
    </w:p>
    <w:p w14:paraId="37C171AC" w14:textId="77777777" w:rsidR="00905145" w:rsidRPr="00AF0A23" w:rsidRDefault="00905145" w:rsidP="00905145">
      <w:r w:rsidRPr="00AF0A23">
        <w:t>Nous attendons maintenant la réponse de M. le comte de Chambord.</w:t>
      </w:r>
    </w:p>
    <w:p w14:paraId="1332B844" w14:textId="77777777" w:rsidR="00905145" w:rsidRPr="00AF0A23" w:rsidRDefault="00905145" w:rsidP="00905145">
      <w:pPr>
        <w:ind w:firstLine="0"/>
        <w:jc w:val="center"/>
        <w:rPr>
          <w:i/>
          <w:iCs/>
        </w:rPr>
      </w:pPr>
      <w:r w:rsidRPr="00AF0A23">
        <w:t>L’HUISSIER, e</w:t>
      </w:r>
      <w:r w:rsidRPr="00AF0A23">
        <w:rPr>
          <w:i/>
          <w:iCs/>
        </w:rPr>
        <w:t>n</w:t>
      </w:r>
      <w:r w:rsidRPr="00AF0A23">
        <w:rPr>
          <w:i/>
          <w:iCs/>
        </w:rPr>
        <w:t>trant.</w:t>
      </w:r>
    </w:p>
    <w:p w14:paraId="1BD3C7F2" w14:textId="77777777" w:rsidR="00905145" w:rsidRPr="00AF0A23" w:rsidRDefault="00905145" w:rsidP="00905145">
      <w:r w:rsidRPr="00AF0A23">
        <w:t>Messieurs les représentants du prince Napoléon dema</w:t>
      </w:r>
      <w:r w:rsidRPr="00AF0A23">
        <w:t>n</w:t>
      </w:r>
      <w:r w:rsidRPr="00AF0A23">
        <w:t>dent à monsieur Thiers s’il peut les recevoir ?</w:t>
      </w:r>
    </w:p>
    <w:p w14:paraId="26AA4E15" w14:textId="77777777" w:rsidR="00905145" w:rsidRPr="00AF0A23" w:rsidRDefault="00905145" w:rsidP="00905145">
      <w:pPr>
        <w:ind w:firstLine="0"/>
        <w:jc w:val="center"/>
      </w:pPr>
      <w:r w:rsidRPr="00AF0A23">
        <w:t>MONSIEUR THIERS</w:t>
      </w:r>
    </w:p>
    <w:p w14:paraId="6E8233D3" w14:textId="77777777" w:rsidR="00905145" w:rsidRPr="00AF0A23" w:rsidRDefault="00905145" w:rsidP="00905145">
      <w:r w:rsidRPr="00AF0A23">
        <w:t>Ah ! non, eux, non. C’est fini. D’ailleurs, j’ai déjà dit deux fois que je ne voulais plus voir ici ce ravissant tableau.</w:t>
      </w:r>
    </w:p>
    <w:p w14:paraId="140B0856" w14:textId="77777777" w:rsidR="00905145" w:rsidRPr="004139E8" w:rsidRDefault="00905145" w:rsidP="00905145">
      <w:pPr>
        <w:pStyle w:val="NormalRetraitGauche4XIndent0"/>
        <w:rPr>
          <w:i/>
          <w:iCs/>
        </w:rPr>
      </w:pPr>
      <w:r w:rsidRPr="004139E8">
        <w:rPr>
          <w:i/>
          <w:iCs/>
        </w:rPr>
        <w:lastRenderedPageBreak/>
        <w:t>Il désigne le tableau de Winterhalter qui se trouve à gauche et qui représente l’impératrice Eugénie entourée de ses dames d’honneur.</w:t>
      </w:r>
    </w:p>
    <w:p w14:paraId="064B8743" w14:textId="77777777" w:rsidR="00905145" w:rsidRPr="00AF0A23" w:rsidRDefault="00905145" w:rsidP="00905145">
      <w:r w:rsidRPr="00AF0A23">
        <w:t>Monsieur de Go</w:t>
      </w:r>
      <w:r w:rsidRPr="00AF0A23">
        <w:t>n</w:t>
      </w:r>
      <w:r w:rsidRPr="00AF0A23">
        <w:t>taut-Biron, nous vous écoutons.</w:t>
      </w:r>
    </w:p>
    <w:p w14:paraId="1A90DBC6" w14:textId="77777777" w:rsidR="00905145" w:rsidRPr="00AF0A23" w:rsidRDefault="00905145" w:rsidP="00905145">
      <w:pPr>
        <w:ind w:firstLine="0"/>
        <w:jc w:val="center"/>
      </w:pPr>
      <w:r w:rsidRPr="00AF0A23">
        <w:t>MONSIEUR DE GONTAUT-BIRON</w:t>
      </w:r>
    </w:p>
    <w:p w14:paraId="424C0AE1" w14:textId="77777777" w:rsidR="00905145" w:rsidRPr="00AF0A23" w:rsidRDefault="00905145" w:rsidP="00905145">
      <w:pPr>
        <w:rPr>
          <w:i/>
          <w:iCs/>
        </w:rPr>
      </w:pPr>
      <w:r w:rsidRPr="00AF0A23">
        <w:t xml:space="preserve">Messieurs, voici le texte du manifeste de M. le comte de Chambord : </w:t>
      </w:r>
      <w:smartTag w:uri="urn:schemas-microsoft-com:office:smarttags" w:element="PersonName">
        <w:smartTagPr>
          <w:attr w:name="ProductID" w:val="la France"/>
        </w:smartTagPr>
        <w:r w:rsidRPr="00AF0A23">
          <w:rPr>
            <w:i/>
            <w:iCs/>
          </w:rPr>
          <w:t>La France</w:t>
        </w:r>
      </w:smartTag>
      <w:r w:rsidRPr="00AF0A23">
        <w:rPr>
          <w:i/>
          <w:iCs/>
        </w:rPr>
        <w:t xml:space="preserve"> m’appellera et je viendrai à elle avec mon dévouement, mon pri</w:t>
      </w:r>
      <w:r w:rsidRPr="00AF0A23">
        <w:rPr>
          <w:i/>
          <w:iCs/>
        </w:rPr>
        <w:t>n</w:t>
      </w:r>
      <w:r w:rsidRPr="00AF0A23">
        <w:rPr>
          <w:i/>
          <w:iCs/>
        </w:rPr>
        <w:t>cipe et mon drapeau. À l’occasion de ce drapeau, on a parlé de conditions que je ne dois pas s</w:t>
      </w:r>
      <w:r w:rsidRPr="00AF0A23">
        <w:rPr>
          <w:i/>
          <w:iCs/>
        </w:rPr>
        <w:t>u</w:t>
      </w:r>
      <w:r w:rsidRPr="00AF0A23">
        <w:rPr>
          <w:i/>
          <w:iCs/>
        </w:rPr>
        <w:t>bir. Je suis prêt à tout pour aider mon pays à se relever de ses ruines. Le seul sacrifice que je ne puisse lui faire, c’est celui de mon honneur. Je ne laisserai pas arracher de mes mains l’étendard d’Henri IV, de François I</w:t>
      </w:r>
      <w:r w:rsidRPr="00AF0A23">
        <w:rPr>
          <w:i/>
          <w:iCs/>
          <w:vertAlign w:val="superscript"/>
        </w:rPr>
        <w:t>er</w:t>
      </w:r>
      <w:r w:rsidRPr="00AF0A23">
        <w:rPr>
          <w:i/>
          <w:iCs/>
        </w:rPr>
        <w:t xml:space="preserve"> et de Jeanne d’Arc. Je l’ai reçu comme un dépôt sacré du vieux roi, mon aïeul, mourant en exil. Il a flotté sur mon berceau, je veux qu’il ombrage ma tombe. Français, Henri V ne peut abandonner le drapeau blanc de Henri IV.</w:t>
      </w:r>
    </w:p>
    <w:p w14:paraId="7A4A2C4E" w14:textId="77777777" w:rsidR="00905145" w:rsidRPr="004139E8" w:rsidRDefault="00905145" w:rsidP="00905145">
      <w:pPr>
        <w:pStyle w:val="NormalRetraitGauche4XIndent0"/>
        <w:rPr>
          <w:i/>
          <w:iCs/>
        </w:rPr>
      </w:pPr>
      <w:r w:rsidRPr="004139E8">
        <w:rPr>
          <w:i/>
          <w:iCs/>
        </w:rPr>
        <w:t>La consternation se peint sur tous les v</w:t>
      </w:r>
      <w:r w:rsidRPr="004139E8">
        <w:rPr>
          <w:i/>
          <w:iCs/>
        </w:rPr>
        <w:t>i</w:t>
      </w:r>
      <w:r w:rsidRPr="004139E8">
        <w:rPr>
          <w:i/>
          <w:iCs/>
        </w:rPr>
        <w:t>sages.</w:t>
      </w:r>
    </w:p>
    <w:p w14:paraId="0A92B2FC" w14:textId="77777777" w:rsidR="00905145" w:rsidRPr="00AF0A23" w:rsidRDefault="00905145" w:rsidP="00905145">
      <w:r w:rsidRPr="00AF0A23">
        <w:t>Les termes de ce manifeste, Messieurs, vous disent assez que la décision de M. le comte de Chambord est irrévocable. Nous avons tout tenté, monsieur Thiers. Nous sommes allés jusqu’à lui proposer l’adoption du drapeau tricolore orné de fleurs de lys. Mais nous l’avons trouvé irréductible. Ni le dr</w:t>
      </w:r>
      <w:r w:rsidRPr="00AF0A23">
        <w:t>a</w:t>
      </w:r>
      <w:r w:rsidRPr="00AF0A23">
        <w:t xml:space="preserve">peau fleurdelysé, ni le drapeau blanc d’un côté et tricolore de l’autre, ni la coexistence du pavillon blanc personnel au roi avec le drapeau de la nation et de l’armée, rien n’a pu l’ébranler. </w:t>
      </w:r>
      <w:proofErr w:type="spellStart"/>
      <w:r w:rsidRPr="00AF0A23">
        <w:t>LL</w:t>
      </w:r>
      <w:proofErr w:type="spellEnd"/>
      <w:r w:rsidRPr="00AF0A23">
        <w:t>. MM. le Tzar et l’empereur d’Autriche ont usé vainement de leur influence…</w:t>
      </w:r>
    </w:p>
    <w:p w14:paraId="38E930C2" w14:textId="77777777" w:rsidR="00905145" w:rsidRPr="00AF0A23" w:rsidRDefault="00905145" w:rsidP="00905145">
      <w:pPr>
        <w:ind w:firstLine="0"/>
        <w:jc w:val="center"/>
      </w:pPr>
      <w:r w:rsidRPr="00AF0A23">
        <w:t>MONSEIGNEUR DUPANLOUP</w:t>
      </w:r>
    </w:p>
    <w:p w14:paraId="650059B1" w14:textId="77777777" w:rsidR="00905145" w:rsidRPr="00AF0A23" w:rsidRDefault="00905145" w:rsidP="00905145">
      <w:r w:rsidRPr="00AF0A23">
        <w:lastRenderedPageBreak/>
        <w:t>Sa Sainteté elle-même a bien voulu joindre sa supplication aux nôtres…</w:t>
      </w:r>
    </w:p>
    <w:p w14:paraId="597DC59F" w14:textId="77777777" w:rsidR="00905145" w:rsidRPr="00AF0A23" w:rsidRDefault="00905145" w:rsidP="00905145">
      <w:pPr>
        <w:ind w:firstLine="0"/>
        <w:jc w:val="center"/>
      </w:pPr>
      <w:r w:rsidRPr="00AF0A23">
        <w:t>MONSIEUR DE GONTAUT-BIRON</w:t>
      </w:r>
    </w:p>
    <w:p w14:paraId="49135B4C" w14:textId="77777777" w:rsidR="00905145" w:rsidRPr="00AF0A23" w:rsidRDefault="00905145" w:rsidP="00905145">
      <w:r w:rsidRPr="00AF0A23">
        <w:t>Tout, hélas ! fut in</w:t>
      </w:r>
      <w:r w:rsidRPr="00AF0A23">
        <w:t>u</w:t>
      </w:r>
      <w:r w:rsidRPr="00AF0A23">
        <w:t>tile.</w:t>
      </w:r>
    </w:p>
    <w:p w14:paraId="06A25A17" w14:textId="77777777" w:rsidR="00905145" w:rsidRPr="00AF0A23" w:rsidRDefault="00905145" w:rsidP="00905145">
      <w:pPr>
        <w:ind w:firstLine="0"/>
        <w:jc w:val="center"/>
      </w:pPr>
      <w:r w:rsidRPr="00AF0A23">
        <w:t>MONSEIGNEUR DUPANLOUP</w:t>
      </w:r>
    </w:p>
    <w:p w14:paraId="1D66D1EA" w14:textId="77777777" w:rsidR="00905145" w:rsidRPr="00AF0A23" w:rsidRDefault="00905145" w:rsidP="00905145">
      <w:pPr>
        <w:rPr>
          <w:i/>
          <w:iCs/>
        </w:rPr>
      </w:pPr>
      <w:r w:rsidRPr="00AF0A23">
        <w:rPr>
          <w:i/>
          <w:iCs/>
        </w:rPr>
        <w:t>Nous nous trouvons en présence d’un phénomène psych</w:t>
      </w:r>
      <w:r w:rsidRPr="00AF0A23">
        <w:rPr>
          <w:i/>
          <w:iCs/>
        </w:rPr>
        <w:t>o</w:t>
      </w:r>
      <w:r w:rsidRPr="00AF0A23">
        <w:rPr>
          <w:i/>
          <w:iCs/>
        </w:rPr>
        <w:t>log</w:t>
      </w:r>
      <w:r w:rsidRPr="00AF0A23">
        <w:rPr>
          <w:i/>
          <w:iCs/>
        </w:rPr>
        <w:t>i</w:t>
      </w:r>
      <w:r w:rsidRPr="00AF0A23">
        <w:rPr>
          <w:i/>
          <w:iCs/>
        </w:rPr>
        <w:t>que.</w:t>
      </w:r>
    </w:p>
    <w:p w14:paraId="0C8FC245" w14:textId="77777777" w:rsidR="00905145" w:rsidRPr="00AF0A23" w:rsidRDefault="00905145" w:rsidP="00905145">
      <w:pPr>
        <w:ind w:firstLine="0"/>
        <w:jc w:val="center"/>
      </w:pPr>
      <w:r w:rsidRPr="00AF0A23">
        <w:t>SAINT-MARC GIRARDIN</w:t>
      </w:r>
    </w:p>
    <w:p w14:paraId="021C96C1" w14:textId="77777777" w:rsidR="00905145" w:rsidRPr="00AF0A23" w:rsidRDefault="00905145" w:rsidP="00905145">
      <w:r w:rsidRPr="00AF0A23">
        <w:t>Je vous trouve indulgent, Monseigneur, et si j’avais à qual</w:t>
      </w:r>
      <w:r w:rsidRPr="00AF0A23">
        <w:t>i</w:t>
      </w:r>
      <w:r w:rsidRPr="00AF0A23">
        <w:t>fier ce phénomène, il me se</w:t>
      </w:r>
      <w:r w:rsidRPr="00AF0A23">
        <w:t>m</w:t>
      </w:r>
      <w:r w:rsidRPr="00AF0A23">
        <w:t xml:space="preserve">ble que c’est d’un autre terme que je me servirais. Permettez-moi d’opposer à la déclaration de M. le comte de Chambord ces mots émouvants de M. le duc d’Aumale parlant du drapeau tricolore : </w:t>
      </w:r>
      <w:r w:rsidRPr="00AF0A23">
        <w:rPr>
          <w:i/>
          <w:iCs/>
        </w:rPr>
        <w:t>« Drapeau chéri auquel les Français de toute opinion et de toute or</w:t>
      </w:r>
      <w:r w:rsidRPr="00AF0A23">
        <w:rPr>
          <w:i/>
          <w:iCs/>
        </w:rPr>
        <w:t>i</w:t>
      </w:r>
      <w:r w:rsidRPr="00AF0A23">
        <w:rPr>
          <w:i/>
          <w:iCs/>
        </w:rPr>
        <w:t>gine se sont ralliés pendant la guerre et qui a été si longtemps le symbole de la Victoire. »</w:t>
      </w:r>
    </w:p>
    <w:p w14:paraId="1DD01ABF" w14:textId="77777777" w:rsidR="00905145" w:rsidRPr="00AF0A23" w:rsidRDefault="00905145" w:rsidP="00905145">
      <w:pPr>
        <w:ind w:firstLine="0"/>
        <w:jc w:val="center"/>
      </w:pPr>
      <w:r w:rsidRPr="00AF0A23">
        <w:t>MONSIEUR DE GONTAUT-BIRON</w:t>
      </w:r>
    </w:p>
    <w:p w14:paraId="539EC071" w14:textId="77777777" w:rsidR="00905145" w:rsidRPr="00AF0A23" w:rsidRDefault="00905145" w:rsidP="00905145">
      <w:r w:rsidRPr="00AF0A23">
        <w:t>Personne n’obtiendra que M. le comte de Chambord co</w:t>
      </w:r>
      <w:r w:rsidRPr="00AF0A23">
        <w:t>n</w:t>
      </w:r>
      <w:r w:rsidRPr="00AF0A23">
        <w:t>sente à devenir, selon son expression, le roi légitime de la Rév</w:t>
      </w:r>
      <w:r w:rsidRPr="00AF0A23">
        <w:t>o</w:t>
      </w:r>
      <w:r w:rsidRPr="00AF0A23">
        <w:t>lution.</w:t>
      </w:r>
    </w:p>
    <w:p w14:paraId="0C49A298" w14:textId="77777777" w:rsidR="00905145" w:rsidRPr="00AF0A23" w:rsidRDefault="00905145" w:rsidP="00905145">
      <w:pPr>
        <w:ind w:firstLine="0"/>
        <w:jc w:val="center"/>
      </w:pPr>
      <w:r w:rsidRPr="00AF0A23">
        <w:t>MONSIEUR THIERS</w:t>
      </w:r>
    </w:p>
    <w:p w14:paraId="7FEF5823" w14:textId="77777777" w:rsidR="00905145" w:rsidRPr="00AF0A23" w:rsidRDefault="00905145" w:rsidP="00905145">
      <w:pPr>
        <w:rPr>
          <w:i/>
          <w:iCs/>
        </w:rPr>
      </w:pPr>
      <w:r w:rsidRPr="00AF0A23">
        <w:t xml:space="preserve">Vous direz de ma part à M. le comte de Chambord qu’il </w:t>
      </w:r>
      <w:r w:rsidRPr="00AF0A23">
        <w:rPr>
          <w:i/>
          <w:iCs/>
        </w:rPr>
        <w:t>mérite d’être appelé le Wa</w:t>
      </w:r>
      <w:r w:rsidRPr="00AF0A23">
        <w:rPr>
          <w:i/>
          <w:iCs/>
        </w:rPr>
        <w:t>s</w:t>
      </w:r>
      <w:r w:rsidRPr="00AF0A23">
        <w:rPr>
          <w:i/>
          <w:iCs/>
        </w:rPr>
        <w:t>hington français, car il aura fondé le Républ</w:t>
      </w:r>
      <w:r w:rsidRPr="00AF0A23">
        <w:rPr>
          <w:i/>
          <w:iCs/>
        </w:rPr>
        <w:t>i</w:t>
      </w:r>
      <w:r w:rsidRPr="00AF0A23">
        <w:rPr>
          <w:i/>
          <w:iCs/>
        </w:rPr>
        <w:t>que.</w:t>
      </w:r>
    </w:p>
    <w:p w14:paraId="1C153C64" w14:textId="77777777" w:rsidR="00905145" w:rsidRPr="004139E8" w:rsidRDefault="00905145" w:rsidP="00905145">
      <w:pPr>
        <w:pStyle w:val="NormalRetraitGauche4XIndent0"/>
        <w:rPr>
          <w:i/>
          <w:iCs/>
        </w:rPr>
      </w:pPr>
      <w:r w:rsidRPr="004139E8">
        <w:rPr>
          <w:i/>
          <w:iCs/>
        </w:rPr>
        <w:t>L’huissier entre et remet une note à M. Thiers.</w:t>
      </w:r>
    </w:p>
    <w:p w14:paraId="75BA7D99" w14:textId="77777777" w:rsidR="00905145" w:rsidRPr="00AF0A23" w:rsidRDefault="00905145" w:rsidP="00905145">
      <w:pPr>
        <w:ind w:firstLine="0"/>
        <w:jc w:val="center"/>
      </w:pPr>
      <w:r w:rsidRPr="00AF0A23">
        <w:t>LE VICOMTE DE MEAUX</w:t>
      </w:r>
    </w:p>
    <w:p w14:paraId="0E715C68" w14:textId="77777777" w:rsidR="00905145" w:rsidRPr="00AF0A23" w:rsidRDefault="00905145" w:rsidP="00905145">
      <w:r w:rsidRPr="00AF0A23">
        <w:lastRenderedPageBreak/>
        <w:t>Messieurs, ne pourrions-nous pas te</w:t>
      </w:r>
      <w:r w:rsidRPr="00AF0A23">
        <w:t>n</w:t>
      </w:r>
      <w:r w:rsidRPr="00AF0A23">
        <w:t>ter une fois encore…</w:t>
      </w:r>
    </w:p>
    <w:p w14:paraId="2DF2C525" w14:textId="77777777" w:rsidR="00905145" w:rsidRPr="00AF0A23" w:rsidRDefault="00905145" w:rsidP="00905145">
      <w:pPr>
        <w:ind w:firstLine="0"/>
        <w:jc w:val="center"/>
      </w:pPr>
      <w:r w:rsidRPr="00AF0A23">
        <w:t>MONSIEUR THIERS</w:t>
      </w:r>
    </w:p>
    <w:p w14:paraId="5581DB3B" w14:textId="77777777" w:rsidR="00905145" w:rsidRPr="00AF0A23" w:rsidRDefault="00905145" w:rsidP="00905145">
      <w:r w:rsidRPr="00AF0A23">
        <w:t>Il est trop tard, messieurs. Je vous l’avais dit, je l’avais pr</w:t>
      </w:r>
      <w:r w:rsidRPr="00AF0A23">
        <w:t>é</w:t>
      </w:r>
      <w:r w:rsidRPr="00AF0A23">
        <w:t>vu et je vois s’évanouir tout espoir de restauration. Car j’ai la joie de vous annoncer qu’en six heures l’emprunt a été couvert treize fois… Le total des souscriptions s’élève à quarante-deux milliards… et la libération du territoire est ava</w:t>
      </w:r>
      <w:r w:rsidRPr="00AF0A23">
        <w:t>n</w:t>
      </w:r>
      <w:r w:rsidRPr="00AF0A23">
        <w:t xml:space="preserve">cée de deux ans. À dater d’aujourd’hui, </w:t>
      </w:r>
      <w:smartTag w:uri="urn:schemas-microsoft-com:office:smarttags" w:element="PersonName">
        <w:smartTagPr>
          <w:attr w:name="ProductID" w:val="la R￩publique"/>
        </w:smartTagPr>
        <w:r w:rsidRPr="00AF0A23">
          <w:t>la République</w:t>
        </w:r>
      </w:smartTag>
      <w:r w:rsidRPr="00AF0A23">
        <w:t xml:space="preserve"> est pr</w:t>
      </w:r>
      <w:r w:rsidRPr="00AF0A23">
        <w:t>o</w:t>
      </w:r>
      <w:r w:rsidRPr="00AF0A23">
        <w:t>clamée.</w:t>
      </w:r>
    </w:p>
    <w:p w14:paraId="121EC0E1" w14:textId="0EB0049D" w:rsidR="00905145" w:rsidRPr="00AF0A23" w:rsidRDefault="00905145" w:rsidP="002C39B7">
      <w:pPr>
        <w:pStyle w:val="NormalRetraitGauche4XIndent0"/>
      </w:pPr>
      <w:r w:rsidRPr="004139E8">
        <w:rPr>
          <w:i/>
          <w:iCs/>
        </w:rPr>
        <w:t>Tous, très émus, s’inclinent devant M. Thiers qui remonte et s’éloigne.</w:t>
      </w:r>
    </w:p>
    <w:p w14:paraId="40DA31CF" w14:textId="77777777" w:rsidR="00905145" w:rsidRPr="00AF0A23" w:rsidRDefault="00905145" w:rsidP="00905145">
      <w:pPr>
        <w:pStyle w:val="Titre1"/>
      </w:pPr>
      <w:bookmarkStart w:id="21" w:name="_Toc195622107"/>
      <w:r w:rsidRPr="00AF0A23">
        <w:lastRenderedPageBreak/>
        <w:t>À GIVERNY</w:t>
      </w:r>
      <w:bookmarkEnd w:id="21"/>
    </w:p>
    <w:p w14:paraId="0DB5A346" w14:textId="77777777" w:rsidR="00905145" w:rsidRPr="00AF0A23" w:rsidRDefault="00905145" w:rsidP="00905145">
      <w:pPr>
        <w:rPr>
          <w:i/>
          <w:iCs/>
        </w:rPr>
      </w:pPr>
      <w:r w:rsidRPr="00AF0A23">
        <w:rPr>
          <w:i/>
          <w:iCs/>
        </w:rPr>
        <w:t>Le décor représente le jardin de Claude Monet. Au pr</w:t>
      </w:r>
      <w:r w:rsidRPr="00AF0A23">
        <w:rPr>
          <w:i/>
          <w:iCs/>
        </w:rPr>
        <w:t>e</w:t>
      </w:r>
      <w:r w:rsidRPr="00AF0A23">
        <w:rPr>
          <w:i/>
          <w:iCs/>
        </w:rPr>
        <w:t>mier plan, une allée. Au deuxième plan, l’étang des Nymphéas. Au troisième plan, le pont de bois et son toit de glycines. Au fond, des a</w:t>
      </w:r>
      <w:r w:rsidRPr="00AF0A23">
        <w:rPr>
          <w:i/>
          <w:iCs/>
        </w:rPr>
        <w:t>r</w:t>
      </w:r>
      <w:r w:rsidRPr="00AF0A23">
        <w:rPr>
          <w:i/>
          <w:iCs/>
        </w:rPr>
        <w:t>bres, et, partout, des fleurs.</w:t>
      </w:r>
    </w:p>
    <w:p w14:paraId="0C457C70" w14:textId="77777777" w:rsidR="00905145" w:rsidRPr="00AF0A23" w:rsidRDefault="00905145" w:rsidP="00905145">
      <w:pPr>
        <w:rPr>
          <w:i/>
          <w:iCs/>
        </w:rPr>
      </w:pPr>
      <w:r w:rsidRPr="00AF0A23">
        <w:rPr>
          <w:i/>
          <w:iCs/>
        </w:rPr>
        <w:t>Au premier plan, dos au public, Monet travaille et repr</w:t>
      </w:r>
      <w:r w:rsidRPr="00AF0A23">
        <w:rPr>
          <w:i/>
          <w:iCs/>
        </w:rPr>
        <w:t>o</w:t>
      </w:r>
      <w:r w:rsidRPr="00AF0A23">
        <w:rPr>
          <w:i/>
          <w:iCs/>
        </w:rPr>
        <w:t>duit tout ce décor sur une toile que l’on voit. Des oiseaux cha</w:t>
      </w:r>
      <w:r w:rsidRPr="00AF0A23">
        <w:rPr>
          <w:i/>
          <w:iCs/>
        </w:rPr>
        <w:t>n</w:t>
      </w:r>
      <w:r w:rsidRPr="00AF0A23">
        <w:rPr>
          <w:i/>
          <w:iCs/>
        </w:rPr>
        <w:t>tent… Il se passe un long temps, puis on entend le bruit d’un moteur. On fait claquer une portière de voiture et, sur le pont, paraît M. Clemenceau.</w:t>
      </w:r>
    </w:p>
    <w:p w14:paraId="60C39D84" w14:textId="77777777" w:rsidR="00905145" w:rsidRDefault="00905145" w:rsidP="00905145">
      <w:pPr>
        <w:ind w:firstLine="0"/>
        <w:jc w:val="center"/>
      </w:pPr>
    </w:p>
    <w:p w14:paraId="4B7EC012" w14:textId="77777777" w:rsidR="00905145" w:rsidRPr="00AF0A23" w:rsidRDefault="00905145" w:rsidP="00905145">
      <w:pPr>
        <w:ind w:firstLine="0"/>
        <w:jc w:val="center"/>
      </w:pPr>
      <w:r>
        <w:t>CLÉMENCEAU</w:t>
      </w:r>
    </w:p>
    <w:p w14:paraId="589B5AB0" w14:textId="77777777" w:rsidR="00905145" w:rsidRPr="00AF0A23" w:rsidRDefault="00905145" w:rsidP="00905145">
      <w:r w:rsidRPr="00AF0A23">
        <w:t>Monet.</w:t>
      </w:r>
    </w:p>
    <w:p w14:paraId="5AF2FE35" w14:textId="77777777" w:rsidR="00905145" w:rsidRPr="00AF0A23" w:rsidRDefault="00905145" w:rsidP="00905145">
      <w:pPr>
        <w:ind w:firstLine="0"/>
        <w:jc w:val="center"/>
      </w:pPr>
      <w:r w:rsidRPr="00AF0A23">
        <w:t>MONET</w:t>
      </w:r>
    </w:p>
    <w:p w14:paraId="370F2327" w14:textId="77777777" w:rsidR="00905145" w:rsidRPr="00AF0A23" w:rsidRDefault="00905145" w:rsidP="00905145">
      <w:r w:rsidRPr="00AF0A23">
        <w:t>Quoi ?</w:t>
      </w:r>
    </w:p>
    <w:p w14:paraId="5AC45839" w14:textId="77777777" w:rsidR="00905145" w:rsidRPr="00AF0A23" w:rsidRDefault="00905145" w:rsidP="00905145">
      <w:pPr>
        <w:ind w:firstLine="0"/>
        <w:jc w:val="center"/>
      </w:pPr>
      <w:r>
        <w:t>CLÉMENCEAU</w:t>
      </w:r>
    </w:p>
    <w:p w14:paraId="3979605E" w14:textId="77777777" w:rsidR="00905145" w:rsidRPr="00AF0A23" w:rsidRDefault="00905145" w:rsidP="00905145">
      <w:r w:rsidRPr="00AF0A23">
        <w:t>C’est fini.</w:t>
      </w:r>
    </w:p>
    <w:p w14:paraId="0072D1F1" w14:textId="77777777" w:rsidR="00905145" w:rsidRPr="00AF0A23" w:rsidRDefault="00905145" w:rsidP="00905145">
      <w:pPr>
        <w:ind w:firstLine="0"/>
        <w:jc w:val="center"/>
      </w:pPr>
      <w:r w:rsidRPr="00AF0A23">
        <w:t>MONET</w:t>
      </w:r>
    </w:p>
    <w:p w14:paraId="4FECAB38" w14:textId="77777777" w:rsidR="00905145" w:rsidRPr="00AF0A23" w:rsidRDefault="00905145" w:rsidP="00905145">
      <w:r w:rsidRPr="00AF0A23">
        <w:t>Non ?</w:t>
      </w:r>
    </w:p>
    <w:p w14:paraId="457164AD" w14:textId="77777777" w:rsidR="00905145" w:rsidRPr="00AF0A23" w:rsidRDefault="00905145" w:rsidP="00905145">
      <w:pPr>
        <w:ind w:firstLine="0"/>
        <w:jc w:val="center"/>
      </w:pPr>
      <w:r>
        <w:t>CLÉMENCEAU</w:t>
      </w:r>
    </w:p>
    <w:p w14:paraId="2A302447" w14:textId="77777777" w:rsidR="00905145" w:rsidRPr="00AF0A23" w:rsidRDefault="00905145" w:rsidP="00905145">
      <w:r w:rsidRPr="00AF0A23">
        <w:t>Si. Et je viens vite vous embrasser.</w:t>
      </w:r>
    </w:p>
    <w:p w14:paraId="13EC930F" w14:textId="77777777" w:rsidR="00905145" w:rsidRPr="00AF0A23" w:rsidRDefault="00905145" w:rsidP="00905145">
      <w:pPr>
        <w:ind w:firstLine="0"/>
        <w:jc w:val="center"/>
      </w:pPr>
      <w:r w:rsidRPr="00AF0A23">
        <w:t>MONET</w:t>
      </w:r>
    </w:p>
    <w:p w14:paraId="75D26310" w14:textId="77777777" w:rsidR="00905145" w:rsidRPr="00AF0A23" w:rsidRDefault="00905145" w:rsidP="00905145">
      <w:r w:rsidRPr="00AF0A23">
        <w:t>Mon ami…</w:t>
      </w:r>
    </w:p>
    <w:p w14:paraId="232F5AFE" w14:textId="77777777" w:rsidR="00905145" w:rsidRPr="004139E8" w:rsidRDefault="00905145" w:rsidP="00905145">
      <w:pPr>
        <w:pStyle w:val="NormalRetraitGauche4XIndent0"/>
        <w:rPr>
          <w:i/>
          <w:iCs/>
        </w:rPr>
      </w:pPr>
      <w:r w:rsidRPr="004139E8">
        <w:rPr>
          <w:i/>
          <w:iCs/>
        </w:rPr>
        <w:lastRenderedPageBreak/>
        <w:t>Ils font chacun la moitié du chemin qui les sépare et ils tombent dans les bras l’un de l’autre.</w:t>
      </w:r>
    </w:p>
    <w:p w14:paraId="6AC2979D" w14:textId="77777777" w:rsidR="00905145" w:rsidRPr="00AF0A23" w:rsidRDefault="00905145" w:rsidP="00905145">
      <w:pPr>
        <w:ind w:firstLine="0"/>
        <w:jc w:val="center"/>
      </w:pPr>
      <w:r>
        <w:t>CLÉMENCEAU</w:t>
      </w:r>
    </w:p>
    <w:p w14:paraId="463F5DF7" w14:textId="77777777" w:rsidR="00905145" w:rsidRPr="00AF0A23" w:rsidRDefault="00905145" w:rsidP="00905145">
      <w:r w:rsidRPr="00AF0A23">
        <w:t>Le dernier coup de canon a été tiré à onze heures ce matin et cette horreur est enfin term</w:t>
      </w:r>
      <w:r w:rsidRPr="00AF0A23">
        <w:t>i</w:t>
      </w:r>
      <w:r w:rsidRPr="00AF0A23">
        <w:t>née.</w:t>
      </w:r>
    </w:p>
    <w:p w14:paraId="0804B735" w14:textId="77777777" w:rsidR="00905145" w:rsidRPr="004139E8" w:rsidRDefault="00905145" w:rsidP="00905145">
      <w:pPr>
        <w:pStyle w:val="NormalRetraitGauche4XIndent0"/>
        <w:rPr>
          <w:i/>
          <w:iCs/>
        </w:rPr>
      </w:pPr>
      <w:r w:rsidRPr="004139E8">
        <w:rPr>
          <w:i/>
          <w:iCs/>
        </w:rPr>
        <w:t>Il pleure un in</w:t>
      </w:r>
      <w:r w:rsidRPr="004139E8">
        <w:rPr>
          <w:i/>
          <w:iCs/>
        </w:rPr>
        <w:t>s</w:t>
      </w:r>
      <w:r w:rsidRPr="004139E8">
        <w:rPr>
          <w:i/>
          <w:iCs/>
        </w:rPr>
        <w:t>tant, la tête dans ses mains.</w:t>
      </w:r>
    </w:p>
    <w:p w14:paraId="37F52400" w14:textId="77777777" w:rsidR="00905145" w:rsidRPr="00AF0A23" w:rsidRDefault="00905145" w:rsidP="00905145">
      <w:pPr>
        <w:ind w:firstLine="0"/>
        <w:jc w:val="center"/>
      </w:pPr>
      <w:r w:rsidRPr="00AF0A23">
        <w:t>MONET</w:t>
      </w:r>
    </w:p>
    <w:p w14:paraId="5272F33C" w14:textId="77777777" w:rsidR="00905145" w:rsidRPr="00AF0A23" w:rsidRDefault="00905145" w:rsidP="00905145">
      <w:r w:rsidRPr="00AF0A23">
        <w:t>Asseyons-nous.</w:t>
      </w:r>
    </w:p>
    <w:p w14:paraId="1EEA1978" w14:textId="77777777" w:rsidR="00905145" w:rsidRPr="00AF0A23" w:rsidRDefault="00905145" w:rsidP="00905145">
      <w:pPr>
        <w:ind w:firstLine="0"/>
        <w:jc w:val="center"/>
      </w:pPr>
      <w:r>
        <w:t>CLÉMENCEAU</w:t>
      </w:r>
    </w:p>
    <w:p w14:paraId="15DFCDD0" w14:textId="77777777" w:rsidR="00905145" w:rsidRPr="00AF0A23" w:rsidRDefault="00905145" w:rsidP="00905145">
      <w:r w:rsidRPr="00AF0A23">
        <w:t>Et jusqu’à la dernière minute, tous ces enfants ont été s</w:t>
      </w:r>
      <w:r w:rsidRPr="00AF0A23">
        <w:t>u</w:t>
      </w:r>
      <w:r w:rsidRPr="00AF0A23">
        <w:t>blimes, vous savez.</w:t>
      </w:r>
    </w:p>
    <w:p w14:paraId="45E76766" w14:textId="77777777" w:rsidR="00905145" w:rsidRPr="00AF0A23" w:rsidRDefault="00905145" w:rsidP="00905145">
      <w:pPr>
        <w:ind w:firstLine="0"/>
        <w:jc w:val="center"/>
      </w:pPr>
      <w:r w:rsidRPr="00AF0A23">
        <w:t>MONET</w:t>
      </w:r>
    </w:p>
    <w:p w14:paraId="59768ECB" w14:textId="77777777" w:rsidR="00905145" w:rsidRPr="00AF0A23" w:rsidRDefault="00905145" w:rsidP="00905145">
      <w:r w:rsidRPr="00AF0A23">
        <w:t>Eh bien, et vous donc !</w:t>
      </w:r>
    </w:p>
    <w:p w14:paraId="3450DA50" w14:textId="77777777" w:rsidR="00905145" w:rsidRPr="00AF0A23" w:rsidRDefault="00905145" w:rsidP="00905145">
      <w:pPr>
        <w:ind w:firstLine="0"/>
        <w:jc w:val="center"/>
      </w:pPr>
      <w:r>
        <w:t>CLÉMENCEAU</w:t>
      </w:r>
    </w:p>
    <w:p w14:paraId="1CD3FD5D" w14:textId="77777777" w:rsidR="00905145" w:rsidRPr="00AF0A23" w:rsidRDefault="00905145" w:rsidP="00905145">
      <w:r w:rsidRPr="00AF0A23">
        <w:t>Moi ? J’ai tenu ma promesse. Je leur avais dit : « </w:t>
      </w:r>
      <w:r w:rsidRPr="00AF0A23">
        <w:rPr>
          <w:i/>
          <w:iCs/>
        </w:rPr>
        <w:t>Quand vous aurez besoin de moi, à la dernière minute, vous n’aurez qu’</w:t>
      </w:r>
      <w:r>
        <w:rPr>
          <w:i/>
          <w:iCs/>
        </w:rPr>
        <w:t>à</w:t>
      </w:r>
      <w:r w:rsidRPr="00AF0A23">
        <w:rPr>
          <w:i/>
          <w:iCs/>
        </w:rPr>
        <w:t xml:space="preserve"> m’appeler. »</w:t>
      </w:r>
      <w:r w:rsidRPr="00AF0A23">
        <w:t xml:space="preserve"> Ils m’ont appelé et je suis venu…</w:t>
      </w:r>
    </w:p>
    <w:p w14:paraId="0BABAB82" w14:textId="77777777" w:rsidR="00905145" w:rsidRPr="004139E8" w:rsidRDefault="00905145" w:rsidP="00905145">
      <w:pPr>
        <w:pStyle w:val="NormalRetraitGauche4XIndent0"/>
        <w:rPr>
          <w:i/>
          <w:iCs/>
        </w:rPr>
      </w:pPr>
      <w:r w:rsidRPr="004139E8">
        <w:rPr>
          <w:i/>
          <w:iCs/>
        </w:rPr>
        <w:t>Un temps.</w:t>
      </w:r>
    </w:p>
    <w:p w14:paraId="53DF6215" w14:textId="77777777" w:rsidR="00905145" w:rsidRPr="00AF0A23" w:rsidRDefault="00905145" w:rsidP="00905145">
      <w:r w:rsidRPr="00AF0A23">
        <w:t>Et vous, comment ça va ?</w:t>
      </w:r>
    </w:p>
    <w:p w14:paraId="3BC2A0E3" w14:textId="77777777" w:rsidR="00905145" w:rsidRPr="00AF0A23" w:rsidRDefault="00905145" w:rsidP="00905145">
      <w:pPr>
        <w:ind w:firstLine="0"/>
        <w:jc w:val="center"/>
      </w:pPr>
      <w:r w:rsidRPr="00AF0A23">
        <w:t>MONET</w:t>
      </w:r>
    </w:p>
    <w:p w14:paraId="34A2F577" w14:textId="77777777" w:rsidR="00905145" w:rsidRPr="00AF0A23" w:rsidRDefault="00905145" w:rsidP="00905145">
      <w:r w:rsidRPr="00AF0A23">
        <w:t>Pas mal.</w:t>
      </w:r>
    </w:p>
    <w:p w14:paraId="6AAF9744" w14:textId="77777777" w:rsidR="00905145" w:rsidRPr="00AF0A23" w:rsidRDefault="00905145" w:rsidP="00905145">
      <w:pPr>
        <w:ind w:firstLine="0"/>
        <w:jc w:val="center"/>
      </w:pPr>
      <w:r>
        <w:t>CLÉMENCEAU</w:t>
      </w:r>
    </w:p>
    <w:p w14:paraId="6D4AFF04" w14:textId="77777777" w:rsidR="00905145" w:rsidRPr="00AF0A23" w:rsidRDefault="00905145" w:rsidP="00905145">
      <w:r w:rsidRPr="00AF0A23">
        <w:t>Vos yeux ?</w:t>
      </w:r>
    </w:p>
    <w:p w14:paraId="71262B32" w14:textId="77777777" w:rsidR="00905145" w:rsidRPr="00AF0A23" w:rsidRDefault="00905145" w:rsidP="00905145">
      <w:pPr>
        <w:ind w:firstLine="0"/>
        <w:jc w:val="center"/>
      </w:pPr>
      <w:r w:rsidRPr="00AF0A23">
        <w:lastRenderedPageBreak/>
        <w:t>MONET</w:t>
      </w:r>
    </w:p>
    <w:p w14:paraId="605408FC" w14:textId="77777777" w:rsidR="00905145" w:rsidRPr="00AF0A23" w:rsidRDefault="00905145" w:rsidP="00905145">
      <w:r w:rsidRPr="00AF0A23">
        <w:t>Hum, hum…</w:t>
      </w:r>
    </w:p>
    <w:p w14:paraId="12E99413" w14:textId="77777777" w:rsidR="00905145" w:rsidRPr="004139E8" w:rsidRDefault="00905145" w:rsidP="00905145">
      <w:pPr>
        <w:pStyle w:val="NormalRetraitGauche4XIndent0"/>
        <w:rPr>
          <w:i/>
          <w:iCs/>
        </w:rPr>
      </w:pPr>
      <w:r w:rsidRPr="004139E8">
        <w:rPr>
          <w:i/>
          <w:iCs/>
        </w:rPr>
        <w:t>Ils gardent le s</w:t>
      </w:r>
      <w:r w:rsidRPr="004139E8">
        <w:rPr>
          <w:i/>
          <w:iCs/>
        </w:rPr>
        <w:t>i</w:t>
      </w:r>
      <w:r w:rsidRPr="004139E8">
        <w:rPr>
          <w:i/>
          <w:iCs/>
        </w:rPr>
        <w:t>lence. Clemenceau pousse un grand soupir.</w:t>
      </w:r>
    </w:p>
    <w:p w14:paraId="25E25F4A" w14:textId="66D193BF" w:rsidR="00905145" w:rsidRPr="00AF0A23" w:rsidRDefault="00905145" w:rsidP="00905145">
      <w:r w:rsidRPr="00AF0A23">
        <w:t>Oui…</w:t>
      </w:r>
    </w:p>
    <w:p w14:paraId="786E712C" w14:textId="77777777" w:rsidR="00905145" w:rsidRPr="00AF0A23" w:rsidRDefault="00905145" w:rsidP="00905145">
      <w:pPr>
        <w:ind w:firstLine="0"/>
        <w:jc w:val="center"/>
      </w:pPr>
      <w:r>
        <w:t>CLÉMENCEAU</w:t>
      </w:r>
    </w:p>
    <w:p w14:paraId="3FF89647" w14:textId="77777777" w:rsidR="00905145" w:rsidRPr="00AF0A23" w:rsidRDefault="00905145" w:rsidP="00905145">
      <w:r w:rsidRPr="00AF0A23">
        <w:t>Ah ! Quel admir</w:t>
      </w:r>
      <w:r w:rsidRPr="00AF0A23">
        <w:t>a</w:t>
      </w:r>
      <w:r w:rsidRPr="00AF0A23">
        <w:t>ble pays que le nôtre. Quelle belle place il occupe dans le monde… et comme je suis heureux que vous soyez Fra</w:t>
      </w:r>
      <w:r w:rsidRPr="00AF0A23">
        <w:t>n</w:t>
      </w:r>
      <w:r w:rsidRPr="00AF0A23">
        <w:t>çais, mon ami.</w:t>
      </w:r>
    </w:p>
    <w:p w14:paraId="3EA9EDD8" w14:textId="77777777" w:rsidR="00905145" w:rsidRPr="004139E8" w:rsidRDefault="00905145" w:rsidP="00905145">
      <w:pPr>
        <w:pStyle w:val="NormalRetraitGauche4XIndent0"/>
        <w:rPr>
          <w:i/>
          <w:iCs/>
        </w:rPr>
      </w:pPr>
      <w:r w:rsidRPr="004139E8">
        <w:rPr>
          <w:i/>
          <w:iCs/>
        </w:rPr>
        <w:t>Un temps, long. Il semble tout à coup d</w:t>
      </w:r>
      <w:r w:rsidRPr="004139E8">
        <w:rPr>
          <w:i/>
          <w:iCs/>
        </w:rPr>
        <w:t>é</w:t>
      </w:r>
      <w:r w:rsidRPr="004139E8">
        <w:rPr>
          <w:i/>
          <w:iCs/>
        </w:rPr>
        <w:t>sœuvré.</w:t>
      </w:r>
    </w:p>
    <w:p w14:paraId="18165F52" w14:textId="77777777" w:rsidR="00905145" w:rsidRPr="00AF0A23" w:rsidRDefault="00905145" w:rsidP="00905145">
      <w:r w:rsidRPr="00AF0A23">
        <w:t>Alors, maint</w:t>
      </w:r>
      <w:r w:rsidRPr="00AF0A23">
        <w:t>e</w:t>
      </w:r>
      <w:r w:rsidRPr="00AF0A23">
        <w:t>nant… qu’est-ce qu’on va faire ?</w:t>
      </w:r>
    </w:p>
    <w:p w14:paraId="2D539D30" w14:textId="77777777" w:rsidR="00905145" w:rsidRPr="00AF0A23" w:rsidRDefault="00905145" w:rsidP="00905145">
      <w:pPr>
        <w:ind w:firstLine="0"/>
        <w:jc w:val="center"/>
      </w:pPr>
      <w:r w:rsidRPr="00AF0A23">
        <w:t>MONET</w:t>
      </w:r>
    </w:p>
    <w:p w14:paraId="7BC21074" w14:textId="77777777" w:rsidR="00905145" w:rsidRPr="00AF0A23" w:rsidRDefault="00905145" w:rsidP="00905145">
      <w:r w:rsidRPr="00AF0A23">
        <w:t>Eh bien, et si l’on s’occupait tout de suite du monument de C</w:t>
      </w:r>
      <w:r w:rsidRPr="00AF0A23">
        <w:t>é</w:t>
      </w:r>
      <w:r w:rsidRPr="00AF0A23">
        <w:t>zanne… ?</w:t>
      </w:r>
    </w:p>
    <w:p w14:paraId="5EFE200F" w14:textId="77777777" w:rsidR="00905145" w:rsidRPr="00AF0A23" w:rsidRDefault="00905145" w:rsidP="00905145"/>
    <w:p w14:paraId="5620CB45" w14:textId="77777777" w:rsidR="00033562" w:rsidRDefault="00905145" w:rsidP="00905145">
      <w:pPr>
        <w:ind w:firstLine="0"/>
        <w:jc w:val="center"/>
      </w:pPr>
      <w:r w:rsidRPr="00AF0A23">
        <w:t>FIN</w:t>
      </w:r>
    </w:p>
    <w:p w14:paraId="4322FE84" w14:textId="77777777" w:rsidR="00033562" w:rsidRDefault="00033562">
      <w:pPr>
        <w:sectPr w:rsidR="00033562" w:rsidSect="005566A9">
          <w:footerReference w:type="default" r:id="rId10"/>
          <w:endnotePr>
            <w:numFmt w:val="lowerLetter"/>
          </w:endnotePr>
          <w:pgSz w:w="11906" w:h="16838" w:code="9"/>
          <w:pgMar w:top="1134" w:right="1134" w:bottom="1134" w:left="1134" w:header="709" w:footer="709" w:gutter="0"/>
          <w:cols w:space="708"/>
          <w:titlePg/>
          <w:docGrid w:linePitch="360"/>
        </w:sectPr>
      </w:pPr>
    </w:p>
    <w:p w14:paraId="308AEFBC" w14:textId="77777777" w:rsidR="00033562" w:rsidRDefault="00033562" w:rsidP="005566A9">
      <w:pPr>
        <w:pStyle w:val="Titre1"/>
        <w:spacing w:before="0" w:after="480"/>
      </w:pPr>
      <w:bookmarkStart w:id="22" w:name="_Toc195622108"/>
      <w:r>
        <w:lastRenderedPageBreak/>
        <w:t xml:space="preserve">À propos de cette </w:t>
      </w:r>
      <w:r w:rsidRPr="007C1C6B">
        <w:t>édition</w:t>
      </w:r>
      <w:r>
        <w:t xml:space="preserve"> électronique</w:t>
      </w:r>
      <w:bookmarkEnd w:id="22"/>
    </w:p>
    <w:p w14:paraId="0D746F7A" w14:textId="77777777" w:rsidR="005566A9" w:rsidRPr="00633842" w:rsidRDefault="005566A9" w:rsidP="005566A9">
      <w:pPr>
        <w:spacing w:before="180" w:after="180"/>
        <w:ind w:firstLine="0"/>
        <w:jc w:val="center"/>
        <w:rPr>
          <w:b/>
          <w:bCs/>
          <w:szCs w:val="32"/>
        </w:rPr>
      </w:pPr>
      <w:r w:rsidRPr="00633842">
        <w:rPr>
          <w:b/>
          <w:bCs/>
          <w:szCs w:val="32"/>
        </w:rPr>
        <w:t>Texte libre de droits.</w:t>
      </w:r>
    </w:p>
    <w:p w14:paraId="46E56127" w14:textId="77777777" w:rsidR="005566A9" w:rsidRPr="00633842" w:rsidRDefault="005566A9" w:rsidP="005566A9">
      <w:pPr>
        <w:pStyle w:val="Centr"/>
        <w:spacing w:before="180" w:after="180"/>
      </w:pPr>
      <w:r w:rsidRPr="00633842">
        <w:t>Corrections, édition, conversion informatique et public</w:t>
      </w:r>
      <w:r w:rsidRPr="00633842">
        <w:t>a</w:t>
      </w:r>
      <w:r w:rsidRPr="00633842">
        <w:t>tion par le groupe :</w:t>
      </w:r>
    </w:p>
    <w:p w14:paraId="68CCFA18" w14:textId="77777777" w:rsidR="005566A9" w:rsidRPr="00633842" w:rsidRDefault="005566A9" w:rsidP="005566A9">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AA35E43" w14:textId="77777777" w:rsidR="005566A9" w:rsidRPr="00633842" w:rsidRDefault="005566A9" w:rsidP="005566A9">
      <w:pPr>
        <w:pStyle w:val="Centr"/>
        <w:spacing w:before="180" w:after="180"/>
      </w:pPr>
      <w:hyperlink r:id="rId11" w:history="1">
        <w:r w:rsidRPr="00F74CD6">
          <w:rPr>
            <w:rStyle w:val="Lienhypertexte"/>
          </w:rPr>
          <w:t>https://groups.google.com/g/ebooksgratuits</w:t>
        </w:r>
      </w:hyperlink>
    </w:p>
    <w:p w14:paraId="0863E744" w14:textId="59089608" w:rsidR="005566A9" w:rsidRPr="00633842" w:rsidRDefault="005566A9" w:rsidP="005566A9">
      <w:pPr>
        <w:pStyle w:val="Centr"/>
        <w:spacing w:before="180" w:after="180"/>
      </w:pPr>
      <w:r w:rsidRPr="00633842">
        <w:t>Adresse du site web du groupe :</w:t>
      </w:r>
      <w:r w:rsidRPr="00633842">
        <w:br/>
      </w:r>
      <w:hyperlink r:id="rId12" w:history="1">
        <w:r w:rsidR="002C39B7" w:rsidRPr="00021A15">
          <w:rPr>
            <w:rStyle w:val="Lienhypertexte"/>
            <w:b/>
            <w:bCs/>
            <w:szCs w:val="32"/>
          </w:rPr>
          <w:t>http</w:t>
        </w:r>
        <w:r w:rsidR="002C39B7" w:rsidRPr="00021A15">
          <w:rPr>
            <w:rStyle w:val="Lienhypertexte"/>
            <w:b/>
            <w:bCs/>
            <w:szCs w:val="32"/>
          </w:rPr>
          <w:t>s</w:t>
        </w:r>
        <w:r w:rsidR="002C39B7" w:rsidRPr="00021A15">
          <w:rPr>
            <w:rStyle w:val="Lienhypertexte"/>
            <w:b/>
            <w:bCs/>
            <w:szCs w:val="32"/>
          </w:rPr>
          <w:t>://www.ebooksgratuits.com/</w:t>
        </w:r>
      </w:hyperlink>
    </w:p>
    <w:p w14:paraId="7BABD4A5" w14:textId="77777777" w:rsidR="005566A9" w:rsidRPr="00633842" w:rsidRDefault="005566A9" w:rsidP="005566A9">
      <w:pPr>
        <w:pStyle w:val="Centr"/>
        <w:spacing w:before="180" w:after="180"/>
      </w:pPr>
      <w:r w:rsidRPr="00633842">
        <w:t>—</w:t>
      </w:r>
    </w:p>
    <w:p w14:paraId="0A09BFF2" w14:textId="6C7779C7" w:rsidR="005566A9" w:rsidRPr="00633842" w:rsidRDefault="005566A9" w:rsidP="005566A9">
      <w:pPr>
        <w:spacing w:before="180" w:after="180"/>
        <w:ind w:firstLine="0"/>
        <w:jc w:val="center"/>
        <w:rPr>
          <w:b/>
          <w:bCs/>
          <w:szCs w:val="32"/>
        </w:rPr>
      </w:pPr>
      <w:r>
        <w:rPr>
          <w:b/>
          <w:bCs/>
          <w:szCs w:val="32"/>
        </w:rPr>
        <w:t>Avril</w:t>
      </w:r>
      <w:r>
        <w:rPr>
          <w:b/>
          <w:bCs/>
          <w:szCs w:val="32"/>
        </w:rPr>
        <w:t xml:space="preserve"> 20</w:t>
      </w:r>
      <w:r>
        <w:rPr>
          <w:b/>
          <w:bCs/>
          <w:szCs w:val="32"/>
        </w:rPr>
        <w:t>25</w:t>
      </w:r>
    </w:p>
    <w:p w14:paraId="33156016" w14:textId="77777777" w:rsidR="005566A9" w:rsidRPr="00633842" w:rsidRDefault="005566A9" w:rsidP="005566A9">
      <w:pPr>
        <w:pStyle w:val="Centr"/>
        <w:spacing w:before="180" w:after="180"/>
      </w:pPr>
      <w:r w:rsidRPr="00633842">
        <w:t>—</w:t>
      </w:r>
    </w:p>
    <w:p w14:paraId="5613F62C" w14:textId="77777777" w:rsidR="005566A9" w:rsidRPr="00633842" w:rsidRDefault="005566A9" w:rsidP="005566A9">
      <w:pPr>
        <w:spacing w:before="180" w:after="180"/>
      </w:pPr>
      <w:r w:rsidRPr="00633842">
        <w:t>– </w:t>
      </w:r>
      <w:r w:rsidRPr="00633842">
        <w:rPr>
          <w:b/>
        </w:rPr>
        <w:t>Élaboration de ce livre électronique</w:t>
      </w:r>
      <w:r w:rsidRPr="00633842">
        <w:t> :</w:t>
      </w:r>
    </w:p>
    <w:p w14:paraId="56D7C914" w14:textId="7185383A" w:rsidR="005566A9" w:rsidRPr="00633842" w:rsidRDefault="005566A9" w:rsidP="005566A9">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5566A9">
        <w:t>PascalL</w:t>
      </w:r>
      <w:proofErr w:type="spellEnd"/>
      <w:r w:rsidRPr="005566A9">
        <w:t xml:space="preserve">, Jean-Marc, </w:t>
      </w:r>
      <w:proofErr w:type="spellStart"/>
      <w:r w:rsidRPr="005566A9">
        <w:t>MichèleI</w:t>
      </w:r>
      <w:proofErr w:type="spellEnd"/>
      <w:r>
        <w:t xml:space="preserve">, </w:t>
      </w:r>
      <w:proofErr w:type="spellStart"/>
      <w:r>
        <w:t>Coolmicro</w:t>
      </w:r>
      <w:proofErr w:type="spellEnd"/>
      <w:r>
        <w:t>.</w:t>
      </w:r>
    </w:p>
    <w:p w14:paraId="2F49EEF7" w14:textId="77777777" w:rsidR="005566A9" w:rsidRPr="00633842" w:rsidRDefault="005566A9" w:rsidP="005566A9">
      <w:pPr>
        <w:spacing w:before="180" w:after="180"/>
      </w:pPr>
      <w:r w:rsidRPr="00633842">
        <w:t>– </w:t>
      </w:r>
      <w:r w:rsidRPr="00633842">
        <w:rPr>
          <w:b/>
        </w:rPr>
        <w:t>Dispositions</w:t>
      </w:r>
      <w:r w:rsidRPr="00633842">
        <w:t> :</w:t>
      </w:r>
    </w:p>
    <w:p w14:paraId="42614662" w14:textId="77777777" w:rsidR="005566A9" w:rsidRPr="00633842" w:rsidRDefault="005566A9" w:rsidP="005566A9">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28D5F079" w14:textId="77777777" w:rsidR="005566A9" w:rsidRPr="00633842" w:rsidRDefault="005566A9" w:rsidP="005566A9">
      <w:pPr>
        <w:spacing w:before="180" w:after="180"/>
      </w:pPr>
      <w:r w:rsidRPr="00633842">
        <w:t>– </w:t>
      </w:r>
      <w:r w:rsidRPr="00633842">
        <w:rPr>
          <w:b/>
        </w:rPr>
        <w:t>Qualité</w:t>
      </w:r>
      <w:r w:rsidRPr="00633842">
        <w:t> :</w:t>
      </w:r>
    </w:p>
    <w:p w14:paraId="327727C0" w14:textId="77777777" w:rsidR="005566A9" w:rsidRPr="00633842" w:rsidRDefault="005566A9" w:rsidP="005566A9">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203CC9C4" w14:textId="77777777" w:rsidR="005566A9" w:rsidRPr="00633842" w:rsidRDefault="005566A9" w:rsidP="005566A9">
      <w:pPr>
        <w:spacing w:before="180" w:after="180"/>
        <w:ind w:firstLine="0"/>
        <w:jc w:val="center"/>
        <w:rPr>
          <w:i/>
          <w:iCs/>
          <w:szCs w:val="32"/>
        </w:rPr>
      </w:pPr>
      <w:r w:rsidRPr="00633842">
        <w:rPr>
          <w:i/>
          <w:iCs/>
          <w:szCs w:val="32"/>
        </w:rPr>
        <w:t>Votre aide est la bienvenue !</w:t>
      </w:r>
    </w:p>
    <w:p w14:paraId="1E60AC5C" w14:textId="3DC3E99B" w:rsidR="00033562" w:rsidRPr="007C1C6B" w:rsidRDefault="005566A9" w:rsidP="005566A9">
      <w:pPr>
        <w:pStyle w:val="Centr"/>
        <w:suppressAutoHyphens/>
        <w:spacing w:before="180" w:after="180"/>
      </w:pPr>
      <w:r w:rsidRPr="00633842">
        <w:t>VOUS POUVEZ NOUS AIDER À FAIRE CONNAÎTRE CES CLASSIQUES LITTÉRAIRES.</w:t>
      </w:r>
    </w:p>
    <w:sectPr w:rsidR="00033562" w:rsidRPr="007C1C6B" w:rsidSect="005566A9">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8CEEC" w14:textId="77777777" w:rsidR="004F03FF" w:rsidRDefault="004F03FF">
      <w:r>
        <w:separator/>
      </w:r>
    </w:p>
  </w:endnote>
  <w:endnote w:type="continuationSeparator" w:id="0">
    <w:p w14:paraId="73DBB022" w14:textId="77777777" w:rsidR="004F03FF" w:rsidRDefault="004F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B3477" w14:textId="77777777" w:rsidR="00637ED2" w:rsidRDefault="00637ED2">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4586" w14:textId="77777777" w:rsidR="00637ED2" w:rsidRDefault="00637ED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373C45">
      <w:rPr>
        <w:rStyle w:val="Numrodepage"/>
        <w:noProof/>
        <w:sz w:val="30"/>
        <w:szCs w:val="30"/>
      </w:rPr>
      <w:t>97</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4EEB0" w14:textId="77777777" w:rsidR="004F03FF" w:rsidRDefault="004F03FF">
      <w:r>
        <w:separator/>
      </w:r>
    </w:p>
  </w:footnote>
  <w:footnote w:type="continuationSeparator" w:id="0">
    <w:p w14:paraId="1BCA3831" w14:textId="77777777" w:rsidR="004F03FF" w:rsidRDefault="004F03FF">
      <w:r>
        <w:continuationSeparator/>
      </w:r>
    </w:p>
  </w:footnote>
  <w:footnote w:id="1">
    <w:p w14:paraId="63729657" w14:textId="77777777" w:rsidR="00637ED2" w:rsidRPr="00835B59" w:rsidRDefault="00637ED2" w:rsidP="00905145">
      <w:pPr>
        <w:pStyle w:val="Notedebasdepage"/>
      </w:pPr>
      <w:r w:rsidRPr="00835B59">
        <w:rPr>
          <w:rStyle w:val="Appelnotedebasdep"/>
        </w:rPr>
        <w:footnoteRef/>
      </w:r>
      <w:r w:rsidRPr="00835B59">
        <w:t xml:space="preserve"> </w:t>
      </w:r>
      <w:r w:rsidRPr="00835B59">
        <w:rPr>
          <w:bCs/>
        </w:rPr>
        <w:t>Cette phrase m’a été dite un jour par M. Clemenceau. D’ailleurs, l’acteur qui joue le rôle du Vieux Tribun doit se faire la tête de l’illustre homme d’État, qui connut cette scène et en approuva les répliques.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2130127456">
    <w:abstractNumId w:val="10"/>
  </w:num>
  <w:num w:numId="2" w16cid:durableId="1659577415">
    <w:abstractNumId w:val="11"/>
  </w:num>
  <w:num w:numId="3" w16cid:durableId="1958632635">
    <w:abstractNumId w:val="12"/>
  </w:num>
  <w:num w:numId="4" w16cid:durableId="717364218">
    <w:abstractNumId w:val="13"/>
  </w:num>
  <w:num w:numId="5" w16cid:durableId="1996300786">
    <w:abstractNumId w:val="8"/>
  </w:num>
  <w:num w:numId="6" w16cid:durableId="1828327914">
    <w:abstractNumId w:val="3"/>
  </w:num>
  <w:num w:numId="7" w16cid:durableId="2035885712">
    <w:abstractNumId w:val="2"/>
  </w:num>
  <w:num w:numId="8" w16cid:durableId="694575666">
    <w:abstractNumId w:val="1"/>
  </w:num>
  <w:num w:numId="9" w16cid:durableId="1720779954">
    <w:abstractNumId w:val="0"/>
  </w:num>
  <w:num w:numId="10" w16cid:durableId="1610040951">
    <w:abstractNumId w:val="9"/>
  </w:num>
  <w:num w:numId="11" w16cid:durableId="223182008">
    <w:abstractNumId w:val="7"/>
  </w:num>
  <w:num w:numId="12" w16cid:durableId="2049915458">
    <w:abstractNumId w:val="6"/>
  </w:num>
  <w:num w:numId="13" w16cid:durableId="1062290724">
    <w:abstractNumId w:val="5"/>
  </w:num>
  <w:num w:numId="14" w16cid:durableId="9075428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624DA"/>
    <w:rsid w:val="00066E2D"/>
    <w:rsid w:val="00077531"/>
    <w:rsid w:val="000F7F4B"/>
    <w:rsid w:val="0010298A"/>
    <w:rsid w:val="001635FE"/>
    <w:rsid w:val="00176FA6"/>
    <w:rsid w:val="001B46C9"/>
    <w:rsid w:val="001C6323"/>
    <w:rsid w:val="00203135"/>
    <w:rsid w:val="00284AF2"/>
    <w:rsid w:val="002A5AE5"/>
    <w:rsid w:val="002C39B7"/>
    <w:rsid w:val="002E4734"/>
    <w:rsid w:val="0032506F"/>
    <w:rsid w:val="00335365"/>
    <w:rsid w:val="00336E88"/>
    <w:rsid w:val="00367258"/>
    <w:rsid w:val="00373C45"/>
    <w:rsid w:val="003F6FF9"/>
    <w:rsid w:val="004225E6"/>
    <w:rsid w:val="00431C66"/>
    <w:rsid w:val="004618A4"/>
    <w:rsid w:val="00466185"/>
    <w:rsid w:val="004856F7"/>
    <w:rsid w:val="004C3D05"/>
    <w:rsid w:val="004F03FF"/>
    <w:rsid w:val="0051085B"/>
    <w:rsid w:val="0051232C"/>
    <w:rsid w:val="00554C93"/>
    <w:rsid w:val="005566A9"/>
    <w:rsid w:val="00576E04"/>
    <w:rsid w:val="005C4D38"/>
    <w:rsid w:val="005F0BF1"/>
    <w:rsid w:val="0061214E"/>
    <w:rsid w:val="00614227"/>
    <w:rsid w:val="00637ED2"/>
    <w:rsid w:val="00640C4F"/>
    <w:rsid w:val="00703D4D"/>
    <w:rsid w:val="00705271"/>
    <w:rsid w:val="00722EA0"/>
    <w:rsid w:val="007549CD"/>
    <w:rsid w:val="0076257B"/>
    <w:rsid w:val="0076513E"/>
    <w:rsid w:val="0078241C"/>
    <w:rsid w:val="007841D8"/>
    <w:rsid w:val="007A353A"/>
    <w:rsid w:val="007B6898"/>
    <w:rsid w:val="007C1C6B"/>
    <w:rsid w:val="007C56AC"/>
    <w:rsid w:val="007E0F7B"/>
    <w:rsid w:val="007F5860"/>
    <w:rsid w:val="00825620"/>
    <w:rsid w:val="00856DF4"/>
    <w:rsid w:val="00863B07"/>
    <w:rsid w:val="008840CC"/>
    <w:rsid w:val="008F106B"/>
    <w:rsid w:val="00905145"/>
    <w:rsid w:val="00930A77"/>
    <w:rsid w:val="00946EE4"/>
    <w:rsid w:val="009B3DDD"/>
    <w:rsid w:val="00AB5337"/>
    <w:rsid w:val="00AF0A3E"/>
    <w:rsid w:val="00B1136E"/>
    <w:rsid w:val="00B241D4"/>
    <w:rsid w:val="00B74009"/>
    <w:rsid w:val="00B909AE"/>
    <w:rsid w:val="00BA7596"/>
    <w:rsid w:val="00BD0C07"/>
    <w:rsid w:val="00BD168C"/>
    <w:rsid w:val="00BF29E4"/>
    <w:rsid w:val="00C323C1"/>
    <w:rsid w:val="00C43D20"/>
    <w:rsid w:val="00C51E70"/>
    <w:rsid w:val="00C82075"/>
    <w:rsid w:val="00C82867"/>
    <w:rsid w:val="00C877F6"/>
    <w:rsid w:val="00CC4C3A"/>
    <w:rsid w:val="00D02BDE"/>
    <w:rsid w:val="00D47BCF"/>
    <w:rsid w:val="00D57E8F"/>
    <w:rsid w:val="00D80434"/>
    <w:rsid w:val="00D9756D"/>
    <w:rsid w:val="00DD7BB4"/>
    <w:rsid w:val="00DF43DD"/>
    <w:rsid w:val="00E30FAD"/>
    <w:rsid w:val="00E35EE1"/>
    <w:rsid w:val="00E847C9"/>
    <w:rsid w:val="00E90A7B"/>
    <w:rsid w:val="00F42B6E"/>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AACC996"/>
  <w15:chartTrackingRefBased/>
  <w15:docId w15:val="{C4137728-2C37-49C6-93D7-04C58F4E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6A9"/>
    <w:pPr>
      <w:spacing w:before="240" w:after="240"/>
      <w:ind w:firstLine="680"/>
      <w:jc w:val="both"/>
    </w:pPr>
    <w:rPr>
      <w:rFonts w:ascii="Amasis30" w:hAnsi="Amasis30"/>
      <w:sz w:val="36"/>
      <w:szCs w:val="24"/>
    </w:rPr>
  </w:style>
  <w:style w:type="paragraph" w:styleId="Titre1">
    <w:name w:val="heading 1"/>
    <w:basedOn w:val="Normal"/>
    <w:next w:val="Normal"/>
    <w:qFormat/>
    <w:rsid w:val="005566A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5566A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5566A9"/>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5566A9"/>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5566A9"/>
  </w:style>
  <w:style w:type="character" w:styleId="Lienhypertexte">
    <w:name w:val="Hyperlink"/>
    <w:uiPriority w:val="99"/>
    <w:rsid w:val="005566A9"/>
    <w:rPr>
      <w:rFonts w:ascii="Amasis30" w:hAnsi="Amasis30"/>
      <w:color w:val="004080"/>
      <w:u w:val="single"/>
    </w:rPr>
  </w:style>
  <w:style w:type="paragraph" w:styleId="Explorateurdedocuments">
    <w:name w:val="Document Map"/>
    <w:basedOn w:val="Normal"/>
    <w:semiHidden/>
    <w:rsid w:val="005566A9"/>
    <w:pPr>
      <w:shd w:val="clear" w:color="auto" w:fill="000080"/>
    </w:pPr>
    <w:rPr>
      <w:rFonts w:ascii="Tahoma" w:hAnsi="Tahoma" w:cs="Tahoma"/>
    </w:rPr>
  </w:style>
  <w:style w:type="paragraph" w:styleId="TM1">
    <w:name w:val="toc 1"/>
    <w:basedOn w:val="Normal"/>
    <w:next w:val="Normal"/>
    <w:autoRedefine/>
    <w:uiPriority w:val="39"/>
    <w:rsid w:val="005566A9"/>
    <w:pPr>
      <w:tabs>
        <w:tab w:val="right" w:leader="dot" w:pos="9639"/>
      </w:tabs>
      <w:spacing w:before="180" w:after="180"/>
      <w:ind w:firstLine="0"/>
      <w:jc w:val="left"/>
    </w:pPr>
    <w:rPr>
      <w:bCs/>
      <w:iCs/>
      <w:noProof/>
      <w:color w:val="000080"/>
      <w:szCs w:val="28"/>
    </w:rPr>
  </w:style>
  <w:style w:type="paragraph" w:styleId="En-tte">
    <w:name w:val="header"/>
    <w:basedOn w:val="Normal"/>
    <w:rsid w:val="005566A9"/>
    <w:pPr>
      <w:tabs>
        <w:tab w:val="center" w:pos="4536"/>
        <w:tab w:val="right" w:pos="9072"/>
      </w:tabs>
    </w:pPr>
  </w:style>
  <w:style w:type="paragraph" w:styleId="Pieddepage">
    <w:name w:val="footer"/>
    <w:basedOn w:val="Normal"/>
    <w:rsid w:val="005566A9"/>
    <w:pPr>
      <w:tabs>
        <w:tab w:val="center" w:pos="4536"/>
        <w:tab w:val="right" w:pos="9072"/>
      </w:tabs>
      <w:ind w:firstLine="0"/>
      <w:jc w:val="center"/>
    </w:pPr>
    <w:rPr>
      <w:sz w:val="32"/>
    </w:rPr>
  </w:style>
  <w:style w:type="character" w:styleId="Numrodepage">
    <w:name w:val="page number"/>
    <w:basedOn w:val="Policepardfaut"/>
    <w:rsid w:val="005566A9"/>
  </w:style>
  <w:style w:type="paragraph" w:styleId="TM2">
    <w:name w:val="toc 2"/>
    <w:basedOn w:val="Normal"/>
    <w:next w:val="Normal"/>
    <w:autoRedefine/>
    <w:uiPriority w:val="39"/>
    <w:rsid w:val="005566A9"/>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5566A9"/>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5566A9"/>
    <w:pPr>
      <w:ind w:left="780"/>
    </w:pPr>
  </w:style>
  <w:style w:type="paragraph" w:styleId="TM5">
    <w:name w:val="toc 5"/>
    <w:basedOn w:val="Normal"/>
    <w:next w:val="Normal"/>
    <w:autoRedefine/>
    <w:semiHidden/>
    <w:rsid w:val="005566A9"/>
    <w:pPr>
      <w:ind w:left="1040"/>
    </w:pPr>
  </w:style>
  <w:style w:type="paragraph" w:styleId="TM6">
    <w:name w:val="toc 6"/>
    <w:basedOn w:val="Normal"/>
    <w:next w:val="Normal"/>
    <w:autoRedefine/>
    <w:semiHidden/>
    <w:rsid w:val="005566A9"/>
    <w:pPr>
      <w:ind w:left="1300"/>
    </w:pPr>
  </w:style>
  <w:style w:type="paragraph" w:styleId="TM7">
    <w:name w:val="toc 7"/>
    <w:basedOn w:val="Normal"/>
    <w:next w:val="Normal"/>
    <w:autoRedefine/>
    <w:semiHidden/>
    <w:rsid w:val="005566A9"/>
    <w:pPr>
      <w:ind w:left="1560"/>
    </w:pPr>
  </w:style>
  <w:style w:type="paragraph" w:styleId="TM8">
    <w:name w:val="toc 8"/>
    <w:basedOn w:val="Normal"/>
    <w:next w:val="Normal"/>
    <w:autoRedefine/>
    <w:semiHidden/>
    <w:rsid w:val="005566A9"/>
    <w:pPr>
      <w:ind w:left="1820"/>
    </w:pPr>
  </w:style>
  <w:style w:type="paragraph" w:styleId="TM9">
    <w:name w:val="toc 9"/>
    <w:basedOn w:val="Normal"/>
    <w:next w:val="Normal"/>
    <w:autoRedefine/>
    <w:semiHidden/>
    <w:rsid w:val="005566A9"/>
    <w:pPr>
      <w:ind w:left="2080"/>
    </w:pPr>
  </w:style>
  <w:style w:type="character" w:styleId="Appelnotedebasdep">
    <w:name w:val="footnote reference"/>
    <w:qFormat/>
    <w:rsid w:val="005566A9"/>
    <w:rPr>
      <w:rFonts w:ascii="Amasis30" w:hAnsi="Amasis30"/>
      <w:b/>
      <w:sz w:val="36"/>
      <w:vertAlign w:val="superscript"/>
    </w:rPr>
  </w:style>
  <w:style w:type="paragraph" w:styleId="Notedebasdepage">
    <w:name w:val="footnote text"/>
    <w:basedOn w:val="Taille-1Normal"/>
    <w:qFormat/>
    <w:rsid w:val="005566A9"/>
    <w:rPr>
      <w:szCs w:val="30"/>
    </w:rPr>
  </w:style>
  <w:style w:type="paragraph" w:customStyle="1" w:styleId="Taille-1Normal">
    <w:name w:val="Taille-1Normal"/>
    <w:basedOn w:val="Normal"/>
    <w:rsid w:val="005566A9"/>
    <w:rPr>
      <w:sz w:val="32"/>
      <w:szCs w:val="28"/>
    </w:rPr>
  </w:style>
  <w:style w:type="paragraph" w:customStyle="1" w:styleId="Auteur">
    <w:name w:val="Auteur"/>
    <w:basedOn w:val="Normal"/>
    <w:rsid w:val="005566A9"/>
    <w:pPr>
      <w:spacing w:before="0" w:after="1800"/>
      <w:ind w:right="851" w:firstLine="0"/>
      <w:jc w:val="right"/>
    </w:pPr>
    <w:rPr>
      <w:sz w:val="48"/>
    </w:rPr>
  </w:style>
  <w:style w:type="paragraph" w:customStyle="1" w:styleId="Titrelivre">
    <w:name w:val="Titre_livre"/>
    <w:basedOn w:val="Normal"/>
    <w:rsid w:val="005566A9"/>
    <w:pPr>
      <w:spacing w:before="0" w:after="1200"/>
      <w:ind w:left="2268" w:right="851" w:firstLine="0"/>
      <w:jc w:val="right"/>
    </w:pPr>
    <w:rPr>
      <w:b/>
      <w:bCs/>
      <w:sz w:val="72"/>
    </w:rPr>
  </w:style>
  <w:style w:type="paragraph" w:customStyle="1" w:styleId="Soustitrelivre">
    <w:name w:val="Sous_titre_livre"/>
    <w:basedOn w:val="Normal"/>
    <w:rsid w:val="005566A9"/>
    <w:pPr>
      <w:spacing w:before="0" w:after="2160"/>
      <w:ind w:left="2268" w:right="851" w:firstLine="0"/>
      <w:jc w:val="right"/>
    </w:pPr>
    <w:rPr>
      <w:bCs/>
      <w:sz w:val="44"/>
      <w:szCs w:val="36"/>
    </w:rPr>
  </w:style>
  <w:style w:type="paragraph" w:customStyle="1" w:styleId="Photoauteur">
    <w:name w:val="Photo_auteur"/>
    <w:basedOn w:val="Normal"/>
    <w:rsid w:val="005566A9"/>
    <w:pPr>
      <w:spacing w:after="1080"/>
      <w:ind w:left="2268" w:firstLine="0"/>
      <w:jc w:val="center"/>
    </w:pPr>
    <w:rPr>
      <w:noProof/>
    </w:rPr>
  </w:style>
  <w:style w:type="paragraph" w:customStyle="1" w:styleId="DateSortie">
    <w:name w:val="Date_Sortie"/>
    <w:basedOn w:val="Normal"/>
    <w:rsid w:val="005566A9"/>
    <w:pPr>
      <w:spacing w:before="0" w:after="0"/>
      <w:ind w:right="1418" w:firstLine="0"/>
      <w:jc w:val="right"/>
    </w:pPr>
    <w:rPr>
      <w:bCs/>
      <w:sz w:val="40"/>
    </w:rPr>
  </w:style>
  <w:style w:type="paragraph" w:customStyle="1" w:styleId="Titretablematires">
    <w:name w:val="Titre table matières"/>
    <w:basedOn w:val="Normal"/>
    <w:rsid w:val="005566A9"/>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5566A9"/>
    <w:pPr>
      <w:ind w:firstLine="0"/>
      <w:jc w:val="center"/>
    </w:pPr>
    <w:rPr>
      <w:szCs w:val="20"/>
    </w:rPr>
  </w:style>
  <w:style w:type="paragraph" w:customStyle="1" w:styleId="NormalSansIndent">
    <w:name w:val="NormalSansIndent"/>
    <w:basedOn w:val="Normal"/>
    <w:rsid w:val="005566A9"/>
    <w:pPr>
      <w:ind w:firstLine="0"/>
    </w:pPr>
    <w:rPr>
      <w:szCs w:val="20"/>
    </w:rPr>
  </w:style>
  <w:style w:type="paragraph" w:customStyle="1" w:styleId="NormalSolidaire">
    <w:name w:val="NormalSolidaire"/>
    <w:basedOn w:val="Normal"/>
    <w:qFormat/>
    <w:rsid w:val="005566A9"/>
    <w:pPr>
      <w:keepNext/>
    </w:pPr>
  </w:style>
  <w:style w:type="paragraph" w:customStyle="1" w:styleId="NormalSautPageAvant">
    <w:name w:val="NormalSautPageAvant"/>
    <w:basedOn w:val="Normal"/>
    <w:qFormat/>
    <w:rsid w:val="005566A9"/>
    <w:pPr>
      <w:pageBreakBefore/>
    </w:pPr>
  </w:style>
  <w:style w:type="paragraph" w:customStyle="1" w:styleId="NormalEspAvtGrand">
    <w:name w:val="NormalEspAvtGrand"/>
    <w:basedOn w:val="Normal"/>
    <w:rsid w:val="005566A9"/>
    <w:pPr>
      <w:spacing w:before="2640"/>
    </w:pPr>
    <w:rPr>
      <w:szCs w:val="20"/>
    </w:rPr>
  </w:style>
  <w:style w:type="paragraph" w:customStyle="1" w:styleId="CentrEspAvt0">
    <w:name w:val="CentréEspAvt0"/>
    <w:basedOn w:val="Centr"/>
    <w:next w:val="CentrEspAvt0EspApr0"/>
    <w:rsid w:val="005566A9"/>
    <w:pPr>
      <w:spacing w:before="0"/>
    </w:pPr>
  </w:style>
  <w:style w:type="paragraph" w:customStyle="1" w:styleId="CentrEspAvt0EspApr0">
    <w:name w:val="CentréEspAvt0EspApr0"/>
    <w:basedOn w:val="Centr"/>
    <w:rsid w:val="005566A9"/>
    <w:pPr>
      <w:spacing w:before="0" w:after="0"/>
    </w:pPr>
  </w:style>
  <w:style w:type="paragraph" w:customStyle="1" w:styleId="CentrEspApr0">
    <w:name w:val="CentréEspApr0"/>
    <w:basedOn w:val="Centr"/>
    <w:next w:val="Normal"/>
    <w:rsid w:val="005566A9"/>
    <w:pPr>
      <w:spacing w:after="0"/>
    </w:pPr>
  </w:style>
  <w:style w:type="paragraph" w:customStyle="1" w:styleId="Droite">
    <w:name w:val="Droite"/>
    <w:basedOn w:val="Normal"/>
    <w:next w:val="Normal"/>
    <w:link w:val="DroiteCar"/>
    <w:rsid w:val="005566A9"/>
    <w:pPr>
      <w:ind w:firstLine="0"/>
      <w:jc w:val="right"/>
    </w:pPr>
    <w:rPr>
      <w:szCs w:val="20"/>
    </w:rPr>
  </w:style>
  <w:style w:type="character" w:customStyle="1" w:styleId="DroiteCar">
    <w:name w:val="Droite Car"/>
    <w:link w:val="Droite"/>
    <w:rsid w:val="00905145"/>
    <w:rPr>
      <w:rFonts w:ascii="Amasis30" w:hAnsi="Amasis30"/>
      <w:sz w:val="36"/>
    </w:rPr>
  </w:style>
  <w:style w:type="paragraph" w:customStyle="1" w:styleId="DroiteRetraitGauche1X">
    <w:name w:val="DroiteRetraitGauche1X"/>
    <w:basedOn w:val="Droite"/>
    <w:next w:val="Normal"/>
    <w:rsid w:val="005566A9"/>
    <w:pPr>
      <w:ind w:left="680"/>
    </w:pPr>
  </w:style>
  <w:style w:type="paragraph" w:customStyle="1" w:styleId="DroiteRetraitGauche2X">
    <w:name w:val="DroiteRetraitGauche2X"/>
    <w:basedOn w:val="Droite"/>
    <w:next w:val="Normal"/>
    <w:rsid w:val="005566A9"/>
    <w:pPr>
      <w:ind w:left="1361"/>
    </w:pPr>
  </w:style>
  <w:style w:type="paragraph" w:customStyle="1" w:styleId="DroiteRetraitGauche3X">
    <w:name w:val="DroiteRetraitGauche3X"/>
    <w:basedOn w:val="Droite"/>
    <w:next w:val="Normal"/>
    <w:rsid w:val="005566A9"/>
    <w:pPr>
      <w:ind w:left="2041"/>
    </w:pPr>
  </w:style>
  <w:style w:type="paragraph" w:customStyle="1" w:styleId="DroiteRetraitGauche4X">
    <w:name w:val="DroiteRetraitGauche4X"/>
    <w:basedOn w:val="Droite"/>
    <w:next w:val="Normal"/>
    <w:link w:val="DroiteRetraitGauche4XCar"/>
    <w:rsid w:val="005566A9"/>
    <w:pPr>
      <w:ind w:left="2722"/>
    </w:pPr>
  </w:style>
  <w:style w:type="character" w:customStyle="1" w:styleId="DroiteRetraitGauche4XCar">
    <w:name w:val="DroiteRetraitGauche4X Car"/>
    <w:basedOn w:val="DroiteCar"/>
    <w:link w:val="DroiteRetraitGauche4X"/>
    <w:rsid w:val="00905145"/>
    <w:rPr>
      <w:rFonts w:ascii="Amasis30" w:hAnsi="Amasis30"/>
      <w:sz w:val="36"/>
    </w:rPr>
  </w:style>
  <w:style w:type="paragraph" w:customStyle="1" w:styleId="Taille-1RetraitGauche1X">
    <w:name w:val="Taille-1RetraitGauche1X"/>
    <w:basedOn w:val="Taille-1Normal"/>
    <w:rsid w:val="005566A9"/>
    <w:pPr>
      <w:ind w:left="680"/>
    </w:pPr>
    <w:rPr>
      <w:szCs w:val="20"/>
    </w:rPr>
  </w:style>
  <w:style w:type="paragraph" w:customStyle="1" w:styleId="Taille-1RetraitGauche2X">
    <w:name w:val="Taille-1RetraitGauche2X"/>
    <w:basedOn w:val="Taille-1Normal"/>
    <w:rsid w:val="005566A9"/>
    <w:pPr>
      <w:ind w:left="1361"/>
    </w:pPr>
    <w:rPr>
      <w:szCs w:val="20"/>
    </w:rPr>
  </w:style>
  <w:style w:type="paragraph" w:customStyle="1" w:styleId="Taille-1RetraitGauche3X">
    <w:name w:val="Taille-1RetraitGauche3X"/>
    <w:basedOn w:val="Taille-1Normal"/>
    <w:rsid w:val="005566A9"/>
    <w:pPr>
      <w:ind w:left="2041"/>
    </w:pPr>
    <w:rPr>
      <w:szCs w:val="20"/>
    </w:rPr>
  </w:style>
  <w:style w:type="paragraph" w:customStyle="1" w:styleId="Taille-1RetraitGauche1XIndent0">
    <w:name w:val="Taille-1RetraitGauche1XIndent0"/>
    <w:basedOn w:val="Taille-1RetraitGauche1X"/>
    <w:rsid w:val="005566A9"/>
    <w:pPr>
      <w:ind w:firstLine="0"/>
    </w:pPr>
  </w:style>
  <w:style w:type="paragraph" w:customStyle="1" w:styleId="Taille-1RetraitGauche2XIndent0">
    <w:name w:val="Taille-1RetraitGauche2XIndent0"/>
    <w:basedOn w:val="Taille-1RetraitGauche2X"/>
    <w:rsid w:val="005566A9"/>
    <w:pPr>
      <w:ind w:firstLine="0"/>
    </w:pPr>
  </w:style>
  <w:style w:type="paragraph" w:customStyle="1" w:styleId="Taille-1RetraitGauche3XIndent0">
    <w:name w:val="Taille-1RetraitGauche3XIndent0"/>
    <w:basedOn w:val="Taille-1RetraitGauche3X"/>
    <w:rsid w:val="005566A9"/>
    <w:pPr>
      <w:ind w:firstLine="0"/>
    </w:pPr>
  </w:style>
  <w:style w:type="paragraph" w:customStyle="1" w:styleId="Taille-1RetraitGauche4XIndent0">
    <w:name w:val="Taille-1RetraitGauche4XIndent0"/>
    <w:basedOn w:val="Taille-1Normal"/>
    <w:rsid w:val="005566A9"/>
    <w:pPr>
      <w:ind w:left="2722" w:firstLine="0"/>
    </w:pPr>
    <w:rPr>
      <w:szCs w:val="20"/>
    </w:rPr>
  </w:style>
  <w:style w:type="paragraph" w:customStyle="1" w:styleId="NormalRetraitGauche1X">
    <w:name w:val="NormalRetraitGauche1X"/>
    <w:basedOn w:val="Normal"/>
    <w:rsid w:val="005566A9"/>
    <w:pPr>
      <w:ind w:left="680"/>
    </w:pPr>
    <w:rPr>
      <w:szCs w:val="20"/>
    </w:rPr>
  </w:style>
  <w:style w:type="paragraph" w:customStyle="1" w:styleId="NormalRetraitGauche2X">
    <w:name w:val="NormalRetraitGauche2X"/>
    <w:basedOn w:val="Normal"/>
    <w:rsid w:val="005566A9"/>
    <w:pPr>
      <w:ind w:left="1361"/>
    </w:pPr>
    <w:rPr>
      <w:szCs w:val="20"/>
    </w:rPr>
  </w:style>
  <w:style w:type="paragraph" w:customStyle="1" w:styleId="NormalRetraitGauche3X">
    <w:name w:val="NormalRetraitGauche3X"/>
    <w:basedOn w:val="Normal"/>
    <w:rsid w:val="005566A9"/>
    <w:pPr>
      <w:ind w:left="2041"/>
    </w:pPr>
    <w:rPr>
      <w:szCs w:val="20"/>
    </w:rPr>
  </w:style>
  <w:style w:type="paragraph" w:customStyle="1" w:styleId="NormalRetraitGauche1XIndent0">
    <w:name w:val="NormalRetraitGauche1XIndent0"/>
    <w:basedOn w:val="NormalRetraitGauche1X"/>
    <w:rsid w:val="005566A9"/>
    <w:pPr>
      <w:ind w:firstLine="0"/>
    </w:pPr>
  </w:style>
  <w:style w:type="paragraph" w:customStyle="1" w:styleId="NormalRetraitGauche2XIndent0">
    <w:name w:val="NormalRetraitGauche2XIndent0"/>
    <w:basedOn w:val="NormalRetraitGauche2X"/>
    <w:rsid w:val="005566A9"/>
    <w:pPr>
      <w:ind w:firstLine="0"/>
    </w:pPr>
  </w:style>
  <w:style w:type="paragraph" w:customStyle="1" w:styleId="NormalRetraitGauche3XIndent0">
    <w:name w:val="NormalRetraitGauche3XIndent0"/>
    <w:basedOn w:val="NormalRetraitGauche3X"/>
    <w:rsid w:val="005566A9"/>
    <w:pPr>
      <w:ind w:firstLine="0"/>
    </w:pPr>
  </w:style>
  <w:style w:type="paragraph" w:customStyle="1" w:styleId="NormalRetraitGauche4XIndent0">
    <w:name w:val="NormalRetraitGauche4XIndent0"/>
    <w:basedOn w:val="Normal"/>
    <w:link w:val="NormalRetraitGauche4XIndent0Car"/>
    <w:rsid w:val="005566A9"/>
    <w:pPr>
      <w:ind w:left="2722" w:firstLine="0"/>
    </w:pPr>
    <w:rPr>
      <w:szCs w:val="20"/>
    </w:rPr>
  </w:style>
  <w:style w:type="character" w:customStyle="1" w:styleId="NormalRetraitGauche4XIndent0Car">
    <w:name w:val="NormalRetraitGauche4XIndent0 Car"/>
    <w:link w:val="NormalRetraitGauche4XIndent0"/>
    <w:rsid w:val="00905145"/>
    <w:rPr>
      <w:rFonts w:ascii="Amasis30" w:hAnsi="Amasis30"/>
      <w:sz w:val="36"/>
    </w:rPr>
  </w:style>
  <w:style w:type="paragraph" w:styleId="Notedefin">
    <w:name w:val="endnote text"/>
    <w:basedOn w:val="Taille-1Normal"/>
    <w:link w:val="NotedefinCar"/>
    <w:uiPriority w:val="99"/>
    <w:semiHidden/>
    <w:unhideWhenUsed/>
    <w:qFormat/>
    <w:rsid w:val="005566A9"/>
    <w:rPr>
      <w:szCs w:val="20"/>
      <w:lang w:val="x-none" w:eastAsia="x-none"/>
    </w:rPr>
  </w:style>
  <w:style w:type="character" w:customStyle="1" w:styleId="NotedefinCar">
    <w:name w:val="Note de fin Car"/>
    <w:link w:val="Notedefin"/>
    <w:uiPriority w:val="99"/>
    <w:semiHidden/>
    <w:rsid w:val="005566A9"/>
    <w:rPr>
      <w:rFonts w:ascii="Amasis30" w:hAnsi="Amasis30"/>
      <w:sz w:val="32"/>
      <w:lang w:val="x-none" w:eastAsia="x-none"/>
    </w:rPr>
  </w:style>
  <w:style w:type="character" w:styleId="Appeldenotedefin">
    <w:name w:val="endnote reference"/>
    <w:uiPriority w:val="99"/>
    <w:unhideWhenUsed/>
    <w:qFormat/>
    <w:rsid w:val="005566A9"/>
    <w:rPr>
      <w:rFonts w:ascii="Amasis30" w:hAnsi="Amasis30"/>
      <w:b/>
      <w:sz w:val="36"/>
      <w:vertAlign w:val="superscript"/>
    </w:rPr>
  </w:style>
  <w:style w:type="paragraph" w:customStyle="1" w:styleId="NormalSuspendu1X">
    <w:name w:val="NormalSuspendu1X"/>
    <w:basedOn w:val="Normal"/>
    <w:rsid w:val="005566A9"/>
    <w:pPr>
      <w:ind w:left="680" w:hanging="680"/>
    </w:pPr>
    <w:rPr>
      <w:szCs w:val="20"/>
    </w:rPr>
  </w:style>
  <w:style w:type="paragraph" w:customStyle="1" w:styleId="NormalSuspendu1XRetrait1X">
    <w:name w:val="NormalSuspendu1XRetrait1X"/>
    <w:basedOn w:val="Normal"/>
    <w:rsid w:val="005566A9"/>
    <w:pPr>
      <w:ind w:left="1360" w:hanging="680"/>
    </w:pPr>
  </w:style>
  <w:style w:type="paragraph" w:customStyle="1" w:styleId="NormalEspAvt0EspApr0">
    <w:name w:val="NormalEspAvt0EspApr0"/>
    <w:basedOn w:val="Normal"/>
    <w:rsid w:val="005566A9"/>
    <w:pPr>
      <w:spacing w:before="0" w:after="0"/>
    </w:pPr>
    <w:rPr>
      <w:szCs w:val="20"/>
    </w:rPr>
  </w:style>
  <w:style w:type="paragraph" w:customStyle="1" w:styleId="NormalSuspendu1XRetrait2X">
    <w:name w:val="NormalSuspendu1XRetrait2X"/>
    <w:basedOn w:val="Normal"/>
    <w:rsid w:val="005566A9"/>
    <w:pPr>
      <w:ind w:left="2041" w:hanging="680"/>
    </w:pPr>
  </w:style>
  <w:style w:type="paragraph" w:customStyle="1" w:styleId="NormalSuspendu1XRetrait3X">
    <w:name w:val="NormalSuspendu1XRetrait3X"/>
    <w:basedOn w:val="Normal"/>
    <w:rsid w:val="005566A9"/>
    <w:pPr>
      <w:ind w:left="2721" w:hanging="680"/>
    </w:pPr>
    <w:rPr>
      <w:szCs w:val="20"/>
    </w:rPr>
  </w:style>
  <w:style w:type="paragraph" w:customStyle="1" w:styleId="NormalSuspendu1XRetrait4X">
    <w:name w:val="NormalSuspendu1XRetrait4X"/>
    <w:basedOn w:val="Normal"/>
    <w:rsid w:val="005566A9"/>
    <w:pPr>
      <w:ind w:left="3402" w:hanging="680"/>
    </w:pPr>
    <w:rPr>
      <w:szCs w:val="20"/>
    </w:rPr>
  </w:style>
  <w:style w:type="paragraph" w:styleId="Retraitcorpsdetexte">
    <w:name w:val="Body Text Indent"/>
    <w:basedOn w:val="Normal"/>
    <w:rsid w:val="00905145"/>
    <w:pPr>
      <w:jc w:val="center"/>
    </w:pPr>
    <w:rPr>
      <w:rFonts w:ascii="Arial" w:hAnsi="Arial"/>
    </w:rPr>
  </w:style>
  <w:style w:type="paragraph" w:styleId="Retraitcorpsdetexte3">
    <w:name w:val="Body Text Indent 3"/>
    <w:basedOn w:val="Normal"/>
    <w:rsid w:val="00905145"/>
    <w:pPr>
      <w:ind w:left="540" w:firstLine="27"/>
    </w:pPr>
    <w:rPr>
      <w:rFonts w:ascii="Helvetica" w:hAnsi="Helvetica"/>
      <w:color w:val="000000"/>
      <w:sz w:val="20"/>
    </w:rPr>
  </w:style>
  <w:style w:type="paragraph" w:customStyle="1" w:styleId="Aproposdispositions">
    <w:name w:val="A_propos_dispositions"/>
    <w:basedOn w:val="Normal"/>
    <w:rsid w:val="00905145"/>
    <w:pPr>
      <w:ind w:left="567" w:firstLine="0"/>
    </w:pPr>
    <w:rPr>
      <w:sz w:val="30"/>
    </w:rPr>
  </w:style>
  <w:style w:type="character" w:styleId="Marquedecommentaire">
    <w:name w:val="annotation reference"/>
    <w:semiHidden/>
    <w:rsid w:val="00905145"/>
    <w:rPr>
      <w:sz w:val="16"/>
      <w:szCs w:val="16"/>
    </w:rPr>
  </w:style>
  <w:style w:type="paragraph" w:styleId="Commentaire">
    <w:name w:val="annotation text"/>
    <w:basedOn w:val="Normal"/>
    <w:semiHidden/>
    <w:rsid w:val="00905145"/>
    <w:rPr>
      <w:sz w:val="20"/>
      <w:szCs w:val="20"/>
    </w:rPr>
  </w:style>
  <w:style w:type="paragraph" w:styleId="Textedebulles">
    <w:name w:val="Balloon Text"/>
    <w:basedOn w:val="Normal"/>
    <w:semiHidden/>
    <w:rsid w:val="00905145"/>
    <w:rPr>
      <w:rFonts w:ascii="Tahoma" w:hAnsi="Tahoma" w:cs="Tahoma"/>
      <w:sz w:val="16"/>
      <w:szCs w:val="16"/>
    </w:rPr>
  </w:style>
  <w:style w:type="character" w:customStyle="1" w:styleId="Taille-1Caracteres">
    <w:name w:val="Taille-1Caracteres"/>
    <w:qFormat/>
    <w:rsid w:val="005566A9"/>
    <w:rPr>
      <w:sz w:val="32"/>
      <w:szCs w:val="20"/>
    </w:rPr>
  </w:style>
  <w:style w:type="paragraph" w:customStyle="1" w:styleId="Etoile">
    <w:name w:val="Etoile"/>
    <w:basedOn w:val="Normal"/>
    <w:qFormat/>
    <w:rsid w:val="005566A9"/>
    <w:pPr>
      <w:ind w:firstLine="0"/>
      <w:jc w:val="center"/>
    </w:pPr>
    <w:rPr>
      <w:b/>
      <w:sz w:val="40"/>
      <w:szCs w:val="28"/>
    </w:rPr>
  </w:style>
  <w:style w:type="paragraph" w:customStyle="1" w:styleId="Taille-1Suspendu1XRetrait1XEsp0">
    <w:name w:val="Taille-1Suspendu1XRetrait1XEsp0"/>
    <w:basedOn w:val="Taille-1RetraitGauche1X"/>
    <w:qFormat/>
    <w:rsid w:val="005566A9"/>
    <w:pPr>
      <w:spacing w:before="0" w:after="0"/>
      <w:ind w:left="1360" w:hanging="680"/>
    </w:pPr>
  </w:style>
  <w:style w:type="character" w:styleId="Mentionnonrsolue">
    <w:name w:val="Unresolved Mention"/>
    <w:uiPriority w:val="99"/>
    <w:semiHidden/>
    <w:unhideWhenUsed/>
    <w:rsid w:val="005566A9"/>
    <w:rPr>
      <w:color w:val="605E5C"/>
      <w:shd w:val="clear" w:color="auto" w:fill="E1DFDD"/>
    </w:rPr>
  </w:style>
  <w:style w:type="paragraph" w:customStyle="1" w:styleId="Taille-1Suspendu1XRetrait2XEsp0">
    <w:name w:val="Taille-1Suspendu1XRetrait2XEsp0"/>
    <w:basedOn w:val="Taille-1RetraitGauche2X"/>
    <w:qFormat/>
    <w:rsid w:val="005566A9"/>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5566A9"/>
    <w:pPr>
      <w:spacing w:before="0" w:after="0"/>
    </w:pPr>
  </w:style>
  <w:style w:type="paragraph" w:customStyle="1" w:styleId="NormalSuspendu1XEsp0">
    <w:name w:val="NormalSuspendu1XEsp0"/>
    <w:basedOn w:val="NormalSuspendu1X"/>
    <w:qFormat/>
    <w:rsid w:val="005566A9"/>
    <w:pPr>
      <w:spacing w:before="0" w:after="0"/>
    </w:pPr>
  </w:style>
  <w:style w:type="paragraph" w:customStyle="1" w:styleId="NormalSuspendu1XRetrait2XEsp0">
    <w:name w:val="NormalSuspendu1XRetrait2XEsp0"/>
    <w:basedOn w:val="NormalSuspendu1XRetrait2X"/>
    <w:qFormat/>
    <w:rsid w:val="005566A9"/>
    <w:pPr>
      <w:spacing w:before="0" w:after="0"/>
    </w:pPr>
  </w:style>
  <w:style w:type="paragraph" w:customStyle="1" w:styleId="ParagrapheVideNormal">
    <w:name w:val="ParagrapheVideNormal"/>
    <w:basedOn w:val="Normal"/>
    <w:next w:val="Normal"/>
    <w:qFormat/>
    <w:rsid w:val="005566A9"/>
  </w:style>
  <w:style w:type="paragraph" w:customStyle="1" w:styleId="ParagrapheVideNormal2">
    <w:name w:val="ParagrapheVideNormal2"/>
    <w:basedOn w:val="ParagrapheVideNormal"/>
    <w:next w:val="Normal"/>
    <w:qFormat/>
    <w:rsid w:val="005566A9"/>
  </w:style>
  <w:style w:type="paragraph" w:customStyle="1" w:styleId="Image">
    <w:name w:val="Image"/>
    <w:basedOn w:val="Centr"/>
    <w:next w:val="Normal"/>
    <w:qFormat/>
    <w:rsid w:val="00556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11</TotalTime>
  <Pages>1</Pages>
  <Words>32377</Words>
  <Characters>178079</Characters>
  <Application>Microsoft Office Word</Application>
  <DocSecurity>0</DocSecurity>
  <Lines>1483</Lines>
  <Paragraphs>420</Paragraphs>
  <ScaleCrop>false</ScaleCrop>
  <HeadingPairs>
    <vt:vector size="2" baseType="variant">
      <vt:variant>
        <vt:lpstr>Titre</vt:lpstr>
      </vt:variant>
      <vt:variant>
        <vt:i4>1</vt:i4>
      </vt:variant>
    </vt:vector>
  </HeadingPairs>
  <TitlesOfParts>
    <vt:vector size="1" baseType="lpstr">
      <vt:lpstr>Histoires de France</vt:lpstr>
    </vt:vector>
  </TitlesOfParts>
  <Company>Ebooks libres et gratuits</Company>
  <LinksUpToDate>false</LinksUpToDate>
  <CharactersWithSpaces>210036</CharactersWithSpaces>
  <SharedDoc>false</SharedDoc>
  <HLinks>
    <vt:vector size="150" baseType="variant">
      <vt:variant>
        <vt:i4>2359399</vt:i4>
      </vt:variant>
      <vt:variant>
        <vt:i4>144</vt:i4>
      </vt:variant>
      <vt:variant>
        <vt:i4>0</vt:i4>
      </vt:variant>
      <vt:variant>
        <vt:i4>5</vt:i4>
      </vt:variant>
      <vt:variant>
        <vt:lpwstr>https://www.ebooksgratuits.com/</vt:lpwstr>
      </vt:variant>
      <vt:variant>
        <vt:lpwstr/>
      </vt:variant>
      <vt:variant>
        <vt:i4>2228340</vt:i4>
      </vt:variant>
      <vt:variant>
        <vt:i4>141</vt:i4>
      </vt:variant>
      <vt:variant>
        <vt:i4>0</vt:i4>
      </vt:variant>
      <vt:variant>
        <vt:i4>5</vt:i4>
      </vt:variant>
      <vt:variant>
        <vt:lpwstr>https://groups.google.com/g/ebooksgratuits</vt:lpwstr>
      </vt:variant>
      <vt:variant>
        <vt:lpwstr/>
      </vt:variant>
      <vt:variant>
        <vt:i4>1703991</vt:i4>
      </vt:variant>
      <vt:variant>
        <vt:i4>134</vt:i4>
      </vt:variant>
      <vt:variant>
        <vt:i4>0</vt:i4>
      </vt:variant>
      <vt:variant>
        <vt:i4>5</vt:i4>
      </vt:variant>
      <vt:variant>
        <vt:lpwstr/>
      </vt:variant>
      <vt:variant>
        <vt:lpwstr>_Toc195622108</vt:lpwstr>
      </vt:variant>
      <vt:variant>
        <vt:i4>1703991</vt:i4>
      </vt:variant>
      <vt:variant>
        <vt:i4>128</vt:i4>
      </vt:variant>
      <vt:variant>
        <vt:i4>0</vt:i4>
      </vt:variant>
      <vt:variant>
        <vt:i4>5</vt:i4>
      </vt:variant>
      <vt:variant>
        <vt:lpwstr/>
      </vt:variant>
      <vt:variant>
        <vt:lpwstr>_Toc195622107</vt:lpwstr>
      </vt:variant>
      <vt:variant>
        <vt:i4>1703991</vt:i4>
      </vt:variant>
      <vt:variant>
        <vt:i4>122</vt:i4>
      </vt:variant>
      <vt:variant>
        <vt:i4>0</vt:i4>
      </vt:variant>
      <vt:variant>
        <vt:i4>5</vt:i4>
      </vt:variant>
      <vt:variant>
        <vt:lpwstr/>
      </vt:variant>
      <vt:variant>
        <vt:lpwstr>_Toc195622106</vt:lpwstr>
      </vt:variant>
      <vt:variant>
        <vt:i4>1703991</vt:i4>
      </vt:variant>
      <vt:variant>
        <vt:i4>116</vt:i4>
      </vt:variant>
      <vt:variant>
        <vt:i4>0</vt:i4>
      </vt:variant>
      <vt:variant>
        <vt:i4>5</vt:i4>
      </vt:variant>
      <vt:variant>
        <vt:lpwstr/>
      </vt:variant>
      <vt:variant>
        <vt:lpwstr>_Toc195622105</vt:lpwstr>
      </vt:variant>
      <vt:variant>
        <vt:i4>1703991</vt:i4>
      </vt:variant>
      <vt:variant>
        <vt:i4>110</vt:i4>
      </vt:variant>
      <vt:variant>
        <vt:i4>0</vt:i4>
      </vt:variant>
      <vt:variant>
        <vt:i4>5</vt:i4>
      </vt:variant>
      <vt:variant>
        <vt:lpwstr/>
      </vt:variant>
      <vt:variant>
        <vt:lpwstr>_Toc195622104</vt:lpwstr>
      </vt:variant>
      <vt:variant>
        <vt:i4>1703991</vt:i4>
      </vt:variant>
      <vt:variant>
        <vt:i4>104</vt:i4>
      </vt:variant>
      <vt:variant>
        <vt:i4>0</vt:i4>
      </vt:variant>
      <vt:variant>
        <vt:i4>5</vt:i4>
      </vt:variant>
      <vt:variant>
        <vt:lpwstr/>
      </vt:variant>
      <vt:variant>
        <vt:lpwstr>_Toc195622103</vt:lpwstr>
      </vt:variant>
      <vt:variant>
        <vt:i4>1703991</vt:i4>
      </vt:variant>
      <vt:variant>
        <vt:i4>98</vt:i4>
      </vt:variant>
      <vt:variant>
        <vt:i4>0</vt:i4>
      </vt:variant>
      <vt:variant>
        <vt:i4>5</vt:i4>
      </vt:variant>
      <vt:variant>
        <vt:lpwstr/>
      </vt:variant>
      <vt:variant>
        <vt:lpwstr>_Toc195622102</vt:lpwstr>
      </vt:variant>
      <vt:variant>
        <vt:i4>1703991</vt:i4>
      </vt:variant>
      <vt:variant>
        <vt:i4>92</vt:i4>
      </vt:variant>
      <vt:variant>
        <vt:i4>0</vt:i4>
      </vt:variant>
      <vt:variant>
        <vt:i4>5</vt:i4>
      </vt:variant>
      <vt:variant>
        <vt:lpwstr/>
      </vt:variant>
      <vt:variant>
        <vt:lpwstr>_Toc195622101</vt:lpwstr>
      </vt:variant>
      <vt:variant>
        <vt:i4>1703991</vt:i4>
      </vt:variant>
      <vt:variant>
        <vt:i4>86</vt:i4>
      </vt:variant>
      <vt:variant>
        <vt:i4>0</vt:i4>
      </vt:variant>
      <vt:variant>
        <vt:i4>5</vt:i4>
      </vt:variant>
      <vt:variant>
        <vt:lpwstr/>
      </vt:variant>
      <vt:variant>
        <vt:lpwstr>_Toc195622100</vt:lpwstr>
      </vt:variant>
      <vt:variant>
        <vt:i4>1245238</vt:i4>
      </vt:variant>
      <vt:variant>
        <vt:i4>80</vt:i4>
      </vt:variant>
      <vt:variant>
        <vt:i4>0</vt:i4>
      </vt:variant>
      <vt:variant>
        <vt:i4>5</vt:i4>
      </vt:variant>
      <vt:variant>
        <vt:lpwstr/>
      </vt:variant>
      <vt:variant>
        <vt:lpwstr>_Toc195622099</vt:lpwstr>
      </vt:variant>
      <vt:variant>
        <vt:i4>1245238</vt:i4>
      </vt:variant>
      <vt:variant>
        <vt:i4>74</vt:i4>
      </vt:variant>
      <vt:variant>
        <vt:i4>0</vt:i4>
      </vt:variant>
      <vt:variant>
        <vt:i4>5</vt:i4>
      </vt:variant>
      <vt:variant>
        <vt:lpwstr/>
      </vt:variant>
      <vt:variant>
        <vt:lpwstr>_Toc195622098</vt:lpwstr>
      </vt:variant>
      <vt:variant>
        <vt:i4>1245238</vt:i4>
      </vt:variant>
      <vt:variant>
        <vt:i4>68</vt:i4>
      </vt:variant>
      <vt:variant>
        <vt:i4>0</vt:i4>
      </vt:variant>
      <vt:variant>
        <vt:i4>5</vt:i4>
      </vt:variant>
      <vt:variant>
        <vt:lpwstr/>
      </vt:variant>
      <vt:variant>
        <vt:lpwstr>_Toc195622097</vt:lpwstr>
      </vt:variant>
      <vt:variant>
        <vt:i4>1245238</vt:i4>
      </vt:variant>
      <vt:variant>
        <vt:i4>62</vt:i4>
      </vt:variant>
      <vt:variant>
        <vt:i4>0</vt:i4>
      </vt:variant>
      <vt:variant>
        <vt:i4>5</vt:i4>
      </vt:variant>
      <vt:variant>
        <vt:lpwstr/>
      </vt:variant>
      <vt:variant>
        <vt:lpwstr>_Toc195622096</vt:lpwstr>
      </vt:variant>
      <vt:variant>
        <vt:i4>1245238</vt:i4>
      </vt:variant>
      <vt:variant>
        <vt:i4>56</vt:i4>
      </vt:variant>
      <vt:variant>
        <vt:i4>0</vt:i4>
      </vt:variant>
      <vt:variant>
        <vt:i4>5</vt:i4>
      </vt:variant>
      <vt:variant>
        <vt:lpwstr/>
      </vt:variant>
      <vt:variant>
        <vt:lpwstr>_Toc195622095</vt:lpwstr>
      </vt:variant>
      <vt:variant>
        <vt:i4>1245238</vt:i4>
      </vt:variant>
      <vt:variant>
        <vt:i4>50</vt:i4>
      </vt:variant>
      <vt:variant>
        <vt:i4>0</vt:i4>
      </vt:variant>
      <vt:variant>
        <vt:i4>5</vt:i4>
      </vt:variant>
      <vt:variant>
        <vt:lpwstr/>
      </vt:variant>
      <vt:variant>
        <vt:lpwstr>_Toc195622094</vt:lpwstr>
      </vt:variant>
      <vt:variant>
        <vt:i4>1245238</vt:i4>
      </vt:variant>
      <vt:variant>
        <vt:i4>44</vt:i4>
      </vt:variant>
      <vt:variant>
        <vt:i4>0</vt:i4>
      </vt:variant>
      <vt:variant>
        <vt:i4>5</vt:i4>
      </vt:variant>
      <vt:variant>
        <vt:lpwstr/>
      </vt:variant>
      <vt:variant>
        <vt:lpwstr>_Toc195622093</vt:lpwstr>
      </vt:variant>
      <vt:variant>
        <vt:i4>1245238</vt:i4>
      </vt:variant>
      <vt:variant>
        <vt:i4>38</vt:i4>
      </vt:variant>
      <vt:variant>
        <vt:i4>0</vt:i4>
      </vt:variant>
      <vt:variant>
        <vt:i4>5</vt:i4>
      </vt:variant>
      <vt:variant>
        <vt:lpwstr/>
      </vt:variant>
      <vt:variant>
        <vt:lpwstr>_Toc195622092</vt:lpwstr>
      </vt:variant>
      <vt:variant>
        <vt:i4>1245238</vt:i4>
      </vt:variant>
      <vt:variant>
        <vt:i4>32</vt:i4>
      </vt:variant>
      <vt:variant>
        <vt:i4>0</vt:i4>
      </vt:variant>
      <vt:variant>
        <vt:i4>5</vt:i4>
      </vt:variant>
      <vt:variant>
        <vt:lpwstr/>
      </vt:variant>
      <vt:variant>
        <vt:lpwstr>_Toc195622091</vt:lpwstr>
      </vt:variant>
      <vt:variant>
        <vt:i4>1245238</vt:i4>
      </vt:variant>
      <vt:variant>
        <vt:i4>26</vt:i4>
      </vt:variant>
      <vt:variant>
        <vt:i4>0</vt:i4>
      </vt:variant>
      <vt:variant>
        <vt:i4>5</vt:i4>
      </vt:variant>
      <vt:variant>
        <vt:lpwstr/>
      </vt:variant>
      <vt:variant>
        <vt:lpwstr>_Toc195622090</vt:lpwstr>
      </vt:variant>
      <vt:variant>
        <vt:i4>1179702</vt:i4>
      </vt:variant>
      <vt:variant>
        <vt:i4>20</vt:i4>
      </vt:variant>
      <vt:variant>
        <vt:i4>0</vt:i4>
      </vt:variant>
      <vt:variant>
        <vt:i4>5</vt:i4>
      </vt:variant>
      <vt:variant>
        <vt:lpwstr/>
      </vt:variant>
      <vt:variant>
        <vt:lpwstr>_Toc195622089</vt:lpwstr>
      </vt:variant>
      <vt:variant>
        <vt:i4>1179702</vt:i4>
      </vt:variant>
      <vt:variant>
        <vt:i4>14</vt:i4>
      </vt:variant>
      <vt:variant>
        <vt:i4>0</vt:i4>
      </vt:variant>
      <vt:variant>
        <vt:i4>5</vt:i4>
      </vt:variant>
      <vt:variant>
        <vt:lpwstr/>
      </vt:variant>
      <vt:variant>
        <vt:lpwstr>_Toc195622088</vt:lpwstr>
      </vt:variant>
      <vt:variant>
        <vt:i4>1179702</vt:i4>
      </vt:variant>
      <vt:variant>
        <vt:i4>8</vt:i4>
      </vt:variant>
      <vt:variant>
        <vt:i4>0</vt:i4>
      </vt:variant>
      <vt:variant>
        <vt:i4>5</vt:i4>
      </vt:variant>
      <vt:variant>
        <vt:lpwstr/>
      </vt:variant>
      <vt:variant>
        <vt:lpwstr>_Toc195622087</vt:lpwstr>
      </vt:variant>
      <vt:variant>
        <vt:i4>1179702</vt:i4>
      </vt:variant>
      <vt:variant>
        <vt:i4>2</vt:i4>
      </vt:variant>
      <vt:variant>
        <vt:i4>0</vt:i4>
      </vt:variant>
      <vt:variant>
        <vt:i4>5</vt:i4>
      </vt:variant>
      <vt:variant>
        <vt:lpwstr/>
      </vt:variant>
      <vt:variant>
        <vt:lpwstr>_Toc195622086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Histoires de France</dc:title>
  <dc:subject>Théâtre</dc:subject>
  <dc:creator>Sacha Guitry</dc:creator>
  <cp:keywords/>
  <dc:description>Pièce de théâtre composée de 14 tableaux de l'Histoire de France: Les Gaulois – Jeanne d’Arc – Louis XI – François 1er – Henri IV – Richelieu – Mazarin – Louis XIV – Le 21 janvier 1793 – Napoléon 1er – La Restauration – Le Second Empire – M. Thiers – À Giverny</dc:description>
  <cp:lastModifiedBy>Cool Micro</cp:lastModifiedBy>
  <cp:revision>5</cp:revision>
  <cp:lastPrinted>2025-04-15T13:28:00Z</cp:lastPrinted>
  <dcterms:created xsi:type="dcterms:W3CDTF">2025-04-15T13:18:00Z</dcterms:created>
  <dcterms:modified xsi:type="dcterms:W3CDTF">2025-04-15T13:29:00Z</dcterms:modified>
  <cp:category>Théâtre</cp:category>
</cp:coreProperties>
</file>