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CAC2F" w14:textId="3249D786" w:rsidR="00F449A5" w:rsidRDefault="00B0503E" w:rsidP="00792613">
      <w:pPr>
        <w:pStyle w:val="Photoauteur"/>
      </w:pPr>
      <w:r>
        <w:drawing>
          <wp:anchor distT="0" distB="0" distL="114300" distR="114300" simplePos="0" relativeHeight="251657728" behindDoc="0" locked="0" layoutInCell="1" allowOverlap="1" wp14:anchorId="2E09EC07" wp14:editId="6022CE1B">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4DB09DAA" wp14:editId="6A41C941">
            <wp:extent cx="3023870" cy="37509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3870" cy="3750945"/>
                    </a:xfrm>
                    <a:prstGeom prst="rect">
                      <a:avLst/>
                    </a:prstGeom>
                    <a:noFill/>
                    <a:ln>
                      <a:noFill/>
                    </a:ln>
                  </pic:spPr>
                </pic:pic>
              </a:graphicData>
            </a:graphic>
          </wp:inline>
        </w:drawing>
      </w:r>
    </w:p>
    <w:p w14:paraId="08B65F1E" w14:textId="77777777" w:rsidR="00F449A5" w:rsidRDefault="00F449A5">
      <w:pPr>
        <w:pStyle w:val="Auteur"/>
      </w:pPr>
      <w:r>
        <w:t xml:space="preserve">Julien </w:t>
      </w:r>
      <w:proofErr w:type="spellStart"/>
      <w:r>
        <w:t>Offray</w:t>
      </w:r>
      <w:proofErr w:type="spellEnd"/>
      <w:r>
        <w:t xml:space="preserve"> de La</w:t>
      </w:r>
      <w:r w:rsidR="00374AFD">
        <w:t xml:space="preserve"> M</w:t>
      </w:r>
      <w:r>
        <w:t>ettrie</w:t>
      </w:r>
    </w:p>
    <w:p w14:paraId="576BC5C8" w14:textId="77777777" w:rsidR="00F449A5" w:rsidRDefault="00F449A5">
      <w:pPr>
        <w:pStyle w:val="Titrelivre"/>
      </w:pPr>
      <w:r>
        <w:t>LES ANIMAUX PLUS QUE LES MACHINES</w:t>
      </w:r>
    </w:p>
    <w:p w14:paraId="5C8F7939" w14:textId="77777777" w:rsidR="00F449A5" w:rsidRDefault="00535135">
      <w:pPr>
        <w:pStyle w:val="DateSortie"/>
      </w:pPr>
      <w:r>
        <w:t>1750</w:t>
      </w:r>
    </w:p>
    <w:p w14:paraId="072A6B4F" w14:textId="77777777" w:rsidR="00F449A5" w:rsidRPr="00792613" w:rsidRDefault="00F449A5" w:rsidP="00792613">
      <w:pPr>
        <w:ind w:left="2340" w:firstLine="0"/>
        <w:jc w:val="center"/>
        <w:sectPr w:rsidR="00F449A5" w:rsidRPr="00792613">
          <w:footerReference w:type="default" r:id="rId10"/>
          <w:pgSz w:w="11906" w:h="16838" w:code="9"/>
          <w:pgMar w:top="0" w:right="0" w:bottom="0" w:left="0" w:header="0" w:footer="0" w:gutter="0"/>
          <w:cols w:space="708"/>
          <w:titlePg/>
          <w:docGrid w:linePitch="360"/>
        </w:sectPr>
      </w:pPr>
    </w:p>
    <w:p w14:paraId="016362E3" w14:textId="77777777" w:rsidR="00F449A5" w:rsidRDefault="00F449A5" w:rsidP="00792613">
      <w:pPr>
        <w:pStyle w:val="NormalEspAvtGrand"/>
      </w:pPr>
    </w:p>
    <w:p w14:paraId="5CD53FE2" w14:textId="77777777" w:rsidR="00792613" w:rsidRDefault="00F449A5" w:rsidP="00792613">
      <w:pPr>
        <w:ind w:firstLine="0"/>
        <w:jc w:val="center"/>
        <w:rPr>
          <w:i/>
          <w:iCs/>
          <w:szCs w:val="32"/>
        </w:rPr>
      </w:pPr>
      <w:r w:rsidRPr="00792613">
        <w:rPr>
          <w:i/>
          <w:iCs/>
          <w:szCs w:val="32"/>
        </w:rPr>
        <w:t>Les bêtes ne sont pas si bêtes que l</w:t>
      </w:r>
      <w:r w:rsidR="00792613">
        <w:rPr>
          <w:i/>
          <w:iCs/>
          <w:szCs w:val="32"/>
        </w:rPr>
        <w:t>’</w:t>
      </w:r>
      <w:r w:rsidRPr="00792613">
        <w:rPr>
          <w:i/>
          <w:iCs/>
          <w:szCs w:val="32"/>
        </w:rPr>
        <w:t>on pense</w:t>
      </w:r>
      <w:r w:rsidR="00792613">
        <w:rPr>
          <w:i/>
          <w:iCs/>
          <w:szCs w:val="32"/>
        </w:rPr>
        <w:t>.</w:t>
      </w:r>
    </w:p>
    <w:p w14:paraId="7C009B63" w14:textId="77777777" w:rsidR="00792613" w:rsidRDefault="00F449A5" w:rsidP="00792613">
      <w:pPr>
        <w:jc w:val="right"/>
      </w:pPr>
      <w:proofErr w:type="spellStart"/>
      <w:r w:rsidRPr="00792613">
        <w:t>MOLIERE</w:t>
      </w:r>
      <w:proofErr w:type="spellEnd"/>
      <w:r w:rsidR="00792613">
        <w:t>.</w:t>
      </w:r>
    </w:p>
    <w:p w14:paraId="3E562BE9" w14:textId="77777777" w:rsidR="00792613" w:rsidRDefault="00F449A5" w:rsidP="00792613">
      <w:pPr>
        <w:pStyle w:val="NormalEspAvtGrand"/>
      </w:pPr>
      <w:r>
        <w:rPr>
          <w:bCs/>
        </w:rPr>
        <w:t xml:space="preserve">Avant </w:t>
      </w:r>
      <w:r>
        <w:t>Descartes</w:t>
      </w:r>
      <w:r w:rsidR="00792613">
        <w:t xml:space="preserve">, </w:t>
      </w:r>
      <w:r>
        <w:t>aucun philosophe n</w:t>
      </w:r>
      <w:r w:rsidR="00792613">
        <w:t>’</w:t>
      </w:r>
      <w:proofErr w:type="spellStart"/>
      <w:r>
        <w:t>avoit</w:t>
      </w:r>
      <w:proofErr w:type="spellEnd"/>
      <w:r>
        <w:t xml:space="preserve"> regardé les animaux comme des machines</w:t>
      </w:r>
      <w:r w:rsidR="00792613">
        <w:t xml:space="preserve">. </w:t>
      </w:r>
      <w:r>
        <w:t xml:space="preserve">Depuis cet homme </w:t>
      </w:r>
      <w:proofErr w:type="spellStart"/>
      <w:r>
        <w:t>célebre</w:t>
      </w:r>
      <w:proofErr w:type="spellEnd"/>
      <w:r w:rsidR="00792613">
        <w:t xml:space="preserve">, </w:t>
      </w:r>
      <w:r>
        <w:t>un seul moderne des plus hardis s</w:t>
      </w:r>
      <w:r w:rsidR="00792613">
        <w:t>’</w:t>
      </w:r>
      <w:r>
        <w:t>est avisé de réveiller une opinion</w:t>
      </w:r>
      <w:r w:rsidR="00792613">
        <w:t xml:space="preserve">, </w:t>
      </w:r>
      <w:r>
        <w:t xml:space="preserve">qui </w:t>
      </w:r>
      <w:proofErr w:type="spellStart"/>
      <w:r>
        <w:t>sembloit</w:t>
      </w:r>
      <w:proofErr w:type="spellEnd"/>
      <w:r>
        <w:t xml:space="preserve"> condamnée à un oubli</w:t>
      </w:r>
      <w:r w:rsidR="00792613">
        <w:t xml:space="preserve">, </w:t>
      </w:r>
      <w:r>
        <w:t>&amp; même à un mépris perpétuel</w:t>
      </w:r>
      <w:r w:rsidR="00792613">
        <w:t xml:space="preserve">, </w:t>
      </w:r>
      <w:r>
        <w:t>non pour venger son compatriote</w:t>
      </w:r>
      <w:r w:rsidR="00792613">
        <w:t xml:space="preserve">, </w:t>
      </w:r>
      <w:r>
        <w:t>mais portant la témérité au plus haut point</w:t>
      </w:r>
      <w:r w:rsidR="00792613">
        <w:t xml:space="preserve">, </w:t>
      </w:r>
      <w:r>
        <w:t>pour appliquer à l</w:t>
      </w:r>
      <w:r w:rsidR="00792613">
        <w:t>’</w:t>
      </w:r>
      <w:r>
        <w:t xml:space="preserve">homme sans nul détour ce qui </w:t>
      </w:r>
      <w:proofErr w:type="spellStart"/>
      <w:r>
        <w:t>avoit</w:t>
      </w:r>
      <w:proofErr w:type="spellEnd"/>
      <w:r>
        <w:t xml:space="preserve"> été dit des animaux</w:t>
      </w:r>
      <w:r w:rsidR="00792613">
        <w:t xml:space="preserve">, </w:t>
      </w:r>
      <w:r>
        <w:t>pour le dégrader</w:t>
      </w:r>
      <w:r w:rsidR="00792613">
        <w:t xml:space="preserve">, </w:t>
      </w:r>
      <w:r>
        <w:t>l</w:t>
      </w:r>
      <w:r w:rsidR="00792613">
        <w:t>’</w:t>
      </w:r>
      <w:r>
        <w:t>abaisser à ce qu</w:t>
      </w:r>
      <w:r w:rsidR="00792613">
        <w:t>’</w:t>
      </w:r>
      <w:r>
        <w:t>il y a de plus vil</w:t>
      </w:r>
      <w:r w:rsidR="00792613">
        <w:t xml:space="preserve">, </w:t>
      </w:r>
      <w:r>
        <w:t>&amp; confondre ainsi le maître &amp; le roi avec ses sujets</w:t>
      </w:r>
      <w:r w:rsidR="00792613">
        <w:t>.</w:t>
      </w:r>
    </w:p>
    <w:p w14:paraId="0ADF68BB" w14:textId="77777777" w:rsidR="00792613" w:rsidRDefault="00F449A5" w:rsidP="00792613">
      <w:r>
        <w:t>Il est bon d</w:t>
      </w:r>
      <w:r w:rsidR="00792613">
        <w:t>’</w:t>
      </w:r>
      <w:r>
        <w:t>humilier de temps en temps la fierté &amp; l</w:t>
      </w:r>
      <w:r w:rsidR="00792613">
        <w:t>’</w:t>
      </w:r>
      <w:r>
        <w:t>orgueil de l</w:t>
      </w:r>
      <w:r w:rsidR="00792613">
        <w:t>’</w:t>
      </w:r>
      <w:r>
        <w:t>homme</w:t>
      </w:r>
      <w:r w:rsidR="00792613">
        <w:t xml:space="preserve"> ; </w:t>
      </w:r>
      <w:r>
        <w:t>mais il ne faut pas que ce soit au préjudice de la vérité</w:t>
      </w:r>
      <w:r w:rsidR="00792613">
        <w:t>.</w:t>
      </w:r>
    </w:p>
    <w:p w14:paraId="37C194AB" w14:textId="77777777" w:rsidR="00792613" w:rsidRDefault="00F449A5" w:rsidP="00792613">
      <w:r>
        <w:t>Ceux qui veulent que les animaux n</w:t>
      </w:r>
      <w:r w:rsidR="00792613">
        <w:t>’</w:t>
      </w:r>
      <w:r>
        <w:t>aient point d</w:t>
      </w:r>
      <w:r w:rsidR="00792613">
        <w:t>’</w:t>
      </w:r>
      <w:proofErr w:type="spellStart"/>
      <w:r>
        <w:t>ame</w:t>
      </w:r>
      <w:proofErr w:type="spellEnd"/>
      <w:r w:rsidR="00792613">
        <w:t xml:space="preserve">, </w:t>
      </w:r>
      <w:r>
        <w:t>de peur que l</w:t>
      </w:r>
      <w:r w:rsidR="00792613">
        <w:t>’</w:t>
      </w:r>
      <w:r>
        <w:t>homme ne puisse se dispenser de se mettre dans leur classe</w:t>
      </w:r>
      <w:r w:rsidR="00792613">
        <w:t xml:space="preserve">, </w:t>
      </w:r>
      <w:r>
        <w:t>&amp; de n</w:t>
      </w:r>
      <w:r w:rsidR="00792613">
        <w:t>’</w:t>
      </w:r>
      <w:r>
        <w:t>être que le premier entre égaux</w:t>
      </w:r>
      <w:r w:rsidR="00792613">
        <w:t xml:space="preserve">, </w:t>
      </w:r>
      <w:r>
        <w:t>ont beau entasser forces sur forces</w:t>
      </w:r>
      <w:r w:rsidR="00792613">
        <w:t xml:space="preserve">, </w:t>
      </w:r>
      <w:proofErr w:type="spellStart"/>
      <w:r>
        <w:t>argumens</w:t>
      </w:r>
      <w:proofErr w:type="spellEnd"/>
      <w:r>
        <w:t xml:space="preserve"> sur </w:t>
      </w:r>
      <w:proofErr w:type="spellStart"/>
      <w:r>
        <w:t>argumens</w:t>
      </w:r>
      <w:proofErr w:type="spellEnd"/>
      <w:r w:rsidR="00792613">
        <w:t xml:space="preserve">, </w:t>
      </w:r>
      <w:r>
        <w:t xml:space="preserve">les traits </w:t>
      </w:r>
      <w:r>
        <w:lastRenderedPageBreak/>
        <w:t>que lancent ces téméraires retombent sur eux</w:t>
      </w:r>
      <w:r w:rsidR="00792613">
        <w:t xml:space="preserve">, </w:t>
      </w:r>
      <w:r>
        <w:t>&amp; n</w:t>
      </w:r>
      <w:r w:rsidR="00792613">
        <w:t>’</w:t>
      </w:r>
      <w:r>
        <w:t>atteignent point cette sublime substance</w:t>
      </w:r>
      <w:r w:rsidR="00792613">
        <w:t>.</w:t>
      </w:r>
    </w:p>
    <w:p w14:paraId="18712995" w14:textId="77777777" w:rsidR="00792613" w:rsidRDefault="00F449A5" w:rsidP="00792613">
      <w:r>
        <w:t>Je sais que la figure des animaux n</w:t>
      </w:r>
      <w:r w:rsidR="00792613">
        <w:t>’</w:t>
      </w:r>
      <w:r>
        <w:t>est pas tout-à-fait humaine</w:t>
      </w:r>
      <w:r w:rsidR="00792613">
        <w:t xml:space="preserve"> ; </w:t>
      </w:r>
      <w:r>
        <w:t>mais ne faut-il pas être borné</w:t>
      </w:r>
      <w:r w:rsidR="00792613">
        <w:t xml:space="preserve">, </w:t>
      </w:r>
      <w:r>
        <w:t>bien peuple</w:t>
      </w:r>
      <w:r w:rsidR="00792613">
        <w:t xml:space="preserve">, </w:t>
      </w:r>
      <w:r>
        <w:t>bien peu philosophe</w:t>
      </w:r>
      <w:r w:rsidR="00792613">
        <w:t xml:space="preserve">, </w:t>
      </w:r>
      <w:r>
        <w:t>pour déférer ainsi aux apparences</w:t>
      </w:r>
      <w:r w:rsidR="00792613">
        <w:t xml:space="preserve">, </w:t>
      </w:r>
      <w:r>
        <w:t>&amp; ne juger de l</w:t>
      </w:r>
      <w:r w:rsidR="00792613">
        <w:t>’</w:t>
      </w:r>
      <w:r>
        <w:t>arbre que sur son écorce</w:t>
      </w:r>
      <w:r w:rsidR="00792613">
        <w:t xml:space="preserve"> ? </w:t>
      </w:r>
      <w:r>
        <w:t>Que fait la forme plus ou moins belle</w:t>
      </w:r>
      <w:r w:rsidR="00792613">
        <w:t xml:space="preserve">, </w:t>
      </w:r>
      <w:r>
        <w:t>où se trouvent les mêmes traits sensiblement gravés de la même main</w:t>
      </w:r>
      <w:r w:rsidR="00792613">
        <w:t xml:space="preserve"> ? </w:t>
      </w:r>
      <w:r>
        <w:t>L</w:t>
      </w:r>
      <w:r w:rsidR="00792613">
        <w:t>’</w:t>
      </w:r>
      <w:r>
        <w:t>anatomie comparée nous offre les mêmes parties</w:t>
      </w:r>
      <w:r w:rsidR="00792613">
        <w:t xml:space="preserve">, </w:t>
      </w:r>
      <w:r>
        <w:t>les mêmes fonctions</w:t>
      </w:r>
      <w:r w:rsidR="00792613">
        <w:t xml:space="preserve"> ; </w:t>
      </w:r>
      <w:r>
        <w:t>c</w:t>
      </w:r>
      <w:r w:rsidR="00792613">
        <w:t>’</w:t>
      </w:r>
      <w:r>
        <w:t>est partout le même jeu</w:t>
      </w:r>
      <w:r w:rsidR="00792613">
        <w:t xml:space="preserve">, </w:t>
      </w:r>
      <w:r>
        <w:t>le même spectacle</w:t>
      </w:r>
      <w:r w:rsidR="00792613">
        <w:t xml:space="preserve">. </w:t>
      </w:r>
      <w:r>
        <w:t>Les sens internes ne manquent pas plus aux animaux</w:t>
      </w:r>
      <w:r w:rsidR="00792613">
        <w:t xml:space="preserve">, </w:t>
      </w:r>
      <w:r>
        <w:t>que les externes</w:t>
      </w:r>
      <w:r w:rsidR="00792613">
        <w:t xml:space="preserve"> : </w:t>
      </w:r>
      <w:r>
        <w:t>par conséquent</w:t>
      </w:r>
      <w:r w:rsidR="00792613">
        <w:t xml:space="preserve">, </w:t>
      </w:r>
      <w:r>
        <w:t>ils sont doués comme nous de toutes les facultés spirituelles qui en dépendent</w:t>
      </w:r>
      <w:r w:rsidR="00792613">
        <w:t xml:space="preserve">, </w:t>
      </w:r>
      <w:r>
        <w:t>je veux dire de la perception</w:t>
      </w:r>
      <w:r w:rsidR="00792613">
        <w:t xml:space="preserve">, </w:t>
      </w:r>
      <w:r>
        <w:t>de la mémoire</w:t>
      </w:r>
      <w:r w:rsidR="00792613">
        <w:t xml:space="preserve">, </w:t>
      </w:r>
      <w:r>
        <w:t>de l</w:t>
      </w:r>
      <w:r w:rsidR="00792613">
        <w:t>’</w:t>
      </w:r>
      <w:r>
        <w:t>imagination</w:t>
      </w:r>
      <w:r w:rsidR="00792613">
        <w:t xml:space="preserve">, </w:t>
      </w:r>
      <w:r>
        <w:t>du jugement</w:t>
      </w:r>
      <w:r w:rsidR="00792613">
        <w:t xml:space="preserve">, </w:t>
      </w:r>
      <w:r>
        <w:t>du raisonnement</w:t>
      </w:r>
      <w:r w:rsidR="00792613">
        <w:t xml:space="preserve"> ; </w:t>
      </w:r>
      <w:r>
        <w:t xml:space="preserve">toutes choses que </w:t>
      </w:r>
      <w:r w:rsidR="00792613">
        <w:t>Boer</w:t>
      </w:r>
      <w:r>
        <w:t>haave a prouvé appartenir à ces sens</w:t>
      </w:r>
      <w:r w:rsidR="00792613">
        <w:t xml:space="preserve">. </w:t>
      </w:r>
      <w:r>
        <w:t>D</w:t>
      </w:r>
      <w:r w:rsidR="00792613">
        <w:t>’</w:t>
      </w:r>
      <w:r>
        <w:t>où il s</w:t>
      </w:r>
      <w:r w:rsidR="00792613">
        <w:t>’</w:t>
      </w:r>
      <w:r>
        <w:t>ensuit que nous savons par théorie</w:t>
      </w:r>
      <w:r w:rsidR="00792613">
        <w:t xml:space="preserve">, </w:t>
      </w:r>
      <w:r>
        <w:t>comme par la pratique de leurs opérations</w:t>
      </w:r>
      <w:r w:rsidR="00792613">
        <w:t xml:space="preserve">, </w:t>
      </w:r>
      <w:r>
        <w:t xml:space="preserve">que les animaux ont une </w:t>
      </w:r>
      <w:proofErr w:type="spellStart"/>
      <w:r>
        <w:t>ame</w:t>
      </w:r>
      <w:proofErr w:type="spellEnd"/>
      <w:r>
        <w:t xml:space="preserve"> produite par les mêmes combinaisons que la nôtre</w:t>
      </w:r>
      <w:r w:rsidR="00792613">
        <w:t xml:space="preserve"> : </w:t>
      </w:r>
      <w:r>
        <w:t>&amp; cependant</w:t>
      </w:r>
      <w:r w:rsidR="00792613">
        <w:t xml:space="preserve">, </w:t>
      </w:r>
      <w:r>
        <w:t>comme on le verra dans la suite</w:t>
      </w:r>
      <w:r w:rsidR="00792613">
        <w:t xml:space="preserve">, </w:t>
      </w:r>
      <w:r>
        <w:t>tout-à-fait distincte de la matière</w:t>
      </w:r>
      <w:r w:rsidR="00792613">
        <w:t xml:space="preserve">. </w:t>
      </w:r>
      <w:r>
        <w:t>Rien de plus vrai que ce paradoxe</w:t>
      </w:r>
      <w:r w:rsidR="00792613">
        <w:t>.</w:t>
      </w:r>
    </w:p>
    <w:p w14:paraId="4854FB37" w14:textId="77777777" w:rsidR="00792613" w:rsidRDefault="00F449A5" w:rsidP="00792613">
      <w:r>
        <w:t>Laissons-là des considérations triviales</w:t>
      </w:r>
      <w:r w:rsidR="00792613">
        <w:t xml:space="preserve">. </w:t>
      </w:r>
      <w:r>
        <w:t>Les rêves des animaux</w:t>
      </w:r>
      <w:r w:rsidR="00792613">
        <w:t xml:space="preserve">, </w:t>
      </w:r>
      <w:r>
        <w:t>à haute &amp; à basse voix</w:t>
      </w:r>
      <w:r w:rsidR="00792613">
        <w:t xml:space="preserve">, </w:t>
      </w:r>
      <w:r>
        <w:t>comme les nôtres</w:t>
      </w:r>
      <w:r w:rsidR="00792613">
        <w:t xml:space="preserve"> ; </w:t>
      </w:r>
      <w:r>
        <w:t>leur réveil en sursaut</w:t>
      </w:r>
      <w:r w:rsidR="00792613">
        <w:t xml:space="preserve">, </w:t>
      </w:r>
      <w:r>
        <w:t>leur mémoire</w:t>
      </w:r>
      <w:r w:rsidR="00792613">
        <w:t xml:space="preserve">, </w:t>
      </w:r>
      <w:r>
        <w:t>qui les sert si bien</w:t>
      </w:r>
      <w:r w:rsidR="00792613">
        <w:t xml:space="preserve"> ; </w:t>
      </w:r>
      <w:r>
        <w:t>ces craintes</w:t>
      </w:r>
      <w:r w:rsidR="00792613">
        <w:t xml:space="preserve">, </w:t>
      </w:r>
      <w:r>
        <w:t>ces inquiétudes</w:t>
      </w:r>
      <w:r w:rsidR="00792613">
        <w:t xml:space="preserve">, </w:t>
      </w:r>
      <w:r>
        <w:t>leur air embarrassé en tant d</w:t>
      </w:r>
      <w:r w:rsidR="00792613">
        <w:t>’</w:t>
      </w:r>
      <w:r>
        <w:t>occasions</w:t>
      </w:r>
      <w:r w:rsidR="00792613">
        <w:t xml:space="preserve"> ; </w:t>
      </w:r>
      <w:r>
        <w:t>leur joie</w:t>
      </w:r>
      <w:r w:rsidR="00792613">
        <w:t xml:space="preserve">, </w:t>
      </w:r>
      <w:r>
        <w:t>à la vue d</w:t>
      </w:r>
      <w:r w:rsidR="00792613">
        <w:t>’</w:t>
      </w:r>
      <w:r>
        <w:t>un maître &amp; d</w:t>
      </w:r>
      <w:r w:rsidR="00792613">
        <w:t>’</w:t>
      </w:r>
      <w:r>
        <w:t>un mets chéri</w:t>
      </w:r>
      <w:r w:rsidR="00792613">
        <w:t xml:space="preserve"> ; </w:t>
      </w:r>
      <w:r>
        <w:t>leur choix des moyens les plus propres à se tirer d</w:t>
      </w:r>
      <w:r w:rsidR="00792613">
        <w:t>’</w:t>
      </w:r>
      <w:r>
        <w:t>affaire</w:t>
      </w:r>
      <w:r w:rsidR="00792613">
        <w:t xml:space="preserve"> ; </w:t>
      </w:r>
      <w:r>
        <w:t xml:space="preserve">tant de signes si </w:t>
      </w:r>
      <w:proofErr w:type="spellStart"/>
      <w:r>
        <w:t>frappans</w:t>
      </w:r>
      <w:proofErr w:type="spellEnd"/>
      <w:r>
        <w:t xml:space="preserve"> ne </w:t>
      </w:r>
      <w:proofErr w:type="spellStart"/>
      <w:r>
        <w:t>suffiroient</w:t>
      </w:r>
      <w:proofErr w:type="spellEnd"/>
      <w:r>
        <w:t>-ils pas pour prouver que notre vanité</w:t>
      </w:r>
      <w:r w:rsidR="00792613">
        <w:t xml:space="preserve">, </w:t>
      </w:r>
      <w:r>
        <w:t>en leur assignant l</w:t>
      </w:r>
      <w:r w:rsidR="00792613">
        <w:t>’</w:t>
      </w:r>
      <w:r>
        <w:t>instinct</w:t>
      </w:r>
      <w:r w:rsidR="00792613">
        <w:t xml:space="preserve">, </w:t>
      </w:r>
      <w:r>
        <w:t>pour nous décorer de cet être bizarre</w:t>
      </w:r>
      <w:r w:rsidR="00792613">
        <w:t xml:space="preserve">, </w:t>
      </w:r>
      <w:r>
        <w:t>inconstant &amp; volage</w:t>
      </w:r>
      <w:r w:rsidR="00792613">
        <w:t xml:space="preserve">, </w:t>
      </w:r>
      <w:r>
        <w:t>nommé la raison</w:t>
      </w:r>
      <w:r w:rsidR="00792613">
        <w:t xml:space="preserve">, </w:t>
      </w:r>
      <w:r>
        <w:t>nous a plus distingués de nom</w:t>
      </w:r>
      <w:r w:rsidR="00792613">
        <w:t xml:space="preserve">, </w:t>
      </w:r>
      <w:r>
        <w:t>que d</w:t>
      </w:r>
      <w:r w:rsidR="00792613">
        <w:t>’</w:t>
      </w:r>
      <w:r>
        <w:t>effet</w:t>
      </w:r>
      <w:r w:rsidR="00792613">
        <w:t xml:space="preserve"> ? </w:t>
      </w:r>
      <w:r>
        <w:t>Mais</w:t>
      </w:r>
      <w:r w:rsidR="00792613">
        <w:t xml:space="preserve">, </w:t>
      </w:r>
      <w:r>
        <w:t>dit-on</w:t>
      </w:r>
      <w:r w:rsidR="00792613">
        <w:t xml:space="preserve">, </w:t>
      </w:r>
      <w:r>
        <w:t>la parole manque aux animaux</w:t>
      </w:r>
      <w:r w:rsidR="00792613">
        <w:t xml:space="preserve"> ? </w:t>
      </w:r>
      <w:r>
        <w:t>admirable objection</w:t>
      </w:r>
      <w:r w:rsidR="00792613">
        <w:t xml:space="preserve"> ! </w:t>
      </w:r>
      <w:r>
        <w:t>dites aussi qu</w:t>
      </w:r>
      <w:r w:rsidR="00792613">
        <w:t>’</w:t>
      </w:r>
      <w:r>
        <w:t>ils marchent à quatre pattes</w:t>
      </w:r>
      <w:r w:rsidR="00792613">
        <w:t xml:space="preserve">, </w:t>
      </w:r>
      <w:r>
        <w:t>&amp; ne voient le ciel</w:t>
      </w:r>
      <w:r w:rsidR="00792613">
        <w:t xml:space="preserve">, </w:t>
      </w:r>
      <w:r>
        <w:lastRenderedPageBreak/>
        <w:t>que couchés sur le dos</w:t>
      </w:r>
      <w:r w:rsidR="00792613">
        <w:t xml:space="preserve"> ; </w:t>
      </w:r>
      <w:r>
        <w:t>reprochez enfin à l</w:t>
      </w:r>
      <w:r w:rsidR="00792613">
        <w:t>’</w:t>
      </w:r>
      <w:r>
        <w:t>auteur de la nature l</w:t>
      </w:r>
      <w:r w:rsidR="00792613">
        <w:t>’</w:t>
      </w:r>
      <w:r>
        <w:t>innocent plaisir qu</w:t>
      </w:r>
      <w:r w:rsidR="00792613">
        <w:t>’</w:t>
      </w:r>
      <w:r>
        <w:t>il a pris à varier ses ouvrages</w:t>
      </w:r>
      <w:r w:rsidR="00792613">
        <w:t>.</w:t>
      </w:r>
    </w:p>
    <w:p w14:paraId="7F364EC2" w14:textId="77777777" w:rsidR="00792613" w:rsidRDefault="00F449A5" w:rsidP="00792613">
      <w:r>
        <w:t>Qui prive les animaux du don de la parole</w:t>
      </w:r>
      <w:r w:rsidR="00792613">
        <w:t xml:space="preserve"> ? </w:t>
      </w:r>
      <w:r>
        <w:rPr>
          <w:i/>
          <w:iCs/>
        </w:rPr>
        <w:t xml:space="preserve">Un rien </w:t>
      </w:r>
      <w:r>
        <w:t>peut-être</w:t>
      </w:r>
      <w:r w:rsidR="00792613">
        <w:t xml:space="preserve"> ; </w:t>
      </w:r>
      <w:r>
        <w:t xml:space="preserve">ce </w:t>
      </w:r>
      <w:r>
        <w:rPr>
          <w:i/>
          <w:iCs/>
        </w:rPr>
        <w:t xml:space="preserve">rien </w:t>
      </w:r>
      <w:r>
        <w:t>de Fontenelle</w:t>
      </w:r>
      <w:r w:rsidR="00792613">
        <w:t xml:space="preserve">, </w:t>
      </w:r>
      <w:r>
        <w:t>qui le distingue autant lui-même de presque tous les autres hommes</w:t>
      </w:r>
      <w:r w:rsidR="00792613">
        <w:t xml:space="preserve">, </w:t>
      </w:r>
      <w:r>
        <w:t>que ceux-ci le sont des brutes</w:t>
      </w:r>
      <w:r w:rsidR="00792613">
        <w:t xml:space="preserve">. </w:t>
      </w:r>
      <w:r>
        <w:t xml:space="preserve">Peut-être encore que ce </w:t>
      </w:r>
      <w:proofErr w:type="spellStart"/>
      <w:r>
        <w:t>foible</w:t>
      </w:r>
      <w:proofErr w:type="spellEnd"/>
      <w:r>
        <w:t xml:space="preserve"> obstacle sera un jour levé</w:t>
      </w:r>
      <w:r w:rsidR="00792613">
        <w:t xml:space="preserve"> ; </w:t>
      </w:r>
      <w:r>
        <w:t>la chose n</w:t>
      </w:r>
      <w:r w:rsidR="00792613">
        <w:t>’</w:t>
      </w:r>
      <w:r>
        <w:t>est pas impossible</w:t>
      </w:r>
      <w:r w:rsidR="00792613">
        <w:t xml:space="preserve">, </w:t>
      </w:r>
      <w:r>
        <w:t>selon l</w:t>
      </w:r>
      <w:r w:rsidR="00792613">
        <w:t>’</w:t>
      </w:r>
      <w:r>
        <w:t xml:space="preserve">auteur de </w:t>
      </w:r>
      <w:r>
        <w:rPr>
          <w:i/>
          <w:iCs/>
        </w:rPr>
        <w:t>l</w:t>
      </w:r>
      <w:r w:rsidR="00792613">
        <w:rPr>
          <w:i/>
          <w:iCs/>
        </w:rPr>
        <w:t>’</w:t>
      </w:r>
      <w:r>
        <w:rPr>
          <w:i/>
          <w:iCs/>
        </w:rPr>
        <w:t>homme machine</w:t>
      </w:r>
      <w:r w:rsidR="00792613">
        <w:rPr>
          <w:i/>
          <w:iCs/>
        </w:rPr>
        <w:t xml:space="preserve">. </w:t>
      </w:r>
      <w:r>
        <w:t>Le séduisant exemple que celui de son grand singe</w:t>
      </w:r>
      <w:r w:rsidR="00792613">
        <w:t xml:space="preserve"> ! </w:t>
      </w:r>
      <w:r>
        <w:t>&amp; les beaux projets qui lui ont passé par la tête</w:t>
      </w:r>
      <w:r w:rsidR="00792613">
        <w:t> !</w:t>
      </w:r>
    </w:p>
    <w:p w14:paraId="61786A40" w14:textId="77777777" w:rsidR="00792613" w:rsidRDefault="00F449A5" w:rsidP="00792613">
      <w:r>
        <w:t>Si les hommes parlent</w:t>
      </w:r>
      <w:r w:rsidR="00792613">
        <w:t xml:space="preserve">, </w:t>
      </w:r>
      <w:r>
        <w:t>ils doivent songer qu</w:t>
      </w:r>
      <w:r w:rsidR="00792613">
        <w:t>’</w:t>
      </w:r>
      <w:r>
        <w:t>ils n</w:t>
      </w:r>
      <w:r w:rsidR="00792613">
        <w:t>’</w:t>
      </w:r>
      <w:r>
        <w:t>ont pas toujours parlé</w:t>
      </w:r>
      <w:r w:rsidR="00792613">
        <w:t xml:space="preserve">. </w:t>
      </w:r>
      <w:r>
        <w:t>Tant qu</w:t>
      </w:r>
      <w:r w:rsidR="00792613">
        <w:t>’</w:t>
      </w:r>
      <w:r>
        <w:t xml:space="preserve">ils </w:t>
      </w:r>
      <w:proofErr w:type="gramStart"/>
      <w:r>
        <w:t>n</w:t>
      </w:r>
      <w:r w:rsidR="00792613">
        <w:t>’</w:t>
      </w:r>
      <w:r>
        <w:t>ont été</w:t>
      </w:r>
      <w:proofErr w:type="gramEnd"/>
      <w:r>
        <w:t xml:space="preserve"> qu</w:t>
      </w:r>
      <w:r w:rsidR="00792613">
        <w:t>’</w:t>
      </w:r>
      <w:r>
        <w:t>à l</w:t>
      </w:r>
      <w:r w:rsidR="00792613">
        <w:t>’</w:t>
      </w:r>
      <w:r>
        <w:t>école de la nature</w:t>
      </w:r>
      <w:r w:rsidR="00792613">
        <w:t xml:space="preserve">, </w:t>
      </w:r>
      <w:r>
        <w:t>des sons inarticulés</w:t>
      </w:r>
      <w:r w:rsidR="00792613">
        <w:t xml:space="preserve">, </w:t>
      </w:r>
      <w:r>
        <w:t>tels que ceux des animaux</w:t>
      </w:r>
      <w:r w:rsidR="00792613">
        <w:t xml:space="preserve">, </w:t>
      </w:r>
      <w:r>
        <w:t>ont été leur premier langage</w:t>
      </w:r>
      <w:r w:rsidR="00792613">
        <w:t xml:space="preserve">. </w:t>
      </w:r>
      <w:r>
        <w:t>Antérieur à l</w:t>
      </w:r>
      <w:r w:rsidR="00792613">
        <w:t>’</w:t>
      </w:r>
      <w:r>
        <w:t>art &amp; à la parole</w:t>
      </w:r>
      <w:r w:rsidR="00792613">
        <w:t xml:space="preserve">, </w:t>
      </w:r>
      <w:r>
        <w:t>c</w:t>
      </w:r>
      <w:r w:rsidR="00792613">
        <w:t>’</w:t>
      </w:r>
      <w:r>
        <w:t>est celui de la machine</w:t>
      </w:r>
      <w:r w:rsidR="00792613">
        <w:t xml:space="preserve">, </w:t>
      </w:r>
      <w:r>
        <w:t>il n</w:t>
      </w:r>
      <w:r w:rsidR="00792613">
        <w:t>’</w:t>
      </w:r>
      <w:r>
        <w:t>appartient qu</w:t>
      </w:r>
      <w:r w:rsidR="00792613">
        <w:t>’</w:t>
      </w:r>
      <w:r>
        <w:t>à elle</w:t>
      </w:r>
      <w:r w:rsidR="00792613">
        <w:t xml:space="preserve">. </w:t>
      </w:r>
      <w:r>
        <w:t>Par combien d</w:t>
      </w:r>
      <w:r w:rsidR="00792613">
        <w:t>’</w:t>
      </w:r>
      <w:r>
        <w:t>ailleurs de gestes &amp; de signes</w:t>
      </w:r>
      <w:r w:rsidR="00792613">
        <w:t xml:space="preserve">, </w:t>
      </w:r>
      <w:r>
        <w:t>le langage le plus muet peut-il se faire entendre</w:t>
      </w:r>
      <w:r w:rsidR="00792613">
        <w:t xml:space="preserve"> ! </w:t>
      </w:r>
      <w:r>
        <w:t>quelle expression naïve &amp; ingénue</w:t>
      </w:r>
      <w:r w:rsidR="00792613">
        <w:t xml:space="preserve"> ! </w:t>
      </w:r>
      <w:r>
        <w:t>quelle énergie dont tout le monde est frappé</w:t>
      </w:r>
      <w:r w:rsidR="00792613">
        <w:t xml:space="preserve">, </w:t>
      </w:r>
      <w:r>
        <w:t>que tout le monde comprend</w:t>
      </w:r>
      <w:r w:rsidR="00792613">
        <w:t xml:space="preserve">, </w:t>
      </w:r>
      <w:r>
        <w:t>mises en regard de sons arbitraires</w:t>
      </w:r>
      <w:r w:rsidR="00792613">
        <w:t xml:space="preserve">, </w:t>
      </w:r>
      <w:r>
        <w:t>qui battent l</w:t>
      </w:r>
      <w:r w:rsidR="00792613">
        <w:t>’</w:t>
      </w:r>
      <w:r>
        <w:t>air</w:t>
      </w:r>
      <w:r w:rsidR="00792613">
        <w:t xml:space="preserve">, </w:t>
      </w:r>
      <w:r>
        <w:t>&amp; n</w:t>
      </w:r>
      <w:r w:rsidR="00792613">
        <w:t>’</w:t>
      </w:r>
      <w:r>
        <w:t>expriment rien pour l</w:t>
      </w:r>
      <w:r w:rsidR="00792613">
        <w:t>’</w:t>
      </w:r>
      <w:r>
        <w:t>étranger qui les entend</w:t>
      </w:r>
      <w:r w:rsidR="00792613">
        <w:t xml:space="preserve"> ! </w:t>
      </w:r>
      <w:r>
        <w:t xml:space="preserve">quoi faut-il donc parler pour </w:t>
      </w:r>
      <w:proofErr w:type="spellStart"/>
      <w:r>
        <w:t>paroître</w:t>
      </w:r>
      <w:proofErr w:type="spellEnd"/>
      <w:r>
        <w:t xml:space="preserve"> sentir &amp; réfléchir</w:t>
      </w:r>
      <w:r w:rsidR="00792613">
        <w:t xml:space="preserve"> ? </w:t>
      </w:r>
      <w:r>
        <w:t>Parle assez</w:t>
      </w:r>
      <w:r w:rsidR="00792613">
        <w:t xml:space="preserve">, </w:t>
      </w:r>
      <w:r>
        <w:t>qui montre du sentiment</w:t>
      </w:r>
      <w:r w:rsidR="00792613">
        <w:t xml:space="preserve">. </w:t>
      </w:r>
      <w:proofErr w:type="spellStart"/>
      <w:r>
        <w:t>Premiere</w:t>
      </w:r>
      <w:proofErr w:type="spellEnd"/>
      <w:r>
        <w:t xml:space="preserve"> preuve de l</w:t>
      </w:r>
      <w:r w:rsidR="00792613">
        <w:t>’</w:t>
      </w:r>
      <w:proofErr w:type="spellStart"/>
      <w:r>
        <w:t>ame</w:t>
      </w:r>
      <w:proofErr w:type="spellEnd"/>
      <w:r>
        <w:t xml:space="preserve"> des animaux</w:t>
      </w:r>
      <w:r w:rsidR="00792613">
        <w:t xml:space="preserve">. </w:t>
      </w:r>
      <w:r>
        <w:t>La parfaite analogie qui est entr</w:t>
      </w:r>
      <w:r w:rsidR="00792613">
        <w:t>’</w:t>
      </w:r>
      <w:r>
        <w:t>eux &amp; nous</w:t>
      </w:r>
      <w:r w:rsidR="00792613">
        <w:t xml:space="preserve">, </w:t>
      </w:r>
      <w:r>
        <w:t>fournit la seconde</w:t>
      </w:r>
      <w:r w:rsidR="00792613">
        <w:t xml:space="preserve">, </w:t>
      </w:r>
      <w:r>
        <w:t>&amp; la démontre</w:t>
      </w:r>
      <w:r w:rsidR="00792613">
        <w:t xml:space="preserve"> ; </w:t>
      </w:r>
      <w:r>
        <w:t>c</w:t>
      </w:r>
      <w:r w:rsidR="00792613">
        <w:t>’</w:t>
      </w:r>
      <w:r>
        <w:t>est la conscience intime qu</w:t>
      </w:r>
      <w:r w:rsidR="00792613">
        <w:t>’</w:t>
      </w:r>
      <w:r>
        <w:t>ils ont</w:t>
      </w:r>
      <w:r w:rsidR="00792613">
        <w:t xml:space="preserve">, </w:t>
      </w:r>
      <w:r>
        <w:t>comme nous</w:t>
      </w:r>
      <w:r w:rsidR="00792613">
        <w:t xml:space="preserve">, </w:t>
      </w:r>
      <w:r>
        <w:t>de leurs propres sensations</w:t>
      </w:r>
      <w:r w:rsidR="00792613">
        <w:t>.</w:t>
      </w:r>
    </w:p>
    <w:p w14:paraId="63910A2A" w14:textId="77777777" w:rsidR="00792613" w:rsidRDefault="00F449A5" w:rsidP="00792613">
      <w:r>
        <w:t xml:space="preserve">Si on </w:t>
      </w:r>
      <w:proofErr w:type="spellStart"/>
      <w:r>
        <w:t>pouvoit</w:t>
      </w:r>
      <w:proofErr w:type="spellEnd"/>
      <w:r>
        <w:t xml:space="preserve"> être auteur</w:t>
      </w:r>
      <w:r w:rsidR="00792613">
        <w:t xml:space="preserve">, </w:t>
      </w:r>
      <w:r>
        <w:t>sans faire</w:t>
      </w:r>
      <w:r w:rsidR="00792613">
        <w:t xml:space="preserve">, </w:t>
      </w:r>
      <w:r>
        <w:t>comme le pieux Rollin</w:t>
      </w:r>
      <w:r w:rsidR="00792613">
        <w:t xml:space="preserve">, </w:t>
      </w:r>
      <w:r>
        <w:t>un étalage de ce qu</w:t>
      </w:r>
      <w:r w:rsidR="00792613">
        <w:t>’</w:t>
      </w:r>
      <w:r>
        <w:t>on sait</w:t>
      </w:r>
      <w:r w:rsidR="00792613">
        <w:t xml:space="preserve">, </w:t>
      </w:r>
      <w:r>
        <w:t>&amp; de ce qu</w:t>
      </w:r>
      <w:r w:rsidR="00792613">
        <w:t>’</w:t>
      </w:r>
      <w:r>
        <w:t>on ne sait pas</w:t>
      </w:r>
      <w:r w:rsidR="00792613">
        <w:t xml:space="preserve">, </w:t>
      </w:r>
      <w:r>
        <w:t xml:space="preserve">en </w:t>
      </w:r>
      <w:proofErr w:type="spellStart"/>
      <w:r>
        <w:t>faudroit</w:t>
      </w:r>
      <w:proofErr w:type="spellEnd"/>
      <w:r>
        <w:t>-il davantage pour être en droit de conclure qu</w:t>
      </w:r>
      <w:r w:rsidR="00792613">
        <w:t>’</w:t>
      </w:r>
      <w:r>
        <w:t>il y a autant d</w:t>
      </w:r>
      <w:r w:rsidR="00792613">
        <w:t>’</w:t>
      </w:r>
      <w:r>
        <w:t xml:space="preserve">injustice à refuser une </w:t>
      </w:r>
      <w:proofErr w:type="spellStart"/>
      <w:r>
        <w:t>ame</w:t>
      </w:r>
      <w:proofErr w:type="spellEnd"/>
      <w:r>
        <w:t xml:space="preserve"> aux animaux</w:t>
      </w:r>
      <w:r w:rsidR="00792613">
        <w:t xml:space="preserve">, </w:t>
      </w:r>
      <w:r>
        <w:t>qu</w:t>
      </w:r>
      <w:r w:rsidR="00792613">
        <w:t>’</w:t>
      </w:r>
      <w:r>
        <w:t xml:space="preserve">il y en </w:t>
      </w:r>
      <w:proofErr w:type="spellStart"/>
      <w:r>
        <w:t>auroit</w:t>
      </w:r>
      <w:proofErr w:type="spellEnd"/>
      <w:r>
        <w:t xml:space="preserve"> à eux</w:t>
      </w:r>
      <w:r w:rsidR="00792613">
        <w:t xml:space="preserve">, </w:t>
      </w:r>
      <w:r>
        <w:t xml:space="preserve">à ne pas </w:t>
      </w:r>
      <w:proofErr w:type="spellStart"/>
      <w:r>
        <w:t>reconnoître</w:t>
      </w:r>
      <w:proofErr w:type="spellEnd"/>
      <w:r>
        <w:t xml:space="preserve"> la nôtre</w:t>
      </w:r>
      <w:r w:rsidR="00792613">
        <w:t xml:space="preserve">, </w:t>
      </w:r>
      <w:r>
        <w:t>avec toute sa supériorité</w:t>
      </w:r>
      <w:r w:rsidR="00792613">
        <w:t> ?</w:t>
      </w:r>
    </w:p>
    <w:p w14:paraId="4E3FE332" w14:textId="77777777" w:rsidR="00792613" w:rsidRDefault="00F449A5" w:rsidP="00792613">
      <w:r>
        <w:lastRenderedPageBreak/>
        <w:t>Poursuivons donc</w:t>
      </w:r>
      <w:r w:rsidR="00792613">
        <w:t xml:space="preserve">, </w:t>
      </w:r>
      <w:r>
        <w:t>puisqu</w:t>
      </w:r>
      <w:r w:rsidR="00792613">
        <w:t>’</w:t>
      </w:r>
      <w:r>
        <w:t>il est écrit qu</w:t>
      </w:r>
      <w:r w:rsidR="00792613">
        <w:t>’</w:t>
      </w:r>
      <w:r>
        <w:t>il y aura toujours des auteurs</w:t>
      </w:r>
      <w:r w:rsidR="00792613">
        <w:t xml:space="preserve">, </w:t>
      </w:r>
      <w:r>
        <w:t>c</w:t>
      </w:r>
      <w:r w:rsidR="00792613">
        <w:t>’</w:t>
      </w:r>
      <w:r>
        <w:t>est-à-dire</w:t>
      </w:r>
      <w:r w:rsidR="00792613">
        <w:t xml:space="preserve">, </w:t>
      </w:r>
      <w:r>
        <w:t>des gens dont la profession est de s</w:t>
      </w:r>
      <w:r w:rsidR="00792613">
        <w:t>’</w:t>
      </w:r>
      <w:r>
        <w:t>amuser à retourner le nez de cire</w:t>
      </w:r>
      <w:r w:rsidR="00792613">
        <w:t xml:space="preserve">, </w:t>
      </w:r>
      <w:r>
        <w:t>&amp; comme l</w:t>
      </w:r>
      <w:r w:rsidR="00792613">
        <w:t>’</w:t>
      </w:r>
      <w:r>
        <w:t>habit des sciences</w:t>
      </w:r>
      <w:r w:rsidR="00792613">
        <w:t xml:space="preserve">, </w:t>
      </w:r>
      <w:r>
        <w:t xml:space="preserve">pour faire de la même </w:t>
      </w:r>
      <w:proofErr w:type="spellStart"/>
      <w:r>
        <w:t>matiere</w:t>
      </w:r>
      <w:proofErr w:type="spellEnd"/>
      <w:r>
        <w:t xml:space="preserve"> sans cesse remaniée &amp; remâchée</w:t>
      </w:r>
      <w:r w:rsidR="00792613">
        <w:t xml:space="preserve">, </w:t>
      </w:r>
      <w:r>
        <w:t>un livre d</w:t>
      </w:r>
      <w:r w:rsidR="00792613">
        <w:t>’</w:t>
      </w:r>
      <w:r>
        <w:t>une forme</w:t>
      </w:r>
      <w:r w:rsidR="00792613">
        <w:t xml:space="preserve">, </w:t>
      </w:r>
      <w:r>
        <w:t>non-seulement présentable aux lecteurs</w:t>
      </w:r>
      <w:r w:rsidR="00792613">
        <w:t xml:space="preserve">, </w:t>
      </w:r>
      <w:r>
        <w:t>mais aux libraires</w:t>
      </w:r>
      <w:r w:rsidR="00792613">
        <w:t xml:space="preserve">, </w:t>
      </w:r>
      <w:r>
        <w:t>qui comme</w:t>
      </w:r>
      <w:r>
        <w:rPr>
          <w:rStyle w:val="Appelnotedebasdep"/>
        </w:rPr>
        <w:footnoteReference w:id="1"/>
      </w:r>
      <w:r>
        <w:rPr>
          <w:bCs/>
        </w:rPr>
        <w:t xml:space="preserve"> </w:t>
      </w:r>
      <w:r>
        <w:t xml:space="preserve">le </w:t>
      </w:r>
      <w:r>
        <w:rPr>
          <w:i/>
          <w:iCs/>
        </w:rPr>
        <w:t xml:space="preserve">monseigneur </w:t>
      </w:r>
      <w:r>
        <w:t>de Voltaire</w:t>
      </w:r>
      <w:r w:rsidR="00792613">
        <w:t xml:space="preserve">, </w:t>
      </w:r>
      <w:r>
        <w:t>mesurent communément l</w:t>
      </w:r>
      <w:r w:rsidR="00792613">
        <w:t>’</w:t>
      </w:r>
      <w:r>
        <w:t>ouvrage à la toise</w:t>
      </w:r>
      <w:r w:rsidR="00792613">
        <w:t>.</w:t>
      </w:r>
    </w:p>
    <w:p w14:paraId="03FBCB43" w14:textId="77777777" w:rsidR="00792613" w:rsidRDefault="00F449A5" w:rsidP="00792613">
      <w:r>
        <w:t>Rassurez-vous cependant</w:t>
      </w:r>
      <w:r w:rsidR="00792613">
        <w:t xml:space="preserve">, </w:t>
      </w:r>
      <w:r>
        <w:t xml:space="preserve">je ne ferai point un volume pour prouver ma </w:t>
      </w:r>
      <w:proofErr w:type="spellStart"/>
      <w:r>
        <w:t>these</w:t>
      </w:r>
      <w:proofErr w:type="spellEnd"/>
      <w:r w:rsidR="00792613">
        <w:t xml:space="preserve">. </w:t>
      </w:r>
      <w:r>
        <w:t>Je me contenterai de faire voir que c</w:t>
      </w:r>
      <w:r w:rsidR="00792613">
        <w:t>’</w:t>
      </w:r>
      <w:r>
        <w:t>est l</w:t>
      </w:r>
      <w:r w:rsidR="00792613">
        <w:t>’</w:t>
      </w:r>
      <w:proofErr w:type="spellStart"/>
      <w:r>
        <w:t>ame</w:t>
      </w:r>
      <w:proofErr w:type="spellEnd"/>
      <w:r>
        <w:t xml:space="preserve"> &amp; non le corps</w:t>
      </w:r>
      <w:r w:rsidR="00792613">
        <w:t xml:space="preserve">, </w:t>
      </w:r>
      <w:r>
        <w:t>qui voit</w:t>
      </w:r>
      <w:r w:rsidR="00792613">
        <w:t xml:space="preserve">, </w:t>
      </w:r>
      <w:r>
        <w:t>entend</w:t>
      </w:r>
      <w:r w:rsidR="00792613">
        <w:t xml:space="preserve">, </w:t>
      </w:r>
      <w:r>
        <w:t>veut</w:t>
      </w:r>
      <w:r w:rsidR="00792613">
        <w:t xml:space="preserve">, </w:t>
      </w:r>
      <w:r>
        <w:t>sent</w:t>
      </w:r>
      <w:r w:rsidR="00792613">
        <w:t xml:space="preserve"> ; </w:t>
      </w:r>
      <w:r>
        <w:t>&amp; qu</w:t>
      </w:r>
      <w:r w:rsidR="00792613">
        <w:t>’</w:t>
      </w:r>
      <w:r>
        <w:t xml:space="preserve">enfin tout ce que certains attribuent au mécanisme des corps animés dans leur système </w:t>
      </w:r>
      <w:proofErr w:type="spellStart"/>
      <w:r>
        <w:t>Épicuro</w:t>
      </w:r>
      <w:proofErr w:type="spellEnd"/>
      <w:r>
        <w:t>-Cartésien retourné &amp; mal cousu</w:t>
      </w:r>
      <w:r w:rsidR="00792613">
        <w:t xml:space="preserve">, </w:t>
      </w:r>
      <w:r>
        <w:t>ne dépend absolument que de l</w:t>
      </w:r>
      <w:r w:rsidR="00792613">
        <w:t>’</w:t>
      </w:r>
      <w:proofErr w:type="spellStart"/>
      <w:r>
        <w:t>ame</w:t>
      </w:r>
      <w:proofErr w:type="spellEnd"/>
      <w:r w:rsidR="00792613">
        <w:t xml:space="preserve">, </w:t>
      </w:r>
      <w:r>
        <w:t>&amp; que tout s</w:t>
      </w:r>
      <w:r w:rsidR="00792613">
        <w:t>’</w:t>
      </w:r>
      <w:r>
        <w:t>opère par la puissance de cet être immortel</w:t>
      </w:r>
      <w:r w:rsidR="00792613">
        <w:t>.</w:t>
      </w:r>
    </w:p>
    <w:p w14:paraId="6DB17180" w14:textId="77777777" w:rsidR="00792613" w:rsidRDefault="00F449A5" w:rsidP="00792613">
      <w:r>
        <w:t xml:space="preserve">Telle est la </w:t>
      </w:r>
      <w:proofErr w:type="spellStart"/>
      <w:r>
        <w:t>carriere</w:t>
      </w:r>
      <w:proofErr w:type="spellEnd"/>
      <w:r>
        <w:t xml:space="preserve"> que j</w:t>
      </w:r>
      <w:r w:rsidR="00792613">
        <w:t>’</w:t>
      </w:r>
      <w:r>
        <w:t>ai à parcourir</w:t>
      </w:r>
      <w:r w:rsidR="00792613">
        <w:t xml:space="preserve"> ; </w:t>
      </w:r>
      <w:r>
        <w:t>je n</w:t>
      </w:r>
      <w:r w:rsidR="00792613">
        <w:t>’</w:t>
      </w:r>
      <w:r>
        <w:t>y ai encore jeté que le premier coup-d</w:t>
      </w:r>
      <w:r w:rsidR="00792613">
        <w:t>’</w:t>
      </w:r>
      <w:r>
        <w:t>œil</w:t>
      </w:r>
      <w:r w:rsidR="00792613">
        <w:t xml:space="preserve">. </w:t>
      </w:r>
      <w:r>
        <w:t>Commençons par prouver que c</w:t>
      </w:r>
      <w:r w:rsidR="00792613">
        <w:t>’</w:t>
      </w:r>
      <w:r>
        <w:t>est l</w:t>
      </w:r>
      <w:r w:rsidR="00792613">
        <w:t>’</w:t>
      </w:r>
      <w:proofErr w:type="spellStart"/>
      <w:r>
        <w:t>ame</w:t>
      </w:r>
      <w:proofErr w:type="spellEnd"/>
      <w:r>
        <w:t xml:space="preserve"> qui voit</w:t>
      </w:r>
      <w:r w:rsidR="00792613">
        <w:t xml:space="preserve">, </w:t>
      </w:r>
      <w:r>
        <w:t>&amp; comment</w:t>
      </w:r>
      <w:r w:rsidR="00792613">
        <w:t>.</w:t>
      </w:r>
    </w:p>
    <w:p w14:paraId="4B5C2320" w14:textId="77777777" w:rsidR="00792613" w:rsidRDefault="00F449A5" w:rsidP="00792613">
      <w:r>
        <w:t>Vous croyez sans doute avec tous les physiciens &amp; métaphysiciens</w:t>
      </w:r>
      <w:r w:rsidR="00792613">
        <w:t xml:space="preserve">, </w:t>
      </w:r>
      <w:r>
        <w:t>que l</w:t>
      </w:r>
      <w:r w:rsidR="00792613">
        <w:t>’</w:t>
      </w:r>
      <w:proofErr w:type="spellStart"/>
      <w:r>
        <w:t>ame</w:t>
      </w:r>
      <w:proofErr w:type="spellEnd"/>
      <w:r>
        <w:t xml:space="preserve"> ne </w:t>
      </w:r>
      <w:proofErr w:type="spellStart"/>
      <w:r>
        <w:t>pourroit</w:t>
      </w:r>
      <w:proofErr w:type="spellEnd"/>
      <w:r>
        <w:t xml:space="preserve"> voir sans la propagation de l</w:t>
      </w:r>
      <w:r w:rsidR="00792613">
        <w:t>’</w:t>
      </w:r>
      <w:r>
        <w:t>image tracée sur la rétine</w:t>
      </w:r>
      <w:r w:rsidR="00792613">
        <w:t xml:space="preserve">, </w:t>
      </w:r>
      <w:r>
        <w:t>ou du moins sans quelque impression de cette image qui produise une sensation dans le cerveau</w:t>
      </w:r>
      <w:r w:rsidR="00792613">
        <w:t xml:space="preserve">. </w:t>
      </w:r>
      <w:r>
        <w:t>Vous êtes dans l</w:t>
      </w:r>
      <w:r w:rsidR="00792613">
        <w:t>’</w:t>
      </w:r>
      <w:r>
        <w:t>erreur</w:t>
      </w:r>
      <w:r w:rsidR="00792613">
        <w:t xml:space="preserve">. </w:t>
      </w:r>
      <w:r>
        <w:t xml:space="preserve">Cela </w:t>
      </w:r>
      <w:proofErr w:type="spellStart"/>
      <w:r>
        <w:t>pouvoit</w:t>
      </w:r>
      <w:proofErr w:type="spellEnd"/>
      <w:r>
        <w:t xml:space="preserve"> bien être autrefois</w:t>
      </w:r>
      <w:r w:rsidR="00792613">
        <w:t xml:space="preserve"> ; </w:t>
      </w:r>
      <w:r>
        <w:t>mais depuis le grand théoricien Tralles</w:t>
      </w:r>
      <w:r w:rsidR="00792613">
        <w:t xml:space="preserve">, </w:t>
      </w:r>
      <w:r>
        <w:t>on peut dire de la vue</w:t>
      </w:r>
      <w:r w:rsidR="00792613">
        <w:t xml:space="preserve">, </w:t>
      </w:r>
      <w:r>
        <w:t xml:space="preserve">ce que </w:t>
      </w:r>
      <w:proofErr w:type="spellStart"/>
      <w:r>
        <w:t>Moliere</w:t>
      </w:r>
      <w:proofErr w:type="spellEnd"/>
      <w:r>
        <w:t xml:space="preserve"> fait dire du foie à un de ses personnages</w:t>
      </w:r>
      <w:r w:rsidR="00792613">
        <w:t> : « </w:t>
      </w:r>
      <w:r>
        <w:t>les choses ont bien changé</w:t>
      </w:r>
      <w:r w:rsidR="00792613">
        <w:t>. »</w:t>
      </w:r>
    </w:p>
    <w:p w14:paraId="28BC648F" w14:textId="77777777" w:rsidR="00792613" w:rsidRDefault="00F449A5" w:rsidP="00792613">
      <w:r>
        <w:t>Pour que l</w:t>
      </w:r>
      <w:r w:rsidR="00792613">
        <w:t>’</w:t>
      </w:r>
      <w:proofErr w:type="spellStart"/>
      <w:r>
        <w:t>ame</w:t>
      </w:r>
      <w:proofErr w:type="spellEnd"/>
      <w:r>
        <w:t xml:space="preserve"> voie</w:t>
      </w:r>
      <w:r w:rsidR="00792613">
        <w:t xml:space="preserve">, </w:t>
      </w:r>
      <w:r>
        <w:t>il n</w:t>
      </w:r>
      <w:r w:rsidR="00792613">
        <w:t>’</w:t>
      </w:r>
      <w:r>
        <w:t>est pas nécessaire que les images passent jusqu</w:t>
      </w:r>
      <w:r w:rsidR="00792613">
        <w:t>’</w:t>
      </w:r>
      <w:r>
        <w:t>au cerveau</w:t>
      </w:r>
      <w:r w:rsidR="00792613">
        <w:t xml:space="preserve">, </w:t>
      </w:r>
      <w:r>
        <w:t>il suffit que les objets s</w:t>
      </w:r>
      <w:r w:rsidR="00792613">
        <w:t>’</w:t>
      </w:r>
      <w:r>
        <w:t xml:space="preserve">y </w:t>
      </w:r>
      <w:r>
        <w:lastRenderedPageBreak/>
        <w:t>représentent</w:t>
      </w:r>
      <w:r w:rsidR="00792613">
        <w:t xml:space="preserve">, </w:t>
      </w:r>
      <w:r>
        <w:t xml:space="preserve">ou plutôt y soient </w:t>
      </w:r>
      <w:proofErr w:type="spellStart"/>
      <w:r>
        <w:t>apperçus</w:t>
      </w:r>
      <w:proofErr w:type="spellEnd"/>
      <w:r w:rsidR="00792613">
        <w:t xml:space="preserve"> : </w:t>
      </w:r>
      <w:r>
        <w:t>il suffit que le dessein reste tracé sur cette tunique</w:t>
      </w:r>
      <w:r w:rsidR="00792613">
        <w:t xml:space="preserve">, </w:t>
      </w:r>
      <w:r>
        <w:t>jusqu</w:t>
      </w:r>
      <w:r w:rsidR="00792613">
        <w:t>’</w:t>
      </w:r>
      <w:r>
        <w:t>à ce qu</w:t>
      </w:r>
      <w:r w:rsidR="00792613">
        <w:t>’</w:t>
      </w:r>
      <w:r>
        <w:t>il soit effacé par un nouveau coloris</w:t>
      </w:r>
      <w:r w:rsidR="00792613">
        <w:t xml:space="preserve">. </w:t>
      </w:r>
      <w:r>
        <w:t>Tant que les peintures sont sur cette membrane</w:t>
      </w:r>
      <w:r w:rsidR="00792613">
        <w:t xml:space="preserve">, </w:t>
      </w:r>
      <w:r>
        <w:t>l</w:t>
      </w:r>
      <w:r w:rsidR="00792613">
        <w:t>’</w:t>
      </w:r>
      <w:proofErr w:type="spellStart"/>
      <w:r>
        <w:t>ame</w:t>
      </w:r>
      <w:proofErr w:type="spellEnd"/>
      <w:r>
        <w:t xml:space="preserve"> les voit sans autre intercession</w:t>
      </w:r>
      <w:r w:rsidR="00792613">
        <w:t xml:space="preserve"> ; </w:t>
      </w:r>
      <w:r>
        <w:t>lorsqu</w:t>
      </w:r>
      <w:r w:rsidR="00792613">
        <w:t>’</w:t>
      </w:r>
      <w:r>
        <w:t>elles n</w:t>
      </w:r>
      <w:r w:rsidR="00792613">
        <w:t>’</w:t>
      </w:r>
      <w:r>
        <w:t>y sont plus</w:t>
      </w:r>
      <w:r w:rsidR="00792613">
        <w:t xml:space="preserve">, </w:t>
      </w:r>
      <w:r>
        <w:t>elle s</w:t>
      </w:r>
      <w:r w:rsidR="00792613">
        <w:t>’</w:t>
      </w:r>
      <w:r>
        <w:t>en souvient</w:t>
      </w:r>
      <w:r w:rsidR="00792613">
        <w:t xml:space="preserve">. </w:t>
      </w:r>
      <w:r>
        <w:t xml:space="preserve">Voilà tout le </w:t>
      </w:r>
      <w:proofErr w:type="spellStart"/>
      <w:r>
        <w:t>mystere</w:t>
      </w:r>
      <w:proofErr w:type="spellEnd"/>
      <w:r w:rsidR="00792613">
        <w:t>.</w:t>
      </w:r>
    </w:p>
    <w:p w14:paraId="5E6A84EF" w14:textId="77777777" w:rsidR="00792613" w:rsidRDefault="00F449A5" w:rsidP="00792613">
      <w:r>
        <w:t>Remarquez</w:t>
      </w:r>
      <w:r w:rsidR="00792613">
        <w:t xml:space="preserve">, </w:t>
      </w:r>
      <w:r>
        <w:t>s</w:t>
      </w:r>
      <w:r w:rsidR="00792613">
        <w:t>’</w:t>
      </w:r>
      <w:r>
        <w:t>il vous plaît</w:t>
      </w:r>
      <w:r w:rsidR="00792613">
        <w:t xml:space="preserve">, </w:t>
      </w:r>
      <w:r>
        <w:t>que pour bien juger des objets</w:t>
      </w:r>
      <w:r w:rsidR="00792613">
        <w:t xml:space="preserve">, </w:t>
      </w:r>
      <w:r>
        <w:t>il ne faut en être</w:t>
      </w:r>
      <w:r w:rsidR="00792613">
        <w:t xml:space="preserve">, </w:t>
      </w:r>
      <w:r>
        <w:t>ni trop loin</w:t>
      </w:r>
      <w:r w:rsidR="00792613">
        <w:t xml:space="preserve">, </w:t>
      </w:r>
      <w:r>
        <w:t>ni trop près</w:t>
      </w:r>
      <w:r w:rsidR="00792613">
        <w:t xml:space="preserve">. </w:t>
      </w:r>
      <w:r>
        <w:t>Voulez-vous que les mêmes images peintes sur la rétine</w:t>
      </w:r>
      <w:r w:rsidR="00792613">
        <w:t xml:space="preserve">, </w:t>
      </w:r>
      <w:r>
        <w:t>le soient aussi dans le cerveau</w:t>
      </w:r>
      <w:r w:rsidR="00792613">
        <w:t xml:space="preserve"> ? </w:t>
      </w:r>
      <w:r>
        <w:t>Vous risquez d</w:t>
      </w:r>
      <w:r w:rsidR="00792613">
        <w:t>’</w:t>
      </w:r>
      <w:r>
        <w:t>éblouir l</w:t>
      </w:r>
      <w:r w:rsidR="00792613">
        <w:t>’</w:t>
      </w:r>
      <w:proofErr w:type="spellStart"/>
      <w:r>
        <w:t>ame</w:t>
      </w:r>
      <w:proofErr w:type="spellEnd"/>
      <w:r>
        <w:t xml:space="preserve"> par la force de la réverbération</w:t>
      </w:r>
      <w:r w:rsidR="00792613">
        <w:t xml:space="preserve">. </w:t>
      </w:r>
      <w:r>
        <w:t>Plus sensible qu</w:t>
      </w:r>
      <w:r w:rsidR="00792613">
        <w:t>’</w:t>
      </w:r>
      <w:r>
        <w:t xml:space="preserve">aucun </w:t>
      </w:r>
      <w:proofErr w:type="spellStart"/>
      <w:r>
        <w:t>thermometre</w:t>
      </w:r>
      <w:proofErr w:type="spellEnd"/>
      <w:r w:rsidR="00792613">
        <w:t xml:space="preserve">, </w:t>
      </w:r>
      <w:r>
        <w:t xml:space="preserve">elle </w:t>
      </w:r>
      <w:proofErr w:type="spellStart"/>
      <w:r>
        <w:t>monteroit</w:t>
      </w:r>
      <w:proofErr w:type="spellEnd"/>
      <w:r w:rsidR="00792613">
        <w:t xml:space="preserve">, </w:t>
      </w:r>
      <w:r>
        <w:t>s</w:t>
      </w:r>
      <w:r w:rsidR="00792613">
        <w:t>’</w:t>
      </w:r>
      <w:proofErr w:type="spellStart"/>
      <w:r>
        <w:t>agiteroit</w:t>
      </w:r>
      <w:proofErr w:type="spellEnd"/>
      <w:r w:rsidR="00792613">
        <w:t xml:space="preserve">, </w:t>
      </w:r>
      <w:r>
        <w:t xml:space="preserve">et </w:t>
      </w:r>
      <w:proofErr w:type="spellStart"/>
      <w:r>
        <w:t>sortiroit</w:t>
      </w:r>
      <w:proofErr w:type="spellEnd"/>
      <w:r>
        <w:t xml:space="preserve"> de cette assiette tranquille qui </w:t>
      </w:r>
      <w:r>
        <w:rPr>
          <w:iCs/>
        </w:rPr>
        <w:t>fait son</w:t>
      </w:r>
      <w:r>
        <w:rPr>
          <w:i/>
          <w:iCs/>
        </w:rPr>
        <w:t xml:space="preserve"> </w:t>
      </w:r>
      <w:r>
        <w:t>sang-froid</w:t>
      </w:r>
      <w:r w:rsidR="00792613">
        <w:t xml:space="preserve">. </w:t>
      </w:r>
      <w:r>
        <w:t>Il n</w:t>
      </w:r>
      <w:r w:rsidR="00792613">
        <w:t>’</w:t>
      </w:r>
      <w:r>
        <w:t xml:space="preserve">y </w:t>
      </w:r>
      <w:proofErr w:type="spellStart"/>
      <w:r>
        <w:t>auroit</w:t>
      </w:r>
      <w:proofErr w:type="spellEnd"/>
      <w:r>
        <w:t xml:space="preserve"> plus de philosophes</w:t>
      </w:r>
      <w:r w:rsidR="00792613">
        <w:t xml:space="preserve"> : </w:t>
      </w:r>
      <w:r>
        <w:t xml:space="preserve">tous les hommes </w:t>
      </w:r>
      <w:proofErr w:type="spellStart"/>
      <w:r>
        <w:t>seroient</w:t>
      </w:r>
      <w:proofErr w:type="spellEnd"/>
      <w:r>
        <w:t xml:space="preserve"> enthousiastes</w:t>
      </w:r>
      <w:r w:rsidR="00792613">
        <w:t xml:space="preserve">, </w:t>
      </w:r>
      <w:proofErr w:type="spellStart"/>
      <w:r>
        <w:t>espece</w:t>
      </w:r>
      <w:proofErr w:type="spellEnd"/>
      <w:r>
        <w:t xml:space="preserve"> d</w:t>
      </w:r>
      <w:r w:rsidR="00792613">
        <w:t>’</w:t>
      </w:r>
      <w:r>
        <w:t xml:space="preserve">épileptiques faciles à </w:t>
      </w:r>
      <w:proofErr w:type="spellStart"/>
      <w:r>
        <w:t>connoître</w:t>
      </w:r>
      <w:proofErr w:type="spellEnd"/>
      <w:r>
        <w:t xml:space="preserve"> à l</w:t>
      </w:r>
      <w:r w:rsidR="00792613">
        <w:t>’</w:t>
      </w:r>
      <w:r>
        <w:t>écume qui leur vient à la bouche</w:t>
      </w:r>
      <w:r w:rsidR="00792613">
        <w:t xml:space="preserve">, </w:t>
      </w:r>
      <w:r>
        <w:t>à la moindre opinion hardie</w:t>
      </w:r>
      <w:r w:rsidR="00792613">
        <w:t xml:space="preserve"> ; </w:t>
      </w:r>
      <w:r>
        <w:t>toujours sûre de leur déplaire</w:t>
      </w:r>
      <w:r w:rsidR="00792613">
        <w:t xml:space="preserve">, </w:t>
      </w:r>
      <w:r>
        <w:t>dès qu</w:t>
      </w:r>
      <w:r w:rsidR="00792613">
        <w:t>’</w:t>
      </w:r>
      <w:r>
        <w:t>elle les contredit &amp; blesse leur amour-propre</w:t>
      </w:r>
      <w:r w:rsidR="00792613">
        <w:t>.</w:t>
      </w:r>
    </w:p>
    <w:p w14:paraId="377AAD80" w14:textId="77777777" w:rsidR="00792613" w:rsidRDefault="00F449A5" w:rsidP="00792613">
      <w:r>
        <w:t>Comme l</w:t>
      </w:r>
      <w:r w:rsidR="00792613">
        <w:t>’</w:t>
      </w:r>
      <w:r>
        <w:t>œil ne se voit point dans un miroir trop proche de lui</w:t>
      </w:r>
      <w:r w:rsidR="00792613">
        <w:t xml:space="preserve">, </w:t>
      </w:r>
      <w:r>
        <w:t>l</w:t>
      </w:r>
      <w:r w:rsidR="00792613">
        <w:t>’</w:t>
      </w:r>
      <w:proofErr w:type="spellStart"/>
      <w:r>
        <w:t>ame</w:t>
      </w:r>
      <w:proofErr w:type="spellEnd"/>
      <w:r>
        <w:t xml:space="preserve"> ne </w:t>
      </w:r>
      <w:proofErr w:type="spellStart"/>
      <w:r>
        <w:t>pourroit</w:t>
      </w:r>
      <w:proofErr w:type="spellEnd"/>
      <w:r>
        <w:t xml:space="preserve"> voir des images qui se </w:t>
      </w:r>
      <w:proofErr w:type="spellStart"/>
      <w:r>
        <w:t>toucheroient</w:t>
      </w:r>
      <w:proofErr w:type="spellEnd"/>
      <w:r w:rsidR="00792613">
        <w:t xml:space="preserve">. </w:t>
      </w:r>
      <w:r>
        <w:t>C</w:t>
      </w:r>
      <w:r w:rsidR="00792613">
        <w:t>’</w:t>
      </w:r>
      <w:r>
        <w:t>est pourquoi le prudent médecin de Breslau a jugé à propos de reculer le foyer de la vision</w:t>
      </w:r>
      <w:r w:rsidR="00792613">
        <w:t xml:space="preserve">. </w:t>
      </w:r>
      <w:r>
        <w:t>C</w:t>
      </w:r>
      <w:r w:rsidR="00792613">
        <w:t>’</w:t>
      </w:r>
      <w:r>
        <w:t>est bien fait</w:t>
      </w:r>
      <w:r w:rsidR="00792613">
        <w:t xml:space="preserve">, </w:t>
      </w:r>
      <w:r>
        <w:t>grand docteur</w:t>
      </w:r>
      <w:r w:rsidR="00792613">
        <w:t xml:space="preserve"> ! </w:t>
      </w:r>
      <w:r>
        <w:t>L</w:t>
      </w:r>
      <w:r w:rsidR="00792613">
        <w:t>’</w:t>
      </w:r>
      <w:proofErr w:type="spellStart"/>
      <w:r>
        <w:t>ame</w:t>
      </w:r>
      <w:proofErr w:type="spellEnd"/>
      <w:r>
        <w:t xml:space="preserve"> est si distincte du corps</w:t>
      </w:r>
      <w:r w:rsidR="00792613">
        <w:t xml:space="preserve">, </w:t>
      </w:r>
      <w:r>
        <w:t>qu</w:t>
      </w:r>
      <w:r w:rsidR="00792613">
        <w:t>’</w:t>
      </w:r>
      <w:r>
        <w:t>on peut bien l</w:t>
      </w:r>
      <w:r w:rsidR="00792613">
        <w:t>’</w:t>
      </w:r>
      <w:r>
        <w:t xml:space="preserve">isoler &amp; la détacher des </w:t>
      </w:r>
      <w:proofErr w:type="spellStart"/>
      <w:r>
        <w:t>pieces</w:t>
      </w:r>
      <w:proofErr w:type="spellEnd"/>
      <w:r>
        <w:t xml:space="preserve"> nécessaires à l</w:t>
      </w:r>
      <w:r w:rsidR="00792613">
        <w:t>’</w:t>
      </w:r>
      <w:r>
        <w:t>ouvrage de sa mission</w:t>
      </w:r>
      <w:r w:rsidR="00792613">
        <w:t xml:space="preserve"> ; </w:t>
      </w:r>
      <w:r>
        <w:t>outre qu</w:t>
      </w:r>
      <w:r w:rsidR="00792613">
        <w:t>’</w:t>
      </w:r>
      <w:r>
        <w:t>il est dangereux qu</w:t>
      </w:r>
      <w:r w:rsidR="00792613">
        <w:t>’</w:t>
      </w:r>
      <w:r>
        <w:t>un corps puisse immédiatement l</w:t>
      </w:r>
      <w:r w:rsidR="00792613">
        <w:t>’</w:t>
      </w:r>
      <w:r>
        <w:t>affecter</w:t>
      </w:r>
      <w:r w:rsidR="00792613">
        <w:t xml:space="preserve">, </w:t>
      </w:r>
      <w:r>
        <w:t>de crainte qu</w:t>
      </w:r>
      <w:r w:rsidR="00792613">
        <w:t>’</w:t>
      </w:r>
      <w:r>
        <w:t xml:space="preserve">elle ne fît partie réelle du </w:t>
      </w:r>
      <w:proofErr w:type="spellStart"/>
      <w:r>
        <w:t>viscere</w:t>
      </w:r>
      <w:proofErr w:type="spellEnd"/>
      <w:r>
        <w:t xml:space="preserve"> dont elle n</w:t>
      </w:r>
      <w:r w:rsidR="00792613">
        <w:t>’</w:t>
      </w:r>
      <w:r>
        <w:t>est que partie idéale ou métaphysique</w:t>
      </w:r>
      <w:r w:rsidR="00792613">
        <w:t>.</w:t>
      </w:r>
    </w:p>
    <w:p w14:paraId="785ED7D2" w14:textId="77777777" w:rsidR="00792613" w:rsidRDefault="00F449A5" w:rsidP="00792613">
      <w:r>
        <w:t>Cela posé</w:t>
      </w:r>
      <w:r w:rsidR="00792613">
        <w:t xml:space="preserve">, </w:t>
      </w:r>
      <w:r>
        <w:t>l</w:t>
      </w:r>
      <w:r w:rsidR="00792613">
        <w:t>’</w:t>
      </w:r>
      <w:proofErr w:type="spellStart"/>
      <w:r>
        <w:t>ame</w:t>
      </w:r>
      <w:proofErr w:type="spellEnd"/>
      <w:r w:rsidR="00792613">
        <w:t xml:space="preserve">, </w:t>
      </w:r>
      <w:r>
        <w:t>semblable à un chasseur l</w:t>
      </w:r>
      <w:r w:rsidR="00792613">
        <w:t>’</w:t>
      </w:r>
      <w:r>
        <w:t>affût</w:t>
      </w:r>
      <w:r w:rsidR="00792613">
        <w:t xml:space="preserve">, </w:t>
      </w:r>
      <w:r>
        <w:t>du haut de son observatoire</w:t>
      </w:r>
      <w:r w:rsidR="00792613">
        <w:t xml:space="preserve">, </w:t>
      </w:r>
      <w:r>
        <w:t>n</w:t>
      </w:r>
      <w:r w:rsidR="00792613">
        <w:t>’</w:t>
      </w:r>
      <w:r>
        <w:t>attend que le débrouillement des humeurs de l</w:t>
      </w:r>
      <w:r w:rsidR="00792613">
        <w:t>’</w:t>
      </w:r>
      <w:r>
        <w:t>œil</w:t>
      </w:r>
      <w:r w:rsidR="00792613">
        <w:t xml:space="preserve">, </w:t>
      </w:r>
      <w:r>
        <w:t xml:space="preserve">pour </w:t>
      </w:r>
      <w:proofErr w:type="spellStart"/>
      <w:r>
        <w:t>appercevoir</w:t>
      </w:r>
      <w:proofErr w:type="spellEnd"/>
      <w:r>
        <w:t xml:space="preserve"> &amp; saisir tout ce qui passe devant sa fenêtre</w:t>
      </w:r>
      <w:r w:rsidR="00792613">
        <w:t xml:space="preserve">. </w:t>
      </w:r>
      <w:r>
        <w:t>Elle a une lunette toute prête &amp; dressée exprès</w:t>
      </w:r>
      <w:r w:rsidR="00792613">
        <w:t xml:space="preserve">, </w:t>
      </w:r>
      <w:r>
        <w:t>c</w:t>
      </w:r>
      <w:r w:rsidR="00792613">
        <w:t>’</w:t>
      </w:r>
      <w:r>
        <w:t>est le nerf optique</w:t>
      </w:r>
      <w:r w:rsidR="00792613">
        <w:t xml:space="preserve">. </w:t>
      </w:r>
      <w:r>
        <w:t>La fenêtre</w:t>
      </w:r>
      <w:r w:rsidR="00792613">
        <w:t xml:space="preserve">, </w:t>
      </w:r>
      <w:r>
        <w:t xml:space="preserve">ou plutôt la </w:t>
      </w:r>
      <w:proofErr w:type="spellStart"/>
      <w:r>
        <w:t>guérire</w:t>
      </w:r>
      <w:proofErr w:type="spellEnd"/>
      <w:r w:rsidR="00792613">
        <w:t xml:space="preserve">, </w:t>
      </w:r>
      <w:r>
        <w:lastRenderedPageBreak/>
        <w:t>est à peine ouverte</w:t>
      </w:r>
      <w:r w:rsidR="00792613">
        <w:t xml:space="preserve">, </w:t>
      </w:r>
      <w:r>
        <w:t xml:space="preserve">que la longue vue a déjà </w:t>
      </w:r>
      <w:r>
        <w:rPr>
          <w:iCs/>
        </w:rPr>
        <w:t>servi</w:t>
      </w:r>
      <w:r w:rsidR="00792613">
        <w:rPr>
          <w:iCs/>
        </w:rPr>
        <w:t xml:space="preserve"> ; </w:t>
      </w:r>
      <w:r>
        <w:t>&amp; pourvu seulement que l</w:t>
      </w:r>
      <w:r w:rsidR="00792613">
        <w:t>’</w:t>
      </w:r>
      <w:r>
        <w:t>instrument soit bien conditionné</w:t>
      </w:r>
      <w:r w:rsidR="00792613">
        <w:t xml:space="preserve">, </w:t>
      </w:r>
      <w:r>
        <w:t>que le verre ne soit ni humide</w:t>
      </w:r>
      <w:r w:rsidR="00792613">
        <w:t xml:space="preserve">, </w:t>
      </w:r>
      <w:r>
        <w:t>ni opaque</w:t>
      </w:r>
      <w:r w:rsidR="00792613">
        <w:t xml:space="preserve">, </w:t>
      </w:r>
      <w:r>
        <w:t>l</w:t>
      </w:r>
      <w:r w:rsidR="00792613">
        <w:t>’</w:t>
      </w:r>
      <w:proofErr w:type="spellStart"/>
      <w:r>
        <w:t>ame</w:t>
      </w:r>
      <w:proofErr w:type="spellEnd"/>
      <w:r>
        <w:t xml:space="preserve"> pourra clairement voir tous les objets qui s</w:t>
      </w:r>
      <w:r w:rsidR="00792613">
        <w:t>’</w:t>
      </w:r>
      <w:r>
        <w:t>offriront à ses regards</w:t>
      </w:r>
      <w:r w:rsidR="00792613">
        <w:t xml:space="preserve">, </w:t>
      </w:r>
      <w:r>
        <w:t>sans que cet énorme paquet de moëlle</w:t>
      </w:r>
      <w:r w:rsidR="00792613">
        <w:t xml:space="preserve">, </w:t>
      </w:r>
      <w:r>
        <w:t xml:space="preserve">où sont ensevelies nos </w:t>
      </w:r>
      <w:proofErr w:type="spellStart"/>
      <w:r>
        <w:t>ames</w:t>
      </w:r>
      <w:proofErr w:type="spellEnd"/>
      <w:r>
        <w:t xml:space="preserve"> toutes vivantes</w:t>
      </w:r>
      <w:r w:rsidR="00792613">
        <w:t xml:space="preserve">, </w:t>
      </w:r>
      <w:r>
        <w:t>puisse l</w:t>
      </w:r>
      <w:r w:rsidR="00792613">
        <w:t>’</w:t>
      </w:r>
      <w:r>
        <w:t>en empêcher</w:t>
      </w:r>
      <w:r w:rsidR="00792613">
        <w:t>.</w:t>
      </w:r>
    </w:p>
    <w:p w14:paraId="698A88B3" w14:textId="77777777" w:rsidR="00792613" w:rsidRDefault="00F449A5" w:rsidP="00792613">
      <w:r>
        <w:t xml:space="preserve">Si les figures </w:t>
      </w:r>
      <w:proofErr w:type="spellStart"/>
      <w:r>
        <w:t>pouvoient</w:t>
      </w:r>
      <w:proofErr w:type="spellEnd"/>
      <w:r>
        <w:t xml:space="preserve"> passer au cerveau par les yeux</w:t>
      </w:r>
      <w:r w:rsidR="00792613">
        <w:t xml:space="preserve">, </w:t>
      </w:r>
      <w:r>
        <w:t xml:space="preserve">elles y </w:t>
      </w:r>
      <w:proofErr w:type="spellStart"/>
      <w:r>
        <w:t>passeroient</w:t>
      </w:r>
      <w:proofErr w:type="spellEnd"/>
      <w:r>
        <w:t xml:space="preserve"> aussi par la porte du goût</w:t>
      </w:r>
      <w:r w:rsidR="00792613">
        <w:t xml:space="preserve">. </w:t>
      </w:r>
      <w:r>
        <w:t>Il y a si peu de différence</w:t>
      </w:r>
      <w:r w:rsidR="00792613">
        <w:t xml:space="preserve">, </w:t>
      </w:r>
      <w:r>
        <w:t xml:space="preserve">ou plutôt une si parfaite ressemblance entre les corps </w:t>
      </w:r>
      <w:r>
        <w:rPr>
          <w:i/>
          <w:iCs/>
        </w:rPr>
        <w:t>sapides</w:t>
      </w:r>
      <w:r w:rsidR="00792613">
        <w:rPr>
          <w:i/>
          <w:iCs/>
        </w:rPr>
        <w:t xml:space="preserve">, </w:t>
      </w:r>
      <w:r>
        <w:rPr>
          <w:i/>
          <w:iCs/>
        </w:rPr>
        <w:t xml:space="preserve">&amp; </w:t>
      </w:r>
      <w:r>
        <w:t>visibles</w:t>
      </w:r>
      <w:r w:rsidR="00792613">
        <w:t xml:space="preserve">, </w:t>
      </w:r>
      <w:r>
        <w:t xml:space="preserve">que nous ne serions point obligés de recourir à la </w:t>
      </w:r>
      <w:proofErr w:type="spellStart"/>
      <w:r>
        <w:t>chymie</w:t>
      </w:r>
      <w:proofErr w:type="spellEnd"/>
      <w:r w:rsidR="00792613">
        <w:t xml:space="preserve">, </w:t>
      </w:r>
      <w:r>
        <w:t xml:space="preserve">pour </w:t>
      </w:r>
      <w:proofErr w:type="spellStart"/>
      <w:r>
        <w:t>connoître</w:t>
      </w:r>
      <w:proofErr w:type="spellEnd"/>
      <w:r>
        <w:t xml:space="preserve"> la forme des molécules</w:t>
      </w:r>
      <w:r w:rsidR="00792613">
        <w:t xml:space="preserve">, </w:t>
      </w:r>
      <w:r>
        <w:t>qui agissent sur les papilles nerveuses de la langue &amp; du palais</w:t>
      </w:r>
      <w:r w:rsidR="00792613">
        <w:t xml:space="preserve">. </w:t>
      </w:r>
      <w:r>
        <w:t xml:space="preserve">Une réflexion aussi sensée </w:t>
      </w:r>
      <w:proofErr w:type="spellStart"/>
      <w:r>
        <w:t>enleve</w:t>
      </w:r>
      <w:proofErr w:type="spellEnd"/>
      <w:r>
        <w:t xml:space="preserve"> les suffrages</w:t>
      </w:r>
      <w:r w:rsidR="00792613">
        <w:t xml:space="preserve">, </w:t>
      </w:r>
      <w:r>
        <w:t>&amp; m</w:t>
      </w:r>
      <w:r w:rsidR="00792613">
        <w:t>’</w:t>
      </w:r>
      <w:r>
        <w:t>a paru sans réplique</w:t>
      </w:r>
      <w:r w:rsidR="00792613">
        <w:t xml:space="preserve">. </w:t>
      </w:r>
      <w:r>
        <w:t>Courage</w:t>
      </w:r>
      <w:r w:rsidR="00792613">
        <w:t xml:space="preserve">, </w:t>
      </w:r>
      <w:r>
        <w:t>courage</w:t>
      </w:r>
      <w:r w:rsidR="00792613">
        <w:t xml:space="preserve">, </w:t>
      </w:r>
      <w:r>
        <w:t>docteur</w:t>
      </w:r>
      <w:r w:rsidR="00792613">
        <w:t xml:space="preserve"> ; </w:t>
      </w:r>
      <w:r>
        <w:t xml:space="preserve">vous ouvrez-là une brillante </w:t>
      </w:r>
      <w:proofErr w:type="spellStart"/>
      <w:r>
        <w:t>carriere</w:t>
      </w:r>
      <w:proofErr w:type="spellEnd"/>
      <w:r w:rsidR="00792613">
        <w:t>.</w:t>
      </w:r>
    </w:p>
    <w:p w14:paraId="02AB2D26" w14:textId="77777777" w:rsidR="00792613" w:rsidRDefault="00F449A5" w:rsidP="00792613">
      <w:pPr>
        <w:rPr>
          <w:i/>
        </w:rPr>
      </w:pPr>
      <w:r>
        <w:t>Portraits de la nature</w:t>
      </w:r>
      <w:r w:rsidR="00792613">
        <w:t xml:space="preserve">, </w:t>
      </w:r>
      <w:r>
        <w:t>recevez donc les même ordres que les flots de la mer</w:t>
      </w:r>
      <w:r w:rsidR="00792613">
        <w:t xml:space="preserve"> : </w:t>
      </w:r>
      <w:r>
        <w:t>vos limites sont marquées</w:t>
      </w:r>
      <w:r w:rsidR="00792613">
        <w:t xml:space="preserve"> ; </w:t>
      </w:r>
      <w:r>
        <w:t>vous pénétrerez jusqu</w:t>
      </w:r>
      <w:r w:rsidR="00792613">
        <w:t>’</w:t>
      </w:r>
      <w:r>
        <w:t>à la rétine</w:t>
      </w:r>
      <w:r w:rsidR="00792613">
        <w:t xml:space="preserve"> ; </w:t>
      </w:r>
      <w:r>
        <w:t>mais vous y resterez</w:t>
      </w:r>
      <w:r w:rsidR="00792613">
        <w:t xml:space="preserve">, </w:t>
      </w:r>
      <w:r>
        <w:t>y voltigeant sans cesse tour-à-tour</w:t>
      </w:r>
      <w:r w:rsidR="00792613">
        <w:t xml:space="preserve">, </w:t>
      </w:r>
      <w:r>
        <w:t>sans jamais aller plus loin</w:t>
      </w:r>
      <w:r w:rsidR="00792613">
        <w:t xml:space="preserve"> ! </w:t>
      </w:r>
      <w:r>
        <w:t xml:space="preserve">Un Hercule moderne a </w:t>
      </w:r>
      <w:proofErr w:type="spellStart"/>
      <w:r>
        <w:t>fierement</w:t>
      </w:r>
      <w:proofErr w:type="spellEnd"/>
      <w:r>
        <w:t xml:space="preserve"> planté au fond de l</w:t>
      </w:r>
      <w:r w:rsidR="00792613">
        <w:t>’</w:t>
      </w:r>
      <w:r>
        <w:t xml:space="preserve">œil les colonnes inébranlables de son </w:t>
      </w:r>
      <w:proofErr w:type="spellStart"/>
      <w:r>
        <w:t>systême</w:t>
      </w:r>
      <w:proofErr w:type="spellEnd"/>
      <w:r w:rsidR="00792613">
        <w:t xml:space="preserve">, </w:t>
      </w:r>
      <w:r>
        <w:t xml:space="preserve">&amp; ces colonnes sont votre </w:t>
      </w:r>
      <w:r>
        <w:rPr>
          <w:i/>
        </w:rPr>
        <w:t>non plus ultra</w:t>
      </w:r>
      <w:r w:rsidR="00792613">
        <w:rPr>
          <w:i/>
        </w:rPr>
        <w:t>.</w:t>
      </w:r>
    </w:p>
    <w:p w14:paraId="7BEFB06A" w14:textId="77777777" w:rsidR="00792613" w:rsidRDefault="00F449A5" w:rsidP="00792613">
      <w:pPr>
        <w:rPr>
          <w:i/>
        </w:rPr>
      </w:pPr>
      <w:r>
        <w:t>Mais le moyen de ne pas admirer Tralles</w:t>
      </w:r>
      <w:r w:rsidR="00792613">
        <w:t xml:space="preserve">, </w:t>
      </w:r>
      <w:r>
        <w:t>surtout lorsqu</w:t>
      </w:r>
      <w:r w:rsidR="00792613">
        <w:t>’</w:t>
      </w:r>
      <w:r>
        <w:t>enchanté à juste titre des surprenantes merveilles dont le globe de l</w:t>
      </w:r>
      <w:r w:rsidR="00792613">
        <w:t>’</w:t>
      </w:r>
      <w:r>
        <w:t>œil contient un monde</w:t>
      </w:r>
      <w:r w:rsidR="00792613">
        <w:t xml:space="preserve">, </w:t>
      </w:r>
      <w:r>
        <w:t>il ne peut se refuser à son aspect à une sorte d</w:t>
      </w:r>
      <w:r w:rsidR="00792613">
        <w:t>’</w:t>
      </w:r>
      <w:r>
        <w:t>enthousiasme</w:t>
      </w:r>
      <w:r w:rsidR="00792613">
        <w:t xml:space="preserve"> ! </w:t>
      </w:r>
      <w:r>
        <w:t>Disons avec lui</w:t>
      </w:r>
      <w:r w:rsidR="00792613">
        <w:t> : « </w:t>
      </w:r>
      <w:r>
        <w:t>oui</w:t>
      </w:r>
      <w:r w:rsidR="00792613">
        <w:t xml:space="preserve">, </w:t>
      </w:r>
      <w:r>
        <w:t>sans doute</w:t>
      </w:r>
      <w:r w:rsidR="00792613">
        <w:t xml:space="preserve">, </w:t>
      </w:r>
      <w:r>
        <w:t>ce bel organe contient quelque chose de plus de tout ce qu</w:t>
      </w:r>
      <w:r w:rsidR="00792613">
        <w:t>’</w:t>
      </w:r>
      <w:r>
        <w:t xml:space="preserve">on nomme corps &amp; </w:t>
      </w:r>
      <w:proofErr w:type="spellStart"/>
      <w:r>
        <w:t>matiere</w:t>
      </w:r>
      <w:proofErr w:type="spellEnd"/>
      <w:r w:rsidR="00792613">
        <w:t xml:space="preserve">, </w:t>
      </w:r>
      <w:r>
        <w:t>quelque chose de surnaturel &amp; de divin</w:t>
      </w:r>
      <w:r w:rsidR="00792613">
        <w:t xml:space="preserve"> ». </w:t>
      </w:r>
      <w:r>
        <w:t>On n</w:t>
      </w:r>
      <w:r w:rsidR="00792613">
        <w:t>’</w:t>
      </w:r>
      <w:r>
        <w:t xml:space="preserve">ose pas en faire le </w:t>
      </w:r>
      <w:proofErr w:type="spellStart"/>
      <w:r>
        <w:t>siege</w:t>
      </w:r>
      <w:proofErr w:type="spellEnd"/>
      <w:r>
        <w:t xml:space="preserve"> de l</w:t>
      </w:r>
      <w:r w:rsidR="00792613">
        <w:t>’</w:t>
      </w:r>
      <w:proofErr w:type="spellStart"/>
      <w:r>
        <w:t>ame</w:t>
      </w:r>
      <w:proofErr w:type="spellEnd"/>
      <w:r w:rsidR="00792613">
        <w:t xml:space="preserve">, </w:t>
      </w:r>
      <w:r>
        <w:t xml:space="preserve">cela </w:t>
      </w:r>
      <w:proofErr w:type="spellStart"/>
      <w:r>
        <w:t>seroit</w:t>
      </w:r>
      <w:proofErr w:type="spellEnd"/>
      <w:r>
        <w:t xml:space="preserve"> trop nouveau</w:t>
      </w:r>
      <w:r w:rsidR="00792613">
        <w:t xml:space="preserve"> ; </w:t>
      </w:r>
      <w:r>
        <w:t>mais peut-être n</w:t>
      </w:r>
      <w:r w:rsidR="00792613">
        <w:t>’</w:t>
      </w:r>
      <w:r>
        <w:t xml:space="preserve">aura-t-elle pas dédaigné de mettre la </w:t>
      </w:r>
      <w:proofErr w:type="spellStart"/>
      <w:r>
        <w:t>derniere</w:t>
      </w:r>
      <w:proofErr w:type="spellEnd"/>
      <w:r>
        <w:t xml:space="preserve"> main à ce merveilleux </w:t>
      </w:r>
      <w:r>
        <w:lastRenderedPageBreak/>
        <w:t>ouvrage</w:t>
      </w:r>
      <w:r w:rsidR="00792613">
        <w:t xml:space="preserve">. </w:t>
      </w:r>
      <w:r>
        <w:t>Il se peut du moins que</w:t>
      </w:r>
      <w:r w:rsidR="00792613">
        <w:t xml:space="preserve">, </w:t>
      </w:r>
      <w:r>
        <w:t xml:space="preserve">comme une salamandre qui se </w:t>
      </w:r>
      <w:proofErr w:type="spellStart"/>
      <w:r>
        <w:t>métamorphoseroit</w:t>
      </w:r>
      <w:proofErr w:type="spellEnd"/>
      <w:r>
        <w:t xml:space="preserve"> en sylphe</w:t>
      </w:r>
      <w:r w:rsidR="00792613">
        <w:t xml:space="preserve">, </w:t>
      </w:r>
      <w:r>
        <w:t>elle ait volontiers quitté le feu du cerveau</w:t>
      </w:r>
      <w:r w:rsidR="00792613">
        <w:t xml:space="preserve">, </w:t>
      </w:r>
      <w:r>
        <w:t>pour venir de temps en temps prendre le frais dans l</w:t>
      </w:r>
      <w:r w:rsidR="00792613">
        <w:t>’</w:t>
      </w:r>
      <w:r>
        <w:t>air de l</w:t>
      </w:r>
      <w:r w:rsidR="00792613">
        <w:t>’</w:t>
      </w:r>
      <w:r>
        <w:t>œil</w:t>
      </w:r>
      <w:r w:rsidR="00792613">
        <w:t xml:space="preserve">, </w:t>
      </w:r>
      <w:proofErr w:type="spellStart"/>
      <w:r>
        <w:t>où</w:t>
      </w:r>
      <w:proofErr w:type="spellEnd"/>
      <w:r>
        <w:t xml:space="preserve"> si elle n</w:t>
      </w:r>
      <w:r w:rsidR="00792613">
        <w:t>’</w:t>
      </w:r>
      <w:r>
        <w:t>a pas tout purifié</w:t>
      </w:r>
      <w:r w:rsidR="00792613">
        <w:t xml:space="preserve">, </w:t>
      </w:r>
      <w:r>
        <w:t>comme un autre Socrate</w:t>
      </w:r>
      <w:r w:rsidR="00792613">
        <w:t xml:space="preserve">, </w:t>
      </w:r>
      <w:r>
        <w:t>elle a du moins en sortant laissé des traces éternelles de la divinité dont elle fait portion</w:t>
      </w:r>
      <w:r w:rsidR="00792613">
        <w:t xml:space="preserve">. </w:t>
      </w:r>
      <w:r>
        <w:rPr>
          <w:bCs/>
          <w:i/>
        </w:rPr>
        <w:t xml:space="preserve">Et </w:t>
      </w:r>
      <w:proofErr w:type="spellStart"/>
      <w:r>
        <w:rPr>
          <w:bCs/>
          <w:i/>
        </w:rPr>
        <w:t>vera</w:t>
      </w:r>
      <w:proofErr w:type="spellEnd"/>
      <w:r>
        <w:rPr>
          <w:bCs/>
          <w:i/>
        </w:rPr>
        <w:t xml:space="preserve"> </w:t>
      </w:r>
      <w:proofErr w:type="spellStart"/>
      <w:r>
        <w:rPr>
          <w:i/>
        </w:rPr>
        <w:t>incessu</w:t>
      </w:r>
      <w:proofErr w:type="spellEnd"/>
      <w:r>
        <w:rPr>
          <w:i/>
        </w:rPr>
        <w:t xml:space="preserve"> </w:t>
      </w:r>
      <w:proofErr w:type="spellStart"/>
      <w:r>
        <w:rPr>
          <w:i/>
        </w:rPr>
        <w:t>patuit</w:t>
      </w:r>
      <w:proofErr w:type="spellEnd"/>
      <w:r>
        <w:rPr>
          <w:i/>
        </w:rPr>
        <w:t xml:space="preserve"> deo</w:t>
      </w:r>
      <w:r w:rsidR="00792613">
        <w:rPr>
          <w:i/>
        </w:rPr>
        <w:t>.</w:t>
      </w:r>
    </w:p>
    <w:p w14:paraId="354FD9C2" w14:textId="77777777" w:rsidR="00792613" w:rsidRDefault="00F449A5" w:rsidP="00792613">
      <w:r>
        <w:t>L</w:t>
      </w:r>
      <w:r w:rsidR="00792613">
        <w:t>’</w:t>
      </w:r>
      <w:r>
        <w:t>ouïe répond à la vision</w:t>
      </w:r>
      <w:r w:rsidR="00792613">
        <w:t xml:space="preserve">, </w:t>
      </w:r>
      <w:r>
        <w:t>&amp; se fait de même</w:t>
      </w:r>
      <w:r w:rsidR="00792613">
        <w:t xml:space="preserve">. </w:t>
      </w:r>
      <w:r>
        <w:t>Le nerf acoustique</w:t>
      </w:r>
      <w:r w:rsidR="00792613">
        <w:t xml:space="preserve">, </w:t>
      </w:r>
      <w:r>
        <w:t>ou auditif</w:t>
      </w:r>
      <w:r w:rsidR="00792613">
        <w:t xml:space="preserve">, </w:t>
      </w:r>
      <w:r>
        <w:t>ayant pénétré dans l</w:t>
      </w:r>
      <w:r w:rsidR="00792613">
        <w:t>’</w:t>
      </w:r>
      <w:r>
        <w:t>oreille</w:t>
      </w:r>
      <w:r w:rsidR="00792613">
        <w:t xml:space="preserve">, </w:t>
      </w:r>
      <w:r>
        <w:t>s</w:t>
      </w:r>
      <w:r w:rsidR="00792613">
        <w:t>’</w:t>
      </w:r>
      <w:r>
        <w:t>y dilate en une étoile ou membrane également fine</w:t>
      </w:r>
      <w:r w:rsidR="00792613">
        <w:t xml:space="preserve">, </w:t>
      </w:r>
      <w:r>
        <w:t xml:space="preserve">suivant en cela cette constante uniformité que la nature montre </w:t>
      </w:r>
      <w:proofErr w:type="spellStart"/>
      <w:r>
        <w:t>par-tout</w:t>
      </w:r>
      <w:proofErr w:type="spellEnd"/>
      <w:r w:rsidR="00792613">
        <w:t xml:space="preserve">. </w:t>
      </w:r>
      <w:r>
        <w:t>Cette toile qui revêt &amp; tapisse les canaux demi-circulaires</w:t>
      </w:r>
      <w:r w:rsidR="00792613">
        <w:t xml:space="preserve">, </w:t>
      </w:r>
      <w:r>
        <w:t xml:space="preserve">est le </w:t>
      </w:r>
      <w:proofErr w:type="spellStart"/>
      <w:r>
        <w:t>siege</w:t>
      </w:r>
      <w:proofErr w:type="spellEnd"/>
      <w:r>
        <w:t xml:space="preserve"> de l</w:t>
      </w:r>
      <w:r w:rsidR="00792613">
        <w:t>’</w:t>
      </w:r>
      <w:r>
        <w:t>ouïe</w:t>
      </w:r>
      <w:r w:rsidR="00792613">
        <w:t xml:space="preserve">, </w:t>
      </w:r>
      <w:r>
        <w:t>ainsi que la rétine est celui de la vue</w:t>
      </w:r>
      <w:r w:rsidR="00792613">
        <w:t xml:space="preserve">. </w:t>
      </w:r>
      <w:r>
        <w:t>Tel est le centre où vont aboutir tous les rayons sonores</w:t>
      </w:r>
      <w:r w:rsidR="00792613">
        <w:t xml:space="preserve">. </w:t>
      </w:r>
      <w:r>
        <w:t>L</w:t>
      </w:r>
      <w:r w:rsidR="00792613">
        <w:t>’</w:t>
      </w:r>
      <w:r>
        <w:t>air mis en mouvement par quelque cause que ce soit</w:t>
      </w:r>
      <w:r w:rsidR="00792613">
        <w:t xml:space="preserve">, </w:t>
      </w:r>
      <w:r>
        <w:t>communique un léger frémissement au tympan</w:t>
      </w:r>
      <w:r w:rsidR="00792613">
        <w:t xml:space="preserve"> ; </w:t>
      </w:r>
      <w:r>
        <w:t>celui-ci aux petits osselets de l</w:t>
      </w:r>
      <w:r w:rsidR="00792613">
        <w:t>’</w:t>
      </w:r>
      <w:r>
        <w:t>ouïe</w:t>
      </w:r>
      <w:r w:rsidR="00792613">
        <w:t xml:space="preserve">, </w:t>
      </w:r>
      <w:r>
        <w:t>qui mettent en branle l</w:t>
      </w:r>
      <w:r w:rsidR="00792613">
        <w:t>’</w:t>
      </w:r>
      <w:r>
        <w:t>air interne</w:t>
      </w:r>
      <w:r w:rsidR="00792613">
        <w:t xml:space="preserve">, </w:t>
      </w:r>
      <w:r>
        <w:t>lequel enfin frappe l</w:t>
      </w:r>
      <w:r w:rsidR="00792613">
        <w:t>’</w:t>
      </w:r>
      <w:r>
        <w:t>expansion infiniment molle &amp; délicate dont j</w:t>
      </w:r>
      <w:r w:rsidR="00792613">
        <w:t>’</w:t>
      </w:r>
      <w:r>
        <w:t>ai parlé</w:t>
      </w:r>
      <w:r w:rsidR="00792613">
        <w:t xml:space="preserve">. </w:t>
      </w:r>
      <w:r>
        <w:t xml:space="preserve">Cette tunique a à peine </w:t>
      </w:r>
      <w:proofErr w:type="spellStart"/>
      <w:r>
        <w:t>foiblement</w:t>
      </w:r>
      <w:proofErr w:type="spellEnd"/>
      <w:r>
        <w:t xml:space="preserve"> tremblé</w:t>
      </w:r>
      <w:r w:rsidR="00792613">
        <w:t xml:space="preserve">, </w:t>
      </w:r>
      <w:r>
        <w:t>que l</w:t>
      </w:r>
      <w:r w:rsidR="00792613">
        <w:t>’</w:t>
      </w:r>
      <w:proofErr w:type="spellStart"/>
      <w:r>
        <w:t>ame</w:t>
      </w:r>
      <w:proofErr w:type="spellEnd"/>
      <w:r>
        <w:t xml:space="preserve"> a déjà entendu</w:t>
      </w:r>
      <w:r w:rsidR="00792613">
        <w:t xml:space="preserve">. </w:t>
      </w:r>
      <w:r>
        <w:t>C</w:t>
      </w:r>
      <w:r w:rsidR="00792613">
        <w:t>’</w:t>
      </w:r>
      <w:r>
        <w:t>est elle qui voit</w:t>
      </w:r>
      <w:r w:rsidR="00792613">
        <w:t xml:space="preserve">, </w:t>
      </w:r>
      <w:r>
        <w:t>qui entend dans l</w:t>
      </w:r>
      <w:r w:rsidR="00792613">
        <w:t>’</w:t>
      </w:r>
      <w:r>
        <w:t xml:space="preserve">oiseau comme dans le </w:t>
      </w:r>
      <w:proofErr w:type="spellStart"/>
      <w:r>
        <w:t>géometre</w:t>
      </w:r>
      <w:proofErr w:type="spellEnd"/>
      <w:r>
        <w:t xml:space="preserve"> &amp; le métaphysicien</w:t>
      </w:r>
      <w:r w:rsidR="00792613">
        <w:t xml:space="preserve">. </w:t>
      </w:r>
      <w:r>
        <w:t>Il n</w:t>
      </w:r>
      <w:r w:rsidR="00792613">
        <w:t>’</w:t>
      </w:r>
      <w:r>
        <w:t>y a que les poissons</w:t>
      </w:r>
      <w:r w:rsidR="00792613">
        <w:t xml:space="preserve">, </w:t>
      </w:r>
      <w:r>
        <w:t>qui ne soient pas soumis au même mécanisme</w:t>
      </w:r>
      <w:r w:rsidR="00792613">
        <w:t xml:space="preserve"> : </w:t>
      </w:r>
      <w:r>
        <w:t>ils entendent fort bien sans secours d</w:t>
      </w:r>
      <w:r w:rsidR="00792613">
        <w:t>’</w:t>
      </w:r>
      <w:r>
        <w:t>un organe pareil à celui des autres animaux</w:t>
      </w:r>
      <w:r w:rsidR="00792613">
        <w:t xml:space="preserve">. </w:t>
      </w:r>
      <w:r>
        <w:t>L</w:t>
      </w:r>
      <w:r w:rsidR="00792613">
        <w:t>’</w:t>
      </w:r>
      <w:r>
        <w:t>eau ébranlée par le son</w:t>
      </w:r>
      <w:r w:rsidR="00792613">
        <w:t xml:space="preserve">, </w:t>
      </w:r>
      <w:r>
        <w:t>porte par la communication du mouvement qui se propage d</w:t>
      </w:r>
      <w:r w:rsidR="00792613">
        <w:t>’</w:t>
      </w:r>
      <w:r>
        <w:t>ondes en ondes</w:t>
      </w:r>
      <w:r w:rsidR="00792613">
        <w:t xml:space="preserve">, </w:t>
      </w:r>
      <w:r>
        <w:t>porte</w:t>
      </w:r>
      <w:r w:rsidR="00792613">
        <w:t xml:space="preserve">, </w:t>
      </w:r>
      <w:r>
        <w:t>dis-je</w:t>
      </w:r>
      <w:r w:rsidR="00792613">
        <w:t xml:space="preserve">, </w:t>
      </w:r>
      <w:r>
        <w:t xml:space="preserve">la même sensation à leur </w:t>
      </w:r>
      <w:r>
        <w:rPr>
          <w:i/>
          <w:iCs/>
        </w:rPr>
        <w:t>sensorium commune</w:t>
      </w:r>
      <w:r w:rsidR="00792613">
        <w:rPr>
          <w:i/>
          <w:iCs/>
        </w:rPr>
        <w:t xml:space="preserve">, </w:t>
      </w:r>
      <w:r>
        <w:t>peut-être par le seul toucher</w:t>
      </w:r>
      <w:r w:rsidR="00792613">
        <w:t xml:space="preserve">. </w:t>
      </w:r>
      <w:r>
        <w:t>Comme les sourds ont leurs oreilles en quelque sorte dans leurs yeux</w:t>
      </w:r>
      <w:r w:rsidR="00792613">
        <w:t xml:space="preserve">, </w:t>
      </w:r>
      <w:r>
        <w:t>qui en semblent meilleurs</w:t>
      </w:r>
      <w:r w:rsidR="00792613">
        <w:t xml:space="preserve">, </w:t>
      </w:r>
      <w:r>
        <w:t>&amp; les aveugles</w:t>
      </w:r>
      <w:r w:rsidR="00792613">
        <w:t xml:space="preserve">, </w:t>
      </w:r>
      <w:r>
        <w:t>leurs yeux dans leur tact</w:t>
      </w:r>
      <w:r w:rsidR="00792613">
        <w:t xml:space="preserve">, </w:t>
      </w:r>
      <w:r>
        <w:t>qui n</w:t>
      </w:r>
      <w:r w:rsidR="00792613">
        <w:t>’</w:t>
      </w:r>
      <w:r>
        <w:t>est cependant pas toujours aussi exquis chez les uns</w:t>
      </w:r>
      <w:r w:rsidR="00792613">
        <w:t xml:space="preserve">, </w:t>
      </w:r>
      <w:r>
        <w:t>que chez les autres</w:t>
      </w:r>
      <w:r w:rsidR="00792613">
        <w:t> ; (</w:t>
      </w:r>
      <w:r>
        <w:t xml:space="preserve">car quelle différence que celui de </w:t>
      </w:r>
      <w:proofErr w:type="spellStart"/>
      <w:r>
        <w:t>Saunderson</w:t>
      </w:r>
      <w:proofErr w:type="spellEnd"/>
      <w:r w:rsidR="00792613">
        <w:t xml:space="preserve">, </w:t>
      </w:r>
      <w:r>
        <w:t>au toucher de nos quinze-vingts</w:t>
      </w:r>
      <w:r w:rsidR="00792613">
        <w:t xml:space="preserve"> !) </w:t>
      </w:r>
      <w:r>
        <w:t>la nature n</w:t>
      </w:r>
      <w:r w:rsidR="00792613">
        <w:t>’</w:t>
      </w:r>
      <w:r>
        <w:t xml:space="preserve">a pas voulu sans doute priver les poissons de ce même </w:t>
      </w:r>
      <w:r>
        <w:lastRenderedPageBreak/>
        <w:t>dédommagement de l</w:t>
      </w:r>
      <w:r w:rsidR="00792613">
        <w:t>’</w:t>
      </w:r>
      <w:r>
        <w:t>organe de l</w:t>
      </w:r>
      <w:r w:rsidR="00792613">
        <w:t>’</w:t>
      </w:r>
      <w:r>
        <w:t>ouïe</w:t>
      </w:r>
      <w:r w:rsidR="00792613">
        <w:t xml:space="preserve">, </w:t>
      </w:r>
      <w:r>
        <w:t>quoique ce qui le remplace</w:t>
      </w:r>
      <w:r w:rsidR="00792613">
        <w:t xml:space="preserve">, </w:t>
      </w:r>
      <w:r>
        <w:t xml:space="preserve">ce qui </w:t>
      </w:r>
      <w:proofErr w:type="spellStart"/>
      <w:r>
        <w:t>précisement</w:t>
      </w:r>
      <w:proofErr w:type="spellEnd"/>
      <w:r>
        <w:t xml:space="preserve"> constitue leur ouïe</w:t>
      </w:r>
      <w:r w:rsidR="00792613">
        <w:t xml:space="preserve">, </w:t>
      </w:r>
      <w:r>
        <w:t>ne soit pas connu</w:t>
      </w:r>
      <w:r w:rsidR="00792613">
        <w:t>.</w:t>
      </w:r>
    </w:p>
    <w:p w14:paraId="5361ACA2" w14:textId="77777777" w:rsidR="00792613" w:rsidRDefault="00F449A5" w:rsidP="00792613">
      <w:r>
        <w:t>Le spectacle &amp; la considération des corps animés nous offrent à chaque pas tant de prodiges</w:t>
      </w:r>
      <w:r w:rsidR="00792613">
        <w:t xml:space="preserve">, </w:t>
      </w:r>
      <w:r>
        <w:t>que la seule fabrique de l</w:t>
      </w:r>
      <w:r w:rsidR="00792613">
        <w:t>’</w:t>
      </w:r>
      <w:proofErr w:type="spellStart"/>
      <w:r>
        <w:t>ame</w:t>
      </w:r>
      <w:proofErr w:type="spellEnd"/>
      <w:r>
        <w:t xml:space="preserve"> </w:t>
      </w:r>
      <w:proofErr w:type="spellStart"/>
      <w:r>
        <w:t>pouvoit</w:t>
      </w:r>
      <w:proofErr w:type="spellEnd"/>
      <w:r>
        <w:t xml:space="preserve"> les expliquer</w:t>
      </w:r>
      <w:r w:rsidR="00792613">
        <w:t>.</w:t>
      </w:r>
    </w:p>
    <w:p w14:paraId="6528B5CA" w14:textId="77777777" w:rsidR="00792613" w:rsidRDefault="00F449A5" w:rsidP="00792613">
      <w:r>
        <w:t>I</w:t>
      </w:r>
      <w:r w:rsidR="00792613">
        <w:t xml:space="preserve">. </w:t>
      </w:r>
      <w:r>
        <w:t>Une aussi petite masse que celle du cerveau</w:t>
      </w:r>
      <w:r w:rsidR="00792613">
        <w:t xml:space="preserve">, </w:t>
      </w:r>
      <w:proofErr w:type="spellStart"/>
      <w:r>
        <w:t>fût-elle</w:t>
      </w:r>
      <w:proofErr w:type="spellEnd"/>
      <w:r>
        <w:t xml:space="preserve"> conçue étendue en une surface cent fois plus mince que la plus </w:t>
      </w:r>
      <w:proofErr w:type="spellStart"/>
      <w:r>
        <w:t>légere</w:t>
      </w:r>
      <w:proofErr w:type="spellEnd"/>
      <w:r>
        <w:t xml:space="preserve"> feuille d</w:t>
      </w:r>
      <w:r w:rsidR="00792613">
        <w:t>’</w:t>
      </w:r>
      <w:r>
        <w:t>or</w:t>
      </w:r>
      <w:r w:rsidR="00792613">
        <w:t xml:space="preserve">, </w:t>
      </w:r>
      <w:r>
        <w:t>ne peut-être</w:t>
      </w:r>
      <w:r w:rsidR="00792613">
        <w:t xml:space="preserve">, </w:t>
      </w:r>
      <w:r>
        <w:t>selon Tralles</w:t>
      </w:r>
      <w:r w:rsidR="00792613">
        <w:t xml:space="preserve">, </w:t>
      </w:r>
      <w:r>
        <w:t>le rendez-vous de cette multitude innombrable d</w:t>
      </w:r>
      <w:r w:rsidR="00792613">
        <w:t>’</w:t>
      </w:r>
      <w:r>
        <w:t>images &amp; de sons</w:t>
      </w:r>
      <w:r w:rsidR="00792613">
        <w:t xml:space="preserve">, </w:t>
      </w:r>
      <w:r>
        <w:t>que l</w:t>
      </w:r>
      <w:r w:rsidR="00792613">
        <w:t>’</w:t>
      </w:r>
      <w:r>
        <w:t>on veut y être propagée &amp; mise en dépôt</w:t>
      </w:r>
      <w:r w:rsidR="00792613">
        <w:t xml:space="preserve">. </w:t>
      </w:r>
      <w:r>
        <w:t>C</w:t>
      </w:r>
      <w:r w:rsidR="00792613">
        <w:t>’</w:t>
      </w:r>
      <w:r>
        <w:t>est une galerie qui ne peut contenir tant de tableaux</w:t>
      </w:r>
      <w:r w:rsidR="00792613">
        <w:t>.</w:t>
      </w:r>
    </w:p>
    <w:p w14:paraId="65D2F8A5" w14:textId="77777777" w:rsidR="00792613" w:rsidRDefault="00F449A5" w:rsidP="00792613">
      <w:r>
        <w:t>II</w:t>
      </w:r>
      <w:r w:rsidR="00792613">
        <w:t xml:space="preserve">. </w:t>
      </w:r>
      <w:r>
        <w:t xml:space="preserve">Quel </w:t>
      </w:r>
      <w:proofErr w:type="spellStart"/>
      <w:r>
        <w:t>seroit</w:t>
      </w:r>
      <w:proofErr w:type="spellEnd"/>
      <w:r>
        <w:t xml:space="preserve"> le langage des animaux</w:t>
      </w:r>
      <w:r w:rsidR="00792613">
        <w:t xml:space="preserve">, </w:t>
      </w:r>
      <w:r>
        <w:t xml:space="preserve">muets ou </w:t>
      </w:r>
      <w:r>
        <w:rPr>
          <w:bCs/>
        </w:rPr>
        <w:t>non</w:t>
      </w:r>
      <w:r w:rsidR="00792613">
        <w:rPr>
          <w:bCs/>
        </w:rPr>
        <w:t xml:space="preserve">, </w:t>
      </w:r>
      <w:r>
        <w:t>s</w:t>
      </w:r>
      <w:r w:rsidR="00792613">
        <w:t>’</w:t>
      </w:r>
      <w:r>
        <w:t>exprimant par des paroles</w:t>
      </w:r>
      <w:r w:rsidR="00792613">
        <w:t xml:space="preserve">, </w:t>
      </w:r>
      <w:r>
        <w:t>ou par des gestes</w:t>
      </w:r>
      <w:r w:rsidR="00792613">
        <w:t xml:space="preserve"> ! </w:t>
      </w:r>
      <w:r>
        <w:t>Quelle confusion</w:t>
      </w:r>
      <w:r w:rsidR="00792613">
        <w:t xml:space="preserve"> ! </w:t>
      </w:r>
      <w:r>
        <w:t xml:space="preserve">Quand je pense au seul catalogue des </w:t>
      </w:r>
      <w:proofErr w:type="spellStart"/>
      <w:r>
        <w:t>connoissances</w:t>
      </w:r>
      <w:proofErr w:type="spellEnd"/>
      <w:r>
        <w:t xml:space="preserve"> d</w:t>
      </w:r>
      <w:r w:rsidR="00792613">
        <w:t>’</w:t>
      </w:r>
      <w:r>
        <w:t>un homme</w:t>
      </w:r>
      <w:r w:rsidR="00792613">
        <w:t xml:space="preserve">, </w:t>
      </w:r>
      <w:r>
        <w:t xml:space="preserve">tel que </w:t>
      </w:r>
      <w:r w:rsidR="00792613">
        <w:t>Boer</w:t>
      </w:r>
      <w:r>
        <w:t>haave</w:t>
      </w:r>
      <w:r w:rsidR="00792613">
        <w:t xml:space="preserve">, </w:t>
      </w:r>
      <w:r>
        <w:t>&amp; au nombre des pages qu</w:t>
      </w:r>
      <w:r w:rsidR="00792613">
        <w:t>’</w:t>
      </w:r>
      <w:r>
        <w:t>il occupe dans Tralles</w:t>
      </w:r>
      <w:r w:rsidR="00792613">
        <w:t xml:space="preserve">, </w:t>
      </w:r>
      <w:r>
        <w:t>qui a pris la peine de le faire</w:t>
      </w:r>
      <w:r w:rsidR="00792613">
        <w:t xml:space="preserve">, </w:t>
      </w:r>
      <w:r>
        <w:t>j</w:t>
      </w:r>
      <w:r w:rsidR="00792613">
        <w:t>’</w:t>
      </w:r>
      <w:r>
        <w:t>aime à conclure avec lui que</w:t>
      </w:r>
      <w:r w:rsidR="00792613">
        <w:t xml:space="preserve">, </w:t>
      </w:r>
      <w:r>
        <w:t>comme tant de peintures ne peuvent former qu</w:t>
      </w:r>
      <w:r w:rsidR="00792613">
        <w:t>’</w:t>
      </w:r>
      <w:r>
        <w:t xml:space="preserve">un chaos ou un </w:t>
      </w:r>
      <w:r>
        <w:rPr>
          <w:i/>
          <w:iCs/>
        </w:rPr>
        <w:t xml:space="preserve">amphigouri </w:t>
      </w:r>
      <w:r>
        <w:t>d</w:t>
      </w:r>
      <w:r w:rsidR="00792613">
        <w:t>’</w:t>
      </w:r>
      <w:r>
        <w:t>images dans les meilleures têtes</w:t>
      </w:r>
      <w:r w:rsidR="00792613">
        <w:t xml:space="preserve">, </w:t>
      </w:r>
      <w:r>
        <w:t>tant de sons entrés dans le cerveau</w:t>
      </w:r>
      <w:r w:rsidR="00792613">
        <w:t xml:space="preserve">, </w:t>
      </w:r>
      <w:r>
        <w:t>n</w:t>
      </w:r>
      <w:r w:rsidR="00792613">
        <w:t>’</w:t>
      </w:r>
      <w:r>
        <w:t>en peuvent sortir que pêle-mêle</w:t>
      </w:r>
      <w:r w:rsidR="00792613">
        <w:t xml:space="preserve">, </w:t>
      </w:r>
      <w:r>
        <w:t>avec la confusion des langues de la tour de Babel</w:t>
      </w:r>
      <w:r w:rsidR="00792613">
        <w:t xml:space="preserve">, </w:t>
      </w:r>
      <w:r>
        <w:t xml:space="preserve">&amp; comme en une </w:t>
      </w:r>
      <w:proofErr w:type="spellStart"/>
      <w:r>
        <w:t>espece</w:t>
      </w:r>
      <w:proofErr w:type="spellEnd"/>
      <w:r>
        <w:t xml:space="preserve"> de déroute</w:t>
      </w:r>
      <w:r w:rsidR="00792613">
        <w:t>.</w:t>
      </w:r>
    </w:p>
    <w:p w14:paraId="6999D237" w14:textId="77777777" w:rsidR="00792613" w:rsidRDefault="00F449A5" w:rsidP="00792613">
      <w:r>
        <w:t>Si l</w:t>
      </w:r>
      <w:r w:rsidR="00792613">
        <w:t>’</w:t>
      </w:r>
      <w:proofErr w:type="spellStart"/>
      <w:r>
        <w:t>ame</w:t>
      </w:r>
      <w:proofErr w:type="spellEnd"/>
      <w:r>
        <w:t xml:space="preserve"> n</w:t>
      </w:r>
      <w:r w:rsidR="00792613">
        <w:t>’</w:t>
      </w:r>
      <w:r>
        <w:t>eût eu la puissance de voir &amp; d</w:t>
      </w:r>
      <w:r w:rsidR="00792613">
        <w:t>’</w:t>
      </w:r>
      <w:r>
        <w:t>entendre au loin par elle-même</w:t>
      </w:r>
      <w:r w:rsidR="00792613">
        <w:t xml:space="preserve">, </w:t>
      </w:r>
      <w:r>
        <w:t>pour se rappeler ensuite les sons &amp; les images au premier acte de sa volonté</w:t>
      </w:r>
      <w:r w:rsidR="00792613">
        <w:t xml:space="preserve"> : </w:t>
      </w:r>
      <w:r>
        <w:t>si elle n</w:t>
      </w:r>
      <w:r w:rsidR="00792613">
        <w:t>’</w:t>
      </w:r>
      <w:r>
        <w:t>eût pris sur elle de juger des corps indépendamment des sens soumis à leur action</w:t>
      </w:r>
      <w:r w:rsidR="00792613">
        <w:t xml:space="preserve">, </w:t>
      </w:r>
      <w:r>
        <w:t xml:space="preserve">&amp; sans aucun rapport de ces </w:t>
      </w:r>
      <w:proofErr w:type="spellStart"/>
      <w:r>
        <w:t>vils</w:t>
      </w:r>
      <w:proofErr w:type="spellEnd"/>
      <w:r>
        <w:t xml:space="preserve"> </w:t>
      </w:r>
      <w:r>
        <w:rPr>
          <w:i/>
        </w:rPr>
        <w:t>commis</w:t>
      </w:r>
      <w:r w:rsidR="00792613">
        <w:rPr>
          <w:iCs/>
        </w:rPr>
        <w:t xml:space="preserve"> ; </w:t>
      </w:r>
      <w:r>
        <w:t>plus de clarté</w:t>
      </w:r>
      <w:r w:rsidR="00792613">
        <w:t xml:space="preserve">, </w:t>
      </w:r>
      <w:r>
        <w:t>plus de triage</w:t>
      </w:r>
      <w:r w:rsidR="00792613">
        <w:t xml:space="preserve">, </w:t>
      </w:r>
      <w:r>
        <w:t>plus de distinction d</w:t>
      </w:r>
      <w:r w:rsidR="00792613">
        <w:t>’</w:t>
      </w:r>
      <w:r>
        <w:t>idées</w:t>
      </w:r>
      <w:r w:rsidR="00792613">
        <w:t xml:space="preserve"> : </w:t>
      </w:r>
      <w:r>
        <w:t>impossibilité de donner à l</w:t>
      </w:r>
      <w:r w:rsidR="00792613">
        <w:t>’</w:t>
      </w:r>
      <w:r>
        <w:t>une la préférence sur l</w:t>
      </w:r>
      <w:r w:rsidR="00792613">
        <w:t>’</w:t>
      </w:r>
      <w:r>
        <w:t>autre</w:t>
      </w:r>
      <w:r w:rsidR="00792613">
        <w:t xml:space="preserve">. </w:t>
      </w:r>
      <w:r>
        <w:t>Comment les contempler</w:t>
      </w:r>
      <w:r w:rsidR="00792613">
        <w:t xml:space="preserve">, </w:t>
      </w:r>
      <w:r>
        <w:t>les séparer</w:t>
      </w:r>
      <w:r w:rsidR="00792613">
        <w:t xml:space="preserve">, </w:t>
      </w:r>
      <w:r>
        <w:t>les rapprocher</w:t>
      </w:r>
      <w:r w:rsidR="00792613">
        <w:t xml:space="preserve">, </w:t>
      </w:r>
      <w:r>
        <w:t>les combiner</w:t>
      </w:r>
      <w:r w:rsidR="00792613">
        <w:t xml:space="preserve"> ? </w:t>
      </w:r>
      <w:r>
        <w:t xml:space="preserve">Où </w:t>
      </w:r>
      <w:r>
        <w:lastRenderedPageBreak/>
        <w:t>sont</w:t>
      </w:r>
      <w:r w:rsidR="00792613">
        <w:t xml:space="preserve">, </w:t>
      </w:r>
      <w:r>
        <w:t>s</w:t>
      </w:r>
      <w:r w:rsidR="00792613">
        <w:t>’</w:t>
      </w:r>
      <w:r>
        <w:t>écrie merveilleusement notre docte commentateur</w:t>
      </w:r>
      <w:r w:rsidR="00792613">
        <w:t xml:space="preserve">, </w:t>
      </w:r>
      <w:r>
        <w:t>où sont les tiroirs &amp; la commode assez vaste</w:t>
      </w:r>
      <w:r w:rsidR="00792613">
        <w:t xml:space="preserve">, </w:t>
      </w:r>
      <w:r>
        <w:t>pour mettre l</w:t>
      </w:r>
      <w:r w:rsidR="00792613">
        <w:t>’</w:t>
      </w:r>
      <w:r>
        <w:t xml:space="preserve">idée ou la représentation de chaque chose en </w:t>
      </w:r>
      <w:r>
        <w:rPr>
          <w:bCs/>
        </w:rPr>
        <w:t xml:space="preserve">un </w:t>
      </w:r>
      <w:r>
        <w:t>tel ordre</w:t>
      </w:r>
      <w:r w:rsidR="00792613">
        <w:t xml:space="preserve">, </w:t>
      </w:r>
      <w:r>
        <w:t>si bien en son lieu &amp; sa vraie place</w:t>
      </w:r>
      <w:r w:rsidR="00792613">
        <w:t xml:space="preserve">, </w:t>
      </w:r>
      <w:r>
        <w:t>qu</w:t>
      </w:r>
      <w:r w:rsidR="00792613">
        <w:t>’</w:t>
      </w:r>
      <w:r>
        <w:t>elle soit facile à trouver</w:t>
      </w:r>
      <w:r w:rsidR="00792613">
        <w:t xml:space="preserve"> ? </w:t>
      </w:r>
      <w:r>
        <w:t>Le cerveau</w:t>
      </w:r>
      <w:r w:rsidR="00792613">
        <w:t xml:space="preserve">, </w:t>
      </w:r>
      <w:r>
        <w:t>magasin</w:t>
      </w:r>
      <w:r w:rsidR="00792613">
        <w:t xml:space="preserve">, </w:t>
      </w:r>
      <w:r>
        <w:t>arsenal ou répertoire de toutes nos idées</w:t>
      </w:r>
      <w:r w:rsidR="00792613">
        <w:t xml:space="preserve"> ! </w:t>
      </w:r>
      <w:r>
        <w:t>eh</w:t>
      </w:r>
      <w:r w:rsidR="00792613">
        <w:t xml:space="preserve"> ! </w:t>
      </w:r>
      <w:r>
        <w:rPr>
          <w:iCs/>
        </w:rPr>
        <w:t>fi</w:t>
      </w:r>
      <w:r w:rsidR="00792613">
        <w:rPr>
          <w:iCs/>
        </w:rPr>
        <w:t xml:space="preserve"> ; </w:t>
      </w:r>
      <w:r>
        <w:t>fi donc encore une fois</w:t>
      </w:r>
      <w:r w:rsidR="00792613">
        <w:t xml:space="preserve"> ! </w:t>
      </w:r>
      <w:r>
        <w:t>Il ne manque plus que de définir ainsi la mémoire</w:t>
      </w:r>
      <w:r w:rsidR="00792613">
        <w:t xml:space="preserve">, </w:t>
      </w:r>
      <w:r>
        <w:t>pour donner dans tous les travers du matérialisme</w:t>
      </w:r>
      <w:r w:rsidR="00792613">
        <w:t xml:space="preserve">. </w:t>
      </w:r>
      <w:r>
        <w:t>Mais je veux que l</w:t>
      </w:r>
      <w:r w:rsidR="00792613">
        <w:t>’</w:t>
      </w:r>
      <w:r>
        <w:t>impression des objets externes passe jusqu</w:t>
      </w:r>
      <w:r w:rsidR="00792613">
        <w:t>’</w:t>
      </w:r>
      <w:r>
        <w:t>au cerveau</w:t>
      </w:r>
      <w:r w:rsidR="00792613">
        <w:t xml:space="preserve">, </w:t>
      </w:r>
      <w:r>
        <w:t>qu</w:t>
      </w:r>
      <w:r w:rsidR="00792613">
        <w:t>’</w:t>
      </w:r>
      <w:r>
        <w:t>on me dise donc quelle place un son</w:t>
      </w:r>
      <w:r w:rsidR="00792613">
        <w:t xml:space="preserve">, </w:t>
      </w:r>
      <w:r>
        <w:t xml:space="preserve">quelle place une image occupe dans ce </w:t>
      </w:r>
      <w:proofErr w:type="spellStart"/>
      <w:r>
        <w:t>viscere</w:t>
      </w:r>
      <w:proofErr w:type="spellEnd"/>
      <w:r w:rsidR="00792613">
        <w:t xml:space="preserve"> ; </w:t>
      </w:r>
      <w:r>
        <w:t>comment une simple machine peut s</w:t>
      </w:r>
      <w:r w:rsidR="00792613">
        <w:t>’</w:t>
      </w:r>
      <w:r>
        <w:t xml:space="preserve">accoutumer à distinguer les voix </w:t>
      </w:r>
      <w:proofErr w:type="spellStart"/>
      <w:r>
        <w:t>entr</w:t>
      </w:r>
      <w:r w:rsidR="00792613">
        <w:t>’</w:t>
      </w:r>
      <w:r>
        <w:t>elles</w:t>
      </w:r>
      <w:proofErr w:type="spellEnd"/>
      <w:r w:rsidR="00792613">
        <w:t xml:space="preserve">, </w:t>
      </w:r>
      <w:r>
        <w:t>celles des animaux</w:t>
      </w:r>
      <w:r w:rsidR="00792613">
        <w:t xml:space="preserve">, </w:t>
      </w:r>
      <w:r>
        <w:t>de l</w:t>
      </w:r>
      <w:r w:rsidR="00792613">
        <w:t>’</w:t>
      </w:r>
      <w:r>
        <w:t>homme</w:t>
      </w:r>
      <w:r w:rsidR="00792613">
        <w:t xml:space="preserve">, </w:t>
      </w:r>
      <w:r>
        <w:t>de la femme</w:t>
      </w:r>
      <w:r w:rsidR="00792613">
        <w:t>, (</w:t>
      </w:r>
      <w:r>
        <w:t>&amp; par elles</w:t>
      </w:r>
      <w:r w:rsidR="00792613">
        <w:t xml:space="preserve">, </w:t>
      </w:r>
      <w:r>
        <w:t xml:space="preserve">leurs </w:t>
      </w:r>
      <w:proofErr w:type="spellStart"/>
      <w:r>
        <w:t>différens</w:t>
      </w:r>
      <w:proofErr w:type="spellEnd"/>
      <w:r>
        <w:t xml:space="preserve"> âges</w:t>
      </w:r>
      <w:r w:rsidR="00792613">
        <w:t xml:space="preserve">,) </w:t>
      </w:r>
      <w:r>
        <w:t>&amp; de cet amphibie sans barbe qui n</w:t>
      </w:r>
      <w:r w:rsidR="00792613">
        <w:t>’</w:t>
      </w:r>
      <w:r>
        <w:t>est ni homme ni femme</w:t>
      </w:r>
      <w:r w:rsidR="00792613">
        <w:t xml:space="preserve">, </w:t>
      </w:r>
      <w:r>
        <w:t>qui n</w:t>
      </w:r>
      <w:r w:rsidR="00792613">
        <w:t>’</w:t>
      </w:r>
      <w:r>
        <w:t>a de sexe que l</w:t>
      </w:r>
      <w:r w:rsidR="00792613">
        <w:t>’</w:t>
      </w:r>
      <w:r>
        <w:t>ombre du sien</w:t>
      </w:r>
      <w:r w:rsidR="00792613">
        <w:t xml:space="preserve">, </w:t>
      </w:r>
      <w:r>
        <w:t xml:space="preserve">&amp; de </w:t>
      </w:r>
      <w:proofErr w:type="spellStart"/>
      <w:r>
        <w:t>talens</w:t>
      </w:r>
      <w:proofErr w:type="spellEnd"/>
      <w:r>
        <w:t xml:space="preserve"> que celui de chanter</w:t>
      </w:r>
      <w:r w:rsidR="00792613">
        <w:t xml:space="preserve">. </w:t>
      </w:r>
      <w:r>
        <w:t xml:space="preserve">Que tous nos </w:t>
      </w:r>
      <w:proofErr w:type="spellStart"/>
      <w:r>
        <w:t>savans</w:t>
      </w:r>
      <w:proofErr w:type="spellEnd"/>
      <w:r>
        <w:t xml:space="preserve"> </w:t>
      </w:r>
      <w:r>
        <w:rPr>
          <w:i/>
          <w:iCs/>
        </w:rPr>
        <w:t xml:space="preserve">machinistes </w:t>
      </w:r>
      <w:r>
        <w:t>nous disent par quelle mécanique je ne sais quel ressort sentant qu</w:t>
      </w:r>
      <w:r w:rsidR="00792613">
        <w:t>’</w:t>
      </w:r>
      <w:r>
        <w:t>on met dans la substance</w:t>
      </w:r>
      <w:r w:rsidR="00792613">
        <w:t xml:space="preserve">, </w:t>
      </w:r>
      <w:r>
        <w:t>qui elle-même le compose</w:t>
      </w:r>
      <w:r w:rsidR="00792613">
        <w:t xml:space="preserve">, </w:t>
      </w:r>
      <w:r>
        <w:t>se souvient d</w:t>
      </w:r>
      <w:r w:rsidR="00792613">
        <w:t>’</w:t>
      </w:r>
      <w:r>
        <w:t>une voix qu</w:t>
      </w:r>
      <w:r w:rsidR="00792613">
        <w:t>’</w:t>
      </w:r>
      <w:r>
        <w:t>on n</w:t>
      </w:r>
      <w:r w:rsidR="00792613">
        <w:t>’</w:t>
      </w:r>
      <w:r>
        <w:t>a entendue qu</w:t>
      </w:r>
      <w:r w:rsidR="00792613">
        <w:t>’</w:t>
      </w:r>
      <w:r>
        <w:t>une seule fois</w:t>
      </w:r>
      <w:r w:rsidR="00792613">
        <w:t xml:space="preserve">, </w:t>
      </w:r>
      <w:r>
        <w:t>il y a vingt ans</w:t>
      </w:r>
      <w:r w:rsidR="00792613">
        <w:t xml:space="preserve"> ! </w:t>
      </w:r>
      <w:r>
        <w:t>Enfin qu</w:t>
      </w:r>
      <w:r w:rsidR="00792613">
        <w:t>’</w:t>
      </w:r>
      <w:r>
        <w:t>on réponde à S</w:t>
      </w:r>
      <w:r w:rsidR="00792613">
        <w:t xml:space="preserve">. </w:t>
      </w:r>
      <w:r>
        <w:t>Augustin</w:t>
      </w:r>
      <w:r w:rsidR="00792613">
        <w:t>, (</w:t>
      </w:r>
      <w:r>
        <w:t>j</w:t>
      </w:r>
      <w:r w:rsidR="00792613">
        <w:t>’</w:t>
      </w:r>
      <w:r>
        <w:t>ai droit de l</w:t>
      </w:r>
      <w:r w:rsidR="00792613">
        <w:t>’</w:t>
      </w:r>
      <w:r>
        <w:t>exiger</w:t>
      </w:r>
      <w:r w:rsidR="00792613">
        <w:t xml:space="preserve">) </w:t>
      </w:r>
      <w:r>
        <w:t>lorsqu</w:t>
      </w:r>
      <w:r w:rsidR="00792613">
        <w:t>’</w:t>
      </w:r>
      <w:r>
        <w:t>il objecte avec Tralles &amp; autres</w:t>
      </w:r>
      <w:r w:rsidR="00792613">
        <w:t xml:space="preserve">, </w:t>
      </w:r>
      <w:r>
        <w:t>plus solidement peut-être que ceux qui ont lu Locke &amp; Condillac ne se l</w:t>
      </w:r>
      <w:r w:rsidR="00792613">
        <w:t>’</w:t>
      </w:r>
      <w:r>
        <w:t>imaginent</w:t>
      </w:r>
      <w:r w:rsidR="00792613">
        <w:t> : « </w:t>
      </w:r>
      <w:r>
        <w:t>Par quel sens des idées toutes spirituelles</w:t>
      </w:r>
      <w:r w:rsidR="00792613">
        <w:t xml:space="preserve">, </w:t>
      </w:r>
      <w:r>
        <w:t>celle de la pensée</w:t>
      </w:r>
      <w:r w:rsidR="00792613">
        <w:t xml:space="preserve">, </w:t>
      </w:r>
      <w:r>
        <w:t>par exemple</w:t>
      </w:r>
      <w:r w:rsidR="00792613">
        <w:t xml:space="preserve">, </w:t>
      </w:r>
      <w:r>
        <w:t>&amp; elle de l</w:t>
      </w:r>
      <w:r w:rsidR="00792613">
        <w:t>’</w:t>
      </w:r>
      <w:r>
        <w:t>être</w:t>
      </w:r>
      <w:r w:rsidR="00792613">
        <w:t xml:space="preserve">, </w:t>
      </w:r>
      <w:proofErr w:type="spellStart"/>
      <w:r>
        <w:t>seroient</w:t>
      </w:r>
      <w:proofErr w:type="spellEnd"/>
      <w:r>
        <w:t>-elles entrées dans l</w:t>
      </w:r>
      <w:r w:rsidR="00792613">
        <w:t>’</w:t>
      </w:r>
      <w:r>
        <w:t>entendement</w:t>
      </w:r>
      <w:r w:rsidR="00792613">
        <w:t xml:space="preserve"> ? </w:t>
      </w:r>
      <w:r>
        <w:t>Sont-elles lumineuses ou colorées</w:t>
      </w:r>
      <w:r w:rsidR="00792613">
        <w:t xml:space="preserve">, </w:t>
      </w:r>
      <w:r>
        <w:t>pour être entrées par la vue</w:t>
      </w:r>
      <w:r w:rsidR="00792613">
        <w:t xml:space="preserve"> ? </w:t>
      </w:r>
      <w:r>
        <w:t>D</w:t>
      </w:r>
      <w:r w:rsidR="00792613">
        <w:t>’</w:t>
      </w:r>
      <w:r>
        <w:t>un son grave ou aigu</w:t>
      </w:r>
      <w:r w:rsidR="00792613">
        <w:t xml:space="preserve">, </w:t>
      </w:r>
      <w:r>
        <w:t>pour être entrées par l</w:t>
      </w:r>
      <w:r w:rsidR="00792613">
        <w:t>’</w:t>
      </w:r>
      <w:r>
        <w:t>ouïe</w:t>
      </w:r>
      <w:r w:rsidR="00792613">
        <w:t xml:space="preserve"> ? </w:t>
      </w:r>
      <w:r>
        <w:t>D</w:t>
      </w:r>
      <w:r w:rsidR="00792613">
        <w:t>’</w:t>
      </w:r>
      <w:r>
        <w:t>une bonne ou mauvaise odeur</w:t>
      </w:r>
      <w:r w:rsidR="00792613">
        <w:t xml:space="preserve">, </w:t>
      </w:r>
      <w:r>
        <w:t>pour être entrées par l</w:t>
      </w:r>
      <w:r w:rsidR="00792613">
        <w:t>’</w:t>
      </w:r>
      <w:r>
        <w:t>odorat</w:t>
      </w:r>
      <w:r w:rsidR="00792613">
        <w:t xml:space="preserve"> ? </w:t>
      </w:r>
      <w:r>
        <w:t>D</w:t>
      </w:r>
      <w:r w:rsidR="00792613">
        <w:t>’</w:t>
      </w:r>
      <w:r>
        <w:t>un bon ou d</w:t>
      </w:r>
      <w:r w:rsidR="00792613">
        <w:t>’</w:t>
      </w:r>
      <w:r>
        <w:t>un mauvais goût</w:t>
      </w:r>
      <w:r w:rsidR="00792613">
        <w:t xml:space="preserve">, </w:t>
      </w:r>
      <w:r>
        <w:t>pour être entrées par le goût</w:t>
      </w:r>
      <w:r w:rsidR="00792613">
        <w:t xml:space="preserve"> ? </w:t>
      </w:r>
      <w:r>
        <w:t>Froides ou chaudes</w:t>
      </w:r>
      <w:r w:rsidR="00792613">
        <w:t xml:space="preserve">, </w:t>
      </w:r>
      <w:r>
        <w:t>pour être entrées par l</w:t>
      </w:r>
      <w:r w:rsidR="00792613">
        <w:t>’</w:t>
      </w:r>
      <w:r>
        <w:t>attouchement</w:t>
      </w:r>
      <w:r w:rsidR="00792613">
        <w:t xml:space="preserve"> ? </w:t>
      </w:r>
      <w:r>
        <w:t>Que si on ne peut rien répondre qui ne soit déraisonnable</w:t>
      </w:r>
      <w:r w:rsidR="00792613">
        <w:t xml:space="preserve">, </w:t>
      </w:r>
      <w:r>
        <w:t>il faut avouer que toutes nos idées spirituelles ne tirent en aucune sorte leur origine des sens</w:t>
      </w:r>
      <w:r w:rsidR="00792613">
        <w:t xml:space="preserve"> ; </w:t>
      </w:r>
      <w:r>
        <w:t xml:space="preserve">mais que notre </w:t>
      </w:r>
      <w:proofErr w:type="spellStart"/>
      <w:r>
        <w:t>ame</w:t>
      </w:r>
      <w:proofErr w:type="spellEnd"/>
      <w:r>
        <w:t xml:space="preserve"> a la faculté de les former de soi-même</w:t>
      </w:r>
      <w:r w:rsidR="00792613">
        <w:t> ».</w:t>
      </w:r>
    </w:p>
    <w:p w14:paraId="4D2286FC" w14:textId="77777777" w:rsidR="00792613" w:rsidRDefault="00F449A5" w:rsidP="00792613">
      <w:r>
        <w:lastRenderedPageBreak/>
        <w:t>Demandons moins</w:t>
      </w:r>
      <w:r w:rsidR="00792613">
        <w:t xml:space="preserve"> : </w:t>
      </w:r>
      <w:r>
        <w:t>qu</w:t>
      </w:r>
      <w:r w:rsidR="00792613">
        <w:t>’</w:t>
      </w:r>
      <w:r>
        <w:t>on nous dise seulement quelle est la couleur ou l</w:t>
      </w:r>
      <w:r w:rsidR="00792613">
        <w:t>’</w:t>
      </w:r>
      <w:r>
        <w:t>image d</w:t>
      </w:r>
      <w:r w:rsidR="00792613">
        <w:t>’</w:t>
      </w:r>
      <w:r>
        <w:t>un son</w:t>
      </w:r>
      <w:r w:rsidR="00792613">
        <w:t xml:space="preserve"> ? </w:t>
      </w:r>
      <w:r>
        <w:t>quelle est cette peinture</w:t>
      </w:r>
      <w:r w:rsidR="00792613">
        <w:t xml:space="preserve">, </w:t>
      </w:r>
      <w:r>
        <w:t>qui de la rétine</w:t>
      </w:r>
      <w:r w:rsidR="00792613">
        <w:t xml:space="preserve">, </w:t>
      </w:r>
      <w:r>
        <w:t>se propage au cerveau</w:t>
      </w:r>
      <w:r w:rsidR="00792613">
        <w:t xml:space="preserve"> ; </w:t>
      </w:r>
      <w:r>
        <w:t>quelle est enfin cette trace des esprits animaux</w:t>
      </w:r>
      <w:r w:rsidR="00792613">
        <w:t xml:space="preserve">, </w:t>
      </w:r>
      <w:r>
        <w:t>par laquelle tout s</w:t>
      </w:r>
      <w:r w:rsidR="00792613">
        <w:t>’</w:t>
      </w:r>
      <w:r>
        <w:t>explique si commodément</w:t>
      </w:r>
      <w:r w:rsidR="00792613">
        <w:t xml:space="preserve"> ? </w:t>
      </w:r>
      <w:r>
        <w:t>Et si on ne peut satisfaire une juste curiosité</w:t>
      </w:r>
      <w:r w:rsidR="00792613">
        <w:t xml:space="preserve">, </w:t>
      </w:r>
      <w:r>
        <w:t>nous serons en droit d</w:t>
      </w:r>
      <w:r w:rsidR="00792613">
        <w:t>’</w:t>
      </w:r>
      <w:r>
        <w:t>admettre un être dans le corps</w:t>
      </w:r>
      <w:r w:rsidR="00792613">
        <w:t xml:space="preserve">, </w:t>
      </w:r>
      <w:r>
        <w:t>distinct essentiellement du corps</w:t>
      </w:r>
      <w:r w:rsidR="00792613">
        <w:t xml:space="preserve"> ; </w:t>
      </w:r>
      <w:r>
        <w:t xml:space="preserve">être qui du moins donne des </w:t>
      </w:r>
      <w:r>
        <w:rPr>
          <w:bCs/>
          <w:iCs/>
        </w:rPr>
        <w:t>raisons</w:t>
      </w:r>
      <w:r>
        <w:rPr>
          <w:i/>
          <w:iCs/>
        </w:rPr>
        <w:t xml:space="preserve"> spirituelles </w:t>
      </w:r>
      <w:r>
        <w:t xml:space="preserve">de tous les </w:t>
      </w:r>
      <w:proofErr w:type="spellStart"/>
      <w:r>
        <w:t>phénomenes</w:t>
      </w:r>
      <w:proofErr w:type="spellEnd"/>
      <w:r>
        <w:t xml:space="preserve"> du </w:t>
      </w:r>
      <w:proofErr w:type="spellStart"/>
      <w:r>
        <w:t>regne</w:t>
      </w:r>
      <w:proofErr w:type="spellEnd"/>
      <w:r>
        <w:t xml:space="preserve"> pensant</w:t>
      </w:r>
      <w:r w:rsidR="00792613">
        <w:t>.</w:t>
      </w:r>
    </w:p>
    <w:p w14:paraId="40A146D1" w14:textId="77777777" w:rsidR="00792613" w:rsidRDefault="00F449A5" w:rsidP="00792613">
      <w:proofErr w:type="spellStart"/>
      <w:r>
        <w:t>Chimeres</w:t>
      </w:r>
      <w:proofErr w:type="spellEnd"/>
      <w:r>
        <w:t xml:space="preserve"> donc à jamais répudiées</w:t>
      </w:r>
      <w:r w:rsidR="00792613">
        <w:t xml:space="preserve">, </w:t>
      </w:r>
      <w:r>
        <w:t>à jamais reléguées chez les philosophes non chrétiens</w:t>
      </w:r>
      <w:r w:rsidR="00792613">
        <w:t xml:space="preserve">, </w:t>
      </w:r>
      <w:r>
        <w:t>toutes ces traces</w:t>
      </w:r>
      <w:r w:rsidR="00792613">
        <w:t xml:space="preserve">, </w:t>
      </w:r>
      <w:r>
        <w:t>ces vestiges</w:t>
      </w:r>
      <w:r w:rsidR="00792613">
        <w:t xml:space="preserve">, </w:t>
      </w:r>
      <w:r>
        <w:t>ces impressions des corps dans le cerveau</w:t>
      </w:r>
      <w:r w:rsidR="00792613">
        <w:t xml:space="preserve"> ! </w:t>
      </w:r>
      <w:r>
        <w:t>Car comme tout ce que j</w:t>
      </w:r>
      <w:r w:rsidR="00792613">
        <w:t>’</w:t>
      </w:r>
      <w:r>
        <w:t>ai dit des sens nobles s</w:t>
      </w:r>
      <w:r w:rsidR="00792613">
        <w:t>’</w:t>
      </w:r>
      <w:r>
        <w:t xml:space="preserve">applique très-bien aux </w:t>
      </w:r>
      <w:r>
        <w:rPr>
          <w:i/>
          <w:iCs/>
        </w:rPr>
        <w:t>roturiers</w:t>
      </w:r>
      <w:r w:rsidR="00792613">
        <w:rPr>
          <w:i/>
          <w:iCs/>
        </w:rPr>
        <w:t xml:space="preserve">, </w:t>
      </w:r>
      <w:r>
        <w:t>parmi lesquels rien de si ignoble</w:t>
      </w:r>
      <w:r w:rsidR="00792613">
        <w:t xml:space="preserve">, </w:t>
      </w:r>
      <w:r>
        <w:t>rien de si bourgeois</w:t>
      </w:r>
      <w:r w:rsidR="00792613">
        <w:t xml:space="preserve">, </w:t>
      </w:r>
      <w:r>
        <w:t>ce me semble</w:t>
      </w:r>
      <w:r w:rsidR="00792613">
        <w:t xml:space="preserve">, </w:t>
      </w:r>
      <w:r>
        <w:t>que le tact</w:t>
      </w:r>
      <w:r w:rsidR="00792613">
        <w:t xml:space="preserve"> ; </w:t>
      </w:r>
      <w:r>
        <w:t>il s</w:t>
      </w:r>
      <w:r w:rsidR="00792613">
        <w:t>’</w:t>
      </w:r>
      <w:r>
        <w:t>ensuit que l</w:t>
      </w:r>
      <w:r w:rsidR="00792613">
        <w:t>’</w:t>
      </w:r>
      <w:r>
        <w:t>odorat</w:t>
      </w:r>
      <w:r w:rsidR="00792613">
        <w:t xml:space="preserve">, </w:t>
      </w:r>
      <w:r>
        <w:t>à plus forte raison</w:t>
      </w:r>
      <w:r w:rsidR="00792613">
        <w:t xml:space="preserve">, </w:t>
      </w:r>
      <w:r>
        <w:t>n</w:t>
      </w:r>
      <w:r w:rsidR="00792613">
        <w:t>’</w:t>
      </w:r>
      <w:r>
        <w:t xml:space="preserve">aura pas plus de </w:t>
      </w:r>
      <w:proofErr w:type="spellStart"/>
      <w:r>
        <w:t>privilege</w:t>
      </w:r>
      <w:proofErr w:type="spellEnd"/>
      <w:r>
        <w:t xml:space="preserve"> que l</w:t>
      </w:r>
      <w:r w:rsidR="00792613">
        <w:t>’</w:t>
      </w:r>
      <w:r>
        <w:t>ouïe &amp; la vue</w:t>
      </w:r>
      <w:r w:rsidR="00792613">
        <w:t xml:space="preserve">. </w:t>
      </w:r>
      <w:r>
        <w:t>Ainsi l</w:t>
      </w:r>
      <w:r w:rsidR="00792613">
        <w:t>’</w:t>
      </w:r>
      <w:r>
        <w:t>impression des odeurs aura ordre de ne point pénétrer au-delà de ce nerf des narines</w:t>
      </w:r>
      <w:r w:rsidR="00792613">
        <w:t xml:space="preserve">, </w:t>
      </w:r>
      <w:r>
        <w:t>tenu frais par la fine membrane de Schneider</w:t>
      </w:r>
      <w:r w:rsidR="00792613">
        <w:t xml:space="preserve">, </w:t>
      </w:r>
      <w:r>
        <w:t>qui le couvre</w:t>
      </w:r>
      <w:r w:rsidR="00792613">
        <w:t xml:space="preserve">, </w:t>
      </w:r>
      <w:r>
        <w:t>pour le mettre à l</w:t>
      </w:r>
      <w:r w:rsidR="00792613">
        <w:t>’</w:t>
      </w:r>
      <w:r>
        <w:t>abri des injures de l</w:t>
      </w:r>
      <w:r w:rsidR="00792613">
        <w:t>’</w:t>
      </w:r>
      <w:r>
        <w:t>air</w:t>
      </w:r>
      <w:r w:rsidR="00792613">
        <w:t xml:space="preserve">, </w:t>
      </w:r>
      <w:r>
        <w:t>&amp; l</w:t>
      </w:r>
      <w:r w:rsidR="00792613">
        <w:t>’</w:t>
      </w:r>
      <w:r>
        <w:t>empêcher de se racornir</w:t>
      </w:r>
      <w:r w:rsidR="00792613">
        <w:t xml:space="preserve">. </w:t>
      </w:r>
      <w:r>
        <w:t>En effet</w:t>
      </w:r>
      <w:r w:rsidR="00792613">
        <w:t xml:space="preserve">, </w:t>
      </w:r>
      <w:r>
        <w:t>l</w:t>
      </w:r>
      <w:r w:rsidR="00792613">
        <w:t>’</w:t>
      </w:r>
      <w:proofErr w:type="spellStart"/>
      <w:r>
        <w:t>ame</w:t>
      </w:r>
      <w:proofErr w:type="spellEnd"/>
      <w:r w:rsidR="00792613">
        <w:t xml:space="preserve">, </w:t>
      </w:r>
      <w:r>
        <w:t>qui entend sans oreilles</w:t>
      </w:r>
      <w:r w:rsidR="00792613">
        <w:t xml:space="preserve">, </w:t>
      </w:r>
      <w:r>
        <w:t>tandis que le corps n</w:t>
      </w:r>
      <w:r w:rsidR="00792613">
        <w:t>’</w:t>
      </w:r>
      <w:r>
        <w:t>entend point avec deux</w:t>
      </w:r>
      <w:r w:rsidR="00792613">
        <w:t xml:space="preserve">, </w:t>
      </w:r>
      <w:r>
        <w:t>n</w:t>
      </w:r>
      <w:r w:rsidR="00792613">
        <w:t>’</w:t>
      </w:r>
      <w:r>
        <w:t>a pas besoin de nez</w:t>
      </w:r>
      <w:r w:rsidR="00792613">
        <w:t xml:space="preserve">, </w:t>
      </w:r>
      <w:r>
        <w:t xml:space="preserve">pour sentir de loin ces corpuscules </w:t>
      </w:r>
      <w:proofErr w:type="spellStart"/>
      <w:r>
        <w:t>volatifs</w:t>
      </w:r>
      <w:proofErr w:type="spellEnd"/>
      <w:r w:rsidR="00792613">
        <w:t xml:space="preserve">, </w:t>
      </w:r>
      <w:r>
        <w:t xml:space="preserve">qui se font un jeu de la rappeler de la </w:t>
      </w:r>
      <w:proofErr w:type="spellStart"/>
      <w:r>
        <w:t>foiblesse</w:t>
      </w:r>
      <w:proofErr w:type="spellEnd"/>
      <w:r>
        <w:t xml:space="preserve"> à la force</w:t>
      </w:r>
      <w:r w:rsidR="00792613">
        <w:t xml:space="preserve">, </w:t>
      </w:r>
      <w:r>
        <w:t>&amp; de la mort à la vie</w:t>
      </w:r>
      <w:r w:rsidR="00792613">
        <w:t>.</w:t>
      </w:r>
    </w:p>
    <w:p w14:paraId="06268E88" w14:textId="77777777" w:rsidR="00792613" w:rsidRDefault="00F449A5" w:rsidP="00792613">
      <w:r>
        <w:t>Mais où s</w:t>
      </w:r>
      <w:r w:rsidR="00792613">
        <w:t>’</w:t>
      </w:r>
      <w:r>
        <w:t xml:space="preserve">arrêtent ces </w:t>
      </w:r>
      <w:proofErr w:type="spellStart"/>
      <w:r>
        <w:rPr>
          <w:i/>
          <w:iCs/>
        </w:rPr>
        <w:t>effluvia</w:t>
      </w:r>
      <w:proofErr w:type="spellEnd"/>
      <w:r>
        <w:rPr>
          <w:i/>
          <w:iCs/>
        </w:rPr>
        <w:t xml:space="preserve"> </w:t>
      </w:r>
      <w:r>
        <w:t>de Boyle</w:t>
      </w:r>
      <w:r w:rsidR="00792613">
        <w:t xml:space="preserve"> ? </w:t>
      </w:r>
      <w:r>
        <w:t>Quel nouveau Tralles marquera leurs limites</w:t>
      </w:r>
      <w:r w:rsidR="00792613">
        <w:t xml:space="preserve"> !? </w:t>
      </w:r>
      <w:r>
        <w:t>Qui nous dira jusqu</w:t>
      </w:r>
      <w:r w:rsidR="00792613">
        <w:t>’</w:t>
      </w:r>
      <w:r>
        <w:t>où s</w:t>
      </w:r>
      <w:r w:rsidR="00792613">
        <w:t>’</w:t>
      </w:r>
      <w:r>
        <w:t>exhale l</w:t>
      </w:r>
      <w:r w:rsidR="00792613">
        <w:t>’</w:t>
      </w:r>
      <w:r>
        <w:t xml:space="preserve">évaporation des corps </w:t>
      </w:r>
      <w:proofErr w:type="spellStart"/>
      <w:r>
        <w:t>odoriférans</w:t>
      </w:r>
      <w:proofErr w:type="spellEnd"/>
      <w:r w:rsidR="00792613">
        <w:t xml:space="preserve"> ? </w:t>
      </w:r>
      <w:r>
        <w:t>Qui osera décider</w:t>
      </w:r>
      <w:r w:rsidR="00792613">
        <w:t xml:space="preserve">, </w:t>
      </w:r>
      <w:r>
        <w:t xml:space="preserve">si la </w:t>
      </w:r>
      <w:r>
        <w:rPr>
          <w:i/>
          <w:iCs/>
        </w:rPr>
        <w:t xml:space="preserve">quintessence </w:t>
      </w:r>
      <w:r>
        <w:t>des anciens</w:t>
      </w:r>
      <w:r w:rsidR="00792613">
        <w:t xml:space="preserve">, </w:t>
      </w:r>
      <w:r>
        <w:t xml:space="preserve">ou </w:t>
      </w:r>
      <w:r>
        <w:rPr>
          <w:i/>
          <w:iCs/>
        </w:rPr>
        <w:t>l</w:t>
      </w:r>
      <w:r w:rsidR="00792613">
        <w:rPr>
          <w:i/>
          <w:iCs/>
        </w:rPr>
        <w:t>’</w:t>
      </w:r>
      <w:r>
        <w:rPr>
          <w:i/>
          <w:iCs/>
        </w:rPr>
        <w:t xml:space="preserve">esprit recteur </w:t>
      </w:r>
      <w:r>
        <w:t>des modernes s</w:t>
      </w:r>
      <w:r w:rsidR="00792613">
        <w:t>’</w:t>
      </w:r>
      <w:r>
        <w:t xml:space="preserve">arrête à la </w:t>
      </w:r>
      <w:proofErr w:type="spellStart"/>
      <w:r>
        <w:t>premiere</w:t>
      </w:r>
      <w:proofErr w:type="spellEnd"/>
      <w:r w:rsidR="00792613">
        <w:t xml:space="preserve">, </w:t>
      </w:r>
      <w:r>
        <w:t xml:space="preserve">ou </w:t>
      </w:r>
      <w:proofErr w:type="spellStart"/>
      <w:r>
        <w:t>a</w:t>
      </w:r>
      <w:proofErr w:type="spellEnd"/>
      <w:r>
        <w:t xml:space="preserve"> la force de monter jusqu</w:t>
      </w:r>
      <w:r w:rsidR="00792613">
        <w:t>’</w:t>
      </w:r>
      <w:r>
        <w:t xml:space="preserve">à </w:t>
      </w:r>
      <w:r>
        <w:rPr>
          <w:i/>
          <w:iCs/>
        </w:rPr>
        <w:t>la</w:t>
      </w:r>
      <w:r>
        <w:t xml:space="preserve"> </w:t>
      </w:r>
      <w:r>
        <w:rPr>
          <w:i/>
          <w:iCs/>
        </w:rPr>
        <w:t xml:space="preserve">seconde région </w:t>
      </w:r>
      <w:r>
        <w:t>du cerveau</w:t>
      </w:r>
      <w:r w:rsidR="00792613">
        <w:t xml:space="preserve">, </w:t>
      </w:r>
      <w:r>
        <w:t>semblable à ces rayons qui s</w:t>
      </w:r>
      <w:r w:rsidR="00792613">
        <w:t>’</w:t>
      </w:r>
      <w:r>
        <w:t>éteignent en entrant par la cornée</w:t>
      </w:r>
      <w:r w:rsidR="00792613">
        <w:t xml:space="preserve">, </w:t>
      </w:r>
      <w:r>
        <w:t>avant que d</w:t>
      </w:r>
      <w:r w:rsidR="00792613">
        <w:t>’</w:t>
      </w:r>
      <w:r>
        <w:t xml:space="preserve">avoir passé à </w:t>
      </w:r>
      <w:r>
        <w:rPr>
          <w:i/>
          <w:iCs/>
        </w:rPr>
        <w:t>la chambre postérieure de l</w:t>
      </w:r>
      <w:r w:rsidR="00792613">
        <w:rPr>
          <w:i/>
          <w:iCs/>
        </w:rPr>
        <w:t>’</w:t>
      </w:r>
      <w:r>
        <w:rPr>
          <w:i/>
          <w:iCs/>
        </w:rPr>
        <w:t>œil</w:t>
      </w:r>
      <w:r w:rsidR="00792613">
        <w:rPr>
          <w:i/>
          <w:iCs/>
        </w:rPr>
        <w:t xml:space="preserve"> ; </w:t>
      </w:r>
      <w:r>
        <w:rPr>
          <w:iCs/>
        </w:rPr>
        <w:t xml:space="preserve">à </w:t>
      </w:r>
      <w:r>
        <w:t>moins cependant que le plus fin tabac d</w:t>
      </w:r>
      <w:r w:rsidR="00792613">
        <w:t>’</w:t>
      </w:r>
      <w:r>
        <w:t>Espagne</w:t>
      </w:r>
      <w:r w:rsidR="00792613">
        <w:t xml:space="preserve">, </w:t>
      </w:r>
      <w:r>
        <w:t xml:space="preserve">qui ne peut se faire jour au travers </w:t>
      </w:r>
      <w:r>
        <w:lastRenderedPageBreak/>
        <w:t>des petits trous de l</w:t>
      </w:r>
      <w:r w:rsidR="00792613">
        <w:t>’</w:t>
      </w:r>
      <w:r>
        <w:t xml:space="preserve">os ethmoïde exactement remplis par les </w:t>
      </w:r>
      <w:proofErr w:type="spellStart"/>
      <w:r>
        <w:t>filamens</w:t>
      </w:r>
      <w:proofErr w:type="spellEnd"/>
      <w:r>
        <w:t xml:space="preserve"> du nerf olfactif</w:t>
      </w:r>
      <w:r w:rsidR="00792613">
        <w:t xml:space="preserve">, </w:t>
      </w:r>
      <w:r>
        <w:t>ne résolût ce grand problème</w:t>
      </w:r>
      <w:r w:rsidR="00792613">
        <w:t> ?</w:t>
      </w:r>
    </w:p>
    <w:p w14:paraId="10369947" w14:textId="77777777" w:rsidR="00792613" w:rsidRDefault="00F449A5" w:rsidP="00792613">
      <w:r>
        <w:t>Que d</w:t>
      </w:r>
      <w:r w:rsidR="00792613">
        <w:t>’</w:t>
      </w:r>
      <w:r>
        <w:t>embarras</w:t>
      </w:r>
      <w:r w:rsidR="00792613">
        <w:t xml:space="preserve"> ! </w:t>
      </w:r>
      <w:r>
        <w:t>que d</w:t>
      </w:r>
      <w:r w:rsidR="00792613">
        <w:t>’</w:t>
      </w:r>
      <w:r>
        <w:t xml:space="preserve">incertitude </w:t>
      </w:r>
      <w:proofErr w:type="spellStart"/>
      <w:r>
        <w:t>par-tout</w:t>
      </w:r>
      <w:proofErr w:type="spellEnd"/>
      <w:r w:rsidR="00792613">
        <w:t xml:space="preserve"> ! </w:t>
      </w:r>
      <w:r>
        <w:t>Qui fixera encore le point où s</w:t>
      </w:r>
      <w:r w:rsidR="00792613">
        <w:t>’</w:t>
      </w:r>
      <w:r>
        <w:t>arrête la progression du mouvement imprimé par le toucher</w:t>
      </w:r>
      <w:r w:rsidR="00792613">
        <w:t xml:space="preserve"> ? </w:t>
      </w:r>
      <w:r>
        <w:t>Qui dira jusqu</w:t>
      </w:r>
      <w:r w:rsidR="00792613">
        <w:t>’</w:t>
      </w:r>
      <w:r>
        <w:t xml:space="preserve">où le tact fait monter les esprits animaux dans le </w:t>
      </w:r>
      <w:proofErr w:type="spellStart"/>
      <w:r>
        <w:t>thermometre</w:t>
      </w:r>
      <w:proofErr w:type="spellEnd"/>
      <w:r>
        <w:t xml:space="preserve"> des nerfs</w:t>
      </w:r>
      <w:r w:rsidR="00792613">
        <w:t xml:space="preserve"> ? </w:t>
      </w:r>
      <w:r>
        <w:t xml:space="preserve">Se </w:t>
      </w:r>
      <w:proofErr w:type="spellStart"/>
      <w:r>
        <w:t>dépouilleroient</w:t>
      </w:r>
      <w:proofErr w:type="spellEnd"/>
      <w:r>
        <w:t>-ils de leur sensation</w:t>
      </w:r>
      <w:r w:rsidR="00792613">
        <w:t xml:space="preserve"> ? </w:t>
      </w:r>
      <w:proofErr w:type="spellStart"/>
      <w:r>
        <w:t>Perdroient</w:t>
      </w:r>
      <w:proofErr w:type="spellEnd"/>
      <w:r>
        <w:t>-ils la nouvelle modification qu</w:t>
      </w:r>
      <w:r w:rsidR="00792613">
        <w:t>’</w:t>
      </w:r>
      <w:r>
        <w:t>ils ont reçue</w:t>
      </w:r>
      <w:r w:rsidR="00792613">
        <w:t xml:space="preserve">, </w:t>
      </w:r>
      <w:r>
        <w:t>avant que de percer le crâne</w:t>
      </w:r>
      <w:r w:rsidR="00792613">
        <w:t xml:space="preserve">, </w:t>
      </w:r>
      <w:r>
        <w:t xml:space="preserve">comme les </w:t>
      </w:r>
      <w:proofErr w:type="spellStart"/>
      <w:r>
        <w:t>arteres</w:t>
      </w:r>
      <w:proofErr w:type="spellEnd"/>
      <w:r>
        <w:t xml:space="preserve"> vertébrales &amp; carotides quittent une partie de leur tunique musculeuse</w:t>
      </w:r>
      <w:r w:rsidR="00792613">
        <w:t xml:space="preserve">, </w:t>
      </w:r>
      <w:r>
        <w:t>ceux-là</w:t>
      </w:r>
      <w:r w:rsidR="00792613">
        <w:t xml:space="preserve">, </w:t>
      </w:r>
      <w:r>
        <w:t>pour faire honneur à l</w:t>
      </w:r>
      <w:r w:rsidR="00792613">
        <w:t>’</w:t>
      </w:r>
      <w:proofErr w:type="spellStart"/>
      <w:r>
        <w:t>ame</w:t>
      </w:r>
      <w:proofErr w:type="spellEnd"/>
      <w:r w:rsidR="00792613">
        <w:t xml:space="preserve">, </w:t>
      </w:r>
      <w:r>
        <w:t>qui du bout du doigt peut juger des corps</w:t>
      </w:r>
      <w:r w:rsidR="00792613">
        <w:t xml:space="preserve">, </w:t>
      </w:r>
      <w:r>
        <w:t>comme on le voit dans les aveugles</w:t>
      </w:r>
      <w:r w:rsidR="00792613">
        <w:t xml:space="preserve"> ; </w:t>
      </w:r>
      <w:r>
        <w:t>celles-ci</w:t>
      </w:r>
      <w:r w:rsidR="00792613">
        <w:t xml:space="preserve">, </w:t>
      </w:r>
      <w:r>
        <w:t>pour ne pas troubler la raison par une élasticité insupportable</w:t>
      </w:r>
      <w:r w:rsidR="00792613">
        <w:t xml:space="preserve">, </w:t>
      </w:r>
      <w:r>
        <w:t>qui nous eût peut-être tous rendus fous</w:t>
      </w:r>
      <w:r w:rsidR="00792613">
        <w:t> ?</w:t>
      </w:r>
    </w:p>
    <w:p w14:paraId="19A2F02B" w14:textId="77777777" w:rsidR="00792613" w:rsidRDefault="00F449A5" w:rsidP="00792613">
      <w:r>
        <w:t>Cela accordé au docteur Tralles</w:t>
      </w:r>
      <w:r w:rsidR="00792613">
        <w:t xml:space="preserve">, </w:t>
      </w:r>
      <w:r>
        <w:t>c</w:t>
      </w:r>
      <w:r w:rsidR="00792613">
        <w:t>’</w:t>
      </w:r>
      <w:r>
        <w:t>est sans fondement qu</w:t>
      </w:r>
      <w:r w:rsidR="00792613">
        <w:t>’</w:t>
      </w:r>
      <w:r>
        <w:t>on s</w:t>
      </w:r>
      <w:r w:rsidR="00792613">
        <w:t>’</w:t>
      </w:r>
      <w:r>
        <w:t xml:space="preserve">est imaginé que les sensations se </w:t>
      </w:r>
      <w:proofErr w:type="spellStart"/>
      <w:r>
        <w:t>portoient</w:t>
      </w:r>
      <w:proofErr w:type="spellEnd"/>
      <w:r>
        <w:t xml:space="preserve"> jusqu</w:t>
      </w:r>
      <w:r w:rsidR="00792613">
        <w:t>’</w:t>
      </w:r>
      <w:r>
        <w:t>au cerveau</w:t>
      </w:r>
      <w:r w:rsidR="00792613">
        <w:t xml:space="preserve">, </w:t>
      </w:r>
      <w:r>
        <w:t xml:space="preserve">où elles ne </w:t>
      </w:r>
      <w:proofErr w:type="spellStart"/>
      <w:r>
        <w:t>faisoient</w:t>
      </w:r>
      <w:proofErr w:type="spellEnd"/>
      <w:r>
        <w:t xml:space="preserve"> que passer</w:t>
      </w:r>
      <w:r w:rsidR="00792613">
        <w:t xml:space="preserve">, </w:t>
      </w:r>
      <w:r>
        <w:t xml:space="preserve">plus </w:t>
      </w:r>
      <w:proofErr w:type="spellStart"/>
      <w:r>
        <w:t>vîte</w:t>
      </w:r>
      <w:proofErr w:type="spellEnd"/>
      <w:r>
        <w:t xml:space="preserve"> que l</w:t>
      </w:r>
      <w:r w:rsidR="00792613">
        <w:t>’</w:t>
      </w:r>
      <w:r>
        <w:t>éclair</w:t>
      </w:r>
      <w:r w:rsidR="00792613">
        <w:t xml:space="preserve">, </w:t>
      </w:r>
      <w:r>
        <w:t>au travers du crible des organes des sens</w:t>
      </w:r>
      <w:r w:rsidR="00792613">
        <w:t xml:space="preserve"> ; </w:t>
      </w:r>
      <w:r>
        <w:t>&amp; même que le principe sensitif</w:t>
      </w:r>
      <w:r w:rsidR="00792613">
        <w:t xml:space="preserve">, </w:t>
      </w:r>
      <w:r>
        <w:t>où l</w:t>
      </w:r>
      <w:r w:rsidR="00792613">
        <w:t>’</w:t>
      </w:r>
      <w:proofErr w:type="spellStart"/>
      <w:r>
        <w:t>ame</w:t>
      </w:r>
      <w:proofErr w:type="spellEnd"/>
      <w:r>
        <w:t xml:space="preserve"> ne </w:t>
      </w:r>
      <w:proofErr w:type="spellStart"/>
      <w:r>
        <w:t>recevoit</w:t>
      </w:r>
      <w:proofErr w:type="spellEnd"/>
      <w:r>
        <w:t xml:space="preserve"> aucune sensation</w:t>
      </w:r>
      <w:r w:rsidR="00792613">
        <w:t xml:space="preserve">, </w:t>
      </w:r>
      <w:r>
        <w:t xml:space="preserve">si elle ne </w:t>
      </w:r>
      <w:proofErr w:type="spellStart"/>
      <w:r>
        <w:t>pénétroit</w:t>
      </w:r>
      <w:proofErr w:type="spellEnd"/>
      <w:r>
        <w:t xml:space="preserve"> jusqu</w:t>
      </w:r>
      <w:r w:rsidR="00792613">
        <w:t>’</w:t>
      </w:r>
      <w:r>
        <w:t>au cerveau</w:t>
      </w:r>
      <w:r w:rsidR="00792613">
        <w:t xml:space="preserve">, </w:t>
      </w:r>
      <w:r>
        <w:t>qui est prouvé</w:t>
      </w:r>
      <w:r w:rsidR="00792613">
        <w:t xml:space="preserve">, </w:t>
      </w:r>
      <w:r>
        <w:t>par tant d</w:t>
      </w:r>
      <w:r w:rsidR="00792613">
        <w:t>’</w:t>
      </w:r>
      <w:r>
        <w:t>expériences &amp; d</w:t>
      </w:r>
      <w:r w:rsidR="00792613">
        <w:t>’</w:t>
      </w:r>
      <w:r>
        <w:t>observations incontestables</w:t>
      </w:r>
      <w:r w:rsidR="00792613">
        <w:t xml:space="preserve">, </w:t>
      </w:r>
      <w:r>
        <w:t xml:space="preserve">être le </w:t>
      </w:r>
      <w:proofErr w:type="spellStart"/>
      <w:r>
        <w:t>siege</w:t>
      </w:r>
      <w:proofErr w:type="spellEnd"/>
      <w:r>
        <w:t xml:space="preserve"> de cette divine substance</w:t>
      </w:r>
      <w:r w:rsidR="00792613">
        <w:t>.</w:t>
      </w:r>
    </w:p>
    <w:p w14:paraId="1AE45E04" w14:textId="77777777" w:rsidR="00792613" w:rsidRDefault="00F449A5" w:rsidP="00792613">
      <w:r>
        <w:t>Ne dissimulons cependant rien</w:t>
      </w:r>
      <w:r w:rsidR="00792613">
        <w:t xml:space="preserve"> ; </w:t>
      </w:r>
      <w:r>
        <w:t xml:space="preserve">il est des </w:t>
      </w:r>
      <w:proofErr w:type="spellStart"/>
      <w:r>
        <w:t>hypotheses</w:t>
      </w:r>
      <w:proofErr w:type="spellEnd"/>
      <w:r>
        <w:t xml:space="preserve"> favorables à la propagation ultérieure des sens des images</w:t>
      </w:r>
      <w:r w:rsidR="00792613">
        <w:t xml:space="preserve">, </w:t>
      </w:r>
      <w:r>
        <w:t>en un mot des sensations</w:t>
      </w:r>
      <w:r w:rsidR="00792613">
        <w:t xml:space="preserve">. </w:t>
      </w:r>
      <w:r>
        <w:t>Je vais les exposer</w:t>
      </w:r>
      <w:r w:rsidR="00792613">
        <w:t>.</w:t>
      </w:r>
    </w:p>
    <w:p w14:paraId="45F7825D" w14:textId="77777777" w:rsidR="00792613" w:rsidRDefault="00F449A5" w:rsidP="00792613">
      <w:r>
        <w:t>Les objets sont représentés au fond de l</w:t>
      </w:r>
      <w:r w:rsidR="00792613">
        <w:t>’</w:t>
      </w:r>
      <w:r>
        <w:t>œil sur la rétine</w:t>
      </w:r>
      <w:r w:rsidR="00792613">
        <w:t xml:space="preserve"> ; </w:t>
      </w:r>
      <w:r>
        <w:t>cette membrane est l</w:t>
      </w:r>
      <w:r w:rsidR="00792613">
        <w:t>’</w:t>
      </w:r>
      <w:r>
        <w:t>expansion du nerf optique</w:t>
      </w:r>
      <w:r w:rsidR="00792613">
        <w:t xml:space="preserve"> ; </w:t>
      </w:r>
      <w:r>
        <w:t>ce nerf part de la moëlle du cerveau</w:t>
      </w:r>
      <w:r w:rsidR="00792613">
        <w:t xml:space="preserve"> ; </w:t>
      </w:r>
      <w:r>
        <w:t>il est composé de fibres circulairement arrangées</w:t>
      </w:r>
      <w:r w:rsidR="00792613">
        <w:t xml:space="preserve">, </w:t>
      </w:r>
      <w:r>
        <w:t>qui forment une cavité imperceptible</w:t>
      </w:r>
      <w:r w:rsidR="00792613">
        <w:t xml:space="preserve">, </w:t>
      </w:r>
      <w:r>
        <w:t>dans laquelle coulent des esprits animaux</w:t>
      </w:r>
      <w:r w:rsidR="00792613">
        <w:t xml:space="preserve">, </w:t>
      </w:r>
      <w:r>
        <w:t>aussi invisibles que cette cavité</w:t>
      </w:r>
      <w:r w:rsidR="00792613">
        <w:t xml:space="preserve">. </w:t>
      </w:r>
      <w:r>
        <w:t>Or on conçoit aisément</w:t>
      </w:r>
      <w:r w:rsidR="00792613">
        <w:t xml:space="preserve">, </w:t>
      </w:r>
      <w:r>
        <w:t xml:space="preserve">dans </w:t>
      </w:r>
      <w:r>
        <w:lastRenderedPageBreak/>
        <w:t>ce tube nerveux</w:t>
      </w:r>
      <w:r w:rsidR="00792613">
        <w:t xml:space="preserve">, </w:t>
      </w:r>
      <w:r>
        <w:t>autant de petites fibres qu</w:t>
      </w:r>
      <w:r w:rsidR="00792613">
        <w:t>’</w:t>
      </w:r>
      <w:r>
        <w:t>il y a de points dans l</w:t>
      </w:r>
      <w:r w:rsidR="00792613">
        <w:t>’</w:t>
      </w:r>
      <w:r>
        <w:t>image de l</w:t>
      </w:r>
      <w:r w:rsidR="00792613">
        <w:t>’</w:t>
      </w:r>
      <w:r>
        <w:t>objet</w:t>
      </w:r>
      <w:r w:rsidR="00792613">
        <w:t xml:space="preserve">, </w:t>
      </w:r>
      <w:r>
        <w:t>de sorte que chacune étant ébranlée par l</w:t>
      </w:r>
      <w:r w:rsidR="00792613">
        <w:t>’</w:t>
      </w:r>
      <w:r>
        <w:t>action des rayons qui forment cette image</w:t>
      </w:r>
      <w:r w:rsidR="00792613">
        <w:t xml:space="preserve">, </w:t>
      </w:r>
      <w:r>
        <w:t>semble pouvoir porter au cerveau</w:t>
      </w:r>
      <w:r w:rsidR="00792613">
        <w:t xml:space="preserve">, </w:t>
      </w:r>
      <w:r>
        <w:t>qui doit le rendre à l</w:t>
      </w:r>
      <w:r w:rsidR="00792613">
        <w:t>’</w:t>
      </w:r>
      <w:proofErr w:type="spellStart"/>
      <w:r>
        <w:t>ame</w:t>
      </w:r>
      <w:proofErr w:type="spellEnd"/>
      <w:r w:rsidR="00792613">
        <w:t xml:space="preserve">, </w:t>
      </w:r>
      <w:r>
        <w:t>un ébranlement toujours diminutivement proportionnel</w:t>
      </w:r>
      <w:r w:rsidR="00792613">
        <w:t xml:space="preserve">, </w:t>
      </w:r>
      <w:r>
        <w:t>à mesure qu</w:t>
      </w:r>
      <w:r w:rsidR="00792613">
        <w:t>’</w:t>
      </w:r>
      <w:r>
        <w:t>il se propage</w:t>
      </w:r>
      <w:r w:rsidR="00792613">
        <w:t xml:space="preserve">, </w:t>
      </w:r>
      <w:r>
        <w:t>au point coloré ou à l</w:t>
      </w:r>
      <w:r w:rsidR="00792613">
        <w:t>’</w:t>
      </w:r>
      <w:r>
        <w:t>impression qu</w:t>
      </w:r>
      <w:r w:rsidR="00792613">
        <w:t>’</w:t>
      </w:r>
      <w:r>
        <w:t>elle a reçue</w:t>
      </w:r>
      <w:r w:rsidR="00792613">
        <w:t>.</w:t>
      </w:r>
    </w:p>
    <w:p w14:paraId="43510B7E" w14:textId="77777777" w:rsidR="00792613" w:rsidRDefault="00F449A5" w:rsidP="00792613">
      <w:r>
        <w:t xml:space="preserve">Tel est le premier </w:t>
      </w:r>
      <w:proofErr w:type="spellStart"/>
      <w:r>
        <w:t>systême</w:t>
      </w:r>
      <w:proofErr w:type="spellEnd"/>
      <w:r w:rsidR="00792613">
        <w:t xml:space="preserve">, </w:t>
      </w:r>
      <w:r>
        <w:t>qui n</w:t>
      </w:r>
      <w:r w:rsidR="00792613">
        <w:t>’</w:t>
      </w:r>
      <w:r>
        <w:t xml:space="preserve">est peut-être </w:t>
      </w:r>
      <w:r>
        <w:rPr>
          <w:i/>
          <w:iCs/>
        </w:rPr>
        <w:t>solide</w:t>
      </w:r>
      <w:r w:rsidR="00792613">
        <w:rPr>
          <w:i/>
          <w:iCs/>
        </w:rPr>
        <w:t xml:space="preserve">, </w:t>
      </w:r>
      <w:r>
        <w:t>que du nom des parties qu</w:t>
      </w:r>
      <w:r w:rsidR="00792613">
        <w:t>’</w:t>
      </w:r>
      <w:r>
        <w:t>on met en jeu</w:t>
      </w:r>
      <w:r w:rsidR="00792613">
        <w:t xml:space="preserve">, </w:t>
      </w:r>
      <w:r>
        <w:t xml:space="preserve">pour expliquer ce </w:t>
      </w:r>
      <w:proofErr w:type="spellStart"/>
      <w:r>
        <w:t>phénomene</w:t>
      </w:r>
      <w:proofErr w:type="spellEnd"/>
      <w:r w:rsidR="00792613">
        <w:t>.</w:t>
      </w:r>
    </w:p>
    <w:p w14:paraId="1732B538" w14:textId="77777777" w:rsidR="00792613" w:rsidRDefault="00F449A5" w:rsidP="00792613">
      <w:r>
        <w:t>Voici le second</w:t>
      </w:r>
      <w:r w:rsidR="00792613">
        <w:t xml:space="preserve">. </w:t>
      </w:r>
      <w:r>
        <w:t>Ce n</w:t>
      </w:r>
      <w:r w:rsidR="00792613">
        <w:t>’</w:t>
      </w:r>
      <w:r>
        <w:t>est plus l</w:t>
      </w:r>
      <w:r w:rsidR="00792613">
        <w:t>’</w:t>
      </w:r>
      <w:r>
        <w:t>ondulation des fibres nerveuses</w:t>
      </w:r>
      <w:r w:rsidR="00792613">
        <w:t xml:space="preserve">, </w:t>
      </w:r>
      <w:r>
        <w:t>qui produit les sensations dans le cerveau</w:t>
      </w:r>
      <w:r w:rsidR="00792613">
        <w:t xml:space="preserve"> ; </w:t>
      </w:r>
      <w:r>
        <w:t>c</w:t>
      </w:r>
      <w:r w:rsidR="00792613">
        <w:t>’</w:t>
      </w:r>
      <w:r>
        <w:t>est le reflux des esprits</w:t>
      </w:r>
      <w:r w:rsidR="00792613">
        <w:t xml:space="preserve">, </w:t>
      </w:r>
      <w:r>
        <w:t>comme effarouchés</w:t>
      </w:r>
      <w:r w:rsidR="00792613">
        <w:t xml:space="preserve">. </w:t>
      </w:r>
      <w:r>
        <w:t>Globuleux</w:t>
      </w:r>
      <w:r w:rsidR="00792613">
        <w:t xml:space="preserve">, </w:t>
      </w:r>
      <w:r>
        <w:t>ils roulent en tous sens avec facilité</w:t>
      </w:r>
      <w:r w:rsidR="00792613">
        <w:t xml:space="preserve"> ; </w:t>
      </w:r>
      <w:r>
        <w:t>ils peuvent reculer &amp; avancer</w:t>
      </w:r>
      <w:r w:rsidR="00792613">
        <w:t xml:space="preserve"> ; </w:t>
      </w:r>
      <w:r>
        <w:t>tous à la file</w:t>
      </w:r>
      <w:r w:rsidR="00792613">
        <w:t xml:space="preserve">, </w:t>
      </w:r>
      <w:r>
        <w:t>dans une seule fibrille</w:t>
      </w:r>
      <w:r w:rsidR="00792613">
        <w:t xml:space="preserve">, </w:t>
      </w:r>
      <w:r>
        <w:t>comme les carrosses du cours dans une allée</w:t>
      </w:r>
      <w:r w:rsidR="00792613">
        <w:t>, (</w:t>
      </w:r>
      <w:r>
        <w:t>je ne trouve point de comparaison plus sensible</w:t>
      </w:r>
      <w:r w:rsidR="00792613">
        <w:t xml:space="preserve">) </w:t>
      </w:r>
      <w:r>
        <w:t>les premiers sont à peine mis en branle</w:t>
      </w:r>
      <w:r w:rsidR="00792613">
        <w:t xml:space="preserve">, </w:t>
      </w:r>
      <w:r>
        <w:t>qu</w:t>
      </w:r>
      <w:r w:rsidR="00792613">
        <w:t>’</w:t>
      </w:r>
      <w:r>
        <w:t>ils rétrogradent</w:t>
      </w:r>
      <w:r w:rsidR="00792613">
        <w:t xml:space="preserve">, </w:t>
      </w:r>
      <w:r>
        <w:t>pressent les seconds</w:t>
      </w:r>
      <w:r w:rsidR="00792613">
        <w:t xml:space="preserve">, </w:t>
      </w:r>
      <w:r>
        <w:t xml:space="preserve">ceux-ci les </w:t>
      </w:r>
      <w:proofErr w:type="spellStart"/>
      <w:r>
        <w:t>troisiemes</w:t>
      </w:r>
      <w:proofErr w:type="spellEnd"/>
      <w:r w:rsidR="00792613">
        <w:t xml:space="preserve"> ; </w:t>
      </w:r>
      <w:r>
        <w:t>&amp; ainsi toujours de suite</w:t>
      </w:r>
      <w:r w:rsidR="00792613">
        <w:t xml:space="preserve">, </w:t>
      </w:r>
      <w:r>
        <w:t>comme à la mer retirante</w:t>
      </w:r>
      <w:r w:rsidR="00792613">
        <w:t xml:space="preserve">, </w:t>
      </w:r>
      <w:r>
        <w:t>dont ils sont la très-subtile image</w:t>
      </w:r>
      <w:r w:rsidR="00792613">
        <w:t xml:space="preserve">, </w:t>
      </w:r>
      <w:r>
        <w:t>jusqu</w:t>
      </w:r>
      <w:r w:rsidR="00792613">
        <w:t>’</w:t>
      </w:r>
      <w:r>
        <w:t>à ce qu</w:t>
      </w:r>
      <w:r w:rsidR="00792613">
        <w:t>’</w:t>
      </w:r>
      <w:r>
        <w:t>enfin toutes les files ou séries d</w:t>
      </w:r>
      <w:r w:rsidR="00792613">
        <w:t>’</w:t>
      </w:r>
      <w:r>
        <w:t>esprits parviennent à cette partie du cerveau</w:t>
      </w:r>
      <w:r w:rsidR="00792613">
        <w:t xml:space="preserve">, </w:t>
      </w:r>
      <w:r>
        <w:t>que personne n</w:t>
      </w:r>
      <w:r w:rsidR="00792613">
        <w:t>’</w:t>
      </w:r>
      <w:r>
        <w:t>a jamais vue</w:t>
      </w:r>
      <w:r w:rsidR="00792613">
        <w:t xml:space="preserve">, </w:t>
      </w:r>
      <w:r>
        <w:t>si ce n</w:t>
      </w:r>
      <w:r w:rsidR="00792613">
        <w:t>’</w:t>
      </w:r>
      <w:r>
        <w:t xml:space="preserve">est feu </w:t>
      </w:r>
      <w:r w:rsidR="00792613">
        <w:t>M. de </w:t>
      </w:r>
      <w:r>
        <w:t xml:space="preserve">la </w:t>
      </w:r>
      <w:proofErr w:type="spellStart"/>
      <w:r>
        <w:t>Peyronie</w:t>
      </w:r>
      <w:proofErr w:type="spellEnd"/>
      <w:r w:rsidR="00792613">
        <w:t xml:space="preserve"> ; </w:t>
      </w:r>
      <w:r>
        <w:t>ou qu</w:t>
      </w:r>
      <w:r w:rsidR="00792613">
        <w:t>’</w:t>
      </w:r>
      <w:r>
        <w:t>on a vue</w:t>
      </w:r>
      <w:r w:rsidR="00792613">
        <w:t xml:space="preserve">, </w:t>
      </w:r>
      <w:r>
        <w:t xml:space="preserve">sans la </w:t>
      </w:r>
      <w:proofErr w:type="spellStart"/>
      <w:r>
        <w:t>connoître</w:t>
      </w:r>
      <w:proofErr w:type="spellEnd"/>
      <w:r w:rsidR="00792613">
        <w:t xml:space="preserve">, </w:t>
      </w:r>
      <w:r>
        <w:t xml:space="preserve">&amp; que les médecins nomment </w:t>
      </w:r>
      <w:r>
        <w:rPr>
          <w:i/>
          <w:iCs/>
        </w:rPr>
        <w:t>sensorium commune</w:t>
      </w:r>
      <w:r w:rsidR="00792613">
        <w:rPr>
          <w:i/>
          <w:iCs/>
        </w:rPr>
        <w:t xml:space="preserve"> ; </w:t>
      </w:r>
      <w:r>
        <w:t xml:space="preserve">lequel </w:t>
      </w:r>
      <w:r>
        <w:rPr>
          <w:i/>
          <w:iCs/>
        </w:rPr>
        <w:t xml:space="preserve">sensorium </w:t>
      </w:r>
      <w:r>
        <w:t>a été placé presque dans les parties du cerveau</w:t>
      </w:r>
      <w:r w:rsidR="00792613">
        <w:t xml:space="preserve">, </w:t>
      </w:r>
      <w:r>
        <w:t>mais principalement</w:t>
      </w:r>
      <w:r w:rsidR="00792613">
        <w:t xml:space="preserve"> (</w:t>
      </w:r>
      <w:r>
        <w:t>depuis qu</w:t>
      </w:r>
      <w:r w:rsidR="00792613">
        <w:t>’</w:t>
      </w:r>
      <w:r>
        <w:t>il a été détrôné de la glande pinéale</w:t>
      </w:r>
      <w:r w:rsidR="00792613">
        <w:t xml:space="preserve">) </w:t>
      </w:r>
      <w:r>
        <w:t>dans le corps calleux</w:t>
      </w:r>
      <w:r w:rsidR="00792613">
        <w:t xml:space="preserve">, </w:t>
      </w:r>
      <w:r>
        <w:t>&amp; dans ce point où l</w:t>
      </w:r>
      <w:r w:rsidR="00792613">
        <w:t>’</w:t>
      </w:r>
      <w:r>
        <w:t xml:space="preserve">on a faussement conjecturé que se </w:t>
      </w:r>
      <w:proofErr w:type="spellStart"/>
      <w:r>
        <w:t>rassembloient</w:t>
      </w:r>
      <w:proofErr w:type="spellEnd"/>
      <w:r>
        <w:t xml:space="preserve"> tous les nerfs</w:t>
      </w:r>
      <w:r w:rsidR="00792613">
        <w:t>.</w:t>
      </w:r>
    </w:p>
    <w:p w14:paraId="0F5EF406" w14:textId="77777777" w:rsidR="00792613" w:rsidRDefault="00F449A5" w:rsidP="00792613">
      <w:r>
        <w:t>À présent sera-ce le choc du liquide</w:t>
      </w:r>
      <w:r w:rsidR="00792613">
        <w:t xml:space="preserve">, </w:t>
      </w:r>
      <w:r>
        <w:t>si étonnamment mobile &amp; délié</w:t>
      </w:r>
      <w:r w:rsidR="00792613">
        <w:t xml:space="preserve">, </w:t>
      </w:r>
      <w:r>
        <w:t>qui produira la sensation proprement dite</w:t>
      </w:r>
      <w:r w:rsidR="00792613">
        <w:t xml:space="preserve"> ? </w:t>
      </w:r>
      <w:r>
        <w:t>Sera-ce le retour des esprits refoulés</w:t>
      </w:r>
      <w:r w:rsidR="00792613">
        <w:t xml:space="preserve">, </w:t>
      </w:r>
      <w:r>
        <w:t>comme le Jourdain</w:t>
      </w:r>
      <w:r w:rsidR="00792613">
        <w:t xml:space="preserve">, </w:t>
      </w:r>
      <w:r>
        <w:lastRenderedPageBreak/>
        <w:t>contre leur origine</w:t>
      </w:r>
      <w:r w:rsidR="00792613">
        <w:t xml:space="preserve"> ? </w:t>
      </w:r>
      <w:r>
        <w:t>Où sera-ce le mouvement continué le long de la corde optique solide</w:t>
      </w:r>
      <w:r w:rsidR="00792613">
        <w:t> ?</w:t>
      </w:r>
    </w:p>
    <w:p w14:paraId="48C43304" w14:textId="77777777" w:rsidR="00792613" w:rsidRDefault="00F449A5" w:rsidP="00792613">
      <w:pPr>
        <w:rPr>
          <w:i/>
          <w:lang w:val="en-US"/>
        </w:rPr>
      </w:pPr>
      <w:r>
        <w:t xml:space="preserve">À dieu ne plaise que nous admettions aucun de ces </w:t>
      </w:r>
      <w:proofErr w:type="spellStart"/>
      <w:r>
        <w:t>systêmes</w:t>
      </w:r>
      <w:proofErr w:type="spellEnd"/>
      <w:r w:rsidR="00792613">
        <w:t xml:space="preserve"> ! </w:t>
      </w:r>
      <w:r>
        <w:t xml:space="preserve">Nous marchons avec trop de </w:t>
      </w:r>
      <w:proofErr w:type="spellStart"/>
      <w:r>
        <w:t>zele</w:t>
      </w:r>
      <w:proofErr w:type="spellEnd"/>
      <w:r>
        <w:t xml:space="preserve"> </w:t>
      </w:r>
      <w:r>
        <w:rPr>
          <w:iCs/>
        </w:rPr>
        <w:t>sur</w:t>
      </w:r>
      <w:r>
        <w:rPr>
          <w:i/>
          <w:iCs/>
        </w:rPr>
        <w:t xml:space="preserve"> </w:t>
      </w:r>
      <w:r>
        <w:t xml:space="preserve">les pas du </w:t>
      </w:r>
      <w:r>
        <w:rPr>
          <w:i/>
          <w:iCs/>
        </w:rPr>
        <w:t xml:space="preserve">Pluche </w:t>
      </w:r>
      <w:r>
        <w:t>de la faculté de Breslau</w:t>
      </w:r>
      <w:r w:rsidR="00792613">
        <w:t xml:space="preserve">. </w:t>
      </w:r>
      <w:r>
        <w:rPr>
          <w:i/>
          <w:iCs/>
        </w:rPr>
        <w:t xml:space="preserve">Quelle idée aurions-nous de notre </w:t>
      </w:r>
      <w:proofErr w:type="spellStart"/>
      <w:r>
        <w:rPr>
          <w:i/>
          <w:iCs/>
        </w:rPr>
        <w:t>ame</w:t>
      </w:r>
      <w:proofErr w:type="spellEnd"/>
      <w:r w:rsidR="00792613">
        <w:rPr>
          <w:i/>
          <w:iCs/>
        </w:rPr>
        <w:t xml:space="preserve">, </w:t>
      </w:r>
      <w:r>
        <w:rPr>
          <w:iCs/>
        </w:rPr>
        <w:t>si</w:t>
      </w:r>
      <w:r>
        <w:rPr>
          <w:i/>
          <w:iCs/>
        </w:rPr>
        <w:t xml:space="preserve"> </w:t>
      </w:r>
      <w:r>
        <w:t>les sensations qui la déterminent</w:t>
      </w:r>
      <w:r w:rsidR="00792613">
        <w:t xml:space="preserve">, </w:t>
      </w:r>
      <w:proofErr w:type="spellStart"/>
      <w:r>
        <w:t>dépendoient</w:t>
      </w:r>
      <w:proofErr w:type="spellEnd"/>
      <w:r>
        <w:t xml:space="preserve"> d</w:t>
      </w:r>
      <w:r w:rsidR="00792613">
        <w:t>’</w:t>
      </w:r>
      <w:r>
        <w:t>un changement proportionnel à ce point presque mathématique dont j</w:t>
      </w:r>
      <w:r w:rsidR="00792613">
        <w:t>’</w:t>
      </w:r>
      <w:r>
        <w:t>ai parlé</w:t>
      </w:r>
      <w:r w:rsidR="00792613">
        <w:t xml:space="preserve"> ; </w:t>
      </w:r>
      <w:proofErr w:type="spellStart"/>
      <w:r>
        <w:t>dépendoient</w:t>
      </w:r>
      <w:proofErr w:type="spellEnd"/>
      <w:r>
        <w:t xml:space="preserve"> d</w:t>
      </w:r>
      <w:r w:rsidR="00792613">
        <w:t>’</w:t>
      </w:r>
      <w:r>
        <w:t>une vision à l</w:t>
      </w:r>
      <w:r w:rsidR="00792613">
        <w:t>’</w:t>
      </w:r>
      <w:r>
        <w:t xml:space="preserve">infini de la </w:t>
      </w:r>
      <w:proofErr w:type="spellStart"/>
      <w:r>
        <w:t>matiere</w:t>
      </w:r>
      <w:proofErr w:type="spellEnd"/>
      <w:r>
        <w:t xml:space="preserve"> sensitive</w:t>
      </w:r>
      <w:r w:rsidR="00792613">
        <w:t xml:space="preserve">, </w:t>
      </w:r>
      <w:r>
        <w:t>laquelle n</w:t>
      </w:r>
      <w:r w:rsidR="00792613">
        <w:t>’</w:t>
      </w:r>
      <w:r>
        <w:t>est elle-même que le mouvement imprimé au nerf</w:t>
      </w:r>
      <w:r w:rsidR="00792613">
        <w:t xml:space="preserve">, </w:t>
      </w:r>
      <w:r>
        <w:t>mouvement que certains</w:t>
      </w:r>
      <w:r w:rsidR="00792613">
        <w:t xml:space="preserve">, </w:t>
      </w:r>
      <w:r>
        <w:t>à cause de sa subtilité</w:t>
      </w:r>
      <w:r w:rsidR="00792613">
        <w:t xml:space="preserve">, </w:t>
      </w:r>
      <w:r>
        <w:t>ont cru lui-même immatériel</w:t>
      </w:r>
      <w:r w:rsidR="00792613">
        <w:t xml:space="preserve"> ? </w:t>
      </w:r>
      <w:r>
        <w:t>La belle sensation</w:t>
      </w:r>
      <w:r w:rsidR="00792613">
        <w:t xml:space="preserve">, </w:t>
      </w:r>
      <w:r>
        <w:t xml:space="preserve">qui </w:t>
      </w:r>
      <w:proofErr w:type="spellStart"/>
      <w:r>
        <w:t>seroit</w:t>
      </w:r>
      <w:proofErr w:type="spellEnd"/>
      <w:r>
        <w:t xml:space="preserve"> produite par un seul point coloré</w:t>
      </w:r>
      <w:r w:rsidR="00792613">
        <w:t xml:space="preserve">, </w:t>
      </w:r>
      <w:r>
        <w:t>sonore</w:t>
      </w:r>
      <w:r w:rsidR="00792613">
        <w:t xml:space="preserve">, </w:t>
      </w:r>
      <w:r>
        <w:rPr>
          <w:bCs/>
        </w:rPr>
        <w:t>&amp;c</w:t>
      </w:r>
      <w:r w:rsidR="00792613">
        <w:rPr>
          <w:bCs/>
        </w:rPr>
        <w:t xml:space="preserve">. </w:t>
      </w:r>
      <w:r>
        <w:t>dont l</w:t>
      </w:r>
      <w:r w:rsidR="00792613">
        <w:t>’</w:t>
      </w:r>
      <w:r>
        <w:t xml:space="preserve">effet se </w:t>
      </w:r>
      <w:proofErr w:type="spellStart"/>
      <w:r>
        <w:t>partageroit</w:t>
      </w:r>
      <w:proofErr w:type="spellEnd"/>
      <w:r>
        <w:t xml:space="preserve"> à toute une immense suite de globules nerveux</w:t>
      </w:r>
      <w:r w:rsidR="00792613">
        <w:t xml:space="preserve"> ! </w:t>
      </w:r>
      <w:r>
        <w:t xml:space="preserve">La belle </w:t>
      </w:r>
      <w:proofErr w:type="spellStart"/>
      <w:r>
        <w:t>ame</w:t>
      </w:r>
      <w:proofErr w:type="spellEnd"/>
      <w:r w:rsidR="00792613">
        <w:t xml:space="preserve">, </w:t>
      </w:r>
      <w:r>
        <w:t xml:space="preserve">qui ne </w:t>
      </w:r>
      <w:proofErr w:type="spellStart"/>
      <w:r>
        <w:t>sentiroit</w:t>
      </w:r>
      <w:proofErr w:type="spellEnd"/>
      <w:r>
        <w:t xml:space="preserve"> &amp; ne </w:t>
      </w:r>
      <w:proofErr w:type="spellStart"/>
      <w:r>
        <w:t>penseroit</w:t>
      </w:r>
      <w:proofErr w:type="spellEnd"/>
      <w:r w:rsidR="00792613">
        <w:t xml:space="preserve">, </w:t>
      </w:r>
      <w:r>
        <w:t>qu</w:t>
      </w:r>
      <w:r w:rsidR="00792613">
        <w:t>’</w:t>
      </w:r>
      <w:r>
        <w:t>en conséquence d</w:t>
      </w:r>
      <w:r w:rsidR="00792613">
        <w:t>’</w:t>
      </w:r>
      <w:r>
        <w:t xml:space="preserve">une impression qui </w:t>
      </w:r>
      <w:proofErr w:type="spellStart"/>
      <w:r>
        <w:t>iroit</w:t>
      </w:r>
      <w:proofErr w:type="spellEnd"/>
      <w:r>
        <w:t xml:space="preserve"> toujours s</w:t>
      </w:r>
      <w:r w:rsidR="00792613">
        <w:t>’</w:t>
      </w:r>
      <w:proofErr w:type="spellStart"/>
      <w:r>
        <w:t>affoiblissant</w:t>
      </w:r>
      <w:proofErr w:type="spellEnd"/>
      <w:r w:rsidR="00792613">
        <w:t xml:space="preserve">, </w:t>
      </w:r>
      <w:r>
        <w:t xml:space="preserve">pour mourir enfin à sa </w:t>
      </w:r>
      <w:proofErr w:type="spellStart"/>
      <w:r>
        <w:t>derniere</w:t>
      </w:r>
      <w:proofErr w:type="spellEnd"/>
      <w:r>
        <w:t xml:space="preserve"> retraite</w:t>
      </w:r>
      <w:r w:rsidR="00792613">
        <w:t xml:space="preserve"> ! </w:t>
      </w:r>
      <w:r>
        <w:t xml:space="preserve">La nature peut bien </w:t>
      </w:r>
      <w:proofErr w:type="spellStart"/>
      <w:r>
        <w:t>reconnoître</w:t>
      </w:r>
      <w:proofErr w:type="spellEnd"/>
      <w:r>
        <w:t xml:space="preserve"> une si grande simplicité</w:t>
      </w:r>
      <w:r w:rsidR="00792613">
        <w:t xml:space="preserve"> ; </w:t>
      </w:r>
      <w:r>
        <w:t>mais ce qui lui fait honneur</w:t>
      </w:r>
      <w:r w:rsidR="00792613">
        <w:t xml:space="preserve">, </w:t>
      </w:r>
      <w:r>
        <w:t>n</w:t>
      </w:r>
      <w:r w:rsidR="00792613">
        <w:t>’</w:t>
      </w:r>
      <w:r>
        <w:t>en fait point à un être incompréhensible</w:t>
      </w:r>
      <w:r w:rsidR="00792613">
        <w:t xml:space="preserve">, </w:t>
      </w:r>
      <w:r>
        <w:t>qui est autant au-dessus d</w:t>
      </w:r>
      <w:r w:rsidR="00792613">
        <w:t>’</w:t>
      </w:r>
      <w:r>
        <w:t>elle</w:t>
      </w:r>
      <w:r w:rsidR="00792613">
        <w:t xml:space="preserve">, </w:t>
      </w:r>
      <w:r>
        <w:t>que le ciel l</w:t>
      </w:r>
      <w:r w:rsidR="00792613">
        <w:t>’</w:t>
      </w:r>
      <w:r>
        <w:t>est de la terre</w:t>
      </w:r>
      <w:r w:rsidR="00792613">
        <w:t xml:space="preserve">. </w:t>
      </w:r>
      <w:r>
        <w:rPr>
          <w:i/>
          <w:lang w:val="en-US"/>
        </w:rPr>
        <w:t>Longo jam</w:t>
      </w:r>
      <w:r>
        <w:rPr>
          <w:lang w:val="en-US"/>
        </w:rPr>
        <w:t xml:space="preserve"> </w:t>
      </w:r>
      <w:proofErr w:type="spellStart"/>
      <w:r>
        <w:rPr>
          <w:i/>
          <w:lang w:val="en-US"/>
        </w:rPr>
        <w:t>proximus</w:t>
      </w:r>
      <w:proofErr w:type="spellEnd"/>
      <w:r>
        <w:rPr>
          <w:i/>
          <w:lang w:val="en-US"/>
        </w:rPr>
        <w:t xml:space="preserve"> intervallo</w:t>
      </w:r>
      <w:r w:rsidR="00792613">
        <w:rPr>
          <w:i/>
          <w:lang w:val="en-US"/>
        </w:rPr>
        <w:t>.</w:t>
      </w:r>
    </w:p>
    <w:p w14:paraId="29E5FA12" w14:textId="77777777" w:rsidR="00792613" w:rsidRDefault="00F449A5" w:rsidP="00792613">
      <w:r>
        <w:t>Je ne veux point fermer les yeux sur tout ce qu</w:t>
      </w:r>
      <w:r w:rsidR="00792613">
        <w:t>’</w:t>
      </w:r>
      <w:r>
        <w:t xml:space="preserve">on </w:t>
      </w:r>
      <w:proofErr w:type="spellStart"/>
      <w:r>
        <w:t>allegue</w:t>
      </w:r>
      <w:proofErr w:type="spellEnd"/>
      <w:r w:rsidR="00792613">
        <w:t xml:space="preserve">, </w:t>
      </w:r>
      <w:r>
        <w:t>ou peut alléguer</w:t>
      </w:r>
      <w:r w:rsidR="00792613">
        <w:t xml:space="preserve">, </w:t>
      </w:r>
      <w:r>
        <w:t>en faveur de l</w:t>
      </w:r>
      <w:r w:rsidR="00792613">
        <w:t>’</w:t>
      </w:r>
      <w:r>
        <w:t>une ou de l</w:t>
      </w:r>
      <w:r w:rsidR="00792613">
        <w:t>’</w:t>
      </w:r>
      <w:r>
        <w:t xml:space="preserve">autre </w:t>
      </w:r>
      <w:proofErr w:type="spellStart"/>
      <w:r>
        <w:t>hypothese</w:t>
      </w:r>
      <w:proofErr w:type="spellEnd"/>
      <w:r w:rsidR="00792613">
        <w:t xml:space="preserve">. </w:t>
      </w:r>
      <w:r>
        <w:t>Je conviens que le fardeau d</w:t>
      </w:r>
      <w:r w:rsidR="00792613">
        <w:t>’</w:t>
      </w:r>
      <w:r>
        <w:t>une image si infiniment divisée</w:t>
      </w:r>
      <w:r w:rsidR="00792613">
        <w:t xml:space="preserve">, </w:t>
      </w:r>
      <w:r>
        <w:t xml:space="preserve">ne </w:t>
      </w:r>
      <w:proofErr w:type="spellStart"/>
      <w:r>
        <w:t>seroit</w:t>
      </w:r>
      <w:proofErr w:type="spellEnd"/>
      <w:r>
        <w:t xml:space="preserve"> pas plus difficile à porter d</w:t>
      </w:r>
      <w:r w:rsidR="00792613">
        <w:t>’</w:t>
      </w:r>
      <w:r>
        <w:t>un côté</w:t>
      </w:r>
      <w:r w:rsidR="00792613">
        <w:t xml:space="preserve">, </w:t>
      </w:r>
      <w:r>
        <w:t>qu</w:t>
      </w:r>
      <w:r w:rsidR="00792613">
        <w:t>’</w:t>
      </w:r>
      <w:r>
        <w:t>à recevoir de l</w:t>
      </w:r>
      <w:r w:rsidR="00792613">
        <w:t>’</w:t>
      </w:r>
      <w:r>
        <w:t>autre</w:t>
      </w:r>
      <w:r w:rsidR="00792613">
        <w:t xml:space="preserve">, </w:t>
      </w:r>
      <w:r>
        <w:t>soit dans la supposition du reflux des esprits</w:t>
      </w:r>
      <w:r w:rsidR="00792613">
        <w:t xml:space="preserve">, </w:t>
      </w:r>
      <w:r>
        <w:t>soit dans celle de la marche du mouvement</w:t>
      </w:r>
      <w:r w:rsidR="00792613">
        <w:t xml:space="preserve">, </w:t>
      </w:r>
      <w:r>
        <w:t>ou de la propagation du changement des organes sensitifs</w:t>
      </w:r>
      <w:r w:rsidR="00792613">
        <w:t xml:space="preserve">. </w:t>
      </w:r>
      <w:r>
        <w:t>Je sais qu</w:t>
      </w:r>
      <w:r w:rsidR="00792613">
        <w:t>’</w:t>
      </w:r>
      <w:r>
        <w:t>il y a une parfaite analogie</w:t>
      </w:r>
      <w:r w:rsidR="00792613">
        <w:t xml:space="preserve">, </w:t>
      </w:r>
      <w:r>
        <w:t>qu</w:t>
      </w:r>
      <w:r w:rsidR="00792613">
        <w:t>’</w:t>
      </w:r>
      <w:r>
        <w:t>on n</w:t>
      </w:r>
      <w:r w:rsidR="00792613">
        <w:t>’</w:t>
      </w:r>
      <w:r>
        <w:t xml:space="preserve">a point encore assez </w:t>
      </w:r>
      <w:r>
        <w:rPr>
          <w:iCs/>
        </w:rPr>
        <w:t>fait</w:t>
      </w:r>
      <w:r>
        <w:rPr>
          <w:i/>
          <w:iCs/>
        </w:rPr>
        <w:t xml:space="preserve"> </w:t>
      </w:r>
      <w:r>
        <w:t>valoir</w:t>
      </w:r>
      <w:r w:rsidR="00792613">
        <w:t xml:space="preserve">, </w:t>
      </w:r>
      <w:r>
        <w:t>entre la rétine &amp; le cerveau</w:t>
      </w:r>
      <w:r w:rsidR="00792613">
        <w:t xml:space="preserve"> ; </w:t>
      </w:r>
      <w:r>
        <w:t>que ces deux substances nous offrent le même spectacle</w:t>
      </w:r>
      <w:r w:rsidR="00792613">
        <w:t xml:space="preserve"> ; </w:t>
      </w:r>
      <w:r>
        <w:rPr>
          <w:bCs/>
        </w:rPr>
        <w:t xml:space="preserve">même </w:t>
      </w:r>
      <w:r>
        <w:t>blancheur</w:t>
      </w:r>
      <w:r w:rsidR="00792613">
        <w:t xml:space="preserve">, </w:t>
      </w:r>
      <w:r>
        <w:t>même mollesse</w:t>
      </w:r>
      <w:r w:rsidR="00792613">
        <w:t xml:space="preserve">, </w:t>
      </w:r>
      <w:r>
        <w:t xml:space="preserve">même délicatesse </w:t>
      </w:r>
      <w:proofErr w:type="spellStart"/>
      <w:r>
        <w:t>par-tout</w:t>
      </w:r>
      <w:proofErr w:type="spellEnd"/>
      <w:r w:rsidR="00792613">
        <w:t xml:space="preserve">, </w:t>
      </w:r>
      <w:r>
        <w:t>tant vasculeuse que nerveuse</w:t>
      </w:r>
      <w:r w:rsidR="00792613">
        <w:t xml:space="preserve">. </w:t>
      </w:r>
      <w:r>
        <w:t>La branche ressemble au tronc</w:t>
      </w:r>
      <w:r w:rsidR="00792613">
        <w:t xml:space="preserve">, </w:t>
      </w:r>
      <w:r>
        <w:t>&amp; le pavillon</w:t>
      </w:r>
      <w:r w:rsidR="00792613">
        <w:t xml:space="preserve">, </w:t>
      </w:r>
      <w:r>
        <w:lastRenderedPageBreak/>
        <w:t>ou l</w:t>
      </w:r>
      <w:r w:rsidR="00792613">
        <w:t>’</w:t>
      </w:r>
      <w:proofErr w:type="spellStart"/>
      <w:r>
        <w:t>anti-chambre</w:t>
      </w:r>
      <w:proofErr w:type="spellEnd"/>
      <w:r w:rsidR="00792613">
        <w:t xml:space="preserve">, </w:t>
      </w:r>
      <w:r>
        <w:t>à l</w:t>
      </w:r>
      <w:r w:rsidR="00792613">
        <w:t>’</w:t>
      </w:r>
      <w:r>
        <w:t>appartement du maître</w:t>
      </w:r>
      <w:r w:rsidR="00792613">
        <w:t xml:space="preserve">. </w:t>
      </w:r>
      <w:r>
        <w:t>J</w:t>
      </w:r>
      <w:r w:rsidR="00792613">
        <w:t>’</w:t>
      </w:r>
      <w:r>
        <w:t>ajouterai une chose qui ne s</w:t>
      </w:r>
      <w:r w:rsidR="00792613">
        <w:t>’</w:t>
      </w:r>
      <w:r>
        <w:t>est présentée à aucun auteur que je sache</w:t>
      </w:r>
      <w:r w:rsidR="00792613">
        <w:t xml:space="preserve"> ; </w:t>
      </w:r>
      <w:r>
        <w:t>c</w:t>
      </w:r>
      <w:r w:rsidR="00792613">
        <w:t>’</w:t>
      </w:r>
      <w:r>
        <w:t>est que la parfaite homogénéité</w:t>
      </w:r>
      <w:r w:rsidR="00792613">
        <w:t xml:space="preserve">, </w:t>
      </w:r>
      <w:r>
        <w:t>ou similitude que je viens de remarquer</w:t>
      </w:r>
      <w:r w:rsidR="00792613">
        <w:t xml:space="preserve">, </w:t>
      </w:r>
      <w:r>
        <w:t xml:space="preserve">ne </w:t>
      </w:r>
      <w:proofErr w:type="spellStart"/>
      <w:r>
        <w:t>paroît</w:t>
      </w:r>
      <w:proofErr w:type="spellEnd"/>
      <w:r>
        <w:t xml:space="preserve"> pas être la raison probable pour laquelle la vision se </w:t>
      </w:r>
      <w:r>
        <w:rPr>
          <w:iCs/>
        </w:rPr>
        <w:t>fait</w:t>
      </w:r>
      <w:r>
        <w:rPr>
          <w:i/>
          <w:iCs/>
        </w:rPr>
        <w:t xml:space="preserve"> </w:t>
      </w:r>
      <w:r>
        <w:t>toujours sur la rétine</w:t>
      </w:r>
      <w:r w:rsidR="00792613">
        <w:t xml:space="preserve">, </w:t>
      </w:r>
      <w:r>
        <w:t>excepté chez ceux qui</w:t>
      </w:r>
      <w:r w:rsidR="00792613">
        <w:t xml:space="preserve">, </w:t>
      </w:r>
      <w:r>
        <w:t>pour mieux voir</w:t>
      </w:r>
      <w:r w:rsidR="00792613">
        <w:t xml:space="preserve">, </w:t>
      </w:r>
      <w:r>
        <w:t>ont apparemment cru qu</w:t>
      </w:r>
      <w:r w:rsidR="00792613">
        <w:t>’</w:t>
      </w:r>
      <w:r>
        <w:t xml:space="preserve">il </w:t>
      </w:r>
      <w:proofErr w:type="spellStart"/>
      <w:r>
        <w:t>étoit</w:t>
      </w:r>
      <w:proofErr w:type="spellEnd"/>
      <w:r>
        <w:t xml:space="preserve"> à propos de couvrir d</w:t>
      </w:r>
      <w:r w:rsidR="00792613">
        <w:t>’</w:t>
      </w:r>
      <w:r>
        <w:t>un voile noir le verre de la lanterne magique</w:t>
      </w:r>
      <w:r w:rsidR="00792613">
        <w:t xml:space="preserve">, </w:t>
      </w:r>
      <w:r>
        <w:t>je veux dire</w:t>
      </w:r>
      <w:r w:rsidR="00792613">
        <w:t xml:space="preserve">, </w:t>
      </w:r>
      <w:r>
        <w:t>d</w:t>
      </w:r>
      <w:r w:rsidR="00792613">
        <w:t>’</w:t>
      </w:r>
      <w:r>
        <w:t>absorber les rayons dans la noirceur de la choroïde</w:t>
      </w:r>
      <w:r w:rsidR="00792613">
        <w:t>.</w:t>
      </w:r>
    </w:p>
    <w:p w14:paraId="76B7414E" w14:textId="77777777" w:rsidR="00792613" w:rsidRDefault="00F449A5" w:rsidP="00792613">
      <w:r>
        <w:t>Que vous dirai-je de plus</w:t>
      </w:r>
      <w:r w:rsidR="00792613">
        <w:t xml:space="preserve"> ? </w:t>
      </w:r>
      <w:r>
        <w:t xml:space="preserve">que le nerf optique ne </w:t>
      </w:r>
      <w:proofErr w:type="spellStart"/>
      <w:r>
        <w:t>paroît</w:t>
      </w:r>
      <w:proofErr w:type="spellEnd"/>
      <w:r>
        <w:t xml:space="preserve"> s</w:t>
      </w:r>
      <w:r w:rsidR="00792613">
        <w:t>’</w:t>
      </w:r>
      <w:r>
        <w:t>insinuer dans l</w:t>
      </w:r>
      <w:r w:rsidR="00792613">
        <w:t>’</w:t>
      </w:r>
      <w:r>
        <w:t>orbite</w:t>
      </w:r>
      <w:r w:rsidR="00792613">
        <w:t xml:space="preserve">, </w:t>
      </w:r>
      <w:r>
        <w:t>&amp; percer l</w:t>
      </w:r>
      <w:r w:rsidR="00792613">
        <w:t>’</w:t>
      </w:r>
      <w:r>
        <w:t>œil</w:t>
      </w:r>
      <w:r w:rsidR="00792613">
        <w:t xml:space="preserve">, </w:t>
      </w:r>
      <w:r>
        <w:t>que pour y venir chercher l</w:t>
      </w:r>
      <w:r w:rsidR="00792613">
        <w:t>’</w:t>
      </w:r>
      <w:r>
        <w:t>impression des corps</w:t>
      </w:r>
      <w:r w:rsidR="00792613">
        <w:t xml:space="preserve">, </w:t>
      </w:r>
      <w:r>
        <w:t xml:space="preserve">au-devant desquels ce tube nerveux </w:t>
      </w:r>
      <w:proofErr w:type="spellStart"/>
      <w:r>
        <w:t>paroît</w:t>
      </w:r>
      <w:proofErr w:type="spellEnd"/>
      <w:r>
        <w:t xml:space="preserve"> s</w:t>
      </w:r>
      <w:r w:rsidR="00792613">
        <w:t>’</w:t>
      </w:r>
      <w:r>
        <w:t>avancer</w:t>
      </w:r>
      <w:r w:rsidR="00792613">
        <w:t xml:space="preserve"> ; </w:t>
      </w:r>
      <w:r>
        <w:t>qu</w:t>
      </w:r>
      <w:r w:rsidR="00792613">
        <w:t>’</w:t>
      </w:r>
      <w:r>
        <w:t>il ne semble embrasser les humeurs de l</w:t>
      </w:r>
      <w:r w:rsidR="00792613">
        <w:t>’</w:t>
      </w:r>
      <w:r>
        <w:t>œil ainsi nommées</w:t>
      </w:r>
      <w:r w:rsidR="00792613">
        <w:t xml:space="preserve">, </w:t>
      </w:r>
      <w:r>
        <w:t>quoiqu</w:t>
      </w:r>
      <w:r w:rsidR="00792613">
        <w:t>’</w:t>
      </w:r>
      <w:r>
        <w:t>improprement ou assez mal</w:t>
      </w:r>
      <w:r w:rsidR="00792613">
        <w:t xml:space="preserve">, </w:t>
      </w:r>
      <w:r>
        <w:t>que pour réunir plus de rayons rassemblés dans la vaste &amp; mince étendue de sa surface déployée</w:t>
      </w:r>
      <w:r w:rsidR="00792613">
        <w:t xml:space="preserve"> ; </w:t>
      </w:r>
      <w:r>
        <w:t>pour ne rien laisser échapper</w:t>
      </w:r>
      <w:r w:rsidR="00792613">
        <w:t xml:space="preserve">, </w:t>
      </w:r>
      <w:r>
        <w:t>ne rien perdre</w:t>
      </w:r>
      <w:r w:rsidR="00792613">
        <w:t xml:space="preserve">, </w:t>
      </w:r>
      <w:r>
        <w:t>&amp; tout mieux sentir par sa finesse exquise</w:t>
      </w:r>
      <w:r w:rsidR="00792613">
        <w:t xml:space="preserve">. </w:t>
      </w:r>
      <w:r>
        <w:t>Quoi encore</w:t>
      </w:r>
      <w:r w:rsidR="00792613">
        <w:t xml:space="preserve"> ? </w:t>
      </w:r>
      <w:r>
        <w:t xml:space="preserve">Que les maladies du nerf optique arrêtent en chemin la </w:t>
      </w:r>
      <w:proofErr w:type="spellStart"/>
      <w:r>
        <w:t>matiere</w:t>
      </w:r>
      <w:proofErr w:type="spellEnd"/>
      <w:r w:rsidR="00792613">
        <w:t xml:space="preserve">, </w:t>
      </w:r>
      <w:r>
        <w:t xml:space="preserve">ou le mouvement qui </w:t>
      </w:r>
      <w:proofErr w:type="spellStart"/>
      <w:r>
        <w:t>alloit</w:t>
      </w:r>
      <w:proofErr w:type="spellEnd"/>
      <w:r>
        <w:t xml:space="preserve"> faire sentir le cerveau</w:t>
      </w:r>
      <w:r w:rsidR="00792613">
        <w:t xml:space="preserve">, </w:t>
      </w:r>
      <w:r>
        <w:t>&amp; l</w:t>
      </w:r>
      <w:r w:rsidR="00792613">
        <w:t>’</w:t>
      </w:r>
      <w:proofErr w:type="spellStart"/>
      <w:r>
        <w:t>ame</w:t>
      </w:r>
      <w:proofErr w:type="spellEnd"/>
      <w:r>
        <w:t xml:space="preserve"> dans ce </w:t>
      </w:r>
      <w:proofErr w:type="spellStart"/>
      <w:r>
        <w:t>viscere</w:t>
      </w:r>
      <w:proofErr w:type="spellEnd"/>
      <w:r w:rsidR="00792613">
        <w:t xml:space="preserve">, </w:t>
      </w:r>
      <w:r>
        <w:t>comme la pression arrête ou étouffe le son</w:t>
      </w:r>
      <w:r w:rsidR="00792613">
        <w:t xml:space="preserve">, </w:t>
      </w:r>
      <w:r>
        <w:t>au lieu même où elle se fait</w:t>
      </w:r>
      <w:r w:rsidR="00792613">
        <w:t xml:space="preserve">, </w:t>
      </w:r>
      <w:r>
        <w:t>d</w:t>
      </w:r>
      <w:r w:rsidR="00792613">
        <w:t>’</w:t>
      </w:r>
      <w:r>
        <w:t>autant plus qu</w:t>
      </w:r>
      <w:r w:rsidR="00792613">
        <w:t>’</w:t>
      </w:r>
      <w:r>
        <w:t>elle est plus forte</w:t>
      </w:r>
      <w:r w:rsidR="00792613">
        <w:t>.</w:t>
      </w:r>
    </w:p>
    <w:p w14:paraId="6F513316" w14:textId="77777777" w:rsidR="00792613" w:rsidRDefault="00F449A5" w:rsidP="00792613">
      <w:r>
        <w:t>Mais voyez</w:t>
      </w:r>
      <w:r w:rsidR="00792613">
        <w:t xml:space="preserve">, </w:t>
      </w:r>
      <w:r>
        <w:t>je vous prie</w:t>
      </w:r>
      <w:r w:rsidR="00792613">
        <w:t xml:space="preserve">, </w:t>
      </w:r>
      <w:r>
        <w:t xml:space="preserve">combien dangereuses sont les conséquences de telles </w:t>
      </w:r>
      <w:proofErr w:type="spellStart"/>
      <w:r>
        <w:t>hypotheses</w:t>
      </w:r>
      <w:proofErr w:type="spellEnd"/>
      <w:r w:rsidR="00792613">
        <w:t xml:space="preserve"> ! </w:t>
      </w:r>
      <w:r>
        <w:t>Elles ne vont rien moins qu</w:t>
      </w:r>
      <w:r w:rsidR="00792613">
        <w:t>’</w:t>
      </w:r>
      <w:r>
        <w:t>à prouver</w:t>
      </w:r>
      <w:r w:rsidR="00792613">
        <w:t xml:space="preserve">, </w:t>
      </w:r>
      <w:r>
        <w:rPr>
          <w:bCs/>
        </w:rPr>
        <w:t>1</w:t>
      </w:r>
      <w:r w:rsidR="00792613">
        <w:rPr>
          <w:bCs/>
        </w:rPr>
        <w:t>°</w:t>
      </w:r>
      <w:r>
        <w:t>que les impressions des corps vont</w:t>
      </w:r>
      <w:r w:rsidR="00792613">
        <w:t xml:space="preserve">, </w:t>
      </w:r>
      <w:r>
        <w:t>malgré Tralles</w:t>
      </w:r>
      <w:r w:rsidR="00792613">
        <w:t xml:space="preserve">, </w:t>
      </w:r>
      <w:r>
        <w:t>frapper le cerveau dans la santé</w:t>
      </w:r>
      <w:r w:rsidR="00792613">
        <w:t xml:space="preserve">, </w:t>
      </w:r>
      <w:r>
        <w:t>puisqu</w:t>
      </w:r>
      <w:r w:rsidR="00792613">
        <w:t>’</w:t>
      </w:r>
      <w:r>
        <w:t>il n</w:t>
      </w:r>
      <w:r w:rsidR="00792613">
        <w:t>’</w:t>
      </w:r>
      <w:r>
        <w:t>y a que les maladies</w:t>
      </w:r>
      <w:r w:rsidR="00792613">
        <w:t xml:space="preserve">, </w:t>
      </w:r>
      <w:r>
        <w:t>ou les obstacles qu</w:t>
      </w:r>
      <w:r w:rsidR="00792613">
        <w:t>’</w:t>
      </w:r>
      <w:r>
        <w:t>elles font intervenir au commerce interrompu des deux substances</w:t>
      </w:r>
      <w:r w:rsidR="00792613">
        <w:t xml:space="preserve">, </w:t>
      </w:r>
      <w:r>
        <w:t>qui puissent s</w:t>
      </w:r>
      <w:r w:rsidR="00792613">
        <w:t>’</w:t>
      </w:r>
      <w:r>
        <w:t>opposer à cette propagation</w:t>
      </w:r>
      <w:r w:rsidR="00792613">
        <w:t xml:space="preserve">. </w:t>
      </w:r>
      <w:r>
        <w:rPr>
          <w:bCs/>
        </w:rPr>
        <w:t>2</w:t>
      </w:r>
      <w:r w:rsidR="00792613">
        <w:rPr>
          <w:bCs/>
        </w:rPr>
        <w:t>°</w:t>
      </w:r>
      <w:r>
        <w:t>Les mêmes conclusions</w:t>
      </w:r>
      <w:r w:rsidR="00792613">
        <w:t xml:space="preserve">, </w:t>
      </w:r>
      <w:r>
        <w:t>si elles n</w:t>
      </w:r>
      <w:r w:rsidR="00792613">
        <w:t>’</w:t>
      </w:r>
      <w:proofErr w:type="spellStart"/>
      <w:r>
        <w:t>étoient</w:t>
      </w:r>
      <w:proofErr w:type="spellEnd"/>
      <w:r>
        <w:t xml:space="preserve"> pas </w:t>
      </w:r>
      <w:r>
        <w:rPr>
          <w:i/>
          <w:iCs/>
        </w:rPr>
        <w:t>forcées</w:t>
      </w:r>
      <w:r w:rsidR="00792613">
        <w:rPr>
          <w:i/>
          <w:iCs/>
        </w:rPr>
        <w:t xml:space="preserve">, </w:t>
      </w:r>
      <w:proofErr w:type="spellStart"/>
      <w:r>
        <w:t>sembleroient</w:t>
      </w:r>
      <w:proofErr w:type="spellEnd"/>
      <w:r>
        <w:t xml:space="preserve"> donner gain de cause au </w:t>
      </w:r>
      <w:r>
        <w:rPr>
          <w:i/>
          <w:iCs/>
        </w:rPr>
        <w:t xml:space="preserve">pitoyable </w:t>
      </w:r>
      <w:r>
        <w:t xml:space="preserve">auteur de </w:t>
      </w:r>
      <w:r>
        <w:rPr>
          <w:i/>
          <w:iCs/>
        </w:rPr>
        <w:t>l</w:t>
      </w:r>
      <w:r w:rsidR="00792613">
        <w:rPr>
          <w:i/>
          <w:iCs/>
        </w:rPr>
        <w:t>’</w:t>
      </w:r>
      <w:r>
        <w:rPr>
          <w:i/>
          <w:iCs/>
        </w:rPr>
        <w:t>Homme machine</w:t>
      </w:r>
      <w:r w:rsidR="00792613">
        <w:rPr>
          <w:i/>
          <w:iCs/>
        </w:rPr>
        <w:t xml:space="preserve">, </w:t>
      </w:r>
      <w:r>
        <w:t xml:space="preserve">en faisant du cerveau une </w:t>
      </w:r>
      <w:proofErr w:type="spellStart"/>
      <w:r>
        <w:t>espece</w:t>
      </w:r>
      <w:proofErr w:type="spellEnd"/>
      <w:r>
        <w:t xml:space="preserve"> de nape blanche</w:t>
      </w:r>
      <w:r w:rsidR="00792613">
        <w:t xml:space="preserve">, </w:t>
      </w:r>
      <w:r>
        <w:t>tendue exprès au-</w:t>
      </w:r>
      <w:r>
        <w:lastRenderedPageBreak/>
        <w:t>dedans du crâne pour recevoir l</w:t>
      </w:r>
      <w:r w:rsidR="00792613">
        <w:t>’</w:t>
      </w:r>
      <w:r>
        <w:t>image des objets</w:t>
      </w:r>
      <w:r w:rsidR="00792613">
        <w:t xml:space="preserve">, </w:t>
      </w:r>
      <w:r>
        <w:t>du fond de l</w:t>
      </w:r>
      <w:r w:rsidR="00792613">
        <w:t>’</w:t>
      </w:r>
      <w:r>
        <w:t>œil</w:t>
      </w:r>
      <w:r w:rsidR="00792613">
        <w:t xml:space="preserve">, </w:t>
      </w:r>
      <w:r>
        <w:t>comme la serviette appliquée au mur la reçoit</w:t>
      </w:r>
      <w:r w:rsidR="00792613">
        <w:t xml:space="preserve">, </w:t>
      </w:r>
      <w:r>
        <w:t>du fond de la lanterne magique</w:t>
      </w:r>
      <w:r w:rsidR="00792613">
        <w:t xml:space="preserve">. </w:t>
      </w:r>
      <w:r>
        <w:t>Or cela ne crie-t-il pas vengeance</w:t>
      </w:r>
      <w:r w:rsidR="00792613">
        <w:t xml:space="preserve">, </w:t>
      </w:r>
      <w:r>
        <w:t xml:space="preserve">de rappeler aussi hardiment le </w:t>
      </w:r>
      <w:proofErr w:type="spellStart"/>
      <w:r>
        <w:t>systême</w:t>
      </w:r>
      <w:proofErr w:type="spellEnd"/>
      <w:r>
        <w:t xml:space="preserve"> d</w:t>
      </w:r>
      <w:r w:rsidR="00792613">
        <w:t>’</w:t>
      </w:r>
      <w:r>
        <w:t>Épicure dans un temps aussi éclairé par la religion que le nôtre</w:t>
      </w:r>
      <w:r w:rsidR="00792613">
        <w:t xml:space="preserve"> ? </w:t>
      </w:r>
      <w:proofErr w:type="spellStart"/>
      <w:r>
        <w:t>systême</w:t>
      </w:r>
      <w:proofErr w:type="spellEnd"/>
      <w:r w:rsidR="00792613">
        <w:t xml:space="preserve">, </w:t>
      </w:r>
      <w:r>
        <w:t>qui dans celui de Cicéron</w:t>
      </w:r>
      <w:r w:rsidR="00792613">
        <w:t xml:space="preserve">, </w:t>
      </w:r>
      <w:r>
        <w:t>brillant philosophe</w:t>
      </w:r>
      <w:r w:rsidR="00792613">
        <w:t xml:space="preserve">, </w:t>
      </w:r>
      <w:proofErr w:type="spellStart"/>
      <w:r>
        <w:t>étoit</w:t>
      </w:r>
      <w:proofErr w:type="spellEnd"/>
      <w:r>
        <w:t xml:space="preserve"> déjà fort décrié &amp; tourné en ridicule</w:t>
      </w:r>
      <w:r w:rsidR="00792613">
        <w:t>.</w:t>
      </w:r>
    </w:p>
    <w:p w14:paraId="1921C69C" w14:textId="77777777" w:rsidR="00792613" w:rsidRDefault="00F449A5" w:rsidP="00792613">
      <w:r>
        <w:t>Ce n</w:t>
      </w:r>
      <w:r w:rsidR="00792613">
        <w:t>’</w:t>
      </w:r>
      <w:r>
        <w:t>est pas tout</w:t>
      </w:r>
      <w:r w:rsidR="00792613">
        <w:t xml:space="preserve"> ; </w:t>
      </w:r>
      <w:r>
        <w:t>bien d</w:t>
      </w:r>
      <w:r w:rsidR="00792613">
        <w:t>’</w:t>
      </w:r>
      <w:r>
        <w:t>autres calamités coulent de la même source empoisonnée</w:t>
      </w:r>
      <w:r w:rsidR="00792613">
        <w:t xml:space="preserve">. </w:t>
      </w:r>
      <w:r>
        <w:rPr>
          <w:iCs/>
        </w:rPr>
        <w:t>Le</w:t>
      </w:r>
      <w:r>
        <w:rPr>
          <w:i/>
          <w:iCs/>
        </w:rPr>
        <w:t xml:space="preserve"> sensorium </w:t>
      </w:r>
      <w:r>
        <w:rPr>
          <w:iCs/>
        </w:rPr>
        <w:t>est</w:t>
      </w:r>
      <w:r>
        <w:rPr>
          <w:i/>
          <w:iCs/>
        </w:rPr>
        <w:t xml:space="preserve"> </w:t>
      </w:r>
      <w:r>
        <w:t>dans le cerveau</w:t>
      </w:r>
      <w:r w:rsidR="00792613">
        <w:t xml:space="preserve">, </w:t>
      </w:r>
      <w:r>
        <w:t>&amp; l</w:t>
      </w:r>
      <w:r w:rsidR="00792613">
        <w:t>’</w:t>
      </w:r>
      <w:proofErr w:type="spellStart"/>
      <w:r>
        <w:t>ame</w:t>
      </w:r>
      <w:proofErr w:type="spellEnd"/>
      <w:r>
        <w:t xml:space="preserve"> dans ce </w:t>
      </w:r>
      <w:r>
        <w:rPr>
          <w:i/>
          <w:iCs/>
        </w:rPr>
        <w:t>sensorium</w:t>
      </w:r>
      <w:r w:rsidR="00792613">
        <w:rPr>
          <w:i/>
          <w:iCs/>
        </w:rPr>
        <w:t xml:space="preserve">, </w:t>
      </w:r>
      <w:r>
        <w:t>non comme ces boîtes de Nuremberg</w:t>
      </w:r>
      <w:r w:rsidR="00792613">
        <w:t xml:space="preserve">, </w:t>
      </w:r>
      <w:r>
        <w:t>mais comme un timbre dans une montre</w:t>
      </w:r>
      <w:r w:rsidR="00792613">
        <w:t xml:space="preserve">. </w:t>
      </w:r>
      <w:r>
        <w:t>Ce timbre ne sonne pas toujours</w:t>
      </w:r>
      <w:r w:rsidR="00792613">
        <w:t xml:space="preserve"> ; </w:t>
      </w:r>
      <w:r>
        <w:t>il est seulement toujours prêt à sonner</w:t>
      </w:r>
      <w:r w:rsidR="00792613">
        <w:t xml:space="preserve">, </w:t>
      </w:r>
      <w:r>
        <w:t xml:space="preserve">à </w:t>
      </w:r>
      <w:r>
        <w:rPr>
          <w:i/>
          <w:iCs/>
        </w:rPr>
        <w:t>interroger l</w:t>
      </w:r>
      <w:r w:rsidR="00792613">
        <w:rPr>
          <w:i/>
          <w:iCs/>
        </w:rPr>
        <w:t>’</w:t>
      </w:r>
      <w:r>
        <w:rPr>
          <w:i/>
          <w:iCs/>
        </w:rPr>
        <w:t xml:space="preserve">heure </w:t>
      </w:r>
      <w:r>
        <w:t>au premier coup de marteau</w:t>
      </w:r>
      <w:r w:rsidR="00792613">
        <w:t xml:space="preserve">, </w:t>
      </w:r>
      <w:r>
        <w:t xml:space="preserve">comme parle le triomphant rival de </w:t>
      </w:r>
      <w:proofErr w:type="spellStart"/>
      <w:r>
        <w:t>Lucrece</w:t>
      </w:r>
      <w:proofErr w:type="spellEnd"/>
      <w:r w:rsidR="00792613">
        <w:t xml:space="preserve">, </w:t>
      </w:r>
      <w:r>
        <w:t xml:space="preserve">dans un </w:t>
      </w:r>
      <w:proofErr w:type="spellStart"/>
      <w:r>
        <w:t>poëme</w:t>
      </w:r>
      <w:proofErr w:type="spellEnd"/>
      <w:r>
        <w:t xml:space="preserve"> moderne qu</w:t>
      </w:r>
      <w:r w:rsidR="00792613">
        <w:t>’</w:t>
      </w:r>
      <w:r>
        <w:t>on ne peut comparer à l</w:t>
      </w:r>
      <w:r w:rsidR="00792613">
        <w:t>’</w:t>
      </w:r>
      <w:r>
        <w:t>ancien</w:t>
      </w:r>
      <w:r w:rsidR="00792613">
        <w:t xml:space="preserve">. </w:t>
      </w:r>
      <w:r>
        <w:t>Mais qui donne ce coup</w:t>
      </w:r>
      <w:r w:rsidR="00792613">
        <w:t xml:space="preserve"> ? </w:t>
      </w:r>
      <w:r>
        <w:t>Faut-il le répéter</w:t>
      </w:r>
      <w:r w:rsidR="00792613">
        <w:t xml:space="preserve"> ? </w:t>
      </w:r>
      <w:r>
        <w:t xml:space="preserve">Le choc des fluides </w:t>
      </w:r>
      <w:proofErr w:type="spellStart"/>
      <w:r>
        <w:t>rétrogradans</w:t>
      </w:r>
      <w:proofErr w:type="spellEnd"/>
      <w:r w:rsidR="00792613">
        <w:t xml:space="preserve">, </w:t>
      </w:r>
      <w:r>
        <w:t>ou des solides</w:t>
      </w:r>
      <w:r w:rsidR="00792613">
        <w:t xml:space="preserve">, </w:t>
      </w:r>
      <w:r>
        <w:t>qui ne peuvent être ébranlés</w:t>
      </w:r>
      <w:r w:rsidR="00792613">
        <w:t xml:space="preserve">, </w:t>
      </w:r>
      <w:r>
        <w:t>sans ébranler l</w:t>
      </w:r>
      <w:r w:rsidR="00792613">
        <w:t>’</w:t>
      </w:r>
      <w:proofErr w:type="spellStart"/>
      <w:r>
        <w:t>ame</w:t>
      </w:r>
      <w:proofErr w:type="spellEnd"/>
      <w:r w:rsidR="00792613">
        <w:t xml:space="preserve">, </w:t>
      </w:r>
      <w:r>
        <w:t>laquelle est</w:t>
      </w:r>
      <w:r w:rsidR="00792613">
        <w:t xml:space="preserve">, </w:t>
      </w:r>
      <w:r>
        <w:t>pour ainsi dire</w:t>
      </w:r>
      <w:r w:rsidR="00792613">
        <w:t xml:space="preserve">, </w:t>
      </w:r>
      <w:r>
        <w:t>à l</w:t>
      </w:r>
      <w:r w:rsidR="00792613">
        <w:t>’</w:t>
      </w:r>
      <w:r>
        <w:t>extrémité du bâton</w:t>
      </w:r>
      <w:r w:rsidR="00792613">
        <w:t xml:space="preserve">, </w:t>
      </w:r>
      <w:r>
        <w:t>où</w:t>
      </w:r>
      <w:r w:rsidR="00792613">
        <w:t xml:space="preserve">, </w:t>
      </w:r>
      <w:r>
        <w:t>comme on sait</w:t>
      </w:r>
      <w:r w:rsidR="00792613">
        <w:t xml:space="preserve">, </w:t>
      </w:r>
      <w:r>
        <w:t>la force du mouvement portée de fibres en fibres</w:t>
      </w:r>
      <w:r w:rsidR="00792613">
        <w:t xml:space="preserve">, </w:t>
      </w:r>
      <w:r>
        <w:t>se fait principalement sentir</w:t>
      </w:r>
      <w:r w:rsidR="00792613">
        <w:t xml:space="preserve">. </w:t>
      </w:r>
      <w:r>
        <w:t xml:space="preserve">Quelle </w:t>
      </w:r>
      <w:proofErr w:type="spellStart"/>
      <w:r>
        <w:t>hypothese</w:t>
      </w:r>
      <w:proofErr w:type="spellEnd"/>
      <w:r>
        <w:t xml:space="preserve"> plus malheureuse &amp; plus impie</w:t>
      </w:r>
      <w:r w:rsidR="00792613">
        <w:t> !</w:t>
      </w:r>
    </w:p>
    <w:p w14:paraId="3FCD0CA3" w14:textId="77777777" w:rsidR="00792613" w:rsidRDefault="00F449A5" w:rsidP="00792613">
      <w:r>
        <w:t>Loin d</w:t>
      </w:r>
      <w:r w:rsidR="00792613">
        <w:t>’</w:t>
      </w:r>
      <w:r>
        <w:t xml:space="preserve">ici tous ces </w:t>
      </w:r>
      <w:proofErr w:type="spellStart"/>
      <w:r>
        <w:t>agens</w:t>
      </w:r>
      <w:proofErr w:type="spellEnd"/>
      <w:r>
        <w:t xml:space="preserve"> corporels &amp; grossiers</w:t>
      </w:r>
      <w:r w:rsidR="00792613">
        <w:t xml:space="preserve">, </w:t>
      </w:r>
      <w:r>
        <w:t xml:space="preserve">qui déshonorent les </w:t>
      </w:r>
      <w:proofErr w:type="spellStart"/>
      <w:r>
        <w:t>ames</w:t>
      </w:r>
      <w:proofErr w:type="spellEnd"/>
      <w:r>
        <w:t xml:space="preserve"> animales par des comparaisons mécaniques &amp; triviales</w:t>
      </w:r>
      <w:r w:rsidR="00792613">
        <w:t xml:space="preserve">, </w:t>
      </w:r>
      <w:r>
        <w:t>bien dignes des vils ouvriers qui les font</w:t>
      </w:r>
      <w:r w:rsidR="00792613">
        <w:t xml:space="preserve">. </w:t>
      </w:r>
      <w:r>
        <w:t>Qui voit</w:t>
      </w:r>
      <w:r w:rsidR="00792613">
        <w:t xml:space="preserve">, </w:t>
      </w:r>
      <w:r>
        <w:t>qui entend</w:t>
      </w:r>
      <w:r w:rsidR="00792613">
        <w:t xml:space="preserve">, </w:t>
      </w:r>
      <w:r>
        <w:t>qui sent par soi-même &amp; de loin</w:t>
      </w:r>
      <w:r w:rsidR="00792613">
        <w:t xml:space="preserve">, </w:t>
      </w:r>
      <w:r>
        <w:t>n</w:t>
      </w:r>
      <w:r w:rsidR="00792613">
        <w:t>’</w:t>
      </w:r>
      <w:r>
        <w:t>a que faire qu</w:t>
      </w:r>
      <w:r w:rsidR="00792613">
        <w:t>’</w:t>
      </w:r>
      <w:r>
        <w:t>on ait la complaisance d</w:t>
      </w:r>
      <w:r w:rsidR="00792613">
        <w:t>’</w:t>
      </w:r>
      <w:r>
        <w:t>aller au-devant d</w:t>
      </w:r>
      <w:r w:rsidR="00792613">
        <w:t>’</w:t>
      </w:r>
      <w:r>
        <w:t>elle</w:t>
      </w:r>
      <w:r w:rsidR="00792613">
        <w:t xml:space="preserve">, </w:t>
      </w:r>
      <w:r>
        <w:t xml:space="preserve">pour obvier à une </w:t>
      </w:r>
      <w:proofErr w:type="spellStart"/>
      <w:r>
        <w:t>foiblesse</w:t>
      </w:r>
      <w:proofErr w:type="spellEnd"/>
      <w:r>
        <w:t xml:space="preserve"> de myope</w:t>
      </w:r>
      <w:r w:rsidR="00792613">
        <w:t xml:space="preserve">, </w:t>
      </w:r>
      <w:r>
        <w:t xml:space="preserve">qui ne peut avoir une vue aussi forte que celle de notre </w:t>
      </w:r>
      <w:proofErr w:type="spellStart"/>
      <w:r>
        <w:t>ame</w:t>
      </w:r>
      <w:proofErr w:type="spellEnd"/>
      <w:r w:rsidR="00792613">
        <w:t xml:space="preserve">. </w:t>
      </w:r>
      <w:r>
        <w:t>Loin d</w:t>
      </w:r>
      <w:r w:rsidR="00792613">
        <w:t>’</w:t>
      </w:r>
      <w:r>
        <w:t>ici</w:t>
      </w:r>
      <w:r w:rsidR="00792613">
        <w:t xml:space="preserve">, </w:t>
      </w:r>
      <w:r>
        <w:t>encore une fois</w:t>
      </w:r>
      <w:r w:rsidR="00792613">
        <w:t xml:space="preserve">, </w:t>
      </w:r>
      <w:r>
        <w:t>toute doctrine qui fait du cerveau une table originairement rase &amp; polie</w:t>
      </w:r>
      <w:r w:rsidR="00792613">
        <w:t xml:space="preserve">, </w:t>
      </w:r>
      <w:r>
        <w:t xml:space="preserve">sur laquelle rien ne </w:t>
      </w:r>
      <w:proofErr w:type="spellStart"/>
      <w:r>
        <w:t>viendroit</w:t>
      </w:r>
      <w:proofErr w:type="spellEnd"/>
      <w:r>
        <w:t xml:space="preserve"> se dessiner</w:t>
      </w:r>
      <w:r w:rsidR="00792613">
        <w:t xml:space="preserve">, </w:t>
      </w:r>
      <w:r>
        <w:t>sans cette ouverture des sens où passe toute la nature</w:t>
      </w:r>
      <w:r w:rsidR="00792613">
        <w:t xml:space="preserve"> ; </w:t>
      </w:r>
      <w:r>
        <w:t xml:space="preserve">mais qui ainsi </w:t>
      </w:r>
      <w:proofErr w:type="spellStart"/>
      <w:r>
        <w:t>vîtrée</w:t>
      </w:r>
      <w:proofErr w:type="spellEnd"/>
      <w:r w:rsidR="00792613">
        <w:t xml:space="preserve">, </w:t>
      </w:r>
      <w:r>
        <w:t xml:space="preserve">pour être magnifiquement </w:t>
      </w:r>
      <w:r>
        <w:lastRenderedPageBreak/>
        <w:t>ornée</w:t>
      </w:r>
      <w:r w:rsidR="00792613">
        <w:t xml:space="preserve">, </w:t>
      </w:r>
      <w:r>
        <w:t>&amp; former un jour la plus belle galerie de tableaux</w:t>
      </w:r>
      <w:r w:rsidR="00792613">
        <w:t xml:space="preserve">, </w:t>
      </w:r>
      <w:r>
        <w:t>n</w:t>
      </w:r>
      <w:r w:rsidR="00792613">
        <w:t>’</w:t>
      </w:r>
      <w:r>
        <w:t>attend que les couleurs de la nature &amp; le ciseau de l</w:t>
      </w:r>
      <w:r w:rsidR="00792613">
        <w:t>’</w:t>
      </w:r>
      <w:r>
        <w:t>éducation</w:t>
      </w:r>
      <w:r w:rsidR="00792613">
        <w:t xml:space="preserve">. </w:t>
      </w:r>
      <w:r>
        <w:t>Une telle doctrine en effet</w:t>
      </w:r>
      <w:r w:rsidR="00792613">
        <w:t xml:space="preserve">, </w:t>
      </w:r>
      <w:r>
        <w:t>comme tout ce qui conduit au matérialisme</w:t>
      </w:r>
      <w:r w:rsidR="00792613">
        <w:t xml:space="preserve">, </w:t>
      </w:r>
      <w:proofErr w:type="spellStart"/>
      <w:r>
        <w:t>devroit</w:t>
      </w:r>
      <w:proofErr w:type="spellEnd"/>
      <w:r>
        <w:t xml:space="preserve"> être despotiquement bannie</w:t>
      </w:r>
      <w:r w:rsidR="00792613">
        <w:t xml:space="preserve">, </w:t>
      </w:r>
      <w:r>
        <w:t>ou plutôt punie</w:t>
      </w:r>
      <w:r w:rsidR="00792613">
        <w:t>.</w:t>
      </w:r>
    </w:p>
    <w:p w14:paraId="386AAB5F" w14:textId="77777777" w:rsidR="00792613" w:rsidRDefault="00F449A5" w:rsidP="00792613">
      <w:pPr>
        <w:rPr>
          <w:i/>
        </w:rPr>
      </w:pPr>
      <w:r>
        <w:t>Mais que j</w:t>
      </w:r>
      <w:r w:rsidR="00792613">
        <w:t>’</w:t>
      </w:r>
      <w:r>
        <w:t>aime la contradiction</w:t>
      </w:r>
      <w:r w:rsidR="00792613">
        <w:t xml:space="preserve">, </w:t>
      </w:r>
      <w:r>
        <w:t>ou du moins l</w:t>
      </w:r>
      <w:r w:rsidR="00792613">
        <w:t>’</w:t>
      </w:r>
      <w:r>
        <w:t>irrésolution dans laquelle</w:t>
      </w:r>
      <w:r w:rsidR="00792613">
        <w:t xml:space="preserve">, </w:t>
      </w:r>
      <w:r>
        <w:t>dirai-je le disciple</w:t>
      </w:r>
      <w:r w:rsidR="00792613">
        <w:t xml:space="preserve">, </w:t>
      </w:r>
      <w:r>
        <w:t xml:space="preserve">ou le rival de </w:t>
      </w:r>
      <w:r w:rsidR="00792613">
        <w:t>Boer</w:t>
      </w:r>
      <w:r>
        <w:t>haave</w:t>
      </w:r>
      <w:r w:rsidR="00792613">
        <w:t xml:space="preserve">, </w:t>
      </w:r>
      <w:r>
        <w:t>&amp; après lui l</w:t>
      </w:r>
      <w:r w:rsidR="00792613">
        <w:t>’</w:t>
      </w:r>
      <w:r>
        <w:t>admirateur de Haller</w:t>
      </w:r>
      <w:r w:rsidR="00792613">
        <w:t xml:space="preserve">, </w:t>
      </w:r>
      <w:r>
        <w:t>fait tomber ce grand homme</w:t>
      </w:r>
      <w:r w:rsidR="00792613">
        <w:t xml:space="preserve">, </w:t>
      </w:r>
      <w:r>
        <w:t>lorsqu</w:t>
      </w:r>
      <w:r w:rsidR="00792613">
        <w:t>’</w:t>
      </w:r>
      <w:r>
        <w:t>au lieu de lui faire</w:t>
      </w:r>
      <w:r>
        <w:rPr>
          <w:i/>
        </w:rPr>
        <w:t xml:space="preserve"> </w:t>
      </w:r>
      <w:r>
        <w:t xml:space="preserve">simplement exposer les </w:t>
      </w:r>
      <w:proofErr w:type="spellStart"/>
      <w:r>
        <w:t>systêmes</w:t>
      </w:r>
      <w:proofErr w:type="spellEnd"/>
      <w:r w:rsidR="00792613">
        <w:t xml:space="preserve">, </w:t>
      </w:r>
      <w:r>
        <w:t>comme il a vraisemblablement fait dans tous les temps</w:t>
      </w:r>
      <w:r w:rsidR="00792613">
        <w:t xml:space="preserve">, </w:t>
      </w:r>
      <w:r>
        <w:t>on lui fait expliquer en vacillant la révision</w:t>
      </w:r>
      <w:r w:rsidR="00792613">
        <w:t xml:space="preserve">, </w:t>
      </w:r>
      <w:r>
        <w:t xml:space="preserve">tantôt par une </w:t>
      </w:r>
      <w:proofErr w:type="spellStart"/>
      <w:r>
        <w:t>hypothese</w:t>
      </w:r>
      <w:proofErr w:type="spellEnd"/>
      <w:r w:rsidR="00792613">
        <w:t xml:space="preserve">, </w:t>
      </w:r>
      <w:r>
        <w:t>&amp; tantôt par une autre</w:t>
      </w:r>
      <w:r w:rsidR="00792613">
        <w:t xml:space="preserve"> ! </w:t>
      </w:r>
      <w:r>
        <w:t>Ce qui fait bien voir</w:t>
      </w:r>
      <w:r w:rsidR="00792613">
        <w:t xml:space="preserve">, </w:t>
      </w:r>
      <w:r>
        <w:t>dit-on</w:t>
      </w:r>
      <w:r w:rsidR="00792613">
        <w:t xml:space="preserve">, </w:t>
      </w:r>
      <w:r>
        <w:t>quel labyrinthe sans issue est la vision</w:t>
      </w:r>
      <w:r w:rsidR="00792613">
        <w:t xml:space="preserve">, </w:t>
      </w:r>
      <w:r>
        <w:t>puisqu</w:t>
      </w:r>
      <w:r w:rsidR="00792613">
        <w:t>’</w:t>
      </w:r>
      <w:r>
        <w:t>un tel homme ne sait quel parti prendre &amp; enseigner</w:t>
      </w:r>
      <w:r w:rsidR="00792613">
        <w:t xml:space="preserve">. </w:t>
      </w:r>
      <w:r>
        <w:rPr>
          <w:i/>
        </w:rPr>
        <w:t xml:space="preserve">O </w:t>
      </w:r>
      <w:proofErr w:type="spellStart"/>
      <w:r>
        <w:rPr>
          <w:i/>
        </w:rPr>
        <w:t>commentatores</w:t>
      </w:r>
      <w:proofErr w:type="spellEnd"/>
      <w:r w:rsidR="00792613">
        <w:rPr>
          <w:i/>
        </w:rPr>
        <w:t xml:space="preserve">, </w:t>
      </w:r>
      <w:proofErr w:type="spellStart"/>
      <w:r>
        <w:rPr>
          <w:i/>
        </w:rPr>
        <w:t>doctum</w:t>
      </w:r>
      <w:proofErr w:type="spellEnd"/>
      <w:r>
        <w:rPr>
          <w:i/>
        </w:rPr>
        <w:t xml:space="preserve"> pecus</w:t>
      </w:r>
      <w:r w:rsidR="00792613">
        <w:rPr>
          <w:i/>
        </w:rPr>
        <w:t xml:space="preserve"> ! </w:t>
      </w:r>
      <w:r>
        <w:t xml:space="preserve">Savantes </w:t>
      </w:r>
      <w:r>
        <w:rPr>
          <w:i/>
        </w:rPr>
        <w:t>mâchoires</w:t>
      </w:r>
      <w:r w:rsidR="00792613">
        <w:rPr>
          <w:i/>
        </w:rPr>
        <w:t> !</w:t>
      </w:r>
    </w:p>
    <w:p w14:paraId="6F3D3366" w14:textId="77777777" w:rsidR="00792613" w:rsidRDefault="00F449A5" w:rsidP="00792613">
      <w:r>
        <w:t xml:space="preserve">Quoi de plus propre à dégoûter des </w:t>
      </w:r>
      <w:proofErr w:type="spellStart"/>
      <w:r>
        <w:t>systêmes</w:t>
      </w:r>
      <w:proofErr w:type="spellEnd"/>
      <w:r w:rsidR="00792613">
        <w:t xml:space="preserve"> ! </w:t>
      </w:r>
      <w:r>
        <w:t>Et que Tralles montre de jugement</w:t>
      </w:r>
      <w:r w:rsidR="00792613">
        <w:t xml:space="preserve">, </w:t>
      </w:r>
      <w:r>
        <w:t xml:space="preserve">en </w:t>
      </w:r>
      <w:proofErr w:type="spellStart"/>
      <w:r>
        <w:t>rejettant</w:t>
      </w:r>
      <w:proofErr w:type="spellEnd"/>
      <w:r>
        <w:t xml:space="preserve"> ceux mêmes qui semblent nous forcer d</w:t>
      </w:r>
      <w:r w:rsidR="00792613">
        <w:t>’</w:t>
      </w:r>
      <w:r>
        <w:t>en choisir un d</w:t>
      </w:r>
      <w:r w:rsidR="00792613">
        <w:t>’</w:t>
      </w:r>
      <w:r>
        <w:t>entr</w:t>
      </w:r>
      <w:r w:rsidR="00792613">
        <w:t>’</w:t>
      </w:r>
      <w:r>
        <w:t>eux</w:t>
      </w:r>
      <w:r w:rsidR="00792613">
        <w:t> !</w:t>
      </w:r>
    </w:p>
    <w:p w14:paraId="19E9D2BB" w14:textId="77777777" w:rsidR="00792613" w:rsidRDefault="00F449A5" w:rsidP="00792613">
      <w:r>
        <w:t>Concluons donc</w:t>
      </w:r>
      <w:r w:rsidR="00792613">
        <w:t xml:space="preserve">, </w:t>
      </w:r>
      <w:r>
        <w:t>avec ce judicieux auteur</w:t>
      </w:r>
      <w:r w:rsidR="00792613">
        <w:t xml:space="preserve">, </w:t>
      </w:r>
      <w:r>
        <w:t xml:space="preserve">que le cerveau a beau attendre &amp; </w:t>
      </w:r>
      <w:proofErr w:type="spellStart"/>
      <w:r>
        <w:t>paroître</w:t>
      </w:r>
      <w:proofErr w:type="spellEnd"/>
      <w:r>
        <w:t xml:space="preserve"> fait exprès</w:t>
      </w:r>
      <w:r w:rsidR="00792613">
        <w:t xml:space="preserve">, </w:t>
      </w:r>
      <w:r>
        <w:t>pour recevoir une nouvelle modification</w:t>
      </w:r>
      <w:r w:rsidR="00792613">
        <w:t xml:space="preserve">, </w:t>
      </w:r>
      <w:r>
        <w:t>avec celles des organes qui la lui transmettent</w:t>
      </w:r>
      <w:r w:rsidR="00792613">
        <w:t xml:space="preserve">, </w:t>
      </w:r>
      <w:r>
        <w:t>il ne lui vient pas le moindre lambeau d</w:t>
      </w:r>
      <w:r w:rsidR="00792613">
        <w:t>’</w:t>
      </w:r>
      <w:r>
        <w:t>image</w:t>
      </w:r>
      <w:r w:rsidR="00792613">
        <w:t xml:space="preserve"> ; </w:t>
      </w:r>
      <w:r>
        <w:t>pas le moindre rayon sonore</w:t>
      </w:r>
      <w:r w:rsidR="00792613">
        <w:t xml:space="preserve"> ; </w:t>
      </w:r>
      <w:r>
        <w:t xml:space="preserve">pas la moindre réflexion de </w:t>
      </w:r>
      <w:proofErr w:type="spellStart"/>
      <w:r>
        <w:t>lumiere</w:t>
      </w:r>
      <w:proofErr w:type="spellEnd"/>
      <w:r w:rsidR="00792613">
        <w:t xml:space="preserve">. </w:t>
      </w:r>
      <w:r>
        <w:t>Le jour est dans l</w:t>
      </w:r>
      <w:r w:rsidR="00792613">
        <w:t>’</w:t>
      </w:r>
      <w:r>
        <w:t xml:space="preserve">œil &amp; la nuit dans la </w:t>
      </w:r>
      <w:r>
        <w:rPr>
          <w:bCs/>
        </w:rPr>
        <w:t>tête</w:t>
      </w:r>
      <w:r w:rsidR="00792613">
        <w:rPr>
          <w:bCs/>
        </w:rPr>
        <w:t xml:space="preserve">. </w:t>
      </w:r>
      <w:r>
        <w:t>En conséquence de ce jour-là</w:t>
      </w:r>
      <w:r w:rsidR="00792613">
        <w:t xml:space="preserve">, </w:t>
      </w:r>
      <w:r>
        <w:t>l</w:t>
      </w:r>
      <w:r w:rsidR="00792613">
        <w:t>’</w:t>
      </w:r>
      <w:proofErr w:type="spellStart"/>
      <w:r>
        <w:t>ame</w:t>
      </w:r>
      <w:proofErr w:type="spellEnd"/>
      <w:r>
        <w:t xml:space="preserve"> voit cependant</w:t>
      </w:r>
      <w:r w:rsidR="00792613">
        <w:t xml:space="preserve">. </w:t>
      </w:r>
      <w:r>
        <w:t>Ô prodige</w:t>
      </w:r>
      <w:r w:rsidR="00792613">
        <w:t xml:space="preserve"> ! </w:t>
      </w:r>
      <w:r>
        <w:t>Ô mystère</w:t>
      </w:r>
      <w:r w:rsidR="00792613">
        <w:t xml:space="preserve"> ! </w:t>
      </w:r>
      <w:r>
        <w:t>C</w:t>
      </w:r>
      <w:r w:rsidR="00792613">
        <w:t>’</w:t>
      </w:r>
      <w:r>
        <w:t>est tout ce qu</w:t>
      </w:r>
      <w:r w:rsidR="00792613">
        <w:t>’</w:t>
      </w:r>
      <w:r>
        <w:t>on sait</w:t>
      </w:r>
      <w:r w:rsidR="00792613">
        <w:t xml:space="preserve">. </w:t>
      </w:r>
      <w:r>
        <w:t>Newton</w:t>
      </w:r>
      <w:r w:rsidR="00792613">
        <w:t xml:space="preserve">, </w:t>
      </w:r>
      <w:r>
        <w:t>le grand Newton</w:t>
      </w:r>
      <w:r w:rsidR="00792613">
        <w:t xml:space="preserve">, </w:t>
      </w:r>
      <w:r>
        <w:t>qui semble avoir passé les bornes de l</w:t>
      </w:r>
      <w:r w:rsidR="00792613">
        <w:t>’</w:t>
      </w:r>
      <w:r>
        <w:t>esprit humain</w:t>
      </w:r>
      <w:r w:rsidR="00792613">
        <w:t xml:space="preserve">, </w:t>
      </w:r>
      <w:r>
        <w:t>monté</w:t>
      </w:r>
      <w:r w:rsidR="00792613">
        <w:t xml:space="preserve">, </w:t>
      </w:r>
      <w:r>
        <w:t>l</w:t>
      </w:r>
      <w:r w:rsidR="00792613">
        <w:t>’</w:t>
      </w:r>
      <w:r>
        <w:t>optique à la main</w:t>
      </w:r>
      <w:r w:rsidR="00792613">
        <w:t xml:space="preserve">, </w:t>
      </w:r>
      <w:r>
        <w:t xml:space="preserve">sur les épaules </w:t>
      </w:r>
      <w:proofErr w:type="spellStart"/>
      <w:r>
        <w:t>quarrées</w:t>
      </w:r>
      <w:proofErr w:type="spellEnd"/>
      <w:r>
        <w:t xml:space="preserve"> de tous ces animaux qu</w:t>
      </w:r>
      <w:r w:rsidR="00792613">
        <w:t>’</w:t>
      </w:r>
      <w:r>
        <w:t>on appelle anatomistes</w:t>
      </w:r>
      <w:r w:rsidR="00792613">
        <w:t xml:space="preserve">, </w:t>
      </w:r>
      <w:r>
        <w:t>n</w:t>
      </w:r>
      <w:r w:rsidR="00792613">
        <w:t>’</w:t>
      </w:r>
      <w:r>
        <w:t xml:space="preserve">en </w:t>
      </w:r>
      <w:proofErr w:type="spellStart"/>
      <w:r>
        <w:t>savoit</w:t>
      </w:r>
      <w:proofErr w:type="spellEnd"/>
      <w:r>
        <w:t xml:space="preserve"> pas davantage</w:t>
      </w:r>
      <w:r w:rsidR="00792613">
        <w:t xml:space="preserve">. </w:t>
      </w:r>
      <w:r>
        <w:t>Au fait de la chose</w:t>
      </w:r>
      <w:r w:rsidR="00792613">
        <w:t xml:space="preserve">, </w:t>
      </w:r>
      <w:r>
        <w:t xml:space="preserve">il </w:t>
      </w:r>
      <w:proofErr w:type="spellStart"/>
      <w:r>
        <w:t>ignoroit</w:t>
      </w:r>
      <w:proofErr w:type="spellEnd"/>
      <w:r>
        <w:t xml:space="preserve"> le </w:t>
      </w:r>
      <w:proofErr w:type="spellStart"/>
      <w:r>
        <w:rPr>
          <w:i/>
          <w:iCs/>
        </w:rPr>
        <w:t>quomodo</w:t>
      </w:r>
      <w:proofErr w:type="spellEnd"/>
      <w:r w:rsidR="00792613">
        <w:rPr>
          <w:i/>
          <w:iCs/>
        </w:rPr>
        <w:t xml:space="preserve">. </w:t>
      </w:r>
      <w:r>
        <w:t>Et celui qui a été tout ensemble l</w:t>
      </w:r>
      <w:r w:rsidR="00792613">
        <w:t>’</w:t>
      </w:r>
      <w:r>
        <w:t>architecte &amp; le réformateur d</w:t>
      </w:r>
      <w:r w:rsidR="00792613">
        <w:t>’</w:t>
      </w:r>
      <w:r>
        <w:t>un art</w:t>
      </w:r>
      <w:r w:rsidR="00792613">
        <w:t xml:space="preserve">, </w:t>
      </w:r>
      <w:r>
        <w:lastRenderedPageBreak/>
        <w:t xml:space="preserve">dont les manœuvres que je viens de dénommer lui </w:t>
      </w:r>
      <w:r>
        <w:rPr>
          <w:bCs/>
        </w:rPr>
        <w:t xml:space="preserve">ont </w:t>
      </w:r>
      <w:r>
        <w:t>fourni</w:t>
      </w:r>
      <w:r w:rsidR="00792613">
        <w:t xml:space="preserve">, </w:t>
      </w:r>
      <w:r>
        <w:t>n</w:t>
      </w:r>
      <w:r w:rsidR="00792613">
        <w:t>’</w:t>
      </w:r>
      <w:r>
        <w:t>en déplaise à Tralles</w:t>
      </w:r>
      <w:r w:rsidR="00792613">
        <w:t xml:space="preserve">, </w:t>
      </w:r>
      <w:r>
        <w:t>presque tous les matériaux</w:t>
      </w:r>
      <w:r w:rsidR="00792613">
        <w:t xml:space="preserve">, </w:t>
      </w:r>
      <w:r>
        <w:t>portant cependant devant soi le flambeau d</w:t>
      </w:r>
      <w:r w:rsidR="00792613">
        <w:t>’</w:t>
      </w:r>
      <w:r>
        <w:t>une toute autre théorie que l</w:t>
      </w:r>
      <w:r w:rsidR="00792613">
        <w:t>’</w:t>
      </w:r>
      <w:r>
        <w:t>immortel Anglois n</w:t>
      </w:r>
      <w:r w:rsidR="00792613">
        <w:t>’</w:t>
      </w:r>
      <w:r>
        <w:t>en a pas vu plus loin</w:t>
      </w:r>
      <w:r w:rsidR="00792613">
        <w:t>. « </w:t>
      </w:r>
      <w:r>
        <w:t>À l</w:t>
      </w:r>
      <w:r w:rsidR="00792613">
        <w:t>’</w:t>
      </w:r>
      <w:r>
        <w:t>occasion de la peinture des objets sur la rétine</w:t>
      </w:r>
      <w:r w:rsidR="00792613">
        <w:t xml:space="preserve">, </w:t>
      </w:r>
      <w:proofErr w:type="spellStart"/>
      <w:r>
        <w:t>disoit</w:t>
      </w:r>
      <w:proofErr w:type="spellEnd"/>
      <w:r>
        <w:t>-il</w:t>
      </w:r>
      <w:r w:rsidR="00792613">
        <w:t xml:space="preserve">, </w:t>
      </w:r>
      <w:r>
        <w:t>l</w:t>
      </w:r>
      <w:r w:rsidR="00792613">
        <w:t>’</w:t>
      </w:r>
      <w:proofErr w:type="spellStart"/>
      <w:r>
        <w:t>ame</w:t>
      </w:r>
      <w:proofErr w:type="spellEnd"/>
      <w:r>
        <w:t xml:space="preserve"> voit</w:t>
      </w:r>
      <w:r w:rsidR="00792613">
        <w:t xml:space="preserve">. </w:t>
      </w:r>
      <w:r>
        <w:t>Je ne sais rien de plus</w:t>
      </w:r>
      <w:r w:rsidR="00792613">
        <w:t xml:space="preserve"> (</w:t>
      </w:r>
      <w:r>
        <w:t>si ce n</w:t>
      </w:r>
      <w:r w:rsidR="00792613">
        <w:t>’</w:t>
      </w:r>
      <w:r>
        <w:t xml:space="preserve">est des </w:t>
      </w:r>
      <w:proofErr w:type="spellStart"/>
      <w:r>
        <w:t>systêmes</w:t>
      </w:r>
      <w:proofErr w:type="spellEnd"/>
      <w:r w:rsidR="00792613">
        <w:t xml:space="preserve">) </w:t>
      </w:r>
      <w:r>
        <w:t>sur tous les sens</w:t>
      </w:r>
      <w:r w:rsidR="00792613">
        <w:t xml:space="preserve">, </w:t>
      </w:r>
      <w:r>
        <w:t>dont je me fais gloire d</w:t>
      </w:r>
      <w:r w:rsidR="00792613">
        <w:t>’</w:t>
      </w:r>
      <w:r>
        <w:t>ignorer l</w:t>
      </w:r>
      <w:r w:rsidR="00792613">
        <w:t>’</w:t>
      </w:r>
      <w:r>
        <w:t>action ultérieure &amp; immédiate</w:t>
      </w:r>
      <w:r w:rsidR="00792613">
        <w:t> ».</w:t>
      </w:r>
    </w:p>
    <w:p w14:paraId="3A462162" w14:textId="77777777" w:rsidR="00792613" w:rsidRDefault="00F449A5" w:rsidP="00792613">
      <w:r>
        <w:t>Si telle est la pénétration de l</w:t>
      </w:r>
      <w:r w:rsidR="00792613">
        <w:t>’</w:t>
      </w:r>
      <w:r>
        <w:t>esprit humain dans ceux qui l</w:t>
      </w:r>
      <w:r w:rsidR="00792613">
        <w:t>’</w:t>
      </w:r>
      <w:r>
        <w:t>ont portée plus loin</w:t>
      </w:r>
      <w:r w:rsidR="00792613">
        <w:t xml:space="preserve">, </w:t>
      </w:r>
      <w:r>
        <w:t>ô que l</w:t>
      </w:r>
      <w:r w:rsidR="00792613">
        <w:t>’</w:t>
      </w:r>
      <w:r>
        <w:t>homme a bien sujet de s</w:t>
      </w:r>
      <w:r w:rsidR="00792613">
        <w:t>’</w:t>
      </w:r>
      <w:r>
        <w:t>enorgueillir</w:t>
      </w:r>
      <w:r w:rsidR="00792613">
        <w:t> !</w:t>
      </w:r>
    </w:p>
    <w:p w14:paraId="2F7B7116" w14:textId="77777777" w:rsidR="00792613" w:rsidRDefault="00F449A5" w:rsidP="00792613">
      <w:pPr>
        <w:rPr>
          <w:i/>
        </w:rPr>
      </w:pPr>
      <w:r>
        <w:t>Enfin peu m</w:t>
      </w:r>
      <w:r w:rsidR="00792613">
        <w:t>’</w:t>
      </w:r>
      <w:r>
        <w:t xml:space="preserve">importent tous les </w:t>
      </w:r>
      <w:proofErr w:type="spellStart"/>
      <w:r>
        <w:t>systêmes</w:t>
      </w:r>
      <w:proofErr w:type="spellEnd"/>
      <w:r w:rsidR="00792613">
        <w:t xml:space="preserve"> ; </w:t>
      </w:r>
      <w:r>
        <w:t>il est facile de se consoler d</w:t>
      </w:r>
      <w:r w:rsidR="00792613">
        <w:t>’</w:t>
      </w:r>
      <w:r>
        <w:t xml:space="preserve">une ignorance que les seuls </w:t>
      </w:r>
      <w:proofErr w:type="spellStart"/>
      <w:r>
        <w:t>ignorans</w:t>
      </w:r>
      <w:proofErr w:type="spellEnd"/>
      <w:r>
        <w:t xml:space="preserve"> n</w:t>
      </w:r>
      <w:r w:rsidR="00792613">
        <w:t>’</w:t>
      </w:r>
      <w:r>
        <w:t>avouent point</w:t>
      </w:r>
      <w:r w:rsidR="00792613">
        <w:t xml:space="preserve">. </w:t>
      </w:r>
      <w:r>
        <w:t>Je plaide pour l</w:t>
      </w:r>
      <w:r w:rsidR="00792613">
        <w:t>’</w:t>
      </w:r>
      <w:proofErr w:type="spellStart"/>
      <w:r>
        <w:t>ame</w:t>
      </w:r>
      <w:proofErr w:type="spellEnd"/>
      <w:r>
        <w:t xml:space="preserve"> de mes </w:t>
      </w:r>
      <w:proofErr w:type="spellStart"/>
      <w:r>
        <w:t>freres</w:t>
      </w:r>
      <w:proofErr w:type="spellEnd"/>
      <w:r w:rsidR="00792613">
        <w:t xml:space="preserve"> ; </w:t>
      </w:r>
      <w:r>
        <w:t>&amp; pourvu que ce soit elle qui voie</w:t>
      </w:r>
      <w:r w:rsidR="00792613">
        <w:t xml:space="preserve">, </w:t>
      </w:r>
      <w:r>
        <w:t>&amp; non le corps</w:t>
      </w:r>
      <w:r w:rsidR="00792613">
        <w:t xml:space="preserve">, </w:t>
      </w:r>
      <w:r>
        <w:t>c</w:t>
      </w:r>
      <w:r w:rsidR="00792613">
        <w:t>’</w:t>
      </w:r>
      <w:r>
        <w:t>est tout ce que je demande</w:t>
      </w:r>
      <w:r w:rsidR="00792613">
        <w:t xml:space="preserve"> ; </w:t>
      </w:r>
      <w:r>
        <w:t>car ce qui se dit d</w:t>
      </w:r>
      <w:r w:rsidR="00792613">
        <w:t>’</w:t>
      </w:r>
      <w:r>
        <w:t>un sens</w:t>
      </w:r>
      <w:r w:rsidR="00792613">
        <w:t xml:space="preserve">, </w:t>
      </w:r>
      <w:r>
        <w:t>est aussi applicable à tous les autres</w:t>
      </w:r>
      <w:r w:rsidR="00792613">
        <w:t xml:space="preserve">, </w:t>
      </w:r>
      <w:r>
        <w:t>que ce qui se dit des animaux</w:t>
      </w:r>
      <w:r w:rsidR="00792613">
        <w:t xml:space="preserve">, </w:t>
      </w:r>
      <w:r>
        <w:t>l</w:t>
      </w:r>
      <w:r w:rsidR="00792613">
        <w:t>’</w:t>
      </w:r>
      <w:r>
        <w:t>est mutuellement à l</w:t>
      </w:r>
      <w:r w:rsidR="00792613">
        <w:t>’</w:t>
      </w:r>
      <w:r>
        <w:t>homme</w:t>
      </w:r>
      <w:r w:rsidR="00792613">
        <w:t xml:space="preserve">. </w:t>
      </w:r>
      <w:r>
        <w:t>Or Aristote m</w:t>
      </w:r>
      <w:r w:rsidR="00792613">
        <w:t>’</w:t>
      </w:r>
      <w:r>
        <w:t>accorde cette grande vérité</w:t>
      </w:r>
      <w:r w:rsidR="00792613">
        <w:t xml:space="preserve">, </w:t>
      </w:r>
      <w:r>
        <w:t>lui qui n</w:t>
      </w:r>
      <w:r w:rsidR="00792613">
        <w:t>’</w:t>
      </w:r>
      <w:r>
        <w:t>est pas accusé de favoriser le spiritualisme</w:t>
      </w:r>
      <w:r w:rsidR="00792613">
        <w:t xml:space="preserve">. </w:t>
      </w:r>
      <w:r>
        <w:t>Tant mieux</w:t>
      </w:r>
      <w:r w:rsidR="00792613">
        <w:t xml:space="preserve"> ! </w:t>
      </w:r>
      <w:r>
        <w:t>Plus de dispute</w:t>
      </w:r>
      <w:r w:rsidR="00792613">
        <w:t xml:space="preserve"> ; </w:t>
      </w:r>
      <w:r>
        <w:t>j</w:t>
      </w:r>
      <w:r w:rsidR="00792613">
        <w:t>’</w:t>
      </w:r>
      <w:r>
        <w:t>ai trouvé le point fixe</w:t>
      </w:r>
      <w:r w:rsidR="00792613">
        <w:t xml:space="preserve">, </w:t>
      </w:r>
      <w:r>
        <w:t>d</w:t>
      </w:r>
      <w:r w:rsidR="00792613">
        <w:t>’</w:t>
      </w:r>
      <w:r>
        <w:t>où je vais partir pour dépouiller des organes injustement élevés sur les débris du principe qui les anime</w:t>
      </w:r>
      <w:r w:rsidR="00792613">
        <w:t xml:space="preserve">, </w:t>
      </w:r>
      <w:r>
        <w:t>&amp; détrôner pour jamais le tyran usurpateur de l</w:t>
      </w:r>
      <w:r w:rsidR="00792613">
        <w:t>’</w:t>
      </w:r>
      <w:r>
        <w:t>empire de l</w:t>
      </w:r>
      <w:r w:rsidR="00792613">
        <w:t>’</w:t>
      </w:r>
      <w:proofErr w:type="spellStart"/>
      <w:r>
        <w:t>ame</w:t>
      </w:r>
      <w:proofErr w:type="spellEnd"/>
      <w:r w:rsidR="00792613">
        <w:t xml:space="preserve"> ; </w:t>
      </w:r>
      <w:r>
        <w:t>c</w:t>
      </w:r>
      <w:r w:rsidR="00792613">
        <w:t>’</w:t>
      </w:r>
      <w:r>
        <w:t xml:space="preserve">est la </w:t>
      </w:r>
      <w:proofErr w:type="spellStart"/>
      <w:r>
        <w:rPr>
          <w:i/>
        </w:rPr>
        <w:t>matiere</w:t>
      </w:r>
      <w:proofErr w:type="spellEnd"/>
      <w:r w:rsidR="00792613">
        <w:rPr>
          <w:i/>
        </w:rPr>
        <w:t xml:space="preserve">, </w:t>
      </w:r>
      <w:r>
        <w:t xml:space="preserve">à laquelle il est temps de faire succéder </w:t>
      </w:r>
      <w:r>
        <w:rPr>
          <w:i/>
        </w:rPr>
        <w:t>l</w:t>
      </w:r>
      <w:r w:rsidR="00792613">
        <w:rPr>
          <w:i/>
        </w:rPr>
        <w:t>’</w:t>
      </w:r>
      <w:r>
        <w:rPr>
          <w:i/>
        </w:rPr>
        <w:t>esprit</w:t>
      </w:r>
      <w:r w:rsidR="00792613">
        <w:rPr>
          <w:i/>
        </w:rPr>
        <w:t>.</w:t>
      </w:r>
    </w:p>
    <w:p w14:paraId="2DAE3395" w14:textId="77777777" w:rsidR="00792613" w:rsidRDefault="00F449A5" w:rsidP="00792613">
      <w:r>
        <w:t>Tout le domaine de notre vaste entendement vient d</w:t>
      </w:r>
      <w:r w:rsidR="00792613">
        <w:t>’</w:t>
      </w:r>
      <w:r>
        <w:t>être réduit à un seul principe par un jeune philosophe que je mets autant au-dessus de Locke</w:t>
      </w:r>
      <w:r w:rsidR="00792613">
        <w:t xml:space="preserve">, </w:t>
      </w:r>
      <w:r>
        <w:t>que celui-ci au-dessus de Descartes</w:t>
      </w:r>
      <w:r w:rsidR="00792613">
        <w:t xml:space="preserve">, </w:t>
      </w:r>
      <w:r>
        <w:t xml:space="preserve">de </w:t>
      </w:r>
      <w:proofErr w:type="spellStart"/>
      <w:r>
        <w:t>Mallebranche</w:t>
      </w:r>
      <w:proofErr w:type="spellEnd"/>
      <w:r w:rsidR="00792613">
        <w:t xml:space="preserve">, </w:t>
      </w:r>
      <w:r>
        <w:t>de Leibnitz</w:t>
      </w:r>
      <w:r w:rsidR="00792613">
        <w:t xml:space="preserve">, </w:t>
      </w:r>
      <w:r>
        <w:t>de Wolf</w:t>
      </w:r>
      <w:r w:rsidR="00792613">
        <w:t xml:space="preserve">, </w:t>
      </w:r>
      <w:r>
        <w:t>&amp;c</w:t>
      </w:r>
      <w:r w:rsidR="00792613">
        <w:t xml:space="preserve">. </w:t>
      </w:r>
      <w:r>
        <w:t>Ce principe s</w:t>
      </w:r>
      <w:r w:rsidR="00792613">
        <w:t>’</w:t>
      </w:r>
      <w:r>
        <w:t>appelle perception</w:t>
      </w:r>
      <w:r w:rsidR="00792613">
        <w:t xml:space="preserve">, </w:t>
      </w:r>
      <w:r>
        <w:t>&amp; il naît de la sensation qui se fait dans le cerveau</w:t>
      </w:r>
      <w:r w:rsidR="00792613">
        <w:t>.</w:t>
      </w:r>
    </w:p>
    <w:p w14:paraId="0EFDA5C3" w14:textId="77777777" w:rsidR="00792613" w:rsidRDefault="00F449A5" w:rsidP="00792613">
      <w:r>
        <w:lastRenderedPageBreak/>
        <w:t>C</w:t>
      </w:r>
      <w:r w:rsidR="00792613">
        <w:t>’</w:t>
      </w:r>
      <w:r>
        <w:t xml:space="preserve">est une chose assez </w:t>
      </w:r>
      <w:proofErr w:type="spellStart"/>
      <w:r>
        <w:t>singuliere</w:t>
      </w:r>
      <w:proofErr w:type="spellEnd"/>
      <w:r w:rsidR="00792613">
        <w:t xml:space="preserve">, </w:t>
      </w:r>
      <w:r>
        <w:t>qu</w:t>
      </w:r>
      <w:r w:rsidR="00792613">
        <w:t>’</w:t>
      </w:r>
      <w:r>
        <w:t>après avoir nié la propagation de l</w:t>
      </w:r>
      <w:r w:rsidR="00792613">
        <w:t>’</w:t>
      </w:r>
      <w:r>
        <w:t>impression des sens jusqu</w:t>
      </w:r>
      <w:r w:rsidR="00792613">
        <w:t>’</w:t>
      </w:r>
      <w:r>
        <w:t>au cerveau</w:t>
      </w:r>
      <w:r w:rsidR="00792613">
        <w:t xml:space="preserve">, </w:t>
      </w:r>
      <w:r>
        <w:t>j</w:t>
      </w:r>
      <w:r w:rsidR="00792613">
        <w:t>’</w:t>
      </w:r>
      <w:r>
        <w:t>admette cependant ce qui la suppose</w:t>
      </w:r>
      <w:r w:rsidR="00792613">
        <w:t xml:space="preserve"> ; </w:t>
      </w:r>
      <w:r>
        <w:t>mais Tralles vous l</w:t>
      </w:r>
      <w:r w:rsidR="00792613">
        <w:t>’</w:t>
      </w:r>
      <w:r>
        <w:t>avouera</w:t>
      </w:r>
      <w:r w:rsidR="00792613">
        <w:t xml:space="preserve"> ; </w:t>
      </w:r>
      <w:r>
        <w:t>nous autres auteurs</w:t>
      </w:r>
      <w:r w:rsidR="00792613">
        <w:t xml:space="preserve">, </w:t>
      </w:r>
      <w:r>
        <w:t>gens distraits</w:t>
      </w:r>
      <w:r w:rsidR="00792613">
        <w:t xml:space="preserve">, </w:t>
      </w:r>
      <w:r>
        <w:t>nous perdons de vue nos principes</w:t>
      </w:r>
      <w:r w:rsidR="00792613">
        <w:t xml:space="preserve"> : </w:t>
      </w:r>
      <w:r>
        <w:t>nous accordons ce que nous avons nié</w:t>
      </w:r>
      <w:r w:rsidR="00792613">
        <w:t xml:space="preserve">, </w:t>
      </w:r>
      <w:r>
        <w:t>nous nions ce que nous avons accordé</w:t>
      </w:r>
      <w:r w:rsidR="00792613">
        <w:t xml:space="preserve"> ; </w:t>
      </w:r>
      <w:r>
        <w:t>&amp; comme les astronomes ne s</w:t>
      </w:r>
      <w:r w:rsidR="00792613">
        <w:t>’</w:t>
      </w:r>
      <w:r>
        <w:t>étonnent pas d</w:t>
      </w:r>
      <w:r w:rsidR="00792613">
        <w:t>’</w:t>
      </w:r>
      <w:r>
        <w:t xml:space="preserve">une erreur de quelques milliers de lieues dans leurs calculs de la distance des </w:t>
      </w:r>
      <w:proofErr w:type="spellStart"/>
      <w:r>
        <w:t>planetes</w:t>
      </w:r>
      <w:proofErr w:type="spellEnd"/>
      <w:r w:rsidR="00792613">
        <w:t xml:space="preserve">, </w:t>
      </w:r>
      <w:r>
        <w:t xml:space="preserve">suivant </w:t>
      </w:r>
      <w:r w:rsidR="00792613">
        <w:t>M. de </w:t>
      </w:r>
      <w:r>
        <w:t>Fontenelle</w:t>
      </w:r>
      <w:r w:rsidR="00792613">
        <w:t xml:space="preserve">, </w:t>
      </w:r>
      <w:r>
        <w:t>une douzaine de contradictions nous semble une bagatelle</w:t>
      </w:r>
      <w:r w:rsidR="00792613">
        <w:t xml:space="preserve">, </w:t>
      </w:r>
      <w:r>
        <w:t>tant l</w:t>
      </w:r>
      <w:r w:rsidR="00792613">
        <w:t>’</w:t>
      </w:r>
      <w:r>
        <w:t>art est difficile</w:t>
      </w:r>
      <w:r w:rsidR="00792613">
        <w:t> !</w:t>
      </w:r>
    </w:p>
    <w:p w14:paraId="33CCDA05" w14:textId="77777777" w:rsidR="00792613" w:rsidRDefault="00F449A5" w:rsidP="00792613">
      <w:r>
        <w:t>Au fond ne vaut-il pas mieux rendre enfin justice à la vérité</w:t>
      </w:r>
      <w:r w:rsidR="00792613">
        <w:t xml:space="preserve">, </w:t>
      </w:r>
      <w:r>
        <w:t>que de s</w:t>
      </w:r>
      <w:r w:rsidR="00792613">
        <w:t>’</w:t>
      </w:r>
      <w:r>
        <w:t>opiniâtrer</w:t>
      </w:r>
      <w:r w:rsidR="00792613">
        <w:t xml:space="preserve">, </w:t>
      </w:r>
      <w:r>
        <w:t>comme un sot</w:t>
      </w:r>
      <w:r w:rsidR="00792613">
        <w:t xml:space="preserve">, </w:t>
      </w:r>
      <w:proofErr w:type="spellStart"/>
      <w:r>
        <w:t>contr</w:t>
      </w:r>
      <w:r w:rsidR="00792613">
        <w:t>’</w:t>
      </w:r>
      <w:r>
        <w:t>elle</w:t>
      </w:r>
      <w:proofErr w:type="spellEnd"/>
      <w:r w:rsidR="00792613">
        <w:t xml:space="preserve"> ? </w:t>
      </w:r>
      <w:r>
        <w:t>Oui</w:t>
      </w:r>
      <w:r w:rsidR="00792613">
        <w:t xml:space="preserve">, </w:t>
      </w:r>
      <w:r>
        <w:t>le changement que l</w:t>
      </w:r>
      <w:r w:rsidR="00792613">
        <w:t>’</w:t>
      </w:r>
      <w:r>
        <w:t>action des corps externes occasionne dans les nerfs des organes sensitifs</w:t>
      </w:r>
      <w:r w:rsidR="00792613">
        <w:t xml:space="preserve">, </w:t>
      </w:r>
      <w:r>
        <w:t>est porté par ces tuyaux au cerveau</w:t>
      </w:r>
      <w:r w:rsidR="00792613">
        <w:t xml:space="preserve">, </w:t>
      </w:r>
      <w:r>
        <w:t>qui éprouve</w:t>
      </w:r>
      <w:r w:rsidR="00792613">
        <w:t xml:space="preserve">, </w:t>
      </w:r>
      <w:r>
        <w:t>en conséquence du nouveau mouvement qu</w:t>
      </w:r>
      <w:r w:rsidR="00792613">
        <w:t>’</w:t>
      </w:r>
      <w:r>
        <w:t>il reçoit</w:t>
      </w:r>
      <w:r w:rsidR="00792613">
        <w:t xml:space="preserve">, </w:t>
      </w:r>
      <w:r>
        <w:t>une modification nouvelle</w:t>
      </w:r>
      <w:r w:rsidR="00792613">
        <w:t xml:space="preserve"> ; </w:t>
      </w:r>
      <w:r>
        <w:t>&amp; par elle</w:t>
      </w:r>
      <w:r w:rsidR="00792613">
        <w:t xml:space="preserve">, </w:t>
      </w:r>
      <w:r>
        <w:t>une nouvelle façon de sentir</w:t>
      </w:r>
      <w:r w:rsidR="00792613">
        <w:t xml:space="preserve">, </w:t>
      </w:r>
      <w:r>
        <w:t xml:space="preserve">à laquelle on a donné le nom de </w:t>
      </w:r>
      <w:r>
        <w:rPr>
          <w:i/>
          <w:iCs/>
        </w:rPr>
        <w:t>sensation</w:t>
      </w:r>
      <w:r w:rsidR="00792613">
        <w:rPr>
          <w:i/>
          <w:iCs/>
        </w:rPr>
        <w:t xml:space="preserve">. </w:t>
      </w:r>
      <w:r>
        <w:t>Ce que portent les nerfs ébranlés</w:t>
      </w:r>
      <w:r w:rsidR="00792613">
        <w:t xml:space="preserve">, </w:t>
      </w:r>
      <w:r>
        <w:t>n</w:t>
      </w:r>
      <w:r w:rsidR="00792613">
        <w:t>’</w:t>
      </w:r>
      <w:r>
        <w:t xml:space="preserve">en est que la </w:t>
      </w:r>
      <w:proofErr w:type="spellStart"/>
      <w:r>
        <w:t>matiere</w:t>
      </w:r>
      <w:proofErr w:type="spellEnd"/>
      <w:r w:rsidR="00792613">
        <w:t xml:space="preserve">, </w:t>
      </w:r>
      <w:r>
        <w:t xml:space="preserve">ou la cause </w:t>
      </w:r>
      <w:proofErr w:type="spellStart"/>
      <w:r>
        <w:t>materielle</w:t>
      </w:r>
      <w:proofErr w:type="spellEnd"/>
      <w:r w:rsidR="00792613">
        <w:t xml:space="preserve">. </w:t>
      </w:r>
      <w:r>
        <w:t>Ôtez cette sensation</w:t>
      </w:r>
      <w:r w:rsidR="00792613">
        <w:t xml:space="preserve">, </w:t>
      </w:r>
      <w:r>
        <w:t>comme dans tous les cas</w:t>
      </w:r>
      <w:r w:rsidR="00792613">
        <w:t xml:space="preserve">, </w:t>
      </w:r>
      <w:r>
        <w:t xml:space="preserve">où ce qui </w:t>
      </w:r>
      <w:proofErr w:type="spellStart"/>
      <w:r>
        <w:t>alloit</w:t>
      </w:r>
      <w:proofErr w:type="spellEnd"/>
      <w:r>
        <w:t xml:space="preserve"> la produire</w:t>
      </w:r>
      <w:r w:rsidR="00792613">
        <w:t xml:space="preserve">, </w:t>
      </w:r>
      <w:r>
        <w:t>est arrêté en chemin</w:t>
      </w:r>
      <w:r w:rsidR="00792613">
        <w:t xml:space="preserve">, </w:t>
      </w:r>
      <w:r>
        <w:t>comme par d</w:t>
      </w:r>
      <w:r w:rsidR="00792613">
        <w:t>’</w:t>
      </w:r>
      <w:r>
        <w:t xml:space="preserve">insurmontables </w:t>
      </w:r>
      <w:r>
        <w:rPr>
          <w:i/>
          <w:iCs/>
        </w:rPr>
        <w:t>ganglions</w:t>
      </w:r>
      <w:r w:rsidR="00792613">
        <w:t xml:space="preserve"> ; </w:t>
      </w:r>
      <w:r>
        <w:t>vous n</w:t>
      </w:r>
      <w:r w:rsidR="00792613">
        <w:t>’</w:t>
      </w:r>
      <w:r>
        <w:t>aurez point de perception</w:t>
      </w:r>
      <w:r w:rsidR="00792613">
        <w:t xml:space="preserve">, </w:t>
      </w:r>
      <w:r>
        <w:t>l</w:t>
      </w:r>
      <w:r w:rsidR="00792613">
        <w:t>’</w:t>
      </w:r>
      <w:proofErr w:type="spellStart"/>
      <w:r>
        <w:t>ame</w:t>
      </w:r>
      <w:proofErr w:type="spellEnd"/>
      <w:r>
        <w:t xml:space="preserve"> n</w:t>
      </w:r>
      <w:r w:rsidR="00792613">
        <w:t>’</w:t>
      </w:r>
      <w:proofErr w:type="spellStart"/>
      <w:r>
        <w:t>appercevra</w:t>
      </w:r>
      <w:proofErr w:type="spellEnd"/>
      <w:r>
        <w:t xml:space="preserve"> pas plus</w:t>
      </w:r>
      <w:r w:rsidR="00792613">
        <w:t xml:space="preserve">, </w:t>
      </w:r>
      <w:r>
        <w:t>que ne sentira le cerveau</w:t>
      </w:r>
      <w:r w:rsidR="00792613">
        <w:t>.</w:t>
      </w:r>
    </w:p>
    <w:p w14:paraId="54D4C3C9" w14:textId="77777777" w:rsidR="00792613" w:rsidRDefault="00F449A5" w:rsidP="00792613">
      <w:r>
        <w:t>Ainsi en faisant l</w:t>
      </w:r>
      <w:r w:rsidR="00792613">
        <w:t>’</w:t>
      </w:r>
      <w:r>
        <w:t>exposition de cette nouvelle doctrine</w:t>
      </w:r>
      <w:r w:rsidR="00792613">
        <w:t xml:space="preserve">, </w:t>
      </w:r>
      <w:r>
        <w:t xml:space="preserve">demandons </w:t>
      </w:r>
      <w:proofErr w:type="spellStart"/>
      <w:r>
        <w:t>grace</w:t>
      </w:r>
      <w:proofErr w:type="spellEnd"/>
      <w:r>
        <w:t xml:space="preserve"> pour tant de paroles perdues</w:t>
      </w:r>
      <w:r w:rsidR="00792613">
        <w:t xml:space="preserve"> : </w:t>
      </w:r>
      <w:r>
        <w:t>à condition cependant qu</w:t>
      </w:r>
      <w:r w:rsidR="00792613">
        <w:t>’</w:t>
      </w:r>
      <w:r>
        <w:t>il nous sera permis de ne pas dire des choses à l</w:t>
      </w:r>
      <w:r w:rsidR="00792613">
        <w:t>’</w:t>
      </w:r>
      <w:r>
        <w:t>avenir</w:t>
      </w:r>
      <w:r w:rsidR="00792613">
        <w:t xml:space="preserve">. </w:t>
      </w:r>
      <w:r>
        <w:t>Car qui en dit</w:t>
      </w:r>
      <w:r w:rsidR="00792613">
        <w:t xml:space="preserve"> ? </w:t>
      </w:r>
      <w:r>
        <w:t xml:space="preserve">Dans cette idée nous suivrons le </w:t>
      </w:r>
      <w:proofErr w:type="spellStart"/>
      <w:r>
        <w:t>célebre</w:t>
      </w:r>
      <w:proofErr w:type="spellEnd"/>
      <w:r>
        <w:t xml:space="preserve"> commentateur de Leibnitz</w:t>
      </w:r>
      <w:r w:rsidR="00792613">
        <w:t>.</w:t>
      </w:r>
    </w:p>
    <w:p w14:paraId="0167EB49" w14:textId="77777777" w:rsidR="00792613" w:rsidRDefault="00F449A5" w:rsidP="00792613">
      <w:r>
        <w:t xml:space="preserve">Les sensations forment ce que Wolf appelle les </w:t>
      </w:r>
      <w:r>
        <w:rPr>
          <w:i/>
          <w:iCs/>
        </w:rPr>
        <w:t>idées matérielles</w:t>
      </w:r>
      <w:r w:rsidR="00792613">
        <w:rPr>
          <w:i/>
          <w:iCs/>
        </w:rPr>
        <w:t xml:space="preserve"> ; </w:t>
      </w:r>
      <w:r>
        <w:t xml:space="preserve">les perceptions forment les </w:t>
      </w:r>
      <w:r>
        <w:rPr>
          <w:i/>
          <w:iCs/>
        </w:rPr>
        <w:t>idées sensitives</w:t>
      </w:r>
      <w:r w:rsidR="00792613">
        <w:rPr>
          <w:i/>
          <w:iCs/>
        </w:rPr>
        <w:t xml:space="preserve">. </w:t>
      </w:r>
      <w:r>
        <w:t xml:space="preserve">Les </w:t>
      </w:r>
      <w:r>
        <w:lastRenderedPageBreak/>
        <w:t>idées matérielles font naître les idées sensitives</w:t>
      </w:r>
      <w:r w:rsidR="00792613">
        <w:t xml:space="preserve">, </w:t>
      </w:r>
      <w:r>
        <w:t xml:space="preserve">&amp; réciproquement </w:t>
      </w:r>
      <w:proofErr w:type="spellStart"/>
      <w:r>
        <w:t>celles ci</w:t>
      </w:r>
      <w:proofErr w:type="spellEnd"/>
      <w:r>
        <w:t xml:space="preserve"> donnent lieu la génération de celles-là</w:t>
      </w:r>
      <w:r w:rsidR="00792613">
        <w:t>.</w:t>
      </w:r>
    </w:p>
    <w:p w14:paraId="0ABA0D44" w14:textId="77777777" w:rsidR="00792613" w:rsidRDefault="00F449A5" w:rsidP="00792613">
      <w:r>
        <w:t>Tel sentiment</w:t>
      </w:r>
      <w:r w:rsidR="00792613">
        <w:t xml:space="preserve">, </w:t>
      </w:r>
      <w:r>
        <w:t>telle perception</w:t>
      </w:r>
      <w:r w:rsidR="00792613">
        <w:t xml:space="preserve">, </w:t>
      </w:r>
      <w:r>
        <w:t>répond donc toujours à telle sensation</w:t>
      </w:r>
      <w:r w:rsidR="00792613">
        <w:t xml:space="preserve">, </w:t>
      </w:r>
      <w:r>
        <w:t>&amp; telle sensation à tel sentiment</w:t>
      </w:r>
      <w:r w:rsidR="00792613">
        <w:t xml:space="preserve"> ; </w:t>
      </w:r>
      <w:r>
        <w:t>de sorte que la même disposition physique du cerveau produit toujours les mêmes idées</w:t>
      </w:r>
      <w:r w:rsidR="00792613">
        <w:t xml:space="preserve">, </w:t>
      </w:r>
      <w:r>
        <w:t>ou la même disposition métaphysique dans l</w:t>
      </w:r>
      <w:r w:rsidR="00792613">
        <w:t>’</w:t>
      </w:r>
      <w:proofErr w:type="spellStart"/>
      <w:r>
        <w:t>ame</w:t>
      </w:r>
      <w:proofErr w:type="spellEnd"/>
      <w:r w:rsidR="00792613">
        <w:t xml:space="preserve">. </w:t>
      </w:r>
      <w:r>
        <w:t xml:space="preserve">Vous croirez peut-être que cette perpétuelle </w:t>
      </w:r>
      <w:r w:rsidR="00792613">
        <w:t>coex</w:t>
      </w:r>
      <w:r>
        <w:t>istence &amp; identité entre ces deux fabriques d</w:t>
      </w:r>
      <w:r w:rsidR="00792613">
        <w:t>’</w:t>
      </w:r>
      <w:r>
        <w:t>idées corporelles &amp; incorporelles</w:t>
      </w:r>
      <w:r w:rsidR="00792613">
        <w:t xml:space="preserve">, </w:t>
      </w:r>
      <w:r>
        <w:t>est un vrai matérialisme</w:t>
      </w:r>
      <w:r w:rsidR="00792613">
        <w:t xml:space="preserve"> ? </w:t>
      </w:r>
      <w:r>
        <w:t>Point du tout</w:t>
      </w:r>
      <w:r w:rsidR="00792613">
        <w:t xml:space="preserve">. </w:t>
      </w:r>
      <w:r>
        <w:t>Wolf vous assurera que cela n</w:t>
      </w:r>
      <w:r w:rsidR="00792613">
        <w:t>’</w:t>
      </w:r>
      <w:r>
        <w:t>empêche pas leur distinction essentielle</w:t>
      </w:r>
      <w:r w:rsidR="00792613">
        <w:t xml:space="preserve"> ; </w:t>
      </w:r>
      <w:r>
        <w:t xml:space="preserve">que les </w:t>
      </w:r>
      <w:proofErr w:type="spellStart"/>
      <w:r>
        <w:t>premieres</w:t>
      </w:r>
      <w:proofErr w:type="spellEnd"/>
      <w:r>
        <w:t xml:space="preserve"> sont </w:t>
      </w:r>
      <w:proofErr w:type="spellStart"/>
      <w:r>
        <w:t>enfans</w:t>
      </w:r>
      <w:proofErr w:type="spellEnd"/>
      <w:r>
        <w:t xml:space="preserve"> de la chair &amp; du sang</w:t>
      </w:r>
      <w:r w:rsidR="00792613">
        <w:t xml:space="preserve"> ; </w:t>
      </w:r>
      <w:r>
        <w:t>tandis que les secondes</w:t>
      </w:r>
      <w:r w:rsidR="00792613">
        <w:t xml:space="preserve">, </w:t>
      </w:r>
      <w:r>
        <w:t>plus sublimes</w:t>
      </w:r>
      <w:r w:rsidR="00792613">
        <w:t xml:space="preserve">, </w:t>
      </w:r>
      <w:r>
        <w:t>s</w:t>
      </w:r>
      <w:r w:rsidR="00792613">
        <w:t>’</w:t>
      </w:r>
      <w:proofErr w:type="spellStart"/>
      <w:r>
        <w:t>élevent</w:t>
      </w:r>
      <w:proofErr w:type="spellEnd"/>
      <w:r>
        <w:t xml:space="preserve"> à l</w:t>
      </w:r>
      <w:r w:rsidR="00792613">
        <w:t>’</w:t>
      </w:r>
      <w:r>
        <w:t>être auquel elles appartiennent</w:t>
      </w:r>
      <w:r w:rsidR="00792613">
        <w:t xml:space="preserve">, </w:t>
      </w:r>
      <w:r>
        <w:t>l</w:t>
      </w:r>
      <w:r w:rsidR="00792613">
        <w:t>’</w:t>
      </w:r>
      <w:r>
        <w:t>esprit pur</w:t>
      </w:r>
      <w:r w:rsidR="00792613">
        <w:t xml:space="preserve">. </w:t>
      </w:r>
      <w:r>
        <w:t>D</w:t>
      </w:r>
      <w:r w:rsidR="00792613">
        <w:t>’</w:t>
      </w:r>
      <w:r>
        <w:t>où il s</w:t>
      </w:r>
      <w:r w:rsidR="00792613">
        <w:t>’</w:t>
      </w:r>
      <w:r>
        <w:t>ensuit que les unes ne sont que des causes accidentelles ou occasionnelles</w:t>
      </w:r>
      <w:r w:rsidR="00792613">
        <w:t xml:space="preserve">, </w:t>
      </w:r>
      <w:r>
        <w:t>mais nullement essentielles ou absolues des autres</w:t>
      </w:r>
      <w:r w:rsidR="00792613">
        <w:t>.</w:t>
      </w:r>
    </w:p>
    <w:p w14:paraId="1E9B9098" w14:textId="77777777" w:rsidR="00792613" w:rsidRDefault="00F449A5" w:rsidP="00792613">
      <w:r>
        <w:t>Mais pour former ces idées matérielles</w:t>
      </w:r>
      <w:r w:rsidR="00792613">
        <w:t xml:space="preserve">, </w:t>
      </w:r>
      <w:r>
        <w:t>Wolf a dû admettre cette propagation jusqu</w:t>
      </w:r>
      <w:r w:rsidR="00792613">
        <w:t>’</w:t>
      </w:r>
      <w:r>
        <w:t>au cerveau</w:t>
      </w:r>
      <w:r w:rsidR="00792613">
        <w:t xml:space="preserve">, </w:t>
      </w:r>
      <w:r>
        <w:t>des impressions produites par les corps externes sur les organes sensitifs</w:t>
      </w:r>
      <w:r w:rsidR="00792613">
        <w:t xml:space="preserve"> ; </w:t>
      </w:r>
      <w:r>
        <w:t>aussi ne s</w:t>
      </w:r>
      <w:r w:rsidR="00792613">
        <w:t>’</w:t>
      </w:r>
      <w:r>
        <w:t>y est-il pas refusé</w:t>
      </w:r>
      <w:r w:rsidR="00792613">
        <w:t xml:space="preserve">. </w:t>
      </w:r>
      <w:r>
        <w:t>Il consent que les nerfs soient ébranlés jusqu</w:t>
      </w:r>
      <w:r w:rsidR="00792613">
        <w:t>’</w:t>
      </w:r>
      <w:r>
        <w:t>à leur origine</w:t>
      </w:r>
      <w:r w:rsidR="00792613">
        <w:t xml:space="preserve"> ; </w:t>
      </w:r>
      <w:r>
        <w:t>&amp; c</w:t>
      </w:r>
      <w:r w:rsidR="00792613">
        <w:t>’</w:t>
      </w:r>
      <w:r>
        <w:t>est la nouvelle modification produite par cet ébranlement</w:t>
      </w:r>
      <w:r w:rsidR="00792613">
        <w:t xml:space="preserve">, </w:t>
      </w:r>
      <w:r>
        <w:t>qu</w:t>
      </w:r>
      <w:r w:rsidR="00792613">
        <w:t>’</w:t>
      </w:r>
      <w:r>
        <w:t>il a jugé à propos d</w:t>
      </w:r>
      <w:r w:rsidR="00792613">
        <w:t>’</w:t>
      </w:r>
      <w:proofErr w:type="spellStart"/>
      <w:r>
        <w:t>appeller</w:t>
      </w:r>
      <w:proofErr w:type="spellEnd"/>
      <w:r>
        <w:t xml:space="preserve"> </w:t>
      </w:r>
      <w:r>
        <w:rPr>
          <w:i/>
          <w:iCs/>
        </w:rPr>
        <w:t>idées matérielles</w:t>
      </w:r>
      <w:r w:rsidR="00792613">
        <w:rPr>
          <w:i/>
          <w:iCs/>
        </w:rPr>
        <w:t xml:space="preserve">, </w:t>
      </w:r>
      <w:r>
        <w:t>mais il ne veut pas qu</w:t>
      </w:r>
      <w:r w:rsidR="00792613">
        <w:t>’</w:t>
      </w:r>
      <w:r>
        <w:t xml:space="preserve">elles demeurent plus </w:t>
      </w:r>
      <w:proofErr w:type="spellStart"/>
      <w:r>
        <w:t>long-temps</w:t>
      </w:r>
      <w:proofErr w:type="spellEnd"/>
      <w:r>
        <w:t xml:space="preserve"> tracées dans le </w:t>
      </w:r>
      <w:proofErr w:type="spellStart"/>
      <w:r>
        <w:t>viscere</w:t>
      </w:r>
      <w:proofErr w:type="spellEnd"/>
      <w:r>
        <w:t xml:space="preserve"> de l</w:t>
      </w:r>
      <w:r w:rsidR="00792613">
        <w:t>’</w:t>
      </w:r>
      <w:proofErr w:type="spellStart"/>
      <w:r>
        <w:t>ame</w:t>
      </w:r>
      <w:proofErr w:type="spellEnd"/>
      <w:r w:rsidR="00792613">
        <w:t xml:space="preserve">, </w:t>
      </w:r>
      <w:r>
        <w:t>que Tralles ne veut les images des objets représentés sur la rétine</w:t>
      </w:r>
      <w:r w:rsidR="00792613">
        <w:t xml:space="preserve">. </w:t>
      </w:r>
      <w:r>
        <w:t>Il veut encore que les idées sensitives aient le même sort</w:t>
      </w:r>
      <w:r w:rsidR="00792613">
        <w:t xml:space="preserve">, </w:t>
      </w:r>
      <w:r>
        <w:t>qu</w:t>
      </w:r>
      <w:r w:rsidR="00792613">
        <w:t>’</w:t>
      </w:r>
      <w:r>
        <w:t>elles s</w:t>
      </w:r>
      <w:r w:rsidR="00792613">
        <w:t>’</w:t>
      </w:r>
      <w:r>
        <w:t>éclipsent</w:t>
      </w:r>
      <w:r w:rsidR="00792613">
        <w:t xml:space="preserve">, </w:t>
      </w:r>
      <w:r>
        <w:t>quand l</w:t>
      </w:r>
      <w:r w:rsidR="00792613">
        <w:t>’</w:t>
      </w:r>
      <w:r>
        <w:t>attention cesse d</w:t>
      </w:r>
      <w:r w:rsidR="00792613">
        <w:t>’</w:t>
      </w:r>
      <w:r>
        <w:t>être appliquée à ces perceptions</w:t>
      </w:r>
      <w:r w:rsidR="00792613">
        <w:t xml:space="preserve"> ; </w:t>
      </w:r>
      <w:r>
        <w:t>que l</w:t>
      </w:r>
      <w:r w:rsidR="00792613">
        <w:t>’</w:t>
      </w:r>
      <w:proofErr w:type="spellStart"/>
      <w:r>
        <w:t>ame</w:t>
      </w:r>
      <w:proofErr w:type="spellEnd"/>
      <w:r>
        <w:t xml:space="preserve"> les perde de vue</w:t>
      </w:r>
      <w:r w:rsidR="00792613">
        <w:t xml:space="preserve">, </w:t>
      </w:r>
      <w:r>
        <w:t>&amp; ne puisse enfin se les rappeler que par la mémoire</w:t>
      </w:r>
      <w:r w:rsidR="00792613">
        <w:t xml:space="preserve">, </w:t>
      </w:r>
      <w:r>
        <w:t>par l</w:t>
      </w:r>
      <w:r w:rsidR="00792613">
        <w:t>’</w:t>
      </w:r>
      <w:r>
        <w:t>imagination</w:t>
      </w:r>
      <w:r w:rsidR="00792613">
        <w:t xml:space="preserve">, </w:t>
      </w:r>
      <w:r>
        <w:t>ou par une cause ou disposition interne corporelle</w:t>
      </w:r>
      <w:r w:rsidR="00792613">
        <w:t xml:space="preserve">, </w:t>
      </w:r>
      <w:r>
        <w:t xml:space="preserve">tout-à-fait semblable à celle qui </w:t>
      </w:r>
      <w:proofErr w:type="spellStart"/>
      <w:r>
        <w:t>avoit</w:t>
      </w:r>
      <w:proofErr w:type="spellEnd"/>
      <w:r>
        <w:t xml:space="preserve"> </w:t>
      </w:r>
      <w:r>
        <w:lastRenderedPageBreak/>
        <w:t>originairement occasionné ces perceptions</w:t>
      </w:r>
      <w:r w:rsidR="00792613">
        <w:t xml:space="preserve">. </w:t>
      </w:r>
      <w:r>
        <w:t>Voici comment cela peut mieux</w:t>
      </w:r>
      <w:r w:rsidR="00792613">
        <w:t xml:space="preserve">, </w:t>
      </w:r>
      <w:r>
        <w:t>dit-on</w:t>
      </w:r>
      <w:r w:rsidR="00792613">
        <w:t xml:space="preserve">, </w:t>
      </w:r>
      <w:r>
        <w:t>se concevoir</w:t>
      </w:r>
      <w:r w:rsidR="00792613">
        <w:t xml:space="preserve">. </w:t>
      </w:r>
      <w:r>
        <w:t xml:space="preserve">Quoique ces deux genres si </w:t>
      </w:r>
      <w:proofErr w:type="spellStart"/>
      <w:r>
        <w:t>différens</w:t>
      </w:r>
      <w:proofErr w:type="spellEnd"/>
      <w:r>
        <w:t xml:space="preserve"> d</w:t>
      </w:r>
      <w:r w:rsidR="00792613">
        <w:t>’</w:t>
      </w:r>
      <w:r>
        <w:t xml:space="preserve">idées se soient point </w:t>
      </w:r>
      <w:r>
        <w:rPr>
          <w:i/>
          <w:iCs/>
        </w:rPr>
        <w:t>actu</w:t>
      </w:r>
      <w:r w:rsidR="00792613">
        <w:rPr>
          <w:i/>
          <w:iCs/>
        </w:rPr>
        <w:t xml:space="preserve">, </w:t>
      </w:r>
      <w:r>
        <w:t>ni dans le cerveau</w:t>
      </w:r>
      <w:r w:rsidR="00792613">
        <w:t xml:space="preserve">, </w:t>
      </w:r>
      <w:r>
        <w:t>ni dans l</w:t>
      </w:r>
      <w:r w:rsidR="00792613">
        <w:t>’</w:t>
      </w:r>
      <w:proofErr w:type="spellStart"/>
      <w:r>
        <w:t>ame</w:t>
      </w:r>
      <w:proofErr w:type="spellEnd"/>
      <w:r w:rsidR="00792613">
        <w:t xml:space="preserve">, </w:t>
      </w:r>
      <w:r>
        <w:t xml:space="preserve">elles sont </w:t>
      </w:r>
      <w:r>
        <w:rPr>
          <w:iCs/>
        </w:rPr>
        <w:t>cependant</w:t>
      </w:r>
      <w:r>
        <w:rPr>
          <w:i/>
          <w:iCs/>
        </w:rPr>
        <w:t xml:space="preserve"> potentiellement</w:t>
      </w:r>
      <w:r w:rsidR="00792613">
        <w:rPr>
          <w:i/>
          <w:iCs/>
        </w:rPr>
        <w:t xml:space="preserve">, </w:t>
      </w:r>
      <w:r>
        <w:t>comme parle notre docteur</w:t>
      </w:r>
      <w:r w:rsidR="00792613">
        <w:t xml:space="preserve">, </w:t>
      </w:r>
      <w:r>
        <w:t>dans ces deux substances</w:t>
      </w:r>
      <w:r w:rsidR="00792613">
        <w:t xml:space="preserve"> ; </w:t>
      </w:r>
      <w:r>
        <w:t xml:space="preserve">de </w:t>
      </w:r>
      <w:proofErr w:type="spellStart"/>
      <w:r>
        <w:t>maniere</w:t>
      </w:r>
      <w:proofErr w:type="spellEnd"/>
      <w:r>
        <w:t xml:space="preserve"> que</w:t>
      </w:r>
      <w:r w:rsidR="00792613">
        <w:t xml:space="preserve">, </w:t>
      </w:r>
      <w:proofErr w:type="spellStart"/>
      <w:r>
        <w:rPr>
          <w:i/>
          <w:iCs/>
        </w:rPr>
        <w:t>positis</w:t>
      </w:r>
      <w:proofErr w:type="spellEnd"/>
      <w:r>
        <w:rPr>
          <w:i/>
          <w:iCs/>
        </w:rPr>
        <w:t xml:space="preserve"> </w:t>
      </w:r>
      <w:proofErr w:type="spellStart"/>
      <w:r>
        <w:rPr>
          <w:i/>
          <w:iCs/>
        </w:rPr>
        <w:t>ponendis</w:t>
      </w:r>
      <w:proofErr w:type="spellEnd"/>
      <w:r w:rsidR="00792613">
        <w:rPr>
          <w:i/>
          <w:iCs/>
        </w:rPr>
        <w:t xml:space="preserve">, </w:t>
      </w:r>
      <w:r>
        <w:t>elles pourront s</w:t>
      </w:r>
      <w:r w:rsidR="00792613">
        <w:t>’</w:t>
      </w:r>
      <w:r>
        <w:t>exciter &amp; s</w:t>
      </w:r>
      <w:r w:rsidR="00792613">
        <w:t>’</w:t>
      </w:r>
      <w:r>
        <w:t>engendrer tour-à-tour</w:t>
      </w:r>
      <w:r w:rsidR="00792613">
        <w:t xml:space="preserve">. </w:t>
      </w:r>
      <w:r>
        <w:t>Telle cause externe</w:t>
      </w:r>
      <w:r w:rsidR="00792613">
        <w:t xml:space="preserve">, </w:t>
      </w:r>
      <w:r>
        <w:t>je le suppose</w:t>
      </w:r>
      <w:r w:rsidR="00792613">
        <w:t xml:space="preserve">, </w:t>
      </w:r>
      <w:r>
        <w:t>aura fait naître telle sensation</w:t>
      </w:r>
      <w:r w:rsidR="00792613">
        <w:t xml:space="preserve"> ; </w:t>
      </w:r>
      <w:r>
        <w:t>telle cause interne corporelle aura ensuite la même vertu</w:t>
      </w:r>
      <w:r w:rsidR="00792613">
        <w:t xml:space="preserve"> : </w:t>
      </w:r>
      <w:r>
        <w:t>mais la même idée matérielle</w:t>
      </w:r>
      <w:r w:rsidR="00792613">
        <w:t xml:space="preserve">, </w:t>
      </w:r>
      <w:r>
        <w:t>comme on l</w:t>
      </w:r>
      <w:r w:rsidR="00792613">
        <w:t>’</w:t>
      </w:r>
      <w:r>
        <w:t>a dit</w:t>
      </w:r>
      <w:r w:rsidR="00792613">
        <w:t xml:space="preserve">, </w:t>
      </w:r>
      <w:r>
        <w:t>réveille toujours le même sentiment de l</w:t>
      </w:r>
      <w:r w:rsidR="00792613">
        <w:t>’</w:t>
      </w:r>
      <w:proofErr w:type="spellStart"/>
      <w:r>
        <w:t>ame</w:t>
      </w:r>
      <w:proofErr w:type="spellEnd"/>
      <w:r w:rsidR="00792613">
        <w:t xml:space="preserve">, </w:t>
      </w:r>
      <w:r>
        <w:t>qu</w:t>
      </w:r>
      <w:r w:rsidR="00792613">
        <w:t>’</w:t>
      </w:r>
      <w:r>
        <w:t>elle a une fois produit</w:t>
      </w:r>
      <w:r w:rsidR="00792613">
        <w:t xml:space="preserve">, </w:t>
      </w:r>
      <w:r>
        <w:t>comme ce sentiment donne lieu à la sensation dont il est émané</w:t>
      </w:r>
      <w:r w:rsidR="00792613">
        <w:t xml:space="preserve">. </w:t>
      </w:r>
      <w:r>
        <w:t>Ce qui est toujours vrai</w:t>
      </w:r>
      <w:r w:rsidR="00792613">
        <w:t xml:space="preserve">, </w:t>
      </w:r>
      <w:r>
        <w:t>soit que l</w:t>
      </w:r>
      <w:r w:rsidR="00792613">
        <w:t>’</w:t>
      </w:r>
      <w:r>
        <w:t>idée sensitive naisse de l</w:t>
      </w:r>
      <w:r w:rsidR="00792613">
        <w:t>’</w:t>
      </w:r>
      <w:r>
        <w:t>idée matérielle</w:t>
      </w:r>
      <w:r w:rsidR="00792613">
        <w:t xml:space="preserve">, </w:t>
      </w:r>
      <w:r>
        <w:t>ou des causes incorporelles dont j</w:t>
      </w:r>
      <w:r w:rsidR="00792613">
        <w:t>’</w:t>
      </w:r>
      <w:r>
        <w:t>ai fait mention</w:t>
      </w:r>
      <w:r w:rsidR="00792613">
        <w:t>.</w:t>
      </w:r>
    </w:p>
    <w:p w14:paraId="5106E09C" w14:textId="77777777" w:rsidR="00792613" w:rsidRDefault="00F449A5" w:rsidP="00792613">
      <w:r>
        <w:t xml:space="preserve">Tel est ce flux &amp; reflux continuel de </w:t>
      </w:r>
      <w:proofErr w:type="spellStart"/>
      <w:r>
        <w:t>mouvemens</w:t>
      </w:r>
      <w:proofErr w:type="spellEnd"/>
      <w:r w:rsidR="00792613">
        <w:t xml:space="preserve">, </w:t>
      </w:r>
      <w:r>
        <w:t>de sensations &amp; de pensées</w:t>
      </w:r>
      <w:r w:rsidR="00792613">
        <w:t xml:space="preserve">, </w:t>
      </w:r>
      <w:r>
        <w:t>qui se répondent si parfaitement</w:t>
      </w:r>
      <w:r w:rsidR="00792613">
        <w:t xml:space="preserve">, </w:t>
      </w:r>
      <w:r>
        <w:t>qu</w:t>
      </w:r>
      <w:r w:rsidR="00792613">
        <w:t>’</w:t>
      </w:r>
      <w:r>
        <w:t xml:space="preserve">un </w:t>
      </w:r>
      <w:proofErr w:type="spellStart"/>
      <w:r>
        <w:t>géometre</w:t>
      </w:r>
      <w:proofErr w:type="spellEnd"/>
      <w:r>
        <w:t xml:space="preserve"> ne </w:t>
      </w:r>
      <w:proofErr w:type="spellStart"/>
      <w:r>
        <w:t>manqueroit</w:t>
      </w:r>
      <w:proofErr w:type="spellEnd"/>
      <w:r>
        <w:t xml:space="preserve"> pas de dire qu</w:t>
      </w:r>
      <w:r w:rsidR="00792613">
        <w:t>’</w:t>
      </w:r>
      <w:r>
        <w:t>il est clair que l</w:t>
      </w:r>
      <w:r w:rsidR="00792613">
        <w:t>’</w:t>
      </w:r>
      <w:proofErr w:type="spellStart"/>
      <w:r>
        <w:t>ame</w:t>
      </w:r>
      <w:proofErr w:type="spellEnd"/>
      <w:r>
        <w:t xml:space="preserve"> est au corps</w:t>
      </w:r>
      <w:r w:rsidR="00792613">
        <w:t xml:space="preserve">, </w:t>
      </w:r>
      <w:r>
        <w:t>ce que le corps est à l</w:t>
      </w:r>
      <w:r w:rsidR="00792613">
        <w:t>’</w:t>
      </w:r>
      <w:proofErr w:type="spellStart"/>
      <w:r>
        <w:t>ame</w:t>
      </w:r>
      <w:proofErr w:type="spellEnd"/>
      <w:r w:rsidR="00792613">
        <w:t xml:space="preserve">, </w:t>
      </w:r>
      <w:r>
        <w:t>&amp; réciproquement</w:t>
      </w:r>
      <w:r w:rsidR="00792613">
        <w:t xml:space="preserve">, </w:t>
      </w:r>
      <w:r>
        <w:t>dans la plus grande exactitude</w:t>
      </w:r>
      <w:r w:rsidR="00792613">
        <w:t xml:space="preserve">. </w:t>
      </w:r>
      <w:r>
        <w:t>Mais les idées raisonnables</w:t>
      </w:r>
      <w:r w:rsidR="00792613">
        <w:t xml:space="preserve">, </w:t>
      </w:r>
      <w:r>
        <w:t>spirituelles</w:t>
      </w:r>
      <w:r w:rsidR="00792613">
        <w:t xml:space="preserve">, </w:t>
      </w:r>
      <w:r>
        <w:t>réfléchies</w:t>
      </w:r>
      <w:r w:rsidR="00792613">
        <w:t xml:space="preserve">, </w:t>
      </w:r>
      <w:r>
        <w:t>sont sans doute aussi intimement liées aux sensitives</w:t>
      </w:r>
      <w:r w:rsidR="00792613">
        <w:t xml:space="preserve">, </w:t>
      </w:r>
      <w:r>
        <w:t>que celles-ci le sont aux matérielles</w:t>
      </w:r>
      <w:r w:rsidR="00792613">
        <w:t xml:space="preserve">. </w:t>
      </w:r>
      <w:r>
        <w:t xml:space="preserve">On observe </w:t>
      </w:r>
      <w:proofErr w:type="spellStart"/>
      <w:r>
        <w:t>par-tout</w:t>
      </w:r>
      <w:proofErr w:type="spellEnd"/>
      <w:r>
        <w:t xml:space="preserve"> la même chaîne &amp; les mêmes dépendances</w:t>
      </w:r>
      <w:r w:rsidR="00792613">
        <w:t xml:space="preserve">. </w:t>
      </w:r>
      <w:r>
        <w:t>Le cerveau reçoit-il une nouvelle impression</w:t>
      </w:r>
      <w:r w:rsidR="00792613">
        <w:t xml:space="preserve"> ? </w:t>
      </w:r>
      <w:r>
        <w:t>Nouvelle idée dans l</w:t>
      </w:r>
      <w:r w:rsidR="00792613">
        <w:t>’</w:t>
      </w:r>
      <w:proofErr w:type="spellStart"/>
      <w:r>
        <w:t>ame</w:t>
      </w:r>
      <w:proofErr w:type="spellEnd"/>
      <w:r w:rsidR="00792613">
        <w:t xml:space="preserve">. </w:t>
      </w:r>
      <w:r>
        <w:t>Celle-ci s</w:t>
      </w:r>
      <w:r w:rsidR="00792613">
        <w:t>’</w:t>
      </w:r>
      <w:r>
        <w:t>affecte-t-elle d</w:t>
      </w:r>
      <w:r w:rsidR="00792613">
        <w:t>’</w:t>
      </w:r>
      <w:r>
        <w:t>une nouvelle idée</w:t>
      </w:r>
      <w:r w:rsidR="00792613">
        <w:t xml:space="preserve"> ? </w:t>
      </w:r>
      <w:r>
        <w:t xml:space="preserve">Non-seulement il en résulte les mêmes </w:t>
      </w:r>
      <w:proofErr w:type="spellStart"/>
      <w:r>
        <w:t>mouvemens</w:t>
      </w:r>
      <w:proofErr w:type="spellEnd"/>
      <w:r>
        <w:t xml:space="preserve"> &amp; les mêmes sensations dans le corps</w:t>
      </w:r>
      <w:r w:rsidR="00792613">
        <w:t xml:space="preserve"> : </w:t>
      </w:r>
      <w:r>
        <w:t>mais si cette affection est profonde</w:t>
      </w:r>
      <w:r w:rsidR="00792613">
        <w:t xml:space="preserve">, </w:t>
      </w:r>
      <w:r>
        <w:t>l</w:t>
      </w:r>
      <w:r w:rsidR="00792613">
        <w:t>’</w:t>
      </w:r>
      <w:r>
        <w:t>attention s</w:t>
      </w:r>
      <w:r w:rsidR="00792613">
        <w:t>’</w:t>
      </w:r>
      <w:r>
        <w:t>en mêle</w:t>
      </w:r>
      <w:r w:rsidR="00792613">
        <w:t xml:space="preserve"> ; </w:t>
      </w:r>
      <w:r>
        <w:t>c</w:t>
      </w:r>
      <w:r w:rsidR="00792613">
        <w:t>’</w:t>
      </w:r>
      <w:r>
        <w:t xml:space="preserve">est elle qui la </w:t>
      </w:r>
      <w:proofErr w:type="spellStart"/>
      <w:r>
        <w:t>considere</w:t>
      </w:r>
      <w:proofErr w:type="spellEnd"/>
      <w:r w:rsidR="00792613">
        <w:t xml:space="preserve">, </w:t>
      </w:r>
      <w:r>
        <w:t>l</w:t>
      </w:r>
      <w:r w:rsidR="00792613">
        <w:t>’</w:t>
      </w:r>
      <w:r>
        <w:t>examine</w:t>
      </w:r>
      <w:r w:rsidR="00792613">
        <w:t xml:space="preserve">, </w:t>
      </w:r>
      <w:r>
        <w:t>la retourne</w:t>
      </w:r>
      <w:r w:rsidR="00792613">
        <w:t xml:space="preserve">. </w:t>
      </w:r>
      <w:r>
        <w:t>Alors elle prend le nom de réflexion</w:t>
      </w:r>
      <w:r w:rsidR="00792613">
        <w:t xml:space="preserve">, </w:t>
      </w:r>
      <w:r>
        <w:t>faculté de l</w:t>
      </w:r>
      <w:r w:rsidR="00792613">
        <w:t>’</w:t>
      </w:r>
      <w:proofErr w:type="spellStart"/>
      <w:r>
        <w:t>ame</w:t>
      </w:r>
      <w:proofErr w:type="spellEnd"/>
      <w:r>
        <w:t xml:space="preserve"> qui sert à combiner un sentiment &amp; tous ses rapports</w:t>
      </w:r>
      <w:r w:rsidR="00792613">
        <w:t xml:space="preserve">, </w:t>
      </w:r>
      <w:r>
        <w:t>avec une infinité d</w:t>
      </w:r>
      <w:r w:rsidR="00792613">
        <w:t>’</w:t>
      </w:r>
      <w:r>
        <w:t>autres qui se représentent par les causes spirituelles</w:t>
      </w:r>
      <w:r w:rsidR="00792613">
        <w:t xml:space="preserve">, </w:t>
      </w:r>
      <w:r>
        <w:t>ou corporelles</w:t>
      </w:r>
      <w:r w:rsidR="00792613">
        <w:t xml:space="preserve">, </w:t>
      </w:r>
      <w:r>
        <w:t>dont on a parlé</w:t>
      </w:r>
      <w:r w:rsidR="00792613">
        <w:t xml:space="preserve">. </w:t>
      </w:r>
      <w:r>
        <w:t>C</w:t>
      </w:r>
      <w:r w:rsidR="00792613">
        <w:t>’</w:t>
      </w:r>
      <w:r>
        <w:t>est ainsi que l</w:t>
      </w:r>
      <w:r w:rsidR="00792613">
        <w:t>’</w:t>
      </w:r>
      <w:proofErr w:type="spellStart"/>
      <w:r>
        <w:t>ame</w:t>
      </w:r>
      <w:proofErr w:type="spellEnd"/>
      <w:r>
        <w:t xml:space="preserve"> n</w:t>
      </w:r>
      <w:r w:rsidR="00792613">
        <w:t>’</w:t>
      </w:r>
      <w:r>
        <w:t>a qu</w:t>
      </w:r>
      <w:r w:rsidR="00792613">
        <w:t>’</w:t>
      </w:r>
      <w:r>
        <w:t xml:space="preserve">à se replier en quelque sorte sur elle-même pour exercer ses plus brillantes </w:t>
      </w:r>
      <w:r>
        <w:lastRenderedPageBreak/>
        <w:t>facultés</w:t>
      </w:r>
      <w:r w:rsidR="00792613">
        <w:t xml:space="preserve">, </w:t>
      </w:r>
      <w:r>
        <w:t>les étendre</w:t>
      </w:r>
      <w:r w:rsidR="00792613">
        <w:t xml:space="preserve">, </w:t>
      </w:r>
      <w:r>
        <w:t>montrer du génie</w:t>
      </w:r>
      <w:r w:rsidR="00792613">
        <w:t xml:space="preserve">, </w:t>
      </w:r>
      <w:r>
        <w:t>de la force</w:t>
      </w:r>
      <w:r w:rsidR="00792613">
        <w:t xml:space="preserve">, </w:t>
      </w:r>
      <w:r>
        <w:t>de la sagacité</w:t>
      </w:r>
      <w:r w:rsidR="00792613">
        <w:t xml:space="preserve"> ; </w:t>
      </w:r>
      <w:r>
        <w:t>semblable à un rayon qui ne se réfléchit point</w:t>
      </w:r>
      <w:r w:rsidR="00792613">
        <w:t xml:space="preserve">, </w:t>
      </w:r>
      <w:r>
        <w:t>sans devenir plus actif</w:t>
      </w:r>
      <w:r w:rsidR="00792613">
        <w:t xml:space="preserve"> ; </w:t>
      </w:r>
      <w:r>
        <w:t>ou</w:t>
      </w:r>
      <w:r w:rsidR="00792613">
        <w:t xml:space="preserve">, </w:t>
      </w:r>
      <w:r>
        <w:t>si l</w:t>
      </w:r>
      <w:r w:rsidR="00792613">
        <w:t>’</w:t>
      </w:r>
      <w:r>
        <w:t>on veut</w:t>
      </w:r>
      <w:r w:rsidR="00792613">
        <w:t xml:space="preserve">, </w:t>
      </w:r>
      <w:r>
        <w:t>à une draperie qu</w:t>
      </w:r>
      <w:r w:rsidR="00792613">
        <w:t>’</w:t>
      </w:r>
      <w:r>
        <w:t>un heureux pli du peintre ou du graveur embellit</w:t>
      </w:r>
      <w:r w:rsidR="00792613">
        <w:t>.</w:t>
      </w:r>
    </w:p>
    <w:p w14:paraId="0FE3AA83" w14:textId="77777777" w:rsidR="00792613" w:rsidRDefault="00F449A5" w:rsidP="00792613">
      <w:r>
        <w:t>Laissons l</w:t>
      </w:r>
      <w:r w:rsidR="00792613">
        <w:t>’</w:t>
      </w:r>
      <w:proofErr w:type="spellStart"/>
      <w:r>
        <w:t>hypothese</w:t>
      </w:r>
      <w:proofErr w:type="spellEnd"/>
      <w:r>
        <w:t xml:space="preserve"> des perceptions </w:t>
      </w:r>
      <w:proofErr w:type="spellStart"/>
      <w:r>
        <w:t>Wolfiennes</w:t>
      </w:r>
      <w:proofErr w:type="spellEnd"/>
      <w:r w:rsidR="00792613">
        <w:t xml:space="preserve">, </w:t>
      </w:r>
      <w:r>
        <w:t>déjà donnée dans tant d</w:t>
      </w:r>
      <w:r w:rsidR="00792613">
        <w:t>’</w:t>
      </w:r>
      <w:r>
        <w:t>ouvrages</w:t>
      </w:r>
      <w:r w:rsidR="00792613">
        <w:t xml:space="preserve">, </w:t>
      </w:r>
      <w:r>
        <w:t xml:space="preserve">&amp; </w:t>
      </w:r>
      <w:proofErr w:type="spellStart"/>
      <w:r>
        <w:t>particulierement</w:t>
      </w:r>
      <w:proofErr w:type="spellEnd"/>
      <w:r>
        <w:t xml:space="preserve"> en peu de mots dans </w:t>
      </w:r>
      <w:r>
        <w:rPr>
          <w:i/>
          <w:iCs/>
        </w:rPr>
        <w:t>l</w:t>
      </w:r>
      <w:r w:rsidR="00792613">
        <w:rPr>
          <w:i/>
          <w:iCs/>
        </w:rPr>
        <w:t>’</w:t>
      </w:r>
      <w:r>
        <w:rPr>
          <w:i/>
          <w:iCs/>
        </w:rPr>
        <w:t>histoire naturelle de l</w:t>
      </w:r>
      <w:r w:rsidR="00792613">
        <w:rPr>
          <w:i/>
          <w:iCs/>
        </w:rPr>
        <w:t>’</w:t>
      </w:r>
      <w:proofErr w:type="spellStart"/>
      <w:r>
        <w:rPr>
          <w:i/>
          <w:iCs/>
        </w:rPr>
        <w:t>ame</w:t>
      </w:r>
      <w:proofErr w:type="spellEnd"/>
      <w:r w:rsidR="00792613">
        <w:rPr>
          <w:i/>
          <w:iCs/>
        </w:rPr>
        <w:t xml:space="preserve">. </w:t>
      </w:r>
      <w:r>
        <w:t>Quelque plaisante qu</w:t>
      </w:r>
      <w:r w:rsidR="00792613">
        <w:t>’</w:t>
      </w:r>
      <w:r>
        <w:t>elle soit</w:t>
      </w:r>
      <w:r w:rsidR="00792613">
        <w:t xml:space="preserve">, </w:t>
      </w:r>
      <w:r>
        <w:t>il sera encore plus agréable</w:t>
      </w:r>
      <w:r w:rsidR="00792613">
        <w:t xml:space="preserve">, </w:t>
      </w:r>
      <w:r>
        <w:t>de contempler le merveilleux concert du corps &amp; de l</w:t>
      </w:r>
      <w:r w:rsidR="00792613">
        <w:t>’</w:t>
      </w:r>
      <w:proofErr w:type="spellStart"/>
      <w:r>
        <w:t>ame</w:t>
      </w:r>
      <w:proofErr w:type="spellEnd"/>
      <w:r>
        <w:t xml:space="preserve"> dans la mutuelle génération de leurs goûts &amp; de leurs idées</w:t>
      </w:r>
      <w:r w:rsidR="00792613">
        <w:t xml:space="preserve"> ; </w:t>
      </w:r>
      <w:r>
        <w:t>&amp; c</w:t>
      </w:r>
      <w:r w:rsidR="00792613">
        <w:t>’</w:t>
      </w:r>
      <w:r>
        <w:t>est un apologue original</w:t>
      </w:r>
      <w:r w:rsidR="00792613">
        <w:t xml:space="preserve">, </w:t>
      </w:r>
      <w:r>
        <w:t>de je ne sais quel auteur badin</w:t>
      </w:r>
      <w:r w:rsidR="00792613">
        <w:t xml:space="preserve">, </w:t>
      </w:r>
      <w:r>
        <w:t>qui va nous donner ce petit divertissement philosophique</w:t>
      </w:r>
      <w:r w:rsidR="00792613">
        <w:t xml:space="preserve">. </w:t>
      </w:r>
      <w:r>
        <w:t>Le cerveau parle le premier</w:t>
      </w:r>
      <w:r w:rsidR="00792613">
        <w:t xml:space="preserve">, </w:t>
      </w:r>
      <w:r>
        <w:t>&amp; l</w:t>
      </w:r>
      <w:r w:rsidR="00792613">
        <w:t>’</w:t>
      </w:r>
      <w:proofErr w:type="spellStart"/>
      <w:r>
        <w:t>ame</w:t>
      </w:r>
      <w:proofErr w:type="spellEnd"/>
      <w:r>
        <w:t xml:space="preserve"> répond</w:t>
      </w:r>
      <w:r w:rsidR="00792613">
        <w:t>.</w:t>
      </w:r>
    </w:p>
    <w:p w14:paraId="2C1119B1" w14:textId="77777777" w:rsidR="00792613" w:rsidRDefault="00F449A5" w:rsidP="00792613">
      <w:r>
        <w:t>D</w:t>
      </w:r>
      <w:r w:rsidR="00792613">
        <w:t xml:space="preserve">. </w:t>
      </w:r>
      <w:r>
        <w:t>Comment trouvez-vous le sucre</w:t>
      </w:r>
      <w:r w:rsidR="00792613">
        <w:t> ?</w:t>
      </w:r>
    </w:p>
    <w:p w14:paraId="27135453" w14:textId="77777777" w:rsidR="00792613" w:rsidRDefault="00F449A5" w:rsidP="00792613">
      <w:r>
        <w:t>R</w:t>
      </w:r>
      <w:r w:rsidR="00792613">
        <w:t xml:space="preserve">. </w:t>
      </w:r>
      <w:r>
        <w:t>Comme vous</w:t>
      </w:r>
      <w:r w:rsidR="00792613">
        <w:t xml:space="preserve">, </w:t>
      </w:r>
      <w:r>
        <w:t>doux</w:t>
      </w:r>
      <w:r w:rsidR="00792613">
        <w:t>.</w:t>
      </w:r>
    </w:p>
    <w:p w14:paraId="2B96B065" w14:textId="77777777" w:rsidR="00792613" w:rsidRDefault="00F449A5" w:rsidP="00792613">
      <w:r>
        <w:rPr>
          <w:bCs/>
        </w:rPr>
        <w:t>D</w:t>
      </w:r>
      <w:r w:rsidR="00792613">
        <w:rPr>
          <w:bCs/>
        </w:rPr>
        <w:t xml:space="preserve">. </w:t>
      </w:r>
      <w:r>
        <w:t>Le jus de citron</w:t>
      </w:r>
      <w:r w:rsidR="00792613">
        <w:t> ?</w:t>
      </w:r>
    </w:p>
    <w:p w14:paraId="4EF9EE07" w14:textId="77777777" w:rsidR="00792613" w:rsidRDefault="00F449A5" w:rsidP="00792613">
      <w:r>
        <w:t>R</w:t>
      </w:r>
      <w:r w:rsidR="00792613">
        <w:t xml:space="preserve">. </w:t>
      </w:r>
      <w:r>
        <w:t>Acide</w:t>
      </w:r>
      <w:r w:rsidR="00792613">
        <w:t>.</w:t>
      </w:r>
    </w:p>
    <w:p w14:paraId="652D6C7D" w14:textId="77777777" w:rsidR="00792613" w:rsidRDefault="00F449A5" w:rsidP="00792613">
      <w:r>
        <w:t>D</w:t>
      </w:r>
      <w:r w:rsidR="00792613">
        <w:t xml:space="preserve">. </w:t>
      </w:r>
      <w:r>
        <w:t>L</w:t>
      </w:r>
      <w:r w:rsidR="00792613">
        <w:t>’</w:t>
      </w:r>
      <w:r>
        <w:t>esprit de vitriol</w:t>
      </w:r>
      <w:r w:rsidR="00792613">
        <w:t> ?</w:t>
      </w:r>
    </w:p>
    <w:p w14:paraId="1AA7F179" w14:textId="77777777" w:rsidR="00792613" w:rsidRDefault="00F449A5" w:rsidP="00792613">
      <w:r>
        <w:t>R</w:t>
      </w:r>
      <w:r w:rsidR="00792613">
        <w:t xml:space="preserve">. </w:t>
      </w:r>
      <w:r>
        <w:t>Beaucoup plus acide</w:t>
      </w:r>
      <w:r w:rsidR="00792613">
        <w:t>.</w:t>
      </w:r>
    </w:p>
    <w:p w14:paraId="37E75E50" w14:textId="77777777" w:rsidR="00792613" w:rsidRDefault="00F449A5" w:rsidP="00792613">
      <w:r>
        <w:t>D</w:t>
      </w:r>
      <w:r w:rsidR="00792613">
        <w:t xml:space="preserve">. </w:t>
      </w:r>
      <w:r>
        <w:t>Le quinquina</w:t>
      </w:r>
      <w:r w:rsidR="00792613">
        <w:t> ?</w:t>
      </w:r>
    </w:p>
    <w:p w14:paraId="4219F51C" w14:textId="77777777" w:rsidR="00792613" w:rsidRDefault="00F449A5" w:rsidP="00792613">
      <w:r>
        <w:t>R</w:t>
      </w:r>
      <w:r w:rsidR="00792613">
        <w:t xml:space="preserve">. </w:t>
      </w:r>
      <w:r>
        <w:t>Amer</w:t>
      </w:r>
      <w:r w:rsidR="00792613">
        <w:t>.</w:t>
      </w:r>
    </w:p>
    <w:p w14:paraId="78DD0909" w14:textId="77777777" w:rsidR="00792613" w:rsidRDefault="00F449A5" w:rsidP="00792613">
      <w:r>
        <w:t>D</w:t>
      </w:r>
      <w:r w:rsidR="00792613">
        <w:t xml:space="preserve">. </w:t>
      </w:r>
      <w:r>
        <w:t>Le sel marin</w:t>
      </w:r>
      <w:r w:rsidR="00792613">
        <w:t xml:space="preserve">, </w:t>
      </w:r>
      <w:r>
        <w:t>&amp;c</w:t>
      </w:r>
      <w:r w:rsidR="00792613">
        <w:t>.</w:t>
      </w:r>
    </w:p>
    <w:p w14:paraId="52B0A49D" w14:textId="77777777" w:rsidR="00792613" w:rsidRDefault="00F449A5" w:rsidP="00792613">
      <w:r>
        <w:t>R</w:t>
      </w:r>
      <w:r w:rsidR="00792613">
        <w:t xml:space="preserve">. </w:t>
      </w:r>
      <w:r>
        <w:t>Sottes questions</w:t>
      </w:r>
      <w:r w:rsidR="00792613">
        <w:t xml:space="preserve"> ! </w:t>
      </w:r>
      <w:r>
        <w:t>Comme vous</w:t>
      </w:r>
      <w:r w:rsidR="00792613">
        <w:t xml:space="preserve">, </w:t>
      </w:r>
      <w:r>
        <w:t>encore une fois</w:t>
      </w:r>
      <w:r w:rsidR="00792613">
        <w:t xml:space="preserve">, </w:t>
      </w:r>
      <w:r>
        <w:t>&amp; toujours comme vous</w:t>
      </w:r>
      <w:r w:rsidR="00792613">
        <w:t xml:space="preserve">. </w:t>
      </w:r>
      <w:r>
        <w:t>Depuis que j</w:t>
      </w:r>
      <w:r w:rsidR="00792613">
        <w:t>’</w:t>
      </w:r>
      <w:r>
        <w:t xml:space="preserve">ai perdu les </w:t>
      </w:r>
      <w:r>
        <w:rPr>
          <w:i/>
          <w:iCs/>
        </w:rPr>
        <w:t>idées innées</w:t>
      </w:r>
      <w:r w:rsidR="00792613">
        <w:rPr>
          <w:i/>
          <w:iCs/>
        </w:rPr>
        <w:t xml:space="preserve">, </w:t>
      </w:r>
      <w:r>
        <w:t xml:space="preserve">&amp; les belles prérogatives dont Descartes &amp; </w:t>
      </w:r>
      <w:proofErr w:type="spellStart"/>
      <w:r>
        <w:t>Staal</w:t>
      </w:r>
      <w:proofErr w:type="spellEnd"/>
      <w:r>
        <w:t xml:space="preserve"> m</w:t>
      </w:r>
      <w:r w:rsidR="00792613">
        <w:t>’</w:t>
      </w:r>
      <w:r>
        <w:t>avoient si généreusement gratifiée</w:t>
      </w:r>
      <w:r w:rsidR="00792613">
        <w:t xml:space="preserve">, </w:t>
      </w:r>
      <w:r>
        <w:t>êtes-vous à savoir que je ne reçois rien que de vous</w:t>
      </w:r>
      <w:r w:rsidR="00792613">
        <w:t xml:space="preserve">, </w:t>
      </w:r>
      <w:r>
        <w:t>&amp; que vous ne recevez rien que de moi</w:t>
      </w:r>
      <w:r w:rsidR="00792613">
        <w:t xml:space="preserve"> ; </w:t>
      </w:r>
      <w:r>
        <w:t xml:space="preserve">que </w:t>
      </w:r>
      <w:r>
        <w:lastRenderedPageBreak/>
        <w:t>je ne me gouverne que par vos volontés</w:t>
      </w:r>
      <w:r w:rsidR="00792613">
        <w:t xml:space="preserve">, </w:t>
      </w:r>
      <w:r>
        <w:t>comme vous ne vous réglez que sur les miennes</w:t>
      </w:r>
      <w:r w:rsidR="00792613">
        <w:t xml:space="preserve">. </w:t>
      </w:r>
      <w:r>
        <w:t>Ainsi donc point de dispute &amp; grand silence</w:t>
      </w:r>
      <w:r w:rsidR="00792613">
        <w:t xml:space="preserve">, </w:t>
      </w:r>
      <w:r>
        <w:t>nous sommes faits pour être toujours d</w:t>
      </w:r>
      <w:r w:rsidR="00792613">
        <w:t>’</w:t>
      </w:r>
      <w:r>
        <w:t>accord</w:t>
      </w:r>
      <w:r w:rsidR="00792613">
        <w:t xml:space="preserve">. </w:t>
      </w:r>
      <w:r>
        <w:t xml:space="preserve">Les préjugés seuls </w:t>
      </w:r>
      <w:proofErr w:type="spellStart"/>
      <w:r>
        <w:t>pouvoient</w:t>
      </w:r>
      <w:proofErr w:type="spellEnd"/>
      <w:r>
        <w:t xml:space="preserve"> mettre le divorce</w:t>
      </w:r>
      <w:r w:rsidR="00792613">
        <w:t xml:space="preserve">, </w:t>
      </w:r>
      <w:r>
        <w:t xml:space="preserve">où sont naturellement la complaisance &amp; les mêmes </w:t>
      </w:r>
      <w:proofErr w:type="spellStart"/>
      <w:r>
        <w:t>penchans</w:t>
      </w:r>
      <w:proofErr w:type="spellEnd"/>
      <w:r w:rsidR="00792613">
        <w:t> ».</w:t>
      </w:r>
    </w:p>
    <w:p w14:paraId="5DA80F19" w14:textId="77777777" w:rsidR="00792613" w:rsidRDefault="00F449A5" w:rsidP="00792613">
      <w:r>
        <w:t>Rien de plus juste</w:t>
      </w:r>
      <w:r w:rsidR="00792613">
        <w:t xml:space="preserve">, </w:t>
      </w:r>
      <w:r>
        <w:t>rien de plus sensé</w:t>
      </w:r>
      <w:r w:rsidR="00792613">
        <w:t xml:space="preserve">, </w:t>
      </w:r>
      <w:r>
        <w:t>rien de plus conforme au vrai</w:t>
      </w:r>
      <w:r w:rsidR="00792613">
        <w:t xml:space="preserve">, </w:t>
      </w:r>
      <w:r>
        <w:t>que ces réponses de l</w:t>
      </w:r>
      <w:r w:rsidR="00792613">
        <w:t>’</w:t>
      </w:r>
      <w:proofErr w:type="spellStart"/>
      <w:r>
        <w:t>ame</w:t>
      </w:r>
      <w:proofErr w:type="spellEnd"/>
      <w:r w:rsidR="00792613">
        <w:t xml:space="preserve">. </w:t>
      </w:r>
      <w:r>
        <w:t xml:space="preserve">Il </w:t>
      </w:r>
      <w:proofErr w:type="spellStart"/>
      <w:r>
        <w:t>étoit</w:t>
      </w:r>
      <w:proofErr w:type="spellEnd"/>
      <w:r>
        <w:t xml:space="preserve"> difficile de mieux </w:t>
      </w:r>
      <w:r>
        <w:rPr>
          <w:i/>
          <w:iCs/>
        </w:rPr>
        <w:t>peindre</w:t>
      </w:r>
      <w:r w:rsidR="00792613">
        <w:rPr>
          <w:i/>
          <w:iCs/>
        </w:rPr>
        <w:t xml:space="preserve">, </w:t>
      </w:r>
      <w:r>
        <w:t>quoiqu</w:t>
      </w:r>
      <w:r w:rsidR="00792613">
        <w:t>’</w:t>
      </w:r>
      <w:r>
        <w:t>en riant</w:t>
      </w:r>
      <w:r w:rsidR="00792613">
        <w:t xml:space="preserve">, </w:t>
      </w:r>
      <w:r>
        <w:t>le commerce intime des deux substances</w:t>
      </w:r>
      <w:r w:rsidR="00792613">
        <w:t xml:space="preserve">, </w:t>
      </w:r>
      <w:r>
        <w:t>&amp; la génération réciproque des idées de l</w:t>
      </w:r>
      <w:r w:rsidR="00792613">
        <w:t>’</w:t>
      </w:r>
      <w:proofErr w:type="spellStart"/>
      <w:r>
        <w:t>ame</w:t>
      </w:r>
      <w:proofErr w:type="spellEnd"/>
      <w:r>
        <w:t xml:space="preserve"> par celles du corps</w:t>
      </w:r>
      <w:r w:rsidR="00792613">
        <w:t xml:space="preserve"> : </w:t>
      </w:r>
      <w:proofErr w:type="spellStart"/>
      <w:r>
        <w:rPr>
          <w:i/>
          <w:iCs/>
        </w:rPr>
        <w:t>Ridendo</w:t>
      </w:r>
      <w:proofErr w:type="spellEnd"/>
      <w:r>
        <w:rPr>
          <w:i/>
          <w:iCs/>
        </w:rPr>
        <w:t xml:space="preserve"> </w:t>
      </w:r>
      <w:proofErr w:type="spellStart"/>
      <w:r>
        <w:rPr>
          <w:i/>
          <w:iCs/>
        </w:rPr>
        <w:t>dicere</w:t>
      </w:r>
      <w:proofErr w:type="spellEnd"/>
      <w:r>
        <w:rPr>
          <w:i/>
          <w:iCs/>
        </w:rPr>
        <w:t xml:space="preserve"> verum</w:t>
      </w:r>
      <w:r w:rsidR="00792613">
        <w:rPr>
          <w:i/>
          <w:iCs/>
        </w:rPr>
        <w:t xml:space="preserve">, </w:t>
      </w:r>
      <w:r>
        <w:rPr>
          <w:i/>
          <w:iCs/>
        </w:rPr>
        <w:t xml:space="preserve">quid </w:t>
      </w:r>
      <w:proofErr w:type="spellStart"/>
      <w:r>
        <w:rPr>
          <w:i/>
          <w:iCs/>
        </w:rPr>
        <w:t>vetat</w:t>
      </w:r>
      <w:proofErr w:type="spellEnd"/>
      <w:r w:rsidR="00792613">
        <w:rPr>
          <w:i/>
          <w:iCs/>
        </w:rPr>
        <w:t xml:space="preserve"> ? </w:t>
      </w:r>
      <w:r>
        <w:t>En effet chacun n</w:t>
      </w:r>
      <w:r w:rsidR="00792613">
        <w:t>’</w:t>
      </w:r>
      <w:r>
        <w:t>a qu</w:t>
      </w:r>
      <w:r w:rsidR="00792613">
        <w:t>’</w:t>
      </w:r>
      <w:r>
        <w:t>à rentrer en soi</w:t>
      </w:r>
      <w:r w:rsidR="00792613">
        <w:t xml:space="preserve">, </w:t>
      </w:r>
      <w:r>
        <w:t>pour sentir que l</w:t>
      </w:r>
      <w:r w:rsidR="00792613">
        <w:t>’</w:t>
      </w:r>
      <w:proofErr w:type="spellStart"/>
      <w:r>
        <w:t>ame</w:t>
      </w:r>
      <w:proofErr w:type="spellEnd"/>
      <w:r>
        <w:t xml:space="preserve"> n</w:t>
      </w:r>
      <w:r w:rsidR="00792613">
        <w:t>’</w:t>
      </w:r>
      <w:r>
        <w:t>est pas plus contredite par le cerveau</w:t>
      </w:r>
      <w:r w:rsidR="00792613">
        <w:t xml:space="preserve">, </w:t>
      </w:r>
      <w:r>
        <w:t>tout grossier qu</w:t>
      </w:r>
      <w:r w:rsidR="00792613">
        <w:t>’</w:t>
      </w:r>
      <w:r>
        <w:t xml:space="preserve">il </w:t>
      </w:r>
      <w:proofErr w:type="spellStart"/>
      <w:r>
        <w:t>paroît</w:t>
      </w:r>
      <w:proofErr w:type="spellEnd"/>
      <w:r w:rsidR="00792613">
        <w:t xml:space="preserve">, </w:t>
      </w:r>
      <w:r>
        <w:t>que lui-même ne l</w:t>
      </w:r>
      <w:r w:rsidR="00792613">
        <w:t>’</w:t>
      </w:r>
      <w:r>
        <w:t>est par l</w:t>
      </w:r>
      <w:r w:rsidR="00792613">
        <w:t>’</w:t>
      </w:r>
      <w:proofErr w:type="spellStart"/>
      <w:r>
        <w:t>ame</w:t>
      </w:r>
      <w:proofErr w:type="spellEnd"/>
      <w:r w:rsidR="00792613">
        <w:t xml:space="preserve">, </w:t>
      </w:r>
      <w:r>
        <w:t>beaucoup plus polie</w:t>
      </w:r>
      <w:r w:rsidR="00792613">
        <w:t xml:space="preserve">. </w:t>
      </w:r>
      <w:r>
        <w:t>Mêmes sensations</w:t>
      </w:r>
      <w:r w:rsidR="00792613">
        <w:t xml:space="preserve">, </w:t>
      </w:r>
      <w:r>
        <w:t>toutes choses égales</w:t>
      </w:r>
      <w:r w:rsidR="00792613">
        <w:t xml:space="preserve">, </w:t>
      </w:r>
      <w:r>
        <w:t>mêmes goûts des deux parts</w:t>
      </w:r>
      <w:r w:rsidR="00792613">
        <w:t xml:space="preserve">, </w:t>
      </w:r>
      <w:r>
        <w:t>mêmes opinions</w:t>
      </w:r>
      <w:r w:rsidR="00792613">
        <w:t xml:space="preserve">, </w:t>
      </w:r>
      <w:r>
        <w:t>même façon de sentir &amp; de penser</w:t>
      </w:r>
      <w:r w:rsidR="00792613">
        <w:t xml:space="preserve">. </w:t>
      </w:r>
      <w:r>
        <w:t>Si l</w:t>
      </w:r>
      <w:r w:rsidR="00792613">
        <w:t>’</w:t>
      </w:r>
      <w:proofErr w:type="spellStart"/>
      <w:r>
        <w:t>ame</w:t>
      </w:r>
      <w:proofErr w:type="spellEnd"/>
      <w:r>
        <w:t xml:space="preserve"> en change avec le corps</w:t>
      </w:r>
      <w:r w:rsidR="00792613">
        <w:t xml:space="preserve">, </w:t>
      </w:r>
      <w:r>
        <w:t>le corps en change avec l</w:t>
      </w:r>
      <w:r w:rsidR="00792613">
        <w:t>’</w:t>
      </w:r>
      <w:proofErr w:type="spellStart"/>
      <w:r>
        <w:t>ame</w:t>
      </w:r>
      <w:proofErr w:type="spellEnd"/>
      <w:r w:rsidR="00792613">
        <w:t xml:space="preserve">. </w:t>
      </w:r>
      <w:r>
        <w:t>Enfin l</w:t>
      </w:r>
      <w:r w:rsidR="00792613">
        <w:t>’</w:t>
      </w:r>
      <w:r>
        <w:t>imitation est si parfaite</w:t>
      </w:r>
      <w:r w:rsidR="00792613">
        <w:t xml:space="preserve">, </w:t>
      </w:r>
      <w:r>
        <w:t>qu</w:t>
      </w:r>
      <w:r w:rsidR="00792613">
        <w:t>’</w:t>
      </w:r>
      <w:r>
        <w:t>on peut dire que c</w:t>
      </w:r>
      <w:r w:rsidR="00792613">
        <w:t>’</w:t>
      </w:r>
      <w:r>
        <w:t>est une vraie singerie</w:t>
      </w:r>
      <w:r w:rsidR="00792613">
        <w:t xml:space="preserve">, </w:t>
      </w:r>
      <w:r>
        <w:t>ou vraie comédie qui se joue dans le cerveau</w:t>
      </w:r>
      <w:r w:rsidR="00792613">
        <w:t xml:space="preserve">, </w:t>
      </w:r>
      <w:r>
        <w:t>soit qu</w:t>
      </w:r>
      <w:r w:rsidR="00792613">
        <w:t>’</w:t>
      </w:r>
      <w:r>
        <w:t>on rêve</w:t>
      </w:r>
      <w:r w:rsidR="00792613">
        <w:t xml:space="preserve">, </w:t>
      </w:r>
      <w:r>
        <w:t>soit qu</w:t>
      </w:r>
      <w:r w:rsidR="00792613">
        <w:t>’</w:t>
      </w:r>
      <w:r>
        <w:t>on veille</w:t>
      </w:r>
      <w:r w:rsidR="00792613">
        <w:t xml:space="preserve">, </w:t>
      </w:r>
      <w:r>
        <w:t>sans qu</w:t>
      </w:r>
      <w:r w:rsidR="00792613">
        <w:t>’</w:t>
      </w:r>
      <w:r>
        <w:t>on puisse décider lequel du corps &amp; de l</w:t>
      </w:r>
      <w:r w:rsidR="00792613">
        <w:t>’</w:t>
      </w:r>
      <w:proofErr w:type="spellStart"/>
      <w:r>
        <w:t>ame</w:t>
      </w:r>
      <w:proofErr w:type="spellEnd"/>
      <w:r>
        <w:t xml:space="preserve"> a été le premier acteur</w:t>
      </w:r>
      <w:r w:rsidR="00792613">
        <w:t xml:space="preserve">, </w:t>
      </w:r>
      <w:r>
        <w:t>ou</w:t>
      </w:r>
      <w:r w:rsidR="00792613">
        <w:t xml:space="preserve">, </w:t>
      </w:r>
      <w:r>
        <w:t>si l</w:t>
      </w:r>
      <w:r w:rsidR="00792613">
        <w:t>’</w:t>
      </w:r>
      <w:r>
        <w:t>on veut</w:t>
      </w:r>
      <w:r w:rsidR="00792613">
        <w:t xml:space="preserve">, </w:t>
      </w:r>
      <w:r>
        <w:t>le premier singe</w:t>
      </w:r>
      <w:r w:rsidR="00792613">
        <w:t xml:space="preserve">, </w:t>
      </w:r>
      <w:r>
        <w:t>parce qu</w:t>
      </w:r>
      <w:r w:rsidR="00792613">
        <w:t>’</w:t>
      </w:r>
      <w:r>
        <w:t>on ne sait lequel des deux a commencé le premier</w:t>
      </w:r>
      <w:r w:rsidR="00792613">
        <w:t xml:space="preserve">. </w:t>
      </w:r>
      <w:r>
        <w:t>Et c</w:t>
      </w:r>
      <w:r w:rsidR="00792613">
        <w:t>’</w:t>
      </w:r>
      <w:r>
        <w:t>est apparemment ce qui aura jeté dans le matérialisme</w:t>
      </w:r>
      <w:r w:rsidR="00792613">
        <w:t xml:space="preserve">, </w:t>
      </w:r>
      <w:r>
        <w:t>tous ces petits philosophes qui ne jugent que sur l</w:t>
      </w:r>
      <w:r w:rsidR="00792613">
        <w:t>’</w:t>
      </w:r>
      <w:r>
        <w:t>écorce des choses</w:t>
      </w:r>
      <w:r w:rsidR="00792613">
        <w:t>.</w:t>
      </w:r>
    </w:p>
    <w:p w14:paraId="135819C9" w14:textId="77777777" w:rsidR="00792613" w:rsidRDefault="00F449A5" w:rsidP="00792613">
      <w:r>
        <w:t>N</w:t>
      </w:r>
      <w:r w:rsidR="00792613">
        <w:t>’</w:t>
      </w:r>
      <w:r>
        <w:t>outrons rien</w:t>
      </w:r>
      <w:r w:rsidR="00792613">
        <w:t xml:space="preserve"> ; </w:t>
      </w:r>
      <w:proofErr w:type="spellStart"/>
      <w:r>
        <w:t>quelqu</w:t>
      </w:r>
      <w:r w:rsidR="00792613">
        <w:t>’</w:t>
      </w:r>
      <w:r>
        <w:t>unis</w:t>
      </w:r>
      <w:proofErr w:type="spellEnd"/>
      <w:r>
        <w:t xml:space="preserve"> &amp; intimement liés que soient entr</w:t>
      </w:r>
      <w:r w:rsidR="00792613">
        <w:t>’</w:t>
      </w:r>
      <w:r>
        <w:t>eux l</w:t>
      </w:r>
      <w:r w:rsidR="00792613">
        <w:t>’</w:t>
      </w:r>
      <w:proofErr w:type="spellStart"/>
      <w:r>
        <w:t>ame</w:t>
      </w:r>
      <w:proofErr w:type="spellEnd"/>
      <w:r>
        <w:t xml:space="preserve"> &amp; le cerveau</w:t>
      </w:r>
      <w:r w:rsidR="00792613">
        <w:t xml:space="preserve">, </w:t>
      </w:r>
      <w:r>
        <w:t>leur bonne intelligence ne dure pas toujours</w:t>
      </w:r>
      <w:r w:rsidR="00792613">
        <w:t xml:space="preserve">. </w:t>
      </w:r>
      <w:r>
        <w:t>C</w:t>
      </w:r>
      <w:r w:rsidR="00792613">
        <w:t>’</w:t>
      </w:r>
      <w:r>
        <w:t>est comme en mariage</w:t>
      </w:r>
      <w:r w:rsidR="00792613">
        <w:t xml:space="preserve">, </w:t>
      </w:r>
      <w:r>
        <w:t>le ménage va mal quand les cœurs sont mal assortis</w:t>
      </w:r>
      <w:r w:rsidR="00792613">
        <w:t xml:space="preserve">. </w:t>
      </w:r>
      <w:r>
        <w:t>Deux chiens pris ensemble</w:t>
      </w:r>
      <w:r w:rsidR="00792613">
        <w:t xml:space="preserve">, </w:t>
      </w:r>
      <w:r>
        <w:t>ne tirent pas plus chacun de son côté</w:t>
      </w:r>
      <w:r w:rsidR="00792613">
        <w:t xml:space="preserve">, </w:t>
      </w:r>
      <w:r>
        <w:t>qu</w:t>
      </w:r>
      <w:r w:rsidR="00792613">
        <w:t>’</w:t>
      </w:r>
      <w:r>
        <w:t xml:space="preserve">une pauvre </w:t>
      </w:r>
      <w:proofErr w:type="spellStart"/>
      <w:r>
        <w:t>ame</w:t>
      </w:r>
      <w:proofErr w:type="spellEnd"/>
      <w:r>
        <w:t xml:space="preserve"> timorée par le scrupule</w:t>
      </w:r>
      <w:r w:rsidR="00792613">
        <w:t xml:space="preserve">, </w:t>
      </w:r>
      <w:r>
        <w:t>&amp; des nerfs</w:t>
      </w:r>
      <w:r w:rsidR="00792613">
        <w:t xml:space="preserve">, </w:t>
      </w:r>
      <w:r>
        <w:t>qui</w:t>
      </w:r>
      <w:r w:rsidR="00792613">
        <w:t xml:space="preserve">, </w:t>
      </w:r>
      <w:r>
        <w:t xml:space="preserve">si on les </w:t>
      </w:r>
      <w:proofErr w:type="spellStart"/>
      <w:r>
        <w:t>laissoit</w:t>
      </w:r>
      <w:proofErr w:type="spellEnd"/>
      <w:r>
        <w:t xml:space="preserve"> faire</w:t>
      </w:r>
      <w:r w:rsidR="00792613">
        <w:t xml:space="preserve">, </w:t>
      </w:r>
      <w:r>
        <w:t>imaginent qu</w:t>
      </w:r>
      <w:r w:rsidR="00792613">
        <w:t>’</w:t>
      </w:r>
      <w:r>
        <w:t xml:space="preserve">ils </w:t>
      </w:r>
      <w:proofErr w:type="spellStart"/>
      <w:r>
        <w:t>auroient</w:t>
      </w:r>
      <w:proofErr w:type="spellEnd"/>
      <w:r>
        <w:t xml:space="preserve"> bien du plaisir à le braver</w:t>
      </w:r>
      <w:r w:rsidR="00792613">
        <w:t xml:space="preserve">. </w:t>
      </w:r>
      <w:r>
        <w:t>De là</w:t>
      </w:r>
      <w:r w:rsidR="00792613">
        <w:t xml:space="preserve">, </w:t>
      </w:r>
      <w:r>
        <w:t>de cette source empoisonnée</w:t>
      </w:r>
      <w:r w:rsidR="00792613">
        <w:t xml:space="preserve">, </w:t>
      </w:r>
      <w:r>
        <w:t xml:space="preserve">toutes ces </w:t>
      </w:r>
      <w:r>
        <w:lastRenderedPageBreak/>
        <w:t xml:space="preserve">contrariétés qui ont fait imaginer plusieurs </w:t>
      </w:r>
      <w:proofErr w:type="spellStart"/>
      <w:r>
        <w:t>ames</w:t>
      </w:r>
      <w:proofErr w:type="spellEnd"/>
      <w:r>
        <w:t xml:space="preserve"> aux philosophes embarrassés de deviner l</w:t>
      </w:r>
      <w:r w:rsidR="00792613">
        <w:t>’</w:t>
      </w:r>
      <w:r>
        <w:t>énigme de l</w:t>
      </w:r>
      <w:r w:rsidR="00792613">
        <w:t>’</w:t>
      </w:r>
      <w:r>
        <w:t>homme</w:t>
      </w:r>
      <w:r w:rsidR="00792613">
        <w:t xml:space="preserve"> ; </w:t>
      </w:r>
      <w:r>
        <w:t>de-là ces peines &amp; ces combats</w:t>
      </w:r>
      <w:r w:rsidR="00792613">
        <w:t xml:space="preserve">, </w:t>
      </w:r>
      <w:r>
        <w:t>si flatteurs pour la raison &amp; pour la vertu</w:t>
      </w:r>
      <w:r w:rsidR="00792613">
        <w:t xml:space="preserve">, </w:t>
      </w:r>
      <w:r>
        <w:t>quand elles peuvent par hasard faire pencher la balance de leur côté</w:t>
      </w:r>
      <w:r w:rsidR="00792613">
        <w:t xml:space="preserve">, </w:t>
      </w:r>
      <w:r>
        <w:t>&amp; remporter la victoire</w:t>
      </w:r>
      <w:r w:rsidR="00792613">
        <w:t>.</w:t>
      </w:r>
    </w:p>
    <w:p w14:paraId="35E1F67B" w14:textId="77777777" w:rsidR="00792613" w:rsidRDefault="00F449A5" w:rsidP="00792613">
      <w:r>
        <w:t>Plus l</w:t>
      </w:r>
      <w:r w:rsidR="00792613">
        <w:t>’</w:t>
      </w:r>
      <w:r>
        <w:t>éducation est contraire à la nature</w:t>
      </w:r>
      <w:r w:rsidR="00792613">
        <w:t xml:space="preserve">, </w:t>
      </w:r>
      <w:r>
        <w:t>plus il en résulte dans le courant de la vie d</w:t>
      </w:r>
      <w:r w:rsidR="00792613">
        <w:t>’</w:t>
      </w:r>
      <w:r>
        <w:t>incompatibilité entre les deux substances</w:t>
      </w:r>
      <w:r w:rsidR="00792613">
        <w:t xml:space="preserve">. </w:t>
      </w:r>
      <w:r>
        <w:t>La vaincre</w:t>
      </w:r>
      <w:r w:rsidR="00792613">
        <w:t xml:space="preserve">, </w:t>
      </w:r>
      <w:r>
        <w:t>cette contrariété</w:t>
      </w:r>
      <w:r w:rsidR="00792613">
        <w:t xml:space="preserve">, </w:t>
      </w:r>
      <w:r>
        <w:t>c</w:t>
      </w:r>
      <w:r w:rsidR="00792613">
        <w:t>’</w:t>
      </w:r>
      <w:r>
        <w:t>est le triomphe de l</w:t>
      </w:r>
      <w:r w:rsidR="00792613">
        <w:t>’</w:t>
      </w:r>
      <w:r>
        <w:t>homme</w:t>
      </w:r>
      <w:r w:rsidR="00792613">
        <w:t xml:space="preserve">, </w:t>
      </w:r>
      <w:r>
        <w:t>qui seul a ce pouvoir</w:t>
      </w:r>
      <w:r w:rsidR="00792613">
        <w:t xml:space="preserve">, </w:t>
      </w:r>
      <w:r>
        <w:t>comme je le dirai plus au long</w:t>
      </w:r>
      <w:r w:rsidR="00792613">
        <w:t xml:space="preserve">, </w:t>
      </w:r>
      <w:r>
        <w:t>lorsque j</w:t>
      </w:r>
      <w:r w:rsidR="00792613">
        <w:t>’</w:t>
      </w:r>
      <w:r>
        <w:t>aurai occasion de faire sentir combien l</w:t>
      </w:r>
      <w:r w:rsidR="00792613">
        <w:t>’</w:t>
      </w:r>
      <w:r>
        <w:t>homme</w:t>
      </w:r>
      <w:r w:rsidR="00792613">
        <w:t xml:space="preserve">, </w:t>
      </w:r>
      <w:r>
        <w:t>tout animal qu</w:t>
      </w:r>
      <w:r w:rsidR="00792613">
        <w:t>’</w:t>
      </w:r>
      <w:r>
        <w:t>il est</w:t>
      </w:r>
      <w:r w:rsidR="00792613">
        <w:t xml:space="preserve">, </w:t>
      </w:r>
      <w:r>
        <w:t>est cependant au-dessus de tous les animaux</w:t>
      </w:r>
      <w:r w:rsidR="00792613">
        <w:t xml:space="preserve">. </w:t>
      </w:r>
      <w:r>
        <w:t>Je ne négligerai pas de dire en passant qu</w:t>
      </w:r>
      <w:r w:rsidR="00792613">
        <w:t>’</w:t>
      </w:r>
      <w:r>
        <w:t>il y a eu des philosophes</w:t>
      </w:r>
      <w:r w:rsidR="00792613">
        <w:t xml:space="preserve">, </w:t>
      </w:r>
      <w:r>
        <w:t xml:space="preserve">qui ont </w:t>
      </w:r>
      <w:proofErr w:type="spellStart"/>
      <w:r>
        <w:t>singulierement</w:t>
      </w:r>
      <w:proofErr w:type="spellEnd"/>
      <w:r>
        <w:t xml:space="preserve"> expliqué cette bizarre contradiction de l</w:t>
      </w:r>
      <w:r w:rsidR="00792613">
        <w:t>’</w:t>
      </w:r>
      <w:r>
        <w:t>homme avec lui-même</w:t>
      </w:r>
      <w:r w:rsidR="00792613">
        <w:t xml:space="preserve"> ; </w:t>
      </w:r>
      <w:r>
        <w:t>c</w:t>
      </w:r>
      <w:r w:rsidR="00792613">
        <w:t>’</w:t>
      </w:r>
      <w:r>
        <w:t xml:space="preserve">est par la méprise des </w:t>
      </w:r>
      <w:proofErr w:type="spellStart"/>
      <w:r>
        <w:t>ames</w:t>
      </w:r>
      <w:proofErr w:type="spellEnd"/>
      <w:r w:rsidR="00792613">
        <w:t xml:space="preserve">, </w:t>
      </w:r>
      <w:r>
        <w:t>qui se trompant de porte</w:t>
      </w:r>
      <w:r w:rsidR="00792613">
        <w:t xml:space="preserve">, </w:t>
      </w:r>
      <w:r>
        <w:t>entrent dans les corps qui ne leur conviennent pas</w:t>
      </w:r>
      <w:r w:rsidR="00792613">
        <w:t xml:space="preserve">, </w:t>
      </w:r>
      <w:r>
        <w:t xml:space="preserve">&amp; laissent là ceux qui leur </w:t>
      </w:r>
      <w:proofErr w:type="spellStart"/>
      <w:r>
        <w:t>étoient</w:t>
      </w:r>
      <w:proofErr w:type="spellEnd"/>
      <w:r>
        <w:t xml:space="preserve"> destinés</w:t>
      </w:r>
      <w:r w:rsidR="00792613">
        <w:t xml:space="preserve">. </w:t>
      </w:r>
      <w:r>
        <w:t>Ce sont ces étourdies</w:t>
      </w:r>
      <w:r w:rsidR="00792613">
        <w:t xml:space="preserve">, </w:t>
      </w:r>
      <w:r>
        <w:t>dit-on</w:t>
      </w:r>
      <w:r w:rsidR="00792613">
        <w:t xml:space="preserve">, </w:t>
      </w:r>
      <w:r>
        <w:t>qui font les gens distraits</w:t>
      </w:r>
      <w:r w:rsidR="00792613">
        <w:t xml:space="preserve">, </w:t>
      </w:r>
      <w:r>
        <w:t>ceux qui prennent la femme d</w:t>
      </w:r>
      <w:r w:rsidR="00792613">
        <w:t>’</w:t>
      </w:r>
      <w:r>
        <w:t>autrui pour la leur</w:t>
      </w:r>
      <w:r w:rsidR="00792613">
        <w:t xml:space="preserve">, </w:t>
      </w:r>
      <w:r>
        <w:t xml:space="preserve">ceux qui </w:t>
      </w:r>
      <w:proofErr w:type="spellStart"/>
      <w:r>
        <w:t>siflent</w:t>
      </w:r>
      <w:proofErr w:type="spellEnd"/>
      <w:r w:rsidR="00792613">
        <w:t xml:space="preserve">, </w:t>
      </w:r>
      <w:r>
        <w:t>chantent</w:t>
      </w:r>
      <w:r w:rsidR="00792613">
        <w:t xml:space="preserve">, </w:t>
      </w:r>
      <w:r>
        <w:t>dansent</w:t>
      </w:r>
      <w:r w:rsidR="00792613">
        <w:t xml:space="preserve">, </w:t>
      </w:r>
      <w:r>
        <w:t>ou tournent le dos</w:t>
      </w:r>
      <w:r w:rsidR="00792613">
        <w:t xml:space="preserve">, </w:t>
      </w:r>
      <w:r>
        <w:t>au moment même qu</w:t>
      </w:r>
      <w:r w:rsidR="00792613">
        <w:t>’</w:t>
      </w:r>
      <w:r>
        <w:t>on répond aux questions qu</w:t>
      </w:r>
      <w:r w:rsidR="00792613">
        <w:t>’</w:t>
      </w:r>
      <w:r>
        <w:t>ils viennent de faire</w:t>
      </w:r>
      <w:r w:rsidR="00792613">
        <w:t xml:space="preserve">. </w:t>
      </w:r>
      <w:r>
        <w:t xml:space="preserve">Si cela </w:t>
      </w:r>
      <w:proofErr w:type="spellStart"/>
      <w:r>
        <w:t>étoit</w:t>
      </w:r>
      <w:proofErr w:type="spellEnd"/>
      <w:r w:rsidR="00792613">
        <w:t xml:space="preserve">, </w:t>
      </w:r>
      <w:r>
        <w:t>l</w:t>
      </w:r>
      <w:r w:rsidR="00792613">
        <w:t>’</w:t>
      </w:r>
      <w:proofErr w:type="spellStart"/>
      <w:r>
        <w:t>ame</w:t>
      </w:r>
      <w:proofErr w:type="spellEnd"/>
      <w:r>
        <w:t xml:space="preserve"> d</w:t>
      </w:r>
      <w:r w:rsidR="00792613">
        <w:t>’</w:t>
      </w:r>
      <w:r>
        <w:t xml:space="preserve">un </w:t>
      </w:r>
      <w:proofErr w:type="spellStart"/>
      <w:r>
        <w:t>poëte</w:t>
      </w:r>
      <w:proofErr w:type="spellEnd"/>
      <w:r>
        <w:t xml:space="preserve"> </w:t>
      </w:r>
      <w:proofErr w:type="spellStart"/>
      <w:r>
        <w:t>pourroit</w:t>
      </w:r>
      <w:proofErr w:type="spellEnd"/>
      <w:r>
        <w:t xml:space="preserve"> bien ne pas s</w:t>
      </w:r>
      <w:r w:rsidR="00792613">
        <w:t>’</w:t>
      </w:r>
      <w:r>
        <w:t>accommoder de ces méprises</w:t>
      </w:r>
      <w:r w:rsidR="00792613">
        <w:t xml:space="preserve"> ; </w:t>
      </w:r>
      <w:r>
        <w:t xml:space="preserve">elle ne se </w:t>
      </w:r>
      <w:proofErr w:type="spellStart"/>
      <w:r>
        <w:t>trouveroit</w:t>
      </w:r>
      <w:proofErr w:type="spellEnd"/>
      <w:r>
        <w:t xml:space="preserve"> pas à l</w:t>
      </w:r>
      <w:r w:rsidR="00792613">
        <w:t>’</w:t>
      </w:r>
      <w:r>
        <w:t>aise</w:t>
      </w:r>
      <w:r w:rsidR="00792613">
        <w:t xml:space="preserve">, </w:t>
      </w:r>
      <w:r>
        <w:rPr>
          <w:bCs/>
        </w:rPr>
        <w:t xml:space="preserve">ni </w:t>
      </w:r>
      <w:r>
        <w:t>tranquille</w:t>
      </w:r>
      <w:r w:rsidR="00792613">
        <w:t xml:space="preserve">, </w:t>
      </w:r>
      <w:r>
        <w:t>dans un sang bouillant &amp; courageux</w:t>
      </w:r>
      <w:r w:rsidR="00792613">
        <w:t xml:space="preserve">. </w:t>
      </w:r>
      <w:r>
        <w:t xml:space="preserve">Toujours </w:t>
      </w:r>
      <w:proofErr w:type="spellStart"/>
      <w:r>
        <w:t>inquiete</w:t>
      </w:r>
      <w:proofErr w:type="spellEnd"/>
      <w:r>
        <w:t xml:space="preserve"> &amp; en proie aux plus grandes anxiétés</w:t>
      </w:r>
      <w:r w:rsidR="00792613">
        <w:t xml:space="preserve">, </w:t>
      </w:r>
      <w:r>
        <w:t>elle n</w:t>
      </w:r>
      <w:r w:rsidR="00792613">
        <w:t>’</w:t>
      </w:r>
      <w:proofErr w:type="spellStart"/>
      <w:r>
        <w:t>auroit</w:t>
      </w:r>
      <w:proofErr w:type="spellEnd"/>
      <w:r>
        <w:t xml:space="preserve"> d</w:t>
      </w:r>
      <w:r w:rsidR="00792613">
        <w:t>’</w:t>
      </w:r>
      <w:r>
        <w:t>autre ressource que elle des plantes transplantées</w:t>
      </w:r>
      <w:r w:rsidR="00792613">
        <w:t xml:space="preserve"> ; </w:t>
      </w:r>
      <w:r>
        <w:t>car alors dégénérer</w:t>
      </w:r>
      <w:r w:rsidR="00792613">
        <w:t xml:space="preserve">, </w:t>
      </w:r>
      <w:r>
        <w:t>c</w:t>
      </w:r>
      <w:r w:rsidR="00792613">
        <w:t>’</w:t>
      </w:r>
      <w:r>
        <w:t>est acquérir</w:t>
      </w:r>
      <w:r w:rsidR="00792613">
        <w:t xml:space="preserve">. </w:t>
      </w:r>
      <w:r>
        <w:t xml:space="preserve">Mais le sang </w:t>
      </w:r>
      <w:proofErr w:type="spellStart"/>
      <w:r>
        <w:t>auroit-il</w:t>
      </w:r>
      <w:proofErr w:type="spellEnd"/>
      <w:r>
        <w:t xml:space="preserve"> tant d</w:t>
      </w:r>
      <w:r w:rsidR="00792613">
        <w:t>’</w:t>
      </w:r>
      <w:r>
        <w:t>influence sur l</w:t>
      </w:r>
      <w:r w:rsidR="00792613">
        <w:t>’</w:t>
      </w:r>
      <w:proofErr w:type="spellStart"/>
      <w:r>
        <w:t>ame</w:t>
      </w:r>
      <w:proofErr w:type="spellEnd"/>
      <w:r w:rsidR="00792613">
        <w:t xml:space="preserve"> ? </w:t>
      </w:r>
      <w:r>
        <w:t>il n</w:t>
      </w:r>
      <w:r w:rsidR="00792613">
        <w:t>’</w:t>
      </w:r>
      <w:r>
        <w:t>y a qu</w:t>
      </w:r>
      <w:r w:rsidR="00792613">
        <w:t>’</w:t>
      </w:r>
      <w:r>
        <w:t>un médecin qui puisse soutenir ce paradoxe</w:t>
      </w:r>
      <w:r w:rsidR="00792613">
        <w:t xml:space="preserve">. </w:t>
      </w:r>
      <w:r>
        <w:rPr>
          <w:i/>
          <w:iCs/>
          <w:lang w:val="en-US"/>
        </w:rPr>
        <w:t xml:space="preserve">Tres </w:t>
      </w:r>
      <w:proofErr w:type="spellStart"/>
      <w:r>
        <w:rPr>
          <w:i/>
          <w:iCs/>
          <w:lang w:val="en-US"/>
        </w:rPr>
        <w:t>medici</w:t>
      </w:r>
      <w:proofErr w:type="spellEnd"/>
      <w:r w:rsidR="00792613">
        <w:rPr>
          <w:i/>
          <w:iCs/>
          <w:lang w:val="en-US"/>
        </w:rPr>
        <w:t xml:space="preserve">, </w:t>
      </w:r>
      <w:r>
        <w:rPr>
          <w:i/>
          <w:iCs/>
          <w:lang w:val="en-US"/>
        </w:rPr>
        <w:t xml:space="preserve">duo </w:t>
      </w:r>
      <w:proofErr w:type="spellStart"/>
      <w:r>
        <w:rPr>
          <w:i/>
          <w:iCs/>
          <w:lang w:val="en-US"/>
        </w:rPr>
        <w:t>athei</w:t>
      </w:r>
      <w:proofErr w:type="spellEnd"/>
      <w:r w:rsidR="00792613">
        <w:rPr>
          <w:i/>
          <w:iCs/>
          <w:lang w:val="en-US"/>
        </w:rPr>
        <w:t xml:space="preserve">. </w:t>
      </w:r>
      <w:r>
        <w:t xml:space="preserve">Wolf </w:t>
      </w:r>
      <w:r>
        <w:rPr>
          <w:bCs/>
        </w:rPr>
        <w:t>n</w:t>
      </w:r>
      <w:r w:rsidR="00792613">
        <w:rPr>
          <w:bCs/>
        </w:rPr>
        <w:t>’</w:t>
      </w:r>
      <w:r>
        <w:rPr>
          <w:bCs/>
        </w:rPr>
        <w:t xml:space="preserve">a </w:t>
      </w:r>
      <w:r>
        <w:t>pas été la dupe de leur matérialisme le mieux masqué</w:t>
      </w:r>
      <w:r w:rsidR="00792613">
        <w:t>.</w:t>
      </w:r>
    </w:p>
    <w:p w14:paraId="38B9AAF2" w14:textId="77777777" w:rsidR="00792613" w:rsidRDefault="00F449A5" w:rsidP="00792613">
      <w:r>
        <w:t>Mettons un vernis sérieux sur ce badinage</w:t>
      </w:r>
      <w:r w:rsidR="00792613">
        <w:t xml:space="preserve"> ; </w:t>
      </w:r>
      <w:r>
        <w:t>&amp; puisque nous en sommes à l</w:t>
      </w:r>
      <w:r w:rsidR="00792613">
        <w:t>’</w:t>
      </w:r>
      <w:r>
        <w:t>entrée de l</w:t>
      </w:r>
      <w:r w:rsidR="00792613">
        <w:t>’</w:t>
      </w:r>
      <w:proofErr w:type="spellStart"/>
      <w:r>
        <w:t>ame</w:t>
      </w:r>
      <w:proofErr w:type="spellEnd"/>
      <w:r>
        <w:t xml:space="preserve"> dans les corps animés</w:t>
      </w:r>
      <w:r w:rsidR="00792613">
        <w:t xml:space="preserve">, </w:t>
      </w:r>
      <w:r>
        <w:t xml:space="preserve">&amp; que cela nous conduit naturellement au </w:t>
      </w:r>
      <w:proofErr w:type="spellStart"/>
      <w:r>
        <w:t>mystere</w:t>
      </w:r>
      <w:proofErr w:type="spellEnd"/>
      <w:r>
        <w:t xml:space="preserve"> de l</w:t>
      </w:r>
      <w:r w:rsidR="00792613">
        <w:t>’</w:t>
      </w:r>
      <w:r>
        <w:t xml:space="preserve">union </w:t>
      </w:r>
      <w:r>
        <w:lastRenderedPageBreak/>
        <w:t>des substances</w:t>
      </w:r>
      <w:r w:rsidR="00792613">
        <w:t xml:space="preserve">, </w:t>
      </w:r>
      <w:r>
        <w:t>faisons ici quelques questions à ce sujet avec toute la modestie qui nous convient</w:t>
      </w:r>
      <w:r w:rsidR="00792613">
        <w:t>.</w:t>
      </w:r>
    </w:p>
    <w:p w14:paraId="45DFCCB9" w14:textId="77777777" w:rsidR="00792613" w:rsidRDefault="00F449A5" w:rsidP="00792613">
      <w:r>
        <w:t>L</w:t>
      </w:r>
      <w:r w:rsidR="00792613">
        <w:t>’</w:t>
      </w:r>
      <w:proofErr w:type="spellStart"/>
      <w:r>
        <w:t>ame</w:t>
      </w:r>
      <w:proofErr w:type="spellEnd"/>
      <w:r>
        <w:t xml:space="preserve"> </w:t>
      </w:r>
      <w:proofErr w:type="spellStart"/>
      <w:r>
        <w:t>seroit</w:t>
      </w:r>
      <w:proofErr w:type="spellEnd"/>
      <w:r>
        <w:t>-elle attirée dans les corps des animaux du sein de la divinité</w:t>
      </w:r>
      <w:r w:rsidR="00792613">
        <w:t xml:space="preserve">, </w:t>
      </w:r>
      <w:r>
        <w:t>dont Platon</w:t>
      </w:r>
      <w:r w:rsidR="00792613">
        <w:t xml:space="preserve">, </w:t>
      </w:r>
      <w:r>
        <w:t>enchanté de la beauté de la sienne</w:t>
      </w:r>
      <w:r w:rsidR="00792613">
        <w:t xml:space="preserve">, </w:t>
      </w:r>
      <w:r>
        <w:t>a voulu qu</w:t>
      </w:r>
      <w:r w:rsidR="00792613">
        <w:t>’</w:t>
      </w:r>
      <w:r>
        <w:t xml:space="preserve">elle </w:t>
      </w:r>
      <w:r>
        <w:rPr>
          <w:iCs/>
        </w:rPr>
        <w:t xml:space="preserve">fît </w:t>
      </w:r>
      <w:r>
        <w:t>portion</w:t>
      </w:r>
      <w:r w:rsidR="00792613">
        <w:t xml:space="preserve"> ? </w:t>
      </w:r>
      <w:r>
        <w:t xml:space="preserve">Y </w:t>
      </w:r>
      <w:proofErr w:type="spellStart"/>
      <w:r>
        <w:t>seroit</w:t>
      </w:r>
      <w:proofErr w:type="spellEnd"/>
      <w:r>
        <w:t>-elle attirée</w:t>
      </w:r>
      <w:r w:rsidR="00792613">
        <w:t xml:space="preserve">, </w:t>
      </w:r>
      <w:r>
        <w:t xml:space="preserve">comme une </w:t>
      </w:r>
      <w:proofErr w:type="spellStart"/>
      <w:r>
        <w:t>planete</w:t>
      </w:r>
      <w:proofErr w:type="spellEnd"/>
      <w:r>
        <w:t xml:space="preserve"> l</w:t>
      </w:r>
      <w:r w:rsidR="00792613">
        <w:t>’</w:t>
      </w:r>
      <w:r>
        <w:t xml:space="preserve">est par une autre </w:t>
      </w:r>
      <w:proofErr w:type="spellStart"/>
      <w:r>
        <w:t>planete</w:t>
      </w:r>
      <w:proofErr w:type="spellEnd"/>
      <w:r w:rsidR="00792613">
        <w:t xml:space="preserve"> ? </w:t>
      </w:r>
      <w:proofErr w:type="spellStart"/>
      <w:r>
        <w:t>Seroit-ce</w:t>
      </w:r>
      <w:proofErr w:type="spellEnd"/>
      <w:r>
        <w:t xml:space="preserve"> par sa propre impulsion</w:t>
      </w:r>
      <w:r w:rsidR="00792613">
        <w:t xml:space="preserve">, </w:t>
      </w:r>
      <w:r>
        <w:t>plutôt que par attraction</w:t>
      </w:r>
      <w:r w:rsidR="00792613">
        <w:t xml:space="preserve"> ? </w:t>
      </w:r>
      <w:proofErr w:type="spellStart"/>
      <w:r>
        <w:t>Seroit-ce</w:t>
      </w:r>
      <w:proofErr w:type="spellEnd"/>
      <w:r>
        <w:t xml:space="preserve"> par un mouvement machinal</w:t>
      </w:r>
      <w:r w:rsidR="00792613">
        <w:t xml:space="preserve">, </w:t>
      </w:r>
      <w:r>
        <w:t>qu</w:t>
      </w:r>
      <w:r w:rsidR="00792613">
        <w:t>’</w:t>
      </w:r>
      <w:r>
        <w:t xml:space="preserve">elle </w:t>
      </w:r>
      <w:proofErr w:type="spellStart"/>
      <w:r>
        <w:t>seroit</w:t>
      </w:r>
      <w:proofErr w:type="spellEnd"/>
      <w:r>
        <w:t xml:space="preserve"> portée vers nous</w:t>
      </w:r>
      <w:r w:rsidR="00792613">
        <w:t xml:space="preserve">, </w:t>
      </w:r>
      <w:r>
        <w:t>ou par ce mouvement de pitié</w:t>
      </w:r>
      <w:r w:rsidR="00792613">
        <w:t xml:space="preserve">, </w:t>
      </w:r>
      <w:r>
        <w:t>de compassion ou d</w:t>
      </w:r>
      <w:r w:rsidR="00792613">
        <w:t>’</w:t>
      </w:r>
      <w:r>
        <w:t>humanité</w:t>
      </w:r>
      <w:r w:rsidR="00792613">
        <w:t xml:space="preserve">, </w:t>
      </w:r>
      <w:r>
        <w:t>qui nous engage à montrer le chemin à un malheureux qui s</w:t>
      </w:r>
      <w:r w:rsidR="00792613">
        <w:t>’</w:t>
      </w:r>
      <w:r>
        <w:t>égare</w:t>
      </w:r>
      <w:r w:rsidR="00792613">
        <w:t xml:space="preserve"> ? </w:t>
      </w:r>
      <w:proofErr w:type="spellStart"/>
      <w:r>
        <w:t>Auroit</w:t>
      </w:r>
      <w:proofErr w:type="spellEnd"/>
      <w:r>
        <w:t>-elle descendu du ciel sur la terre</w:t>
      </w:r>
      <w:r w:rsidR="00792613">
        <w:t xml:space="preserve">, </w:t>
      </w:r>
      <w:r>
        <w:t xml:space="preserve">pour nous éclairer dans les </w:t>
      </w:r>
      <w:proofErr w:type="spellStart"/>
      <w:r>
        <w:t>ténebres</w:t>
      </w:r>
      <w:proofErr w:type="spellEnd"/>
      <w:r>
        <w:t xml:space="preserve"> &amp; les préjugés de la vie</w:t>
      </w:r>
      <w:r w:rsidR="00792613">
        <w:t xml:space="preserve"> ? </w:t>
      </w:r>
      <w:r>
        <w:t>Hélas</w:t>
      </w:r>
      <w:r w:rsidR="00792613">
        <w:t xml:space="preserve"> ! </w:t>
      </w:r>
      <w:r>
        <w:t>pour un préjugé</w:t>
      </w:r>
      <w:r w:rsidR="00792613">
        <w:t xml:space="preserve">, </w:t>
      </w:r>
      <w:r>
        <w:t>dont elle secoue le joug</w:t>
      </w:r>
      <w:r w:rsidR="00792613">
        <w:t xml:space="preserve">, </w:t>
      </w:r>
      <w:r>
        <w:t>elle reçoit les entraves de cent</w:t>
      </w:r>
      <w:r w:rsidR="00792613">
        <w:t xml:space="preserve">. </w:t>
      </w:r>
      <w:r>
        <w:t>N</w:t>
      </w:r>
      <w:r w:rsidR="00792613">
        <w:t>’</w:t>
      </w:r>
      <w:proofErr w:type="spellStart"/>
      <w:r>
        <w:t>auroit</w:t>
      </w:r>
      <w:proofErr w:type="spellEnd"/>
      <w:r>
        <w:t>-elle pas plus de goût</w:t>
      </w:r>
      <w:r w:rsidR="00792613">
        <w:t xml:space="preserve">, </w:t>
      </w:r>
      <w:r>
        <w:t>plus de sympathie à s</w:t>
      </w:r>
      <w:r w:rsidR="00792613">
        <w:t>’</w:t>
      </w:r>
      <w:r>
        <w:t>unir à telle machine</w:t>
      </w:r>
      <w:r w:rsidR="00792613">
        <w:t xml:space="preserve">, </w:t>
      </w:r>
      <w:r>
        <w:t>qu</w:t>
      </w:r>
      <w:r w:rsidR="00792613">
        <w:t>’</w:t>
      </w:r>
      <w:r>
        <w:t>à telle autre</w:t>
      </w:r>
      <w:r w:rsidR="00792613">
        <w:t xml:space="preserve">, </w:t>
      </w:r>
      <w:r>
        <w:t>afin de compenser des ressorts d</w:t>
      </w:r>
      <w:r w:rsidR="00792613">
        <w:t>’</w:t>
      </w:r>
      <w:r>
        <w:t>une trop grande vivacité</w:t>
      </w:r>
      <w:r w:rsidR="00792613">
        <w:t xml:space="preserve">, </w:t>
      </w:r>
      <w:r>
        <w:t>par le phlegme de la raison &amp; du bon sens</w:t>
      </w:r>
      <w:r w:rsidR="00792613">
        <w:t xml:space="preserve"> ; </w:t>
      </w:r>
      <w:r>
        <w:t>&amp; réciproquement la lenteur des roues du corps</w:t>
      </w:r>
      <w:r w:rsidR="00792613">
        <w:t xml:space="preserve">, </w:t>
      </w:r>
      <w:r>
        <w:t>par son action &amp; par son feu</w:t>
      </w:r>
      <w:r w:rsidR="00792613">
        <w:t xml:space="preserve"> ? </w:t>
      </w:r>
      <w:r>
        <w:t>La sympathie que nous éprouvons tous les jours dans les cercles</w:t>
      </w:r>
      <w:r w:rsidR="00792613">
        <w:t xml:space="preserve">, </w:t>
      </w:r>
      <w:r>
        <w:t xml:space="preserve">&amp; auprès des tapis </w:t>
      </w:r>
      <w:proofErr w:type="spellStart"/>
      <w:r>
        <w:t>verds</w:t>
      </w:r>
      <w:proofErr w:type="spellEnd"/>
      <w:r w:rsidR="00792613">
        <w:t xml:space="preserve">, </w:t>
      </w:r>
      <w:r>
        <w:t>rend cette conjecture plausible</w:t>
      </w:r>
      <w:r w:rsidR="00792613">
        <w:t>.</w:t>
      </w:r>
    </w:p>
    <w:p w14:paraId="35BDA1A3" w14:textId="77777777" w:rsidR="00792613" w:rsidRDefault="00F449A5" w:rsidP="00792613">
      <w:r>
        <w:t>Mais tout ceci ne touche point encore le but que je me suis proposé</w:t>
      </w:r>
      <w:r w:rsidR="00792613">
        <w:t xml:space="preserve">. </w:t>
      </w:r>
      <w:r>
        <w:t>Par quelle sorte d</w:t>
      </w:r>
      <w:r w:rsidR="00792613">
        <w:t>’</w:t>
      </w:r>
      <w:r>
        <w:t>emboîtement</w:t>
      </w:r>
      <w:r w:rsidR="00792613">
        <w:t xml:space="preserve">, </w:t>
      </w:r>
      <w:r>
        <w:t>d</w:t>
      </w:r>
      <w:r w:rsidR="00792613">
        <w:t>’</w:t>
      </w:r>
      <w:r>
        <w:t>articulation</w:t>
      </w:r>
      <w:r w:rsidR="00792613">
        <w:t xml:space="preserve">, </w:t>
      </w:r>
      <w:r>
        <w:t xml:space="preserve">de </w:t>
      </w:r>
      <w:proofErr w:type="spellStart"/>
      <w:r>
        <w:t>charniere</w:t>
      </w:r>
      <w:proofErr w:type="spellEnd"/>
      <w:r w:rsidR="00792613">
        <w:t xml:space="preserve">, </w:t>
      </w:r>
      <w:r>
        <w:t>de contact enfin</w:t>
      </w:r>
      <w:r w:rsidR="00792613">
        <w:t xml:space="preserve">, </w:t>
      </w:r>
      <w:r>
        <w:t>l</w:t>
      </w:r>
      <w:r w:rsidR="00792613">
        <w:t>’</w:t>
      </w:r>
      <w:proofErr w:type="spellStart"/>
      <w:r>
        <w:t>ame</w:t>
      </w:r>
      <w:proofErr w:type="spellEnd"/>
      <w:r>
        <w:t xml:space="preserve"> </w:t>
      </w:r>
      <w:proofErr w:type="spellStart"/>
      <w:r>
        <w:t>seroit</w:t>
      </w:r>
      <w:proofErr w:type="spellEnd"/>
      <w:r>
        <w:t>-elle agencée avec le cerveau</w:t>
      </w:r>
      <w:r w:rsidR="00792613">
        <w:t xml:space="preserve"> ? </w:t>
      </w:r>
      <w:proofErr w:type="spellStart"/>
      <w:r>
        <w:t>Surnageroit</w:t>
      </w:r>
      <w:proofErr w:type="spellEnd"/>
      <w:r>
        <w:t>-elle sur la superficie</w:t>
      </w:r>
      <w:r w:rsidR="00792613">
        <w:t xml:space="preserve">, </w:t>
      </w:r>
      <w:r>
        <w:t>comme l</w:t>
      </w:r>
      <w:r w:rsidR="00792613">
        <w:t>’</w:t>
      </w:r>
      <w:r>
        <w:t>huile sur l</w:t>
      </w:r>
      <w:r w:rsidR="00792613">
        <w:t>’</w:t>
      </w:r>
      <w:r>
        <w:t>eau</w:t>
      </w:r>
      <w:r w:rsidR="00792613">
        <w:t xml:space="preserve"> ; </w:t>
      </w:r>
      <w:r>
        <w:t>beaucoup plus active sur le corps</w:t>
      </w:r>
      <w:r w:rsidR="00792613">
        <w:t xml:space="preserve">, </w:t>
      </w:r>
      <w:r>
        <w:t>quoique moins nubile à ses particules les plus mobiles &amp; les plus déliées</w:t>
      </w:r>
      <w:r w:rsidR="00792613">
        <w:t xml:space="preserve"> ? </w:t>
      </w:r>
      <w:r>
        <w:t xml:space="preserve">Cette union vous </w:t>
      </w:r>
      <w:proofErr w:type="spellStart"/>
      <w:r>
        <w:t>paroît</w:t>
      </w:r>
      <w:proofErr w:type="spellEnd"/>
      <w:r>
        <w:t xml:space="preserve"> étrange</w:t>
      </w:r>
      <w:r w:rsidR="00792613">
        <w:t xml:space="preserve"> ! </w:t>
      </w:r>
      <w:r>
        <w:t>Mais le plus précieux des métaux</w:t>
      </w:r>
      <w:r w:rsidR="00792613">
        <w:t xml:space="preserve">, </w:t>
      </w:r>
      <w:r>
        <w:t>l</w:t>
      </w:r>
      <w:r w:rsidR="00792613">
        <w:t>’</w:t>
      </w:r>
      <w:r>
        <w:t>or ne s</w:t>
      </w:r>
      <w:r w:rsidR="00792613">
        <w:t>’</w:t>
      </w:r>
      <w:r>
        <w:t xml:space="preserve">amalgame-t-il pas sans peine avec un vil </w:t>
      </w:r>
      <w:proofErr w:type="spellStart"/>
      <w:r>
        <w:t>sémi</w:t>
      </w:r>
      <w:proofErr w:type="spellEnd"/>
      <w:r>
        <w:t>-métal</w:t>
      </w:r>
      <w:r w:rsidR="00792613">
        <w:t xml:space="preserve"> ? </w:t>
      </w:r>
      <w:r>
        <w:t xml:space="preserve">Ainsi le pur esprit qui nous anime se </w:t>
      </w:r>
      <w:proofErr w:type="spellStart"/>
      <w:r>
        <w:t>fondroit</w:t>
      </w:r>
      <w:proofErr w:type="spellEnd"/>
      <w:r>
        <w:t xml:space="preserve"> avec quelque point cortical ou médullaire du cerveau</w:t>
      </w:r>
      <w:r w:rsidR="00792613">
        <w:t xml:space="preserve">. </w:t>
      </w:r>
      <w:r>
        <w:t xml:space="preserve">Ainsi le </w:t>
      </w:r>
      <w:r>
        <w:rPr>
          <w:i/>
          <w:iCs/>
        </w:rPr>
        <w:t xml:space="preserve">mercure </w:t>
      </w:r>
      <w:r>
        <w:t xml:space="preserve">de nos </w:t>
      </w:r>
      <w:proofErr w:type="spellStart"/>
      <w:r>
        <w:t>ames</w:t>
      </w:r>
      <w:proofErr w:type="spellEnd"/>
      <w:r w:rsidR="00792613">
        <w:t xml:space="preserve">, </w:t>
      </w:r>
      <w:r>
        <w:t xml:space="preserve">pour emprunter cette autre </w:t>
      </w:r>
      <w:r>
        <w:lastRenderedPageBreak/>
        <w:t xml:space="preserve">comparaison de la </w:t>
      </w:r>
      <w:proofErr w:type="spellStart"/>
      <w:r>
        <w:t>chymie</w:t>
      </w:r>
      <w:proofErr w:type="spellEnd"/>
      <w:r w:rsidR="00792613">
        <w:t xml:space="preserve">, </w:t>
      </w:r>
      <w:r>
        <w:t>s</w:t>
      </w:r>
      <w:r w:rsidR="00792613">
        <w:t>’</w:t>
      </w:r>
      <w:proofErr w:type="spellStart"/>
      <w:r>
        <w:t>amalgameroit</w:t>
      </w:r>
      <w:proofErr w:type="spellEnd"/>
      <w:r>
        <w:t xml:space="preserve"> ici avec le fer de nos organes</w:t>
      </w:r>
      <w:r w:rsidR="00792613">
        <w:t xml:space="preserve">, </w:t>
      </w:r>
      <w:r>
        <w:t>sans qu</w:t>
      </w:r>
      <w:r w:rsidR="00792613">
        <w:t>’</w:t>
      </w:r>
      <w:proofErr w:type="spellStart"/>
      <w:r>
        <w:t>aucunes</w:t>
      </w:r>
      <w:proofErr w:type="spellEnd"/>
      <w:r>
        <w:t xml:space="preserve"> </w:t>
      </w:r>
      <w:r>
        <w:rPr>
          <w:i/>
          <w:iCs/>
        </w:rPr>
        <w:t xml:space="preserve">crudités </w:t>
      </w:r>
      <w:r>
        <w:t>pussent l</w:t>
      </w:r>
      <w:r w:rsidR="00792613">
        <w:t>’</w:t>
      </w:r>
      <w:r>
        <w:t>en empêcher</w:t>
      </w:r>
      <w:r w:rsidR="00792613">
        <w:t>.</w:t>
      </w:r>
    </w:p>
    <w:p w14:paraId="46EEA82E" w14:textId="77777777" w:rsidR="00792613" w:rsidRDefault="00F449A5" w:rsidP="00792613">
      <w:r>
        <w:t>Mais non</w:t>
      </w:r>
      <w:r w:rsidR="00792613">
        <w:t xml:space="preserve">, </w:t>
      </w:r>
      <w:r>
        <w:t>questions frivoles &amp; puériles</w:t>
      </w:r>
      <w:r w:rsidR="00792613">
        <w:t xml:space="preserve">, </w:t>
      </w:r>
      <w:r>
        <w:t>toutes celles qu</w:t>
      </w:r>
      <w:r w:rsidR="00792613">
        <w:t>’</w:t>
      </w:r>
      <w:r>
        <w:t>on peut faire à ce sujet</w:t>
      </w:r>
      <w:r w:rsidR="00792613">
        <w:t xml:space="preserve"> ! </w:t>
      </w:r>
      <w:r>
        <w:t>Songeons que ce qui est corps</w:t>
      </w:r>
      <w:r w:rsidR="00792613">
        <w:t xml:space="preserve">, </w:t>
      </w:r>
      <w:r>
        <w:t>se lie étroitement à ce qui ne l</w:t>
      </w:r>
      <w:r w:rsidR="00792613">
        <w:t>’</w:t>
      </w:r>
      <w:r>
        <w:t>est pas</w:t>
      </w:r>
      <w:r w:rsidR="00792613">
        <w:t xml:space="preserve"> ; </w:t>
      </w:r>
      <w:r>
        <w:t>ce qu</w:t>
      </w:r>
      <w:r w:rsidR="00792613">
        <w:t>’</w:t>
      </w:r>
      <w:r>
        <w:t>on conçoit</w:t>
      </w:r>
      <w:r w:rsidR="00792613">
        <w:t xml:space="preserve">, </w:t>
      </w:r>
      <w:r>
        <w:t>à ce dont on n</w:t>
      </w:r>
      <w:r w:rsidR="00792613">
        <w:t>’</w:t>
      </w:r>
      <w:r>
        <w:t>a aucune ombre d</w:t>
      </w:r>
      <w:r w:rsidR="00792613">
        <w:t>’</w:t>
      </w:r>
      <w:r>
        <w:t>idée</w:t>
      </w:r>
      <w:r w:rsidR="00792613">
        <w:t xml:space="preserve"> ; </w:t>
      </w:r>
      <w:r>
        <w:t>ce qui n</w:t>
      </w:r>
      <w:r w:rsidR="00792613">
        <w:t>’</w:t>
      </w:r>
      <w:r>
        <w:t>a point de parties</w:t>
      </w:r>
      <w:r w:rsidR="00792613">
        <w:t xml:space="preserve">, </w:t>
      </w:r>
      <w:r>
        <w:t>à ce qui en a</w:t>
      </w:r>
      <w:r w:rsidR="00792613">
        <w:t xml:space="preserve"> ; </w:t>
      </w:r>
      <w:r>
        <w:t>ce qui ne peut être ni vu</w:t>
      </w:r>
      <w:r w:rsidR="00792613">
        <w:t xml:space="preserve">, </w:t>
      </w:r>
      <w:r>
        <w:t>ni touché</w:t>
      </w:r>
      <w:r w:rsidR="00792613">
        <w:t xml:space="preserve">, </w:t>
      </w:r>
      <w:r>
        <w:t xml:space="preserve">ni soumis en aucune </w:t>
      </w:r>
      <w:proofErr w:type="spellStart"/>
      <w:r>
        <w:t>maniere</w:t>
      </w:r>
      <w:proofErr w:type="spellEnd"/>
      <w:r>
        <w:t xml:space="preserve"> à nos sens</w:t>
      </w:r>
      <w:r w:rsidR="00792613">
        <w:t xml:space="preserve">, </w:t>
      </w:r>
      <w:r>
        <w:t>à ce qu</w:t>
      </w:r>
      <w:r w:rsidR="00792613">
        <w:t>’</w:t>
      </w:r>
      <w:r>
        <w:t>il y a de plus sensible</w:t>
      </w:r>
      <w:r w:rsidR="00792613">
        <w:t xml:space="preserve">, </w:t>
      </w:r>
      <w:r>
        <w:t>de plus grossier</w:t>
      </w:r>
      <w:r w:rsidR="00792613">
        <w:t xml:space="preserve">, </w:t>
      </w:r>
      <w:r>
        <w:t>de plus palpable</w:t>
      </w:r>
      <w:r w:rsidR="00792613">
        <w:t xml:space="preserve">. </w:t>
      </w:r>
      <w:r>
        <w:t>Songeons que le visible se joint à l</w:t>
      </w:r>
      <w:r w:rsidR="00792613">
        <w:t>’</w:t>
      </w:r>
      <w:r>
        <w:t>invisible</w:t>
      </w:r>
      <w:r w:rsidR="00792613">
        <w:t xml:space="preserve">, </w:t>
      </w:r>
      <w:r>
        <w:t>le matériel au spirituel</w:t>
      </w:r>
      <w:r w:rsidR="00792613">
        <w:t xml:space="preserve">, </w:t>
      </w:r>
      <w:r>
        <w:t>l</w:t>
      </w:r>
      <w:r w:rsidR="00792613">
        <w:t>’</w:t>
      </w:r>
      <w:r>
        <w:t>indivisible au divisible à l</w:t>
      </w:r>
      <w:r w:rsidR="00792613">
        <w:t>’</w:t>
      </w:r>
      <w:r>
        <w:t>infini</w:t>
      </w:r>
      <w:r w:rsidR="00792613">
        <w:t xml:space="preserve">. </w:t>
      </w:r>
      <w:r>
        <w:t xml:space="preserve">Comment une aussi </w:t>
      </w:r>
      <w:proofErr w:type="spellStart"/>
      <w:r>
        <w:t>foible</w:t>
      </w:r>
      <w:proofErr w:type="spellEnd"/>
      <w:r>
        <w:t xml:space="preserve"> intelligence que la nôtre</w:t>
      </w:r>
      <w:r w:rsidR="00792613">
        <w:t xml:space="preserve">, </w:t>
      </w:r>
      <w:proofErr w:type="spellStart"/>
      <w:r>
        <w:t>pourroit-elle</w:t>
      </w:r>
      <w:proofErr w:type="spellEnd"/>
      <w:r>
        <w:t xml:space="preserve"> comprendre l</w:t>
      </w:r>
      <w:r w:rsidR="00792613">
        <w:t>’</w:t>
      </w:r>
      <w:r>
        <w:t>ouvrage d</w:t>
      </w:r>
      <w:r w:rsidR="00792613">
        <w:t>’</w:t>
      </w:r>
      <w:r>
        <w:t>un dieu</w:t>
      </w:r>
      <w:r w:rsidR="00792613">
        <w:t xml:space="preserve">, </w:t>
      </w:r>
      <w:r>
        <w:t xml:space="preserve">qui pour se jouer de </w:t>
      </w:r>
      <w:proofErr w:type="spellStart"/>
      <w:r>
        <w:t>fieres</w:t>
      </w:r>
      <w:proofErr w:type="spellEnd"/>
      <w:r>
        <w:t xml:space="preserve"> </w:t>
      </w:r>
      <w:proofErr w:type="spellStart"/>
      <w:r>
        <w:t>marionettes</w:t>
      </w:r>
      <w:proofErr w:type="spellEnd"/>
      <w:r w:rsidR="00792613">
        <w:t xml:space="preserve">, </w:t>
      </w:r>
      <w:r>
        <w:t>a voulu par sa toute-puissance unir deux choses aussi contraires que le feu &amp; l</w:t>
      </w:r>
      <w:r w:rsidR="00792613">
        <w:t>’</w:t>
      </w:r>
      <w:r>
        <w:t>eau</w:t>
      </w:r>
      <w:r w:rsidR="00792613">
        <w:t xml:space="preserve">, </w:t>
      </w:r>
      <w:r>
        <w:t>&amp; serrer d</w:t>
      </w:r>
      <w:r w:rsidR="00792613">
        <w:t>’</w:t>
      </w:r>
      <w:r>
        <w:t>étroits liens ce qui n</w:t>
      </w:r>
      <w:r w:rsidR="00792613">
        <w:t>’</w:t>
      </w:r>
      <w:r>
        <w:t>offre aucune prise l</w:t>
      </w:r>
      <w:r w:rsidR="00792613">
        <w:t>’</w:t>
      </w:r>
      <w:r>
        <w:t>un à l</w:t>
      </w:r>
      <w:r w:rsidR="00792613">
        <w:t>’</w:t>
      </w:r>
      <w:r>
        <w:t>autre</w:t>
      </w:r>
      <w:r w:rsidR="00792613">
        <w:t xml:space="preserve"> ? </w:t>
      </w:r>
      <w:r>
        <w:t>Hélas</w:t>
      </w:r>
      <w:r w:rsidR="00792613">
        <w:t xml:space="preserve"> ! </w:t>
      </w:r>
      <w:r>
        <w:t>comme dit plaisamment Voltaire</w:t>
      </w:r>
      <w:r w:rsidR="00792613">
        <w:t xml:space="preserve">, </w:t>
      </w:r>
      <w:r w:rsidR="00792613">
        <w:rPr>
          <w:i/>
          <w:iCs/>
        </w:rPr>
        <w:t>« </w:t>
      </w:r>
      <w:r>
        <w:t xml:space="preserve">nous ignorons comment on </w:t>
      </w:r>
      <w:r>
        <w:rPr>
          <w:iCs/>
        </w:rPr>
        <w:t xml:space="preserve">fait </w:t>
      </w:r>
      <w:r>
        <w:t xml:space="preserve">des </w:t>
      </w:r>
      <w:proofErr w:type="spellStart"/>
      <w:r>
        <w:t>enfans</w:t>
      </w:r>
      <w:proofErr w:type="spellEnd"/>
      <w:r w:rsidR="00792613">
        <w:t xml:space="preserve">, </w:t>
      </w:r>
      <w:r>
        <w:t>&amp; nous voulons savoir comment on</w:t>
      </w:r>
      <w:r>
        <w:rPr>
          <w:i/>
          <w:iCs/>
        </w:rPr>
        <w:t xml:space="preserve"> </w:t>
      </w:r>
      <w:r>
        <w:t>fait des idées</w:t>
      </w:r>
      <w:r w:rsidR="00792613">
        <w:t>. »</w:t>
      </w:r>
      <w:r>
        <w:t xml:space="preserve"> L</w:t>
      </w:r>
      <w:r w:rsidR="00792613">
        <w:t>’</w:t>
      </w:r>
      <w:r>
        <w:t>union de la cause est aussi incompréhensible</w:t>
      </w:r>
      <w:r w:rsidR="00792613">
        <w:t xml:space="preserve">, </w:t>
      </w:r>
      <w:r>
        <w:t>que la génération de ses effets</w:t>
      </w:r>
      <w:r w:rsidR="00792613">
        <w:t>.</w:t>
      </w:r>
    </w:p>
    <w:p w14:paraId="4CB6CEDE" w14:textId="77777777" w:rsidR="00792613" w:rsidRDefault="00F449A5" w:rsidP="00792613">
      <w:r>
        <w:t>Mais que dis-je</w:t>
      </w:r>
      <w:r w:rsidR="00792613">
        <w:t xml:space="preserve"> ! </w:t>
      </w:r>
      <w:r>
        <w:t>Pardon</w:t>
      </w:r>
      <w:r w:rsidR="00792613">
        <w:t xml:space="preserve">, </w:t>
      </w:r>
      <w:proofErr w:type="spellStart"/>
      <w:r>
        <w:t>Leibnitiens</w:t>
      </w:r>
      <w:proofErr w:type="spellEnd"/>
      <w:r w:rsidR="00792613">
        <w:t xml:space="preserve"> ; </w:t>
      </w:r>
      <w:r>
        <w:t>vous avez appris à l</w:t>
      </w:r>
      <w:r w:rsidR="00792613">
        <w:t>’</w:t>
      </w:r>
      <w:r>
        <w:t>Europe étonnée que ce n</w:t>
      </w:r>
      <w:r w:rsidR="00792613">
        <w:t>’</w:t>
      </w:r>
      <w:r>
        <w:t>est que métaphysiquement que sont liées les deux substances qui composent l</w:t>
      </w:r>
      <w:r w:rsidR="00792613">
        <w:t>’</w:t>
      </w:r>
      <w:r>
        <w:t>homme</w:t>
      </w:r>
      <w:r w:rsidR="00792613">
        <w:t xml:space="preserve">, </w:t>
      </w:r>
      <w:r>
        <w:t>&amp; que</w:t>
      </w:r>
      <w:r w:rsidR="00792613">
        <w:t xml:space="preserve">, </w:t>
      </w:r>
      <w:r>
        <w:t>quoique l</w:t>
      </w:r>
      <w:r w:rsidR="00792613">
        <w:t>’</w:t>
      </w:r>
      <w:proofErr w:type="spellStart"/>
      <w:r>
        <w:t>ame</w:t>
      </w:r>
      <w:proofErr w:type="spellEnd"/>
      <w:r>
        <w:t xml:space="preserve"> n</w:t>
      </w:r>
      <w:r w:rsidR="00792613">
        <w:t>’</w:t>
      </w:r>
      <w:r>
        <w:t>habitât point dans le corps</w:t>
      </w:r>
      <w:r w:rsidR="00792613">
        <w:t xml:space="preserve">, </w:t>
      </w:r>
      <w:r>
        <w:t>elle n</w:t>
      </w:r>
      <w:r w:rsidR="00792613">
        <w:t>’</w:t>
      </w:r>
      <w:r>
        <w:t xml:space="preserve">en </w:t>
      </w:r>
      <w:proofErr w:type="spellStart"/>
      <w:r>
        <w:t>exerçoit</w:t>
      </w:r>
      <w:proofErr w:type="spellEnd"/>
      <w:r>
        <w:t xml:space="preserve"> pas moins sur lui un empire harmonique &amp; corrélatif</w:t>
      </w:r>
      <w:r w:rsidR="00792613">
        <w:t xml:space="preserve">. </w:t>
      </w:r>
      <w:r>
        <w:t xml:space="preserve">Ainsi voilà un grand </w:t>
      </w:r>
      <w:proofErr w:type="spellStart"/>
      <w:r>
        <w:t>mystere</w:t>
      </w:r>
      <w:proofErr w:type="spellEnd"/>
      <w:r>
        <w:t xml:space="preserve"> dévoilé</w:t>
      </w:r>
      <w:r w:rsidR="00792613">
        <w:t xml:space="preserve"> ! </w:t>
      </w:r>
      <w:r>
        <w:t>Quelle sagacité d</w:t>
      </w:r>
      <w:r w:rsidR="00792613">
        <w:t>’</w:t>
      </w:r>
      <w:r>
        <w:t xml:space="preserve">avoir senti les </w:t>
      </w:r>
      <w:proofErr w:type="spellStart"/>
      <w:r>
        <w:t>inconvéniens</w:t>
      </w:r>
      <w:proofErr w:type="spellEnd"/>
      <w:r>
        <w:t xml:space="preserve"> de placer l</w:t>
      </w:r>
      <w:r w:rsidR="00792613">
        <w:t>’</w:t>
      </w:r>
      <w:proofErr w:type="spellStart"/>
      <w:r>
        <w:t>ame</w:t>
      </w:r>
      <w:proofErr w:type="spellEnd"/>
      <w:r>
        <w:t xml:space="preserve"> dans un lieu où il n</w:t>
      </w:r>
      <w:r w:rsidR="00792613">
        <w:t>’</w:t>
      </w:r>
      <w:r>
        <w:t>y a que du mouvement</w:t>
      </w:r>
      <w:r w:rsidR="00792613">
        <w:t xml:space="preserve">, </w:t>
      </w:r>
      <w:r>
        <w:t xml:space="preserve">&amp; où elle ne </w:t>
      </w:r>
      <w:proofErr w:type="spellStart"/>
      <w:r>
        <w:t>pouvoit</w:t>
      </w:r>
      <w:proofErr w:type="spellEnd"/>
      <w:r>
        <w:t xml:space="preserve"> agir que par ce mouvement mécanique</w:t>
      </w:r>
      <w:r w:rsidR="00792613">
        <w:t> !</w:t>
      </w:r>
    </w:p>
    <w:p w14:paraId="1C2AF28B" w14:textId="77777777" w:rsidR="00792613" w:rsidRDefault="00F449A5" w:rsidP="00792613">
      <w:r>
        <w:t>Quoiqu</w:t>
      </w:r>
      <w:r w:rsidR="00792613">
        <w:t>’</w:t>
      </w:r>
      <w:r>
        <w:t>il en soit</w:t>
      </w:r>
      <w:r w:rsidR="00792613">
        <w:t xml:space="preserve">, </w:t>
      </w:r>
      <w:r>
        <w:t>comme c</w:t>
      </w:r>
      <w:r w:rsidR="00792613">
        <w:t>’</w:t>
      </w:r>
      <w:r>
        <w:t>est par sa volonté que l</w:t>
      </w:r>
      <w:r w:rsidR="00792613">
        <w:t>’</w:t>
      </w:r>
      <w:proofErr w:type="spellStart"/>
      <w:r>
        <w:t>ame</w:t>
      </w:r>
      <w:proofErr w:type="spellEnd"/>
      <w:r>
        <w:t xml:space="preserve"> agit</w:t>
      </w:r>
      <w:r w:rsidR="00792613">
        <w:t xml:space="preserve">, </w:t>
      </w:r>
      <w:r>
        <w:t>&amp; que c</w:t>
      </w:r>
      <w:r w:rsidR="00792613">
        <w:t>’</w:t>
      </w:r>
      <w:r>
        <w:t xml:space="preserve">est elle qui </w:t>
      </w:r>
      <w:r>
        <w:rPr>
          <w:iCs/>
        </w:rPr>
        <w:t xml:space="preserve">fait </w:t>
      </w:r>
      <w:r>
        <w:t>sa gloire &amp; son triomphe</w:t>
      </w:r>
      <w:r w:rsidR="00792613">
        <w:t xml:space="preserve">, </w:t>
      </w:r>
      <w:r>
        <w:t xml:space="preserve">nous </w:t>
      </w:r>
      <w:r>
        <w:lastRenderedPageBreak/>
        <w:t xml:space="preserve">allons un peu moins </w:t>
      </w:r>
      <w:proofErr w:type="spellStart"/>
      <w:r>
        <w:t>légerement</w:t>
      </w:r>
      <w:proofErr w:type="spellEnd"/>
      <w:r>
        <w:t xml:space="preserve"> que nous n</w:t>
      </w:r>
      <w:r w:rsidR="00792613">
        <w:t>’</w:t>
      </w:r>
      <w:r>
        <w:t xml:space="preserve">avons </w:t>
      </w:r>
      <w:r>
        <w:rPr>
          <w:iCs/>
        </w:rPr>
        <w:t>fait</w:t>
      </w:r>
      <w:r w:rsidR="00792613">
        <w:rPr>
          <w:iCs/>
        </w:rPr>
        <w:t xml:space="preserve">, </w:t>
      </w:r>
      <w:r>
        <w:t>exposer sa force &amp; son despotisme sur le corps</w:t>
      </w:r>
      <w:r w:rsidR="00792613">
        <w:t>.</w:t>
      </w:r>
    </w:p>
    <w:p w14:paraId="36A77472" w14:textId="77777777" w:rsidR="00792613" w:rsidRDefault="00F449A5" w:rsidP="00792613">
      <w:r>
        <w:t>Non-seulement il est certain</w:t>
      </w:r>
      <w:r w:rsidR="00792613">
        <w:t xml:space="preserve"> (</w:t>
      </w:r>
      <w:r>
        <w:t>&amp; personne n</w:t>
      </w:r>
      <w:r w:rsidR="00792613">
        <w:t>’</w:t>
      </w:r>
      <w:r>
        <w:t>en peut disconvenir</w:t>
      </w:r>
      <w:r w:rsidR="00792613">
        <w:t xml:space="preserve">, </w:t>
      </w:r>
      <w:r>
        <w:t>sans avoir perdu le bon sens</w:t>
      </w:r>
      <w:r w:rsidR="00792613">
        <w:t xml:space="preserve">,) </w:t>
      </w:r>
      <w:r>
        <w:t>que le corps est soumis à la volonté dans les animaux</w:t>
      </w:r>
      <w:r w:rsidR="00792613">
        <w:t xml:space="preserve">, </w:t>
      </w:r>
      <w:r>
        <w:t>mais on voit qu</w:t>
      </w:r>
      <w:r w:rsidR="00792613">
        <w:t>’</w:t>
      </w:r>
      <w:r>
        <w:t xml:space="preserve">elle se fait obéir plus </w:t>
      </w:r>
      <w:proofErr w:type="spellStart"/>
      <w:r>
        <w:t>vîte</w:t>
      </w:r>
      <w:proofErr w:type="spellEnd"/>
      <w:r>
        <w:t xml:space="preserve"> que l</w:t>
      </w:r>
      <w:r w:rsidR="00792613">
        <w:t>’</w:t>
      </w:r>
      <w:r>
        <w:t>éclair ne parcourt</w:t>
      </w:r>
      <w:r w:rsidR="00792613">
        <w:t xml:space="preserve">, </w:t>
      </w:r>
      <w:r>
        <w:t>tant elle semble tenir en souveraine les rênes des organes qui lui sont subordonnés</w:t>
      </w:r>
      <w:r w:rsidR="00792613">
        <w:t xml:space="preserve">. </w:t>
      </w:r>
      <w:r>
        <w:t>Figurez-vous la volonté</w:t>
      </w:r>
      <w:r w:rsidR="00792613">
        <w:t xml:space="preserve">, </w:t>
      </w:r>
      <w:r>
        <w:t>pour en avoir une belle image</w:t>
      </w:r>
      <w:r w:rsidR="00792613">
        <w:t xml:space="preserve">, </w:t>
      </w:r>
      <w:r>
        <w:t>lançant du haut de la glande pinéale</w:t>
      </w:r>
      <w:r w:rsidR="00792613">
        <w:t xml:space="preserve">, </w:t>
      </w:r>
      <w:r>
        <w:t>ou d</w:t>
      </w:r>
      <w:r w:rsidR="00792613">
        <w:t>’</w:t>
      </w:r>
      <w:r>
        <w:t>ailleurs</w:t>
      </w:r>
      <w:r w:rsidR="00792613">
        <w:t>, (</w:t>
      </w:r>
      <w:r>
        <w:t>puisqu</w:t>
      </w:r>
      <w:r w:rsidR="00792613">
        <w:t>’</w:t>
      </w:r>
      <w:r>
        <w:t>elle en est déchue</w:t>
      </w:r>
      <w:r w:rsidR="00792613">
        <w:t xml:space="preserve">, </w:t>
      </w:r>
      <w:r>
        <w:t>malgré l</w:t>
      </w:r>
      <w:r w:rsidR="00792613">
        <w:t>’</w:t>
      </w:r>
      <w:r>
        <w:t>autorité de Descartes</w:t>
      </w:r>
      <w:r w:rsidR="00792613">
        <w:t xml:space="preserve">,) </w:t>
      </w:r>
      <w:r>
        <w:t>lançant</w:t>
      </w:r>
      <w:r w:rsidR="00792613">
        <w:t xml:space="preserve">, </w:t>
      </w:r>
      <w:r>
        <w:t>dis-je</w:t>
      </w:r>
      <w:r w:rsidR="00792613">
        <w:t xml:space="preserve">, </w:t>
      </w:r>
      <w:r>
        <w:t>ses esprits</w:t>
      </w:r>
      <w:r w:rsidR="00792613">
        <w:t xml:space="preserve">, </w:t>
      </w:r>
      <w:r>
        <w:t>comme Jupiter lance sa foudre du haut des nues</w:t>
      </w:r>
      <w:r w:rsidR="00792613">
        <w:t xml:space="preserve">. </w:t>
      </w:r>
      <w:r>
        <w:t>Voilà ses ministres</w:t>
      </w:r>
      <w:r w:rsidR="00792613">
        <w:t xml:space="preserve"> : </w:t>
      </w:r>
      <w:r>
        <w:t>la volonté dit</w:t>
      </w:r>
      <w:r w:rsidR="00792613">
        <w:t xml:space="preserve">, </w:t>
      </w:r>
      <w:r>
        <w:t>les esprits volent</w:t>
      </w:r>
      <w:r w:rsidR="00792613">
        <w:t xml:space="preserve">, </w:t>
      </w:r>
      <w:r>
        <w:t>&amp; les muscles obéissent</w:t>
      </w:r>
      <w:r w:rsidR="00792613">
        <w:t xml:space="preserve">. </w:t>
      </w:r>
      <w:r>
        <w:t>Or voici comment tout cela se fait</w:t>
      </w:r>
      <w:r w:rsidR="00792613">
        <w:t>.</w:t>
      </w:r>
    </w:p>
    <w:p w14:paraId="512B0ADC" w14:textId="77777777" w:rsidR="00792613" w:rsidRDefault="00F449A5" w:rsidP="00792613">
      <w:r>
        <w:t>La moëlle épinière n</w:t>
      </w:r>
      <w:r w:rsidR="00792613">
        <w:t>’</w:t>
      </w:r>
      <w:r>
        <w:t xml:space="preserve">est que la moëlle </w:t>
      </w:r>
      <w:proofErr w:type="spellStart"/>
      <w:r>
        <w:t>alongée</w:t>
      </w:r>
      <w:proofErr w:type="spellEnd"/>
      <w:r>
        <w:t xml:space="preserve"> plus rassemblée</w:t>
      </w:r>
      <w:r w:rsidR="00792613">
        <w:t xml:space="preserve">, </w:t>
      </w:r>
      <w:r>
        <w:t>plus compacte</w:t>
      </w:r>
      <w:r w:rsidR="00792613">
        <w:t xml:space="preserve"> ; </w:t>
      </w:r>
      <w:r>
        <w:t>on peut dire que c</w:t>
      </w:r>
      <w:r w:rsidR="00792613">
        <w:t>’</w:t>
      </w:r>
      <w:r>
        <w:t>est le cerveau même qui descend</w:t>
      </w:r>
      <w:r w:rsidR="00792613">
        <w:t xml:space="preserve">, </w:t>
      </w:r>
      <w:r>
        <w:t>s</w:t>
      </w:r>
      <w:r w:rsidR="00792613">
        <w:t>’</w:t>
      </w:r>
      <w:r>
        <w:t>accommode</w:t>
      </w:r>
      <w:r w:rsidR="00792613">
        <w:t xml:space="preserve">, </w:t>
      </w:r>
      <w:r>
        <w:t xml:space="preserve">&amp; se moule au canal des </w:t>
      </w:r>
      <w:proofErr w:type="spellStart"/>
      <w:r>
        <w:t>vertebres</w:t>
      </w:r>
      <w:proofErr w:type="spellEnd"/>
      <w:r w:rsidR="00792613">
        <w:t xml:space="preserve"> ; </w:t>
      </w:r>
      <w:r>
        <w:t>combien de nerfs partent de la substance médullaire de ce canal</w:t>
      </w:r>
      <w:r w:rsidR="00792613">
        <w:t xml:space="preserve"> ! </w:t>
      </w:r>
      <w:r>
        <w:t>Et que sont-ils eux-mêmes</w:t>
      </w:r>
      <w:r w:rsidR="00792613">
        <w:t xml:space="preserve"> ? </w:t>
      </w:r>
      <w:r>
        <w:t>Une prolongation en forme de petits cordons</w:t>
      </w:r>
      <w:r w:rsidR="00792613">
        <w:t xml:space="preserve">, </w:t>
      </w:r>
      <w:r>
        <w:t>de cette moëlle de l</w:t>
      </w:r>
      <w:r w:rsidR="00792613">
        <w:t>’</w:t>
      </w:r>
      <w:r>
        <w:t>épine</w:t>
      </w:r>
      <w:r w:rsidR="00792613">
        <w:t xml:space="preserve"> : </w:t>
      </w:r>
      <w:r>
        <w:t>de cordons creux</w:t>
      </w:r>
      <w:r w:rsidR="00792613">
        <w:t xml:space="preserve">, </w:t>
      </w:r>
      <w:r>
        <w:t>dans la cavité desquels se fait une vraie circulation des esprits animaux</w:t>
      </w:r>
      <w:r w:rsidR="00792613">
        <w:t xml:space="preserve">, </w:t>
      </w:r>
      <w:r>
        <w:t>comme de sang dans les vaisseaux sanguins</w:t>
      </w:r>
      <w:r w:rsidR="00792613">
        <w:t xml:space="preserve">, </w:t>
      </w:r>
      <w:r>
        <w:t>&amp; de lymphe dans les vaisseaux lymphatiques</w:t>
      </w:r>
      <w:r w:rsidR="00792613">
        <w:t xml:space="preserve">, </w:t>
      </w:r>
      <w:r>
        <w:t xml:space="preserve">quoique les yeux armés des plus </w:t>
      </w:r>
      <w:proofErr w:type="spellStart"/>
      <w:r>
        <w:t>excellens</w:t>
      </w:r>
      <w:proofErr w:type="spellEnd"/>
      <w:r>
        <w:t xml:space="preserve"> microscopes n</w:t>
      </w:r>
      <w:r w:rsidR="00792613">
        <w:t>’</w:t>
      </w:r>
      <w:r>
        <w:t>aient jamais pu voir</w:t>
      </w:r>
      <w:r w:rsidR="00792613">
        <w:t xml:space="preserve">, </w:t>
      </w:r>
      <w:r>
        <w:t>ni toute l</w:t>
      </w:r>
      <w:r w:rsidR="00792613">
        <w:t>’</w:t>
      </w:r>
      <w:r>
        <w:t>industrie anatomique découvrir</w:t>
      </w:r>
      <w:r w:rsidR="00792613">
        <w:t xml:space="preserve">, </w:t>
      </w:r>
      <w:r>
        <w:t>ni ce subtil fluide</w:t>
      </w:r>
      <w:r w:rsidR="00792613">
        <w:t xml:space="preserve">, </w:t>
      </w:r>
      <w:r>
        <w:t>ni le dedans des tuyaux qu</w:t>
      </w:r>
      <w:r w:rsidR="00792613">
        <w:t>’</w:t>
      </w:r>
      <w:r>
        <w:t xml:space="preserve">il parcourt avec la vivacité de la </w:t>
      </w:r>
      <w:proofErr w:type="spellStart"/>
      <w:r>
        <w:t>lumiere</w:t>
      </w:r>
      <w:proofErr w:type="spellEnd"/>
      <w:r w:rsidR="00792613">
        <w:t xml:space="preserve">. </w:t>
      </w:r>
      <w:r>
        <w:t>Ces esprits qu</w:t>
      </w:r>
      <w:r w:rsidR="00792613">
        <w:t>’</w:t>
      </w:r>
      <w:r>
        <w:t>on admet</w:t>
      </w:r>
      <w:r w:rsidR="00792613">
        <w:t xml:space="preserve">, </w:t>
      </w:r>
      <w:r>
        <w:t>quoiqu</w:t>
      </w:r>
      <w:r w:rsidR="00792613">
        <w:t>’</w:t>
      </w:r>
      <w:r>
        <w:t>invisibles</w:t>
      </w:r>
      <w:r w:rsidR="00792613">
        <w:t xml:space="preserve">, </w:t>
      </w:r>
      <w:r>
        <w:t xml:space="preserve">tandis que tant de </w:t>
      </w:r>
      <w:r>
        <w:rPr>
          <w:i/>
          <w:iCs/>
        </w:rPr>
        <w:t xml:space="preserve">libertins </w:t>
      </w:r>
      <w:r>
        <w:t>ne croient point à l</w:t>
      </w:r>
      <w:r w:rsidR="00792613">
        <w:t>’</w:t>
      </w:r>
      <w:proofErr w:type="spellStart"/>
      <w:r>
        <w:t>ame</w:t>
      </w:r>
      <w:proofErr w:type="spellEnd"/>
      <w:r w:rsidR="00792613">
        <w:t xml:space="preserve">, </w:t>
      </w:r>
      <w:r>
        <w:t>parce qu</w:t>
      </w:r>
      <w:r w:rsidR="00792613">
        <w:t>’</w:t>
      </w:r>
      <w:r>
        <w:t>elle ne tombe pas sous les sens</w:t>
      </w:r>
      <w:r w:rsidR="00792613">
        <w:t xml:space="preserve"> : </w:t>
      </w:r>
      <w:r>
        <w:t>ces esprits</w:t>
      </w:r>
      <w:r w:rsidR="00792613">
        <w:t xml:space="preserve">, </w:t>
      </w:r>
      <w:r>
        <w:t>dis-je</w:t>
      </w:r>
      <w:r w:rsidR="00792613">
        <w:t xml:space="preserve">, </w:t>
      </w:r>
      <w:r>
        <w:t xml:space="preserve">sont originairement une production du plus </w:t>
      </w:r>
      <w:proofErr w:type="spellStart"/>
      <w:r>
        <w:t>pur sang</w:t>
      </w:r>
      <w:proofErr w:type="spellEnd"/>
      <w:r>
        <w:t xml:space="preserve"> de l</w:t>
      </w:r>
      <w:r w:rsidR="00792613">
        <w:t>’</w:t>
      </w:r>
      <w:r>
        <w:t>animal</w:t>
      </w:r>
      <w:r w:rsidR="00792613">
        <w:t xml:space="preserve">, </w:t>
      </w:r>
      <w:r>
        <w:t>de celui qui lui monte au cerveau</w:t>
      </w:r>
      <w:r w:rsidR="00792613">
        <w:t xml:space="preserve">, </w:t>
      </w:r>
      <w:r>
        <w:t>tandis qu</w:t>
      </w:r>
      <w:r w:rsidR="00792613">
        <w:t>’</w:t>
      </w:r>
      <w:r>
        <w:t xml:space="preserve">il est nécessaire que le plus épais </w:t>
      </w:r>
      <w:r>
        <w:lastRenderedPageBreak/>
        <w:t>descende</w:t>
      </w:r>
      <w:r w:rsidR="00792613">
        <w:t xml:space="preserve"> ; </w:t>
      </w:r>
      <w:r>
        <w:t>c</w:t>
      </w:r>
      <w:r w:rsidR="00792613">
        <w:t>’</w:t>
      </w:r>
      <w:r>
        <w:t xml:space="preserve">est </w:t>
      </w:r>
      <w:r>
        <w:rPr>
          <w:bCs/>
        </w:rPr>
        <w:t xml:space="preserve">ce sang </w:t>
      </w:r>
      <w:r>
        <w:t xml:space="preserve">vif &amp; mobile qui les donne </w:t>
      </w:r>
      <w:r>
        <w:rPr>
          <w:bCs/>
        </w:rPr>
        <w:t xml:space="preserve">à </w:t>
      </w:r>
      <w:r>
        <w:t>filtrer</w:t>
      </w:r>
      <w:r w:rsidR="00792613">
        <w:t xml:space="preserve"> ; </w:t>
      </w:r>
      <w:r>
        <w:t>ils passent de la substance corticale dans la médullaire</w:t>
      </w:r>
      <w:r w:rsidR="00792613">
        <w:t xml:space="preserve">, </w:t>
      </w:r>
      <w:r>
        <w:t>ensuite dans la moëlle allongée</w:t>
      </w:r>
      <w:r w:rsidR="00792613">
        <w:t xml:space="preserve">, </w:t>
      </w:r>
      <w:r>
        <w:t>dans celle de l</w:t>
      </w:r>
      <w:r w:rsidR="00792613">
        <w:t>’</w:t>
      </w:r>
      <w:r>
        <w:t>épine</w:t>
      </w:r>
      <w:r w:rsidR="00792613">
        <w:t xml:space="preserve">, </w:t>
      </w:r>
      <w:r>
        <w:t>&amp; enfin dans les nerfs qui en partent</w:t>
      </w:r>
      <w:r w:rsidR="00792613">
        <w:t xml:space="preserve">, </w:t>
      </w:r>
      <w:r>
        <w:t>pour aller</w:t>
      </w:r>
      <w:r w:rsidR="00792613">
        <w:t xml:space="preserve">, </w:t>
      </w:r>
      <w:r>
        <w:t>invisiblement gros d</w:t>
      </w:r>
      <w:r w:rsidR="00792613">
        <w:t>’</w:t>
      </w:r>
      <w:r>
        <w:t>esprits</w:t>
      </w:r>
      <w:r w:rsidR="00792613">
        <w:t xml:space="preserve">, </w:t>
      </w:r>
      <w:r>
        <w:t>porter avec eux le sentiment &amp; la vie dans toutes les parties du corps</w:t>
      </w:r>
      <w:r w:rsidR="00792613">
        <w:t>.</w:t>
      </w:r>
    </w:p>
    <w:p w14:paraId="7B4C84C4" w14:textId="77777777" w:rsidR="00792613" w:rsidRDefault="00F449A5" w:rsidP="00792613">
      <w:r>
        <w:t>Arrivés aux muscles</w:t>
      </w:r>
      <w:r w:rsidR="00792613">
        <w:t xml:space="preserve">, </w:t>
      </w:r>
      <w:r>
        <w:t>ces nerfs s</w:t>
      </w:r>
      <w:r w:rsidR="00792613">
        <w:t>’</w:t>
      </w:r>
      <w:r>
        <w:t>insinuent dans leur masse</w:t>
      </w:r>
      <w:r w:rsidR="00792613">
        <w:t xml:space="preserve">, </w:t>
      </w:r>
      <w:r>
        <w:t>s</w:t>
      </w:r>
      <w:r w:rsidR="00792613">
        <w:t>’</w:t>
      </w:r>
      <w:r>
        <w:t xml:space="preserve">y distribuent </w:t>
      </w:r>
      <w:proofErr w:type="spellStart"/>
      <w:r>
        <w:t>par-tout</w:t>
      </w:r>
      <w:proofErr w:type="spellEnd"/>
      <w:r w:rsidR="00792613">
        <w:t xml:space="preserve">, </w:t>
      </w:r>
      <w:r>
        <w:t>&amp; s</w:t>
      </w:r>
      <w:r w:rsidR="00792613">
        <w:t>’</w:t>
      </w:r>
      <w:r>
        <w:t>y ramifient</w:t>
      </w:r>
      <w:r w:rsidR="00792613">
        <w:t xml:space="preserve">, </w:t>
      </w:r>
      <w:r>
        <w:t>jusqu</w:t>
      </w:r>
      <w:r w:rsidR="00792613">
        <w:t>’</w:t>
      </w:r>
      <w:r>
        <w:t>à s</w:t>
      </w:r>
      <w:r w:rsidR="00792613">
        <w:t>’</w:t>
      </w:r>
      <w:r>
        <w:t>y perdre enfin</w:t>
      </w:r>
      <w:r w:rsidR="00792613">
        <w:t xml:space="preserve">. </w:t>
      </w:r>
      <w:r>
        <w:t>On ne peut plus les suivre</w:t>
      </w:r>
      <w:r w:rsidR="00792613">
        <w:t xml:space="preserve">, </w:t>
      </w:r>
      <w:r>
        <w:t>ils se dérobent aux meilleures loupes</w:t>
      </w:r>
      <w:r w:rsidR="00792613">
        <w:t xml:space="preserve">, </w:t>
      </w:r>
      <w:r>
        <w:t>aux plus subtiles injections</w:t>
      </w:r>
      <w:r w:rsidR="00792613">
        <w:t xml:space="preserve"> ; </w:t>
      </w:r>
      <w:r>
        <w:t>il n</w:t>
      </w:r>
      <w:r w:rsidR="00792613">
        <w:t>’</w:t>
      </w:r>
      <w:r>
        <w:t>y a point d</w:t>
      </w:r>
      <w:r w:rsidR="00792613">
        <w:t>’</w:t>
      </w:r>
      <w:r>
        <w:t>art connu pour les débrouiller &amp; les découvrir</w:t>
      </w:r>
      <w:r w:rsidR="00792613">
        <w:t xml:space="preserve"> ; </w:t>
      </w:r>
      <w:r>
        <w:t>on ne sait</w:t>
      </w:r>
      <w:r w:rsidR="00792613">
        <w:t xml:space="preserve">, </w:t>
      </w:r>
      <w:r>
        <w:t>&amp; vraisemblablement on ignorera toujours ce qu</w:t>
      </w:r>
      <w:r w:rsidR="00792613">
        <w:t>’</w:t>
      </w:r>
      <w:r>
        <w:t>ils deviennent</w:t>
      </w:r>
      <w:r w:rsidR="00792613">
        <w:t xml:space="preserve">. </w:t>
      </w:r>
      <w:r>
        <w:t xml:space="preserve">Mais comme tout ce qui prend vie dans les animaux sent la moindre </w:t>
      </w:r>
      <w:proofErr w:type="spellStart"/>
      <w:r>
        <w:t>piquûre</w:t>
      </w:r>
      <w:proofErr w:type="spellEnd"/>
      <w:r w:rsidR="00792613">
        <w:t xml:space="preserve">, </w:t>
      </w:r>
      <w:r>
        <w:t>il est probable que ces organes du mouvement &amp; du sentiment</w:t>
      </w:r>
      <w:r w:rsidR="00792613">
        <w:t xml:space="preserve">, </w:t>
      </w:r>
      <w:r>
        <w:t>ou se changent en fibres grêles musculeuses</w:t>
      </w:r>
      <w:r w:rsidR="00792613">
        <w:t>, (</w:t>
      </w:r>
      <w:r>
        <w:t xml:space="preserve">qui alors </w:t>
      </w:r>
      <w:proofErr w:type="spellStart"/>
      <w:r>
        <w:t>seroient</w:t>
      </w:r>
      <w:proofErr w:type="spellEnd"/>
      <w:r>
        <w:t xml:space="preserve"> conséquemment une vraie prolongation des nerfs</w:t>
      </w:r>
      <w:r w:rsidR="00792613">
        <w:t xml:space="preserve">, </w:t>
      </w:r>
      <w:r>
        <w:t>comme les poils</w:t>
      </w:r>
      <w:r w:rsidR="00792613">
        <w:t xml:space="preserve">,) </w:t>
      </w:r>
      <w:r>
        <w:t xml:space="preserve">ou </w:t>
      </w:r>
      <w:proofErr w:type="spellStart"/>
      <w:r>
        <w:t>pénetrent</w:t>
      </w:r>
      <w:proofErr w:type="spellEnd"/>
      <w:r>
        <w:t xml:space="preserve"> tellement ces fibres</w:t>
      </w:r>
      <w:r w:rsidR="00792613">
        <w:t xml:space="preserve">, </w:t>
      </w:r>
      <w:r>
        <w:t>&amp; s</w:t>
      </w:r>
      <w:r w:rsidR="00792613">
        <w:t>’</w:t>
      </w:r>
      <w:r>
        <w:t>entrelacent si bien avec elles</w:t>
      </w:r>
      <w:r w:rsidR="00792613">
        <w:t xml:space="preserve">, </w:t>
      </w:r>
      <w:r>
        <w:t>qu</w:t>
      </w:r>
      <w:r w:rsidR="00792613">
        <w:t>’</w:t>
      </w:r>
      <w:r>
        <w:t>il n</w:t>
      </w:r>
      <w:r w:rsidR="00792613">
        <w:t>’</w:t>
      </w:r>
      <w:r>
        <w:t>est pas possible de trouver un seul point dans un muscle</w:t>
      </w:r>
      <w:r w:rsidR="00792613">
        <w:t xml:space="preserve">, </w:t>
      </w:r>
      <w:r>
        <w:t xml:space="preserve">dont le sentiment ne manifeste pas la présence ou le </w:t>
      </w:r>
      <w:proofErr w:type="spellStart"/>
      <w:r>
        <w:t>mêlange</w:t>
      </w:r>
      <w:proofErr w:type="spellEnd"/>
      <w:r>
        <w:t xml:space="preserve"> du nerf</w:t>
      </w:r>
      <w:r w:rsidR="00792613">
        <w:t xml:space="preserve"> ; </w:t>
      </w:r>
      <w:r>
        <w:t>&amp; c</w:t>
      </w:r>
      <w:r w:rsidR="00792613">
        <w:t>’</w:t>
      </w:r>
      <w:r>
        <w:t>est aussi à-peu-près ce que pensent les anatomistes les plus sceptiques</w:t>
      </w:r>
      <w:r w:rsidR="00792613">
        <w:t xml:space="preserve">. </w:t>
      </w:r>
      <w:r>
        <w:t>Je n</w:t>
      </w:r>
      <w:r w:rsidR="00792613">
        <w:t>’</w:t>
      </w:r>
      <w:r>
        <w:t xml:space="preserve">en </w:t>
      </w:r>
      <w:proofErr w:type="spellStart"/>
      <w:r>
        <w:t>connois</w:t>
      </w:r>
      <w:proofErr w:type="spellEnd"/>
      <w:r>
        <w:t xml:space="preserve"> point qui le soient plus que le </w:t>
      </w:r>
      <w:proofErr w:type="spellStart"/>
      <w:r>
        <w:t>célebre</w:t>
      </w:r>
      <w:proofErr w:type="spellEnd"/>
      <w:r>
        <w:t xml:space="preserve"> auteur de </w:t>
      </w:r>
      <w:r>
        <w:rPr>
          <w:iCs/>
        </w:rPr>
        <w:t>ces</w:t>
      </w:r>
      <w:r>
        <w:t xml:space="preserve"> planches immortelles</w:t>
      </w:r>
      <w:r w:rsidR="00792613">
        <w:t xml:space="preserve">, </w:t>
      </w:r>
      <w:r>
        <w:t xml:space="preserve">qui ont </w:t>
      </w:r>
      <w:proofErr w:type="spellStart"/>
      <w:r>
        <w:t>rejetté</w:t>
      </w:r>
      <w:proofErr w:type="spellEnd"/>
      <w:r>
        <w:t xml:space="preserve"> dans l</w:t>
      </w:r>
      <w:r w:rsidR="00792613">
        <w:t>’</w:t>
      </w:r>
      <w:r>
        <w:t>oubli celle-là même qu</w:t>
      </w:r>
      <w:r w:rsidR="00792613">
        <w:t>’</w:t>
      </w:r>
      <w:r>
        <w:t xml:space="preserve">il en </w:t>
      </w:r>
      <w:proofErr w:type="spellStart"/>
      <w:r>
        <w:t>avoit</w:t>
      </w:r>
      <w:proofErr w:type="spellEnd"/>
      <w:r>
        <w:t xml:space="preserve"> si savamment tirées</w:t>
      </w:r>
      <w:r w:rsidR="00792613">
        <w:t>.</w:t>
      </w:r>
    </w:p>
    <w:p w14:paraId="418E5428" w14:textId="77777777" w:rsidR="00792613" w:rsidRDefault="00F449A5" w:rsidP="00792613">
      <w:r>
        <w:t>Telle est la force qui contracte les muscles</w:t>
      </w:r>
      <w:r w:rsidR="00792613">
        <w:t xml:space="preserve">, </w:t>
      </w:r>
      <w:r>
        <w:t>&amp; le chemin que la volonté</w:t>
      </w:r>
      <w:r w:rsidR="00792613">
        <w:t xml:space="preserve">, </w:t>
      </w:r>
      <w:r>
        <w:t>&amp; souvent à la vérité la machine même</w:t>
      </w:r>
      <w:r w:rsidR="00792613">
        <w:t xml:space="preserve">, </w:t>
      </w:r>
      <w:r>
        <w:t>lui fait faire</w:t>
      </w:r>
      <w:r w:rsidR="00792613">
        <w:t xml:space="preserve">. </w:t>
      </w:r>
      <w:r>
        <w:t>On juge aisément que ce chemin étant libre &amp; ouvert depuis le commencement jusqu</w:t>
      </w:r>
      <w:r w:rsidR="00792613">
        <w:t>’</w:t>
      </w:r>
      <w:r>
        <w:t>à la fin</w:t>
      </w:r>
      <w:r w:rsidR="00792613">
        <w:t xml:space="preserve">, </w:t>
      </w:r>
      <w:r>
        <w:t>on juge</w:t>
      </w:r>
      <w:r w:rsidR="00792613">
        <w:t xml:space="preserve">, </w:t>
      </w:r>
      <w:r>
        <w:t>dis-je</w:t>
      </w:r>
      <w:r w:rsidR="00792613">
        <w:t xml:space="preserve">, </w:t>
      </w:r>
      <w:r>
        <w:t>que le suc nerveux peut sans nul délai</w:t>
      </w:r>
      <w:r w:rsidR="00792613">
        <w:t xml:space="preserve">, </w:t>
      </w:r>
      <w:r>
        <w:t>&amp; même sans aucun intervalle de temps sensible</w:t>
      </w:r>
      <w:r w:rsidR="00792613">
        <w:t xml:space="preserve">, </w:t>
      </w:r>
      <w:r>
        <w:t>se rendre</w:t>
      </w:r>
      <w:r w:rsidR="00792613">
        <w:t xml:space="preserve">, </w:t>
      </w:r>
      <w:r>
        <w:rPr>
          <w:iCs/>
        </w:rPr>
        <w:t xml:space="preserve">dès </w:t>
      </w:r>
      <w:r>
        <w:t>que l</w:t>
      </w:r>
      <w:r w:rsidR="00792613">
        <w:t>’</w:t>
      </w:r>
      <w:proofErr w:type="spellStart"/>
      <w:r>
        <w:t>ame</w:t>
      </w:r>
      <w:proofErr w:type="spellEnd"/>
      <w:r>
        <w:t xml:space="preserve"> commande</w:t>
      </w:r>
      <w:r w:rsidR="00792613">
        <w:t xml:space="preserve">, </w:t>
      </w:r>
      <w:r>
        <w:t>aux parties qu</w:t>
      </w:r>
      <w:r w:rsidR="00792613">
        <w:t>’</w:t>
      </w:r>
      <w:r>
        <w:t>on veut remuer</w:t>
      </w:r>
      <w:r w:rsidR="00792613">
        <w:t>.</w:t>
      </w:r>
    </w:p>
    <w:p w14:paraId="0C3F4D3D" w14:textId="77777777" w:rsidR="00792613" w:rsidRDefault="00F449A5" w:rsidP="00792613">
      <w:r>
        <w:lastRenderedPageBreak/>
        <w:t>Cette force</w:t>
      </w:r>
      <w:r w:rsidR="00792613">
        <w:t xml:space="preserve">, </w:t>
      </w:r>
      <w:r>
        <w:t xml:space="preserve">comme </w:t>
      </w:r>
      <w:r>
        <w:rPr>
          <w:bCs/>
        </w:rPr>
        <w:t xml:space="preserve">on </w:t>
      </w:r>
      <w:r>
        <w:t>voit</w:t>
      </w:r>
      <w:r w:rsidR="00792613">
        <w:t xml:space="preserve">, </w:t>
      </w:r>
      <w:r>
        <w:t>ne peut être soupçonnée d</w:t>
      </w:r>
      <w:r w:rsidR="00792613">
        <w:t>’</w:t>
      </w:r>
      <w:r>
        <w:t>être inhérente au corps des muscles</w:t>
      </w:r>
      <w:r w:rsidR="00792613">
        <w:t xml:space="preserve"> ; </w:t>
      </w:r>
      <w:r>
        <w:t xml:space="preserve">elle leur est tout-à-fait </w:t>
      </w:r>
      <w:proofErr w:type="spellStart"/>
      <w:r>
        <w:t>étrangere</w:t>
      </w:r>
      <w:proofErr w:type="spellEnd"/>
      <w:r w:rsidR="00792613">
        <w:t xml:space="preserve">, </w:t>
      </w:r>
      <w:r>
        <w:t>&amp; n</w:t>
      </w:r>
      <w:r w:rsidR="00792613">
        <w:t>’</w:t>
      </w:r>
      <w:r>
        <w:t>a rien de commun avec celle qui leur est propre</w:t>
      </w:r>
      <w:r w:rsidR="00792613">
        <w:t xml:space="preserve"> ; </w:t>
      </w:r>
      <w:r>
        <w:t>mais l</w:t>
      </w:r>
      <w:r w:rsidR="00792613">
        <w:t>’</w:t>
      </w:r>
      <w:r>
        <w:t>une sert exciter l</w:t>
      </w:r>
      <w:r w:rsidR="00792613">
        <w:t>’</w:t>
      </w:r>
      <w:r>
        <w:t>autre</w:t>
      </w:r>
      <w:r w:rsidR="00792613">
        <w:t xml:space="preserve">, </w:t>
      </w:r>
      <w:r>
        <w:t>il ne lui faut qu</w:t>
      </w:r>
      <w:r w:rsidR="00792613">
        <w:t>’</w:t>
      </w:r>
      <w:r>
        <w:t>un instant pour aller à elle</w:t>
      </w:r>
      <w:r w:rsidR="00792613">
        <w:t xml:space="preserve">, </w:t>
      </w:r>
      <w:r>
        <w:t>&amp; voler à son secours</w:t>
      </w:r>
      <w:r w:rsidR="00792613">
        <w:t>.</w:t>
      </w:r>
    </w:p>
    <w:p w14:paraId="7382D44E" w14:textId="77777777" w:rsidR="00792613" w:rsidRDefault="00F449A5" w:rsidP="00792613">
      <w:r>
        <w:t xml:space="preserve">Telle est la facilité que les deux puissances du corps </w:t>
      </w:r>
      <w:r>
        <w:rPr>
          <w:bCs/>
        </w:rPr>
        <w:t xml:space="preserve">ont </w:t>
      </w:r>
      <w:r>
        <w:t>de se joindre &amp; de se réunir</w:t>
      </w:r>
      <w:r w:rsidR="00792613">
        <w:t xml:space="preserve">, </w:t>
      </w:r>
      <w:r>
        <w:t>pour faire</w:t>
      </w:r>
      <w:r w:rsidR="00792613">
        <w:t xml:space="preserve">, </w:t>
      </w:r>
      <w:r>
        <w:t>suivant le langage de l</w:t>
      </w:r>
      <w:r w:rsidR="00792613">
        <w:t>’</w:t>
      </w:r>
      <w:r>
        <w:t>école</w:t>
      </w:r>
      <w:r w:rsidR="00792613">
        <w:t xml:space="preserve">, </w:t>
      </w:r>
      <w:r>
        <w:t xml:space="preserve">un </w:t>
      </w:r>
      <w:r>
        <w:rPr>
          <w:i/>
          <w:iCs/>
        </w:rPr>
        <w:t xml:space="preserve">agrégat </w:t>
      </w:r>
      <w:r>
        <w:t>de forces composées de celle qui est infiniment mobile</w:t>
      </w:r>
      <w:r w:rsidR="00792613">
        <w:t xml:space="preserve">, </w:t>
      </w:r>
      <w:r>
        <w:t>&amp; de celle qui est absolument immobile par rapport aux parties où elle réside</w:t>
      </w:r>
      <w:r w:rsidR="00792613">
        <w:t>.</w:t>
      </w:r>
    </w:p>
    <w:p w14:paraId="7D17A88C" w14:textId="77777777" w:rsidR="00792613" w:rsidRDefault="00F449A5" w:rsidP="00792613">
      <w:r>
        <w:t>Rien n</w:t>
      </w:r>
      <w:r w:rsidR="00792613">
        <w:t>’</w:t>
      </w:r>
      <w:proofErr w:type="spellStart"/>
      <w:r>
        <w:t>étoit</w:t>
      </w:r>
      <w:proofErr w:type="spellEnd"/>
      <w:r>
        <w:t xml:space="preserve"> plus nécessaire que cette prompte réunion</w:t>
      </w:r>
      <w:r w:rsidR="00792613">
        <w:t xml:space="preserve">, </w:t>
      </w:r>
      <w:r>
        <w:t>pour favoriser ce grand agent des corps animés</w:t>
      </w:r>
      <w:r w:rsidR="00792613">
        <w:t xml:space="preserve">, </w:t>
      </w:r>
      <w:r>
        <w:t>cet archée</w:t>
      </w:r>
      <w:r w:rsidR="00792613">
        <w:t xml:space="preserve">, </w:t>
      </w:r>
      <w:r w:rsidR="00792613">
        <w:rPr>
          <w:i/>
          <w:iCs/>
        </w:rPr>
        <w:t>(</w:t>
      </w:r>
      <w:proofErr w:type="spellStart"/>
      <w:r>
        <w:rPr>
          <w:i/>
          <w:iCs/>
        </w:rPr>
        <w:t>archæus</w:t>
      </w:r>
      <w:proofErr w:type="spellEnd"/>
      <w:r>
        <w:rPr>
          <w:i/>
          <w:iCs/>
        </w:rPr>
        <w:t xml:space="preserve"> </w:t>
      </w:r>
      <w:proofErr w:type="spellStart"/>
      <w:r>
        <w:rPr>
          <w:i/>
          <w:iCs/>
        </w:rPr>
        <w:t>faber</w:t>
      </w:r>
      <w:proofErr w:type="spellEnd"/>
      <w:r w:rsidR="00792613">
        <w:rPr>
          <w:i/>
          <w:iCs/>
        </w:rPr>
        <w:t xml:space="preserve">) </w:t>
      </w:r>
      <w:r>
        <w:rPr>
          <w:iCs/>
        </w:rPr>
        <w:t xml:space="preserve">à </w:t>
      </w:r>
      <w:r>
        <w:t>qui le sentiment doit son existence</w:t>
      </w:r>
      <w:r w:rsidR="00792613">
        <w:t xml:space="preserve">, </w:t>
      </w:r>
      <w:r>
        <w:t>comme au sentiment la pensée</w:t>
      </w:r>
      <w:r w:rsidR="00792613">
        <w:t xml:space="preserve">, </w:t>
      </w:r>
      <w:r>
        <w:t>je veux dire le mouvement</w:t>
      </w:r>
      <w:r w:rsidR="00792613">
        <w:t xml:space="preserve">. </w:t>
      </w:r>
      <w:r>
        <w:t>Certainement l</w:t>
      </w:r>
      <w:r w:rsidR="00792613">
        <w:t>’</w:t>
      </w:r>
      <w:r>
        <w:t>une sans l</w:t>
      </w:r>
      <w:r w:rsidR="00792613">
        <w:t>’</w:t>
      </w:r>
      <w:r>
        <w:t>autre n</w:t>
      </w:r>
      <w:r w:rsidR="00792613">
        <w:t>’</w:t>
      </w:r>
      <w:r>
        <w:t>eût pu produire tant d</w:t>
      </w:r>
      <w:r w:rsidR="00792613">
        <w:t>’</w:t>
      </w:r>
      <w:r>
        <w:t>effet</w:t>
      </w:r>
      <w:r w:rsidR="00792613">
        <w:t xml:space="preserve">, </w:t>
      </w:r>
      <w:proofErr w:type="spellStart"/>
      <w:r>
        <w:t>sur-tout</w:t>
      </w:r>
      <w:proofErr w:type="spellEnd"/>
      <w:r>
        <w:t xml:space="preserve"> celle du </w:t>
      </w:r>
      <w:r>
        <w:rPr>
          <w:i/>
          <w:iCs/>
        </w:rPr>
        <w:t>parenchyme</w:t>
      </w:r>
      <w:r w:rsidR="00792613">
        <w:rPr>
          <w:i/>
          <w:iCs/>
        </w:rPr>
        <w:t xml:space="preserve">, </w:t>
      </w:r>
      <w:r>
        <w:t xml:space="preserve">qui est la plus </w:t>
      </w:r>
      <w:proofErr w:type="spellStart"/>
      <w:r>
        <w:t>foible</w:t>
      </w:r>
      <w:proofErr w:type="spellEnd"/>
      <w:r w:rsidR="00792613">
        <w:t xml:space="preserve">. </w:t>
      </w:r>
      <w:r>
        <w:t>Effectivement</w:t>
      </w:r>
      <w:r w:rsidR="00792613">
        <w:t xml:space="preserve">, </w:t>
      </w:r>
      <w:r>
        <w:t>qu</w:t>
      </w:r>
      <w:r w:rsidR="00792613">
        <w:t>’</w:t>
      </w:r>
      <w:r>
        <w:t>est-ce que la contraction spontanée</w:t>
      </w:r>
      <w:r w:rsidR="00792613">
        <w:t xml:space="preserve">, </w:t>
      </w:r>
      <w:r>
        <w:t>sans les secours vitaux</w:t>
      </w:r>
      <w:r w:rsidR="00792613">
        <w:t xml:space="preserve"> ? </w:t>
      </w:r>
      <w:r>
        <w:t xml:space="preserve">Et ceux-ci à leur tour </w:t>
      </w:r>
      <w:proofErr w:type="spellStart"/>
      <w:r>
        <w:t>remueroient</w:t>
      </w:r>
      <w:proofErr w:type="spellEnd"/>
      <w:r>
        <w:t>-ils si puissamment de telles machines</w:t>
      </w:r>
      <w:r w:rsidR="00792613">
        <w:t xml:space="preserve">, </w:t>
      </w:r>
      <w:r>
        <w:t>s</w:t>
      </w:r>
      <w:r w:rsidR="00792613">
        <w:t>’</w:t>
      </w:r>
      <w:r>
        <w:t xml:space="preserve">ils ne les </w:t>
      </w:r>
      <w:proofErr w:type="spellStart"/>
      <w:r>
        <w:t>trouvoient</w:t>
      </w:r>
      <w:proofErr w:type="spellEnd"/>
      <w:r>
        <w:t xml:space="preserve"> toujours prêtes à être mises en branle par cette force motrice</w:t>
      </w:r>
      <w:r w:rsidR="00792613">
        <w:t xml:space="preserve">, </w:t>
      </w:r>
      <w:r>
        <w:t>par ce ressort inné</w:t>
      </w:r>
      <w:r w:rsidR="00792613">
        <w:t xml:space="preserve">, </w:t>
      </w:r>
      <w:r>
        <w:t xml:space="preserve">si universellement répandu </w:t>
      </w:r>
      <w:proofErr w:type="spellStart"/>
      <w:r>
        <w:t>par-tout</w:t>
      </w:r>
      <w:proofErr w:type="spellEnd"/>
      <w:r w:rsidR="00792613">
        <w:t xml:space="preserve">, </w:t>
      </w:r>
      <w:r>
        <w:t>qu</w:t>
      </w:r>
      <w:r w:rsidR="00792613">
        <w:t>’</w:t>
      </w:r>
      <w:r>
        <w:t>il est difficile de dire où il n</w:t>
      </w:r>
      <w:r w:rsidR="00792613">
        <w:t>’</w:t>
      </w:r>
      <w:r>
        <w:t>est pas</w:t>
      </w:r>
      <w:r w:rsidR="00792613">
        <w:t xml:space="preserve">, </w:t>
      </w:r>
      <w:r>
        <w:t>&amp; même où il ne se manifeste pas par des effets sensibles</w:t>
      </w:r>
      <w:r w:rsidR="00792613">
        <w:t xml:space="preserve">, </w:t>
      </w:r>
      <w:r>
        <w:t>même après la mort</w:t>
      </w:r>
      <w:r w:rsidR="00792613">
        <w:t xml:space="preserve">, </w:t>
      </w:r>
      <w:r>
        <w:t>même en des parties détachées du corps</w:t>
      </w:r>
      <w:r w:rsidR="00792613">
        <w:t xml:space="preserve">, </w:t>
      </w:r>
      <w:r>
        <w:t>&amp; coupées par morceaux</w:t>
      </w:r>
      <w:r w:rsidR="00792613">
        <w:t xml:space="preserve">. </w:t>
      </w:r>
      <w:r>
        <w:t xml:space="preserve">Le feu qui fait durer plus </w:t>
      </w:r>
      <w:proofErr w:type="spellStart"/>
      <w:r>
        <w:t>long-temps</w:t>
      </w:r>
      <w:proofErr w:type="spellEnd"/>
      <w:r>
        <w:t xml:space="preserve"> la contraction du cœur de la grenouille</w:t>
      </w:r>
      <w:r w:rsidR="00792613">
        <w:t xml:space="preserve">, </w:t>
      </w:r>
      <w:r>
        <w:t>mis sur une assiette chauffée</w:t>
      </w:r>
      <w:r w:rsidR="00792613">
        <w:t xml:space="preserve">, </w:t>
      </w:r>
      <w:proofErr w:type="spellStart"/>
      <w:r>
        <w:t>seroit-il</w:t>
      </w:r>
      <w:proofErr w:type="spellEnd"/>
      <w:r>
        <w:t xml:space="preserve"> le principe moteur dont nous parlons</w:t>
      </w:r>
      <w:r w:rsidR="00792613">
        <w:t xml:space="preserve"> ? </w:t>
      </w:r>
      <w:r>
        <w:t>L</w:t>
      </w:r>
      <w:r w:rsidR="00792613">
        <w:t>’</w:t>
      </w:r>
      <w:r>
        <w:t xml:space="preserve">électricité ne </w:t>
      </w:r>
      <w:proofErr w:type="spellStart"/>
      <w:r>
        <w:t>rendroit</w:t>
      </w:r>
      <w:proofErr w:type="spellEnd"/>
      <w:r>
        <w:t>-elle point plausible cette nouvelle conjecture</w:t>
      </w:r>
      <w:r w:rsidR="00792613">
        <w:t> ?</w:t>
      </w:r>
    </w:p>
    <w:p w14:paraId="0FA9F893" w14:textId="77777777" w:rsidR="00792613" w:rsidRDefault="00F449A5" w:rsidP="00792613">
      <w:r>
        <w:t>Quoiqu</w:t>
      </w:r>
      <w:r w:rsidR="00792613">
        <w:t>’</w:t>
      </w:r>
      <w:r>
        <w:t>il en soit</w:t>
      </w:r>
      <w:r w:rsidR="00792613">
        <w:t xml:space="preserve">, </w:t>
      </w:r>
      <w:r>
        <w:t>pour revenir aux esprits animaux</w:t>
      </w:r>
      <w:r w:rsidR="00792613">
        <w:t xml:space="preserve">, </w:t>
      </w:r>
      <w:r>
        <w:t>ce fluide imperceptible qui semble émaner de la volonté</w:t>
      </w:r>
      <w:r w:rsidR="00792613">
        <w:t xml:space="preserve">, </w:t>
      </w:r>
      <w:r>
        <w:t>comme de la source</w:t>
      </w:r>
      <w:r w:rsidR="00792613">
        <w:t xml:space="preserve">, </w:t>
      </w:r>
      <w:r>
        <w:t xml:space="preserve">pour être transmis par tant de ruisseaux aux </w:t>
      </w:r>
      <w:r>
        <w:lastRenderedPageBreak/>
        <w:t>organes du mouvement</w:t>
      </w:r>
      <w:r w:rsidR="00792613">
        <w:t xml:space="preserve">, </w:t>
      </w:r>
      <w:r>
        <w:t>est prouvé par la nécessité de l</w:t>
      </w:r>
      <w:r w:rsidR="00792613">
        <w:t>’</w:t>
      </w:r>
      <w:r>
        <w:t>intégrité des nerfs pour l</w:t>
      </w:r>
      <w:r w:rsidR="00792613">
        <w:t>’</w:t>
      </w:r>
      <w:r>
        <w:t>usage ou l</w:t>
      </w:r>
      <w:r w:rsidR="00792613">
        <w:t>’</w:t>
      </w:r>
      <w:r>
        <w:t xml:space="preserve">exécution des </w:t>
      </w:r>
      <w:proofErr w:type="spellStart"/>
      <w:r>
        <w:t>mouvemens</w:t>
      </w:r>
      <w:proofErr w:type="spellEnd"/>
      <w:r>
        <w:t xml:space="preserve"> volontaires</w:t>
      </w:r>
      <w:r w:rsidR="00792613">
        <w:t xml:space="preserve"> ; </w:t>
      </w:r>
      <w:r>
        <w:t>car si les autres canaux</w:t>
      </w:r>
      <w:r w:rsidR="00792613">
        <w:t xml:space="preserve">, </w:t>
      </w:r>
      <w:r>
        <w:t>j</w:t>
      </w:r>
      <w:r w:rsidR="00792613">
        <w:t>’</w:t>
      </w:r>
      <w:r>
        <w:t>entends ceux qui se rendent aux muscles qu</w:t>
      </w:r>
      <w:r w:rsidR="00792613">
        <w:t>’</w:t>
      </w:r>
      <w:r>
        <w:t>on veut faire agir</w:t>
      </w:r>
      <w:r w:rsidR="00792613">
        <w:t xml:space="preserve">, </w:t>
      </w:r>
      <w:r>
        <w:t>sont liés</w:t>
      </w:r>
      <w:r w:rsidR="00792613">
        <w:t xml:space="preserve">, </w:t>
      </w:r>
      <w:r>
        <w:t>coupés ou bouchés</w:t>
      </w:r>
      <w:r w:rsidR="00792613">
        <w:t xml:space="preserve">, </w:t>
      </w:r>
      <w:r>
        <w:t>l</w:t>
      </w:r>
      <w:r w:rsidR="00792613">
        <w:t>’</w:t>
      </w:r>
      <w:proofErr w:type="spellStart"/>
      <w:r>
        <w:t>ame</w:t>
      </w:r>
      <w:proofErr w:type="spellEnd"/>
      <w:r>
        <w:t xml:space="preserve"> </w:t>
      </w:r>
      <w:proofErr w:type="spellStart"/>
      <w:r>
        <w:t>desire</w:t>
      </w:r>
      <w:proofErr w:type="spellEnd"/>
      <w:r>
        <w:t xml:space="preserve"> &amp; commande vainement</w:t>
      </w:r>
      <w:r w:rsidR="00792613">
        <w:t xml:space="preserve"> ; </w:t>
      </w:r>
      <w:r>
        <w:t>ces parties sont immobiles</w:t>
      </w:r>
      <w:r w:rsidR="00792613">
        <w:t xml:space="preserve">, </w:t>
      </w:r>
      <w:r>
        <w:t>jusqu</w:t>
      </w:r>
      <w:r w:rsidR="00792613">
        <w:t>’</w:t>
      </w:r>
      <w:r>
        <w:t>à ce que ces tuyaux &amp; leurs sucs soient remis en liberté</w:t>
      </w:r>
      <w:r w:rsidR="00792613">
        <w:t xml:space="preserve"> : </w:t>
      </w:r>
      <w:r>
        <w:t>mais alors le mouvement</w:t>
      </w:r>
      <w:r w:rsidR="00792613">
        <w:t xml:space="preserve">, </w:t>
      </w:r>
      <w:r>
        <w:t>ou le sentiment</w:t>
      </w:r>
      <w:r w:rsidR="00792613">
        <w:t xml:space="preserve">, </w:t>
      </w:r>
      <w:r>
        <w:t>ou l</w:t>
      </w:r>
      <w:r w:rsidR="00792613">
        <w:t>’</w:t>
      </w:r>
      <w:r>
        <w:t>un ou l</w:t>
      </w:r>
      <w:r w:rsidR="00792613">
        <w:t>’</w:t>
      </w:r>
      <w:r>
        <w:t>autre</w:t>
      </w:r>
      <w:r w:rsidR="00792613">
        <w:t xml:space="preserve">, </w:t>
      </w:r>
      <w:r>
        <w:t xml:space="preserve">renaissent sur le champ dans la partie qui en </w:t>
      </w:r>
      <w:proofErr w:type="spellStart"/>
      <w:r>
        <w:t>étoit</w:t>
      </w:r>
      <w:proofErr w:type="spellEnd"/>
      <w:r>
        <w:t xml:space="preserve"> privée</w:t>
      </w:r>
      <w:r w:rsidR="00792613">
        <w:t>.</w:t>
      </w:r>
    </w:p>
    <w:p w14:paraId="06B1E0AB" w14:textId="77777777" w:rsidR="00792613" w:rsidRDefault="00F449A5" w:rsidP="00792613">
      <w:r>
        <w:t>Puisqu</w:t>
      </w:r>
      <w:r w:rsidR="00792613">
        <w:t>’</w:t>
      </w:r>
      <w:r>
        <w:t>il est vraisemblable que chaque dernier filet nerveux s</w:t>
      </w:r>
      <w:r w:rsidR="00792613">
        <w:t>’</w:t>
      </w:r>
      <w:r>
        <w:t xml:space="preserve">abouche avec chacune des </w:t>
      </w:r>
      <w:proofErr w:type="spellStart"/>
      <w:r>
        <w:t>premieres</w:t>
      </w:r>
      <w:proofErr w:type="spellEnd"/>
      <w:r>
        <w:t xml:space="preserve"> fibres musculeuses</w:t>
      </w:r>
      <w:r w:rsidR="00792613">
        <w:t xml:space="preserve">, </w:t>
      </w:r>
      <w:r>
        <w:t xml:space="preserve">dans lesquelles peut-être chaque filet </w:t>
      </w:r>
      <w:proofErr w:type="spellStart"/>
      <w:r>
        <w:t>dégénere</w:t>
      </w:r>
      <w:proofErr w:type="spellEnd"/>
      <w:r w:rsidR="00792613">
        <w:t xml:space="preserve">, </w:t>
      </w:r>
      <w:r>
        <w:t xml:space="preserve">on </w:t>
      </w:r>
      <w:proofErr w:type="spellStart"/>
      <w:r>
        <w:t>pourroit</w:t>
      </w:r>
      <w:proofErr w:type="spellEnd"/>
      <w:r>
        <w:t xml:space="preserve"> conclure que les esprits animaux</w:t>
      </w:r>
      <w:r w:rsidR="00792613">
        <w:t xml:space="preserve">, </w:t>
      </w:r>
      <w:r>
        <w:t>passant de cette extrémité du nerf qui les porte</w:t>
      </w:r>
      <w:r w:rsidR="00792613">
        <w:t xml:space="preserve">, </w:t>
      </w:r>
      <w:r>
        <w:t>dans toutes les fibres du muscle</w:t>
      </w:r>
      <w:r w:rsidR="00792613">
        <w:t xml:space="preserve">, </w:t>
      </w:r>
      <w:r>
        <w:t>sont eux-mêmes cette force générale de la vie</w:t>
      </w:r>
      <w:r w:rsidR="00792613">
        <w:t xml:space="preserve">, </w:t>
      </w:r>
      <w:r>
        <w:t>dont je parle</w:t>
      </w:r>
      <w:r w:rsidR="00792613">
        <w:t xml:space="preserve">, </w:t>
      </w:r>
      <w:r>
        <w:t>&amp; qu</w:t>
      </w:r>
      <w:r w:rsidR="00792613">
        <w:t>’</w:t>
      </w:r>
      <w:r>
        <w:t>en se joignant à celle de chaque partie solide</w:t>
      </w:r>
      <w:r w:rsidR="00792613">
        <w:t xml:space="preserve">, </w:t>
      </w:r>
      <w:r>
        <w:t>elle en augmente</w:t>
      </w:r>
      <w:r w:rsidR="00792613">
        <w:t xml:space="preserve">, </w:t>
      </w:r>
      <w:r>
        <w:t>comme je l</w:t>
      </w:r>
      <w:r w:rsidR="00792613">
        <w:t>’</w:t>
      </w:r>
      <w:r>
        <w:t>ai dit</w:t>
      </w:r>
      <w:r w:rsidR="00792613">
        <w:t xml:space="preserve">, </w:t>
      </w:r>
      <w:r>
        <w:t>les ressorts</w:t>
      </w:r>
      <w:r w:rsidR="00792613">
        <w:t xml:space="preserve"> : </w:t>
      </w:r>
      <w:r>
        <w:t>ressorts d</w:t>
      </w:r>
      <w:r w:rsidR="00792613">
        <w:t>’</w:t>
      </w:r>
      <w:r>
        <w:t xml:space="preserve">autant plus </w:t>
      </w:r>
      <w:proofErr w:type="spellStart"/>
      <w:r>
        <w:t>foibles</w:t>
      </w:r>
      <w:proofErr w:type="spellEnd"/>
      <w:r w:rsidR="00792613">
        <w:t xml:space="preserve">, </w:t>
      </w:r>
      <w:r>
        <w:t>que la vie est moins forte</w:t>
      </w:r>
      <w:r w:rsidR="00792613">
        <w:t xml:space="preserve">, </w:t>
      </w:r>
      <w:r>
        <w:t>puisqu</w:t>
      </w:r>
      <w:r w:rsidR="00792613">
        <w:t>’</w:t>
      </w:r>
      <w:r>
        <w:t>ils diminuent &amp; semblent se retirer avec elle</w:t>
      </w:r>
      <w:r w:rsidR="00792613">
        <w:t>.</w:t>
      </w:r>
    </w:p>
    <w:p w14:paraId="7104BB9D" w14:textId="77777777" w:rsidR="00792613" w:rsidRDefault="00F449A5" w:rsidP="00792613">
      <w:r>
        <w:t>Vous seriez curieux de savoir par quelle mécanisme un fluide aussi fin</w:t>
      </w:r>
      <w:r w:rsidR="00792613">
        <w:t xml:space="preserve">, </w:t>
      </w:r>
      <w:r>
        <w:t>aussi délié</w:t>
      </w:r>
      <w:r w:rsidR="00792613">
        <w:t xml:space="preserve">, </w:t>
      </w:r>
      <w:r>
        <w:t xml:space="preserve">peut venir à bout de rapprocher les </w:t>
      </w:r>
      <w:proofErr w:type="spellStart"/>
      <w:r>
        <w:t>élémens</w:t>
      </w:r>
      <w:proofErr w:type="spellEnd"/>
      <w:r>
        <w:t xml:space="preserve"> des fibres</w:t>
      </w:r>
      <w:r w:rsidR="00792613">
        <w:t xml:space="preserve">, </w:t>
      </w:r>
      <w:r>
        <w:t>de gonfler de si gros muscles</w:t>
      </w:r>
      <w:r w:rsidR="00792613">
        <w:t xml:space="preserve">, </w:t>
      </w:r>
      <w:r>
        <w:t xml:space="preserve">&amp; de contracter vigoureusement de si </w:t>
      </w:r>
      <w:proofErr w:type="spellStart"/>
      <w:r>
        <w:t>puissans</w:t>
      </w:r>
      <w:proofErr w:type="spellEnd"/>
      <w:r>
        <w:t xml:space="preserve"> corps</w:t>
      </w:r>
      <w:r w:rsidR="00792613">
        <w:t xml:space="preserve">. </w:t>
      </w:r>
      <w:r>
        <w:t>J</w:t>
      </w:r>
      <w:r w:rsidR="00792613">
        <w:t>’</w:t>
      </w:r>
      <w:r>
        <w:t xml:space="preserve">avoue que mon </w:t>
      </w:r>
      <w:proofErr w:type="spellStart"/>
      <w:r>
        <w:t>ame</w:t>
      </w:r>
      <w:proofErr w:type="spellEnd"/>
      <w:r>
        <w:t xml:space="preserve"> se perd</w:t>
      </w:r>
      <w:r w:rsidR="00792613">
        <w:t xml:space="preserve">, </w:t>
      </w:r>
      <w:r>
        <w:t xml:space="preserve">où mes yeux ne </w:t>
      </w:r>
      <w:proofErr w:type="spellStart"/>
      <w:r>
        <w:t>voyent</w:t>
      </w:r>
      <w:proofErr w:type="spellEnd"/>
      <w:r>
        <w:t xml:space="preserve"> goutte</w:t>
      </w:r>
      <w:r w:rsidR="00792613">
        <w:t xml:space="preserve"> ; </w:t>
      </w:r>
      <w:r>
        <w:t xml:space="preserve">mais vous avez </w:t>
      </w:r>
      <w:proofErr w:type="spellStart"/>
      <w:r>
        <w:t>Bernouilli</w:t>
      </w:r>
      <w:proofErr w:type="spellEnd"/>
      <w:r w:rsidR="00792613">
        <w:t xml:space="preserve">, </w:t>
      </w:r>
      <w:r>
        <w:t>Bellini</w:t>
      </w:r>
      <w:r w:rsidR="00792613">
        <w:t xml:space="preserve">, </w:t>
      </w:r>
      <w:r>
        <w:t>tant d</w:t>
      </w:r>
      <w:r w:rsidR="00792613">
        <w:t>’</w:t>
      </w:r>
      <w:r>
        <w:t>autres</w:t>
      </w:r>
      <w:r w:rsidR="00792613">
        <w:t xml:space="preserve">, </w:t>
      </w:r>
      <w:r>
        <w:t xml:space="preserve">&amp; </w:t>
      </w:r>
      <w:proofErr w:type="spellStart"/>
      <w:r>
        <w:t>sur-tout</w:t>
      </w:r>
      <w:proofErr w:type="spellEnd"/>
      <w:r>
        <w:t xml:space="preserve"> Borelli</w:t>
      </w:r>
      <w:r w:rsidR="00792613">
        <w:t xml:space="preserve">, </w:t>
      </w:r>
      <w:r>
        <w:t>qui vous diront</w:t>
      </w:r>
      <w:r w:rsidR="00792613">
        <w:t xml:space="preserve">, </w:t>
      </w:r>
      <w:r>
        <w:t>si vous aimez les romans philosophiques</w:t>
      </w:r>
      <w:r w:rsidR="00792613">
        <w:t xml:space="preserve">, </w:t>
      </w:r>
      <w:r>
        <w:t>ce qu</w:t>
      </w:r>
      <w:r w:rsidR="00792613">
        <w:t>’</w:t>
      </w:r>
      <w:r>
        <w:t xml:space="preserve">ils ont ingénieusement rêvé </w:t>
      </w:r>
      <w:proofErr w:type="spellStart"/>
      <w:r>
        <w:t>a</w:t>
      </w:r>
      <w:proofErr w:type="spellEnd"/>
      <w:r>
        <w:t xml:space="preserve"> ce sujet</w:t>
      </w:r>
      <w:r w:rsidR="00792613">
        <w:t>.</w:t>
      </w:r>
    </w:p>
    <w:p w14:paraId="5D9E586A" w14:textId="77777777" w:rsidR="00792613" w:rsidRDefault="00F449A5" w:rsidP="00792613">
      <w:pPr>
        <w:rPr>
          <w:i/>
          <w:iCs/>
        </w:rPr>
      </w:pPr>
      <w:r>
        <w:t>Pour moi je me contenterai d</w:t>
      </w:r>
      <w:r w:rsidR="00792613">
        <w:t>’</w:t>
      </w:r>
      <w:r>
        <w:t>observer que la cause physique de la contraction des muscles n</w:t>
      </w:r>
      <w:r w:rsidR="00792613">
        <w:t>’</w:t>
      </w:r>
      <w:r>
        <w:t>est d</w:t>
      </w:r>
      <w:r w:rsidR="00792613">
        <w:t>’</w:t>
      </w:r>
      <w:r>
        <w:t>elle-même que le premier effet d</w:t>
      </w:r>
      <w:r w:rsidR="00792613">
        <w:t>’</w:t>
      </w:r>
      <w:r>
        <w:t>une cause métaphysique</w:t>
      </w:r>
      <w:r w:rsidR="00792613">
        <w:t xml:space="preserve">, </w:t>
      </w:r>
      <w:r>
        <w:t>qui est la volonté</w:t>
      </w:r>
      <w:r w:rsidR="00792613">
        <w:t xml:space="preserve">. </w:t>
      </w:r>
      <w:r>
        <w:t>Le moyen de faire au cerveau l</w:t>
      </w:r>
      <w:r w:rsidR="00792613">
        <w:t>’</w:t>
      </w:r>
      <w:r>
        <w:t xml:space="preserve">honneur de le regarder comme </w:t>
      </w:r>
      <w:r>
        <w:lastRenderedPageBreak/>
        <w:t>le premier moteur des esprits</w:t>
      </w:r>
      <w:r w:rsidR="00792613">
        <w:t xml:space="preserve"> ! </w:t>
      </w:r>
      <w:r>
        <w:t>C</w:t>
      </w:r>
      <w:r w:rsidR="00792613">
        <w:t>’</w:t>
      </w:r>
      <w:r>
        <w:t>est l</w:t>
      </w:r>
      <w:r w:rsidR="00792613">
        <w:t>’</w:t>
      </w:r>
      <w:r>
        <w:t>élever sur les débris de l</w:t>
      </w:r>
      <w:r w:rsidR="00792613">
        <w:t>’</w:t>
      </w:r>
      <w:proofErr w:type="spellStart"/>
      <w:r>
        <w:t>ame</w:t>
      </w:r>
      <w:proofErr w:type="spellEnd"/>
      <w:r w:rsidR="00792613">
        <w:t xml:space="preserve">, </w:t>
      </w:r>
      <w:r>
        <w:t>&amp; lui faire usurper ses droits</w:t>
      </w:r>
      <w:r w:rsidR="00792613">
        <w:t xml:space="preserve">. </w:t>
      </w:r>
      <w:r>
        <w:t xml:space="preserve">Il y a </w:t>
      </w:r>
      <w:proofErr w:type="spellStart"/>
      <w:r>
        <w:t>long-temps</w:t>
      </w:r>
      <w:proofErr w:type="spellEnd"/>
      <w:r>
        <w:t xml:space="preserve"> que le </w:t>
      </w:r>
      <w:r>
        <w:rPr>
          <w:i/>
          <w:iCs/>
        </w:rPr>
        <w:t xml:space="preserve">cœur de Baglivi </w:t>
      </w:r>
      <w:r>
        <w:t>ne bat plus</w:t>
      </w:r>
      <w:r w:rsidR="00792613">
        <w:t xml:space="preserve">, </w:t>
      </w:r>
      <w:r>
        <w:t>si ce n</w:t>
      </w:r>
      <w:r w:rsidR="00792613">
        <w:t>’</w:t>
      </w:r>
      <w:r>
        <w:t>est dans sa tête</w:t>
      </w:r>
      <w:r w:rsidR="00792613">
        <w:t xml:space="preserve">. </w:t>
      </w:r>
      <w:r>
        <w:t xml:space="preserve">Il </w:t>
      </w:r>
      <w:proofErr w:type="spellStart"/>
      <w:r>
        <w:t>faudroit</w:t>
      </w:r>
      <w:proofErr w:type="spellEnd"/>
      <w:r>
        <w:t xml:space="preserve"> que la dure </w:t>
      </w:r>
      <w:proofErr w:type="spellStart"/>
      <w:r>
        <w:t>mere</w:t>
      </w:r>
      <w:proofErr w:type="spellEnd"/>
      <w:r>
        <w:t xml:space="preserve"> fût capable de bien autre chose que de coups de piston</w:t>
      </w:r>
      <w:r w:rsidR="00792613">
        <w:t xml:space="preserve">. </w:t>
      </w:r>
      <w:r>
        <w:t>Il n</w:t>
      </w:r>
      <w:r w:rsidR="00792613">
        <w:t>’</w:t>
      </w:r>
      <w:r>
        <w:t>y a pas jusqu</w:t>
      </w:r>
      <w:r w:rsidR="00792613">
        <w:t>’</w:t>
      </w:r>
      <w:r>
        <w:t xml:space="preserve">aux </w:t>
      </w:r>
      <w:proofErr w:type="spellStart"/>
      <w:r>
        <w:t>arteres</w:t>
      </w:r>
      <w:proofErr w:type="spellEnd"/>
      <w:r>
        <w:t xml:space="preserve"> du cerveau</w:t>
      </w:r>
      <w:r w:rsidR="00792613">
        <w:t xml:space="preserve">, </w:t>
      </w:r>
      <w:r>
        <w:t>qui ne soient très-peu musculeuses</w:t>
      </w:r>
      <w:r w:rsidR="00792613">
        <w:t xml:space="preserve"> : </w:t>
      </w:r>
      <w:r>
        <w:t>ce qui fait</w:t>
      </w:r>
      <w:r w:rsidR="00792613">
        <w:t xml:space="preserve">, </w:t>
      </w:r>
      <w:r>
        <w:t>comme on l</w:t>
      </w:r>
      <w:r w:rsidR="00792613">
        <w:t>’</w:t>
      </w:r>
      <w:r>
        <w:t>a insinué</w:t>
      </w:r>
      <w:r w:rsidR="00792613">
        <w:t xml:space="preserve">, </w:t>
      </w:r>
      <w:r>
        <w:t>qu</w:t>
      </w:r>
      <w:r w:rsidR="00792613">
        <w:t>’</w:t>
      </w:r>
      <w:r>
        <w:t>elles ont peu d</w:t>
      </w:r>
      <w:r w:rsidR="00792613">
        <w:t>’</w:t>
      </w:r>
      <w:r>
        <w:t>élasticité</w:t>
      </w:r>
      <w:r w:rsidR="00792613">
        <w:t xml:space="preserve">. </w:t>
      </w:r>
      <w:r>
        <w:t xml:space="preserve">Et quand elles en </w:t>
      </w:r>
      <w:proofErr w:type="spellStart"/>
      <w:r>
        <w:t>auroient</w:t>
      </w:r>
      <w:proofErr w:type="spellEnd"/>
      <w:r>
        <w:t xml:space="preserve"> davantage</w:t>
      </w:r>
      <w:r w:rsidR="00792613">
        <w:t xml:space="preserve">, </w:t>
      </w:r>
      <w:r>
        <w:t>en conscience a-t-on jamais mis l</w:t>
      </w:r>
      <w:r w:rsidR="00792613">
        <w:t>’</w:t>
      </w:r>
      <w:proofErr w:type="spellStart"/>
      <w:r>
        <w:t>ame</w:t>
      </w:r>
      <w:proofErr w:type="spellEnd"/>
      <w:r>
        <w:t xml:space="preserve"> dans les muscles</w:t>
      </w:r>
      <w:r w:rsidR="00792613">
        <w:t xml:space="preserve"> ? </w:t>
      </w:r>
      <w:r>
        <w:t>Le cerveau doit tout jusqu</w:t>
      </w:r>
      <w:r w:rsidR="00792613">
        <w:t>’</w:t>
      </w:r>
      <w:r>
        <w:t>à la sécrétion de ses esprits</w:t>
      </w:r>
      <w:r w:rsidR="00792613">
        <w:t xml:space="preserve">, </w:t>
      </w:r>
      <w:r>
        <w:t>à l</w:t>
      </w:r>
      <w:r w:rsidR="00792613">
        <w:t>’</w:t>
      </w:r>
      <w:r>
        <w:t>action du cœur</w:t>
      </w:r>
      <w:r w:rsidR="00792613">
        <w:t xml:space="preserve">. </w:t>
      </w:r>
      <w:r>
        <w:t xml:space="preserve">Voulez-vous que ce soit ce </w:t>
      </w:r>
      <w:proofErr w:type="spellStart"/>
      <w:r>
        <w:t>viscere</w:t>
      </w:r>
      <w:proofErr w:type="spellEnd"/>
      <w:r>
        <w:t xml:space="preserve"> qui les envoie dans les muscles au gré d</w:t>
      </w:r>
      <w:r w:rsidR="00792613">
        <w:t>’</w:t>
      </w:r>
      <w:r>
        <w:t>une volonté qu</w:t>
      </w:r>
      <w:r w:rsidR="00792613">
        <w:t>’</w:t>
      </w:r>
      <w:r>
        <w:t>il n</w:t>
      </w:r>
      <w:r w:rsidR="00792613">
        <w:t>’</w:t>
      </w:r>
      <w:r>
        <w:t>a pas</w:t>
      </w:r>
      <w:r w:rsidR="00792613">
        <w:t xml:space="preserve"> ; </w:t>
      </w:r>
      <w:r>
        <w:t xml:space="preserve">car il est décidé par des </w:t>
      </w:r>
      <w:proofErr w:type="spellStart"/>
      <w:r>
        <w:t>sillogismes</w:t>
      </w:r>
      <w:proofErr w:type="spellEnd"/>
      <w:r>
        <w:t xml:space="preserve"> en forme</w:t>
      </w:r>
      <w:r w:rsidR="00792613">
        <w:t xml:space="preserve">, </w:t>
      </w:r>
      <w:r>
        <w:t>malgré Locke &amp; tous ses partisans</w:t>
      </w:r>
      <w:r w:rsidR="00792613">
        <w:t xml:space="preserve">, </w:t>
      </w:r>
      <w:r>
        <w:t xml:space="preserve">que la </w:t>
      </w:r>
      <w:proofErr w:type="spellStart"/>
      <w:r>
        <w:t>matiere</w:t>
      </w:r>
      <w:proofErr w:type="spellEnd"/>
      <w:r>
        <w:t xml:space="preserve"> ne peut vouloir</w:t>
      </w:r>
      <w:r w:rsidR="00792613">
        <w:t xml:space="preserve">. </w:t>
      </w:r>
      <w:r>
        <w:t xml:space="preserve">Tous les </w:t>
      </w:r>
      <w:proofErr w:type="spellStart"/>
      <w:r>
        <w:t>mouvemens</w:t>
      </w:r>
      <w:proofErr w:type="spellEnd"/>
      <w:r>
        <w:t xml:space="preserve"> répondront à la </w:t>
      </w:r>
      <w:r>
        <w:rPr>
          <w:iCs/>
        </w:rPr>
        <w:t>fois</w:t>
      </w:r>
      <w:r>
        <w:rPr>
          <w:i/>
          <w:iCs/>
        </w:rPr>
        <w:t xml:space="preserve"> </w:t>
      </w:r>
      <w:r>
        <w:rPr>
          <w:iCs/>
        </w:rPr>
        <w:t>à</w:t>
      </w:r>
      <w:r>
        <w:rPr>
          <w:i/>
          <w:iCs/>
        </w:rPr>
        <w:t xml:space="preserve"> </w:t>
      </w:r>
      <w:r>
        <w:t>la systole du cœur</w:t>
      </w:r>
      <w:r w:rsidR="00792613">
        <w:t xml:space="preserve"> ; </w:t>
      </w:r>
      <w:r>
        <w:t>il n</w:t>
      </w:r>
      <w:r w:rsidR="00792613">
        <w:t>’</w:t>
      </w:r>
      <w:r>
        <w:t>y aura plus de distinction entre les volontaires &amp; les involontaires</w:t>
      </w:r>
      <w:r w:rsidR="00792613">
        <w:t xml:space="preserve">, </w:t>
      </w:r>
      <w:r>
        <w:t>ils se feront tous ensemble avec la même parfaite égalité</w:t>
      </w:r>
      <w:r w:rsidR="00792613">
        <w:t xml:space="preserve">, </w:t>
      </w:r>
      <w:r>
        <w:t>ou plutôt il n</w:t>
      </w:r>
      <w:r w:rsidR="00792613">
        <w:t>’</w:t>
      </w:r>
      <w:r>
        <w:t xml:space="preserve">y en aura point de la </w:t>
      </w:r>
      <w:proofErr w:type="spellStart"/>
      <w:r>
        <w:t>premiere</w:t>
      </w:r>
      <w:proofErr w:type="spellEnd"/>
      <w:r>
        <w:t xml:space="preserve"> </w:t>
      </w:r>
      <w:proofErr w:type="spellStart"/>
      <w:r>
        <w:t>espece</w:t>
      </w:r>
      <w:proofErr w:type="spellEnd"/>
      <w:r w:rsidR="00792613">
        <w:t xml:space="preserve"> ; </w:t>
      </w:r>
      <w:r>
        <w:t xml:space="preserve">ils seront tous </w:t>
      </w:r>
      <w:r>
        <w:rPr>
          <w:i/>
          <w:iCs/>
        </w:rPr>
        <w:t>spontanés</w:t>
      </w:r>
      <w:r w:rsidR="00792613">
        <w:rPr>
          <w:i/>
          <w:iCs/>
        </w:rPr>
        <w:t xml:space="preserve">, </w:t>
      </w:r>
      <w:r>
        <w:t>comme ceux d</w:t>
      </w:r>
      <w:r w:rsidR="00792613">
        <w:t>’</w:t>
      </w:r>
      <w:r>
        <w:t>une vraie machine à ressorts</w:t>
      </w:r>
      <w:r w:rsidR="00792613">
        <w:t xml:space="preserve">. </w:t>
      </w:r>
      <w:r>
        <w:t>Or quoi de plus humiliant</w:t>
      </w:r>
      <w:r w:rsidR="00792613">
        <w:t xml:space="preserve"> ? </w:t>
      </w:r>
      <w:r>
        <w:t>Nous ne serions tous que des machines à figure humaine</w:t>
      </w:r>
      <w:r w:rsidR="00792613">
        <w:t xml:space="preserve">. </w:t>
      </w:r>
      <w:r>
        <w:t>Fort bien</w:t>
      </w:r>
      <w:r w:rsidR="00792613">
        <w:t xml:space="preserve">, </w:t>
      </w:r>
      <w:r>
        <w:t>Tralles</w:t>
      </w:r>
      <w:r w:rsidR="00792613">
        <w:t xml:space="preserve"> ! </w:t>
      </w:r>
      <w:r>
        <w:rPr>
          <w:i/>
          <w:iCs/>
        </w:rPr>
        <w:t xml:space="preserve">optime </w:t>
      </w:r>
      <w:proofErr w:type="spellStart"/>
      <w:r>
        <w:rPr>
          <w:i/>
          <w:iCs/>
        </w:rPr>
        <w:t>arguisti</w:t>
      </w:r>
      <w:proofErr w:type="spellEnd"/>
      <w:r w:rsidR="00792613">
        <w:rPr>
          <w:i/>
          <w:iCs/>
        </w:rPr>
        <w:t>.</w:t>
      </w:r>
    </w:p>
    <w:p w14:paraId="1EB2C762" w14:textId="77777777" w:rsidR="00792613" w:rsidRDefault="00F449A5" w:rsidP="00792613">
      <w:proofErr w:type="spellStart"/>
      <w:r>
        <w:t>Reconnoissons</w:t>
      </w:r>
      <w:proofErr w:type="spellEnd"/>
      <w:r>
        <w:t xml:space="preserve"> dans la volonté un empire que ne peut avoir le cerveau</w:t>
      </w:r>
      <w:r w:rsidR="00792613">
        <w:t xml:space="preserve">. </w:t>
      </w:r>
      <w:r>
        <w:t>Celui-ci ne nous offre que boue</w:t>
      </w:r>
      <w:r w:rsidR="00792613">
        <w:t xml:space="preserve">, </w:t>
      </w:r>
      <w:r>
        <w:t xml:space="preserve">fange &amp; </w:t>
      </w:r>
      <w:proofErr w:type="spellStart"/>
      <w:r>
        <w:t>matiere</w:t>
      </w:r>
      <w:proofErr w:type="spellEnd"/>
      <w:r w:rsidR="00792613">
        <w:t xml:space="preserve">. </w:t>
      </w:r>
      <w:r>
        <w:t>Celle-là remue à son gré une infinité de muscles</w:t>
      </w:r>
      <w:r w:rsidR="00792613">
        <w:t xml:space="preserve"> : </w:t>
      </w:r>
      <w:r>
        <w:t>elle ouvre</w:t>
      </w:r>
      <w:r w:rsidR="00792613">
        <w:t xml:space="preserve">, </w:t>
      </w:r>
      <w:r>
        <w:t>ferme les sphincters</w:t>
      </w:r>
      <w:r w:rsidR="00792613">
        <w:t xml:space="preserve">, </w:t>
      </w:r>
      <w:r>
        <w:t>suspend</w:t>
      </w:r>
      <w:r w:rsidR="00792613">
        <w:t xml:space="preserve">, </w:t>
      </w:r>
      <w:proofErr w:type="spellStart"/>
      <w:r>
        <w:t>accélere</w:t>
      </w:r>
      <w:proofErr w:type="spellEnd"/>
      <w:r w:rsidR="00792613">
        <w:t xml:space="preserve">, </w:t>
      </w:r>
      <w:r>
        <w:t>peut-être étouffe la respiration dans ceux qui n</w:t>
      </w:r>
      <w:r w:rsidR="00792613">
        <w:t>’</w:t>
      </w:r>
      <w:r>
        <w:t>ont point d</w:t>
      </w:r>
      <w:r w:rsidR="00792613">
        <w:t>’</w:t>
      </w:r>
      <w:r>
        <w:t>autres armes pour se soustraire au trop pesant fardeau de la vie</w:t>
      </w:r>
      <w:r w:rsidR="00792613">
        <w:t xml:space="preserve"> ; </w:t>
      </w:r>
      <w:r>
        <w:t>elle donne des défaillances</w:t>
      </w:r>
      <w:r w:rsidR="00792613">
        <w:t xml:space="preserve">, </w:t>
      </w:r>
      <w:r>
        <w:t>des extases</w:t>
      </w:r>
      <w:r w:rsidR="00792613">
        <w:t xml:space="preserve">, </w:t>
      </w:r>
      <w:r>
        <w:t>des convulsions</w:t>
      </w:r>
      <w:r w:rsidR="00792613">
        <w:t xml:space="preserve">, </w:t>
      </w:r>
      <w:r>
        <w:t>&amp; enfante en un mot tous ces miracles qu</w:t>
      </w:r>
      <w:r w:rsidR="00792613">
        <w:t>’</w:t>
      </w:r>
      <w:r>
        <w:t xml:space="preserve">une imagination vive &amp; </w:t>
      </w:r>
      <w:proofErr w:type="spellStart"/>
      <w:r>
        <w:rPr>
          <w:i/>
          <w:iCs/>
        </w:rPr>
        <w:t>Follarde</w:t>
      </w:r>
      <w:proofErr w:type="spellEnd"/>
      <w:r>
        <w:rPr>
          <w:i/>
          <w:iCs/>
        </w:rPr>
        <w:t xml:space="preserve"> </w:t>
      </w:r>
      <w:r>
        <w:t>rend plus faciles qu</w:t>
      </w:r>
      <w:r w:rsidR="00792613">
        <w:t>’</w:t>
      </w:r>
      <w:r>
        <w:t>on ne croit</w:t>
      </w:r>
      <w:r w:rsidR="00792613">
        <w:t>.</w:t>
      </w:r>
    </w:p>
    <w:p w14:paraId="4B97AB28" w14:textId="77777777" w:rsidR="00792613" w:rsidRDefault="00F449A5" w:rsidP="00792613">
      <w:r>
        <w:t xml:space="preserve">La volonté </w:t>
      </w:r>
      <w:proofErr w:type="spellStart"/>
      <w:r>
        <w:t>seroit</w:t>
      </w:r>
      <w:proofErr w:type="spellEnd"/>
      <w:r>
        <w:t>-elle donc matérielle</w:t>
      </w:r>
      <w:r w:rsidR="00792613">
        <w:t xml:space="preserve">, </w:t>
      </w:r>
      <w:r>
        <w:t>parce qu</w:t>
      </w:r>
      <w:r w:rsidR="00792613">
        <w:t>’</w:t>
      </w:r>
      <w:r>
        <w:t xml:space="preserve">elle agit ainsi sur une </w:t>
      </w:r>
      <w:proofErr w:type="spellStart"/>
      <w:r>
        <w:t>matiere</w:t>
      </w:r>
      <w:proofErr w:type="spellEnd"/>
      <w:r>
        <w:t xml:space="preserve"> aussi déliée que celle des esprits</w:t>
      </w:r>
      <w:r w:rsidR="00792613">
        <w:t> ?</w:t>
      </w:r>
    </w:p>
    <w:p w14:paraId="148DEBFC" w14:textId="77777777" w:rsidR="00792613" w:rsidRDefault="00F449A5" w:rsidP="00792613">
      <w:r>
        <w:lastRenderedPageBreak/>
        <w:t xml:space="preserve">De tels prodiges </w:t>
      </w:r>
      <w:proofErr w:type="spellStart"/>
      <w:r>
        <w:t>pourroient</w:t>
      </w:r>
      <w:proofErr w:type="spellEnd"/>
      <w:r>
        <w:t>-ils être rejetés sur l</w:t>
      </w:r>
      <w:r w:rsidR="00792613">
        <w:t>’</w:t>
      </w:r>
      <w:r>
        <w:t>activité d</w:t>
      </w:r>
      <w:r w:rsidR="00792613">
        <w:t>’</w:t>
      </w:r>
      <w:proofErr w:type="spellStart"/>
      <w:r>
        <w:t>élémens</w:t>
      </w:r>
      <w:proofErr w:type="spellEnd"/>
      <w:r>
        <w:t xml:space="preserve"> aussi grossiers que le sont les plus subtiles molécules de nos corps</w:t>
      </w:r>
      <w:r w:rsidR="00792613">
        <w:t xml:space="preserve"> ? </w:t>
      </w:r>
      <w:r>
        <w:t>la volonté</w:t>
      </w:r>
      <w:r w:rsidR="00792613">
        <w:t xml:space="preserve">, </w:t>
      </w:r>
      <w:r>
        <w:t>d</w:t>
      </w:r>
      <w:r w:rsidR="00792613">
        <w:t>’</w:t>
      </w:r>
      <w:r>
        <w:t>un autre côté</w:t>
      </w:r>
      <w:r w:rsidR="00792613">
        <w:t xml:space="preserve">, </w:t>
      </w:r>
      <w:proofErr w:type="spellStart"/>
      <w:r>
        <w:t>seroit</w:t>
      </w:r>
      <w:proofErr w:type="spellEnd"/>
      <w:r>
        <w:t>-elle dans le cerveau</w:t>
      </w:r>
      <w:r w:rsidR="00792613">
        <w:t xml:space="preserve">, </w:t>
      </w:r>
      <w:r>
        <w:t>sans lui appartenir</w:t>
      </w:r>
      <w:r w:rsidR="00792613">
        <w:t xml:space="preserve">, </w:t>
      </w:r>
      <w:r>
        <w:t>sans en faire partie</w:t>
      </w:r>
      <w:r w:rsidR="00792613">
        <w:t xml:space="preserve"> ? </w:t>
      </w:r>
      <w:r>
        <w:t>Quoiqu</w:t>
      </w:r>
      <w:r w:rsidR="00792613">
        <w:t>’</w:t>
      </w:r>
      <w:r>
        <w:t>il en soit</w:t>
      </w:r>
      <w:r w:rsidR="00792613">
        <w:t xml:space="preserve">, </w:t>
      </w:r>
      <w:r>
        <w:t xml:space="preserve">elle est tout-à-fait distincte du </w:t>
      </w:r>
      <w:proofErr w:type="spellStart"/>
      <w:r>
        <w:t>viscere</w:t>
      </w:r>
      <w:proofErr w:type="spellEnd"/>
      <w:r>
        <w:t xml:space="preserve"> qu</w:t>
      </w:r>
      <w:r w:rsidR="00792613">
        <w:t>’</w:t>
      </w:r>
      <w:r>
        <w:t>elle habite</w:t>
      </w:r>
      <w:r w:rsidR="00792613">
        <w:t xml:space="preserve"> ; </w:t>
      </w:r>
      <w:r>
        <w:t>c</w:t>
      </w:r>
      <w:r w:rsidR="00792613">
        <w:t>’</w:t>
      </w:r>
      <w:r>
        <w:t>est un illustre étranger dans une vilaine prison</w:t>
      </w:r>
      <w:r w:rsidR="00792613">
        <w:t>.</w:t>
      </w:r>
    </w:p>
    <w:p w14:paraId="23A2DCD8" w14:textId="77777777" w:rsidR="00792613" w:rsidRDefault="00F449A5" w:rsidP="00792613">
      <w:r>
        <w:t>Mais voici une preuve nouvelle de la spiritualité de la moitié de notre être</w:t>
      </w:r>
      <w:r w:rsidR="00792613">
        <w:t xml:space="preserve"> : </w:t>
      </w:r>
      <w:r>
        <w:t>je la crois tellement sans réplique</w:t>
      </w:r>
      <w:r w:rsidR="00792613">
        <w:t xml:space="preserve">, </w:t>
      </w:r>
      <w:r>
        <w:t>que je défie tous les matérialistes d</w:t>
      </w:r>
      <w:r w:rsidR="00792613">
        <w:t>’</w:t>
      </w:r>
      <w:r>
        <w:t>y répondre</w:t>
      </w:r>
      <w:r w:rsidR="00792613">
        <w:t xml:space="preserve">. </w:t>
      </w:r>
      <w:r>
        <w:t>Vive dieu</w:t>
      </w:r>
      <w:r w:rsidR="00792613">
        <w:t xml:space="preserve"> ! </w:t>
      </w:r>
      <w:r>
        <w:t>quel dilemme</w:t>
      </w:r>
      <w:r w:rsidR="00792613">
        <w:t> !</w:t>
      </w:r>
    </w:p>
    <w:p w14:paraId="39FF0A15" w14:textId="77777777" w:rsidR="00792613" w:rsidRDefault="00F449A5" w:rsidP="00792613">
      <w:r>
        <w:t>Il n</w:t>
      </w:r>
      <w:r w:rsidR="00792613">
        <w:t>’</w:t>
      </w:r>
      <w:r>
        <w:t>y a dans tous les corps animés que solides &amp; fluides</w:t>
      </w:r>
      <w:r w:rsidR="00792613">
        <w:t xml:space="preserve"> ; </w:t>
      </w:r>
      <w:r>
        <w:t xml:space="preserve">les uns se ratissent par des </w:t>
      </w:r>
      <w:proofErr w:type="spellStart"/>
      <w:r>
        <w:t>frottemens</w:t>
      </w:r>
      <w:proofErr w:type="spellEnd"/>
      <w:r>
        <w:t xml:space="preserve"> continuels qui les usent &amp; les consument</w:t>
      </w:r>
      <w:r w:rsidR="00792613">
        <w:t xml:space="preserve">. </w:t>
      </w:r>
      <w:r>
        <w:t>Les autres laissent sans cesse évaporer leurs particules aqueuses</w:t>
      </w:r>
      <w:r w:rsidR="00792613">
        <w:t xml:space="preserve">, </w:t>
      </w:r>
      <w:r>
        <w:t>leurs principes les plus mobiles &amp; les plus volatils</w:t>
      </w:r>
      <w:r w:rsidR="00792613">
        <w:t xml:space="preserve">, </w:t>
      </w:r>
      <w:r>
        <w:t>avec ceux que la circulation a détachés des vaisseaux</w:t>
      </w:r>
      <w:r w:rsidR="00792613">
        <w:t xml:space="preserve">. </w:t>
      </w:r>
      <w:r>
        <w:t>Tout transpire ensemble</w:t>
      </w:r>
      <w:r w:rsidR="00792613">
        <w:t xml:space="preserve">, </w:t>
      </w:r>
      <w:r>
        <w:t>&amp; tout se répare de même</w:t>
      </w:r>
      <w:r w:rsidR="00792613">
        <w:t>, (</w:t>
      </w:r>
      <w:r>
        <w:t>avec usure ou surcroît jusqu</w:t>
      </w:r>
      <w:r w:rsidR="00792613">
        <w:t>’</w:t>
      </w:r>
      <w:r>
        <w:t>à un certain âge</w:t>
      </w:r>
      <w:r w:rsidR="00792613">
        <w:t xml:space="preserve">,) </w:t>
      </w:r>
      <w:r>
        <w:t>par le merveilleux ouvrage de la nutrition</w:t>
      </w:r>
      <w:r w:rsidR="00792613">
        <w:t>.</w:t>
      </w:r>
    </w:p>
    <w:p w14:paraId="0832A9A4" w14:textId="77777777" w:rsidR="00792613" w:rsidRDefault="00F449A5" w:rsidP="00792613">
      <w:r>
        <w:t>À présent</w:t>
      </w:r>
      <w:r w:rsidR="00792613">
        <w:t xml:space="preserve">, </w:t>
      </w:r>
      <w:r>
        <w:t>dites-moi</w:t>
      </w:r>
      <w:r w:rsidR="00792613">
        <w:t xml:space="preserve">, </w:t>
      </w:r>
      <w:r>
        <w:t>je vous prie</w:t>
      </w:r>
      <w:r w:rsidR="00792613">
        <w:t xml:space="preserve">, </w:t>
      </w:r>
      <w:r>
        <w:t>où vous voulez mettre la volonté</w:t>
      </w:r>
      <w:r w:rsidR="00792613">
        <w:t xml:space="preserve">. </w:t>
      </w:r>
      <w:r>
        <w:t>Sera-ce dans ce qui se ratisse</w:t>
      </w:r>
      <w:r w:rsidR="00792613">
        <w:t xml:space="preserve">, </w:t>
      </w:r>
      <w:r>
        <w:t>ou dans ce qui s</w:t>
      </w:r>
      <w:r w:rsidR="00792613">
        <w:t>’</w:t>
      </w:r>
      <w:r>
        <w:t>évapore</w:t>
      </w:r>
      <w:r w:rsidR="00792613">
        <w:t xml:space="preserve"> ? </w:t>
      </w:r>
      <w:r>
        <w:t xml:space="preserve">La ferez-vous </w:t>
      </w:r>
      <w:proofErr w:type="spellStart"/>
      <w:r>
        <w:t>galopper</w:t>
      </w:r>
      <w:proofErr w:type="spellEnd"/>
      <w:r>
        <w:t xml:space="preserve"> dans nos veines &amp; courir comme une folle avec nos liqueurs</w:t>
      </w:r>
      <w:r w:rsidR="00792613">
        <w:t xml:space="preserve"> ? </w:t>
      </w:r>
      <w:r>
        <w:t>Direz-vous que tranquillement assise sur son trône médullaire</w:t>
      </w:r>
      <w:r w:rsidR="00792613">
        <w:t xml:space="preserve">, </w:t>
      </w:r>
      <w:r>
        <w:t>sans participer en rien à ce qui arrive au corps</w:t>
      </w:r>
      <w:r w:rsidR="00792613">
        <w:t xml:space="preserve">, </w:t>
      </w:r>
      <w:r>
        <w:t>elle voit du haut de sa grandeur les orages se former dans les vaisseaux</w:t>
      </w:r>
      <w:r w:rsidR="00792613">
        <w:t xml:space="preserve">, </w:t>
      </w:r>
      <w:r>
        <w:t>comme on entend gronder le tonnerre sous ses pieds du haut des Pyrénées</w:t>
      </w:r>
      <w:r w:rsidR="00792613">
        <w:t xml:space="preserve"> ? </w:t>
      </w:r>
      <w:r>
        <w:t>Vous n</w:t>
      </w:r>
      <w:r w:rsidR="00792613">
        <w:t>’</w:t>
      </w:r>
      <w:r>
        <w:t>osez soutenir une si étrange opinion</w:t>
      </w:r>
      <w:r w:rsidR="00792613">
        <w:t xml:space="preserve"> ! </w:t>
      </w:r>
      <w:r>
        <w:t>Donc l</w:t>
      </w:r>
      <w:r w:rsidR="00792613">
        <w:t>’</w:t>
      </w:r>
      <w:proofErr w:type="spellStart"/>
      <w:r>
        <w:t>ame</w:t>
      </w:r>
      <w:proofErr w:type="spellEnd"/>
      <w:r>
        <w:t xml:space="preserve"> est distincte du corps</w:t>
      </w:r>
      <w:r w:rsidR="00792613">
        <w:t xml:space="preserve">. </w:t>
      </w:r>
      <w:r>
        <w:t>Donc elle habite quelque part hors du corps</w:t>
      </w:r>
      <w:r w:rsidR="00792613">
        <w:t xml:space="preserve">. </w:t>
      </w:r>
      <w:r>
        <w:t>Oh</w:t>
      </w:r>
      <w:r w:rsidR="00792613">
        <w:t xml:space="preserve"> ! </w:t>
      </w:r>
      <w:r>
        <w:t>dieu le sait</w:t>
      </w:r>
      <w:r w:rsidR="00792613">
        <w:t xml:space="preserve">, </w:t>
      </w:r>
      <w:r>
        <w:t xml:space="preserve">&amp; les </w:t>
      </w:r>
      <w:proofErr w:type="spellStart"/>
      <w:r>
        <w:t>Leibnitiens</w:t>
      </w:r>
      <w:proofErr w:type="spellEnd"/>
      <w:r w:rsidR="00792613">
        <w:t xml:space="preserve">. </w:t>
      </w:r>
      <w:r>
        <w:rPr>
          <w:bCs/>
        </w:rPr>
        <w:t>C</w:t>
      </w:r>
      <w:r w:rsidR="00792613">
        <w:rPr>
          <w:bCs/>
        </w:rPr>
        <w:t>’</w:t>
      </w:r>
      <w:r>
        <w:rPr>
          <w:bCs/>
        </w:rPr>
        <w:t xml:space="preserve">est </w:t>
      </w:r>
      <w:r>
        <w:t xml:space="preserve">ainsi </w:t>
      </w:r>
      <w:r>
        <w:lastRenderedPageBreak/>
        <w:t>que nous autres spiritualistes</w:t>
      </w:r>
      <w:r w:rsidR="00792613">
        <w:t xml:space="preserve">, </w:t>
      </w:r>
      <w:r>
        <w:t>quoique assez fermes &amp; même opiniâtres</w:t>
      </w:r>
      <w:r w:rsidR="00792613">
        <w:t xml:space="preserve">, </w:t>
      </w:r>
      <w:r>
        <w:t>chantons quelquefois la palinodie</w:t>
      </w:r>
      <w:r w:rsidR="00792613">
        <w:t>.</w:t>
      </w:r>
    </w:p>
    <w:p w14:paraId="1AA29C2C" w14:textId="77777777" w:rsidR="00792613" w:rsidRDefault="00F449A5" w:rsidP="00792613">
      <w:r>
        <w:t>Non</w:t>
      </w:r>
      <w:r w:rsidR="00792613">
        <w:t xml:space="preserve">, </w:t>
      </w:r>
      <w:r>
        <w:t>encore une fois</w:t>
      </w:r>
      <w:r w:rsidR="00792613">
        <w:t xml:space="preserve">, </w:t>
      </w:r>
      <w:r>
        <w:t>non</w:t>
      </w:r>
      <w:r w:rsidR="00792613">
        <w:t xml:space="preserve">, </w:t>
      </w:r>
      <w:r>
        <w:t>la volonté ne peut être corporelle</w:t>
      </w:r>
      <w:r w:rsidR="00792613">
        <w:t xml:space="preserve">. </w:t>
      </w:r>
      <w:r>
        <w:t>Concevez-vous que le corps</w:t>
      </w:r>
      <w:r w:rsidR="00792613">
        <w:t xml:space="preserve">, </w:t>
      </w:r>
      <w:r>
        <w:t>ou quelque partie privilégiée de ce corps</w:t>
      </w:r>
      <w:r w:rsidR="00792613">
        <w:t>, (</w:t>
      </w:r>
      <w:r>
        <w:t xml:space="preserve">que vous </w:t>
      </w:r>
      <w:proofErr w:type="spellStart"/>
      <w:r>
        <w:t>connoissez</w:t>
      </w:r>
      <w:proofErr w:type="spellEnd"/>
      <w:r>
        <w:t xml:space="preserve"> si bien</w:t>
      </w:r>
      <w:r w:rsidR="00792613">
        <w:t xml:space="preserve">) </w:t>
      </w:r>
      <w:r>
        <w:t>puisse tantôt vouloir &amp; tantôt ne pas vouloir</w:t>
      </w:r>
      <w:r w:rsidR="00792613">
        <w:t xml:space="preserve"> ? </w:t>
      </w:r>
      <w:r>
        <w:t>Concevez-vous matériel</w:t>
      </w:r>
      <w:r w:rsidR="00792613">
        <w:t xml:space="preserve">, </w:t>
      </w:r>
      <w:r>
        <w:t>ce qui envoie</w:t>
      </w:r>
      <w:r w:rsidR="00792613">
        <w:t xml:space="preserve">, </w:t>
      </w:r>
      <w:r>
        <w:t>tantôt plus</w:t>
      </w:r>
      <w:r w:rsidR="00792613">
        <w:t xml:space="preserve">, </w:t>
      </w:r>
      <w:r>
        <w:t>&amp; tantôt moins d</w:t>
      </w:r>
      <w:r w:rsidR="00792613">
        <w:t>’</w:t>
      </w:r>
      <w:r>
        <w:t>esprits</w:t>
      </w:r>
      <w:r w:rsidR="00792613">
        <w:t xml:space="preserve">, </w:t>
      </w:r>
      <w:r>
        <w:t>&amp; tantôt point du tout</w:t>
      </w:r>
      <w:r w:rsidR="00792613">
        <w:t xml:space="preserve"> ; </w:t>
      </w:r>
      <w:r>
        <w:t>ce qui les suspend</w:t>
      </w:r>
      <w:r w:rsidR="00792613">
        <w:t xml:space="preserve">, </w:t>
      </w:r>
      <w:r>
        <w:t>les fait marcher</w:t>
      </w:r>
      <w:r w:rsidR="00792613">
        <w:t xml:space="preserve">, </w:t>
      </w:r>
      <w:r>
        <w:t>courir</w:t>
      </w:r>
      <w:r w:rsidR="00792613">
        <w:t xml:space="preserve">, </w:t>
      </w:r>
      <w:r>
        <w:t>voler ou s</w:t>
      </w:r>
      <w:r w:rsidR="00792613">
        <w:t>’</w:t>
      </w:r>
      <w:r>
        <w:t>arrêter</w:t>
      </w:r>
      <w:r w:rsidR="00792613">
        <w:t xml:space="preserve">, </w:t>
      </w:r>
      <w:r>
        <w:t xml:space="preserve">au gré de ses </w:t>
      </w:r>
      <w:proofErr w:type="spellStart"/>
      <w:r>
        <w:t>desirs</w:t>
      </w:r>
      <w:proofErr w:type="spellEnd"/>
      <w:r w:rsidR="00792613">
        <w:t xml:space="preserve"> ? </w:t>
      </w:r>
      <w:r>
        <w:t xml:space="preserve">Rendez-vous donc au </w:t>
      </w:r>
      <w:r>
        <w:rPr>
          <w:i/>
          <w:iCs/>
        </w:rPr>
        <w:t>spiritualisme</w:t>
      </w:r>
      <w:r w:rsidR="00792613">
        <w:rPr>
          <w:i/>
          <w:iCs/>
        </w:rPr>
        <w:t xml:space="preserve">, </w:t>
      </w:r>
      <w:r>
        <w:t>à la vue de l</w:t>
      </w:r>
      <w:r w:rsidR="00792613">
        <w:t>’</w:t>
      </w:r>
      <w:r>
        <w:t xml:space="preserve">absurdité du </w:t>
      </w:r>
      <w:proofErr w:type="spellStart"/>
      <w:r>
        <w:t>systême</w:t>
      </w:r>
      <w:proofErr w:type="spellEnd"/>
      <w:r>
        <w:t xml:space="preserve"> contraire</w:t>
      </w:r>
      <w:r w:rsidR="00792613">
        <w:t xml:space="preserve">. </w:t>
      </w:r>
      <w:r>
        <w:t>Quelle simplicité</w:t>
      </w:r>
      <w:r w:rsidR="00792613">
        <w:t xml:space="preserve">, </w:t>
      </w:r>
      <w:r>
        <w:t>pour ne pas dire quelle folie</w:t>
      </w:r>
      <w:r w:rsidR="00792613">
        <w:t xml:space="preserve">, </w:t>
      </w:r>
      <w:r>
        <w:t xml:space="preserve">de croire avec </w:t>
      </w:r>
      <w:proofErr w:type="spellStart"/>
      <w:r>
        <w:t>Lucrece</w:t>
      </w:r>
      <w:proofErr w:type="spellEnd"/>
      <w:r w:rsidR="00792613">
        <w:t xml:space="preserve">, </w:t>
      </w:r>
      <w:r>
        <w:t>que rien ne peut agir sur un corps que ce qui est corps</w:t>
      </w:r>
      <w:r w:rsidR="00792613">
        <w:t xml:space="preserve"> ? </w:t>
      </w:r>
      <w:r>
        <w:t>La volonté étant une partie de l</w:t>
      </w:r>
      <w:r w:rsidR="00792613">
        <w:t>’</w:t>
      </w:r>
      <w:proofErr w:type="spellStart"/>
      <w:r>
        <w:t>ame</w:t>
      </w:r>
      <w:proofErr w:type="spellEnd"/>
      <w:r w:rsidR="00792613">
        <w:t xml:space="preserve">, </w:t>
      </w:r>
      <w:r>
        <w:t>est incontestablement spirituelle</w:t>
      </w:r>
      <w:r w:rsidR="00792613">
        <w:t xml:space="preserve">, </w:t>
      </w:r>
      <w:r>
        <w:t>comme son tout</w:t>
      </w:r>
      <w:r w:rsidR="00792613">
        <w:t xml:space="preserve"> ; </w:t>
      </w:r>
      <w:r>
        <w:t xml:space="preserve">&amp; cependant elle agit visiblement sur ces corpuscules </w:t>
      </w:r>
      <w:proofErr w:type="spellStart"/>
      <w:r>
        <w:t>deliés</w:t>
      </w:r>
      <w:proofErr w:type="spellEnd"/>
      <w:r>
        <w:t xml:space="preserve"> qui ont la mobilité</w:t>
      </w:r>
      <w:r w:rsidR="00792613">
        <w:t xml:space="preserve">, </w:t>
      </w:r>
      <w:r>
        <w:t>non du vif argent</w:t>
      </w:r>
      <w:r w:rsidR="00792613">
        <w:t xml:space="preserve">, </w:t>
      </w:r>
      <w:r>
        <w:t xml:space="preserve">non de la </w:t>
      </w:r>
      <w:proofErr w:type="spellStart"/>
      <w:r>
        <w:rPr>
          <w:i/>
          <w:iCs/>
        </w:rPr>
        <w:t>matiere</w:t>
      </w:r>
      <w:proofErr w:type="spellEnd"/>
      <w:r>
        <w:rPr>
          <w:i/>
          <w:iCs/>
        </w:rPr>
        <w:t xml:space="preserve"> subtile</w:t>
      </w:r>
      <w:r w:rsidR="00792613">
        <w:rPr>
          <w:i/>
          <w:iCs/>
        </w:rPr>
        <w:t xml:space="preserve">, </w:t>
      </w:r>
      <w:r>
        <w:t>mais de l</w:t>
      </w:r>
      <w:r w:rsidR="00792613">
        <w:t>’</w:t>
      </w:r>
      <w:r>
        <w:t>éther &amp; du feu</w:t>
      </w:r>
      <w:r w:rsidR="00792613">
        <w:t xml:space="preserve">. </w:t>
      </w:r>
      <w:r>
        <w:t>Et il faut bien que cela soit</w:t>
      </w:r>
      <w:r w:rsidR="00792613">
        <w:t xml:space="preserve">, </w:t>
      </w:r>
      <w:r>
        <w:t>puisque c</w:t>
      </w:r>
      <w:r w:rsidR="00792613">
        <w:t>’</w:t>
      </w:r>
      <w:r>
        <w:t>est elle qui les détermine</w:t>
      </w:r>
      <w:r w:rsidR="00792613">
        <w:t xml:space="preserve">, </w:t>
      </w:r>
      <w:r>
        <w:t>qui les met en marche &amp; leur enseigne jusqu</w:t>
      </w:r>
      <w:r w:rsidR="00792613">
        <w:t>’</w:t>
      </w:r>
      <w:r>
        <w:t>au chemin par où ils doivent passer</w:t>
      </w:r>
      <w:r w:rsidR="00792613">
        <w:t xml:space="preserve">… </w:t>
      </w:r>
      <w:r>
        <w:t>Mais écoutons nos adversaires</w:t>
      </w:r>
      <w:r w:rsidR="00792613">
        <w:t>.</w:t>
      </w:r>
    </w:p>
    <w:p w14:paraId="6B4E022C" w14:textId="77777777" w:rsidR="00792613" w:rsidRDefault="00792613" w:rsidP="00792613">
      <w:r>
        <w:t>« </w:t>
      </w:r>
      <w:r w:rsidR="00F449A5">
        <w:t>Comment la volonté peut-elle agir sur le corps</w:t>
      </w:r>
      <w:r>
        <w:t xml:space="preserve"> ? </w:t>
      </w:r>
      <w:r w:rsidR="00F449A5">
        <w:t>Quelle prise a-t-elle sur les esprits animaux</w:t>
      </w:r>
      <w:r>
        <w:t xml:space="preserve"> ? </w:t>
      </w:r>
      <w:r w:rsidR="00F449A5">
        <w:t>Quels sont les moyens dont l</w:t>
      </w:r>
      <w:r>
        <w:t>’</w:t>
      </w:r>
      <w:proofErr w:type="spellStart"/>
      <w:r w:rsidR="00F449A5">
        <w:t>ame</w:t>
      </w:r>
      <w:proofErr w:type="spellEnd"/>
      <w:r w:rsidR="00F449A5">
        <w:t xml:space="preserve"> se sert pour </w:t>
      </w:r>
      <w:r w:rsidR="00F449A5">
        <w:rPr>
          <w:iCs/>
        </w:rPr>
        <w:t>faire</w:t>
      </w:r>
      <w:r w:rsidR="00F449A5">
        <w:rPr>
          <w:i/>
          <w:iCs/>
        </w:rPr>
        <w:t xml:space="preserve"> </w:t>
      </w:r>
      <w:r w:rsidR="00F449A5">
        <w:t>exécuter ses volontés</w:t>
      </w:r>
      <w:r>
        <w:t> ? »</w:t>
      </w:r>
    </w:p>
    <w:p w14:paraId="2AB6490C" w14:textId="77777777" w:rsidR="00792613" w:rsidRDefault="00792613" w:rsidP="00792613">
      <w:r>
        <w:t>» </w:t>
      </w:r>
      <w:r w:rsidR="00F449A5">
        <w:t xml:space="preserve">Pourquoi le chagrin resserrant le </w:t>
      </w:r>
      <w:proofErr w:type="spellStart"/>
      <w:r w:rsidR="00F449A5">
        <w:t>diametre</w:t>
      </w:r>
      <w:proofErr w:type="spellEnd"/>
      <w:r w:rsidR="00F449A5">
        <w:t xml:space="preserve"> des vaisseaux</w:t>
      </w:r>
      <w:r>
        <w:t xml:space="preserve">, </w:t>
      </w:r>
      <w:r w:rsidR="00F449A5">
        <w:t>y fait-il croupir la lie des fluides desséchés</w:t>
      </w:r>
      <w:r>
        <w:t xml:space="preserve"> ; </w:t>
      </w:r>
      <w:r w:rsidR="00F449A5">
        <w:t>d</w:t>
      </w:r>
      <w:r>
        <w:t>’</w:t>
      </w:r>
      <w:r w:rsidR="00F449A5">
        <w:t>où naissent les obstructions de l</w:t>
      </w:r>
      <w:r>
        <w:t>’</w:t>
      </w:r>
      <w:r w:rsidR="00F449A5">
        <w:t>imagination</w:t>
      </w:r>
      <w:r>
        <w:t xml:space="preserve">, </w:t>
      </w:r>
      <w:r w:rsidR="00F449A5">
        <w:t xml:space="preserve">le délire sans </w:t>
      </w:r>
      <w:proofErr w:type="spellStart"/>
      <w:r w:rsidR="00F449A5">
        <w:t>fievre</w:t>
      </w:r>
      <w:proofErr w:type="spellEnd"/>
      <w:r w:rsidR="00F449A5">
        <w:t xml:space="preserve"> sur un certain objet</w:t>
      </w:r>
      <w:r>
        <w:t xml:space="preserve"> ; </w:t>
      </w:r>
      <w:r w:rsidR="00F449A5">
        <w:t>les ris</w:t>
      </w:r>
      <w:r>
        <w:t xml:space="preserve">, </w:t>
      </w:r>
      <w:r w:rsidR="00F449A5">
        <w:t xml:space="preserve">les pleurs qui se </w:t>
      </w:r>
      <w:proofErr w:type="spellStart"/>
      <w:r w:rsidR="00F449A5">
        <w:t>succedent</w:t>
      </w:r>
      <w:proofErr w:type="spellEnd"/>
      <w:r w:rsidR="00F449A5">
        <w:t xml:space="preserve"> tour-à-tour</w:t>
      </w:r>
      <w:r>
        <w:t xml:space="preserve">, </w:t>
      </w:r>
      <w:r w:rsidR="00F449A5">
        <w:t>&amp; enfin la plus nombreuse &amp; la plus bizarre cohorte d</w:t>
      </w:r>
      <w:r>
        <w:t>’</w:t>
      </w:r>
      <w:proofErr w:type="spellStart"/>
      <w:r w:rsidR="00F449A5">
        <w:t>accidens</w:t>
      </w:r>
      <w:proofErr w:type="spellEnd"/>
      <w:r w:rsidR="00F449A5">
        <w:t xml:space="preserve"> hypochondriaques</w:t>
      </w:r>
      <w:r>
        <w:t xml:space="preserve"> ; </w:t>
      </w:r>
      <w:r w:rsidR="00F449A5">
        <w:t>tandis que la joie fouette le sang</w:t>
      </w:r>
      <w:r>
        <w:t xml:space="preserve">, </w:t>
      </w:r>
      <w:r w:rsidR="00F449A5">
        <w:t>comme le libre cours de tous les fluides fait circuler la joie</w:t>
      </w:r>
      <w:r>
        <w:t xml:space="preserve">, </w:t>
      </w:r>
      <w:r w:rsidR="00F449A5">
        <w:t>non-seulement dans les veines de l</w:t>
      </w:r>
      <w:r>
        <w:t>’</w:t>
      </w:r>
      <w:r w:rsidR="00F449A5">
        <w:t>homme gai</w:t>
      </w:r>
      <w:r>
        <w:t xml:space="preserve"> ; </w:t>
      </w:r>
      <w:r w:rsidR="00F449A5">
        <w:t xml:space="preserve">mais la </w:t>
      </w:r>
      <w:r w:rsidR="00F449A5">
        <w:rPr>
          <w:iCs/>
        </w:rPr>
        <w:lastRenderedPageBreak/>
        <w:t>fait</w:t>
      </w:r>
      <w:r w:rsidR="00F449A5">
        <w:rPr>
          <w:i/>
          <w:iCs/>
        </w:rPr>
        <w:t xml:space="preserve"> </w:t>
      </w:r>
      <w:r w:rsidR="00F449A5">
        <w:t>passer par communication dans le cercle le plus sérieux</w:t>
      </w:r>
      <w:r>
        <w:t xml:space="preserve"> ? </w:t>
      </w:r>
      <w:r w:rsidR="00F449A5">
        <w:t xml:space="preserve">Pourquoi les passions si </w:t>
      </w:r>
      <w:proofErr w:type="spellStart"/>
      <w:r w:rsidR="00F449A5">
        <w:t>foibles</w:t>
      </w:r>
      <w:proofErr w:type="spellEnd"/>
      <w:r w:rsidR="00F449A5">
        <w:t xml:space="preserve"> dans les uns</w:t>
      </w:r>
      <w:r>
        <w:t xml:space="preserve">, </w:t>
      </w:r>
      <w:r w:rsidR="00F449A5">
        <w:t>si violentes dans les autres</w:t>
      </w:r>
      <w:r>
        <w:t xml:space="preserve">, </w:t>
      </w:r>
      <w:r w:rsidR="00F449A5">
        <w:t>laissent-elles ici le corps &amp; l</w:t>
      </w:r>
      <w:r>
        <w:t>’</w:t>
      </w:r>
      <w:proofErr w:type="spellStart"/>
      <w:r w:rsidR="00F449A5">
        <w:t>ame</w:t>
      </w:r>
      <w:proofErr w:type="spellEnd"/>
      <w:r w:rsidR="00F449A5">
        <w:t xml:space="preserve"> en paix</w:t>
      </w:r>
      <w:r>
        <w:t xml:space="preserve">, </w:t>
      </w:r>
      <w:r w:rsidR="00F449A5">
        <w:t>pour les tourmenter là</w:t>
      </w:r>
      <w:r>
        <w:t xml:space="preserve"> ? </w:t>
      </w:r>
      <w:r w:rsidR="00F449A5">
        <w:t>Pourquoi l</w:t>
      </w:r>
      <w:r>
        <w:t>’</w:t>
      </w:r>
      <w:r w:rsidR="00F449A5">
        <w:t xml:space="preserve">irritation de la </w:t>
      </w:r>
      <w:r w:rsidR="00F449A5">
        <w:rPr>
          <w:i/>
          <w:iCs/>
        </w:rPr>
        <w:t>paire vague &amp; du nerf intercostal</w:t>
      </w:r>
      <w:r>
        <w:rPr>
          <w:i/>
          <w:iCs/>
        </w:rPr>
        <w:t xml:space="preserve">, </w:t>
      </w:r>
      <w:r w:rsidR="00F449A5">
        <w:t>communs aux intestins &amp; au cœur</w:t>
      </w:r>
      <w:r>
        <w:t xml:space="preserve">, </w:t>
      </w:r>
      <w:r w:rsidR="00F449A5">
        <w:t xml:space="preserve">allumant la </w:t>
      </w:r>
      <w:proofErr w:type="spellStart"/>
      <w:r w:rsidR="00F449A5">
        <w:t>fievre</w:t>
      </w:r>
      <w:proofErr w:type="spellEnd"/>
      <w:r>
        <w:t xml:space="preserve">, </w:t>
      </w:r>
      <w:r w:rsidR="00F449A5">
        <w:t>met-elle en si grand désordre le corps &amp; l</w:t>
      </w:r>
      <w:r>
        <w:t>’</w:t>
      </w:r>
      <w:proofErr w:type="spellStart"/>
      <w:r w:rsidR="00F449A5">
        <w:t>ame</w:t>
      </w:r>
      <w:proofErr w:type="spellEnd"/>
      <w:r>
        <w:t xml:space="preserve"> ? </w:t>
      </w:r>
      <w:r w:rsidR="00F449A5">
        <w:t>Quel est l</w:t>
      </w:r>
      <w:r>
        <w:t>’</w:t>
      </w:r>
      <w:r w:rsidR="00F449A5">
        <w:t>empire des vésicules séminales trop pleines</w:t>
      </w:r>
      <w:r>
        <w:t xml:space="preserve"> ? </w:t>
      </w:r>
      <w:r w:rsidR="00F449A5">
        <w:t>Toute l</w:t>
      </w:r>
      <w:r>
        <w:t>’</w:t>
      </w:r>
      <w:r w:rsidR="00F449A5">
        <w:t>économie des deux substances en est bouleversée</w:t>
      </w:r>
      <w:r>
        <w:t xml:space="preserve">. </w:t>
      </w:r>
      <w:r w:rsidR="00F449A5">
        <w:t>Un coup violent sur la tête jette l</w:t>
      </w:r>
      <w:r>
        <w:t>’</w:t>
      </w:r>
      <w:proofErr w:type="spellStart"/>
      <w:r w:rsidR="00F449A5">
        <w:t>ame</w:t>
      </w:r>
      <w:proofErr w:type="spellEnd"/>
      <w:r w:rsidR="00F449A5">
        <w:t xml:space="preserve"> la plus ferme en apoplexie</w:t>
      </w:r>
      <w:r>
        <w:t xml:space="preserve">. </w:t>
      </w:r>
      <w:r w:rsidR="00F449A5">
        <w:t>Elle ne peut pas plus s</w:t>
      </w:r>
      <w:r>
        <w:t>’</w:t>
      </w:r>
      <w:r w:rsidR="00F449A5">
        <w:t>empêcher de voir jaune dans l</w:t>
      </w:r>
      <w:r>
        <w:t>’</w:t>
      </w:r>
      <w:proofErr w:type="spellStart"/>
      <w:r w:rsidR="00F449A5">
        <w:t>ictere</w:t>
      </w:r>
      <w:proofErr w:type="spellEnd"/>
      <w:r>
        <w:t xml:space="preserve">, </w:t>
      </w:r>
      <w:r w:rsidR="00F449A5">
        <w:t>que le soleil rouge</w:t>
      </w:r>
      <w:r>
        <w:t xml:space="preserve">, </w:t>
      </w:r>
      <w:r w:rsidR="00F449A5">
        <w:t>au travers du verre ainsi coloré</w:t>
      </w:r>
      <w:r>
        <w:t xml:space="preserve">, </w:t>
      </w:r>
      <w:r w:rsidR="00F449A5">
        <w:t>fait exprès pour pouvoir impunément regarder ce bel astre</w:t>
      </w:r>
      <w:r>
        <w:t xml:space="preserve">. </w:t>
      </w:r>
      <w:r w:rsidR="00F449A5">
        <w:t>Enfin si telle est l</w:t>
      </w:r>
      <w:r>
        <w:t>’</w:t>
      </w:r>
      <w:r w:rsidR="00F449A5">
        <w:t>absolue nécessité des sens</w:t>
      </w:r>
      <w:r>
        <w:t xml:space="preserve">, </w:t>
      </w:r>
      <w:r w:rsidR="00F449A5">
        <w:t>du cerveau</w:t>
      </w:r>
      <w:r>
        <w:t xml:space="preserve">, </w:t>
      </w:r>
      <w:r w:rsidR="00F449A5">
        <w:t>de telle ou telle autre disposition physique</w:t>
      </w:r>
      <w:r>
        <w:t xml:space="preserve">, </w:t>
      </w:r>
      <w:r w:rsidR="00F449A5">
        <w:t>pour produire les idées liées à cet arrangement d</w:t>
      </w:r>
      <w:r>
        <w:t>’</w:t>
      </w:r>
      <w:r w:rsidR="00F449A5">
        <w:t>organes</w:t>
      </w:r>
      <w:r>
        <w:t xml:space="preserve"> ; </w:t>
      </w:r>
      <w:r w:rsidR="00F449A5">
        <w:t>si ce qui bouleverse la circulation &amp; le cerveau</w:t>
      </w:r>
      <w:r>
        <w:t xml:space="preserve">, </w:t>
      </w:r>
      <w:r w:rsidR="00F449A5">
        <w:t>bouleverse l</w:t>
      </w:r>
      <w:r>
        <w:t>’</w:t>
      </w:r>
      <w:proofErr w:type="spellStart"/>
      <w:r w:rsidR="00F449A5">
        <w:t>ame</w:t>
      </w:r>
      <w:proofErr w:type="spellEnd"/>
      <w:r w:rsidR="00F449A5">
        <w:t xml:space="preserve"> </w:t>
      </w:r>
      <w:r w:rsidR="00F449A5">
        <w:rPr>
          <w:i/>
          <w:iCs/>
        </w:rPr>
        <w:t xml:space="preserve">quant </w:t>
      </w:r>
      <w:r w:rsidR="00F449A5">
        <w:t xml:space="preserve">&amp; </w:t>
      </w:r>
      <w:r w:rsidR="00F449A5">
        <w:rPr>
          <w:i/>
          <w:iCs/>
        </w:rPr>
        <w:t>quant</w:t>
      </w:r>
      <w:r>
        <w:rPr>
          <w:i/>
          <w:iCs/>
        </w:rPr>
        <w:t xml:space="preserve">, </w:t>
      </w:r>
      <w:r w:rsidR="00F449A5">
        <w:t>comme dit Montaigne</w:t>
      </w:r>
      <w:r>
        <w:t xml:space="preserve"> ; </w:t>
      </w:r>
      <w:r w:rsidR="00F449A5">
        <w:t>pourquoi recourir à un être</w:t>
      </w:r>
      <w:r>
        <w:t xml:space="preserve">, </w:t>
      </w:r>
      <w:r w:rsidR="00F449A5">
        <w:t xml:space="preserve">qui </w:t>
      </w:r>
      <w:proofErr w:type="spellStart"/>
      <w:r w:rsidR="00F449A5">
        <w:t>paroît</w:t>
      </w:r>
      <w:proofErr w:type="spellEnd"/>
      <w:r w:rsidR="00F449A5">
        <w:t xml:space="preserve"> </w:t>
      </w:r>
      <w:r w:rsidR="00F449A5">
        <w:rPr>
          <w:i/>
          <w:iCs/>
        </w:rPr>
        <w:t>de raison</w:t>
      </w:r>
      <w:r>
        <w:rPr>
          <w:i/>
          <w:iCs/>
        </w:rPr>
        <w:t xml:space="preserve">, </w:t>
      </w:r>
      <w:r w:rsidR="00F449A5">
        <w:t>pour expliquer ce qui est inexplicable hors du matérialisme</w:t>
      </w:r>
      <w:r>
        <w:t xml:space="preserve"> ? </w:t>
      </w:r>
      <w:r w:rsidR="00F449A5">
        <w:t>&amp;c</w:t>
      </w:r>
      <w:r>
        <w:t>. »</w:t>
      </w:r>
    </w:p>
    <w:p w14:paraId="2E1D1CF7" w14:textId="77777777" w:rsidR="00792613" w:rsidRDefault="00F449A5" w:rsidP="00792613">
      <w:r>
        <w:t>Rien de plus aisé que de répondre</w:t>
      </w:r>
      <w:r w:rsidR="00792613">
        <w:t xml:space="preserve">, </w:t>
      </w:r>
      <w:r>
        <w:t>s</w:t>
      </w:r>
      <w:r w:rsidR="00792613">
        <w:t>’</w:t>
      </w:r>
      <w:r>
        <w:t>il ne l</w:t>
      </w:r>
      <w:r w:rsidR="00792613">
        <w:t>’</w:t>
      </w:r>
      <w:proofErr w:type="spellStart"/>
      <w:r>
        <w:t>étoit</w:t>
      </w:r>
      <w:proofErr w:type="spellEnd"/>
      <w:r>
        <w:t xml:space="preserve"> encore plus d</w:t>
      </w:r>
      <w:r w:rsidR="00792613">
        <w:t>’</w:t>
      </w:r>
      <w:r>
        <w:t>interroger</w:t>
      </w:r>
      <w:r w:rsidR="00792613">
        <w:t xml:space="preserve">. </w:t>
      </w:r>
      <w:r>
        <w:t>Que voulez-vous que je vous dise</w:t>
      </w:r>
      <w:r w:rsidR="00792613">
        <w:t xml:space="preserve"> ? </w:t>
      </w:r>
      <w:r>
        <w:t xml:space="preserve">Vous savez déjà tout le </w:t>
      </w:r>
      <w:proofErr w:type="spellStart"/>
      <w:r>
        <w:t>mystere</w:t>
      </w:r>
      <w:proofErr w:type="spellEnd"/>
      <w:r w:rsidR="00792613">
        <w:t xml:space="preserve">. </w:t>
      </w:r>
      <w:r>
        <w:t>Telle est l</w:t>
      </w:r>
      <w:r w:rsidR="00792613">
        <w:t>’</w:t>
      </w:r>
      <w:r>
        <w:t>union de l</w:t>
      </w:r>
      <w:r w:rsidR="00792613">
        <w:t>’</w:t>
      </w:r>
      <w:proofErr w:type="spellStart"/>
      <w:r>
        <w:t>ame</w:t>
      </w:r>
      <w:proofErr w:type="spellEnd"/>
      <w:r>
        <w:t xml:space="preserve"> </w:t>
      </w:r>
      <w:r>
        <w:rPr>
          <w:i/>
          <w:iCs/>
        </w:rPr>
        <w:t xml:space="preserve">&amp; </w:t>
      </w:r>
      <w:r>
        <w:t>du corps</w:t>
      </w:r>
      <w:r w:rsidR="00792613">
        <w:t xml:space="preserve">, </w:t>
      </w:r>
      <w:r>
        <w:t>&amp; nous sommes ainsi faits</w:t>
      </w:r>
      <w:r w:rsidR="00792613">
        <w:t xml:space="preserve">. </w:t>
      </w:r>
      <w:r>
        <w:t>Voilà toutes les difficultés tranchées d</w:t>
      </w:r>
      <w:r w:rsidR="00792613">
        <w:t>’</w:t>
      </w:r>
      <w:r>
        <w:t>un seul mot</w:t>
      </w:r>
      <w:r w:rsidR="00792613">
        <w:t>.</w:t>
      </w:r>
    </w:p>
    <w:p w14:paraId="2DECEDC6" w14:textId="77777777" w:rsidR="00792613" w:rsidRDefault="00F449A5" w:rsidP="00792613">
      <w:r>
        <w:t>Mais le moyen de ne pas s</w:t>
      </w:r>
      <w:r w:rsidR="00792613">
        <w:t>’</w:t>
      </w:r>
      <w:r>
        <w:t xml:space="preserve">écrier avec </w:t>
      </w:r>
      <w:r>
        <w:rPr>
          <w:iCs/>
        </w:rPr>
        <w:t>S</w:t>
      </w:r>
      <w:r w:rsidR="00792613">
        <w:rPr>
          <w:iCs/>
        </w:rPr>
        <w:t xml:space="preserve">. </w:t>
      </w:r>
      <w:r>
        <w:t>Paul</w:t>
      </w:r>
      <w:r w:rsidR="00792613">
        <w:t xml:space="preserve">, </w:t>
      </w:r>
      <w:r>
        <w:rPr>
          <w:i/>
          <w:iCs/>
        </w:rPr>
        <w:t xml:space="preserve">ô </w:t>
      </w:r>
      <w:proofErr w:type="spellStart"/>
      <w:r>
        <w:rPr>
          <w:i/>
          <w:iCs/>
        </w:rPr>
        <w:t>altitudo</w:t>
      </w:r>
      <w:proofErr w:type="spellEnd"/>
      <w:r w:rsidR="00792613">
        <w:rPr>
          <w:i/>
          <w:iCs/>
        </w:rPr>
        <w:t xml:space="preserve"> ! </w:t>
      </w:r>
      <w:r>
        <w:rPr>
          <w:iCs/>
        </w:rPr>
        <w:t xml:space="preserve">à </w:t>
      </w:r>
      <w:r>
        <w:t>la vue de tant d</w:t>
      </w:r>
      <w:r w:rsidR="00792613">
        <w:t>’</w:t>
      </w:r>
      <w:r>
        <w:t>incompréhensibles merveilles</w:t>
      </w:r>
      <w:r w:rsidR="00792613">
        <w:t xml:space="preserve"> ! </w:t>
      </w:r>
      <w:r>
        <w:t>l</w:t>
      </w:r>
      <w:r w:rsidR="00792613">
        <w:t>’</w:t>
      </w:r>
      <w:proofErr w:type="spellStart"/>
      <w:r>
        <w:t>ame</w:t>
      </w:r>
      <w:proofErr w:type="spellEnd"/>
      <w:r>
        <w:t xml:space="preserve"> ne participe en rien de la nature du corps</w:t>
      </w:r>
      <w:r w:rsidR="00792613">
        <w:t xml:space="preserve">, </w:t>
      </w:r>
      <w:r>
        <w:t>ni le corps de l</w:t>
      </w:r>
      <w:r w:rsidR="00792613">
        <w:t>’</w:t>
      </w:r>
      <w:r>
        <w:t>essence de l</w:t>
      </w:r>
      <w:r w:rsidR="00792613">
        <w:t>’</w:t>
      </w:r>
      <w:proofErr w:type="spellStart"/>
      <w:r>
        <w:t>ame</w:t>
      </w:r>
      <w:proofErr w:type="spellEnd"/>
      <w:r w:rsidR="00792613">
        <w:t xml:space="preserve"> ; </w:t>
      </w:r>
      <w:r>
        <w:t>ils ne se touchent en aucun point</w:t>
      </w:r>
      <w:r w:rsidR="00792613">
        <w:t xml:space="preserve"> ; </w:t>
      </w:r>
      <w:r>
        <w:t>ils ne se poussent &amp; ne s</w:t>
      </w:r>
      <w:r w:rsidR="00792613">
        <w:t>’</w:t>
      </w:r>
      <w:r>
        <w:t>affectent par aucun mouvement</w:t>
      </w:r>
      <w:r w:rsidR="00792613">
        <w:t xml:space="preserve">, </w:t>
      </w:r>
      <w:r>
        <w:t>&amp; cependant la tristesse de l</w:t>
      </w:r>
      <w:r w:rsidR="00792613">
        <w:t>’</w:t>
      </w:r>
      <w:proofErr w:type="spellStart"/>
      <w:r>
        <w:t>ame</w:t>
      </w:r>
      <w:proofErr w:type="spellEnd"/>
      <w:r>
        <w:t xml:space="preserve"> flétrit les charmes du corps &amp; l</w:t>
      </w:r>
      <w:r w:rsidR="00792613">
        <w:t>’</w:t>
      </w:r>
      <w:proofErr w:type="spellStart"/>
      <w:r>
        <w:t>ulcere</w:t>
      </w:r>
      <w:proofErr w:type="spellEnd"/>
      <w:r>
        <w:t xml:space="preserve"> au poumon ôte la gaieté de l</w:t>
      </w:r>
      <w:r w:rsidR="00792613">
        <w:t>’</w:t>
      </w:r>
      <w:r>
        <w:t>esprit</w:t>
      </w:r>
      <w:r w:rsidR="00792613">
        <w:t xml:space="preserve">. </w:t>
      </w:r>
      <w:r>
        <w:t>Compagnons invisibles &amp; inséparables</w:t>
      </w:r>
      <w:r w:rsidR="00792613">
        <w:t xml:space="preserve">, </w:t>
      </w:r>
      <w:r>
        <w:t>ils sont toujours ensemble</w:t>
      </w:r>
      <w:r w:rsidR="00792613">
        <w:t xml:space="preserve">, </w:t>
      </w:r>
      <w:r>
        <w:t>ou sains ou malades</w:t>
      </w:r>
      <w:r w:rsidR="00792613">
        <w:t xml:space="preserve">. </w:t>
      </w:r>
      <w:r>
        <w:lastRenderedPageBreak/>
        <w:t>Mais peut-on être sain dans un lieu pestiféré</w:t>
      </w:r>
      <w:r w:rsidR="00792613">
        <w:t xml:space="preserve"> ? </w:t>
      </w:r>
      <w:r>
        <w:t>Peut-on être fort dans les langueurs</w:t>
      </w:r>
      <w:r w:rsidR="00792613">
        <w:t xml:space="preserve"> ? </w:t>
      </w:r>
      <w:r>
        <w:t>N</w:t>
      </w:r>
      <w:r w:rsidR="00792613">
        <w:t>’</w:t>
      </w:r>
      <w:r>
        <w:t>est-il pas naturel que l</w:t>
      </w:r>
      <w:r w:rsidR="00792613">
        <w:t>’</w:t>
      </w:r>
      <w:proofErr w:type="spellStart"/>
      <w:r>
        <w:t>ame</w:t>
      </w:r>
      <w:proofErr w:type="spellEnd"/>
      <w:r w:rsidR="00792613">
        <w:t xml:space="preserve">, </w:t>
      </w:r>
      <w:r>
        <w:t xml:space="preserve">qui ne fait rien que par le </w:t>
      </w:r>
      <w:proofErr w:type="spellStart"/>
      <w:r>
        <w:t>ministere</w:t>
      </w:r>
      <w:proofErr w:type="spellEnd"/>
      <w:r>
        <w:t xml:space="preserve"> des sens</w:t>
      </w:r>
      <w:r w:rsidR="00792613">
        <w:t xml:space="preserve">, </w:t>
      </w:r>
      <w:r>
        <w:t>se ressente de leurs plaisirs</w:t>
      </w:r>
      <w:r w:rsidR="00792613">
        <w:t xml:space="preserve">, </w:t>
      </w:r>
      <w:r>
        <w:t>&amp; partage leurs calamités</w:t>
      </w:r>
      <w:r w:rsidR="00792613">
        <w:t> ?</w:t>
      </w:r>
    </w:p>
    <w:p w14:paraId="756A87B0" w14:textId="77777777" w:rsidR="00792613" w:rsidRDefault="00F449A5" w:rsidP="00792613">
      <w:r>
        <w:t>Mais l</w:t>
      </w:r>
      <w:r w:rsidR="00792613">
        <w:t>’</w:t>
      </w:r>
      <w:proofErr w:type="spellStart"/>
      <w:r>
        <w:t>ame</w:t>
      </w:r>
      <w:proofErr w:type="spellEnd"/>
      <w:r>
        <w:t xml:space="preserve"> que la volupté </w:t>
      </w:r>
      <w:proofErr w:type="spellStart"/>
      <w:r>
        <w:t>paroît</w:t>
      </w:r>
      <w:proofErr w:type="spellEnd"/>
      <w:r>
        <w:t xml:space="preserve"> avoir absorbée</w:t>
      </w:r>
      <w:r w:rsidR="00792613">
        <w:t xml:space="preserve">, </w:t>
      </w:r>
      <w:r>
        <w:t xml:space="preserve">ne lui </w:t>
      </w:r>
      <w:proofErr w:type="spellStart"/>
      <w:r>
        <w:t>cede</w:t>
      </w:r>
      <w:proofErr w:type="spellEnd"/>
      <w:r w:rsidR="00792613">
        <w:t xml:space="preserve">, </w:t>
      </w:r>
      <w:r>
        <w:t xml:space="preserve">ne </w:t>
      </w:r>
      <w:proofErr w:type="spellStart"/>
      <w:r>
        <w:t>disparoît</w:t>
      </w:r>
      <w:proofErr w:type="spellEnd"/>
      <w:r>
        <w:t xml:space="preserve"> que pour un temps</w:t>
      </w:r>
      <w:r w:rsidR="00792613">
        <w:t xml:space="preserve"> ; </w:t>
      </w:r>
      <w:r>
        <w:t>elle ne s</w:t>
      </w:r>
      <w:r w:rsidR="00792613">
        <w:t>’</w:t>
      </w:r>
      <w:proofErr w:type="spellStart"/>
      <w:r>
        <w:t>étoit</w:t>
      </w:r>
      <w:proofErr w:type="spellEnd"/>
      <w:r>
        <w:t xml:space="preserve"> éclipsée</w:t>
      </w:r>
      <w:r w:rsidR="00792613">
        <w:t xml:space="preserve">, </w:t>
      </w:r>
      <w:r>
        <w:t>en quelque sorte</w:t>
      </w:r>
      <w:r w:rsidR="00792613">
        <w:t xml:space="preserve">, </w:t>
      </w:r>
      <w:r>
        <w:t xml:space="preserve">que pour </w:t>
      </w:r>
      <w:proofErr w:type="spellStart"/>
      <w:r>
        <w:t>reparoître</w:t>
      </w:r>
      <w:proofErr w:type="spellEnd"/>
      <w:r w:rsidR="00792613">
        <w:t xml:space="preserve">, </w:t>
      </w:r>
      <w:r>
        <w:t>plus ou moins brillante</w:t>
      </w:r>
      <w:r w:rsidR="00792613">
        <w:t xml:space="preserve">, </w:t>
      </w:r>
      <w:r>
        <w:t>selon la modération avec laquelle on s</w:t>
      </w:r>
      <w:r w:rsidR="00792613">
        <w:t>’</w:t>
      </w:r>
      <w:r>
        <w:t>est livré à l</w:t>
      </w:r>
      <w:r w:rsidR="00792613">
        <w:t>’</w:t>
      </w:r>
      <w:r>
        <w:t>amour</w:t>
      </w:r>
      <w:r w:rsidR="00792613">
        <w:t xml:space="preserve">. </w:t>
      </w:r>
      <w:r>
        <w:t>La même chose s</w:t>
      </w:r>
      <w:r w:rsidR="00792613">
        <w:t>’</w:t>
      </w:r>
      <w:r>
        <w:t>observe dans l</w:t>
      </w:r>
      <w:r w:rsidR="00792613">
        <w:t>’</w:t>
      </w:r>
      <w:r>
        <w:t>apoplexie</w:t>
      </w:r>
      <w:r w:rsidR="00792613">
        <w:t xml:space="preserve">, </w:t>
      </w:r>
      <w:r>
        <w:t>où tantôt l</w:t>
      </w:r>
      <w:r w:rsidR="00792613">
        <w:t>’</w:t>
      </w:r>
      <w:proofErr w:type="spellStart"/>
      <w:r>
        <w:t>ame</w:t>
      </w:r>
      <w:proofErr w:type="spellEnd"/>
      <w:r w:rsidR="00792613">
        <w:t xml:space="preserve">, </w:t>
      </w:r>
      <w:r>
        <w:t>qu</w:t>
      </w:r>
      <w:r w:rsidR="00792613">
        <w:t>’</w:t>
      </w:r>
      <w:r>
        <w:t xml:space="preserve">un coup de foudre </w:t>
      </w:r>
      <w:proofErr w:type="spellStart"/>
      <w:r>
        <w:t>sembloit</w:t>
      </w:r>
      <w:proofErr w:type="spellEnd"/>
      <w:r>
        <w:t xml:space="preserve"> avoir frappée</w:t>
      </w:r>
      <w:r w:rsidR="00792613">
        <w:t xml:space="preserve">, </w:t>
      </w:r>
      <w:proofErr w:type="spellStart"/>
      <w:r>
        <w:t>reparoît</w:t>
      </w:r>
      <w:proofErr w:type="spellEnd"/>
      <w:r w:rsidR="00792613">
        <w:t xml:space="preserve">, </w:t>
      </w:r>
      <w:r>
        <w:t>comme le soleil sur l</w:t>
      </w:r>
      <w:r w:rsidR="00792613">
        <w:t>’</w:t>
      </w:r>
      <w:proofErr w:type="spellStart"/>
      <w:r>
        <w:t>horison</w:t>
      </w:r>
      <w:proofErr w:type="spellEnd"/>
      <w:r w:rsidR="00792613">
        <w:t xml:space="preserve">, </w:t>
      </w:r>
      <w:r>
        <w:t>dans toute sa splendeur</w:t>
      </w:r>
      <w:r w:rsidR="00792613">
        <w:t xml:space="preserve">, </w:t>
      </w:r>
      <w:r>
        <w:t>&amp; tantôt dépourvue de mémoire &amp; de sagacité</w:t>
      </w:r>
      <w:r w:rsidR="00792613">
        <w:t xml:space="preserve">, </w:t>
      </w:r>
      <w:r>
        <w:t xml:space="preserve">souvent </w:t>
      </w:r>
      <w:proofErr w:type="spellStart"/>
      <w:r>
        <w:t>imbécille</w:t>
      </w:r>
      <w:proofErr w:type="spellEnd"/>
      <w:r w:rsidR="00792613">
        <w:t xml:space="preserve">. </w:t>
      </w:r>
      <w:r>
        <w:t>Mais alors qu</w:t>
      </w:r>
      <w:r w:rsidR="00792613">
        <w:t>’</w:t>
      </w:r>
      <w:r>
        <w:t>est-ce autre chose qu</w:t>
      </w:r>
      <w:r w:rsidR="00792613">
        <w:t>’</w:t>
      </w:r>
      <w:r>
        <w:t xml:space="preserve">un </w:t>
      </w:r>
      <w:proofErr w:type="spellStart"/>
      <w:r>
        <w:t>foible</w:t>
      </w:r>
      <w:proofErr w:type="spellEnd"/>
      <w:r>
        <w:t xml:space="preserve"> pinçon</w:t>
      </w:r>
      <w:r w:rsidR="00792613">
        <w:t xml:space="preserve">, </w:t>
      </w:r>
      <w:r>
        <w:t>qui a pensé être écrasé dans sa cage</w:t>
      </w:r>
      <w:r w:rsidR="00792613">
        <w:t xml:space="preserve">, </w:t>
      </w:r>
      <w:r>
        <w:t>ou qui pressé dans un passage étroit</w:t>
      </w:r>
      <w:r w:rsidR="00792613">
        <w:t xml:space="preserve">, </w:t>
      </w:r>
      <w:r>
        <w:t>y a laissé ses plus belles plumes</w:t>
      </w:r>
      <w:r w:rsidR="00792613">
        <w:t> ?</w:t>
      </w:r>
    </w:p>
    <w:p w14:paraId="12E46513" w14:textId="77777777" w:rsidR="00792613" w:rsidRDefault="00F449A5" w:rsidP="00792613">
      <w:r>
        <w:t>Les bornes de l</w:t>
      </w:r>
      <w:r w:rsidR="00792613">
        <w:t>’</w:t>
      </w:r>
      <w:r>
        <w:t>empire de la volonté étant en raison de l</w:t>
      </w:r>
      <w:r w:rsidR="00792613">
        <w:t>’</w:t>
      </w:r>
      <w:r>
        <w:t>état du corps</w:t>
      </w:r>
      <w:r w:rsidR="00792613">
        <w:t xml:space="preserve">, </w:t>
      </w:r>
      <w:r>
        <w:t>est-il surprenant que les organes n</w:t>
      </w:r>
      <w:r w:rsidR="00792613">
        <w:t>’</w:t>
      </w:r>
      <w:r>
        <w:t>entendent plus</w:t>
      </w:r>
      <w:r w:rsidR="00792613">
        <w:t xml:space="preserve">, </w:t>
      </w:r>
      <w:r>
        <w:t>pour ainsi dire</w:t>
      </w:r>
      <w:r w:rsidR="00792613">
        <w:t xml:space="preserve">, </w:t>
      </w:r>
      <w:r>
        <w:t>la voix de leur souveraine</w:t>
      </w:r>
      <w:r w:rsidR="00792613">
        <w:t xml:space="preserve">, </w:t>
      </w:r>
      <w:r>
        <w:t>lorsque les chemins de communication sont rompus</w:t>
      </w:r>
      <w:r w:rsidR="00792613">
        <w:t xml:space="preserve"> ? </w:t>
      </w:r>
      <w:r>
        <w:t xml:space="preserve">Si vous exigez de mon </w:t>
      </w:r>
      <w:proofErr w:type="spellStart"/>
      <w:r>
        <w:t>ame</w:t>
      </w:r>
      <w:proofErr w:type="spellEnd"/>
      <w:r>
        <w:t xml:space="preserve"> qu</w:t>
      </w:r>
      <w:r w:rsidR="00792613">
        <w:t>’</w:t>
      </w:r>
      <w:r>
        <w:t xml:space="preserve">elle </w:t>
      </w:r>
      <w:proofErr w:type="spellStart"/>
      <w:r>
        <w:t>leve</w:t>
      </w:r>
      <w:proofErr w:type="spellEnd"/>
      <w:r>
        <w:t xml:space="preserve"> mon bras</w:t>
      </w:r>
      <w:r w:rsidR="00792613">
        <w:t xml:space="preserve">, </w:t>
      </w:r>
      <w:r>
        <w:t xml:space="preserve">lorsque le </w:t>
      </w:r>
      <w:r>
        <w:rPr>
          <w:i/>
          <w:iCs/>
        </w:rPr>
        <w:t xml:space="preserve">Deltoïde </w:t>
      </w:r>
      <w:r>
        <w:t>ne reçoit plus le sang artériel ou le suc nerveux</w:t>
      </w:r>
      <w:r w:rsidR="00792613">
        <w:t xml:space="preserve">, </w:t>
      </w:r>
      <w:r>
        <w:t>exigez donc aussi qu</w:t>
      </w:r>
      <w:r w:rsidR="00792613">
        <w:t>’</w:t>
      </w:r>
      <w:r>
        <w:t>elle fasse marcher droit un boiteux</w:t>
      </w:r>
      <w:r w:rsidR="00792613">
        <w:t>.</w:t>
      </w:r>
    </w:p>
    <w:p w14:paraId="5F064060" w14:textId="77777777" w:rsidR="00792613" w:rsidRDefault="00F449A5" w:rsidP="00792613">
      <w:r>
        <w:t>Quoique les organes les plus soumis à la volonté</w:t>
      </w:r>
      <w:r w:rsidR="00792613">
        <w:t xml:space="preserve">, </w:t>
      </w:r>
      <w:r>
        <w:t>lui deviennent nécessairement rebelles</w:t>
      </w:r>
      <w:r w:rsidR="00792613">
        <w:t xml:space="preserve">, </w:t>
      </w:r>
      <w:r>
        <w:t>quand les conditions de l</w:t>
      </w:r>
      <w:r w:rsidR="00792613">
        <w:t>’</w:t>
      </w:r>
      <w:r>
        <w:t>obéissance viennent à manquer</w:t>
      </w:r>
      <w:r w:rsidR="00792613">
        <w:t xml:space="preserve">, </w:t>
      </w:r>
      <w:r>
        <w:t>l</w:t>
      </w:r>
      <w:r w:rsidR="00792613">
        <w:t>’</w:t>
      </w:r>
      <w:proofErr w:type="spellStart"/>
      <w:r>
        <w:t>ame</w:t>
      </w:r>
      <w:proofErr w:type="spellEnd"/>
      <w:r>
        <w:t xml:space="preserve"> s</w:t>
      </w:r>
      <w:r w:rsidR="00792613">
        <w:t>’</w:t>
      </w:r>
      <w:r>
        <w:t>accoutume cependant peu-à-peu à cette résistance &amp; à cette immobilité des parties</w:t>
      </w:r>
      <w:r w:rsidR="00792613">
        <w:t xml:space="preserve"> ; </w:t>
      </w:r>
      <w:r>
        <w:t>&amp; si elle est sage</w:t>
      </w:r>
      <w:r w:rsidR="00792613">
        <w:t xml:space="preserve">, </w:t>
      </w:r>
      <w:r>
        <w:t>elle se console aisément de la perte d</w:t>
      </w:r>
      <w:r w:rsidR="00792613">
        <w:t>’</w:t>
      </w:r>
      <w:r>
        <w:t>un sceptre qu</w:t>
      </w:r>
      <w:r w:rsidR="00792613">
        <w:t>’</w:t>
      </w:r>
      <w:r>
        <w:t>elle n</w:t>
      </w:r>
      <w:r w:rsidR="00792613">
        <w:t>’</w:t>
      </w:r>
      <w:proofErr w:type="spellStart"/>
      <w:r>
        <w:t>avoit</w:t>
      </w:r>
      <w:proofErr w:type="spellEnd"/>
      <w:r>
        <w:t xml:space="preserve"> que conditionnellement</w:t>
      </w:r>
      <w:r w:rsidR="00792613">
        <w:t>.</w:t>
      </w:r>
    </w:p>
    <w:p w14:paraId="0DE07EBE" w14:textId="77777777" w:rsidR="00792613" w:rsidRDefault="00F449A5" w:rsidP="00792613">
      <w:r>
        <w:t xml:space="preserve">Rien ne </w:t>
      </w:r>
      <w:proofErr w:type="spellStart"/>
      <w:r>
        <w:t>releve</w:t>
      </w:r>
      <w:proofErr w:type="spellEnd"/>
      <w:r>
        <w:t xml:space="preserve"> tant la dignité &amp; la noblesse de l</w:t>
      </w:r>
      <w:r w:rsidR="00792613">
        <w:t>’</w:t>
      </w:r>
      <w:proofErr w:type="spellStart"/>
      <w:r>
        <w:t>ame</w:t>
      </w:r>
      <w:proofErr w:type="spellEnd"/>
      <w:r w:rsidR="00792613">
        <w:t xml:space="preserve">, </w:t>
      </w:r>
      <w:r>
        <w:t>que de voir sa force &amp; sa puissance dans un corps impuissant &amp; perclus</w:t>
      </w:r>
      <w:r w:rsidR="00792613">
        <w:t xml:space="preserve">. </w:t>
      </w:r>
      <w:r>
        <w:t>La volonté</w:t>
      </w:r>
      <w:r w:rsidR="00792613">
        <w:t xml:space="preserve">, </w:t>
      </w:r>
      <w:r>
        <w:t>la présence d</w:t>
      </w:r>
      <w:r w:rsidR="00792613">
        <w:t>’</w:t>
      </w:r>
      <w:r>
        <w:t>esprit</w:t>
      </w:r>
      <w:r w:rsidR="00792613">
        <w:t xml:space="preserve">, </w:t>
      </w:r>
      <w:r>
        <w:t>le sang-froid</w:t>
      </w:r>
      <w:r w:rsidR="00792613">
        <w:t xml:space="preserve">, </w:t>
      </w:r>
      <w:r>
        <w:t xml:space="preserve">la </w:t>
      </w:r>
      <w:r>
        <w:lastRenderedPageBreak/>
        <w:t>liberté même ne se soutiennent &amp; ne brillent-elles pas</w:t>
      </w:r>
      <w:r w:rsidR="00792613">
        <w:t xml:space="preserve">, </w:t>
      </w:r>
      <w:r>
        <w:t>avec plus ou moins d</w:t>
      </w:r>
      <w:r w:rsidR="00792613">
        <w:t>’</w:t>
      </w:r>
      <w:r>
        <w:t>éclat</w:t>
      </w:r>
      <w:r w:rsidR="00792613">
        <w:t xml:space="preserve">, </w:t>
      </w:r>
      <w:r>
        <w:t>au travers de tous ces nuages que forment les maladies</w:t>
      </w:r>
      <w:r w:rsidR="00792613">
        <w:t xml:space="preserve">, </w:t>
      </w:r>
      <w:r>
        <w:t>les passions ou l</w:t>
      </w:r>
      <w:r w:rsidR="00792613">
        <w:t>’</w:t>
      </w:r>
      <w:r>
        <w:t>adversité</w:t>
      </w:r>
      <w:r w:rsidR="00792613">
        <w:t xml:space="preserve"> ? </w:t>
      </w:r>
      <w:r>
        <w:t>Quelle gaieté dans Scarron</w:t>
      </w:r>
      <w:r w:rsidR="00792613">
        <w:t xml:space="preserve"> ! </w:t>
      </w:r>
      <w:r>
        <w:t xml:space="preserve">Quel courage dans ces </w:t>
      </w:r>
      <w:proofErr w:type="spellStart"/>
      <w:r>
        <w:t>ames</w:t>
      </w:r>
      <w:proofErr w:type="spellEnd"/>
      <w:r>
        <w:t xml:space="preserve"> sublimes</w:t>
      </w:r>
      <w:r w:rsidR="00792613">
        <w:t xml:space="preserve">, </w:t>
      </w:r>
      <w:r>
        <w:t>dont la force</w:t>
      </w:r>
      <w:r w:rsidR="00792613">
        <w:t xml:space="preserve">, </w:t>
      </w:r>
      <w:r>
        <w:t>loin de s</w:t>
      </w:r>
      <w:r w:rsidR="00792613">
        <w:t>’</w:t>
      </w:r>
      <w:r>
        <w:t>énerver</w:t>
      </w:r>
      <w:r w:rsidR="00792613">
        <w:t xml:space="preserve">, </w:t>
      </w:r>
      <w:r>
        <w:t>redouble par les obstacles</w:t>
      </w:r>
      <w:r w:rsidR="00792613">
        <w:t xml:space="preserve"> ! </w:t>
      </w:r>
      <w:r>
        <w:t>Au lieu de succomber au chagrin qui tue les autres</w:t>
      </w:r>
      <w:r w:rsidR="00792613">
        <w:t xml:space="preserve">, </w:t>
      </w:r>
      <w:r>
        <w:t xml:space="preserve">chez elles la raison </w:t>
      </w:r>
      <w:proofErr w:type="spellStart"/>
      <w:r>
        <w:t>a</w:t>
      </w:r>
      <w:proofErr w:type="spellEnd"/>
      <w:r>
        <w:t xml:space="preserve"> bientôt fait l</w:t>
      </w:r>
      <w:r w:rsidR="00792613">
        <w:t>’</w:t>
      </w:r>
      <w:r>
        <w:t>ouvrage du temps</w:t>
      </w:r>
      <w:r w:rsidR="00792613">
        <w:t>.</w:t>
      </w:r>
    </w:p>
    <w:p w14:paraId="786AE6A8" w14:textId="77777777" w:rsidR="00792613" w:rsidRDefault="00F449A5" w:rsidP="00792613">
      <w:r>
        <w:t>Si la volonté est esclave</w:t>
      </w:r>
      <w:r w:rsidR="00792613">
        <w:t xml:space="preserve">, </w:t>
      </w:r>
      <w:r>
        <w:t>c</w:t>
      </w:r>
      <w:r w:rsidR="00792613">
        <w:t>’</w:t>
      </w:r>
      <w:r>
        <w:t>est moins du corps que de la raison</w:t>
      </w:r>
      <w:r w:rsidR="00792613">
        <w:t xml:space="preserve"> ; </w:t>
      </w:r>
      <w:r>
        <w:t>mais elle ne subit ce joug que pour faire honneur à notre histoire &amp; relever la grandeur &amp; la majesté de l</w:t>
      </w:r>
      <w:r w:rsidR="00792613">
        <w:t>’</w:t>
      </w:r>
      <w:r>
        <w:t>homme</w:t>
      </w:r>
      <w:r w:rsidR="00792613">
        <w:t>.</w:t>
      </w:r>
    </w:p>
    <w:p w14:paraId="381FBE9B" w14:textId="77777777" w:rsidR="00792613" w:rsidRDefault="00F449A5" w:rsidP="00792613">
      <w:r>
        <w:t>La volonté qui commande à tant d</w:t>
      </w:r>
      <w:r w:rsidR="00792613">
        <w:t>’</w:t>
      </w:r>
      <w:r>
        <w:t>organes</w:t>
      </w:r>
      <w:r w:rsidR="00792613">
        <w:t xml:space="preserve">, </w:t>
      </w:r>
      <w:r>
        <w:t>est en effet quelquefois soumise elle-même à la raison</w:t>
      </w:r>
      <w:r w:rsidR="00792613">
        <w:t xml:space="preserve">, </w:t>
      </w:r>
      <w:r>
        <w:t>qui lui fait haïr</w:t>
      </w:r>
      <w:r w:rsidR="00792613">
        <w:t xml:space="preserve">, </w:t>
      </w:r>
      <w:r>
        <w:t xml:space="preserve">en </w:t>
      </w:r>
      <w:proofErr w:type="spellStart"/>
      <w:r>
        <w:t>mere</w:t>
      </w:r>
      <w:proofErr w:type="spellEnd"/>
      <w:r>
        <w:t xml:space="preserve"> sage</w:t>
      </w:r>
      <w:r w:rsidR="00792613">
        <w:t xml:space="preserve">, </w:t>
      </w:r>
      <w:r>
        <w:t>ce qu</w:t>
      </w:r>
      <w:r w:rsidR="00792613">
        <w:t>’</w:t>
      </w:r>
      <w:r>
        <w:t xml:space="preserve">elle </w:t>
      </w:r>
      <w:proofErr w:type="spellStart"/>
      <w:r>
        <w:t>desireroit</w:t>
      </w:r>
      <w:proofErr w:type="spellEnd"/>
      <w:r>
        <w:t xml:space="preserve"> en fille </w:t>
      </w:r>
      <w:proofErr w:type="spellStart"/>
      <w:r>
        <w:t>indiscrete</w:t>
      </w:r>
      <w:proofErr w:type="spellEnd"/>
      <w:r w:rsidR="00792613">
        <w:t>.</w:t>
      </w:r>
    </w:p>
    <w:p w14:paraId="34E018A6" w14:textId="77777777" w:rsidR="00792613" w:rsidRDefault="00F449A5" w:rsidP="00792613">
      <w:r>
        <w:t>Quoi de plus beau</w:t>
      </w:r>
      <w:r w:rsidR="00792613">
        <w:t xml:space="preserve">, </w:t>
      </w:r>
      <w:r>
        <w:t>que de voir cette puissante maîtresse</w:t>
      </w:r>
      <w:r w:rsidR="00792613">
        <w:t xml:space="preserve">, </w:t>
      </w:r>
      <w:r>
        <w:t>qui semble tenir l</w:t>
      </w:r>
      <w:r w:rsidR="00792613">
        <w:t>’</w:t>
      </w:r>
      <w:r>
        <w:t>homme &amp; tous les animaux par la bride</w:t>
      </w:r>
      <w:r w:rsidR="00792613">
        <w:t xml:space="preserve">, </w:t>
      </w:r>
      <w:r>
        <w:t xml:space="preserve">en </w:t>
      </w:r>
      <w:proofErr w:type="spellStart"/>
      <w:r>
        <w:t>reconnoître</w:t>
      </w:r>
      <w:proofErr w:type="spellEnd"/>
      <w:r>
        <w:t xml:space="preserve"> une à son tour</w:t>
      </w:r>
      <w:r w:rsidR="00792613">
        <w:t xml:space="preserve">, </w:t>
      </w:r>
      <w:r>
        <w:t>plus despotique encore &amp; bien plus sage</w:t>
      </w:r>
      <w:r w:rsidR="00792613">
        <w:t xml:space="preserve"> ; </w:t>
      </w:r>
      <w:r>
        <w:t>car c</w:t>
      </w:r>
      <w:r w:rsidR="00792613">
        <w:t>’</w:t>
      </w:r>
      <w:r>
        <w:t>est elle qui</w:t>
      </w:r>
      <w:r w:rsidR="00792613">
        <w:t xml:space="preserve">, </w:t>
      </w:r>
      <w:r>
        <w:t>comme un autre Mentor</w:t>
      </w:r>
      <w:r w:rsidR="00792613">
        <w:t xml:space="preserve">, </w:t>
      </w:r>
      <w:r>
        <w:t>lui montre le précipice à côté des fleurs</w:t>
      </w:r>
      <w:r w:rsidR="00792613">
        <w:t xml:space="preserve"> ; </w:t>
      </w:r>
      <w:r>
        <w:t>les regrets &amp; les remords à la suite de la volupté</w:t>
      </w:r>
      <w:r w:rsidR="00792613">
        <w:t xml:space="preserve">, </w:t>
      </w:r>
      <w:r>
        <w:t>&amp; lui fait sentir comme d</w:t>
      </w:r>
      <w:r w:rsidR="00792613">
        <w:t>’</w:t>
      </w:r>
      <w:r>
        <w:t>un seul regard tout le danger</w:t>
      </w:r>
      <w:r w:rsidR="00792613">
        <w:t xml:space="preserve">, </w:t>
      </w:r>
      <w:r>
        <w:t>le vice ou le crime qu</w:t>
      </w:r>
      <w:r w:rsidR="00792613">
        <w:t>’</w:t>
      </w:r>
      <w:r>
        <w:t>il y a de vouloir ce qu</w:t>
      </w:r>
      <w:r w:rsidR="00792613">
        <w:t>’</w:t>
      </w:r>
      <w:r>
        <w:t>on ne peut s</w:t>
      </w:r>
      <w:r w:rsidR="00792613">
        <w:t>’</w:t>
      </w:r>
      <w:r>
        <w:t>empêcher d</w:t>
      </w:r>
      <w:r w:rsidR="00792613">
        <w:t>’</w:t>
      </w:r>
      <w:r>
        <w:t>aimer</w:t>
      </w:r>
      <w:r w:rsidR="00792613">
        <w:t>.</w:t>
      </w:r>
    </w:p>
    <w:p w14:paraId="141E7811" w14:textId="77777777" w:rsidR="00792613" w:rsidRDefault="00F449A5" w:rsidP="00792613">
      <w:r>
        <w:t>Ô animaux</w:t>
      </w:r>
      <w:r w:rsidR="00792613">
        <w:t xml:space="preserve"> ! </w:t>
      </w:r>
      <w:r>
        <w:t>quoique je sois ici votre apologiste</w:t>
      </w:r>
      <w:r w:rsidR="00792613">
        <w:t xml:space="preserve">, </w:t>
      </w:r>
      <w:r>
        <w:t>que je vous trouve inférieurs &amp; subordonnés à l</w:t>
      </w:r>
      <w:r w:rsidR="00792613">
        <w:t>’</w:t>
      </w:r>
      <w:proofErr w:type="spellStart"/>
      <w:r>
        <w:t>espece</w:t>
      </w:r>
      <w:proofErr w:type="spellEnd"/>
      <w:r>
        <w:t xml:space="preserve"> humaine</w:t>
      </w:r>
      <w:r w:rsidR="00792613">
        <w:t xml:space="preserve"> ! </w:t>
      </w:r>
      <w:r>
        <w:t>Soumis à une fatalité stoïque</w:t>
      </w:r>
      <w:r w:rsidR="00792613">
        <w:t xml:space="preserve">, </w:t>
      </w:r>
      <w:r>
        <w:t>votre instinct n</w:t>
      </w:r>
      <w:r w:rsidR="00792613">
        <w:t>’</w:t>
      </w:r>
      <w:r>
        <w:t>a point été redressé</w:t>
      </w:r>
      <w:r w:rsidR="00792613">
        <w:t xml:space="preserve">, </w:t>
      </w:r>
      <w:r>
        <w:t xml:space="preserve">comme le </w:t>
      </w:r>
      <w:proofErr w:type="spellStart"/>
      <w:r>
        <w:t>notre</w:t>
      </w:r>
      <w:proofErr w:type="spellEnd"/>
      <w:r w:rsidR="00792613">
        <w:t xml:space="preserve">, </w:t>
      </w:r>
      <w:r>
        <w:t>changé en raison</w:t>
      </w:r>
      <w:r w:rsidR="00792613">
        <w:t xml:space="preserve">, </w:t>
      </w:r>
      <w:r>
        <w:t>comme une terre s</w:t>
      </w:r>
      <w:r w:rsidR="00792613">
        <w:t>’</w:t>
      </w:r>
      <w:r>
        <w:t>améliore</w:t>
      </w:r>
      <w:r w:rsidR="00792613">
        <w:t xml:space="preserve">, </w:t>
      </w:r>
      <w:r>
        <w:t>à force de culture</w:t>
      </w:r>
      <w:r w:rsidR="00792613">
        <w:t xml:space="preserve">. </w:t>
      </w:r>
      <w:r>
        <w:t>Vous voulez toujours ce qu</w:t>
      </w:r>
      <w:r w:rsidR="00792613">
        <w:t>’</w:t>
      </w:r>
      <w:r>
        <w:t>une fois vous avez voulu</w:t>
      </w:r>
      <w:r w:rsidR="00792613">
        <w:t xml:space="preserve">. </w:t>
      </w:r>
      <w:proofErr w:type="spellStart"/>
      <w:r>
        <w:t>Fideles</w:t>
      </w:r>
      <w:proofErr w:type="spellEnd"/>
      <w:r>
        <w:t xml:space="preserve"> &amp; </w:t>
      </w:r>
      <w:proofErr w:type="spellStart"/>
      <w:r>
        <w:t>constans</w:t>
      </w:r>
      <w:proofErr w:type="spellEnd"/>
      <w:r w:rsidR="00792613">
        <w:t xml:space="preserve">, </w:t>
      </w:r>
      <w:r>
        <w:t>vous avez toujours posé les mêmes circonstances</w:t>
      </w:r>
      <w:r w:rsidR="00792613">
        <w:t xml:space="preserve">, </w:t>
      </w:r>
      <w:r>
        <w:t>les mêmes goûts pour les objets qui vous plaisent</w:t>
      </w:r>
      <w:r w:rsidR="00792613">
        <w:t xml:space="preserve">. </w:t>
      </w:r>
      <w:r>
        <w:t>C</w:t>
      </w:r>
      <w:r w:rsidR="00792613">
        <w:t>’</w:t>
      </w:r>
      <w:r>
        <w:t>est qu</w:t>
      </w:r>
      <w:r w:rsidR="00792613">
        <w:t>’</w:t>
      </w:r>
      <w:r>
        <w:t xml:space="preserve">un vil plaisir détermine tous vos </w:t>
      </w:r>
      <w:proofErr w:type="spellStart"/>
      <w:r>
        <w:t>sentimens</w:t>
      </w:r>
      <w:proofErr w:type="spellEnd"/>
      <w:r w:rsidR="00792613">
        <w:t xml:space="preserve">, </w:t>
      </w:r>
      <w:r>
        <w:t xml:space="preserve">votre </w:t>
      </w:r>
      <w:proofErr w:type="spellStart"/>
      <w:r>
        <w:t>ame</w:t>
      </w:r>
      <w:proofErr w:type="spellEnd"/>
      <w:r>
        <w:t xml:space="preserve"> n</w:t>
      </w:r>
      <w:r w:rsidR="00792613">
        <w:t>’</w:t>
      </w:r>
      <w:r>
        <w:t xml:space="preserve">ayant point été élevée à la </w:t>
      </w:r>
      <w:proofErr w:type="spellStart"/>
      <w:r>
        <w:t>connoissance</w:t>
      </w:r>
      <w:proofErr w:type="spellEnd"/>
      <w:r>
        <w:t xml:space="preserve"> de ces heureux principes</w:t>
      </w:r>
      <w:r w:rsidR="00792613">
        <w:t xml:space="preserve">, </w:t>
      </w:r>
      <w:r>
        <w:t xml:space="preserve">qui font rougir les </w:t>
      </w:r>
      <w:r>
        <w:lastRenderedPageBreak/>
        <w:t>gens bien nés</w:t>
      </w:r>
      <w:r w:rsidR="00792613">
        <w:t xml:space="preserve">, </w:t>
      </w:r>
      <w:r>
        <w:t>non-seulement d</w:t>
      </w:r>
      <w:r w:rsidR="00792613">
        <w:t>’</w:t>
      </w:r>
      <w:r>
        <w:t>une volupté</w:t>
      </w:r>
      <w:r w:rsidR="00792613">
        <w:t xml:space="preserve">, </w:t>
      </w:r>
      <w:r>
        <w:t>mais d</w:t>
      </w:r>
      <w:r w:rsidR="00792613">
        <w:t>’</w:t>
      </w:r>
      <w:r>
        <w:t xml:space="preserve">un </w:t>
      </w:r>
      <w:proofErr w:type="spellStart"/>
      <w:r>
        <w:t>desir</w:t>
      </w:r>
      <w:proofErr w:type="spellEnd"/>
      <w:r>
        <w:t xml:space="preserve"> ou même du moindre appétit qui les flatte</w:t>
      </w:r>
      <w:r w:rsidR="00792613">
        <w:t xml:space="preserve"> : </w:t>
      </w:r>
      <w:r>
        <w:t>c</w:t>
      </w:r>
      <w:r w:rsidR="00792613">
        <w:t>’</w:t>
      </w:r>
      <w:r>
        <w:t>est que vous n</w:t>
      </w:r>
      <w:r w:rsidR="00792613">
        <w:t>’</w:t>
      </w:r>
      <w:r>
        <w:t xml:space="preserve">avez pas la plus </w:t>
      </w:r>
      <w:proofErr w:type="spellStart"/>
      <w:r>
        <w:t>légere</w:t>
      </w:r>
      <w:proofErr w:type="spellEnd"/>
      <w:r>
        <w:t xml:space="preserve"> idée de cette vertu</w:t>
      </w:r>
      <w:r w:rsidR="00792613">
        <w:t xml:space="preserve">, </w:t>
      </w:r>
      <w:r>
        <w:t xml:space="preserve">qui </w:t>
      </w:r>
      <w:proofErr w:type="spellStart"/>
      <w:r>
        <w:rPr>
          <w:i/>
          <w:iCs/>
        </w:rPr>
        <w:t>tiroit</w:t>
      </w:r>
      <w:proofErr w:type="spellEnd"/>
      <w:r>
        <w:rPr>
          <w:i/>
          <w:iCs/>
        </w:rPr>
        <w:t xml:space="preserve"> </w:t>
      </w:r>
      <w:r>
        <w:rPr>
          <w:iCs/>
        </w:rPr>
        <w:t>si</w:t>
      </w:r>
      <w:r>
        <w:rPr>
          <w:i/>
          <w:iCs/>
        </w:rPr>
        <w:t xml:space="preserve"> </w:t>
      </w:r>
      <w:r>
        <w:t xml:space="preserve">joliment </w:t>
      </w:r>
      <w:r>
        <w:rPr>
          <w:i/>
          <w:iCs/>
        </w:rPr>
        <w:t>l</w:t>
      </w:r>
      <w:r w:rsidR="00792613">
        <w:rPr>
          <w:i/>
          <w:iCs/>
        </w:rPr>
        <w:t>’</w:t>
      </w:r>
      <w:r>
        <w:rPr>
          <w:i/>
          <w:iCs/>
        </w:rPr>
        <w:t xml:space="preserve">oreille </w:t>
      </w:r>
      <w:r>
        <w:t xml:space="preserve">de </w:t>
      </w:r>
      <w:proofErr w:type="spellStart"/>
      <w:r>
        <w:t>Séneque</w:t>
      </w:r>
      <w:proofErr w:type="spellEnd"/>
      <w:r w:rsidR="00792613">
        <w:t xml:space="preserve">. </w:t>
      </w:r>
      <w:r>
        <w:t>Semblable à l</w:t>
      </w:r>
      <w:r w:rsidR="00792613">
        <w:t>’</w:t>
      </w:r>
      <w:r>
        <w:t>enfant courageux qui donne</w:t>
      </w:r>
      <w:r w:rsidR="00792613">
        <w:t xml:space="preserve">, </w:t>
      </w:r>
      <w:r>
        <w:t>sans le savoir</w:t>
      </w:r>
      <w:r w:rsidR="00792613">
        <w:t xml:space="preserve">, </w:t>
      </w:r>
      <w:r>
        <w:t xml:space="preserve">des coups de pied à la </w:t>
      </w:r>
      <w:proofErr w:type="spellStart"/>
      <w:r>
        <w:t>mere</w:t>
      </w:r>
      <w:proofErr w:type="spellEnd"/>
      <w:r>
        <w:t xml:space="preserve"> qui le porte &amp; le nourrit</w:t>
      </w:r>
      <w:r w:rsidR="00792613">
        <w:t xml:space="preserve">, </w:t>
      </w:r>
      <w:r>
        <w:t xml:space="preserve">notre </w:t>
      </w:r>
      <w:proofErr w:type="spellStart"/>
      <w:r>
        <w:t>ame</w:t>
      </w:r>
      <w:proofErr w:type="spellEnd"/>
      <w:r>
        <w:t xml:space="preserve"> ne regimbe pas moins dans sa matrice</w:t>
      </w:r>
      <w:r w:rsidR="00792613">
        <w:t xml:space="preserve">, </w:t>
      </w:r>
      <w:r>
        <w:t xml:space="preserve">avec une agréable </w:t>
      </w:r>
      <w:r>
        <w:rPr>
          <w:i/>
          <w:iCs/>
        </w:rPr>
        <w:t xml:space="preserve">conscience </w:t>
      </w:r>
      <w:r>
        <w:t>contre ce qui la délecte le plus</w:t>
      </w:r>
      <w:r w:rsidR="00792613">
        <w:t>.</w:t>
      </w:r>
    </w:p>
    <w:p w14:paraId="6FF0DCE5" w14:textId="77777777" w:rsidR="00792613" w:rsidRDefault="00F449A5" w:rsidP="00792613">
      <w:r>
        <w:t>D</w:t>
      </w:r>
      <w:r w:rsidR="00792613">
        <w:t>’</w:t>
      </w:r>
      <w:r>
        <w:t>où vient cette différence entre l</w:t>
      </w:r>
      <w:r w:rsidR="00792613">
        <w:t>’</w:t>
      </w:r>
      <w:r>
        <w:t>instinct des animaux &amp; la raison humaine</w:t>
      </w:r>
      <w:r w:rsidR="00792613">
        <w:t xml:space="preserve"> ? </w:t>
      </w:r>
      <w:r>
        <w:t>C</w:t>
      </w:r>
      <w:r w:rsidR="00792613">
        <w:t>’</w:t>
      </w:r>
      <w:r>
        <w:t>est que nous pouvons juger des choses en elles-mêmes</w:t>
      </w:r>
      <w:r w:rsidR="00792613">
        <w:t xml:space="preserve"> ; </w:t>
      </w:r>
      <w:r>
        <w:t>leur essence &amp; leur mérite nous sont trop connus</w:t>
      </w:r>
      <w:r w:rsidR="00792613">
        <w:t xml:space="preserve">, </w:t>
      </w:r>
      <w:r>
        <w:t>pour être</w:t>
      </w:r>
      <w:r w:rsidR="00792613">
        <w:t xml:space="preserve">, </w:t>
      </w:r>
      <w:r>
        <w:t>dans tous les âges de la vie</w:t>
      </w:r>
      <w:r w:rsidR="00792613">
        <w:t xml:space="preserve">, </w:t>
      </w:r>
      <w:r>
        <w:t>esclaves &amp; dupes de leurs illusions</w:t>
      </w:r>
      <w:r w:rsidR="00792613">
        <w:t xml:space="preserve">, </w:t>
      </w:r>
      <w:r>
        <w:t>au lieu que les bêtes n</w:t>
      </w:r>
      <w:r w:rsidR="00792613">
        <w:t>’</w:t>
      </w:r>
      <w:r>
        <w:t>ont la faculté de juger que sur un rapport</w:t>
      </w:r>
      <w:r w:rsidR="00792613">
        <w:t xml:space="preserve">, </w:t>
      </w:r>
      <w:r>
        <w:t xml:space="preserve">que le </w:t>
      </w:r>
      <w:proofErr w:type="spellStart"/>
      <w:r>
        <w:t>pere</w:t>
      </w:r>
      <w:proofErr w:type="spellEnd"/>
      <w:r>
        <w:t xml:space="preserve"> </w:t>
      </w:r>
      <w:proofErr w:type="spellStart"/>
      <w:r>
        <w:t>Mallebranche</w:t>
      </w:r>
      <w:proofErr w:type="spellEnd"/>
      <w:r>
        <w:t xml:space="preserve"> a décidé toujours trompeur</w:t>
      </w:r>
      <w:r w:rsidR="00792613">
        <w:t xml:space="preserve">. </w:t>
      </w:r>
      <w:r>
        <w:t xml:space="preserve">Comment </w:t>
      </w:r>
      <w:proofErr w:type="spellStart"/>
      <w:r>
        <w:t>seroient</w:t>
      </w:r>
      <w:proofErr w:type="spellEnd"/>
      <w:r>
        <w:t>-elles capables de sentir ce singulier prurit de l</w:t>
      </w:r>
      <w:r w:rsidR="00792613">
        <w:t>’</w:t>
      </w:r>
      <w:r>
        <w:t>amour-propre</w:t>
      </w:r>
      <w:r w:rsidR="00792613">
        <w:t xml:space="preserve">, </w:t>
      </w:r>
      <w:r>
        <w:t>ce noble aiguillon de la vertu</w:t>
      </w:r>
      <w:r w:rsidR="00792613">
        <w:t xml:space="preserve">, </w:t>
      </w:r>
      <w:r>
        <w:t xml:space="preserve">qui nous </w:t>
      </w:r>
      <w:proofErr w:type="spellStart"/>
      <w:r>
        <w:t>éleve</w:t>
      </w:r>
      <w:proofErr w:type="spellEnd"/>
      <w:r>
        <w:t xml:space="preserve"> au faîte de l</w:t>
      </w:r>
      <w:r w:rsidR="00792613">
        <w:t>’</w:t>
      </w:r>
      <w:r>
        <w:t>art sur les débris de la nature</w:t>
      </w:r>
      <w:r w:rsidR="00792613">
        <w:t xml:space="preserve"> ? </w:t>
      </w:r>
      <w:r>
        <w:t>Ce sont de vraies machines</w:t>
      </w:r>
      <w:r w:rsidR="00792613">
        <w:t xml:space="preserve">, </w:t>
      </w:r>
      <w:r>
        <w:t>bornées à suivre pas à pas cette nature</w:t>
      </w:r>
      <w:r w:rsidR="00792613">
        <w:t xml:space="preserve">, </w:t>
      </w:r>
      <w:r>
        <w:t>dont le torrent les entraîne irrésistiblement</w:t>
      </w:r>
      <w:r w:rsidR="00792613">
        <w:t xml:space="preserve">, </w:t>
      </w:r>
      <w:r>
        <w:t xml:space="preserve">semblables à de </w:t>
      </w:r>
      <w:proofErr w:type="spellStart"/>
      <w:r>
        <w:t>légeres</w:t>
      </w:r>
      <w:proofErr w:type="spellEnd"/>
      <w:r>
        <w:t xml:space="preserve"> chaloupes sans pilote &amp; sans avirons</w:t>
      </w:r>
      <w:r w:rsidR="00792613">
        <w:t xml:space="preserve">, </w:t>
      </w:r>
      <w:r>
        <w:t xml:space="preserve">abandonnées au gré des vents &amp; des </w:t>
      </w:r>
      <w:r>
        <w:rPr>
          <w:iCs/>
        </w:rPr>
        <w:t>flots</w:t>
      </w:r>
      <w:r w:rsidR="00792613">
        <w:rPr>
          <w:iCs/>
        </w:rPr>
        <w:t xml:space="preserve">. </w:t>
      </w:r>
      <w:r>
        <w:t>Enfin faute d</w:t>
      </w:r>
      <w:r w:rsidR="00792613">
        <w:t>’</w:t>
      </w:r>
      <w:r>
        <w:t>une brillante éducation</w:t>
      </w:r>
      <w:r w:rsidR="00792613">
        <w:t xml:space="preserve">, </w:t>
      </w:r>
      <w:r>
        <w:t>dont elles ne sont point susceptibles</w:t>
      </w:r>
      <w:r w:rsidR="00792613">
        <w:t xml:space="preserve">, </w:t>
      </w:r>
      <w:r>
        <w:t>elles sont dépourvues de ce raffinement d</w:t>
      </w:r>
      <w:r w:rsidR="00792613">
        <w:t>’</w:t>
      </w:r>
      <w:r>
        <w:t>esprit &amp; de raison</w:t>
      </w:r>
      <w:r w:rsidR="00792613">
        <w:t xml:space="preserve">, </w:t>
      </w:r>
      <w:r>
        <w:t xml:space="preserve">qui nous fait orgueilleusement fuir &amp; haïr ce que notre volonté eût naturellement cherché &amp; </w:t>
      </w:r>
      <w:proofErr w:type="spellStart"/>
      <w:r>
        <w:t>desiré</w:t>
      </w:r>
      <w:proofErr w:type="spellEnd"/>
      <w:r w:rsidR="00792613">
        <w:t xml:space="preserve"> ; </w:t>
      </w:r>
      <w:r>
        <w:t xml:space="preserve">qui nous </w:t>
      </w:r>
      <w:r>
        <w:rPr>
          <w:iCs/>
        </w:rPr>
        <w:t>fait</w:t>
      </w:r>
      <w:r>
        <w:rPr>
          <w:i/>
          <w:iCs/>
        </w:rPr>
        <w:t xml:space="preserve"> </w:t>
      </w:r>
      <w:r>
        <w:t>siffler &amp; dédaigner ce qu</w:t>
      </w:r>
      <w:r w:rsidR="00792613">
        <w:t>’</w:t>
      </w:r>
      <w:r>
        <w:t xml:space="preserve">applaudit &amp; </w:t>
      </w:r>
      <w:proofErr w:type="spellStart"/>
      <w:r>
        <w:t>appete</w:t>
      </w:r>
      <w:proofErr w:type="spellEnd"/>
      <w:r>
        <w:t xml:space="preserve"> tout la nature</w:t>
      </w:r>
      <w:r w:rsidR="00792613">
        <w:t>.</w:t>
      </w:r>
    </w:p>
    <w:p w14:paraId="06572A4A" w14:textId="77777777" w:rsidR="00792613" w:rsidRDefault="00F449A5" w:rsidP="00792613">
      <w:pPr>
        <w:rPr>
          <w:i/>
        </w:rPr>
      </w:pPr>
      <w:r>
        <w:t>Je me suis livré d</w:t>
      </w:r>
      <w:r w:rsidR="00792613">
        <w:t>’</w:t>
      </w:r>
      <w:r>
        <w:t>autant plus volontiers à ces réflexions</w:t>
      </w:r>
      <w:r w:rsidR="00792613">
        <w:t xml:space="preserve">, </w:t>
      </w:r>
      <w:r>
        <w:t>que je n</w:t>
      </w:r>
      <w:r w:rsidR="00792613">
        <w:t>’</w:t>
      </w:r>
      <w:r>
        <w:t>ai prétendu à aucuns égards mettre les animaux au niveau de l</w:t>
      </w:r>
      <w:r w:rsidR="00792613">
        <w:t>’</w:t>
      </w:r>
      <w:r>
        <w:t>homme</w:t>
      </w:r>
      <w:r w:rsidR="00792613">
        <w:t xml:space="preserve">. </w:t>
      </w:r>
      <w:r>
        <w:t>Si je leur ai donné la même échelle</w:t>
      </w:r>
      <w:r w:rsidR="00792613">
        <w:t xml:space="preserve">, </w:t>
      </w:r>
      <w:r>
        <w:t>c</w:t>
      </w:r>
      <w:r w:rsidR="00792613">
        <w:t>’</w:t>
      </w:r>
      <w:r>
        <w:t>est avec moins de degrés</w:t>
      </w:r>
      <w:r w:rsidR="00792613">
        <w:t xml:space="preserve">, </w:t>
      </w:r>
      <w:r>
        <w:t>en sorte que je n</w:t>
      </w:r>
      <w:r w:rsidR="00792613">
        <w:t>’</w:t>
      </w:r>
      <w:r>
        <w:t>accorde volontiers que les animaux montent avec plus de sûreté &amp; d</w:t>
      </w:r>
      <w:r w:rsidR="00792613">
        <w:t>’</w:t>
      </w:r>
      <w:r>
        <w:t xml:space="preserve">un pas plus </w:t>
      </w:r>
      <w:r>
        <w:lastRenderedPageBreak/>
        <w:t>ferme</w:t>
      </w:r>
      <w:r w:rsidR="00792613">
        <w:t xml:space="preserve">, </w:t>
      </w:r>
      <w:r>
        <w:t>que pour nier qu</w:t>
      </w:r>
      <w:r w:rsidR="00792613">
        <w:t>’</w:t>
      </w:r>
      <w:r>
        <w:t>ils s</w:t>
      </w:r>
      <w:r w:rsidR="00792613">
        <w:t>’</w:t>
      </w:r>
      <w:proofErr w:type="spellStart"/>
      <w:r>
        <w:t>élevent</w:t>
      </w:r>
      <w:proofErr w:type="spellEnd"/>
      <w:r>
        <w:t xml:space="preserve"> aussi haut que nous</w:t>
      </w:r>
      <w:r w:rsidR="00792613">
        <w:t xml:space="preserve">. </w:t>
      </w:r>
      <w:r>
        <w:t>Telle est aussi l</w:t>
      </w:r>
      <w:r w:rsidR="00792613">
        <w:t>’</w:t>
      </w:r>
      <w:r>
        <w:t>opinion de l</w:t>
      </w:r>
      <w:r w:rsidR="00792613">
        <w:t>’</w:t>
      </w:r>
      <w:r>
        <w:t xml:space="preserve">auteur de </w:t>
      </w:r>
      <w:r>
        <w:rPr>
          <w:i/>
        </w:rPr>
        <w:t>l</w:t>
      </w:r>
      <w:r w:rsidR="00792613">
        <w:rPr>
          <w:i/>
        </w:rPr>
        <w:t>’</w:t>
      </w:r>
      <w:r>
        <w:rPr>
          <w:i/>
        </w:rPr>
        <w:t>homme plante</w:t>
      </w:r>
      <w:r w:rsidR="00792613">
        <w:rPr>
          <w:i/>
        </w:rPr>
        <w:t xml:space="preserve">, </w:t>
      </w:r>
      <w:r>
        <w:t xml:space="preserve">que Tralles propose si plaisamment comme un </w:t>
      </w:r>
      <w:proofErr w:type="spellStart"/>
      <w:r>
        <w:t>modele</w:t>
      </w:r>
      <w:proofErr w:type="spellEnd"/>
      <w:r>
        <w:t xml:space="preserve"> de sagesse &amp; de jugement à l</w:t>
      </w:r>
      <w:r w:rsidR="00792613">
        <w:t>’</w:t>
      </w:r>
      <w:r>
        <w:t xml:space="preserve">auteur de </w:t>
      </w:r>
      <w:r>
        <w:rPr>
          <w:i/>
        </w:rPr>
        <w:t>l</w:t>
      </w:r>
      <w:r w:rsidR="00792613">
        <w:rPr>
          <w:i/>
        </w:rPr>
        <w:t>’</w:t>
      </w:r>
      <w:r>
        <w:rPr>
          <w:i/>
        </w:rPr>
        <w:t>homme machine</w:t>
      </w:r>
      <w:r w:rsidR="00792613">
        <w:rPr>
          <w:i/>
        </w:rPr>
        <w:t xml:space="preserve"> : </w:t>
      </w:r>
      <w:r>
        <w:rPr>
          <w:i/>
        </w:rPr>
        <w:t>tout esprit</w:t>
      </w:r>
      <w:r w:rsidR="00792613">
        <w:rPr>
          <w:i/>
        </w:rPr>
        <w:t xml:space="preserve">, </w:t>
      </w:r>
      <w:r>
        <w:t>selon lui</w:t>
      </w:r>
      <w:r w:rsidR="00792613">
        <w:t xml:space="preserve">, </w:t>
      </w:r>
      <w:r>
        <w:rPr>
          <w:i/>
        </w:rPr>
        <w:t>mais souvent sans jugement &amp; sans raisonnement</w:t>
      </w:r>
      <w:r w:rsidR="00792613">
        <w:rPr>
          <w:i/>
        </w:rPr>
        <w:t xml:space="preserve">, </w:t>
      </w:r>
      <w:r>
        <w:rPr>
          <w:i/>
        </w:rPr>
        <w:t>battant métaphoriquement la campagne</w:t>
      </w:r>
      <w:r w:rsidR="00792613">
        <w:rPr>
          <w:i/>
        </w:rPr>
        <w:t xml:space="preserve">, </w:t>
      </w:r>
      <w:r>
        <w:rPr>
          <w:i/>
        </w:rPr>
        <w:t>sans rien dire</w:t>
      </w:r>
      <w:r w:rsidR="00792613">
        <w:rPr>
          <w:i/>
        </w:rPr>
        <w:t xml:space="preserve">, </w:t>
      </w:r>
      <w:r>
        <w:rPr>
          <w:i/>
        </w:rPr>
        <w:t>ni rien prouver</w:t>
      </w:r>
      <w:r w:rsidR="00792613">
        <w:rPr>
          <w:i/>
        </w:rPr>
        <w:t>.</w:t>
      </w:r>
    </w:p>
    <w:p w14:paraId="58FE1E57" w14:textId="77777777" w:rsidR="00792613" w:rsidRDefault="00F449A5" w:rsidP="00792613">
      <w:r>
        <w:t xml:space="preserve">Il ne vous </w:t>
      </w:r>
      <w:r>
        <w:rPr>
          <w:iCs/>
        </w:rPr>
        <w:t xml:space="preserve">suffit </w:t>
      </w:r>
      <w:r>
        <w:t>pas que j</w:t>
      </w:r>
      <w:r w:rsidR="00792613">
        <w:t>’</w:t>
      </w:r>
      <w:r>
        <w:t>admette en mille endroits de cet ouvrage la supériorité de l</w:t>
      </w:r>
      <w:r w:rsidR="00792613">
        <w:t>’</w:t>
      </w:r>
      <w:r>
        <w:t>homme</w:t>
      </w:r>
      <w:r w:rsidR="00792613">
        <w:t xml:space="preserve"> ; </w:t>
      </w:r>
      <w:r>
        <w:t>vous voulez que je vous dise ce que c</w:t>
      </w:r>
      <w:r w:rsidR="00792613">
        <w:t>’</w:t>
      </w:r>
      <w:r>
        <w:t xml:space="preserve">est que cette </w:t>
      </w:r>
      <w:proofErr w:type="spellStart"/>
      <w:r>
        <w:t>ame</w:t>
      </w:r>
      <w:proofErr w:type="spellEnd"/>
      <w:r>
        <w:t xml:space="preserve"> qui </w:t>
      </w:r>
      <w:proofErr w:type="spellStart"/>
      <w:r>
        <w:t>nageoit</w:t>
      </w:r>
      <w:proofErr w:type="spellEnd"/>
      <w:r>
        <w:t xml:space="preserve"> jadis avec les petites anguilles spermatiques</w:t>
      </w:r>
      <w:r w:rsidR="00792613">
        <w:t xml:space="preserve"> ; </w:t>
      </w:r>
      <w:r>
        <w:t>que je vous marque exactement la différence qu</w:t>
      </w:r>
      <w:r w:rsidR="00792613">
        <w:t>’</w:t>
      </w:r>
      <w:r>
        <w:t>il y a entre la vôtre &amp; celle des animaux</w:t>
      </w:r>
      <w:r w:rsidR="00792613">
        <w:t xml:space="preserve">. </w:t>
      </w:r>
      <w:r>
        <w:t>Ah</w:t>
      </w:r>
      <w:r w:rsidR="00792613">
        <w:t xml:space="preserve"> ! </w:t>
      </w:r>
      <w:r>
        <w:t xml:space="preserve">si je </w:t>
      </w:r>
      <w:proofErr w:type="spellStart"/>
      <w:r>
        <w:t>connoissois</w:t>
      </w:r>
      <w:proofErr w:type="spellEnd"/>
      <w:r>
        <w:t xml:space="preserve"> aussi bien leur essence que celle de la plupart des docteurs qui en traitent</w:t>
      </w:r>
      <w:r w:rsidR="00792613">
        <w:t xml:space="preserve">, </w:t>
      </w:r>
      <w:r>
        <w:t xml:space="preserve">je ne vous la </w:t>
      </w:r>
      <w:proofErr w:type="spellStart"/>
      <w:r>
        <w:t>définirois</w:t>
      </w:r>
      <w:proofErr w:type="spellEnd"/>
      <w:r>
        <w:t xml:space="preserve"> pas</w:t>
      </w:r>
      <w:r w:rsidR="00792613">
        <w:t xml:space="preserve">, </w:t>
      </w:r>
      <w:r>
        <w:t xml:space="preserve">je vous la </w:t>
      </w:r>
      <w:proofErr w:type="spellStart"/>
      <w:r>
        <w:t>dessinerois</w:t>
      </w:r>
      <w:proofErr w:type="spellEnd"/>
      <w:r>
        <w:t xml:space="preserve"> d</w:t>
      </w:r>
      <w:r w:rsidR="00792613">
        <w:t>’</w:t>
      </w:r>
      <w:r>
        <w:t>après nature</w:t>
      </w:r>
      <w:r w:rsidR="00792613">
        <w:t xml:space="preserve"> ; </w:t>
      </w:r>
      <w:r>
        <w:t>mais</w:t>
      </w:r>
      <w:r w:rsidR="00792613">
        <w:t xml:space="preserve">, </w:t>
      </w:r>
      <w:proofErr w:type="spellStart"/>
      <w:r>
        <w:t>helas</w:t>
      </w:r>
      <w:proofErr w:type="spellEnd"/>
      <w:r w:rsidR="00792613">
        <w:t xml:space="preserve"> ! </w:t>
      </w:r>
      <w:r>
        <w:t xml:space="preserve">mon </w:t>
      </w:r>
      <w:proofErr w:type="spellStart"/>
      <w:r>
        <w:t>ame</w:t>
      </w:r>
      <w:proofErr w:type="spellEnd"/>
      <w:r>
        <w:t xml:space="preserve"> ne se </w:t>
      </w:r>
      <w:proofErr w:type="spellStart"/>
      <w:r>
        <w:t>connoît</w:t>
      </w:r>
      <w:proofErr w:type="spellEnd"/>
      <w:r>
        <w:t xml:space="preserve"> pas plus elle-même</w:t>
      </w:r>
      <w:r w:rsidR="00792613">
        <w:t xml:space="preserve">, </w:t>
      </w:r>
      <w:r>
        <w:t>qu</w:t>
      </w:r>
      <w:r w:rsidR="00792613">
        <w:t>’</w:t>
      </w:r>
      <w:r>
        <w:t xml:space="preserve">elle ne </w:t>
      </w:r>
      <w:proofErr w:type="spellStart"/>
      <w:r>
        <w:t>connoîtroit</w:t>
      </w:r>
      <w:proofErr w:type="spellEnd"/>
      <w:r>
        <w:t xml:space="preserve"> l</w:t>
      </w:r>
      <w:r w:rsidR="00792613">
        <w:t>’</w:t>
      </w:r>
      <w:r>
        <w:t>organe qui lui procure le plaisir du spectacle enchanteur de l</w:t>
      </w:r>
      <w:r w:rsidR="00792613">
        <w:t>’</w:t>
      </w:r>
      <w:r>
        <w:t>univers</w:t>
      </w:r>
      <w:r w:rsidR="00792613">
        <w:t xml:space="preserve">, </w:t>
      </w:r>
      <w:r>
        <w:t>s</w:t>
      </w:r>
      <w:r w:rsidR="00792613">
        <w:t>’</w:t>
      </w:r>
      <w:r>
        <w:t>il n</w:t>
      </w:r>
      <w:r w:rsidR="00792613">
        <w:t>’</w:t>
      </w:r>
      <w:r>
        <w:t xml:space="preserve">y </w:t>
      </w:r>
      <w:proofErr w:type="spellStart"/>
      <w:r>
        <w:t>avoit</w:t>
      </w:r>
      <w:proofErr w:type="spellEnd"/>
      <w:r>
        <w:t xml:space="preserve"> aucun miroir naturel ou artificiel</w:t>
      </w:r>
      <w:r w:rsidR="00792613">
        <w:t xml:space="preserve">. </w:t>
      </w:r>
      <w:r>
        <w:t>Car quelle idée se forger de ce qu</w:t>
      </w:r>
      <w:r w:rsidR="00792613">
        <w:t>’</w:t>
      </w:r>
      <w:r>
        <w:t>on ne peut représenter</w:t>
      </w:r>
      <w:r w:rsidR="00792613">
        <w:t xml:space="preserve">, </w:t>
      </w:r>
      <w:r>
        <w:t>faute d</w:t>
      </w:r>
      <w:r w:rsidR="00792613">
        <w:t>’</w:t>
      </w:r>
      <w:r>
        <w:t>image sensible</w:t>
      </w:r>
      <w:r w:rsidR="00792613">
        <w:t xml:space="preserve"> ? </w:t>
      </w:r>
      <w:r>
        <w:t>Pour imaginer</w:t>
      </w:r>
      <w:r w:rsidR="00792613">
        <w:t xml:space="preserve">, </w:t>
      </w:r>
      <w:r>
        <w:t>il faut colorer un fond &amp; détacher de ce fond</w:t>
      </w:r>
      <w:r w:rsidR="00792613">
        <w:t xml:space="preserve">, </w:t>
      </w:r>
      <w:r>
        <w:t>par abstraction</w:t>
      </w:r>
      <w:r w:rsidR="00792613">
        <w:t xml:space="preserve">, </w:t>
      </w:r>
      <w:r>
        <w:t>des points d</w:t>
      </w:r>
      <w:r w:rsidR="00792613">
        <w:t>’</w:t>
      </w:r>
      <w:r>
        <w:t>une couleur qui en soit différente</w:t>
      </w:r>
      <w:r w:rsidR="00792613">
        <w:t xml:space="preserve"> ; </w:t>
      </w:r>
      <w:r>
        <w:t xml:space="preserve">ce qui se </w:t>
      </w:r>
      <w:r>
        <w:rPr>
          <w:iCs/>
        </w:rPr>
        <w:t xml:space="preserve">fait </w:t>
      </w:r>
      <w:r>
        <w:t>avec d</w:t>
      </w:r>
      <w:r w:rsidR="00792613">
        <w:t>’</w:t>
      </w:r>
      <w:r>
        <w:t>autant moins de fatigue</w:t>
      </w:r>
      <w:r w:rsidR="00792613">
        <w:t xml:space="preserve">, </w:t>
      </w:r>
      <w:r>
        <w:t>qu</w:t>
      </w:r>
      <w:r w:rsidR="00792613">
        <w:t>’</w:t>
      </w:r>
      <w:r>
        <w:t>elle est plus tranchante</w:t>
      </w:r>
      <w:r w:rsidR="00792613">
        <w:t xml:space="preserve">, </w:t>
      </w:r>
      <w:r>
        <w:t>comme lorsque j</w:t>
      </w:r>
      <w:r w:rsidR="00792613">
        <w:t>’</w:t>
      </w:r>
      <w:r>
        <w:t xml:space="preserve">imagine des cartes sur un tapis </w:t>
      </w:r>
      <w:proofErr w:type="spellStart"/>
      <w:r>
        <w:t>verd</w:t>
      </w:r>
      <w:proofErr w:type="spellEnd"/>
      <w:r w:rsidR="00792613">
        <w:t xml:space="preserve">. </w:t>
      </w:r>
      <w:r>
        <w:t>De-là vient que les aveugles n</w:t>
      </w:r>
      <w:r w:rsidR="00792613">
        <w:t>’</w:t>
      </w:r>
      <w:r>
        <w:t>imaginent point</w:t>
      </w:r>
      <w:r w:rsidR="00792613">
        <w:t xml:space="preserve">, </w:t>
      </w:r>
      <w:r>
        <w:t>ils n</w:t>
      </w:r>
      <w:r w:rsidR="00792613">
        <w:t>’</w:t>
      </w:r>
      <w:r>
        <w:t>ont pas</w:t>
      </w:r>
      <w:r w:rsidR="00792613">
        <w:t xml:space="preserve">, </w:t>
      </w:r>
      <w:r>
        <w:t>comme nous</w:t>
      </w:r>
      <w:r w:rsidR="00792613">
        <w:t xml:space="preserve">, </w:t>
      </w:r>
      <w:r>
        <w:t>besoin d</w:t>
      </w:r>
      <w:r w:rsidR="00792613">
        <w:t>’</w:t>
      </w:r>
      <w:r>
        <w:t>imagination</w:t>
      </w:r>
      <w:r w:rsidR="00792613">
        <w:t xml:space="preserve">, </w:t>
      </w:r>
      <w:r>
        <w:t>pour combiner</w:t>
      </w:r>
      <w:r w:rsidR="00792613">
        <w:t xml:space="preserve">. </w:t>
      </w:r>
      <w:r>
        <w:t>De-là vient que nous prononçons sans-cesse</w:t>
      </w:r>
      <w:r w:rsidR="00792613">
        <w:t xml:space="preserve">, </w:t>
      </w:r>
      <w:r>
        <w:t>tous philosophes que nous sommes</w:t>
      </w:r>
      <w:r w:rsidR="00792613">
        <w:t xml:space="preserve">, </w:t>
      </w:r>
      <w:r>
        <w:t>tant de noms dont nous n</w:t>
      </w:r>
      <w:r w:rsidR="00792613">
        <w:t>’</w:t>
      </w:r>
      <w:r>
        <w:t>avons aucune idée</w:t>
      </w:r>
      <w:r w:rsidR="00792613">
        <w:t xml:space="preserve"> ; </w:t>
      </w:r>
      <w:r>
        <w:t>tels sont ceux de substance</w:t>
      </w:r>
      <w:r w:rsidR="00792613">
        <w:t xml:space="preserve">, </w:t>
      </w:r>
      <w:r>
        <w:t>de suppôt</w:t>
      </w:r>
      <w:r w:rsidR="00792613">
        <w:t xml:space="preserve">, </w:t>
      </w:r>
      <w:r>
        <w:t>de sujet</w:t>
      </w:r>
      <w:r w:rsidR="00792613">
        <w:t>, (</w:t>
      </w:r>
      <w:r>
        <w:rPr>
          <w:i/>
          <w:iCs/>
        </w:rPr>
        <w:t>substratum</w:t>
      </w:r>
      <w:r w:rsidR="00792613">
        <w:t xml:space="preserve">,) </w:t>
      </w:r>
      <w:r>
        <w:t>&amp; autres sur lesquels on s</w:t>
      </w:r>
      <w:r w:rsidR="00792613">
        <w:t>’</w:t>
      </w:r>
      <w:r>
        <w:t>accorde si peu</w:t>
      </w:r>
      <w:r w:rsidR="00792613">
        <w:t xml:space="preserve">, </w:t>
      </w:r>
      <w:r>
        <w:t>que les uns prennent pour substance</w:t>
      </w:r>
      <w:r w:rsidR="00792613">
        <w:t xml:space="preserve">, </w:t>
      </w:r>
      <w:r>
        <w:t>pour nature</w:t>
      </w:r>
      <w:r w:rsidR="00792613">
        <w:t xml:space="preserve">, </w:t>
      </w:r>
      <w:r>
        <w:t>être ou essence</w:t>
      </w:r>
      <w:r w:rsidR="00792613">
        <w:t xml:space="preserve">, </w:t>
      </w:r>
      <w:r>
        <w:t>ce que les autres ne prennent que pour attribut ou mode</w:t>
      </w:r>
      <w:r w:rsidR="00792613">
        <w:t xml:space="preserve">. </w:t>
      </w:r>
      <w:r>
        <w:rPr>
          <w:i/>
          <w:iCs/>
        </w:rPr>
        <w:t xml:space="preserve">Non semper </w:t>
      </w:r>
      <w:proofErr w:type="spellStart"/>
      <w:r>
        <w:rPr>
          <w:i/>
          <w:iCs/>
        </w:rPr>
        <w:t>calamo</w:t>
      </w:r>
      <w:proofErr w:type="spellEnd"/>
      <w:r>
        <w:rPr>
          <w:i/>
          <w:iCs/>
        </w:rPr>
        <w:t xml:space="preserve"> </w:t>
      </w:r>
      <w:proofErr w:type="spellStart"/>
      <w:r>
        <w:rPr>
          <w:i/>
          <w:iCs/>
        </w:rPr>
        <w:t>ludimus</w:t>
      </w:r>
      <w:proofErr w:type="spellEnd"/>
      <w:r w:rsidR="00792613">
        <w:rPr>
          <w:i/>
          <w:iCs/>
        </w:rPr>
        <w:t xml:space="preserve">. </w:t>
      </w:r>
      <w:r>
        <w:t>Voilà de quoi mettre Tralles en fureur</w:t>
      </w:r>
      <w:r w:rsidR="00792613">
        <w:t>.</w:t>
      </w:r>
    </w:p>
    <w:p w14:paraId="27DED80F" w14:textId="77777777" w:rsidR="00792613" w:rsidRDefault="00F449A5" w:rsidP="00792613">
      <w:r>
        <w:lastRenderedPageBreak/>
        <w:t>Quoi qu</w:t>
      </w:r>
      <w:r w:rsidR="00792613">
        <w:t>’</w:t>
      </w:r>
      <w:r>
        <w:t>il en soit</w:t>
      </w:r>
      <w:r w:rsidR="00792613">
        <w:t xml:space="preserve">, </w:t>
      </w:r>
      <w:r>
        <w:t>pour revenir à nos moutons</w:t>
      </w:r>
      <w:r w:rsidR="00792613">
        <w:t xml:space="preserve">, </w:t>
      </w:r>
      <w:r>
        <w:t>plus j</w:t>
      </w:r>
      <w:r w:rsidR="00792613">
        <w:t>’</w:t>
      </w:r>
      <w:r>
        <w:t>examine ce qui se passe dans les animaux</w:t>
      </w:r>
      <w:r w:rsidR="00792613">
        <w:t xml:space="preserve">, </w:t>
      </w:r>
      <w:r>
        <w:t>plus je me persuade qu</w:t>
      </w:r>
      <w:r w:rsidR="00792613">
        <w:t>’</w:t>
      </w:r>
      <w:r>
        <w:t xml:space="preserve">ils </w:t>
      </w:r>
      <w:proofErr w:type="spellStart"/>
      <w:r>
        <w:t>pourroient</w:t>
      </w:r>
      <w:proofErr w:type="spellEnd"/>
      <w:r>
        <w:t xml:space="preserve"> bien avoir deux </w:t>
      </w:r>
      <w:proofErr w:type="spellStart"/>
      <w:r>
        <w:t>ames</w:t>
      </w:r>
      <w:proofErr w:type="spellEnd"/>
      <w:r w:rsidR="00792613">
        <w:t xml:space="preserve"> : </w:t>
      </w:r>
      <w:r>
        <w:t>l</w:t>
      </w:r>
      <w:r w:rsidR="00792613">
        <w:t>’</w:t>
      </w:r>
      <w:r>
        <w:t>une</w:t>
      </w:r>
      <w:r w:rsidR="00792613">
        <w:t xml:space="preserve">, </w:t>
      </w:r>
      <w:r>
        <w:t>par laquelle ils sentent</w:t>
      </w:r>
      <w:r w:rsidR="00792613">
        <w:t xml:space="preserve">, </w:t>
      </w:r>
      <w:r>
        <w:t>l</w:t>
      </w:r>
      <w:r w:rsidR="00792613">
        <w:t>’</w:t>
      </w:r>
      <w:r>
        <w:t>autre</w:t>
      </w:r>
      <w:r w:rsidR="00792613">
        <w:t xml:space="preserve">, </w:t>
      </w:r>
      <w:r>
        <w:t>par laquelle ils pensent</w:t>
      </w:r>
      <w:r w:rsidR="00792613">
        <w:t xml:space="preserve">. </w:t>
      </w:r>
      <w:r>
        <w:t xml:space="preserve">Ce </w:t>
      </w:r>
      <w:proofErr w:type="spellStart"/>
      <w:r>
        <w:t>seroit</w:t>
      </w:r>
      <w:proofErr w:type="spellEnd"/>
      <w:r>
        <w:t xml:space="preserve"> trop simplifier les choses</w:t>
      </w:r>
      <w:r w:rsidR="00792613">
        <w:t xml:space="preserve">, </w:t>
      </w:r>
      <w:r>
        <w:t>que d</w:t>
      </w:r>
      <w:r w:rsidR="00792613">
        <w:t>’</w:t>
      </w:r>
      <w:r>
        <w:t>en rien rabattre</w:t>
      </w:r>
      <w:r w:rsidR="00792613">
        <w:t xml:space="preserve">. </w:t>
      </w:r>
      <w:r>
        <w:t>Je sais que Willis</w:t>
      </w:r>
      <w:r w:rsidR="00792613">
        <w:t xml:space="preserve">, </w:t>
      </w:r>
      <w:r>
        <w:t>qui les a si adroitement fabriquées ou mises en œuvre</w:t>
      </w:r>
      <w:r w:rsidR="00792613">
        <w:t xml:space="preserve">, </w:t>
      </w:r>
      <w:r>
        <w:t>s</w:t>
      </w:r>
      <w:r w:rsidR="00792613">
        <w:t>’</w:t>
      </w:r>
      <w:r>
        <w:t xml:space="preserve">est très-bien passé dans la </w:t>
      </w:r>
      <w:proofErr w:type="spellStart"/>
      <w:r>
        <w:t>derniere</w:t>
      </w:r>
      <w:proofErr w:type="spellEnd"/>
      <w:r w:rsidR="00792613">
        <w:t>, (</w:t>
      </w:r>
      <w:r>
        <w:t>de la plus belle trempe cependant</w:t>
      </w:r>
      <w:r w:rsidR="00792613">
        <w:t xml:space="preserve">) </w:t>
      </w:r>
      <w:r>
        <w:t>pour expliquer non-seulement toutes les opérations animales</w:t>
      </w:r>
      <w:r w:rsidR="00792613">
        <w:t xml:space="preserve">, </w:t>
      </w:r>
      <w:r>
        <w:t>mais la génération même de nos idées</w:t>
      </w:r>
      <w:r w:rsidR="00792613">
        <w:t xml:space="preserve">. </w:t>
      </w:r>
      <w:r>
        <w:t xml:space="preserve">La raison en est que ces deux </w:t>
      </w:r>
      <w:proofErr w:type="spellStart"/>
      <w:r>
        <w:t>ames</w:t>
      </w:r>
      <w:proofErr w:type="spellEnd"/>
      <w:r w:rsidR="00792613">
        <w:t xml:space="preserve">, </w:t>
      </w:r>
      <w:r>
        <w:t>si distinctes de nom</w:t>
      </w:r>
      <w:r w:rsidR="00792613">
        <w:t xml:space="preserve">, </w:t>
      </w:r>
      <w:r>
        <w:t>n</w:t>
      </w:r>
      <w:r w:rsidR="00792613">
        <w:t>’</w:t>
      </w:r>
      <w:r>
        <w:t>en constituent qu</w:t>
      </w:r>
      <w:r w:rsidR="00792613">
        <w:t>’</w:t>
      </w:r>
      <w:r>
        <w:t>une seule en effet</w:t>
      </w:r>
      <w:r w:rsidR="00792613">
        <w:t xml:space="preserve">, </w:t>
      </w:r>
      <w:r>
        <w:t xml:space="preserve">de </w:t>
      </w:r>
      <w:proofErr w:type="spellStart"/>
      <w:r>
        <w:t>maniere</w:t>
      </w:r>
      <w:proofErr w:type="spellEnd"/>
      <w:r>
        <w:t xml:space="preserve"> qu</w:t>
      </w:r>
      <w:r w:rsidR="00792613">
        <w:t>’</w:t>
      </w:r>
      <w:r>
        <w:t>il n</w:t>
      </w:r>
      <w:r w:rsidR="00792613">
        <w:t>’</w:t>
      </w:r>
      <w:r>
        <w:t>est pas surprenant qu</w:t>
      </w:r>
      <w:r w:rsidR="00792613">
        <w:t>’</w:t>
      </w:r>
      <w:r>
        <w:t xml:space="preserve">elles se ressemblent plus parfaitement que les deux </w:t>
      </w:r>
      <w:r>
        <w:rPr>
          <w:i/>
          <w:iCs/>
        </w:rPr>
        <w:t xml:space="preserve">Sosies </w:t>
      </w:r>
      <w:r>
        <w:t xml:space="preserve">de Molière ou les </w:t>
      </w:r>
      <w:proofErr w:type="spellStart"/>
      <w:r>
        <w:rPr>
          <w:i/>
          <w:iCs/>
        </w:rPr>
        <w:t>Menechmes</w:t>
      </w:r>
      <w:proofErr w:type="spellEnd"/>
      <w:r>
        <w:rPr>
          <w:i/>
          <w:iCs/>
        </w:rPr>
        <w:t xml:space="preserve"> </w:t>
      </w:r>
      <w:r>
        <w:t>de Regnard</w:t>
      </w:r>
      <w:r w:rsidR="00792613">
        <w:t>.</w:t>
      </w:r>
    </w:p>
    <w:p w14:paraId="2B1372DE" w14:textId="77777777" w:rsidR="00792613" w:rsidRDefault="00F449A5" w:rsidP="00792613">
      <w:pPr>
        <w:rPr>
          <w:i/>
          <w:iCs/>
        </w:rPr>
      </w:pPr>
      <w:r>
        <w:t>Mais ici tout est plein de prodiges</w:t>
      </w:r>
      <w:r w:rsidR="00792613">
        <w:t xml:space="preserve"> ; </w:t>
      </w:r>
      <w:r>
        <w:t>on ne peut s</w:t>
      </w:r>
      <w:r w:rsidR="00792613">
        <w:t>’</w:t>
      </w:r>
      <w:r>
        <w:t>empêcher d</w:t>
      </w:r>
      <w:r w:rsidR="00792613">
        <w:t>’</w:t>
      </w:r>
      <w:r>
        <w:t>admirer</w:t>
      </w:r>
      <w:r w:rsidR="00792613">
        <w:t xml:space="preserve">, </w:t>
      </w:r>
      <w:r>
        <w:t>de quelque côté qu</w:t>
      </w:r>
      <w:r w:rsidR="00792613">
        <w:t>’</w:t>
      </w:r>
      <w:r>
        <w:t>on regarde</w:t>
      </w:r>
      <w:r w:rsidR="00792613">
        <w:t xml:space="preserve">. </w:t>
      </w:r>
      <w:r>
        <w:t>Quoique l</w:t>
      </w:r>
      <w:r w:rsidR="00792613">
        <w:t>’</w:t>
      </w:r>
      <w:proofErr w:type="spellStart"/>
      <w:r>
        <w:t>ame</w:t>
      </w:r>
      <w:proofErr w:type="spellEnd"/>
      <w:r>
        <w:t xml:space="preserve"> sensitive &amp; l</w:t>
      </w:r>
      <w:r w:rsidR="00792613">
        <w:t>’</w:t>
      </w:r>
      <w:proofErr w:type="spellStart"/>
      <w:r>
        <w:t>ame</w:t>
      </w:r>
      <w:proofErr w:type="spellEnd"/>
      <w:r>
        <w:t xml:space="preserve"> raisonnable ne </w:t>
      </w:r>
      <w:r>
        <w:rPr>
          <w:iCs/>
        </w:rPr>
        <w:t>fassent</w:t>
      </w:r>
      <w:r>
        <w:rPr>
          <w:i/>
          <w:iCs/>
        </w:rPr>
        <w:t xml:space="preserve"> </w:t>
      </w:r>
      <w:r>
        <w:t>qu</w:t>
      </w:r>
      <w:r w:rsidR="00792613">
        <w:t>’</w:t>
      </w:r>
      <w:r>
        <w:t>une seule &amp; même substance plus ou moins éclairée</w:t>
      </w:r>
      <w:r w:rsidR="00792613">
        <w:t xml:space="preserve">, </w:t>
      </w:r>
      <w:r>
        <w:t>plus ou moins intelligente selon les corps qu</w:t>
      </w:r>
      <w:r w:rsidR="00792613">
        <w:t>’</w:t>
      </w:r>
      <w:r>
        <w:t>elle habite</w:t>
      </w:r>
      <w:r w:rsidR="00792613">
        <w:t xml:space="preserve">, </w:t>
      </w:r>
      <w:r>
        <w:t xml:space="preserve">cependant la sensation qui appartient à la </w:t>
      </w:r>
      <w:proofErr w:type="spellStart"/>
      <w:r>
        <w:t>premiere</w:t>
      </w:r>
      <w:proofErr w:type="spellEnd"/>
      <w:r w:rsidR="00792613">
        <w:t xml:space="preserve">, </w:t>
      </w:r>
      <w:r>
        <w:t>&amp; la raison qui est le fruit de la seconde</w:t>
      </w:r>
      <w:r w:rsidR="00792613">
        <w:t xml:space="preserve">, </w:t>
      </w:r>
      <w:r>
        <w:t>sont</w:t>
      </w:r>
      <w:r w:rsidR="00792613">
        <w:t xml:space="preserve">, </w:t>
      </w:r>
      <w:r>
        <w:t>à ce que dit Tralles</w:t>
      </w:r>
      <w:r w:rsidR="00792613">
        <w:t xml:space="preserve">, </w:t>
      </w:r>
      <w:r>
        <w:t>absolument différentes l</w:t>
      </w:r>
      <w:r w:rsidR="00792613">
        <w:t>’</w:t>
      </w:r>
      <w:r>
        <w:t>une de l</w:t>
      </w:r>
      <w:r w:rsidR="00792613">
        <w:t>’</w:t>
      </w:r>
      <w:r>
        <w:t>autre</w:t>
      </w:r>
      <w:r w:rsidR="00792613">
        <w:t xml:space="preserve">. </w:t>
      </w:r>
      <w:proofErr w:type="spellStart"/>
      <w:r>
        <w:rPr>
          <w:i/>
          <w:iCs/>
        </w:rPr>
        <w:t>Risum</w:t>
      </w:r>
      <w:proofErr w:type="spellEnd"/>
      <w:r>
        <w:rPr>
          <w:i/>
          <w:iCs/>
        </w:rPr>
        <w:t xml:space="preserve"> </w:t>
      </w:r>
      <w:proofErr w:type="spellStart"/>
      <w:r>
        <w:rPr>
          <w:i/>
          <w:iCs/>
        </w:rPr>
        <w:t>teneatis</w:t>
      </w:r>
      <w:proofErr w:type="spellEnd"/>
      <w:r w:rsidR="00792613">
        <w:rPr>
          <w:i/>
          <w:iCs/>
        </w:rPr>
        <w:t xml:space="preserve">, </w:t>
      </w:r>
      <w:proofErr w:type="spellStart"/>
      <w:r>
        <w:rPr>
          <w:i/>
          <w:iCs/>
        </w:rPr>
        <w:t>amici</w:t>
      </w:r>
      <w:proofErr w:type="spellEnd"/>
      <w:r w:rsidR="00792613">
        <w:rPr>
          <w:i/>
          <w:iCs/>
        </w:rPr>
        <w:t>.</w:t>
      </w:r>
    </w:p>
    <w:p w14:paraId="242A8A10" w14:textId="77777777" w:rsidR="00792613" w:rsidRDefault="00F449A5" w:rsidP="00792613">
      <w:r>
        <w:t>Prouvons plus que jamais que l</w:t>
      </w:r>
      <w:r w:rsidR="00792613">
        <w:t>’</w:t>
      </w:r>
      <w:proofErr w:type="spellStart"/>
      <w:r>
        <w:t>ame</w:t>
      </w:r>
      <w:proofErr w:type="spellEnd"/>
      <w:r>
        <w:t xml:space="preserve"> des animaux est éloignée de celle de l</w:t>
      </w:r>
      <w:r w:rsidR="00792613">
        <w:t>’</w:t>
      </w:r>
      <w:r>
        <w:t xml:space="preserve">homme </w:t>
      </w:r>
      <w:r>
        <w:rPr>
          <w:i/>
          <w:iCs/>
        </w:rPr>
        <w:t xml:space="preserve">toto </w:t>
      </w:r>
      <w:proofErr w:type="spellStart"/>
      <w:r>
        <w:rPr>
          <w:i/>
          <w:iCs/>
        </w:rPr>
        <w:t>cœlo</w:t>
      </w:r>
      <w:proofErr w:type="spellEnd"/>
      <w:r w:rsidR="00792613">
        <w:rPr>
          <w:i/>
          <w:iCs/>
        </w:rPr>
        <w:t xml:space="preserve">. </w:t>
      </w:r>
      <w:r>
        <w:t>L</w:t>
      </w:r>
      <w:r w:rsidR="00792613">
        <w:t>’</w:t>
      </w:r>
      <w:r>
        <w:t>une ne semble occupée que de ce qui peut nourrir son corps</w:t>
      </w:r>
      <w:r w:rsidR="00792613">
        <w:t xml:space="preserve">, </w:t>
      </w:r>
      <w:r>
        <w:t>l</w:t>
      </w:r>
      <w:r w:rsidR="00792613">
        <w:t>’</w:t>
      </w:r>
      <w:r>
        <w:t>autre peut s</w:t>
      </w:r>
      <w:r w:rsidR="00792613">
        <w:t>’</w:t>
      </w:r>
      <w:r>
        <w:t>élever au sublime du style &amp; des mœurs</w:t>
      </w:r>
      <w:r w:rsidR="00792613">
        <w:t xml:space="preserve">. </w:t>
      </w:r>
      <w:r>
        <w:t>Celle-là brille à peine comme l</w:t>
      </w:r>
      <w:r w:rsidR="00792613">
        <w:t>’</w:t>
      </w:r>
      <w:r>
        <w:t>anneau de Saturne</w:t>
      </w:r>
      <w:r w:rsidR="00792613">
        <w:t xml:space="preserve">, </w:t>
      </w:r>
      <w:r>
        <w:t xml:space="preserve">ou comme des étoiles de la </w:t>
      </w:r>
      <w:proofErr w:type="spellStart"/>
      <w:r>
        <w:t>derniere</w:t>
      </w:r>
      <w:proofErr w:type="spellEnd"/>
      <w:r>
        <w:t xml:space="preserve"> grandeur</w:t>
      </w:r>
      <w:r w:rsidR="00792613">
        <w:t xml:space="preserve"> : </w:t>
      </w:r>
      <w:r>
        <w:t>celle-ci est un vrai soleil</w:t>
      </w:r>
      <w:r w:rsidR="00792613">
        <w:t xml:space="preserve">, </w:t>
      </w:r>
      <w:r>
        <w:t>éclairant univers</w:t>
      </w:r>
      <w:r w:rsidR="00792613">
        <w:t xml:space="preserve">, </w:t>
      </w:r>
      <w:r>
        <w:t>sans se consumer</w:t>
      </w:r>
      <w:r w:rsidR="00792613">
        <w:t xml:space="preserve"> ; </w:t>
      </w:r>
      <w:r>
        <w:t>soleil de justice &amp; d</w:t>
      </w:r>
      <w:r w:rsidR="00792613">
        <w:t>’</w:t>
      </w:r>
      <w:r>
        <w:t>équité</w:t>
      </w:r>
      <w:r w:rsidR="00792613">
        <w:t xml:space="preserve">, </w:t>
      </w:r>
      <w:r>
        <w:t>dont la vérité &amp; la vertu sont l</w:t>
      </w:r>
      <w:r w:rsidR="00792613">
        <w:t>’</w:t>
      </w:r>
      <w:r>
        <w:t>éternel aliment</w:t>
      </w:r>
      <w:r w:rsidR="00792613">
        <w:t xml:space="preserve">. </w:t>
      </w:r>
      <w:r>
        <w:t>L</w:t>
      </w:r>
      <w:r w:rsidR="00792613">
        <w:t>’</w:t>
      </w:r>
      <w:proofErr w:type="spellStart"/>
      <w:r>
        <w:t>ame</w:t>
      </w:r>
      <w:proofErr w:type="spellEnd"/>
      <w:r>
        <w:t xml:space="preserve"> humaine se montre parmi les animales</w:t>
      </w:r>
      <w:r w:rsidR="00792613">
        <w:t xml:space="preserve">, </w:t>
      </w:r>
      <w:r>
        <w:t xml:space="preserve">comme un chêne parmi de </w:t>
      </w:r>
      <w:proofErr w:type="spellStart"/>
      <w:r>
        <w:t>foibles</w:t>
      </w:r>
      <w:proofErr w:type="spellEnd"/>
      <w:r>
        <w:t xml:space="preserve"> arbrisseaux</w:t>
      </w:r>
      <w:r w:rsidR="00792613">
        <w:t xml:space="preserve">, </w:t>
      </w:r>
      <w:r>
        <w:t>ou plutôt comme un homme qui pense</w:t>
      </w:r>
      <w:r w:rsidR="00792613">
        <w:t xml:space="preserve">, </w:t>
      </w:r>
      <w:r>
        <w:t>toujours neuf</w:t>
      </w:r>
      <w:r w:rsidR="00792613">
        <w:t xml:space="preserve">, </w:t>
      </w:r>
      <w:r>
        <w:t>toujours créateur</w:t>
      </w:r>
      <w:r w:rsidR="00792613">
        <w:t xml:space="preserve">, </w:t>
      </w:r>
      <w:r>
        <w:t>parmi ces gens à mémoire</w:t>
      </w:r>
      <w:r w:rsidR="00792613">
        <w:t xml:space="preserve">, </w:t>
      </w:r>
      <w:r>
        <w:t xml:space="preserve">vils </w:t>
      </w:r>
      <w:r>
        <w:lastRenderedPageBreak/>
        <w:t>copistes</w:t>
      </w:r>
      <w:r w:rsidR="00792613">
        <w:t xml:space="preserve">, </w:t>
      </w:r>
      <w:r>
        <w:t>éternels échos du Parnasse</w:t>
      </w:r>
      <w:r w:rsidR="00792613">
        <w:t xml:space="preserve">, </w:t>
      </w:r>
      <w:r>
        <w:t>qui n</w:t>
      </w:r>
      <w:r w:rsidR="00792613">
        <w:t>’</w:t>
      </w:r>
      <w:r>
        <w:t>ont plus rien à dire</w:t>
      </w:r>
      <w:r w:rsidR="00792613">
        <w:t xml:space="preserve">, </w:t>
      </w:r>
      <w:r>
        <w:t>quand ils ont raconté tout ce qu</w:t>
      </w:r>
      <w:r w:rsidR="00792613">
        <w:t>’</w:t>
      </w:r>
      <w:r>
        <w:t>ils ont lu ou vu</w:t>
      </w:r>
      <w:r w:rsidR="00792613">
        <w:t xml:space="preserve"> : </w:t>
      </w:r>
      <w:r>
        <w:t xml:space="preserve">ou parmi ces </w:t>
      </w:r>
      <w:proofErr w:type="spellStart"/>
      <w:r>
        <w:t>pédans</w:t>
      </w:r>
      <w:proofErr w:type="spellEnd"/>
      <w:r w:rsidR="00792613">
        <w:t xml:space="preserve">, </w:t>
      </w:r>
      <w:r>
        <w:t>dont la fade &amp; stérile érudition se perd dans un fumier de citations</w:t>
      </w:r>
      <w:r w:rsidR="00792613">
        <w:t>.</w:t>
      </w:r>
    </w:p>
    <w:p w14:paraId="0EFF525F" w14:textId="77777777" w:rsidR="00792613" w:rsidRDefault="00F449A5" w:rsidP="00792613">
      <w:r>
        <w:t>Quelle merveilleuse docilité n</w:t>
      </w:r>
      <w:r w:rsidR="00792613">
        <w:t>’</w:t>
      </w:r>
      <w:r>
        <w:t>avons-nous pas</w:t>
      </w:r>
      <w:r w:rsidR="00792613">
        <w:t xml:space="preserve"> ? </w:t>
      </w:r>
      <w:r>
        <w:t>Quelle étonnante aptitude aux sciences</w:t>
      </w:r>
      <w:r w:rsidR="00792613">
        <w:t xml:space="preserve"> ! </w:t>
      </w:r>
      <w:r>
        <w:t xml:space="preserve">Il ne nous </w:t>
      </w:r>
      <w:r>
        <w:rPr>
          <w:iCs/>
        </w:rPr>
        <w:t>faut</w:t>
      </w:r>
      <w:r>
        <w:rPr>
          <w:i/>
          <w:iCs/>
        </w:rPr>
        <w:t xml:space="preserve"> </w:t>
      </w:r>
      <w:r>
        <w:t>pas plus de dix ou douze ans</w:t>
      </w:r>
      <w:r w:rsidR="00792613">
        <w:t xml:space="preserve">, </w:t>
      </w:r>
      <w:r>
        <w:t xml:space="preserve">pour apprendre à lire &amp; </w:t>
      </w:r>
      <w:r>
        <w:rPr>
          <w:bCs/>
        </w:rPr>
        <w:t xml:space="preserve">à </w:t>
      </w:r>
      <w:r>
        <w:t>écrire</w:t>
      </w:r>
      <w:r w:rsidR="00792613">
        <w:t xml:space="preserve"> ; </w:t>
      </w:r>
      <w:r>
        <w:t xml:space="preserve">&amp; dix ans encore </w:t>
      </w:r>
      <w:proofErr w:type="spellStart"/>
      <w:r>
        <w:t>sufissent</w:t>
      </w:r>
      <w:proofErr w:type="spellEnd"/>
      <w:r>
        <w:t xml:space="preserve"> au développement de la raison</w:t>
      </w:r>
      <w:r w:rsidR="00792613">
        <w:t xml:space="preserve">. </w:t>
      </w:r>
      <w:r>
        <w:t>Il n</w:t>
      </w:r>
      <w:r w:rsidR="00792613">
        <w:t>’</w:t>
      </w:r>
      <w:r>
        <w:t>y a que le dépouillement des préjugés de l</w:t>
      </w:r>
      <w:r w:rsidR="00792613">
        <w:t>’</w:t>
      </w:r>
      <w:r>
        <w:t>enfance qui trouve ordinairement trop court le reste de la vie</w:t>
      </w:r>
      <w:r w:rsidR="00792613">
        <w:t>.</w:t>
      </w:r>
    </w:p>
    <w:p w14:paraId="7407AFB8" w14:textId="77777777" w:rsidR="00792613" w:rsidRDefault="00F449A5" w:rsidP="00792613">
      <w:r>
        <w:t xml:space="preserve">Quelle </w:t>
      </w:r>
      <w:proofErr w:type="spellStart"/>
      <w:r>
        <w:t>difference</w:t>
      </w:r>
      <w:proofErr w:type="spellEnd"/>
      <w:r>
        <w:t xml:space="preserve"> de l</w:t>
      </w:r>
      <w:r w:rsidR="00792613">
        <w:t>’</w:t>
      </w:r>
      <w:r>
        <w:t>homme aux animaux</w:t>
      </w:r>
      <w:r w:rsidR="00792613">
        <w:t xml:space="preserve"> ! </w:t>
      </w:r>
      <w:r>
        <w:t>Leur instinct est trop précoce</w:t>
      </w:r>
      <w:r w:rsidR="00792613">
        <w:t xml:space="preserve">, </w:t>
      </w:r>
      <w:r>
        <w:t>c</w:t>
      </w:r>
      <w:r w:rsidR="00792613">
        <w:t>’</w:t>
      </w:r>
      <w:r>
        <w:t>est un fruit qui ne peut jamais mûrir</w:t>
      </w:r>
      <w:r w:rsidR="00792613">
        <w:t xml:space="preserve"> ; </w:t>
      </w:r>
      <w:r>
        <w:t>ils ont en venant au monde presque tout l</w:t>
      </w:r>
      <w:r w:rsidR="00792613">
        <w:t>’</w:t>
      </w:r>
      <w:r>
        <w:t>esprit qu</w:t>
      </w:r>
      <w:r w:rsidR="00792613">
        <w:t>’</w:t>
      </w:r>
      <w:r>
        <w:t>ils ont dans la force de l</w:t>
      </w:r>
      <w:r w:rsidR="00792613">
        <w:t>’</w:t>
      </w:r>
      <w:r>
        <w:t>âge</w:t>
      </w:r>
      <w:r w:rsidR="00792613">
        <w:t xml:space="preserve"> : </w:t>
      </w:r>
      <w:r>
        <w:t>enfin ils n</w:t>
      </w:r>
      <w:r w:rsidR="00792613">
        <w:t>’</w:t>
      </w:r>
      <w:r>
        <w:t>ont point les organes de la parole</w:t>
      </w:r>
      <w:r w:rsidR="00792613">
        <w:t xml:space="preserve"> : </w:t>
      </w:r>
      <w:r>
        <w:t xml:space="preserve">&amp; quand ils les </w:t>
      </w:r>
      <w:proofErr w:type="spellStart"/>
      <w:r>
        <w:t>auroient</w:t>
      </w:r>
      <w:proofErr w:type="spellEnd"/>
      <w:r w:rsidR="00792613">
        <w:t xml:space="preserve">, </w:t>
      </w:r>
      <w:r>
        <w:t xml:space="preserve">quel parti </w:t>
      </w:r>
      <w:proofErr w:type="spellStart"/>
      <w:r>
        <w:t>pourroient</w:t>
      </w:r>
      <w:proofErr w:type="spellEnd"/>
      <w:r>
        <w:t>-ils en tirer</w:t>
      </w:r>
      <w:r w:rsidR="00792613">
        <w:t xml:space="preserve">, </w:t>
      </w:r>
      <w:r>
        <w:t>puisque les plus spirituels &amp; les mieux élevés d</w:t>
      </w:r>
      <w:r w:rsidR="00792613">
        <w:t>’</w:t>
      </w:r>
      <w:r>
        <w:t>entre eux</w:t>
      </w:r>
      <w:r w:rsidR="00792613">
        <w:t xml:space="preserve">, </w:t>
      </w:r>
      <w:r>
        <w:t>ne prononcent que des sons qu</w:t>
      </w:r>
      <w:r w:rsidR="00792613">
        <w:t>’</w:t>
      </w:r>
      <w:r>
        <w:t xml:space="preserve">ils ne comprennent en aucune </w:t>
      </w:r>
      <w:proofErr w:type="spellStart"/>
      <w:r>
        <w:t>maniere</w:t>
      </w:r>
      <w:proofErr w:type="spellEnd"/>
      <w:r w:rsidR="00792613">
        <w:t xml:space="preserve">, </w:t>
      </w:r>
      <w:r>
        <w:t>&amp; parlent toujours</w:t>
      </w:r>
      <w:r w:rsidR="00792613">
        <w:t xml:space="preserve">, </w:t>
      </w:r>
      <w:r>
        <w:t>comme nous parlons souvent</w:t>
      </w:r>
      <w:r w:rsidR="00792613">
        <w:t xml:space="preserve">, </w:t>
      </w:r>
      <w:r>
        <w:t>sans s</w:t>
      </w:r>
      <w:r w:rsidR="00792613">
        <w:t>’</w:t>
      </w:r>
      <w:r>
        <w:t>entendre</w:t>
      </w:r>
      <w:r w:rsidR="00792613">
        <w:t xml:space="preserve">, </w:t>
      </w:r>
      <w:r>
        <w:t>à moins que vous ne vouliez excepter le perroquet du chevalier Temple</w:t>
      </w:r>
      <w:r w:rsidR="00792613">
        <w:t xml:space="preserve">, </w:t>
      </w:r>
      <w:r>
        <w:t>que je ne puis voir sans rire</w:t>
      </w:r>
      <w:r w:rsidR="00792613">
        <w:t xml:space="preserve">, </w:t>
      </w:r>
      <w:r>
        <w:t>agrégé à l</w:t>
      </w:r>
      <w:r w:rsidR="00792613">
        <w:t>’</w:t>
      </w:r>
      <w:r>
        <w:t xml:space="preserve">humanité par un métaphysicien qui </w:t>
      </w:r>
      <w:proofErr w:type="spellStart"/>
      <w:r>
        <w:t>croyoit</w:t>
      </w:r>
      <w:proofErr w:type="spellEnd"/>
      <w:r>
        <w:t xml:space="preserve"> à peine en dieu</w:t>
      </w:r>
      <w:r w:rsidR="00792613">
        <w:t> ?</w:t>
      </w:r>
    </w:p>
    <w:p w14:paraId="65ED224C" w14:textId="77777777" w:rsidR="00792613" w:rsidRDefault="00F449A5" w:rsidP="00792613">
      <w:r>
        <w:t>Mais soyons justes &amp; impartiaux</w:t>
      </w:r>
      <w:r w:rsidR="00792613">
        <w:t xml:space="preserve">, </w:t>
      </w:r>
      <w:r>
        <w:t>&amp; jugeons des animaux</w:t>
      </w:r>
      <w:r w:rsidR="00792613">
        <w:t xml:space="preserve">, </w:t>
      </w:r>
      <w:r>
        <w:t>comme des hommes</w:t>
      </w:r>
      <w:r w:rsidR="00792613">
        <w:t xml:space="preserve">. </w:t>
      </w:r>
      <w:r>
        <w:t>Quand j</w:t>
      </w:r>
      <w:r w:rsidR="00792613">
        <w:t>’</w:t>
      </w:r>
      <w:r>
        <w:t>en vois qui ne parlent point</w:t>
      </w:r>
      <w:r w:rsidR="00792613">
        <w:t xml:space="preserve">, </w:t>
      </w:r>
      <w:r>
        <w:t>on ne me persuadera pas qu</w:t>
      </w:r>
      <w:r w:rsidR="00792613">
        <w:t>’</w:t>
      </w:r>
      <w:r>
        <w:t>une telle taciturnité soit de l</w:t>
      </w:r>
      <w:r w:rsidR="00792613">
        <w:t>’</w:t>
      </w:r>
      <w:r>
        <w:t>esprit</w:t>
      </w:r>
      <w:r w:rsidR="00792613">
        <w:t xml:space="preserve">, </w:t>
      </w:r>
      <w:r>
        <w:t xml:space="preserve">mais aussi je ne </w:t>
      </w:r>
      <w:proofErr w:type="spellStart"/>
      <w:r>
        <w:t>pourrois</w:t>
      </w:r>
      <w:proofErr w:type="spellEnd"/>
      <w:r>
        <w:t xml:space="preserve"> être sûr qu</w:t>
      </w:r>
      <w:r w:rsidR="00792613">
        <w:t>’</w:t>
      </w:r>
      <w:r>
        <w:t>ils en manquent</w:t>
      </w:r>
      <w:r w:rsidR="00792613">
        <w:t xml:space="preserve">. </w:t>
      </w:r>
      <w:r>
        <w:t xml:space="preserve">Les animaux ne </w:t>
      </w:r>
      <w:proofErr w:type="spellStart"/>
      <w:r>
        <w:t>seroient</w:t>
      </w:r>
      <w:proofErr w:type="spellEnd"/>
      <w:r>
        <w:t>-ils point de même que des gens spéculatifs</w:t>
      </w:r>
      <w:r w:rsidR="00792613">
        <w:t xml:space="preserve">, </w:t>
      </w:r>
      <w:r>
        <w:t>plus raisonnables que raisonneurs</w:t>
      </w:r>
      <w:r w:rsidR="00792613">
        <w:t xml:space="preserve">, </w:t>
      </w:r>
      <w:r>
        <w:t>&amp; aimant beaucoup mieux se taire</w:t>
      </w:r>
      <w:r w:rsidR="00792613">
        <w:t xml:space="preserve">, </w:t>
      </w:r>
      <w:r>
        <w:t>que de dire une sottise</w:t>
      </w:r>
      <w:r w:rsidR="00792613">
        <w:t xml:space="preserve"> ? </w:t>
      </w:r>
      <w:r>
        <w:t>Songeons que le plaisir</w:t>
      </w:r>
      <w:r w:rsidR="00792613">
        <w:t xml:space="preserve">, </w:t>
      </w:r>
      <w:r>
        <w:t>le bien-être</w:t>
      </w:r>
      <w:r w:rsidR="00792613">
        <w:t xml:space="preserve">, </w:t>
      </w:r>
      <w:r>
        <w:t>leur propre conservation</w:t>
      </w:r>
      <w:r w:rsidR="00792613">
        <w:t xml:space="preserve">, </w:t>
      </w:r>
      <w:r>
        <w:t>est le but constant où tendent tous les ressorts de leur machine</w:t>
      </w:r>
      <w:r w:rsidR="00792613">
        <w:t xml:space="preserve">. </w:t>
      </w:r>
      <w:r>
        <w:t>Peut-</w:t>
      </w:r>
      <w:r>
        <w:lastRenderedPageBreak/>
        <w:t>être pour obtenir ce but naturel</w:t>
      </w:r>
      <w:r w:rsidR="00792613">
        <w:t xml:space="preserve">, </w:t>
      </w:r>
      <w:r>
        <w:t>n</w:t>
      </w:r>
      <w:r w:rsidR="00792613">
        <w:t>’</w:t>
      </w:r>
      <w:r>
        <w:t>ont-ils pas trop de toutes leurs facultés intellectuelles &amp; de toute la circonspection dont ils sont capables</w:t>
      </w:r>
      <w:r w:rsidR="00792613">
        <w:t xml:space="preserve">. </w:t>
      </w:r>
      <w:r>
        <w:t>Je ne sais donc s</w:t>
      </w:r>
      <w:r w:rsidR="00792613">
        <w:t>’</w:t>
      </w:r>
      <w:r>
        <w:t xml:space="preserve">ils ne </w:t>
      </w:r>
      <w:proofErr w:type="spellStart"/>
      <w:r>
        <w:t>garderoient</w:t>
      </w:r>
      <w:proofErr w:type="spellEnd"/>
      <w:r>
        <w:t xml:space="preserve"> point intérieurement</w:t>
      </w:r>
      <w:r w:rsidR="00792613">
        <w:t xml:space="preserve">, </w:t>
      </w:r>
      <w:r>
        <w:t>comme un trésor dont il n</w:t>
      </w:r>
      <w:r w:rsidR="00792613">
        <w:t>’</w:t>
      </w:r>
      <w:r>
        <w:t>y a rien à perdre</w:t>
      </w:r>
      <w:r w:rsidR="00792613">
        <w:t xml:space="preserve">, </w:t>
      </w:r>
      <w:r>
        <w:t>rien à évaporer</w:t>
      </w:r>
      <w:r w:rsidR="00792613">
        <w:t xml:space="preserve">, </w:t>
      </w:r>
      <w:r>
        <w:t xml:space="preserve">toutes les pensées qui leur passent par la </w:t>
      </w:r>
      <w:r>
        <w:rPr>
          <w:bCs/>
        </w:rPr>
        <w:t>tête</w:t>
      </w:r>
      <w:r w:rsidR="00792613">
        <w:rPr>
          <w:bCs/>
        </w:rPr>
        <w:t xml:space="preserve">. </w:t>
      </w:r>
      <w:r>
        <w:t>Ce qu</w:t>
      </w:r>
      <w:r w:rsidR="00792613">
        <w:t>’</w:t>
      </w:r>
      <w:r>
        <w:t>il y a seulement de sûr</w:t>
      </w:r>
      <w:r w:rsidR="00792613">
        <w:t xml:space="preserve">, </w:t>
      </w:r>
      <w:r>
        <w:t>c</w:t>
      </w:r>
      <w:r w:rsidR="00792613">
        <w:t>’</w:t>
      </w:r>
      <w:r>
        <w:t>est que si le langage des animaux est sans idées</w:t>
      </w:r>
      <w:r w:rsidR="00792613">
        <w:t xml:space="preserve">, </w:t>
      </w:r>
      <w:r>
        <w:t>plus heureux en cela</w:t>
      </w:r>
      <w:r w:rsidR="00792613">
        <w:t xml:space="preserve">, </w:t>
      </w:r>
      <w:r>
        <w:t>non que les sots</w:t>
      </w:r>
      <w:r w:rsidR="00792613">
        <w:t xml:space="preserve">, </w:t>
      </w:r>
      <w:r>
        <w:t>mais que bien des gens d</w:t>
      </w:r>
      <w:r w:rsidR="00792613">
        <w:t>’</w:t>
      </w:r>
      <w:r>
        <w:t>esprit</w:t>
      </w:r>
      <w:r w:rsidR="00792613">
        <w:t xml:space="preserve">, </w:t>
      </w:r>
      <w:r>
        <w:t>leur conduite ne lui ressemble pas</w:t>
      </w:r>
      <w:r w:rsidR="00792613">
        <w:t xml:space="preserve">. </w:t>
      </w:r>
      <w:r>
        <w:t>Nous faisons le matin pour ainsi dire</w:t>
      </w:r>
      <w:r w:rsidR="00792613">
        <w:t xml:space="preserve">, </w:t>
      </w:r>
      <w:r>
        <w:t xml:space="preserve">une </w:t>
      </w:r>
      <w:r>
        <w:rPr>
          <w:i/>
          <w:iCs/>
        </w:rPr>
        <w:t>toilette d</w:t>
      </w:r>
      <w:r w:rsidR="00792613">
        <w:rPr>
          <w:i/>
          <w:iCs/>
        </w:rPr>
        <w:t>’</w:t>
      </w:r>
      <w:r>
        <w:rPr>
          <w:i/>
          <w:iCs/>
        </w:rPr>
        <w:t>esprit</w:t>
      </w:r>
      <w:r w:rsidR="00792613">
        <w:rPr>
          <w:i/>
          <w:iCs/>
        </w:rPr>
        <w:t xml:space="preserve">, </w:t>
      </w:r>
      <w:r>
        <w:t>pour briller dans les festins &amp; dans les cercles</w:t>
      </w:r>
      <w:r w:rsidR="00792613">
        <w:t xml:space="preserve">, </w:t>
      </w:r>
      <w:r>
        <w:t>&amp; le soir nous faisons une démarche</w:t>
      </w:r>
      <w:r w:rsidR="00792613">
        <w:t xml:space="preserve">, </w:t>
      </w:r>
      <w:r>
        <w:t>dont nous nous repentons souvent toute notre vie</w:t>
      </w:r>
      <w:r w:rsidR="00792613">
        <w:t xml:space="preserve">. </w:t>
      </w:r>
      <w:r>
        <w:t>L</w:t>
      </w:r>
      <w:r w:rsidR="00792613">
        <w:t>’</w:t>
      </w:r>
      <w:r>
        <w:t>homme</w:t>
      </w:r>
      <w:r w:rsidR="00792613">
        <w:t xml:space="preserve">, </w:t>
      </w:r>
      <w:r>
        <w:t xml:space="preserve">animal </w:t>
      </w:r>
      <w:r>
        <w:rPr>
          <w:i/>
          <w:iCs/>
        </w:rPr>
        <w:t>imaginatif</w:t>
      </w:r>
      <w:r w:rsidR="00792613">
        <w:rPr>
          <w:i/>
          <w:iCs/>
        </w:rPr>
        <w:t xml:space="preserve">, </w:t>
      </w:r>
      <w:proofErr w:type="spellStart"/>
      <w:r>
        <w:t>seroit-il</w:t>
      </w:r>
      <w:proofErr w:type="spellEnd"/>
      <w:r>
        <w:t xml:space="preserve"> donc plus fait pour avoir de l</w:t>
      </w:r>
      <w:r w:rsidR="00792613">
        <w:t>’</w:t>
      </w:r>
      <w:r>
        <w:t>esprit que de la raison</w:t>
      </w:r>
      <w:r w:rsidR="00792613">
        <w:t> !</w:t>
      </w:r>
    </w:p>
    <w:p w14:paraId="5549B292" w14:textId="77777777" w:rsidR="00792613" w:rsidRDefault="00F449A5" w:rsidP="00792613">
      <w:r>
        <w:t xml:space="preserve">Passons maintenant à la diversité des </w:t>
      </w:r>
      <w:proofErr w:type="spellStart"/>
      <w:r>
        <w:t>ames</w:t>
      </w:r>
      <w:proofErr w:type="spellEnd"/>
      <w:r>
        <w:t xml:space="preserve"> dans chaque genre</w:t>
      </w:r>
      <w:r w:rsidR="00792613">
        <w:t xml:space="preserve">, </w:t>
      </w:r>
      <w:r>
        <w:t xml:space="preserve">dans chaque </w:t>
      </w:r>
      <w:proofErr w:type="spellStart"/>
      <w:r>
        <w:t>espece</w:t>
      </w:r>
      <w:proofErr w:type="spellEnd"/>
      <w:r w:rsidR="00792613">
        <w:t xml:space="preserve">, </w:t>
      </w:r>
      <w:r>
        <w:t>dans chaque individu</w:t>
      </w:r>
      <w:r w:rsidR="00792613">
        <w:t xml:space="preserve"> : </w:t>
      </w:r>
      <w:proofErr w:type="spellStart"/>
      <w:r>
        <w:t>par-tout</w:t>
      </w:r>
      <w:proofErr w:type="spellEnd"/>
      <w:r>
        <w:t xml:space="preserve"> là</w:t>
      </w:r>
      <w:r w:rsidR="00792613">
        <w:t xml:space="preserve">, </w:t>
      </w:r>
      <w:r>
        <w:t>cette diversité se manifeste clairement</w:t>
      </w:r>
      <w:r w:rsidR="00792613">
        <w:t xml:space="preserve">, </w:t>
      </w:r>
      <w:r>
        <w:t>tant chez les brutes que chez nous</w:t>
      </w:r>
      <w:r w:rsidR="00792613">
        <w:t xml:space="preserve">. </w:t>
      </w:r>
      <w:r>
        <w:t>En effet</w:t>
      </w:r>
      <w:r w:rsidR="00792613">
        <w:t xml:space="preserve">, </w:t>
      </w:r>
      <w:r>
        <w:t xml:space="preserve">les </w:t>
      </w:r>
      <w:proofErr w:type="spellStart"/>
      <w:r>
        <w:t>ames</w:t>
      </w:r>
      <w:proofErr w:type="spellEnd"/>
      <w:r>
        <w:t xml:space="preserve"> n</w:t>
      </w:r>
      <w:r w:rsidR="00792613">
        <w:t>’</w:t>
      </w:r>
      <w:r>
        <w:t>ont pas toutes la même extraction</w:t>
      </w:r>
      <w:r w:rsidR="00792613">
        <w:t xml:space="preserve">, </w:t>
      </w:r>
      <w:r>
        <w:t xml:space="preserve">ni les mêmes </w:t>
      </w:r>
      <w:proofErr w:type="spellStart"/>
      <w:r>
        <w:t>talens</w:t>
      </w:r>
      <w:proofErr w:type="spellEnd"/>
      <w:r w:rsidR="00792613">
        <w:t xml:space="preserve"> : </w:t>
      </w:r>
      <w:r>
        <w:t>peu de noblesse</w:t>
      </w:r>
      <w:r w:rsidR="00792613">
        <w:t xml:space="preserve">, </w:t>
      </w:r>
      <w:r>
        <w:t>beaucoup de roture</w:t>
      </w:r>
      <w:r w:rsidR="00792613">
        <w:t xml:space="preserve"> ; </w:t>
      </w:r>
      <w:r>
        <w:t>beaucoup de bassesses</w:t>
      </w:r>
      <w:r w:rsidR="00792613">
        <w:t xml:space="preserve">, </w:t>
      </w:r>
      <w:r>
        <w:t>peu de dignité &amp; de grandeur</w:t>
      </w:r>
      <w:r w:rsidR="00792613">
        <w:t xml:space="preserve"> ; </w:t>
      </w:r>
      <w:r>
        <w:t xml:space="preserve">voilà ce qui se remarque </w:t>
      </w:r>
      <w:proofErr w:type="spellStart"/>
      <w:r>
        <w:t>communement</w:t>
      </w:r>
      <w:proofErr w:type="spellEnd"/>
      <w:r w:rsidR="00792613">
        <w:t>.</w:t>
      </w:r>
    </w:p>
    <w:p w14:paraId="075479A3" w14:textId="77777777" w:rsidR="00792613" w:rsidRDefault="00F449A5" w:rsidP="00792613">
      <w:r>
        <w:t xml:space="preserve">Vous croyez détruire la différence individuelle des </w:t>
      </w:r>
      <w:proofErr w:type="spellStart"/>
      <w:r>
        <w:t>ames</w:t>
      </w:r>
      <w:proofErr w:type="spellEnd"/>
      <w:r>
        <w:t xml:space="preserve"> dans chaque </w:t>
      </w:r>
      <w:proofErr w:type="spellStart"/>
      <w:r>
        <w:t>espece</w:t>
      </w:r>
      <w:proofErr w:type="spellEnd"/>
      <w:r w:rsidR="00792613">
        <w:t xml:space="preserve">, </w:t>
      </w:r>
      <w:r>
        <w:t>parce que l</w:t>
      </w:r>
      <w:r w:rsidR="00792613">
        <w:t>’</w:t>
      </w:r>
      <w:r>
        <w:t>anatomie n</w:t>
      </w:r>
      <w:r w:rsidR="00792613">
        <w:t>’</w:t>
      </w:r>
      <w:r>
        <w:t>en découvre aucune dans les corps qu</w:t>
      </w:r>
      <w:r w:rsidR="00792613">
        <w:t>’</w:t>
      </w:r>
      <w:r>
        <w:t>elles habitent</w:t>
      </w:r>
      <w:r w:rsidR="00792613">
        <w:t xml:space="preserve">, </w:t>
      </w:r>
      <w:r>
        <w:t>à ce que vous dites</w:t>
      </w:r>
      <w:r w:rsidR="00792613">
        <w:t xml:space="preserve"> ! </w:t>
      </w:r>
      <w:r>
        <w:t>mais par la raison même qu</w:t>
      </w:r>
      <w:r w:rsidR="00792613">
        <w:t>’</w:t>
      </w:r>
      <w:r>
        <w:t>on n</w:t>
      </w:r>
      <w:r w:rsidR="00792613">
        <w:t>’</w:t>
      </w:r>
      <w:proofErr w:type="spellStart"/>
      <w:r>
        <w:t>observeroit</w:t>
      </w:r>
      <w:proofErr w:type="spellEnd"/>
      <w:r>
        <w:t xml:space="preserve"> aucune variété</w:t>
      </w:r>
      <w:r w:rsidR="00792613">
        <w:t xml:space="preserve"> (</w:t>
      </w:r>
      <w:r>
        <w:t>ce qui n</w:t>
      </w:r>
      <w:r w:rsidR="00792613">
        <w:t>’</w:t>
      </w:r>
      <w:r>
        <w:t>est pas</w:t>
      </w:r>
      <w:r w:rsidR="00792613">
        <w:t xml:space="preserve">) </w:t>
      </w:r>
      <w:r>
        <w:t>dans les cerveaux du singe</w:t>
      </w:r>
      <w:r w:rsidR="00792613">
        <w:t xml:space="preserve">, </w:t>
      </w:r>
      <w:r>
        <w:t>du bœuf</w:t>
      </w:r>
      <w:r w:rsidR="00792613">
        <w:t xml:space="preserve">, </w:t>
      </w:r>
      <w:r>
        <w:t>de l</w:t>
      </w:r>
      <w:r w:rsidR="00792613">
        <w:t>’</w:t>
      </w:r>
      <w:r>
        <w:t>âne</w:t>
      </w:r>
      <w:r w:rsidR="00792613">
        <w:t xml:space="preserve">, </w:t>
      </w:r>
      <w:r>
        <w:t>du chien</w:t>
      </w:r>
      <w:r w:rsidR="00792613">
        <w:t xml:space="preserve">, </w:t>
      </w:r>
      <w:r>
        <w:t>du chat</w:t>
      </w:r>
      <w:r w:rsidR="00792613">
        <w:t xml:space="preserve">, </w:t>
      </w:r>
      <w:r>
        <w:t>&amp;c</w:t>
      </w:r>
      <w:r w:rsidR="00792613">
        <w:t xml:space="preserve">. </w:t>
      </w:r>
      <w:r>
        <w:t xml:space="preserve">plus les animaux </w:t>
      </w:r>
      <w:proofErr w:type="spellStart"/>
      <w:r>
        <w:t>different</w:t>
      </w:r>
      <w:proofErr w:type="spellEnd"/>
      <w:r>
        <w:t xml:space="preserve"> par leurs facultés</w:t>
      </w:r>
      <w:r w:rsidR="00792613">
        <w:t xml:space="preserve">, </w:t>
      </w:r>
      <w:r>
        <w:t>&amp; plus il s</w:t>
      </w:r>
      <w:r w:rsidR="00792613">
        <w:t>’</w:t>
      </w:r>
      <w:r>
        <w:t>ensuit qu</w:t>
      </w:r>
      <w:r w:rsidR="00792613">
        <w:t>’</w:t>
      </w:r>
      <w:r>
        <w:t>elles ne sont point de la même trempe</w:t>
      </w:r>
      <w:r w:rsidR="00792613">
        <w:t xml:space="preserve">, </w:t>
      </w:r>
      <w:r>
        <w:t>ou de la même pâte</w:t>
      </w:r>
      <w:r w:rsidR="00792613">
        <w:t xml:space="preserve">. </w:t>
      </w:r>
      <w:r>
        <w:t>Du moins</w:t>
      </w:r>
      <w:r w:rsidR="00792613">
        <w:t xml:space="preserve">, </w:t>
      </w:r>
      <w:r>
        <w:t>si la même farine a été employée</w:t>
      </w:r>
      <w:r w:rsidR="00792613">
        <w:t xml:space="preserve">, </w:t>
      </w:r>
      <w:r>
        <w:t>elle n</w:t>
      </w:r>
      <w:r w:rsidR="00792613">
        <w:t>’</w:t>
      </w:r>
      <w:r>
        <w:t>a point été pétrie de la même façon</w:t>
      </w:r>
      <w:r w:rsidR="00792613">
        <w:t xml:space="preserve">, </w:t>
      </w:r>
      <w:r>
        <w:t>la dose ou la qualité du levain n</w:t>
      </w:r>
      <w:r w:rsidR="00792613">
        <w:t>’</w:t>
      </w:r>
      <w:r>
        <w:t xml:space="preserve">a point été </w:t>
      </w:r>
      <w:proofErr w:type="spellStart"/>
      <w:r>
        <w:t>par-tout</w:t>
      </w:r>
      <w:proofErr w:type="spellEnd"/>
      <w:r>
        <w:t xml:space="preserve"> </w:t>
      </w:r>
      <w:proofErr w:type="spellStart"/>
      <w:r>
        <w:t>précisement</w:t>
      </w:r>
      <w:proofErr w:type="spellEnd"/>
      <w:r>
        <w:t xml:space="preserve"> la même</w:t>
      </w:r>
      <w:r w:rsidR="00792613">
        <w:t xml:space="preserve">. </w:t>
      </w:r>
      <w:r>
        <w:t>Pardon</w:t>
      </w:r>
      <w:r w:rsidR="00792613">
        <w:t xml:space="preserve">, </w:t>
      </w:r>
      <w:r>
        <w:t>Tralles</w:t>
      </w:r>
      <w:r w:rsidR="00792613">
        <w:t xml:space="preserve">, </w:t>
      </w:r>
      <w:r>
        <w:t xml:space="preserve">si je parle </w:t>
      </w:r>
      <w:r>
        <w:lastRenderedPageBreak/>
        <w:t>métaphoriquement</w:t>
      </w:r>
      <w:r w:rsidR="00792613">
        <w:t xml:space="preserve">, </w:t>
      </w:r>
      <w:r>
        <w:t>je vois que c</w:t>
      </w:r>
      <w:r w:rsidR="00792613">
        <w:t>’</w:t>
      </w:r>
      <w:r>
        <w:t xml:space="preserve">est une </w:t>
      </w:r>
      <w:proofErr w:type="spellStart"/>
      <w:r>
        <w:t>lumiere</w:t>
      </w:r>
      <w:proofErr w:type="spellEnd"/>
      <w:r>
        <w:t xml:space="preserve"> qui ne se réfléchit point jusqu</w:t>
      </w:r>
      <w:r w:rsidR="00792613">
        <w:t>’</w:t>
      </w:r>
      <w:r>
        <w:t>aux commentateurs</w:t>
      </w:r>
      <w:r w:rsidR="00792613">
        <w:t>.</w:t>
      </w:r>
    </w:p>
    <w:p w14:paraId="4ECB1996" w14:textId="77777777" w:rsidR="00792613" w:rsidRDefault="00F449A5" w:rsidP="00792613">
      <w:r>
        <w:t>Prenez parmi tous les animaux ceux qui doivent avoir le plus d</w:t>
      </w:r>
      <w:r w:rsidR="00792613">
        <w:t>’</w:t>
      </w:r>
      <w:r>
        <w:t>esprit</w:t>
      </w:r>
      <w:r w:rsidR="00792613">
        <w:t xml:space="preserve">, </w:t>
      </w:r>
      <w:r>
        <w:t xml:space="preserve">selon </w:t>
      </w:r>
      <w:r w:rsidR="00792613">
        <w:t>M. </w:t>
      </w:r>
      <w:proofErr w:type="spellStart"/>
      <w:r>
        <w:t>Ariet</w:t>
      </w:r>
      <w:proofErr w:type="spellEnd"/>
      <w:r w:rsidR="00792613">
        <w:t xml:space="preserve">, </w:t>
      </w:r>
      <w:r>
        <w:t>médecin de Montpellier</w:t>
      </w:r>
      <w:r w:rsidR="00792613">
        <w:t xml:space="preserve">, </w:t>
      </w:r>
      <w:r>
        <w:t>qui a poussé plus loin que personne l</w:t>
      </w:r>
      <w:r w:rsidR="00792613">
        <w:t>’</w:t>
      </w:r>
      <w:r>
        <w:t>anatomie comparée du cerveau</w:t>
      </w:r>
      <w:r w:rsidR="00792613">
        <w:t xml:space="preserve">, </w:t>
      </w:r>
      <w:r>
        <w:t>&amp; je doute que sur mille</w:t>
      </w:r>
      <w:r w:rsidR="00792613">
        <w:t xml:space="preserve">, </w:t>
      </w:r>
      <w:r>
        <w:t>vous en trouviez deux qui jouent mieux aux échecs que le singe dont parle Pline</w:t>
      </w:r>
      <w:r w:rsidR="00792613">
        <w:t xml:space="preserve">, </w:t>
      </w:r>
      <w:r>
        <w:t xml:space="preserve">ou aussi bien de la </w:t>
      </w:r>
      <w:proofErr w:type="spellStart"/>
      <w:r>
        <w:t>guittare</w:t>
      </w:r>
      <w:proofErr w:type="spellEnd"/>
      <w:r w:rsidR="00792613">
        <w:t xml:space="preserve">, </w:t>
      </w:r>
      <w:r>
        <w:t xml:space="preserve">que celui dont la Motte le </w:t>
      </w:r>
      <w:proofErr w:type="spellStart"/>
      <w:r>
        <w:t>Vayer</w:t>
      </w:r>
      <w:proofErr w:type="spellEnd"/>
      <w:r>
        <w:t xml:space="preserve"> </w:t>
      </w:r>
      <w:r>
        <w:rPr>
          <w:iCs/>
        </w:rPr>
        <w:t>fait</w:t>
      </w:r>
      <w:r>
        <w:rPr>
          <w:i/>
          <w:iCs/>
        </w:rPr>
        <w:t xml:space="preserve"> </w:t>
      </w:r>
      <w:r>
        <w:t>mention</w:t>
      </w:r>
      <w:r w:rsidR="00792613">
        <w:t xml:space="preserve">, </w:t>
      </w:r>
      <w:r>
        <w:t>pour l</w:t>
      </w:r>
      <w:r w:rsidR="00792613">
        <w:t>’</w:t>
      </w:r>
      <w:r>
        <w:t>avoir vu dans Paris</w:t>
      </w:r>
      <w:r w:rsidR="00792613">
        <w:t xml:space="preserve">. </w:t>
      </w:r>
      <w:r>
        <w:t>On n</w:t>
      </w:r>
      <w:r w:rsidR="00792613">
        <w:t>’</w:t>
      </w:r>
      <w:r>
        <w:t>exige pas qu</w:t>
      </w:r>
      <w:r w:rsidR="00792613">
        <w:t>’</w:t>
      </w:r>
      <w:r>
        <w:t xml:space="preserve">ils en jouent aussi </w:t>
      </w:r>
      <w:proofErr w:type="spellStart"/>
      <w:r>
        <w:t>long-temps</w:t>
      </w:r>
      <w:proofErr w:type="spellEnd"/>
      <w:r>
        <w:t xml:space="preserve"> que Tralles</w:t>
      </w:r>
      <w:r w:rsidR="00792613">
        <w:t xml:space="preserve"> : </w:t>
      </w:r>
      <w:r>
        <w:t xml:space="preserve">les plus beaux </w:t>
      </w:r>
      <w:proofErr w:type="spellStart"/>
      <w:r>
        <w:t>talens</w:t>
      </w:r>
      <w:proofErr w:type="spellEnd"/>
      <w:r>
        <w:t xml:space="preserve"> ennuient enfin</w:t>
      </w:r>
      <w:r w:rsidR="00792613">
        <w:t>.</w:t>
      </w:r>
    </w:p>
    <w:p w14:paraId="60A1723F" w14:textId="77777777" w:rsidR="00792613" w:rsidRDefault="00F449A5" w:rsidP="00792613">
      <w:r>
        <w:t>Nous n</w:t>
      </w:r>
      <w:r w:rsidR="00792613">
        <w:t>’</w:t>
      </w:r>
      <w:r>
        <w:t>avons pas tous la même industrie</w:t>
      </w:r>
      <w:r w:rsidR="00792613">
        <w:t xml:space="preserve">, </w:t>
      </w:r>
      <w:r>
        <w:t>la même docilité</w:t>
      </w:r>
      <w:r w:rsidR="00792613">
        <w:t xml:space="preserve">, </w:t>
      </w:r>
      <w:r>
        <w:t>ni la même pénétration</w:t>
      </w:r>
      <w:r w:rsidR="00792613">
        <w:t xml:space="preserve">. </w:t>
      </w:r>
      <w:r>
        <w:t>De-là</w:t>
      </w:r>
      <w:r w:rsidR="00792613">
        <w:t xml:space="preserve">, </w:t>
      </w:r>
      <w:r>
        <w:t xml:space="preserve">la rareté du génie &amp; la diversité des </w:t>
      </w:r>
      <w:proofErr w:type="spellStart"/>
      <w:r>
        <w:t>talens</w:t>
      </w:r>
      <w:proofErr w:type="spellEnd"/>
      <w:r>
        <w:t xml:space="preserve"> dans toute l</w:t>
      </w:r>
      <w:r w:rsidR="00792613">
        <w:t>’</w:t>
      </w:r>
      <w:r>
        <w:t xml:space="preserve">étendue du même </w:t>
      </w:r>
      <w:proofErr w:type="spellStart"/>
      <w:r>
        <w:t>regne</w:t>
      </w:r>
      <w:proofErr w:type="spellEnd"/>
      <w:r w:rsidR="00792613">
        <w:t xml:space="preserve">. </w:t>
      </w:r>
      <w:r>
        <w:t>Mais si deux animaux aussi bien instruits &amp; aussi propres à l</w:t>
      </w:r>
      <w:r w:rsidR="00792613">
        <w:t>’</w:t>
      </w:r>
      <w:r>
        <w:t>être l</w:t>
      </w:r>
      <w:r w:rsidR="00792613">
        <w:t>’</w:t>
      </w:r>
      <w:r>
        <w:t>un que l</w:t>
      </w:r>
      <w:r w:rsidR="00792613">
        <w:t>’</w:t>
      </w:r>
      <w:r>
        <w:t>autre</w:t>
      </w:r>
      <w:r w:rsidR="00792613">
        <w:t xml:space="preserve">, </w:t>
      </w:r>
      <w:r>
        <w:t>ne font pas exactement les mêmes progrès</w:t>
      </w:r>
      <w:r w:rsidR="00792613">
        <w:t xml:space="preserve">, </w:t>
      </w:r>
      <w:r>
        <w:t>il est évident qu</w:t>
      </w:r>
      <w:r w:rsidR="00792613">
        <w:t>’</w:t>
      </w:r>
      <w:r>
        <w:t xml:space="preserve">il y a dans les </w:t>
      </w:r>
      <w:proofErr w:type="spellStart"/>
      <w:r>
        <w:t>ames</w:t>
      </w:r>
      <w:proofErr w:type="spellEnd"/>
      <w:r w:rsidR="00792613">
        <w:t xml:space="preserve">, </w:t>
      </w:r>
      <w:r>
        <w:t>comme dans les corps</w:t>
      </w:r>
      <w:r w:rsidR="00792613">
        <w:t xml:space="preserve">, </w:t>
      </w:r>
      <w:r>
        <w:t>une variété essentielle</w:t>
      </w:r>
      <w:r w:rsidR="00792613">
        <w:t xml:space="preserve">. </w:t>
      </w:r>
      <w:r>
        <w:t xml:space="preserve">Leur docilité </w:t>
      </w:r>
      <w:proofErr w:type="spellStart"/>
      <w:r>
        <w:t>auroit</w:t>
      </w:r>
      <w:proofErr w:type="spellEnd"/>
      <w:r>
        <w:t xml:space="preserve"> véritablement les mêmes succès</w:t>
      </w:r>
      <w:r w:rsidR="00792613">
        <w:t xml:space="preserve">, </w:t>
      </w:r>
      <w:r>
        <w:t xml:space="preserve">si leurs </w:t>
      </w:r>
      <w:proofErr w:type="spellStart"/>
      <w:r>
        <w:t>ames</w:t>
      </w:r>
      <w:proofErr w:type="spellEnd"/>
      <w:r>
        <w:t xml:space="preserve"> </w:t>
      </w:r>
      <w:proofErr w:type="spellStart"/>
      <w:r>
        <w:t>étoient</w:t>
      </w:r>
      <w:proofErr w:type="spellEnd"/>
      <w:r>
        <w:t xml:space="preserve"> précisément les mêmes</w:t>
      </w:r>
      <w:r w:rsidR="00792613">
        <w:t xml:space="preserve">. </w:t>
      </w:r>
      <w:r>
        <w:t>Certes nous serions témoins de bien d</w:t>
      </w:r>
      <w:r w:rsidR="00792613">
        <w:t>’</w:t>
      </w:r>
      <w:r>
        <w:t>autres prodiges</w:t>
      </w:r>
      <w:r w:rsidR="00792613">
        <w:t xml:space="preserve">, </w:t>
      </w:r>
      <w:r>
        <w:t>si l</w:t>
      </w:r>
      <w:r w:rsidR="00792613">
        <w:t>’</w:t>
      </w:r>
      <w:r>
        <w:t>excellence de la construction &amp; de l</w:t>
      </w:r>
      <w:r w:rsidR="00792613">
        <w:t>’</w:t>
      </w:r>
      <w:r>
        <w:t xml:space="preserve">éducation </w:t>
      </w:r>
      <w:proofErr w:type="spellStart"/>
      <w:r>
        <w:t>suffisoit</w:t>
      </w:r>
      <w:proofErr w:type="spellEnd"/>
      <w:r>
        <w:t xml:space="preserve"> pour les opérer</w:t>
      </w:r>
      <w:r w:rsidR="00792613">
        <w:t xml:space="preserve"> : </w:t>
      </w:r>
      <w:r>
        <w:t xml:space="preserve">&amp; ceux qui sont chargés de la </w:t>
      </w:r>
      <w:proofErr w:type="spellStart"/>
      <w:r>
        <w:t>derniere</w:t>
      </w:r>
      <w:proofErr w:type="spellEnd"/>
      <w:r w:rsidR="00792613">
        <w:t xml:space="preserve">, </w:t>
      </w:r>
      <w:r>
        <w:t>n</w:t>
      </w:r>
      <w:r w:rsidR="00792613">
        <w:t>’</w:t>
      </w:r>
      <w:proofErr w:type="spellStart"/>
      <w:r>
        <w:t>auroient</w:t>
      </w:r>
      <w:proofErr w:type="spellEnd"/>
      <w:r>
        <w:t xml:space="preserve"> pas si souvent à se plaindre de la </w:t>
      </w:r>
      <w:proofErr w:type="spellStart"/>
      <w:r>
        <w:t>premiere</w:t>
      </w:r>
      <w:proofErr w:type="spellEnd"/>
      <w:r w:rsidR="00792613">
        <w:t xml:space="preserve">. </w:t>
      </w:r>
      <w:r>
        <w:t xml:space="preserve">Les esprits les mieux cultivés souvent restent loin en </w:t>
      </w:r>
      <w:proofErr w:type="spellStart"/>
      <w:r>
        <w:t>arriere</w:t>
      </w:r>
      <w:proofErr w:type="spellEnd"/>
      <w:r w:rsidR="00792613">
        <w:t xml:space="preserve">, </w:t>
      </w:r>
      <w:r>
        <w:t>tandis que ceux qu</w:t>
      </w:r>
      <w:r w:rsidR="00792613">
        <w:t>’</w:t>
      </w:r>
      <w:r>
        <w:t>on néglige</w:t>
      </w:r>
      <w:r w:rsidR="00792613">
        <w:t xml:space="preserve">, </w:t>
      </w:r>
      <w:r>
        <w:t>marchent à pas de géant</w:t>
      </w:r>
      <w:r w:rsidR="00792613">
        <w:t xml:space="preserve">, </w:t>
      </w:r>
      <w:r>
        <w:t>se distinguent</w:t>
      </w:r>
      <w:r w:rsidR="00792613">
        <w:t xml:space="preserve">, </w:t>
      </w:r>
      <w:r>
        <w:t>&amp; font</w:t>
      </w:r>
      <w:r w:rsidR="00792613">
        <w:t xml:space="preserve">, </w:t>
      </w:r>
      <w:r>
        <w:t>comme en jouant</w:t>
      </w:r>
      <w:r w:rsidR="00792613">
        <w:t xml:space="preserve">, </w:t>
      </w:r>
      <w:r>
        <w:t>l</w:t>
      </w:r>
      <w:r w:rsidR="00792613">
        <w:t>’</w:t>
      </w:r>
      <w:r>
        <w:t xml:space="preserve">admiration des </w:t>
      </w:r>
      <w:proofErr w:type="spellStart"/>
      <w:r>
        <w:t>connoisseurs</w:t>
      </w:r>
      <w:proofErr w:type="spellEnd"/>
      <w:r w:rsidR="00792613">
        <w:t xml:space="preserve">. </w:t>
      </w:r>
      <w:r>
        <w:t>Le maître retire alors un honneur dû tout entier à la nature</w:t>
      </w:r>
      <w:r w:rsidR="00792613">
        <w:t>.</w:t>
      </w:r>
    </w:p>
    <w:p w14:paraId="2CA8C42A" w14:textId="77777777" w:rsidR="00792613" w:rsidRDefault="00F449A5" w:rsidP="00792613">
      <w:r>
        <w:t>En général les esprits vifs ont beau jeu</w:t>
      </w:r>
      <w:r w:rsidR="00792613">
        <w:t xml:space="preserve"> : </w:t>
      </w:r>
      <w:r>
        <w:t>ils font bien du chemin en peu de temps</w:t>
      </w:r>
      <w:r w:rsidR="00792613">
        <w:t xml:space="preserve">, </w:t>
      </w:r>
      <w:r>
        <w:t xml:space="preserve">&amp; cela est vrai </w:t>
      </w:r>
      <w:proofErr w:type="spellStart"/>
      <w:r>
        <w:t>par-tout</w:t>
      </w:r>
      <w:proofErr w:type="spellEnd"/>
      <w:r w:rsidR="00792613">
        <w:t>.</w:t>
      </w:r>
    </w:p>
    <w:p w14:paraId="617A3A99" w14:textId="77777777" w:rsidR="00792613" w:rsidRDefault="00F449A5" w:rsidP="00792613">
      <w:r>
        <w:lastRenderedPageBreak/>
        <w:t xml:space="preserve">Poussons plus loin la considération de la diversité des </w:t>
      </w:r>
      <w:proofErr w:type="spellStart"/>
      <w:r>
        <w:t>ames</w:t>
      </w:r>
      <w:proofErr w:type="spellEnd"/>
      <w:r w:rsidR="00792613">
        <w:t xml:space="preserve">, </w:t>
      </w:r>
      <w:r>
        <w:t xml:space="preserve">&amp; ne </w:t>
      </w:r>
      <w:proofErr w:type="spellStart"/>
      <w:r>
        <w:t>restraignons</w:t>
      </w:r>
      <w:proofErr w:type="spellEnd"/>
      <w:r>
        <w:t xml:space="preserve"> point aux bêtes par orgueil</w:t>
      </w:r>
      <w:r w:rsidR="00792613">
        <w:t xml:space="preserve">, </w:t>
      </w:r>
      <w:r>
        <w:t>les richesses &amp; la magnificence du créateur</w:t>
      </w:r>
      <w:r w:rsidR="00792613">
        <w:t>.</w:t>
      </w:r>
    </w:p>
    <w:p w14:paraId="2926FA64" w14:textId="77777777" w:rsidR="00792613" w:rsidRDefault="00F449A5" w:rsidP="00792613">
      <w:r>
        <w:t xml:space="preserve">Quand on </w:t>
      </w:r>
      <w:proofErr w:type="spellStart"/>
      <w:r>
        <w:t>considere</w:t>
      </w:r>
      <w:proofErr w:type="spellEnd"/>
      <w:r>
        <w:t xml:space="preserve"> tout le </w:t>
      </w:r>
      <w:proofErr w:type="spellStart"/>
      <w:r>
        <w:t>manege</w:t>
      </w:r>
      <w:proofErr w:type="spellEnd"/>
      <w:r>
        <w:t xml:space="preserve"> de certains végétaux</w:t>
      </w:r>
      <w:r w:rsidR="00792613">
        <w:t xml:space="preserve">, </w:t>
      </w:r>
      <w:r>
        <w:t>comme ils se placent</w:t>
      </w:r>
      <w:r w:rsidR="00792613">
        <w:t xml:space="preserve">, </w:t>
      </w:r>
      <w:r>
        <w:t>se présentent</w:t>
      </w:r>
      <w:r w:rsidR="00792613">
        <w:t xml:space="preserve">, </w:t>
      </w:r>
      <w:r>
        <w:t>s</w:t>
      </w:r>
      <w:r w:rsidR="00792613">
        <w:t>’</w:t>
      </w:r>
      <w:r>
        <w:t>entortillent aux plantes voisines pour la conservation &amp; la multiplication réciproque</w:t>
      </w:r>
      <w:r w:rsidR="00792613">
        <w:t xml:space="preserve">, </w:t>
      </w:r>
      <w:r>
        <w:t>on n</w:t>
      </w:r>
      <w:r w:rsidR="00792613">
        <w:t>’</w:t>
      </w:r>
      <w:r>
        <w:t>ose blâmer les anciens d</w:t>
      </w:r>
      <w:r w:rsidR="00792613">
        <w:t>’</w:t>
      </w:r>
      <w:r>
        <w:t>avoir libéralement accordé aux végétaux une sorte d</w:t>
      </w:r>
      <w:r w:rsidR="00792613">
        <w:t>’</w:t>
      </w:r>
      <w:r>
        <w:t>instinct</w:t>
      </w:r>
      <w:r w:rsidR="00792613">
        <w:t xml:space="preserve">, </w:t>
      </w:r>
      <w:r>
        <w:t xml:space="preserve">qui leur </w:t>
      </w:r>
      <w:proofErr w:type="spellStart"/>
      <w:r>
        <w:t>suggere</w:t>
      </w:r>
      <w:proofErr w:type="spellEnd"/>
      <w:r>
        <w:t xml:space="preserve"> les moyens les plus propres pour se conserver &amp; perpétuer leur </w:t>
      </w:r>
      <w:proofErr w:type="spellStart"/>
      <w:r>
        <w:t>espece</w:t>
      </w:r>
      <w:proofErr w:type="spellEnd"/>
      <w:r w:rsidR="00792613">
        <w:t xml:space="preserve">. </w:t>
      </w:r>
      <w:r>
        <w:t>C</w:t>
      </w:r>
      <w:r w:rsidR="00792613">
        <w:t>’</w:t>
      </w:r>
      <w:r>
        <w:t>est aussi ce que n</w:t>
      </w:r>
      <w:r w:rsidR="00792613">
        <w:t>’</w:t>
      </w:r>
      <w:r>
        <w:t xml:space="preserve">ont osé faire quelques </w:t>
      </w:r>
      <w:proofErr w:type="spellStart"/>
      <w:r>
        <w:t>savans</w:t>
      </w:r>
      <w:proofErr w:type="spellEnd"/>
      <w:r>
        <w:t xml:space="preserve"> botanistes</w:t>
      </w:r>
      <w:r w:rsidR="00792613">
        <w:t xml:space="preserve">. </w:t>
      </w:r>
      <w:r>
        <w:t xml:space="preserve">Pourquoi donc refuser à ces pauvres plantes ce qui leur est donné par des gens qui doivent les </w:t>
      </w:r>
      <w:proofErr w:type="spellStart"/>
      <w:r>
        <w:t>connoître</w:t>
      </w:r>
      <w:proofErr w:type="spellEnd"/>
      <w:r w:rsidR="00792613">
        <w:t xml:space="preserve">, </w:t>
      </w:r>
      <w:r>
        <w:t xml:space="preserve">puisque ordinairement ils ne </w:t>
      </w:r>
      <w:proofErr w:type="spellStart"/>
      <w:r>
        <w:t>connoissent</w:t>
      </w:r>
      <w:proofErr w:type="spellEnd"/>
      <w:r>
        <w:t xml:space="preserve"> qu</w:t>
      </w:r>
      <w:r w:rsidR="00792613">
        <w:t>’</w:t>
      </w:r>
      <w:r>
        <w:t>elles</w:t>
      </w:r>
      <w:r w:rsidR="00792613">
        <w:t> ?</w:t>
      </w:r>
    </w:p>
    <w:p w14:paraId="57609D00" w14:textId="77777777" w:rsidR="00792613" w:rsidRDefault="00F449A5" w:rsidP="00792613">
      <w:r>
        <w:t xml:space="preserve">Non-seulement les plantes ont une </w:t>
      </w:r>
      <w:proofErr w:type="spellStart"/>
      <w:r>
        <w:t>ame</w:t>
      </w:r>
      <w:proofErr w:type="spellEnd"/>
      <w:r w:rsidR="00792613">
        <w:t xml:space="preserve">, </w:t>
      </w:r>
      <w:r>
        <w:t xml:space="preserve">&amp; une </w:t>
      </w:r>
      <w:proofErr w:type="spellStart"/>
      <w:r>
        <w:t>ame</w:t>
      </w:r>
      <w:proofErr w:type="spellEnd"/>
      <w:r>
        <w:t xml:space="preserve"> de leur fabrique</w:t>
      </w:r>
      <w:r w:rsidR="00792613">
        <w:t xml:space="preserve">, </w:t>
      </w:r>
      <w:r>
        <w:t xml:space="preserve">comme tous les corps dont les opérations </w:t>
      </w:r>
      <w:proofErr w:type="spellStart"/>
      <w:r>
        <w:t>régulieres</w:t>
      </w:r>
      <w:proofErr w:type="spellEnd"/>
      <w:r>
        <w:t xml:space="preserve"> nous étonnent</w:t>
      </w:r>
      <w:r w:rsidR="00792613">
        <w:t xml:space="preserve"> ; </w:t>
      </w:r>
      <w:r>
        <w:t xml:space="preserve">mais il y a une vraie </w:t>
      </w:r>
      <w:proofErr w:type="spellStart"/>
      <w:r>
        <w:t>difference</w:t>
      </w:r>
      <w:proofErr w:type="spellEnd"/>
      <w:r>
        <w:t xml:space="preserve"> dans les </w:t>
      </w:r>
      <w:proofErr w:type="spellStart"/>
      <w:r>
        <w:t>ames</w:t>
      </w:r>
      <w:proofErr w:type="spellEnd"/>
      <w:r>
        <w:t xml:space="preserve"> végétales</w:t>
      </w:r>
      <w:r w:rsidR="00792613">
        <w:t xml:space="preserve">, </w:t>
      </w:r>
      <w:r>
        <w:t xml:space="preserve">ainsi que dans la double classe des </w:t>
      </w:r>
      <w:proofErr w:type="spellStart"/>
      <w:r>
        <w:t>ames</w:t>
      </w:r>
      <w:proofErr w:type="spellEnd"/>
      <w:r>
        <w:t xml:space="preserve"> animales</w:t>
      </w:r>
      <w:r w:rsidR="00792613">
        <w:t xml:space="preserve">. </w:t>
      </w:r>
      <w:r>
        <w:t>Celui qui nie l</w:t>
      </w:r>
      <w:r w:rsidR="00792613">
        <w:t>’</w:t>
      </w:r>
      <w:r>
        <w:t xml:space="preserve">existence des </w:t>
      </w:r>
      <w:proofErr w:type="spellStart"/>
      <w:r>
        <w:t>ames</w:t>
      </w:r>
      <w:proofErr w:type="spellEnd"/>
      <w:r>
        <w:t xml:space="preserve"> végétales</w:t>
      </w:r>
      <w:r w:rsidR="00792613">
        <w:t xml:space="preserve">, </w:t>
      </w:r>
      <w:r>
        <w:t>n</w:t>
      </w:r>
      <w:r w:rsidR="00792613">
        <w:t>’</w:t>
      </w:r>
      <w:r>
        <w:t>a qu</w:t>
      </w:r>
      <w:r w:rsidR="00792613">
        <w:t>’</w:t>
      </w:r>
      <w:r>
        <w:t>à nier aussi celle des léthargiques</w:t>
      </w:r>
      <w:r w:rsidR="00792613">
        <w:t>.</w:t>
      </w:r>
    </w:p>
    <w:p w14:paraId="3073FE90" w14:textId="77777777" w:rsidR="00792613" w:rsidRDefault="00F449A5" w:rsidP="00792613">
      <w:r>
        <w:t>Les différences essentielles dont il s</w:t>
      </w:r>
      <w:r w:rsidR="00792613">
        <w:t>’</w:t>
      </w:r>
      <w:r>
        <w:t>agit ici</w:t>
      </w:r>
      <w:r w:rsidR="00792613">
        <w:t xml:space="preserve">, </w:t>
      </w:r>
      <w:r>
        <w:t>s</w:t>
      </w:r>
      <w:r w:rsidR="00792613">
        <w:t>’</w:t>
      </w:r>
      <w:r>
        <w:t xml:space="preserve">observent &amp; sont plus </w:t>
      </w:r>
      <w:r>
        <w:rPr>
          <w:bCs/>
        </w:rPr>
        <w:t xml:space="preserve">ou </w:t>
      </w:r>
      <w:r>
        <w:t xml:space="preserve">moins grandes dans les individus de chaque </w:t>
      </w:r>
      <w:proofErr w:type="spellStart"/>
      <w:r>
        <w:t>espece</w:t>
      </w:r>
      <w:proofErr w:type="spellEnd"/>
      <w:r w:rsidR="00792613">
        <w:t xml:space="preserve">. </w:t>
      </w:r>
      <w:r>
        <w:t>Relatives aussi dans chaque genre &amp; d</w:t>
      </w:r>
      <w:r w:rsidR="00792613">
        <w:t>’</w:t>
      </w:r>
      <w:r>
        <w:t xml:space="preserve">une </w:t>
      </w:r>
      <w:proofErr w:type="spellStart"/>
      <w:r>
        <w:t>espece</w:t>
      </w:r>
      <w:proofErr w:type="spellEnd"/>
      <w:r>
        <w:t xml:space="preserve"> à l</w:t>
      </w:r>
      <w:r w:rsidR="00792613">
        <w:t>’</w:t>
      </w:r>
      <w:r>
        <w:t>autre</w:t>
      </w:r>
      <w:r w:rsidR="00792613">
        <w:t xml:space="preserve">, </w:t>
      </w:r>
      <w:r>
        <w:t>elles sont si exactement graduées</w:t>
      </w:r>
      <w:r w:rsidR="00792613">
        <w:t xml:space="preserve">, </w:t>
      </w:r>
      <w:r>
        <w:t>qu</w:t>
      </w:r>
      <w:r w:rsidR="00792613">
        <w:t>’</w:t>
      </w:r>
      <w:r>
        <w:t>un auteur dont l</w:t>
      </w:r>
      <w:r w:rsidR="00792613">
        <w:t>’</w:t>
      </w:r>
      <w:r>
        <w:t>autorité ne peut être suspecte</w:t>
      </w:r>
      <w:r w:rsidR="00792613">
        <w:t xml:space="preserve">, </w:t>
      </w:r>
      <w:r>
        <w:t>car c</w:t>
      </w:r>
      <w:r w:rsidR="00792613">
        <w:t>’</w:t>
      </w:r>
      <w:r>
        <w:t>est un ministre du St</w:t>
      </w:r>
      <w:r w:rsidR="00792613">
        <w:t xml:space="preserve">. </w:t>
      </w:r>
      <w:r>
        <w:t>Évangile</w:t>
      </w:r>
      <w:r w:rsidR="00792613">
        <w:t xml:space="preserve">, </w:t>
      </w:r>
      <w:r>
        <w:t>ne fait pas difficulté de nous révéler que l</w:t>
      </w:r>
      <w:r w:rsidR="00792613">
        <w:t>’</w:t>
      </w:r>
      <w:proofErr w:type="spellStart"/>
      <w:r>
        <w:t>ame</w:t>
      </w:r>
      <w:proofErr w:type="spellEnd"/>
      <w:r>
        <w:t xml:space="preserve"> humaine est à celle des bêtes</w:t>
      </w:r>
      <w:r w:rsidR="00792613">
        <w:t xml:space="preserve">, </w:t>
      </w:r>
      <w:r>
        <w:t>ce que l</w:t>
      </w:r>
      <w:r w:rsidR="00792613">
        <w:t>’</w:t>
      </w:r>
      <w:proofErr w:type="spellStart"/>
      <w:r>
        <w:t>ame</w:t>
      </w:r>
      <w:proofErr w:type="spellEnd"/>
      <w:r>
        <w:t xml:space="preserve"> des anges est à la nôtre</w:t>
      </w:r>
      <w:r w:rsidR="00792613">
        <w:t xml:space="preserve">. </w:t>
      </w:r>
      <w:r>
        <w:t>Ainsi</w:t>
      </w:r>
      <w:r w:rsidR="00792613">
        <w:t xml:space="preserve">, </w:t>
      </w:r>
      <w:r>
        <w:t>pour laisser l</w:t>
      </w:r>
      <w:r w:rsidR="00792613">
        <w:t>’</w:t>
      </w:r>
      <w:proofErr w:type="spellStart"/>
      <w:r>
        <w:rPr>
          <w:i/>
          <w:iCs/>
        </w:rPr>
        <w:t>ame</w:t>
      </w:r>
      <w:proofErr w:type="spellEnd"/>
      <w:r>
        <w:t xml:space="preserve"> </w:t>
      </w:r>
      <w:r>
        <w:rPr>
          <w:i/>
          <w:iCs/>
        </w:rPr>
        <w:t>du monde</w:t>
      </w:r>
      <w:r w:rsidR="00792613">
        <w:rPr>
          <w:i/>
          <w:iCs/>
        </w:rPr>
        <w:t xml:space="preserve">, </w:t>
      </w:r>
      <w:r>
        <w:t>Dieu</w:t>
      </w:r>
      <w:r w:rsidR="00792613">
        <w:t xml:space="preserve">, </w:t>
      </w:r>
      <w:r>
        <w:t>du haut de ce trône de feu</w:t>
      </w:r>
      <w:r w:rsidR="00792613">
        <w:t xml:space="preserve">, </w:t>
      </w:r>
      <w:r>
        <w:t>où l</w:t>
      </w:r>
      <w:r w:rsidR="00792613">
        <w:t>’</w:t>
      </w:r>
      <w:r>
        <w:t xml:space="preserve">ont placé les </w:t>
      </w:r>
      <w:proofErr w:type="spellStart"/>
      <w:r>
        <w:t>alchymistes</w:t>
      </w:r>
      <w:proofErr w:type="spellEnd"/>
      <w:r>
        <w:t xml:space="preserve"> &amp; les anciens Hébreux</w:t>
      </w:r>
      <w:r w:rsidR="00792613">
        <w:t xml:space="preserve">, </w:t>
      </w:r>
      <w:r>
        <w:t>regardant toutes les substances célestes qui l</w:t>
      </w:r>
      <w:r w:rsidR="00792613">
        <w:t>’</w:t>
      </w:r>
      <w:r>
        <w:t>environnent</w:t>
      </w:r>
      <w:r w:rsidR="00792613">
        <w:t xml:space="preserve">, </w:t>
      </w:r>
      <w:r>
        <w:t>comme l</w:t>
      </w:r>
      <w:r w:rsidR="00792613">
        <w:t>’</w:t>
      </w:r>
      <w:r>
        <w:t>impertinent Bouhours regarde un Allemand</w:t>
      </w:r>
      <w:r w:rsidR="00792613">
        <w:t xml:space="preserve">, </w:t>
      </w:r>
      <w:r>
        <w:t>rit de voir qu</w:t>
      </w:r>
      <w:r w:rsidR="00792613">
        <w:t>’</w:t>
      </w:r>
      <w:r>
        <w:t>un ange se croit de l</w:t>
      </w:r>
      <w:r w:rsidR="00792613">
        <w:t>’</w:t>
      </w:r>
      <w:r>
        <w:t>esprit</w:t>
      </w:r>
      <w:r w:rsidR="00792613">
        <w:t xml:space="preserve">, </w:t>
      </w:r>
      <w:r>
        <w:t xml:space="preserve">tout ange </w:t>
      </w:r>
      <w:r>
        <w:lastRenderedPageBreak/>
        <w:t>qu</w:t>
      </w:r>
      <w:r w:rsidR="00792613">
        <w:t>’</w:t>
      </w:r>
      <w:r>
        <w:t>il est</w:t>
      </w:r>
      <w:r w:rsidR="00792613">
        <w:t xml:space="preserve"> ; </w:t>
      </w:r>
      <w:r>
        <w:t>comme Voltaire</w:t>
      </w:r>
      <w:r w:rsidR="00792613">
        <w:t xml:space="preserve">, </w:t>
      </w:r>
      <w:r>
        <w:t xml:space="preserve">en lisant les </w:t>
      </w:r>
      <w:proofErr w:type="spellStart"/>
      <w:r>
        <w:t>jugemens</w:t>
      </w:r>
      <w:proofErr w:type="spellEnd"/>
      <w:r>
        <w:t xml:space="preserve"> de l</w:t>
      </w:r>
      <w:r w:rsidR="00792613">
        <w:t>’</w:t>
      </w:r>
      <w:r>
        <w:t xml:space="preserve">abbé Desfontaines &amp; les vers de la Motte </w:t>
      </w:r>
      <w:proofErr w:type="spellStart"/>
      <w:r>
        <w:t>Houdart</w:t>
      </w:r>
      <w:proofErr w:type="spellEnd"/>
      <w:r w:rsidR="00792613">
        <w:t xml:space="preserve">, </w:t>
      </w:r>
      <w:r>
        <w:t>de voir l</w:t>
      </w:r>
      <w:r w:rsidR="00792613">
        <w:t>’</w:t>
      </w:r>
      <w:r>
        <w:t>un s</w:t>
      </w:r>
      <w:r w:rsidR="00792613">
        <w:t>’</w:t>
      </w:r>
      <w:r>
        <w:t>ériger en Aristarque</w:t>
      </w:r>
      <w:r w:rsidR="00792613">
        <w:t xml:space="preserve">, </w:t>
      </w:r>
      <w:r>
        <w:t>&amp; l</w:t>
      </w:r>
      <w:r w:rsidR="00792613">
        <w:t>’</w:t>
      </w:r>
      <w:r>
        <w:t xml:space="preserve">autre en </w:t>
      </w:r>
      <w:proofErr w:type="spellStart"/>
      <w:r>
        <w:t>poëte</w:t>
      </w:r>
      <w:proofErr w:type="spellEnd"/>
      <w:r w:rsidR="00792613">
        <w:t>.</w:t>
      </w:r>
    </w:p>
    <w:p w14:paraId="6CF9B3ED" w14:textId="77777777" w:rsidR="00792613" w:rsidRDefault="00F449A5" w:rsidP="00792613">
      <w:r>
        <w:t xml:space="preserve">Qui </w:t>
      </w:r>
      <w:proofErr w:type="spellStart"/>
      <w:r>
        <w:t>pourroit</w:t>
      </w:r>
      <w:proofErr w:type="spellEnd"/>
      <w:r>
        <w:t xml:space="preserve"> nombrer la multitude immense des </w:t>
      </w:r>
      <w:proofErr w:type="spellStart"/>
      <w:r>
        <w:t>ames</w:t>
      </w:r>
      <w:proofErr w:type="spellEnd"/>
      <w:r>
        <w:t xml:space="preserve"> intermédiaires</w:t>
      </w:r>
      <w:r w:rsidR="00792613">
        <w:t xml:space="preserve">, </w:t>
      </w:r>
      <w:r>
        <w:t>qui se trouvent entre celles des plus simples végétaux</w:t>
      </w:r>
      <w:r w:rsidR="00792613">
        <w:t xml:space="preserve">, </w:t>
      </w:r>
      <w:r>
        <w:t>&amp; l</w:t>
      </w:r>
      <w:r w:rsidR="00792613">
        <w:t>’</w:t>
      </w:r>
      <w:r>
        <w:t>homme de génie</w:t>
      </w:r>
      <w:r w:rsidR="00792613">
        <w:t xml:space="preserve">. </w:t>
      </w:r>
      <w:r>
        <w:t>Il brille à l</w:t>
      </w:r>
      <w:r w:rsidR="00792613">
        <w:t>’</w:t>
      </w:r>
      <w:r>
        <w:t xml:space="preserve">autre </w:t>
      </w:r>
      <w:proofErr w:type="spellStart"/>
      <w:r>
        <w:t>extrêmité</w:t>
      </w:r>
      <w:proofErr w:type="spellEnd"/>
      <w:r w:rsidR="00792613">
        <w:t xml:space="preserve">. </w:t>
      </w:r>
      <w:r>
        <w:t>Apprécions cette étonnante variété</w:t>
      </w:r>
      <w:r w:rsidR="00792613">
        <w:t xml:space="preserve">, </w:t>
      </w:r>
      <w:r>
        <w:t>sur celle des corps</w:t>
      </w:r>
      <w:r w:rsidR="00792613">
        <w:t xml:space="preserve"> ; </w:t>
      </w:r>
      <w:r>
        <w:t>&amp; je ne crois pas qu</w:t>
      </w:r>
      <w:r w:rsidR="00792613">
        <w:t>’</w:t>
      </w:r>
      <w:r>
        <w:t xml:space="preserve">à ce compte </w:t>
      </w:r>
      <w:r>
        <w:rPr>
          <w:bCs/>
        </w:rPr>
        <w:t xml:space="preserve">nous </w:t>
      </w:r>
      <w:r>
        <w:t>risquions de nous tromper beaucoup</w:t>
      </w:r>
      <w:r w:rsidR="00792613">
        <w:t>.</w:t>
      </w:r>
    </w:p>
    <w:p w14:paraId="42786E3A" w14:textId="77777777" w:rsidR="00792613" w:rsidRDefault="00F449A5" w:rsidP="00792613">
      <w:r>
        <w:t>S</w:t>
      </w:r>
      <w:r w:rsidR="00792613">
        <w:t>’</w:t>
      </w:r>
      <w:r>
        <w:t>il y a de l</w:t>
      </w:r>
      <w:r w:rsidR="00792613">
        <w:t>’</w:t>
      </w:r>
      <w:r>
        <w:t>imbécillité dans l</w:t>
      </w:r>
      <w:r w:rsidR="00792613">
        <w:t>’</w:t>
      </w:r>
      <w:proofErr w:type="spellStart"/>
      <w:r>
        <w:t>espece</w:t>
      </w:r>
      <w:proofErr w:type="spellEnd"/>
      <w:r>
        <w:t xml:space="preserve"> humaine</w:t>
      </w:r>
      <w:r w:rsidR="00792613">
        <w:t xml:space="preserve">, </w:t>
      </w:r>
      <w:r>
        <w:t>&amp; de l</w:t>
      </w:r>
      <w:r w:rsidR="00792613">
        <w:t>’</w:t>
      </w:r>
      <w:r>
        <w:t>esprit parmi les animaux</w:t>
      </w:r>
      <w:r w:rsidR="00792613">
        <w:t xml:space="preserve"> ; </w:t>
      </w:r>
      <w:r>
        <w:t xml:space="preserve">si dans le </w:t>
      </w:r>
      <w:proofErr w:type="spellStart"/>
      <w:r>
        <w:t>regne</w:t>
      </w:r>
      <w:proofErr w:type="spellEnd"/>
      <w:r>
        <w:t xml:space="preserve"> végétal le bon grain n</w:t>
      </w:r>
      <w:r w:rsidR="00792613">
        <w:t>’</w:t>
      </w:r>
      <w:r>
        <w:t>est point sans ivraie</w:t>
      </w:r>
      <w:r w:rsidR="00792613">
        <w:t xml:space="preserve">, </w:t>
      </w:r>
      <w:r>
        <w:t xml:space="preserve">le </w:t>
      </w:r>
      <w:proofErr w:type="spellStart"/>
      <w:r>
        <w:t>regne</w:t>
      </w:r>
      <w:proofErr w:type="spellEnd"/>
      <w:r>
        <w:t xml:space="preserve"> minéral n</w:t>
      </w:r>
      <w:r w:rsidR="00792613">
        <w:t>’</w:t>
      </w:r>
      <w:r>
        <w:t>est pas moins mêlé</w:t>
      </w:r>
      <w:r w:rsidR="00792613">
        <w:t xml:space="preserve">, </w:t>
      </w:r>
      <w:r>
        <w:t>pas moins bigarré</w:t>
      </w:r>
      <w:r w:rsidR="00792613">
        <w:t xml:space="preserve">, </w:t>
      </w:r>
      <w:r>
        <w:t>que les deux autres</w:t>
      </w:r>
      <w:r w:rsidR="00792613">
        <w:t xml:space="preserve">. </w:t>
      </w:r>
      <w:r>
        <w:t>Comme il n</w:t>
      </w:r>
      <w:r w:rsidR="00792613">
        <w:t>’</w:t>
      </w:r>
      <w:r>
        <w:t>y a pas une feuille d</w:t>
      </w:r>
      <w:r w:rsidR="00792613">
        <w:t>’</w:t>
      </w:r>
      <w:r>
        <w:t>arbre</w:t>
      </w:r>
      <w:r w:rsidR="00792613">
        <w:t xml:space="preserve">, </w:t>
      </w:r>
      <w:r>
        <w:t>pas un grain de sable qui se ressemble</w:t>
      </w:r>
      <w:r w:rsidR="00792613">
        <w:t xml:space="preserve">, </w:t>
      </w:r>
      <w:r>
        <w:t>&amp; que chaque corps a</w:t>
      </w:r>
      <w:r w:rsidR="00792613">
        <w:t xml:space="preserve">, </w:t>
      </w:r>
      <w:r>
        <w:t>pour ainsi dire</w:t>
      </w:r>
      <w:r w:rsidR="00792613">
        <w:t xml:space="preserve">, </w:t>
      </w:r>
      <w:r>
        <w:t>sa physionomie</w:t>
      </w:r>
      <w:r w:rsidR="00792613">
        <w:t xml:space="preserve">, </w:t>
      </w:r>
      <w:r>
        <w:t>il n</w:t>
      </w:r>
      <w:r w:rsidR="00792613">
        <w:t>’</w:t>
      </w:r>
      <w:r>
        <w:t>est point de minéral qui n</w:t>
      </w:r>
      <w:r w:rsidR="00792613">
        <w:t>’</w:t>
      </w:r>
      <w:r>
        <w:t>ait la sienne</w:t>
      </w:r>
      <w:r w:rsidR="00792613">
        <w:t xml:space="preserve">, </w:t>
      </w:r>
      <w:r>
        <w:t>&amp; ne se distingue par quelque chose de celui qui a le plus d</w:t>
      </w:r>
      <w:r w:rsidR="00792613">
        <w:t>’</w:t>
      </w:r>
      <w:r>
        <w:t>affinité avec lui</w:t>
      </w:r>
      <w:r w:rsidR="00792613">
        <w:t xml:space="preserve">. </w:t>
      </w:r>
      <w:r>
        <w:t>Rien n</w:t>
      </w:r>
      <w:r w:rsidR="00792613">
        <w:t>’</w:t>
      </w:r>
      <w:r>
        <w:t>est pur dans l</w:t>
      </w:r>
      <w:r w:rsidR="00792613">
        <w:t>’</w:t>
      </w:r>
      <w:r>
        <w:t>univers</w:t>
      </w:r>
      <w:r w:rsidR="00792613">
        <w:t xml:space="preserve">, </w:t>
      </w:r>
      <w:r>
        <w:t>ni le feu</w:t>
      </w:r>
      <w:r w:rsidR="00792613">
        <w:t xml:space="preserve">, </w:t>
      </w:r>
      <w:r>
        <w:t>ni l</w:t>
      </w:r>
      <w:r w:rsidR="00792613">
        <w:t>’</w:t>
      </w:r>
      <w:r>
        <w:t>air</w:t>
      </w:r>
      <w:r w:rsidR="00792613">
        <w:t xml:space="preserve">, </w:t>
      </w:r>
      <w:r>
        <w:t>ni l</w:t>
      </w:r>
      <w:r w:rsidR="00792613">
        <w:t>’</w:t>
      </w:r>
      <w:r>
        <w:t>eau</w:t>
      </w:r>
      <w:r w:rsidR="00792613">
        <w:t xml:space="preserve">, </w:t>
      </w:r>
      <w:r>
        <w:rPr>
          <w:bCs/>
        </w:rPr>
        <w:t xml:space="preserve">ni </w:t>
      </w:r>
      <w:r>
        <w:t>la terre</w:t>
      </w:r>
      <w:r w:rsidR="00792613">
        <w:t xml:space="preserve"> ; </w:t>
      </w:r>
      <w:r>
        <w:t>comment n</w:t>
      </w:r>
      <w:r w:rsidR="00792613">
        <w:t>’</w:t>
      </w:r>
      <w:r>
        <w:t xml:space="preserve">y </w:t>
      </w:r>
      <w:proofErr w:type="spellStart"/>
      <w:r>
        <w:t>auroit-il</w:t>
      </w:r>
      <w:proofErr w:type="spellEnd"/>
      <w:r>
        <w:t xml:space="preserve"> pas beaucoup d</w:t>
      </w:r>
      <w:r w:rsidR="00792613">
        <w:t>’</w:t>
      </w:r>
      <w:r>
        <w:t>alliage</w:t>
      </w:r>
      <w:r w:rsidR="00792613">
        <w:t xml:space="preserve">, </w:t>
      </w:r>
      <w:r>
        <w:t>beaucoup d</w:t>
      </w:r>
      <w:r w:rsidR="00792613">
        <w:t>’</w:t>
      </w:r>
      <w:r>
        <w:t>ordures &amp; de crudités dans les plus précieux métaux</w:t>
      </w:r>
      <w:r w:rsidR="00792613">
        <w:t> ?</w:t>
      </w:r>
    </w:p>
    <w:p w14:paraId="21298CE6" w14:textId="77777777" w:rsidR="00792613" w:rsidRDefault="00F449A5" w:rsidP="00792613">
      <w:r>
        <w:t>Mais que dirons-nous de cette action par laquelle certains fossiles se cherchent &amp; s</w:t>
      </w:r>
      <w:r w:rsidR="00792613">
        <w:t>’</w:t>
      </w:r>
      <w:r>
        <w:t>attirent pour former</w:t>
      </w:r>
      <w:r w:rsidR="00792613">
        <w:t xml:space="preserve">, </w:t>
      </w:r>
      <w:r>
        <w:t>en s</w:t>
      </w:r>
      <w:r w:rsidR="00792613">
        <w:t>’</w:t>
      </w:r>
      <w:r>
        <w:t>unissant à leurs semblables</w:t>
      </w:r>
      <w:r w:rsidR="00792613">
        <w:t xml:space="preserve">, </w:t>
      </w:r>
      <w:r>
        <w:t xml:space="preserve">les masses les plus </w:t>
      </w:r>
      <w:proofErr w:type="spellStart"/>
      <w:r>
        <w:t>homogenes</w:t>
      </w:r>
      <w:proofErr w:type="spellEnd"/>
      <w:r>
        <w:t xml:space="preserve"> qu</w:t>
      </w:r>
      <w:r w:rsidR="00792613">
        <w:t>’</w:t>
      </w:r>
      <w:r>
        <w:t>il est possible</w:t>
      </w:r>
      <w:r w:rsidR="00792613">
        <w:t xml:space="preserve">, </w:t>
      </w:r>
      <w:r>
        <w:t>&amp; certains se repoussent</w:t>
      </w:r>
      <w:r w:rsidR="00792613">
        <w:t xml:space="preserve">, </w:t>
      </w:r>
      <w:r>
        <w:t>&amp; semblent ne pouvoir se souffrir</w:t>
      </w:r>
      <w:r w:rsidR="00792613">
        <w:t xml:space="preserve">. </w:t>
      </w:r>
      <w:r>
        <w:t>Qu</w:t>
      </w:r>
      <w:r w:rsidR="00792613">
        <w:t>’</w:t>
      </w:r>
      <w:r>
        <w:t>on se moque tant qu</w:t>
      </w:r>
      <w:r w:rsidR="00792613">
        <w:t>’</w:t>
      </w:r>
      <w:r>
        <w:t xml:space="preserve">on voudra des </w:t>
      </w:r>
      <w:r>
        <w:rPr>
          <w:i/>
          <w:iCs/>
        </w:rPr>
        <w:t>qualités occultes</w:t>
      </w:r>
      <w:r w:rsidR="00792613">
        <w:rPr>
          <w:i/>
          <w:iCs/>
        </w:rPr>
        <w:t xml:space="preserve">, </w:t>
      </w:r>
      <w:r>
        <w:t xml:space="preserve">de </w:t>
      </w:r>
      <w:r>
        <w:rPr>
          <w:iCs/>
        </w:rPr>
        <w:t>la</w:t>
      </w:r>
      <w:r>
        <w:rPr>
          <w:i/>
          <w:iCs/>
        </w:rPr>
        <w:t xml:space="preserve"> sympathie &amp; </w:t>
      </w:r>
      <w:r>
        <w:t xml:space="preserve">de </w:t>
      </w:r>
      <w:r>
        <w:rPr>
          <w:i/>
          <w:iCs/>
        </w:rPr>
        <w:t>l</w:t>
      </w:r>
      <w:r w:rsidR="00792613">
        <w:rPr>
          <w:i/>
          <w:iCs/>
        </w:rPr>
        <w:t>’</w:t>
      </w:r>
      <w:r>
        <w:rPr>
          <w:i/>
          <w:iCs/>
        </w:rPr>
        <w:t>antipathie</w:t>
      </w:r>
      <w:r w:rsidR="00792613">
        <w:rPr>
          <w:iCs/>
        </w:rPr>
        <w:t xml:space="preserve">, </w:t>
      </w:r>
      <w:r>
        <w:rPr>
          <w:iCs/>
        </w:rPr>
        <w:t>elles</w:t>
      </w:r>
      <w:r>
        <w:rPr>
          <w:i/>
          <w:iCs/>
        </w:rPr>
        <w:t xml:space="preserve"> </w:t>
      </w:r>
      <w:r>
        <w:t>sont ici fortement marquées</w:t>
      </w:r>
      <w:r w:rsidR="00792613">
        <w:t xml:space="preserve"> ; </w:t>
      </w:r>
      <w:r>
        <w:t xml:space="preserve">les principes similaires &amp; </w:t>
      </w:r>
      <w:proofErr w:type="spellStart"/>
      <w:r>
        <w:t>hétérogenes</w:t>
      </w:r>
      <w:proofErr w:type="spellEnd"/>
      <w:r>
        <w:t xml:space="preserve"> semblent les faire naître à chaque instant</w:t>
      </w:r>
      <w:r w:rsidR="00792613">
        <w:t xml:space="preserve">. </w:t>
      </w:r>
      <w:r>
        <w:t>Enfin n</w:t>
      </w:r>
      <w:r w:rsidR="00792613">
        <w:t>’</w:t>
      </w:r>
      <w:r>
        <w:t xml:space="preserve">y </w:t>
      </w:r>
      <w:proofErr w:type="spellStart"/>
      <w:r>
        <w:t>auroit-il</w:t>
      </w:r>
      <w:proofErr w:type="spellEnd"/>
      <w:r>
        <w:t xml:space="preserve"> point de minéraux parasites</w:t>
      </w:r>
      <w:r w:rsidR="00792613">
        <w:t xml:space="preserve"> ? </w:t>
      </w:r>
      <w:r>
        <w:t>L</w:t>
      </w:r>
      <w:r w:rsidR="00792613">
        <w:t>’</w:t>
      </w:r>
      <w:r>
        <w:t xml:space="preserve">analogie </w:t>
      </w:r>
      <w:proofErr w:type="spellStart"/>
      <w:r>
        <w:t>seroit</w:t>
      </w:r>
      <w:proofErr w:type="spellEnd"/>
      <w:r>
        <w:t>-elle concluante</w:t>
      </w:r>
      <w:r w:rsidR="00792613">
        <w:t xml:space="preserve"> ? </w:t>
      </w:r>
      <w:r>
        <w:t xml:space="preserve">Cette </w:t>
      </w:r>
      <w:proofErr w:type="spellStart"/>
      <w:r>
        <w:t>espece</w:t>
      </w:r>
      <w:proofErr w:type="spellEnd"/>
      <w:r>
        <w:t xml:space="preserve"> n</w:t>
      </w:r>
      <w:r w:rsidR="00792613">
        <w:t>’</w:t>
      </w:r>
      <w:r>
        <w:t>est pas rare parmi nous</w:t>
      </w:r>
      <w:r w:rsidR="00792613">
        <w:t>.</w:t>
      </w:r>
    </w:p>
    <w:p w14:paraId="520F27A0" w14:textId="77777777" w:rsidR="00792613" w:rsidRDefault="00F449A5" w:rsidP="00792613">
      <w:r>
        <w:lastRenderedPageBreak/>
        <w:t>Le moyen de n</w:t>
      </w:r>
      <w:r w:rsidR="00792613">
        <w:t>’</w:t>
      </w:r>
      <w:r>
        <w:t>être pas disposé</w:t>
      </w:r>
      <w:r w:rsidR="00792613">
        <w:t xml:space="preserve">, </w:t>
      </w:r>
      <w:r>
        <w:t>après cela</w:t>
      </w:r>
      <w:r w:rsidR="00792613">
        <w:t xml:space="preserve">, </w:t>
      </w:r>
      <w:r>
        <w:t xml:space="preserve">à accorder une </w:t>
      </w:r>
      <w:proofErr w:type="spellStart"/>
      <w:r>
        <w:t>ame</w:t>
      </w:r>
      <w:proofErr w:type="spellEnd"/>
      <w:r w:rsidR="00792613">
        <w:t xml:space="preserve">, </w:t>
      </w:r>
      <w:r>
        <w:t>quoique du dernier ordre</w:t>
      </w:r>
      <w:r w:rsidR="00792613">
        <w:t xml:space="preserve">, </w:t>
      </w:r>
      <w:r>
        <w:t xml:space="preserve">à </w:t>
      </w:r>
      <w:r>
        <w:rPr>
          <w:iCs/>
        </w:rPr>
        <w:t>des</w:t>
      </w:r>
      <w:r>
        <w:rPr>
          <w:i/>
          <w:iCs/>
        </w:rPr>
        <w:t xml:space="preserve"> </w:t>
      </w:r>
      <w:r>
        <w:t>corps qui croissent &amp; décroissent</w:t>
      </w:r>
      <w:r w:rsidR="00792613">
        <w:t xml:space="preserve">, </w:t>
      </w:r>
      <w:r>
        <w:t xml:space="preserve">suivant les mêmes </w:t>
      </w:r>
      <w:proofErr w:type="spellStart"/>
      <w:r>
        <w:t>loix</w:t>
      </w:r>
      <w:proofErr w:type="spellEnd"/>
      <w:r>
        <w:t xml:space="preserve"> physiques que ceux des </w:t>
      </w:r>
      <w:r>
        <w:rPr>
          <w:iCs/>
        </w:rPr>
        <w:t>autres</w:t>
      </w:r>
      <w:r>
        <w:rPr>
          <w:i/>
          <w:iCs/>
        </w:rPr>
        <w:t xml:space="preserve"> </w:t>
      </w:r>
      <w:proofErr w:type="spellStart"/>
      <w:r>
        <w:t>regnes</w:t>
      </w:r>
      <w:proofErr w:type="spellEnd"/>
      <w:r w:rsidR="00792613">
        <w:t>.</w:t>
      </w:r>
    </w:p>
    <w:p w14:paraId="2A6FF753" w14:textId="77777777" w:rsidR="00792613" w:rsidRDefault="00F449A5" w:rsidP="00792613">
      <w:r>
        <w:t xml:space="preserve">Tout est donc plein </w:t>
      </w:r>
      <w:proofErr w:type="spellStart"/>
      <w:r>
        <w:t>d</w:t>
      </w:r>
      <w:r w:rsidR="00792613">
        <w:t>’</w:t>
      </w:r>
      <w:r>
        <w:t>ames</w:t>
      </w:r>
      <w:proofErr w:type="spellEnd"/>
      <w:r>
        <w:t xml:space="preserve"> dans l</w:t>
      </w:r>
      <w:r w:rsidR="00792613">
        <w:t>’</w:t>
      </w:r>
      <w:r>
        <w:t>univers</w:t>
      </w:r>
      <w:r w:rsidR="00792613">
        <w:t xml:space="preserve">. </w:t>
      </w:r>
      <w:r>
        <w:t>Il n</w:t>
      </w:r>
      <w:r w:rsidR="00792613">
        <w:t>’</w:t>
      </w:r>
      <w:r>
        <w:t>y a pas jusqu</w:t>
      </w:r>
      <w:r w:rsidR="00792613">
        <w:t>’</w:t>
      </w:r>
      <w:r>
        <w:t>aux huitres qui ne soient attachés aux rochers pour mieux passer leur vie</w:t>
      </w:r>
      <w:r w:rsidR="00792613">
        <w:t xml:space="preserve">, </w:t>
      </w:r>
      <w:r>
        <w:t xml:space="preserve">selon </w:t>
      </w:r>
      <w:r w:rsidR="00792613">
        <w:t>M. de </w:t>
      </w:r>
      <w:r>
        <w:t>Réaumur</w:t>
      </w:r>
      <w:r w:rsidR="00792613">
        <w:t xml:space="preserve">, </w:t>
      </w:r>
      <w:r>
        <w:t>à la contemplation des plus importantes vérités</w:t>
      </w:r>
      <w:r w:rsidR="00792613">
        <w:t xml:space="preserve">. </w:t>
      </w:r>
      <w:r>
        <w:t xml:space="preserve">Mais quelle </w:t>
      </w:r>
      <w:proofErr w:type="spellStart"/>
      <w:r>
        <w:t>fourmilliere</w:t>
      </w:r>
      <w:proofErr w:type="spellEnd"/>
      <w:r>
        <w:t xml:space="preserve"> dans chaque corps animé</w:t>
      </w:r>
      <w:r w:rsidR="00792613">
        <w:t xml:space="preserve">, </w:t>
      </w:r>
      <w:r>
        <w:t xml:space="preserve">si chacun </w:t>
      </w:r>
      <w:proofErr w:type="spellStart"/>
      <w:r>
        <w:t>étoit</w:t>
      </w:r>
      <w:proofErr w:type="spellEnd"/>
      <w:r>
        <w:t xml:space="preserve"> composé d</w:t>
      </w:r>
      <w:r w:rsidR="00792613">
        <w:t>’</w:t>
      </w:r>
      <w:r>
        <w:t>autant de petits animaux qu</w:t>
      </w:r>
      <w:r w:rsidR="00792613">
        <w:t>’</w:t>
      </w:r>
      <w:r>
        <w:t xml:space="preserve">il en </w:t>
      </w:r>
      <w:proofErr w:type="spellStart"/>
      <w:r>
        <w:t>faudroit</w:t>
      </w:r>
      <w:proofErr w:type="spellEnd"/>
      <w:r>
        <w:t xml:space="preserve"> pour former une chaîne</w:t>
      </w:r>
      <w:r w:rsidR="00792613">
        <w:t xml:space="preserve">, </w:t>
      </w:r>
      <w:r>
        <w:t>étendue depuis le bout des doigts jusqu</w:t>
      </w:r>
      <w:r w:rsidR="00792613">
        <w:t>’</w:t>
      </w:r>
      <w:r>
        <w:t>à l</w:t>
      </w:r>
      <w:r w:rsidR="00792613">
        <w:t>’</w:t>
      </w:r>
      <w:proofErr w:type="spellStart"/>
      <w:r>
        <w:t>ame</w:t>
      </w:r>
      <w:proofErr w:type="spellEnd"/>
      <w:r w:rsidR="00792613">
        <w:t xml:space="preserve">, </w:t>
      </w:r>
      <w:r>
        <w:t xml:space="preserve">que leur mouvement successif </w:t>
      </w:r>
      <w:proofErr w:type="spellStart"/>
      <w:r>
        <w:t>avertiroit</w:t>
      </w:r>
      <w:proofErr w:type="spellEnd"/>
      <w:r>
        <w:t xml:space="preserve"> en rétrogradant de ce qui se </w:t>
      </w:r>
      <w:proofErr w:type="spellStart"/>
      <w:r>
        <w:t>passeroit</w:t>
      </w:r>
      <w:proofErr w:type="spellEnd"/>
      <w:r>
        <w:t xml:space="preserve"> au dehors</w:t>
      </w:r>
      <w:r w:rsidR="00792613">
        <w:t xml:space="preserve">. </w:t>
      </w:r>
      <w:r>
        <w:t>Ceux qui sont fort éloignés de croire qu</w:t>
      </w:r>
      <w:r w:rsidR="00792613">
        <w:t>’</w:t>
      </w:r>
      <w:r>
        <w:t xml:space="preserve">il soit démontré que la sensation se </w:t>
      </w:r>
      <w:r>
        <w:rPr>
          <w:iCs/>
        </w:rPr>
        <w:t>fasse</w:t>
      </w:r>
      <w:r>
        <w:rPr>
          <w:i/>
          <w:iCs/>
        </w:rPr>
        <w:t xml:space="preserve"> </w:t>
      </w:r>
      <w:r>
        <w:t>par les nerfs</w:t>
      </w:r>
      <w:r w:rsidR="00792613">
        <w:t xml:space="preserve">, </w:t>
      </w:r>
      <w:proofErr w:type="spellStart"/>
      <w:r>
        <w:t>préféreroient</w:t>
      </w:r>
      <w:proofErr w:type="spellEnd"/>
      <w:r>
        <w:t xml:space="preserve">-ils cette </w:t>
      </w:r>
      <w:proofErr w:type="spellStart"/>
      <w:r>
        <w:t>derniere</w:t>
      </w:r>
      <w:proofErr w:type="spellEnd"/>
      <w:r>
        <w:t xml:space="preserve"> </w:t>
      </w:r>
      <w:proofErr w:type="spellStart"/>
      <w:r>
        <w:t>hypothese</w:t>
      </w:r>
      <w:proofErr w:type="spellEnd"/>
      <w:r w:rsidR="00792613">
        <w:t> ?</w:t>
      </w:r>
    </w:p>
    <w:p w14:paraId="246FE898" w14:textId="77777777" w:rsidR="00792613" w:rsidRDefault="00F449A5" w:rsidP="00792613">
      <w:r>
        <w:t>Mais</w:t>
      </w:r>
      <w:r w:rsidR="00792613">
        <w:t xml:space="preserve">, </w:t>
      </w:r>
      <w:r>
        <w:t>dit-on</w:t>
      </w:r>
      <w:r w:rsidR="00792613">
        <w:t xml:space="preserve">, </w:t>
      </w:r>
      <w:r>
        <w:t>les pierres</w:t>
      </w:r>
      <w:r w:rsidR="00792613">
        <w:t xml:space="preserve">, </w:t>
      </w:r>
      <w:r>
        <w:t>les rochers</w:t>
      </w:r>
      <w:r w:rsidR="00792613">
        <w:t xml:space="preserve">, </w:t>
      </w:r>
      <w:r>
        <w:t>les métaux</w:t>
      </w:r>
      <w:r w:rsidR="00792613">
        <w:t xml:space="preserve">, </w:t>
      </w:r>
      <w:r>
        <w:t>&amp;c</w:t>
      </w:r>
      <w:r w:rsidR="00792613">
        <w:t xml:space="preserve">. </w:t>
      </w:r>
      <w:r>
        <w:t xml:space="preserve">ne </w:t>
      </w:r>
      <w:proofErr w:type="spellStart"/>
      <w:r>
        <w:t>paroissent</w:t>
      </w:r>
      <w:proofErr w:type="spellEnd"/>
      <w:r>
        <w:t xml:space="preserve"> point sentir</w:t>
      </w:r>
      <w:r w:rsidR="00792613">
        <w:t xml:space="preserve"> ; </w:t>
      </w:r>
      <w:r>
        <w:t>donc ces corps ne sentent point</w:t>
      </w:r>
      <w:r w:rsidR="00792613">
        <w:t xml:space="preserve">. </w:t>
      </w:r>
      <w:r>
        <w:t>Belle conséquence</w:t>
      </w:r>
      <w:r w:rsidR="00792613">
        <w:t xml:space="preserve"> ! </w:t>
      </w:r>
      <w:r>
        <w:t>dans l</w:t>
      </w:r>
      <w:r w:rsidR="00792613">
        <w:t>’</w:t>
      </w:r>
      <w:r>
        <w:t>apoplexie parfaite</w:t>
      </w:r>
      <w:r w:rsidR="00792613">
        <w:t xml:space="preserve">, </w:t>
      </w:r>
      <w:r>
        <w:t xml:space="preserve">le cerveau </w:t>
      </w:r>
      <w:r>
        <w:rPr>
          <w:i/>
          <w:iCs/>
        </w:rPr>
        <w:t xml:space="preserve">&amp; </w:t>
      </w:r>
      <w:r>
        <w:t>tous les nerfs brûlés</w:t>
      </w:r>
      <w:r w:rsidR="00792613">
        <w:t xml:space="preserve">, </w:t>
      </w:r>
      <w:r>
        <w:t>déchirés</w:t>
      </w:r>
      <w:r w:rsidR="00792613">
        <w:t xml:space="preserve">, </w:t>
      </w:r>
      <w:r>
        <w:t xml:space="preserve">sont aussi insensibles que le diamant </w:t>
      </w:r>
      <w:r>
        <w:rPr>
          <w:i/>
          <w:iCs/>
        </w:rPr>
        <w:t xml:space="preserve">&amp; </w:t>
      </w:r>
      <w:r>
        <w:t>le caillou</w:t>
      </w:r>
      <w:r w:rsidR="00792613">
        <w:t xml:space="preserve"> : </w:t>
      </w:r>
      <w:r>
        <w:t>l</w:t>
      </w:r>
      <w:r w:rsidR="00792613">
        <w:t>’</w:t>
      </w:r>
      <w:proofErr w:type="spellStart"/>
      <w:r>
        <w:t>ame</w:t>
      </w:r>
      <w:proofErr w:type="spellEnd"/>
      <w:r>
        <w:t xml:space="preserve"> y est encore cependant</w:t>
      </w:r>
      <w:r w:rsidR="00792613">
        <w:t xml:space="preserve"> ; </w:t>
      </w:r>
      <w:r>
        <w:t xml:space="preserve">ce </w:t>
      </w:r>
      <w:r>
        <w:rPr>
          <w:i/>
          <w:iCs/>
        </w:rPr>
        <w:t xml:space="preserve">bel oiseau </w:t>
      </w:r>
      <w:r>
        <w:t>ne s</w:t>
      </w:r>
      <w:r w:rsidR="00792613">
        <w:t>’</w:t>
      </w:r>
      <w:r>
        <w:t>envole qu</w:t>
      </w:r>
      <w:r w:rsidR="00792613">
        <w:t>’</w:t>
      </w:r>
      <w:r>
        <w:t>à la mort</w:t>
      </w:r>
      <w:r w:rsidR="00792613">
        <w:t xml:space="preserve">. </w:t>
      </w:r>
      <w:r>
        <w:t>N</w:t>
      </w:r>
      <w:r w:rsidR="00792613">
        <w:t>’</w:t>
      </w:r>
      <w:r>
        <w:t xml:space="preserve">y </w:t>
      </w:r>
      <w:proofErr w:type="spellStart"/>
      <w:r>
        <w:t>auroit-il</w:t>
      </w:r>
      <w:proofErr w:type="spellEnd"/>
      <w:r>
        <w:t xml:space="preserve"> pas par hasard dans les corps les plus simples un état qui </w:t>
      </w:r>
      <w:proofErr w:type="spellStart"/>
      <w:r>
        <w:t>seroit</w:t>
      </w:r>
      <w:proofErr w:type="spellEnd"/>
      <w:r>
        <w:t xml:space="preserve"> absolument </w:t>
      </w:r>
      <w:r>
        <w:rPr>
          <w:iCs/>
        </w:rPr>
        <w:t>&amp;</w:t>
      </w:r>
      <w:r>
        <w:rPr>
          <w:i/>
          <w:iCs/>
        </w:rPr>
        <w:t xml:space="preserve"> </w:t>
      </w:r>
      <w:r>
        <w:t>constamment semblable à celui d</w:t>
      </w:r>
      <w:r w:rsidR="00792613">
        <w:t>’</w:t>
      </w:r>
      <w:r>
        <w:t>un apoplectique</w:t>
      </w:r>
      <w:r w:rsidR="00792613">
        <w:t xml:space="preserve"> ? </w:t>
      </w:r>
      <w:r>
        <w:t xml:space="preserve">Les </w:t>
      </w:r>
      <w:r>
        <w:rPr>
          <w:i/>
          <w:iCs/>
        </w:rPr>
        <w:t xml:space="preserve">monades </w:t>
      </w:r>
      <w:r>
        <w:t xml:space="preserve">ont des </w:t>
      </w:r>
      <w:r>
        <w:rPr>
          <w:i/>
          <w:iCs/>
        </w:rPr>
        <w:t xml:space="preserve">perceptions </w:t>
      </w:r>
      <w:proofErr w:type="spellStart"/>
      <w:r>
        <w:rPr>
          <w:i/>
          <w:iCs/>
        </w:rPr>
        <w:t>secretes</w:t>
      </w:r>
      <w:proofErr w:type="spellEnd"/>
      <w:r w:rsidR="00792613">
        <w:rPr>
          <w:i/>
          <w:iCs/>
        </w:rPr>
        <w:t xml:space="preserve">, </w:t>
      </w:r>
      <w:r>
        <w:t xml:space="preserve">dont la nature a fait confidence aux </w:t>
      </w:r>
      <w:proofErr w:type="spellStart"/>
      <w:r>
        <w:t>Leibnitiens</w:t>
      </w:r>
      <w:proofErr w:type="spellEnd"/>
      <w:r w:rsidR="00792613">
        <w:t>.</w:t>
      </w:r>
    </w:p>
    <w:p w14:paraId="743AE6F5" w14:textId="77777777" w:rsidR="00792613" w:rsidRDefault="00F449A5" w:rsidP="00792613">
      <w:r>
        <w:t>Je n</w:t>
      </w:r>
      <w:r w:rsidR="00792613">
        <w:t>’</w:t>
      </w:r>
      <w:r>
        <w:t>ai rien négligé</w:t>
      </w:r>
      <w:r w:rsidR="00792613">
        <w:t xml:space="preserve">, </w:t>
      </w:r>
      <w:r>
        <w:t>me semble</w:t>
      </w:r>
      <w:r w:rsidR="00792613">
        <w:t xml:space="preserve">, </w:t>
      </w:r>
      <w:r>
        <w:t xml:space="preserve">pour prouver ma </w:t>
      </w:r>
      <w:proofErr w:type="spellStart"/>
      <w:r>
        <w:t>these</w:t>
      </w:r>
      <w:proofErr w:type="spellEnd"/>
      <w:r w:rsidR="00792613">
        <w:t xml:space="preserve">, </w:t>
      </w:r>
      <w:r>
        <w:t>si ce n</w:t>
      </w:r>
      <w:r w:rsidR="00792613">
        <w:t>’</w:t>
      </w:r>
      <w:r>
        <w:t>est l</w:t>
      </w:r>
      <w:r w:rsidR="00792613">
        <w:t>’</w:t>
      </w:r>
      <w:r>
        <w:t>histoire tant de fois répétée de ces opérations animales</w:t>
      </w:r>
      <w:r w:rsidR="00792613">
        <w:t xml:space="preserve">, </w:t>
      </w:r>
      <w:r>
        <w:t xml:space="preserve">qui font crier au prodige tous ces </w:t>
      </w:r>
      <w:proofErr w:type="spellStart"/>
      <w:r>
        <w:t>pénétrans</w:t>
      </w:r>
      <w:proofErr w:type="spellEnd"/>
      <w:r>
        <w:t xml:space="preserve"> scrutateurs de la nature dont la terre est couverte</w:t>
      </w:r>
      <w:r w:rsidR="00792613">
        <w:t xml:space="preserve">… </w:t>
      </w:r>
      <w:r>
        <w:t>Mais je me trompe</w:t>
      </w:r>
      <w:r w:rsidR="00792613">
        <w:t xml:space="preserve">, </w:t>
      </w:r>
      <w:r>
        <w:t>le plus solide arc-boutant manque à mon petit édifice</w:t>
      </w:r>
      <w:r w:rsidR="00792613">
        <w:t xml:space="preserve"> ; </w:t>
      </w:r>
      <w:r>
        <w:t>j</w:t>
      </w:r>
      <w:r w:rsidR="00792613">
        <w:t>’</w:t>
      </w:r>
      <w:r>
        <w:t xml:space="preserve">ai oublié les </w:t>
      </w:r>
      <w:proofErr w:type="spellStart"/>
      <w:r>
        <w:t>sillogismes</w:t>
      </w:r>
      <w:proofErr w:type="spellEnd"/>
      <w:r>
        <w:t xml:space="preserve"> &amp; les </w:t>
      </w:r>
      <w:proofErr w:type="spellStart"/>
      <w:r>
        <w:t>argumens</w:t>
      </w:r>
      <w:proofErr w:type="spellEnd"/>
      <w:r w:rsidR="00792613">
        <w:t xml:space="preserve">, </w:t>
      </w:r>
      <w:r>
        <w:t xml:space="preserve">dont </w:t>
      </w:r>
      <w:r>
        <w:rPr>
          <w:iCs/>
        </w:rPr>
        <w:t>les</w:t>
      </w:r>
      <w:r>
        <w:rPr>
          <w:i/>
          <w:iCs/>
        </w:rPr>
        <w:t xml:space="preserve"> </w:t>
      </w:r>
      <w:r>
        <w:rPr>
          <w:i/>
          <w:iCs/>
        </w:rPr>
        <w:lastRenderedPageBreak/>
        <w:t xml:space="preserve">spiritualistes se </w:t>
      </w:r>
      <w:r>
        <w:t xml:space="preserve">servent pour prouver que la </w:t>
      </w:r>
      <w:proofErr w:type="spellStart"/>
      <w:r>
        <w:t>matiere</w:t>
      </w:r>
      <w:proofErr w:type="spellEnd"/>
      <w:r>
        <w:t xml:space="preserve"> est incapable de penser</w:t>
      </w:r>
      <w:r w:rsidR="00792613">
        <w:t xml:space="preserve">. </w:t>
      </w:r>
      <w:r>
        <w:t>J</w:t>
      </w:r>
      <w:r w:rsidR="00792613">
        <w:t>’</w:t>
      </w:r>
      <w:r>
        <w:t>en demande pardon aux gens d</w:t>
      </w:r>
      <w:r w:rsidR="00792613">
        <w:t>’</w:t>
      </w:r>
      <w:r>
        <w:t>esprit &amp; de goût</w:t>
      </w:r>
      <w:r w:rsidR="00792613">
        <w:t xml:space="preserve">. </w:t>
      </w:r>
      <w:r>
        <w:t xml:space="preserve">Si cependant vous trouvez que vos </w:t>
      </w:r>
      <w:proofErr w:type="spellStart"/>
      <w:r>
        <w:t>freres</w:t>
      </w:r>
      <w:proofErr w:type="spellEnd"/>
      <w:r>
        <w:t xml:space="preserve"> ne sont pas mal rétablis dans les droits dont on les </w:t>
      </w:r>
      <w:proofErr w:type="spellStart"/>
      <w:r>
        <w:t>avoit</w:t>
      </w:r>
      <w:proofErr w:type="spellEnd"/>
      <w:r>
        <w:t xml:space="preserve"> injustement dépouillés</w:t>
      </w:r>
      <w:r w:rsidR="00792613">
        <w:t xml:space="preserve">, </w:t>
      </w:r>
      <w:r>
        <w:t>je croirai avoir rempli ma principale condition</w:t>
      </w:r>
      <w:r w:rsidR="00792613">
        <w:t xml:space="preserve">. </w:t>
      </w:r>
      <w:r>
        <w:t>Mon but n</w:t>
      </w:r>
      <w:r w:rsidR="00792613">
        <w:t>’</w:t>
      </w:r>
      <w:proofErr w:type="spellStart"/>
      <w:r>
        <w:t>étoit</w:t>
      </w:r>
      <w:proofErr w:type="spellEnd"/>
      <w:r>
        <w:t xml:space="preserve">-il pas de </w:t>
      </w:r>
      <w:r>
        <w:rPr>
          <w:iCs/>
        </w:rPr>
        <w:t>faire</w:t>
      </w:r>
      <w:r>
        <w:rPr>
          <w:i/>
          <w:iCs/>
        </w:rPr>
        <w:t xml:space="preserve"> </w:t>
      </w:r>
      <w:r>
        <w:t xml:space="preserve">voir que les animaux avoient une </w:t>
      </w:r>
      <w:proofErr w:type="spellStart"/>
      <w:r>
        <w:t>ame</w:t>
      </w:r>
      <w:proofErr w:type="spellEnd"/>
      <w:r w:rsidR="00792613">
        <w:t xml:space="preserve">, </w:t>
      </w:r>
      <w:r>
        <w:t xml:space="preserve">&amp; une </w:t>
      </w:r>
      <w:proofErr w:type="spellStart"/>
      <w:r>
        <w:t>ame</w:t>
      </w:r>
      <w:proofErr w:type="spellEnd"/>
      <w:r>
        <w:t xml:space="preserve"> immatérielle</w:t>
      </w:r>
      <w:r w:rsidR="00792613">
        <w:t xml:space="preserve"> ? </w:t>
      </w:r>
      <w:r>
        <w:t>Or c</w:t>
      </w:r>
      <w:r w:rsidR="00792613">
        <w:t>’</w:t>
      </w:r>
      <w:r>
        <w:t>est ce que je me flatte d</w:t>
      </w:r>
      <w:r w:rsidR="00792613">
        <w:t>’</w:t>
      </w:r>
      <w:r>
        <w:t>avoir démontré</w:t>
      </w:r>
      <w:r w:rsidR="00792613">
        <w:t xml:space="preserve">. </w:t>
      </w:r>
      <w:r>
        <w:t>J</w:t>
      </w:r>
      <w:r w:rsidR="00792613">
        <w:t>’</w:t>
      </w:r>
      <w:r>
        <w:t>avoue que cette frappante analogie qui se montre de toutes parts entre les animaux &amp; nous</w:t>
      </w:r>
      <w:r w:rsidR="00792613">
        <w:t xml:space="preserve">, </w:t>
      </w:r>
      <w:r>
        <w:t>m</w:t>
      </w:r>
      <w:r w:rsidR="00792613">
        <w:t>’</w:t>
      </w:r>
      <w:proofErr w:type="spellStart"/>
      <w:r>
        <w:t>avoit</w:t>
      </w:r>
      <w:proofErr w:type="spellEnd"/>
      <w:r>
        <w:t xml:space="preserve"> fait trembler</w:t>
      </w:r>
      <w:r w:rsidR="00792613">
        <w:t xml:space="preserve">. </w:t>
      </w:r>
      <w:r>
        <w:t>Sans cette consolante vérité que j</w:t>
      </w:r>
      <w:r w:rsidR="00792613">
        <w:t>’</w:t>
      </w:r>
      <w:r>
        <w:t>ai découverte enfin</w:t>
      </w:r>
      <w:r w:rsidR="00792613">
        <w:t xml:space="preserve">, </w:t>
      </w:r>
      <w:r>
        <w:t>&amp; pour laquelle j</w:t>
      </w:r>
      <w:r w:rsidR="00792613">
        <w:t>’</w:t>
      </w:r>
      <w:proofErr w:type="spellStart"/>
      <w:r>
        <w:t>éleve</w:t>
      </w:r>
      <w:proofErr w:type="spellEnd"/>
      <w:r>
        <w:t xml:space="preserve"> ici la voix</w:t>
      </w:r>
      <w:r w:rsidR="00792613">
        <w:t xml:space="preserve">, </w:t>
      </w:r>
      <w:r>
        <w:t>où en étions-nous</w:t>
      </w:r>
      <w:r w:rsidR="00792613">
        <w:t xml:space="preserve">, </w:t>
      </w:r>
      <w:r>
        <w:t>hélas</w:t>
      </w:r>
      <w:r w:rsidR="00792613">
        <w:t xml:space="preserve"> ! </w:t>
      </w:r>
      <w:r>
        <w:t>nous autres bonnes gens</w:t>
      </w:r>
      <w:r w:rsidR="00792613">
        <w:t xml:space="preserve">, </w:t>
      </w:r>
      <w:r>
        <w:t>qui en naissant</w:t>
      </w:r>
      <w:r w:rsidR="00792613">
        <w:t xml:space="preserve">, </w:t>
      </w:r>
      <w:r>
        <w:t>voulons bien naître</w:t>
      </w:r>
      <w:r w:rsidR="00792613">
        <w:t xml:space="preserve">, </w:t>
      </w:r>
      <w:r>
        <w:t>mais qui en mourant</w:t>
      </w:r>
      <w:r w:rsidR="00792613">
        <w:t xml:space="preserve">, </w:t>
      </w:r>
      <w:r>
        <w:t>ne voulons point mourir</w:t>
      </w:r>
      <w:r w:rsidR="00792613">
        <w:t> ?</w:t>
      </w:r>
    </w:p>
    <w:p w14:paraId="12BB39BF" w14:textId="77777777" w:rsidR="00792613" w:rsidRDefault="00F449A5" w:rsidP="00792613">
      <w:pPr>
        <w:ind w:firstLine="0"/>
        <w:jc w:val="center"/>
      </w:pPr>
      <w:proofErr w:type="spellStart"/>
      <w:r w:rsidRPr="00792613">
        <w:rPr>
          <w:i/>
        </w:rPr>
        <w:t>Ridiculum</w:t>
      </w:r>
      <w:proofErr w:type="spellEnd"/>
      <w:r w:rsidRPr="00792613">
        <w:rPr>
          <w:i/>
        </w:rPr>
        <w:t xml:space="preserve"> </w:t>
      </w:r>
      <w:proofErr w:type="spellStart"/>
      <w:r w:rsidRPr="00792613">
        <w:rPr>
          <w:i/>
        </w:rPr>
        <w:t>acri</w:t>
      </w:r>
      <w:proofErr w:type="spellEnd"/>
    </w:p>
    <w:p w14:paraId="33A307DD" w14:textId="77777777" w:rsidR="00792613" w:rsidRDefault="00F449A5" w:rsidP="00792613">
      <w:pPr>
        <w:ind w:firstLine="0"/>
        <w:jc w:val="center"/>
        <w:rPr>
          <w:i/>
          <w:iCs/>
        </w:rPr>
      </w:pPr>
      <w:proofErr w:type="spellStart"/>
      <w:r w:rsidRPr="00792613">
        <w:rPr>
          <w:i/>
          <w:iCs/>
        </w:rPr>
        <w:t>Fortiùs</w:t>
      </w:r>
      <w:proofErr w:type="spellEnd"/>
      <w:r w:rsidRPr="00792613">
        <w:rPr>
          <w:i/>
          <w:iCs/>
        </w:rPr>
        <w:t xml:space="preserve"> </w:t>
      </w:r>
      <w:proofErr w:type="spellStart"/>
      <w:r w:rsidRPr="00792613">
        <w:rPr>
          <w:i/>
          <w:iCs/>
        </w:rPr>
        <w:t>ac</w:t>
      </w:r>
      <w:proofErr w:type="spellEnd"/>
      <w:r w:rsidRPr="00792613">
        <w:rPr>
          <w:i/>
          <w:iCs/>
        </w:rPr>
        <w:t xml:space="preserve"> </w:t>
      </w:r>
      <w:proofErr w:type="spellStart"/>
      <w:r w:rsidRPr="00792613">
        <w:rPr>
          <w:i/>
          <w:iCs/>
        </w:rPr>
        <w:t>meliùs</w:t>
      </w:r>
      <w:proofErr w:type="spellEnd"/>
      <w:r w:rsidRPr="00792613">
        <w:rPr>
          <w:i/>
          <w:iCs/>
        </w:rPr>
        <w:t xml:space="preserve"> magnas </w:t>
      </w:r>
      <w:proofErr w:type="spellStart"/>
      <w:r w:rsidRPr="00792613">
        <w:rPr>
          <w:i/>
          <w:iCs/>
        </w:rPr>
        <w:t>plerùmque</w:t>
      </w:r>
      <w:proofErr w:type="spellEnd"/>
      <w:r w:rsidRPr="00792613">
        <w:rPr>
          <w:i/>
          <w:iCs/>
        </w:rPr>
        <w:t xml:space="preserve"> </w:t>
      </w:r>
      <w:proofErr w:type="spellStart"/>
      <w:r w:rsidRPr="00792613">
        <w:rPr>
          <w:i/>
          <w:iCs/>
        </w:rPr>
        <w:t>secat</w:t>
      </w:r>
      <w:proofErr w:type="spellEnd"/>
      <w:r w:rsidRPr="00792613">
        <w:rPr>
          <w:i/>
          <w:iCs/>
        </w:rPr>
        <w:t xml:space="preserve"> </w:t>
      </w:r>
      <w:proofErr w:type="spellStart"/>
      <w:r w:rsidRPr="00792613">
        <w:rPr>
          <w:i/>
          <w:iCs/>
        </w:rPr>
        <w:t>res</w:t>
      </w:r>
      <w:proofErr w:type="spellEnd"/>
      <w:r w:rsidR="00792613">
        <w:rPr>
          <w:i/>
          <w:iCs/>
        </w:rPr>
        <w:t>.</w:t>
      </w:r>
    </w:p>
    <w:p w14:paraId="10717AF6" w14:textId="77777777" w:rsidR="00F449A5" w:rsidRDefault="00F449A5">
      <w:pPr>
        <w:sectPr w:rsidR="00F449A5" w:rsidSect="00792613">
          <w:footerReference w:type="default" r:id="rId11"/>
          <w:pgSz w:w="11906" w:h="16838" w:code="9"/>
          <w:pgMar w:top="1134" w:right="1134" w:bottom="1134" w:left="1134" w:header="709" w:footer="709" w:gutter="0"/>
          <w:cols w:space="708"/>
          <w:docGrid w:linePitch="360"/>
        </w:sectPr>
      </w:pPr>
    </w:p>
    <w:p w14:paraId="6C86E264" w14:textId="77777777" w:rsidR="00F449A5" w:rsidRDefault="00F449A5" w:rsidP="00792613">
      <w:pPr>
        <w:pStyle w:val="Titre1"/>
        <w:spacing w:before="0" w:after="480"/>
      </w:pPr>
      <w:bookmarkStart w:id="0" w:name="_Toc239302779"/>
      <w:r>
        <w:lastRenderedPageBreak/>
        <w:t>À propos de cette édition électronique</w:t>
      </w:r>
      <w:bookmarkEnd w:id="0"/>
    </w:p>
    <w:p w14:paraId="0DA80AEC" w14:textId="77777777" w:rsidR="00792613" w:rsidRPr="00633842" w:rsidRDefault="00792613" w:rsidP="00792613">
      <w:pPr>
        <w:spacing w:before="180" w:after="180"/>
        <w:ind w:firstLine="0"/>
        <w:jc w:val="center"/>
        <w:rPr>
          <w:b/>
          <w:bCs/>
          <w:szCs w:val="32"/>
        </w:rPr>
      </w:pPr>
      <w:r w:rsidRPr="00633842">
        <w:rPr>
          <w:b/>
          <w:bCs/>
          <w:szCs w:val="32"/>
        </w:rPr>
        <w:t>Texte libre de droits.</w:t>
      </w:r>
    </w:p>
    <w:p w14:paraId="02B7A521" w14:textId="77777777" w:rsidR="00792613" w:rsidRPr="00633842" w:rsidRDefault="00792613" w:rsidP="00792613">
      <w:pPr>
        <w:pStyle w:val="Centr"/>
        <w:spacing w:before="180" w:after="180"/>
      </w:pPr>
      <w:r w:rsidRPr="00633842">
        <w:t>Corrections, édition, conversion informatique et publication par le groupe :</w:t>
      </w:r>
    </w:p>
    <w:p w14:paraId="5A46889A" w14:textId="77777777" w:rsidR="00792613" w:rsidRPr="00633842" w:rsidRDefault="00792613" w:rsidP="00792613">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5EF35CD4" w14:textId="77777777" w:rsidR="00792613" w:rsidRPr="00633842" w:rsidRDefault="00792613" w:rsidP="00792613">
      <w:pPr>
        <w:pStyle w:val="Centr"/>
        <w:spacing w:before="180" w:after="180"/>
      </w:pPr>
      <w:hyperlink r:id="rId12" w:history="1">
        <w:r w:rsidRPr="00F74CD6">
          <w:rPr>
            <w:rStyle w:val="Lienhypertexte"/>
          </w:rPr>
          <w:t>https://groups.google.com/g/ebooksgratuits</w:t>
        </w:r>
      </w:hyperlink>
    </w:p>
    <w:p w14:paraId="393D1C8A" w14:textId="77777777" w:rsidR="00792613" w:rsidRPr="00633842" w:rsidRDefault="00792613" w:rsidP="00792613">
      <w:pPr>
        <w:pStyle w:val="Centr"/>
        <w:spacing w:before="180" w:after="180"/>
      </w:pPr>
      <w:r w:rsidRPr="00633842">
        <w:t>Adresse du site web du groupe :</w:t>
      </w:r>
      <w:r w:rsidRPr="00633842">
        <w:br/>
      </w:r>
      <w:hyperlink r:id="rId13" w:history="1">
        <w:r w:rsidRPr="00EF5FB4">
          <w:rPr>
            <w:rStyle w:val="Lienhypertexte"/>
            <w:b/>
            <w:bCs/>
            <w:szCs w:val="32"/>
          </w:rPr>
          <w:t>https://www.ebooksgratuits.com/</w:t>
        </w:r>
      </w:hyperlink>
    </w:p>
    <w:p w14:paraId="787CA6B5" w14:textId="77777777" w:rsidR="00792613" w:rsidRPr="00633842" w:rsidRDefault="00792613" w:rsidP="00792613">
      <w:pPr>
        <w:pStyle w:val="Centr"/>
        <w:spacing w:before="180" w:after="180"/>
      </w:pPr>
      <w:r w:rsidRPr="00633842">
        <w:t>—</w:t>
      </w:r>
    </w:p>
    <w:p w14:paraId="61146005" w14:textId="77777777" w:rsidR="00792613" w:rsidRPr="00633842" w:rsidRDefault="00792613" w:rsidP="00792613">
      <w:pPr>
        <w:spacing w:before="180" w:after="180"/>
        <w:ind w:firstLine="0"/>
        <w:jc w:val="center"/>
        <w:rPr>
          <w:b/>
          <w:bCs/>
          <w:szCs w:val="32"/>
        </w:rPr>
      </w:pPr>
      <w:r>
        <w:rPr>
          <w:b/>
          <w:bCs/>
          <w:szCs w:val="32"/>
        </w:rPr>
        <w:t>Avril 2025</w:t>
      </w:r>
    </w:p>
    <w:p w14:paraId="65B479CE" w14:textId="77777777" w:rsidR="00792613" w:rsidRPr="00633842" w:rsidRDefault="00792613" w:rsidP="00792613">
      <w:pPr>
        <w:pStyle w:val="Centr"/>
        <w:spacing w:before="180" w:after="180"/>
      </w:pPr>
      <w:r w:rsidRPr="00633842">
        <w:t>—</w:t>
      </w:r>
    </w:p>
    <w:p w14:paraId="57B1B371" w14:textId="77777777" w:rsidR="00792613" w:rsidRPr="00633842" w:rsidRDefault="00792613" w:rsidP="00792613">
      <w:pPr>
        <w:spacing w:before="180" w:after="180"/>
      </w:pPr>
      <w:r w:rsidRPr="00633842">
        <w:t>– </w:t>
      </w:r>
      <w:r w:rsidRPr="00633842">
        <w:rPr>
          <w:b/>
        </w:rPr>
        <w:t>Élaboration de ce livre électronique</w:t>
      </w:r>
      <w:r w:rsidRPr="00633842">
        <w:t> :</w:t>
      </w:r>
    </w:p>
    <w:p w14:paraId="573DED8F" w14:textId="77777777" w:rsidR="00792613" w:rsidRPr="00633842" w:rsidRDefault="00792613" w:rsidP="00792613">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792613">
        <w:t xml:space="preserve">Tomas Eden, Jean-Marc, </w:t>
      </w:r>
      <w:proofErr w:type="spellStart"/>
      <w:r w:rsidRPr="00792613">
        <w:t>PatriceC</w:t>
      </w:r>
      <w:proofErr w:type="spellEnd"/>
      <w:r>
        <w:t xml:space="preserve">, </w:t>
      </w:r>
      <w:proofErr w:type="spellStart"/>
      <w:r>
        <w:t>Coolmicro</w:t>
      </w:r>
      <w:proofErr w:type="spellEnd"/>
    </w:p>
    <w:p w14:paraId="7DCF7C49" w14:textId="77777777" w:rsidR="00792613" w:rsidRPr="00633842" w:rsidRDefault="00792613" w:rsidP="00792613">
      <w:pPr>
        <w:spacing w:before="180" w:after="180"/>
      </w:pPr>
      <w:r w:rsidRPr="00633842">
        <w:t>– </w:t>
      </w:r>
      <w:r w:rsidRPr="00633842">
        <w:rPr>
          <w:b/>
        </w:rPr>
        <w:t>Dispositions</w:t>
      </w:r>
      <w:r w:rsidRPr="00633842">
        <w:t> :</w:t>
      </w:r>
    </w:p>
    <w:p w14:paraId="1BDFE798" w14:textId="77777777" w:rsidR="00792613" w:rsidRPr="00633842" w:rsidRDefault="00792613" w:rsidP="00792613">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77C47B6C" w14:textId="77777777" w:rsidR="00792613" w:rsidRPr="00633842" w:rsidRDefault="00792613" w:rsidP="00792613">
      <w:pPr>
        <w:spacing w:before="180" w:after="180"/>
      </w:pPr>
      <w:r w:rsidRPr="00633842">
        <w:t>– </w:t>
      </w:r>
      <w:r w:rsidRPr="00633842">
        <w:rPr>
          <w:b/>
        </w:rPr>
        <w:t>Qualité</w:t>
      </w:r>
      <w:r w:rsidRPr="00633842">
        <w:t> :</w:t>
      </w:r>
    </w:p>
    <w:p w14:paraId="47BFC9D5" w14:textId="77777777" w:rsidR="00792613" w:rsidRPr="00633842" w:rsidRDefault="00792613" w:rsidP="00792613">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23AEC3ED" w14:textId="77777777" w:rsidR="00792613" w:rsidRPr="00633842" w:rsidRDefault="00792613" w:rsidP="00792613">
      <w:pPr>
        <w:spacing w:before="180" w:after="180"/>
        <w:ind w:firstLine="0"/>
        <w:jc w:val="center"/>
        <w:rPr>
          <w:i/>
          <w:iCs/>
          <w:szCs w:val="32"/>
        </w:rPr>
      </w:pPr>
      <w:r w:rsidRPr="00633842">
        <w:rPr>
          <w:i/>
          <w:iCs/>
          <w:szCs w:val="32"/>
        </w:rPr>
        <w:t>Votre aide est la bienvenue !</w:t>
      </w:r>
    </w:p>
    <w:p w14:paraId="029F22E2" w14:textId="77777777" w:rsidR="00F449A5" w:rsidRPr="00792613" w:rsidRDefault="00792613" w:rsidP="00792613">
      <w:pPr>
        <w:pStyle w:val="Centr"/>
        <w:suppressAutoHyphens/>
        <w:spacing w:before="180" w:after="180"/>
      </w:pPr>
      <w:r w:rsidRPr="00633842">
        <w:t>VOUS POUVEZ NOUS AIDER À FAIRE CONNAÎTRE CES CLASSIQUES LITTÉRAIRES.</w:t>
      </w:r>
    </w:p>
    <w:sectPr w:rsidR="00F449A5" w:rsidRPr="00792613" w:rsidSect="00792613">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21CD5" w14:textId="77777777" w:rsidR="00970802" w:rsidRDefault="00970802">
      <w:r>
        <w:separator/>
      </w:r>
    </w:p>
  </w:endnote>
  <w:endnote w:type="continuationSeparator" w:id="0">
    <w:p w14:paraId="0A713961" w14:textId="77777777" w:rsidR="00970802" w:rsidRDefault="00970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C3999" w14:textId="77777777" w:rsidR="00F449A5" w:rsidRDefault="00F449A5">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A6A22" w14:textId="77777777" w:rsidR="00F449A5" w:rsidRDefault="00F449A5">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1416F8">
      <w:rPr>
        <w:rStyle w:val="Numrodepage"/>
        <w:noProof/>
        <w:sz w:val="30"/>
        <w:szCs w:val="30"/>
      </w:rPr>
      <w:t>42</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11912" w14:textId="77777777" w:rsidR="00970802" w:rsidRDefault="00970802">
      <w:r>
        <w:separator/>
      </w:r>
    </w:p>
  </w:footnote>
  <w:footnote w:type="continuationSeparator" w:id="0">
    <w:p w14:paraId="11CCF931" w14:textId="77777777" w:rsidR="00970802" w:rsidRDefault="00970802">
      <w:r>
        <w:continuationSeparator/>
      </w:r>
    </w:p>
  </w:footnote>
  <w:footnote w:id="1">
    <w:p w14:paraId="4F85357A" w14:textId="77777777" w:rsidR="00F449A5" w:rsidRDefault="00F449A5">
      <w:pPr>
        <w:pStyle w:val="Notedebasdepage"/>
      </w:pPr>
      <w:r>
        <w:rPr>
          <w:rStyle w:val="Appelnotedebasdep"/>
        </w:rPr>
        <w:footnoteRef/>
      </w:r>
      <w:r>
        <w:t xml:space="preserve"> Temple du Goût</w:t>
      </w:r>
      <w:r w:rsidR="00792613">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640959686">
    <w:abstractNumId w:val="10"/>
  </w:num>
  <w:num w:numId="2" w16cid:durableId="689987024">
    <w:abstractNumId w:val="11"/>
  </w:num>
  <w:num w:numId="3" w16cid:durableId="1220245710">
    <w:abstractNumId w:val="12"/>
  </w:num>
  <w:num w:numId="4" w16cid:durableId="1318651101">
    <w:abstractNumId w:val="13"/>
  </w:num>
  <w:num w:numId="5" w16cid:durableId="1306666306">
    <w:abstractNumId w:val="8"/>
  </w:num>
  <w:num w:numId="6" w16cid:durableId="18749789">
    <w:abstractNumId w:val="3"/>
  </w:num>
  <w:num w:numId="7" w16cid:durableId="990988988">
    <w:abstractNumId w:val="2"/>
  </w:num>
  <w:num w:numId="8" w16cid:durableId="1341737224">
    <w:abstractNumId w:val="1"/>
  </w:num>
  <w:num w:numId="9" w16cid:durableId="1992102257">
    <w:abstractNumId w:val="0"/>
  </w:num>
  <w:num w:numId="10" w16cid:durableId="1557350688">
    <w:abstractNumId w:val="9"/>
  </w:num>
  <w:num w:numId="11" w16cid:durableId="516430543">
    <w:abstractNumId w:val="7"/>
  </w:num>
  <w:num w:numId="12" w16cid:durableId="902638022">
    <w:abstractNumId w:val="6"/>
  </w:num>
  <w:num w:numId="13" w16cid:durableId="1460732143">
    <w:abstractNumId w:val="5"/>
  </w:num>
  <w:num w:numId="14" w16cid:durableId="248680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56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F8"/>
    <w:rsid w:val="001416F8"/>
    <w:rsid w:val="00374AFD"/>
    <w:rsid w:val="004E5E70"/>
    <w:rsid w:val="00535135"/>
    <w:rsid w:val="00792613"/>
    <w:rsid w:val="00970802"/>
    <w:rsid w:val="009D3C68"/>
    <w:rsid w:val="00B0503E"/>
    <w:rsid w:val="00B72765"/>
    <w:rsid w:val="00E8611A"/>
    <w:rsid w:val="00F449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B0DA5"/>
  <w15:chartTrackingRefBased/>
  <w15:docId w15:val="{76C71B1B-7371-4DBC-9659-F9A6400A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E70"/>
    <w:pPr>
      <w:spacing w:before="240" w:after="240"/>
      <w:ind w:firstLine="680"/>
      <w:jc w:val="both"/>
    </w:pPr>
    <w:rPr>
      <w:rFonts w:ascii="Amasis30" w:hAnsi="Amasis30"/>
      <w:sz w:val="36"/>
      <w:szCs w:val="24"/>
    </w:rPr>
  </w:style>
  <w:style w:type="paragraph" w:styleId="Titre1">
    <w:name w:val="heading 1"/>
    <w:basedOn w:val="Normal"/>
    <w:next w:val="Normal"/>
    <w:qFormat/>
    <w:rsid w:val="004E5E70"/>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4E5E70"/>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4E5E70"/>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4E5E70"/>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4E5E70"/>
  </w:style>
  <w:style w:type="character" w:styleId="Lienhypertexte">
    <w:name w:val="Hyperlink"/>
    <w:uiPriority w:val="99"/>
    <w:rsid w:val="004E5E70"/>
    <w:rPr>
      <w:rFonts w:ascii="Amasis30" w:hAnsi="Amasis30"/>
      <w:color w:val="004080"/>
      <w:u w:val="single"/>
    </w:rPr>
  </w:style>
  <w:style w:type="paragraph" w:styleId="Explorateurdedocuments">
    <w:name w:val="Document Map"/>
    <w:basedOn w:val="Normal"/>
    <w:semiHidden/>
    <w:rsid w:val="004E5E70"/>
    <w:pPr>
      <w:shd w:val="clear" w:color="auto" w:fill="000080"/>
    </w:pPr>
    <w:rPr>
      <w:rFonts w:ascii="Tahoma" w:hAnsi="Tahoma" w:cs="Tahoma"/>
    </w:rPr>
  </w:style>
  <w:style w:type="paragraph" w:styleId="TM1">
    <w:name w:val="toc 1"/>
    <w:basedOn w:val="Normal"/>
    <w:next w:val="Normal"/>
    <w:autoRedefine/>
    <w:uiPriority w:val="39"/>
    <w:rsid w:val="004E5E70"/>
    <w:pPr>
      <w:tabs>
        <w:tab w:val="right" w:leader="dot" w:pos="9639"/>
      </w:tabs>
      <w:spacing w:before="180" w:after="180"/>
      <w:ind w:firstLine="0"/>
      <w:jc w:val="left"/>
    </w:pPr>
    <w:rPr>
      <w:bCs/>
      <w:iCs/>
      <w:noProof/>
      <w:color w:val="000080"/>
      <w:szCs w:val="28"/>
    </w:rPr>
  </w:style>
  <w:style w:type="paragraph" w:styleId="En-tte">
    <w:name w:val="header"/>
    <w:basedOn w:val="Normal"/>
    <w:rsid w:val="004E5E70"/>
    <w:pPr>
      <w:tabs>
        <w:tab w:val="center" w:pos="4536"/>
        <w:tab w:val="right" w:pos="9072"/>
      </w:tabs>
    </w:pPr>
  </w:style>
  <w:style w:type="paragraph" w:styleId="Pieddepage">
    <w:name w:val="footer"/>
    <w:basedOn w:val="Normal"/>
    <w:rsid w:val="004E5E70"/>
    <w:pPr>
      <w:tabs>
        <w:tab w:val="center" w:pos="4536"/>
        <w:tab w:val="right" w:pos="9072"/>
      </w:tabs>
      <w:ind w:firstLine="0"/>
      <w:jc w:val="center"/>
    </w:pPr>
    <w:rPr>
      <w:sz w:val="32"/>
    </w:rPr>
  </w:style>
  <w:style w:type="character" w:styleId="Numrodepage">
    <w:name w:val="page number"/>
    <w:basedOn w:val="Policepardfaut"/>
    <w:rsid w:val="004E5E70"/>
  </w:style>
  <w:style w:type="paragraph" w:styleId="TM2">
    <w:name w:val="toc 2"/>
    <w:basedOn w:val="Normal"/>
    <w:next w:val="Normal"/>
    <w:autoRedefine/>
    <w:uiPriority w:val="39"/>
    <w:rsid w:val="004E5E70"/>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4E5E70"/>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4E5E70"/>
    <w:pPr>
      <w:ind w:left="780"/>
    </w:pPr>
  </w:style>
  <w:style w:type="paragraph" w:styleId="TM5">
    <w:name w:val="toc 5"/>
    <w:basedOn w:val="Normal"/>
    <w:next w:val="Normal"/>
    <w:autoRedefine/>
    <w:semiHidden/>
    <w:rsid w:val="004E5E70"/>
    <w:pPr>
      <w:ind w:left="1040"/>
    </w:pPr>
  </w:style>
  <w:style w:type="paragraph" w:styleId="TM6">
    <w:name w:val="toc 6"/>
    <w:basedOn w:val="Normal"/>
    <w:next w:val="Normal"/>
    <w:autoRedefine/>
    <w:semiHidden/>
    <w:rsid w:val="004E5E70"/>
    <w:pPr>
      <w:ind w:left="1300"/>
    </w:pPr>
  </w:style>
  <w:style w:type="paragraph" w:styleId="TM7">
    <w:name w:val="toc 7"/>
    <w:basedOn w:val="Normal"/>
    <w:next w:val="Normal"/>
    <w:autoRedefine/>
    <w:semiHidden/>
    <w:rsid w:val="004E5E70"/>
    <w:pPr>
      <w:ind w:left="1560"/>
    </w:pPr>
  </w:style>
  <w:style w:type="paragraph" w:styleId="TM8">
    <w:name w:val="toc 8"/>
    <w:basedOn w:val="Normal"/>
    <w:next w:val="Normal"/>
    <w:autoRedefine/>
    <w:semiHidden/>
    <w:rsid w:val="004E5E70"/>
    <w:pPr>
      <w:ind w:left="1820"/>
    </w:pPr>
  </w:style>
  <w:style w:type="paragraph" w:styleId="TM9">
    <w:name w:val="toc 9"/>
    <w:basedOn w:val="Normal"/>
    <w:next w:val="Normal"/>
    <w:autoRedefine/>
    <w:semiHidden/>
    <w:rsid w:val="004E5E70"/>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4E5E70"/>
    <w:rPr>
      <w:rFonts w:ascii="Amasis30" w:hAnsi="Amasis30"/>
      <w:b/>
      <w:sz w:val="36"/>
      <w:vertAlign w:val="superscript"/>
    </w:rPr>
  </w:style>
  <w:style w:type="paragraph" w:styleId="Notedebasdepage">
    <w:name w:val="footnote text"/>
    <w:basedOn w:val="Taille-1Normal"/>
    <w:qFormat/>
    <w:rsid w:val="004E5E70"/>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4E5E70"/>
    <w:pPr>
      <w:spacing w:before="0" w:after="1800"/>
      <w:ind w:right="851" w:firstLine="0"/>
      <w:jc w:val="right"/>
    </w:pPr>
    <w:rPr>
      <w:sz w:val="48"/>
    </w:rPr>
  </w:style>
  <w:style w:type="paragraph" w:customStyle="1" w:styleId="Titrelivre">
    <w:name w:val="Titre_livre"/>
    <w:basedOn w:val="Normal"/>
    <w:rsid w:val="004E5E70"/>
    <w:pPr>
      <w:spacing w:before="0" w:after="1200"/>
      <w:ind w:left="2268" w:right="851" w:firstLine="0"/>
      <w:jc w:val="right"/>
    </w:pPr>
    <w:rPr>
      <w:b/>
      <w:bCs/>
      <w:sz w:val="72"/>
    </w:rPr>
  </w:style>
  <w:style w:type="paragraph" w:customStyle="1" w:styleId="Soustitrelivre">
    <w:name w:val="Sous_titre_livre"/>
    <w:basedOn w:val="Normal"/>
    <w:rsid w:val="004E5E70"/>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4E5E70"/>
    <w:pPr>
      <w:spacing w:after="1080"/>
      <w:ind w:left="2268" w:firstLine="0"/>
      <w:jc w:val="center"/>
    </w:pPr>
    <w:rPr>
      <w:noProof/>
    </w:rPr>
  </w:style>
  <w:style w:type="paragraph" w:customStyle="1" w:styleId="DateSortie">
    <w:name w:val="Date_Sortie"/>
    <w:basedOn w:val="Normal"/>
    <w:rsid w:val="004E5E70"/>
    <w:pPr>
      <w:spacing w:before="0" w:after="0"/>
      <w:ind w:right="1418" w:firstLine="0"/>
      <w:jc w:val="right"/>
    </w:pPr>
    <w:rPr>
      <w:bCs/>
      <w:sz w:val="40"/>
    </w:rPr>
  </w:style>
  <w:style w:type="paragraph" w:customStyle="1" w:styleId="Titretablematires">
    <w:name w:val="Titre table matières"/>
    <w:basedOn w:val="Normal"/>
    <w:rsid w:val="004E5E70"/>
    <w:pPr>
      <w:pBdr>
        <w:top w:val="single" w:sz="8" w:space="1" w:color="auto"/>
        <w:bottom w:val="single" w:sz="8" w:space="1" w:color="auto"/>
      </w:pBdr>
      <w:ind w:left="2552" w:right="2552" w:firstLine="0"/>
      <w:jc w:val="center"/>
    </w:pPr>
    <w:rPr>
      <w:bCs/>
    </w:rPr>
  </w:style>
  <w:style w:type="paragraph" w:styleId="NormalWeb">
    <w:name w:val="Normal (Web)"/>
    <w:basedOn w:val="Normal"/>
    <w:pPr>
      <w:spacing w:before="100" w:beforeAutospacing="1" w:after="100" w:afterAutospacing="1"/>
    </w:pPr>
    <w:rPr>
      <w:rFonts w:ascii="Times New Roman" w:hAnsi="Times New Roman"/>
      <w:sz w:val="24"/>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Textedebulles">
    <w:name w:val="Balloon Text"/>
    <w:basedOn w:val="Normal"/>
    <w:semiHidden/>
    <w:rsid w:val="001416F8"/>
    <w:rPr>
      <w:rFonts w:ascii="Tahoma" w:hAnsi="Tahoma" w:cs="Tahoma"/>
      <w:sz w:val="16"/>
      <w:szCs w:val="16"/>
    </w:rPr>
  </w:style>
  <w:style w:type="paragraph" w:customStyle="1" w:styleId="Centr">
    <w:name w:val="Centré"/>
    <w:basedOn w:val="Normal"/>
    <w:rsid w:val="004E5E70"/>
    <w:pPr>
      <w:ind w:firstLine="0"/>
      <w:jc w:val="center"/>
    </w:pPr>
    <w:rPr>
      <w:szCs w:val="20"/>
    </w:rPr>
  </w:style>
  <w:style w:type="paragraph" w:customStyle="1" w:styleId="NormalSansIndent">
    <w:name w:val="NormalSansIndent"/>
    <w:basedOn w:val="Normal"/>
    <w:rsid w:val="004E5E70"/>
    <w:pPr>
      <w:ind w:firstLine="0"/>
    </w:pPr>
    <w:rPr>
      <w:szCs w:val="20"/>
    </w:rPr>
  </w:style>
  <w:style w:type="paragraph" w:customStyle="1" w:styleId="NormalSolidaire">
    <w:name w:val="NormalSolidaire"/>
    <w:basedOn w:val="Normal"/>
    <w:qFormat/>
    <w:rsid w:val="004E5E70"/>
    <w:pPr>
      <w:keepNext/>
    </w:pPr>
  </w:style>
  <w:style w:type="paragraph" w:customStyle="1" w:styleId="NormalSautPageAvant">
    <w:name w:val="NormalSautPageAvant"/>
    <w:basedOn w:val="Normal"/>
    <w:qFormat/>
    <w:rsid w:val="004E5E70"/>
    <w:pPr>
      <w:pageBreakBefore/>
    </w:pPr>
  </w:style>
  <w:style w:type="paragraph" w:customStyle="1" w:styleId="NormalEspAvtGrand">
    <w:name w:val="NormalEspAvtGrand"/>
    <w:basedOn w:val="Normal"/>
    <w:rsid w:val="004E5E70"/>
    <w:pPr>
      <w:spacing w:before="2640"/>
    </w:pPr>
    <w:rPr>
      <w:szCs w:val="20"/>
    </w:rPr>
  </w:style>
  <w:style w:type="paragraph" w:customStyle="1" w:styleId="CentrEspAvt0">
    <w:name w:val="CentréEspAvt0"/>
    <w:basedOn w:val="Centr"/>
    <w:next w:val="CentrEspAvt0EspApr0"/>
    <w:rsid w:val="004E5E70"/>
    <w:pPr>
      <w:spacing w:before="0"/>
    </w:pPr>
  </w:style>
  <w:style w:type="paragraph" w:customStyle="1" w:styleId="CentrEspApr0">
    <w:name w:val="CentréEspApr0"/>
    <w:basedOn w:val="Centr"/>
    <w:next w:val="Normal"/>
    <w:rsid w:val="004E5E70"/>
    <w:pPr>
      <w:spacing w:after="0"/>
    </w:pPr>
  </w:style>
  <w:style w:type="paragraph" w:customStyle="1" w:styleId="CentrEspAvt0EspApr0">
    <w:name w:val="CentréEspAvt0EspApr0"/>
    <w:basedOn w:val="Centr"/>
    <w:rsid w:val="004E5E70"/>
    <w:pPr>
      <w:spacing w:before="0" w:after="0"/>
    </w:pPr>
  </w:style>
  <w:style w:type="paragraph" w:customStyle="1" w:styleId="Droite">
    <w:name w:val="Droite"/>
    <w:basedOn w:val="Normal"/>
    <w:next w:val="Normal"/>
    <w:rsid w:val="004E5E70"/>
    <w:pPr>
      <w:ind w:firstLine="0"/>
      <w:jc w:val="right"/>
    </w:pPr>
    <w:rPr>
      <w:szCs w:val="20"/>
    </w:rPr>
  </w:style>
  <w:style w:type="paragraph" w:customStyle="1" w:styleId="DroiteRetraitGauche1X">
    <w:name w:val="DroiteRetraitGauche1X"/>
    <w:basedOn w:val="Droite"/>
    <w:next w:val="Normal"/>
    <w:rsid w:val="004E5E70"/>
    <w:pPr>
      <w:ind w:left="680"/>
    </w:pPr>
  </w:style>
  <w:style w:type="paragraph" w:customStyle="1" w:styleId="DroiteRetraitGauche2X">
    <w:name w:val="DroiteRetraitGauche2X"/>
    <w:basedOn w:val="Droite"/>
    <w:next w:val="Normal"/>
    <w:rsid w:val="004E5E70"/>
    <w:pPr>
      <w:ind w:left="1361"/>
    </w:pPr>
  </w:style>
  <w:style w:type="paragraph" w:customStyle="1" w:styleId="DroiteRetraitGauche3X">
    <w:name w:val="DroiteRetraitGauche3X"/>
    <w:basedOn w:val="Droite"/>
    <w:next w:val="Normal"/>
    <w:rsid w:val="004E5E70"/>
    <w:pPr>
      <w:ind w:left="2041"/>
    </w:pPr>
  </w:style>
  <w:style w:type="paragraph" w:customStyle="1" w:styleId="DroiteRetraitGauche4X">
    <w:name w:val="DroiteRetraitGauche4X"/>
    <w:basedOn w:val="Droite"/>
    <w:next w:val="Normal"/>
    <w:rsid w:val="004E5E70"/>
    <w:pPr>
      <w:ind w:left="2722"/>
    </w:pPr>
  </w:style>
  <w:style w:type="paragraph" w:customStyle="1" w:styleId="Taille-1Normal">
    <w:name w:val="Taille-1Normal"/>
    <w:basedOn w:val="Normal"/>
    <w:rsid w:val="004E5E70"/>
    <w:rPr>
      <w:sz w:val="32"/>
      <w:szCs w:val="28"/>
    </w:rPr>
  </w:style>
  <w:style w:type="paragraph" w:customStyle="1" w:styleId="Taille-1RetraitGauche1X">
    <w:name w:val="Taille-1RetraitGauche1X"/>
    <w:basedOn w:val="Taille-1Normal"/>
    <w:rsid w:val="004E5E70"/>
    <w:pPr>
      <w:ind w:left="680"/>
    </w:pPr>
    <w:rPr>
      <w:szCs w:val="20"/>
    </w:rPr>
  </w:style>
  <w:style w:type="paragraph" w:customStyle="1" w:styleId="Taille-1RetraitGauche2X">
    <w:name w:val="Taille-1RetraitGauche2X"/>
    <w:basedOn w:val="Taille-1Normal"/>
    <w:rsid w:val="004E5E70"/>
    <w:pPr>
      <w:ind w:left="1361"/>
    </w:pPr>
    <w:rPr>
      <w:szCs w:val="20"/>
    </w:rPr>
  </w:style>
  <w:style w:type="paragraph" w:customStyle="1" w:styleId="Taille-1RetraitGauche3X">
    <w:name w:val="Taille-1RetraitGauche3X"/>
    <w:basedOn w:val="Taille-1Normal"/>
    <w:rsid w:val="004E5E70"/>
    <w:pPr>
      <w:ind w:left="2041"/>
    </w:pPr>
    <w:rPr>
      <w:szCs w:val="20"/>
    </w:rPr>
  </w:style>
  <w:style w:type="paragraph" w:customStyle="1" w:styleId="Taille-1RetraitGauche1XIndent0">
    <w:name w:val="Taille-1RetraitGauche1XIndent0"/>
    <w:basedOn w:val="Taille-1RetraitGauche1X"/>
    <w:rsid w:val="004E5E70"/>
    <w:pPr>
      <w:ind w:firstLine="0"/>
    </w:pPr>
  </w:style>
  <w:style w:type="paragraph" w:customStyle="1" w:styleId="Taille-1RetraitGauche2XIndent0">
    <w:name w:val="Taille-1RetraitGauche2XIndent0"/>
    <w:basedOn w:val="Taille-1RetraitGauche2X"/>
    <w:rsid w:val="004E5E70"/>
    <w:pPr>
      <w:ind w:firstLine="0"/>
    </w:pPr>
  </w:style>
  <w:style w:type="paragraph" w:customStyle="1" w:styleId="Taille-1RetraitGauche3XIndent0">
    <w:name w:val="Taille-1RetraitGauche3XIndent0"/>
    <w:basedOn w:val="Taille-1RetraitGauche3X"/>
    <w:rsid w:val="004E5E70"/>
    <w:pPr>
      <w:ind w:firstLine="0"/>
    </w:pPr>
  </w:style>
  <w:style w:type="paragraph" w:customStyle="1" w:styleId="Taille-1RetraitGauche4XIndent0">
    <w:name w:val="Taille-1RetraitGauche4XIndent0"/>
    <w:basedOn w:val="Taille-1Normal"/>
    <w:rsid w:val="004E5E70"/>
    <w:pPr>
      <w:ind w:left="2722" w:firstLine="0"/>
    </w:pPr>
    <w:rPr>
      <w:szCs w:val="20"/>
    </w:rPr>
  </w:style>
  <w:style w:type="paragraph" w:customStyle="1" w:styleId="NormalRetraitGauche1X">
    <w:name w:val="NormalRetraitGauche1X"/>
    <w:basedOn w:val="Normal"/>
    <w:rsid w:val="004E5E70"/>
    <w:pPr>
      <w:ind w:left="680"/>
    </w:pPr>
    <w:rPr>
      <w:szCs w:val="20"/>
    </w:rPr>
  </w:style>
  <w:style w:type="paragraph" w:customStyle="1" w:styleId="NormalRetraitGauche2X">
    <w:name w:val="NormalRetraitGauche2X"/>
    <w:basedOn w:val="Normal"/>
    <w:rsid w:val="004E5E70"/>
    <w:pPr>
      <w:ind w:left="1361"/>
    </w:pPr>
    <w:rPr>
      <w:szCs w:val="20"/>
    </w:rPr>
  </w:style>
  <w:style w:type="paragraph" w:customStyle="1" w:styleId="NormalRetraitGauche3X">
    <w:name w:val="NormalRetraitGauche3X"/>
    <w:basedOn w:val="Normal"/>
    <w:rsid w:val="004E5E70"/>
    <w:pPr>
      <w:ind w:left="2041"/>
    </w:pPr>
    <w:rPr>
      <w:szCs w:val="20"/>
    </w:rPr>
  </w:style>
  <w:style w:type="paragraph" w:customStyle="1" w:styleId="NormalRetraitGauche1XIndent0">
    <w:name w:val="NormalRetraitGauche1XIndent0"/>
    <w:basedOn w:val="NormalRetraitGauche1X"/>
    <w:rsid w:val="004E5E70"/>
    <w:pPr>
      <w:ind w:firstLine="0"/>
    </w:pPr>
  </w:style>
  <w:style w:type="paragraph" w:customStyle="1" w:styleId="NormalRetraitGauche2XIndent0">
    <w:name w:val="NormalRetraitGauche2XIndent0"/>
    <w:basedOn w:val="NormalRetraitGauche2X"/>
    <w:rsid w:val="004E5E70"/>
    <w:pPr>
      <w:ind w:firstLine="0"/>
    </w:pPr>
  </w:style>
  <w:style w:type="paragraph" w:customStyle="1" w:styleId="NormalRetraitGauche3XIndent0">
    <w:name w:val="NormalRetraitGauche3XIndent0"/>
    <w:basedOn w:val="NormalRetraitGauche3X"/>
    <w:rsid w:val="004E5E70"/>
    <w:pPr>
      <w:ind w:firstLine="0"/>
    </w:pPr>
  </w:style>
  <w:style w:type="paragraph" w:customStyle="1" w:styleId="NormalRetraitGauche4XIndent0">
    <w:name w:val="NormalRetraitGauche4XIndent0"/>
    <w:basedOn w:val="Normal"/>
    <w:rsid w:val="004E5E70"/>
    <w:pPr>
      <w:ind w:left="2722" w:firstLine="0"/>
    </w:pPr>
    <w:rPr>
      <w:szCs w:val="20"/>
    </w:rPr>
  </w:style>
  <w:style w:type="paragraph" w:styleId="Notedefin">
    <w:name w:val="endnote text"/>
    <w:basedOn w:val="Taille-1Normal"/>
    <w:link w:val="NotedefinCar"/>
    <w:uiPriority w:val="99"/>
    <w:semiHidden/>
    <w:unhideWhenUsed/>
    <w:qFormat/>
    <w:rsid w:val="004E5E70"/>
    <w:rPr>
      <w:szCs w:val="20"/>
      <w:lang w:val="x-none" w:eastAsia="x-none"/>
    </w:rPr>
  </w:style>
  <w:style w:type="character" w:customStyle="1" w:styleId="NotedefinCar">
    <w:name w:val="Note de fin Car"/>
    <w:link w:val="Notedefin"/>
    <w:uiPriority w:val="99"/>
    <w:semiHidden/>
    <w:rsid w:val="004E5E70"/>
    <w:rPr>
      <w:rFonts w:ascii="Amasis30" w:hAnsi="Amasis30"/>
      <w:sz w:val="32"/>
      <w:lang w:val="x-none" w:eastAsia="x-none"/>
    </w:rPr>
  </w:style>
  <w:style w:type="character" w:styleId="Appeldenotedefin">
    <w:name w:val="endnote reference"/>
    <w:uiPriority w:val="99"/>
    <w:unhideWhenUsed/>
    <w:qFormat/>
    <w:rsid w:val="004E5E70"/>
    <w:rPr>
      <w:rFonts w:ascii="Amasis30" w:hAnsi="Amasis30"/>
      <w:b/>
      <w:sz w:val="36"/>
      <w:vertAlign w:val="superscript"/>
    </w:rPr>
  </w:style>
  <w:style w:type="paragraph" w:customStyle="1" w:styleId="NormalSuspendu1X">
    <w:name w:val="NormalSuspendu1X"/>
    <w:basedOn w:val="Normal"/>
    <w:rsid w:val="004E5E70"/>
    <w:pPr>
      <w:ind w:left="680" w:hanging="680"/>
    </w:pPr>
    <w:rPr>
      <w:szCs w:val="20"/>
    </w:rPr>
  </w:style>
  <w:style w:type="paragraph" w:customStyle="1" w:styleId="NormalSuspendu1XRetrait1X">
    <w:name w:val="NormalSuspendu1XRetrait1X"/>
    <w:basedOn w:val="Normal"/>
    <w:rsid w:val="004E5E70"/>
    <w:pPr>
      <w:ind w:left="1360" w:hanging="680"/>
    </w:pPr>
  </w:style>
  <w:style w:type="paragraph" w:customStyle="1" w:styleId="NormalEspAvt0EspApr0">
    <w:name w:val="NormalEspAvt0EspApr0"/>
    <w:basedOn w:val="Normal"/>
    <w:rsid w:val="004E5E70"/>
    <w:pPr>
      <w:spacing w:before="0" w:after="0"/>
    </w:pPr>
    <w:rPr>
      <w:szCs w:val="20"/>
    </w:rPr>
  </w:style>
  <w:style w:type="paragraph" w:customStyle="1" w:styleId="NormalSuspendu1XRetrait2X">
    <w:name w:val="NormalSuspendu1XRetrait2X"/>
    <w:basedOn w:val="Normal"/>
    <w:rsid w:val="004E5E70"/>
    <w:pPr>
      <w:ind w:left="2041" w:hanging="680"/>
    </w:pPr>
  </w:style>
  <w:style w:type="paragraph" w:customStyle="1" w:styleId="NormalSuspendu1XRetrait3X">
    <w:name w:val="NormalSuspendu1XRetrait3X"/>
    <w:basedOn w:val="Normal"/>
    <w:rsid w:val="004E5E70"/>
    <w:pPr>
      <w:ind w:left="2721" w:hanging="680"/>
    </w:pPr>
    <w:rPr>
      <w:szCs w:val="20"/>
    </w:rPr>
  </w:style>
  <w:style w:type="paragraph" w:customStyle="1" w:styleId="NormalSuspendu1XRetrait4X">
    <w:name w:val="NormalSuspendu1XRetrait4X"/>
    <w:basedOn w:val="Normal"/>
    <w:rsid w:val="004E5E70"/>
    <w:pPr>
      <w:ind w:left="3402" w:hanging="680"/>
    </w:pPr>
    <w:rPr>
      <w:szCs w:val="20"/>
    </w:rPr>
  </w:style>
  <w:style w:type="character" w:customStyle="1" w:styleId="Taille-1Caracteres">
    <w:name w:val="Taille-1Caracteres"/>
    <w:qFormat/>
    <w:rsid w:val="004E5E70"/>
    <w:rPr>
      <w:sz w:val="32"/>
      <w:szCs w:val="20"/>
    </w:rPr>
  </w:style>
  <w:style w:type="paragraph" w:customStyle="1" w:styleId="Etoile">
    <w:name w:val="Etoile"/>
    <w:basedOn w:val="Normal"/>
    <w:qFormat/>
    <w:rsid w:val="004E5E70"/>
    <w:pPr>
      <w:ind w:firstLine="0"/>
      <w:jc w:val="center"/>
    </w:pPr>
    <w:rPr>
      <w:b/>
      <w:sz w:val="40"/>
      <w:szCs w:val="28"/>
    </w:rPr>
  </w:style>
  <w:style w:type="paragraph" w:customStyle="1" w:styleId="Taille-1Suspendu1XRetrait1XEsp0">
    <w:name w:val="Taille-1Suspendu1XRetrait1XEsp0"/>
    <w:basedOn w:val="Taille-1RetraitGauche1X"/>
    <w:qFormat/>
    <w:rsid w:val="004E5E70"/>
    <w:pPr>
      <w:spacing w:before="0" w:after="0"/>
      <w:ind w:left="1360" w:hanging="680"/>
    </w:pPr>
  </w:style>
  <w:style w:type="character" w:styleId="Mentionnonrsolue">
    <w:name w:val="Unresolved Mention"/>
    <w:uiPriority w:val="99"/>
    <w:semiHidden/>
    <w:unhideWhenUsed/>
    <w:rsid w:val="004E5E70"/>
    <w:rPr>
      <w:color w:val="605E5C"/>
      <w:shd w:val="clear" w:color="auto" w:fill="E1DFDD"/>
    </w:rPr>
  </w:style>
  <w:style w:type="paragraph" w:customStyle="1" w:styleId="Taille-1Suspendu1XRetrait2XEsp0">
    <w:name w:val="Taille-1Suspendu1XRetrait2XEsp0"/>
    <w:basedOn w:val="Taille-1RetraitGauche2X"/>
    <w:qFormat/>
    <w:rsid w:val="004E5E70"/>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4E5E70"/>
    <w:pPr>
      <w:spacing w:before="0" w:after="0"/>
    </w:pPr>
  </w:style>
  <w:style w:type="paragraph" w:customStyle="1" w:styleId="NormalSuspendu1XEsp0">
    <w:name w:val="NormalSuspendu1XEsp0"/>
    <w:basedOn w:val="NormalSuspendu1X"/>
    <w:qFormat/>
    <w:rsid w:val="004E5E70"/>
    <w:pPr>
      <w:spacing w:before="0" w:after="0"/>
    </w:pPr>
  </w:style>
  <w:style w:type="paragraph" w:customStyle="1" w:styleId="NormalSuspendu1XRetrait2XEsp0">
    <w:name w:val="NormalSuspendu1XRetrait2XEsp0"/>
    <w:basedOn w:val="NormalSuspendu1XRetrait2X"/>
    <w:qFormat/>
    <w:rsid w:val="004E5E70"/>
    <w:pPr>
      <w:spacing w:before="0" w:after="0"/>
    </w:pPr>
  </w:style>
  <w:style w:type="paragraph" w:customStyle="1" w:styleId="ParagrapheVideNormal">
    <w:name w:val="ParagrapheVideNormal"/>
    <w:basedOn w:val="Normal"/>
    <w:next w:val="Normal"/>
    <w:qFormat/>
    <w:rsid w:val="004E5E70"/>
  </w:style>
  <w:style w:type="paragraph" w:customStyle="1" w:styleId="ParagrapheVideNormal2">
    <w:name w:val="ParagrapheVideNormal2"/>
    <w:basedOn w:val="ParagrapheVideNormal"/>
    <w:next w:val="Normal"/>
    <w:qFormat/>
    <w:rsid w:val="004E5E70"/>
  </w:style>
  <w:style w:type="paragraph" w:customStyle="1" w:styleId="Image">
    <w:name w:val="Image"/>
    <w:basedOn w:val="Centr"/>
    <w:next w:val="Normal"/>
    <w:qFormat/>
    <w:rsid w:val="004E5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DAF1E-0E73-4B8A-A0BC-C0B630E67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TotalTime>
  <Pages>47</Pages>
  <Words>12313</Words>
  <Characters>67727</Characters>
  <Application>Microsoft Office Word</Application>
  <DocSecurity>0</DocSecurity>
  <Lines>564</Lines>
  <Paragraphs>159</Paragraphs>
  <ScaleCrop>false</ScaleCrop>
  <HeadingPairs>
    <vt:vector size="2" baseType="variant">
      <vt:variant>
        <vt:lpstr>Titre</vt:lpstr>
      </vt:variant>
      <vt:variant>
        <vt:i4>1</vt:i4>
      </vt:variant>
    </vt:vector>
  </HeadingPairs>
  <TitlesOfParts>
    <vt:vector size="1" baseType="lpstr">
      <vt:lpstr>Les Animaux plus que les machines</vt:lpstr>
    </vt:vector>
  </TitlesOfParts>
  <Company>Ebooks libres et gratuits</Company>
  <LinksUpToDate>false</LinksUpToDate>
  <CharactersWithSpaces>79881</CharactersWithSpaces>
  <SharedDoc>false</SharedDoc>
  <HLinks>
    <vt:vector size="12" baseType="variant">
      <vt:variant>
        <vt:i4>2359399</vt:i4>
      </vt:variant>
      <vt:variant>
        <vt:i4>3</vt:i4>
      </vt:variant>
      <vt:variant>
        <vt:i4>0</vt:i4>
      </vt:variant>
      <vt:variant>
        <vt:i4>5</vt:i4>
      </vt:variant>
      <vt:variant>
        <vt:lpwstr>https://www.ebooksgratuits.com/</vt:lpwstr>
      </vt:variant>
      <vt:variant>
        <vt:lpwstr/>
      </vt:variant>
      <vt:variant>
        <vt:i4>2228340</vt:i4>
      </vt:variant>
      <vt:variant>
        <vt:i4>0</vt:i4>
      </vt:variant>
      <vt:variant>
        <vt:i4>0</vt:i4>
      </vt:variant>
      <vt:variant>
        <vt:i4>5</vt:i4>
      </vt:variant>
      <vt:variant>
        <vt:lpwstr>https://groups.google.com/g/ebooksgratuits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Animaux plus que les machines</dc:title>
  <dc:subject>Documents et essais</dc:subject>
  <dc:creator>Julien Offray de La Mettrie</dc:creator>
  <cp:keywords/>
  <dc:description>«Les animaux plus que des machines» de Julien Offray de La Mettrie est un traité philosophique écrit en 1750 dans lequel l'auteur remet en question la vision cartésienne des animaux comme de simples automates dénués d'âme et de conscience.
La Mettrie s'oppose à Descartes, qui considérait les animaux comme des machines dépourvues d'âme. Il soutient au contraire que les animaux possèdent des facultés mentales comparables à celles des humains : perception, mémoire, imagination, jugement, raisonnement. Pour lui, les similarités anatomiques et comportementales entre les humains et les animaux prouvent que ces derniers ne peuvent être réduits à de simples mécanismes.
Il démontre que :
* Les animaux rêvent, ont peur, ressentent la joie ou la douleur.
* L'absence de parole ne signifie pas absence de pensée.
* L'âme est indépendante du corps, et c'est elle qui voit, entend, veut et sent.
* Les organes ne sont que des instruments au service de l'âme.
Un document passionnant...</dc:description>
  <cp:lastModifiedBy>Cool Micro</cp:lastModifiedBy>
  <cp:revision>3</cp:revision>
  <cp:lastPrinted>2008-07-10T16:25:00Z</cp:lastPrinted>
  <dcterms:created xsi:type="dcterms:W3CDTF">2025-04-15T18:55:00Z</dcterms:created>
  <dcterms:modified xsi:type="dcterms:W3CDTF">2025-04-15T18:59:00Z</dcterms:modified>
  <cp:category>Documents et essais</cp:category>
</cp:coreProperties>
</file>