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35EC6" w14:textId="0F0028F5" w:rsidR="00033562" w:rsidRPr="007549CD" w:rsidRDefault="00334302" w:rsidP="007549CD">
      <w:pPr>
        <w:pStyle w:val="Photoauteur"/>
      </w:pPr>
      <w:r w:rsidRPr="007549CD">
        <w:drawing>
          <wp:anchor distT="0" distB="0" distL="114300" distR="114300" simplePos="0" relativeHeight="251657728" behindDoc="0" locked="0" layoutInCell="1" allowOverlap="1" wp14:anchorId="72C50579" wp14:editId="43CF9E7E">
            <wp:simplePos x="0" y="0"/>
            <wp:positionH relativeFrom="page">
              <wp:posOffset>0</wp:posOffset>
            </wp:positionH>
            <wp:positionV relativeFrom="page">
              <wp:posOffset>0</wp:posOffset>
            </wp:positionV>
            <wp:extent cx="1440180" cy="10692130"/>
            <wp:effectExtent l="0" t="0" r="0" b="0"/>
            <wp:wrapNone/>
            <wp:docPr id="7"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0B6FD57E" wp14:editId="61328EDB">
            <wp:extent cx="2377440" cy="37452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7440" cy="3745230"/>
                    </a:xfrm>
                    <a:prstGeom prst="rect">
                      <a:avLst/>
                    </a:prstGeom>
                    <a:noFill/>
                    <a:ln>
                      <a:noFill/>
                    </a:ln>
                  </pic:spPr>
                </pic:pic>
              </a:graphicData>
            </a:graphic>
          </wp:inline>
        </w:drawing>
      </w:r>
    </w:p>
    <w:p w14:paraId="2BA7A8C6" w14:textId="77777777" w:rsidR="00033562" w:rsidRDefault="00240A2F">
      <w:pPr>
        <w:pStyle w:val="Auteur"/>
      </w:pPr>
      <w:r w:rsidRPr="002526A0">
        <w:t xml:space="preserve">Guy de </w:t>
      </w:r>
      <w:proofErr w:type="spellStart"/>
      <w:r w:rsidRPr="002526A0">
        <w:t>Larigaudie</w:t>
      </w:r>
      <w:proofErr w:type="spellEnd"/>
    </w:p>
    <w:p w14:paraId="5A027B69" w14:textId="77777777" w:rsidR="00033562" w:rsidRPr="007C1C6B" w:rsidRDefault="00240A2F" w:rsidP="007C1C6B">
      <w:pPr>
        <w:pStyle w:val="Titrelivre"/>
      </w:pPr>
      <w:r w:rsidRPr="002526A0">
        <w:t>VINGT SCOUTS AUTOUR DU MONDE</w:t>
      </w:r>
    </w:p>
    <w:p w14:paraId="2C454FED" w14:textId="589689AD" w:rsidR="00033562" w:rsidRPr="007C1C6B" w:rsidRDefault="001021CA" w:rsidP="007C1C6B">
      <w:pPr>
        <w:pStyle w:val="DateSortie"/>
      </w:pPr>
      <w:r>
        <w:t>1935</w:t>
      </w:r>
    </w:p>
    <w:p w14:paraId="7A17F655" w14:textId="79403697" w:rsidR="00033562" w:rsidRDefault="00334302" w:rsidP="00240A2F">
      <w:pPr>
        <w:pStyle w:val="Photoauteur"/>
      </w:pPr>
      <w:r w:rsidRPr="002526A0">
        <w:drawing>
          <wp:inline distT="0" distB="0" distL="0" distR="0" wp14:anchorId="5C5DF0DA" wp14:editId="277CC938">
            <wp:extent cx="2751455" cy="203581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1455" cy="2035810"/>
                    </a:xfrm>
                    <a:prstGeom prst="rect">
                      <a:avLst/>
                    </a:prstGeom>
                    <a:noFill/>
                    <a:ln>
                      <a:noFill/>
                    </a:ln>
                  </pic:spPr>
                </pic:pic>
              </a:graphicData>
            </a:graphic>
          </wp:inline>
        </w:drawing>
      </w:r>
    </w:p>
    <w:p w14:paraId="045226C6" w14:textId="77777777" w:rsidR="00033562" w:rsidRDefault="00033562" w:rsidP="007C1C6B">
      <w:pPr>
        <w:sectPr w:rsidR="00033562">
          <w:footerReference w:type="default" r:id="rId10"/>
          <w:pgSz w:w="11906" w:h="16838" w:code="9"/>
          <w:pgMar w:top="0" w:right="0" w:bottom="0" w:left="0" w:header="0" w:footer="0" w:gutter="0"/>
          <w:cols w:space="708"/>
          <w:titlePg/>
          <w:docGrid w:linePitch="360"/>
        </w:sectPr>
      </w:pPr>
    </w:p>
    <w:p w14:paraId="5EA63233" w14:textId="77777777" w:rsidR="00033562" w:rsidRDefault="00033562">
      <w:pPr>
        <w:pStyle w:val="Titretablematires"/>
      </w:pPr>
      <w:r>
        <w:lastRenderedPageBreak/>
        <w:t>Table des matières</w:t>
      </w:r>
    </w:p>
    <w:p w14:paraId="28E0B82E" w14:textId="77777777" w:rsidR="00033562" w:rsidRDefault="00033562"/>
    <w:p w14:paraId="545A283B" w14:textId="56110FBE" w:rsidR="009F7B37"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5610637" w:history="1">
        <w:r w:rsidR="009F7B37" w:rsidRPr="00AE55A8">
          <w:rPr>
            <w:rStyle w:val="Lienhypertexte"/>
          </w:rPr>
          <w:t>L’AUTEUR</w:t>
        </w:r>
        <w:r w:rsidR="009F7B37">
          <w:rPr>
            <w:webHidden/>
          </w:rPr>
          <w:tab/>
        </w:r>
        <w:r w:rsidR="009F7B37">
          <w:rPr>
            <w:webHidden/>
          </w:rPr>
          <w:fldChar w:fldCharType="begin"/>
        </w:r>
        <w:r w:rsidR="009F7B37">
          <w:rPr>
            <w:webHidden/>
          </w:rPr>
          <w:instrText xml:space="preserve"> PAGEREF _Toc195610637 \h </w:instrText>
        </w:r>
        <w:r w:rsidR="009F7B37">
          <w:rPr>
            <w:webHidden/>
          </w:rPr>
        </w:r>
        <w:r w:rsidR="009F7B37">
          <w:rPr>
            <w:webHidden/>
          </w:rPr>
          <w:fldChar w:fldCharType="separate"/>
        </w:r>
        <w:r w:rsidR="00913937">
          <w:rPr>
            <w:webHidden/>
          </w:rPr>
          <w:t>4</w:t>
        </w:r>
        <w:r w:rsidR="009F7B37">
          <w:rPr>
            <w:webHidden/>
          </w:rPr>
          <w:fldChar w:fldCharType="end"/>
        </w:r>
      </w:hyperlink>
    </w:p>
    <w:p w14:paraId="21C64CE8" w14:textId="3E7B09EE" w:rsidR="009F7B37" w:rsidRDefault="009F7B37">
      <w:pPr>
        <w:pStyle w:val="TM1"/>
        <w:rPr>
          <w:rFonts w:asciiTheme="minorHAnsi" w:eastAsiaTheme="minorEastAsia" w:hAnsiTheme="minorHAnsi" w:cstheme="minorBidi"/>
          <w:bCs w:val="0"/>
          <w:iCs w:val="0"/>
          <w:color w:val="auto"/>
          <w:kern w:val="2"/>
          <w:sz w:val="24"/>
          <w:szCs w:val="24"/>
          <w14:ligatures w14:val="standardContextual"/>
        </w:rPr>
      </w:pPr>
      <w:hyperlink w:anchor="_Toc195610638" w:history="1">
        <w:r w:rsidRPr="00AE55A8">
          <w:rPr>
            <w:rStyle w:val="Lienhypertexte"/>
          </w:rPr>
          <w:t>SUR UN BATEAU ANGLAIS</w:t>
        </w:r>
        <w:r>
          <w:rPr>
            <w:webHidden/>
          </w:rPr>
          <w:tab/>
        </w:r>
        <w:r>
          <w:rPr>
            <w:webHidden/>
          </w:rPr>
          <w:fldChar w:fldCharType="begin"/>
        </w:r>
        <w:r>
          <w:rPr>
            <w:webHidden/>
          </w:rPr>
          <w:instrText xml:space="preserve"> PAGEREF _Toc195610638 \h </w:instrText>
        </w:r>
        <w:r>
          <w:rPr>
            <w:webHidden/>
          </w:rPr>
        </w:r>
        <w:r>
          <w:rPr>
            <w:webHidden/>
          </w:rPr>
          <w:fldChar w:fldCharType="separate"/>
        </w:r>
        <w:r w:rsidR="00913937">
          <w:rPr>
            <w:webHidden/>
          </w:rPr>
          <w:t>5</w:t>
        </w:r>
        <w:r>
          <w:rPr>
            <w:webHidden/>
          </w:rPr>
          <w:fldChar w:fldCharType="end"/>
        </w:r>
      </w:hyperlink>
    </w:p>
    <w:p w14:paraId="4F812238" w14:textId="4936702A" w:rsidR="009F7B37" w:rsidRDefault="009F7B37">
      <w:pPr>
        <w:pStyle w:val="TM2"/>
        <w:rPr>
          <w:rFonts w:asciiTheme="minorHAnsi" w:eastAsiaTheme="minorEastAsia" w:hAnsiTheme="minorHAnsi" w:cstheme="minorBidi"/>
          <w:color w:val="auto"/>
          <w:kern w:val="2"/>
          <w:sz w:val="24"/>
          <w14:ligatures w14:val="standardContextual"/>
        </w:rPr>
      </w:pPr>
      <w:hyperlink w:anchor="_Toc195610639" w:history="1">
        <w:r w:rsidRPr="00AE55A8">
          <w:rPr>
            <w:rStyle w:val="Lienhypertexte"/>
          </w:rPr>
          <w:t>DÉPART</w:t>
        </w:r>
        <w:r>
          <w:rPr>
            <w:webHidden/>
          </w:rPr>
          <w:tab/>
        </w:r>
        <w:r>
          <w:rPr>
            <w:webHidden/>
          </w:rPr>
          <w:fldChar w:fldCharType="begin"/>
        </w:r>
        <w:r>
          <w:rPr>
            <w:webHidden/>
          </w:rPr>
          <w:instrText xml:space="preserve"> PAGEREF _Toc195610639 \h </w:instrText>
        </w:r>
        <w:r>
          <w:rPr>
            <w:webHidden/>
          </w:rPr>
        </w:r>
        <w:r>
          <w:rPr>
            <w:webHidden/>
          </w:rPr>
          <w:fldChar w:fldCharType="separate"/>
        </w:r>
        <w:r w:rsidR="00913937">
          <w:rPr>
            <w:webHidden/>
          </w:rPr>
          <w:t>6</w:t>
        </w:r>
        <w:r>
          <w:rPr>
            <w:webHidden/>
          </w:rPr>
          <w:fldChar w:fldCharType="end"/>
        </w:r>
      </w:hyperlink>
    </w:p>
    <w:p w14:paraId="280A9231" w14:textId="043EB9C7" w:rsidR="009F7B37" w:rsidRDefault="009F7B37">
      <w:pPr>
        <w:pStyle w:val="TM2"/>
        <w:rPr>
          <w:rFonts w:asciiTheme="minorHAnsi" w:eastAsiaTheme="minorEastAsia" w:hAnsiTheme="minorHAnsi" w:cstheme="minorBidi"/>
          <w:color w:val="auto"/>
          <w:kern w:val="2"/>
          <w:sz w:val="24"/>
          <w14:ligatures w14:val="standardContextual"/>
        </w:rPr>
      </w:pPr>
      <w:hyperlink w:anchor="_Toc195610640" w:history="1">
        <w:r w:rsidRPr="00AE55A8">
          <w:rPr>
            <w:rStyle w:val="Lienhypertexte"/>
          </w:rPr>
          <w:t>EN MER</w:t>
        </w:r>
        <w:r>
          <w:rPr>
            <w:webHidden/>
          </w:rPr>
          <w:tab/>
        </w:r>
        <w:r>
          <w:rPr>
            <w:webHidden/>
          </w:rPr>
          <w:fldChar w:fldCharType="begin"/>
        </w:r>
        <w:r>
          <w:rPr>
            <w:webHidden/>
          </w:rPr>
          <w:instrText xml:space="preserve"> PAGEREF _Toc195610640 \h </w:instrText>
        </w:r>
        <w:r>
          <w:rPr>
            <w:webHidden/>
          </w:rPr>
        </w:r>
        <w:r>
          <w:rPr>
            <w:webHidden/>
          </w:rPr>
          <w:fldChar w:fldCharType="separate"/>
        </w:r>
        <w:r w:rsidR="00913937">
          <w:rPr>
            <w:webHidden/>
          </w:rPr>
          <w:t>9</w:t>
        </w:r>
        <w:r>
          <w:rPr>
            <w:webHidden/>
          </w:rPr>
          <w:fldChar w:fldCharType="end"/>
        </w:r>
      </w:hyperlink>
    </w:p>
    <w:p w14:paraId="38971F18" w14:textId="72298084" w:rsidR="009F7B37" w:rsidRDefault="009F7B37">
      <w:pPr>
        <w:pStyle w:val="TM2"/>
        <w:rPr>
          <w:rFonts w:asciiTheme="minorHAnsi" w:eastAsiaTheme="minorEastAsia" w:hAnsiTheme="minorHAnsi" w:cstheme="minorBidi"/>
          <w:color w:val="auto"/>
          <w:kern w:val="2"/>
          <w:sz w:val="24"/>
          <w14:ligatures w14:val="standardContextual"/>
        </w:rPr>
      </w:pPr>
      <w:hyperlink w:anchor="_Toc195610641" w:history="1">
        <w:r w:rsidRPr="00AE55A8">
          <w:rPr>
            <w:rStyle w:val="Lienhypertexte"/>
          </w:rPr>
          <w:t>PORT-SAÏD</w:t>
        </w:r>
        <w:r>
          <w:rPr>
            <w:webHidden/>
          </w:rPr>
          <w:tab/>
        </w:r>
        <w:r>
          <w:rPr>
            <w:webHidden/>
          </w:rPr>
          <w:fldChar w:fldCharType="begin"/>
        </w:r>
        <w:r>
          <w:rPr>
            <w:webHidden/>
          </w:rPr>
          <w:instrText xml:space="preserve"> PAGEREF _Toc195610641 \h </w:instrText>
        </w:r>
        <w:r>
          <w:rPr>
            <w:webHidden/>
          </w:rPr>
        </w:r>
        <w:r>
          <w:rPr>
            <w:webHidden/>
          </w:rPr>
          <w:fldChar w:fldCharType="separate"/>
        </w:r>
        <w:r w:rsidR="00913937">
          <w:rPr>
            <w:webHidden/>
          </w:rPr>
          <w:t>12</w:t>
        </w:r>
        <w:r>
          <w:rPr>
            <w:webHidden/>
          </w:rPr>
          <w:fldChar w:fldCharType="end"/>
        </w:r>
      </w:hyperlink>
    </w:p>
    <w:p w14:paraId="1890A587" w14:textId="15E424C5" w:rsidR="009F7B37" w:rsidRDefault="009F7B37">
      <w:pPr>
        <w:pStyle w:val="TM2"/>
        <w:rPr>
          <w:rFonts w:asciiTheme="minorHAnsi" w:eastAsiaTheme="minorEastAsia" w:hAnsiTheme="minorHAnsi" w:cstheme="minorBidi"/>
          <w:color w:val="auto"/>
          <w:kern w:val="2"/>
          <w:sz w:val="24"/>
          <w14:ligatures w14:val="standardContextual"/>
        </w:rPr>
      </w:pPr>
      <w:hyperlink w:anchor="_Toc195610642" w:history="1">
        <w:r w:rsidRPr="00AE55A8">
          <w:rPr>
            <w:rStyle w:val="Lienhypertexte"/>
          </w:rPr>
          <w:t>ENTRE DEUX ESCALES</w:t>
        </w:r>
        <w:r>
          <w:rPr>
            <w:webHidden/>
          </w:rPr>
          <w:tab/>
        </w:r>
        <w:r>
          <w:rPr>
            <w:webHidden/>
          </w:rPr>
          <w:fldChar w:fldCharType="begin"/>
        </w:r>
        <w:r>
          <w:rPr>
            <w:webHidden/>
          </w:rPr>
          <w:instrText xml:space="preserve"> PAGEREF _Toc195610642 \h </w:instrText>
        </w:r>
        <w:r>
          <w:rPr>
            <w:webHidden/>
          </w:rPr>
        </w:r>
        <w:r>
          <w:rPr>
            <w:webHidden/>
          </w:rPr>
          <w:fldChar w:fldCharType="separate"/>
        </w:r>
        <w:r w:rsidR="00913937">
          <w:rPr>
            <w:webHidden/>
          </w:rPr>
          <w:t>15</w:t>
        </w:r>
        <w:r>
          <w:rPr>
            <w:webHidden/>
          </w:rPr>
          <w:fldChar w:fldCharType="end"/>
        </w:r>
      </w:hyperlink>
    </w:p>
    <w:p w14:paraId="002ADC4D" w14:textId="39448885" w:rsidR="009F7B37" w:rsidRDefault="009F7B37">
      <w:pPr>
        <w:pStyle w:val="TM2"/>
        <w:rPr>
          <w:rFonts w:asciiTheme="minorHAnsi" w:eastAsiaTheme="minorEastAsia" w:hAnsiTheme="minorHAnsi" w:cstheme="minorBidi"/>
          <w:color w:val="auto"/>
          <w:kern w:val="2"/>
          <w:sz w:val="24"/>
          <w14:ligatures w14:val="standardContextual"/>
        </w:rPr>
      </w:pPr>
      <w:hyperlink w:anchor="_Toc195610643" w:history="1">
        <w:r w:rsidRPr="00AE55A8">
          <w:rPr>
            <w:rStyle w:val="Lienhypertexte"/>
          </w:rPr>
          <w:t>ADEN</w:t>
        </w:r>
        <w:r>
          <w:rPr>
            <w:webHidden/>
          </w:rPr>
          <w:tab/>
        </w:r>
        <w:r>
          <w:rPr>
            <w:webHidden/>
          </w:rPr>
          <w:fldChar w:fldCharType="begin"/>
        </w:r>
        <w:r>
          <w:rPr>
            <w:webHidden/>
          </w:rPr>
          <w:instrText xml:space="preserve"> PAGEREF _Toc195610643 \h </w:instrText>
        </w:r>
        <w:r>
          <w:rPr>
            <w:webHidden/>
          </w:rPr>
        </w:r>
        <w:r>
          <w:rPr>
            <w:webHidden/>
          </w:rPr>
          <w:fldChar w:fldCharType="separate"/>
        </w:r>
        <w:r w:rsidR="00913937">
          <w:rPr>
            <w:webHidden/>
          </w:rPr>
          <w:t>18</w:t>
        </w:r>
        <w:r>
          <w:rPr>
            <w:webHidden/>
          </w:rPr>
          <w:fldChar w:fldCharType="end"/>
        </w:r>
      </w:hyperlink>
    </w:p>
    <w:p w14:paraId="0752288E" w14:textId="5C29F175" w:rsidR="009F7B37" w:rsidRDefault="009F7B37">
      <w:pPr>
        <w:pStyle w:val="TM2"/>
        <w:rPr>
          <w:rFonts w:asciiTheme="minorHAnsi" w:eastAsiaTheme="minorEastAsia" w:hAnsiTheme="minorHAnsi" w:cstheme="minorBidi"/>
          <w:color w:val="auto"/>
          <w:kern w:val="2"/>
          <w:sz w:val="24"/>
          <w14:ligatures w14:val="standardContextual"/>
        </w:rPr>
      </w:pPr>
      <w:hyperlink w:anchor="_Toc195610644" w:history="1">
        <w:r w:rsidRPr="00AE55A8">
          <w:rPr>
            <w:rStyle w:val="Lienhypertexte"/>
          </w:rPr>
          <w:t>GIN ET LITURGIE</w:t>
        </w:r>
        <w:r>
          <w:rPr>
            <w:webHidden/>
          </w:rPr>
          <w:tab/>
        </w:r>
        <w:r>
          <w:rPr>
            <w:webHidden/>
          </w:rPr>
          <w:fldChar w:fldCharType="begin"/>
        </w:r>
        <w:r>
          <w:rPr>
            <w:webHidden/>
          </w:rPr>
          <w:instrText xml:space="preserve"> PAGEREF _Toc195610644 \h </w:instrText>
        </w:r>
        <w:r>
          <w:rPr>
            <w:webHidden/>
          </w:rPr>
        </w:r>
        <w:r>
          <w:rPr>
            <w:webHidden/>
          </w:rPr>
          <w:fldChar w:fldCharType="separate"/>
        </w:r>
        <w:r w:rsidR="00913937">
          <w:rPr>
            <w:webHidden/>
          </w:rPr>
          <w:t>21</w:t>
        </w:r>
        <w:r>
          <w:rPr>
            <w:webHidden/>
          </w:rPr>
          <w:fldChar w:fldCharType="end"/>
        </w:r>
      </w:hyperlink>
    </w:p>
    <w:p w14:paraId="75EA7400" w14:textId="1ECF2380" w:rsidR="009F7B37" w:rsidRDefault="009F7B37">
      <w:pPr>
        <w:pStyle w:val="TM2"/>
        <w:rPr>
          <w:rFonts w:asciiTheme="minorHAnsi" w:eastAsiaTheme="minorEastAsia" w:hAnsiTheme="minorHAnsi" w:cstheme="minorBidi"/>
          <w:color w:val="auto"/>
          <w:kern w:val="2"/>
          <w:sz w:val="24"/>
          <w14:ligatures w14:val="standardContextual"/>
        </w:rPr>
      </w:pPr>
      <w:hyperlink w:anchor="_Toc195610645" w:history="1">
        <w:r w:rsidRPr="00AE55A8">
          <w:rPr>
            <w:rStyle w:val="Lienhypertexte"/>
          </w:rPr>
          <w:t>CEYLAN</w:t>
        </w:r>
        <w:r>
          <w:rPr>
            <w:webHidden/>
          </w:rPr>
          <w:tab/>
        </w:r>
        <w:r>
          <w:rPr>
            <w:webHidden/>
          </w:rPr>
          <w:fldChar w:fldCharType="begin"/>
        </w:r>
        <w:r>
          <w:rPr>
            <w:webHidden/>
          </w:rPr>
          <w:instrText xml:space="preserve"> PAGEREF _Toc195610645 \h </w:instrText>
        </w:r>
        <w:r>
          <w:rPr>
            <w:webHidden/>
          </w:rPr>
        </w:r>
        <w:r>
          <w:rPr>
            <w:webHidden/>
          </w:rPr>
          <w:fldChar w:fldCharType="separate"/>
        </w:r>
        <w:r w:rsidR="00913937">
          <w:rPr>
            <w:webHidden/>
          </w:rPr>
          <w:t>24</w:t>
        </w:r>
        <w:r>
          <w:rPr>
            <w:webHidden/>
          </w:rPr>
          <w:fldChar w:fldCharType="end"/>
        </w:r>
      </w:hyperlink>
    </w:p>
    <w:p w14:paraId="3E7116DB" w14:textId="6C9DB55E" w:rsidR="009F7B37" w:rsidRDefault="009F7B37">
      <w:pPr>
        <w:pStyle w:val="TM2"/>
        <w:rPr>
          <w:rFonts w:asciiTheme="minorHAnsi" w:eastAsiaTheme="minorEastAsia" w:hAnsiTheme="minorHAnsi" w:cstheme="minorBidi"/>
          <w:color w:val="auto"/>
          <w:kern w:val="2"/>
          <w:sz w:val="24"/>
          <w14:ligatures w14:val="standardContextual"/>
        </w:rPr>
      </w:pPr>
      <w:hyperlink w:anchor="_Toc195610646" w:history="1">
        <w:r w:rsidRPr="00AE55A8">
          <w:rPr>
            <w:rStyle w:val="Lienhypertexte"/>
          </w:rPr>
          <w:t>SÉANCE À BORD</w:t>
        </w:r>
        <w:r>
          <w:rPr>
            <w:webHidden/>
          </w:rPr>
          <w:tab/>
        </w:r>
        <w:r>
          <w:rPr>
            <w:webHidden/>
          </w:rPr>
          <w:fldChar w:fldCharType="begin"/>
        </w:r>
        <w:r>
          <w:rPr>
            <w:webHidden/>
          </w:rPr>
          <w:instrText xml:space="preserve"> PAGEREF _Toc195610646 \h </w:instrText>
        </w:r>
        <w:r>
          <w:rPr>
            <w:webHidden/>
          </w:rPr>
        </w:r>
        <w:r>
          <w:rPr>
            <w:webHidden/>
          </w:rPr>
          <w:fldChar w:fldCharType="separate"/>
        </w:r>
        <w:r w:rsidR="00913937">
          <w:rPr>
            <w:webHidden/>
          </w:rPr>
          <w:t>32</w:t>
        </w:r>
        <w:r>
          <w:rPr>
            <w:webHidden/>
          </w:rPr>
          <w:fldChar w:fldCharType="end"/>
        </w:r>
      </w:hyperlink>
    </w:p>
    <w:p w14:paraId="1386ABA6" w14:textId="393979FF" w:rsidR="009F7B37" w:rsidRDefault="009F7B37">
      <w:pPr>
        <w:pStyle w:val="TM1"/>
        <w:rPr>
          <w:rFonts w:asciiTheme="minorHAnsi" w:eastAsiaTheme="minorEastAsia" w:hAnsiTheme="minorHAnsi" w:cstheme="minorBidi"/>
          <w:bCs w:val="0"/>
          <w:iCs w:val="0"/>
          <w:color w:val="auto"/>
          <w:kern w:val="2"/>
          <w:sz w:val="24"/>
          <w:szCs w:val="24"/>
          <w14:ligatures w14:val="standardContextual"/>
        </w:rPr>
      </w:pPr>
      <w:hyperlink w:anchor="_Toc195610647" w:history="1">
        <w:r w:rsidRPr="00AE55A8">
          <w:rPr>
            <w:rStyle w:val="Lienhypertexte"/>
          </w:rPr>
          <w:t>IMPRESSIONS AUSTRALIENNES</w:t>
        </w:r>
        <w:r>
          <w:rPr>
            <w:webHidden/>
          </w:rPr>
          <w:tab/>
        </w:r>
        <w:r>
          <w:rPr>
            <w:webHidden/>
          </w:rPr>
          <w:fldChar w:fldCharType="begin"/>
        </w:r>
        <w:r>
          <w:rPr>
            <w:webHidden/>
          </w:rPr>
          <w:instrText xml:space="preserve"> PAGEREF _Toc195610647 \h </w:instrText>
        </w:r>
        <w:r>
          <w:rPr>
            <w:webHidden/>
          </w:rPr>
        </w:r>
        <w:r>
          <w:rPr>
            <w:webHidden/>
          </w:rPr>
          <w:fldChar w:fldCharType="separate"/>
        </w:r>
        <w:r w:rsidR="00913937">
          <w:rPr>
            <w:webHidden/>
          </w:rPr>
          <w:t>36</w:t>
        </w:r>
        <w:r>
          <w:rPr>
            <w:webHidden/>
          </w:rPr>
          <w:fldChar w:fldCharType="end"/>
        </w:r>
      </w:hyperlink>
    </w:p>
    <w:p w14:paraId="3073BBD9" w14:textId="340DF02B" w:rsidR="009F7B37" w:rsidRDefault="009F7B37">
      <w:pPr>
        <w:pStyle w:val="TM2"/>
        <w:rPr>
          <w:rFonts w:asciiTheme="minorHAnsi" w:eastAsiaTheme="minorEastAsia" w:hAnsiTheme="minorHAnsi" w:cstheme="minorBidi"/>
          <w:color w:val="auto"/>
          <w:kern w:val="2"/>
          <w:sz w:val="24"/>
          <w14:ligatures w14:val="standardContextual"/>
        </w:rPr>
      </w:pPr>
      <w:hyperlink w:anchor="_Toc195610648" w:history="1">
        <w:r w:rsidRPr="00AE55A8">
          <w:rPr>
            <w:rStyle w:val="Lienhypertexte"/>
          </w:rPr>
          <w:t>LES VILLES</w:t>
        </w:r>
        <w:r>
          <w:rPr>
            <w:webHidden/>
          </w:rPr>
          <w:tab/>
        </w:r>
        <w:r>
          <w:rPr>
            <w:webHidden/>
          </w:rPr>
          <w:fldChar w:fldCharType="begin"/>
        </w:r>
        <w:r>
          <w:rPr>
            <w:webHidden/>
          </w:rPr>
          <w:instrText xml:space="preserve"> PAGEREF _Toc195610648 \h </w:instrText>
        </w:r>
        <w:r>
          <w:rPr>
            <w:webHidden/>
          </w:rPr>
        </w:r>
        <w:r>
          <w:rPr>
            <w:webHidden/>
          </w:rPr>
          <w:fldChar w:fldCharType="separate"/>
        </w:r>
        <w:r w:rsidR="00913937">
          <w:rPr>
            <w:webHidden/>
          </w:rPr>
          <w:t>37</w:t>
        </w:r>
        <w:r>
          <w:rPr>
            <w:webHidden/>
          </w:rPr>
          <w:fldChar w:fldCharType="end"/>
        </w:r>
      </w:hyperlink>
    </w:p>
    <w:p w14:paraId="62FA44AE" w14:textId="034DDE9E" w:rsidR="009F7B37" w:rsidRDefault="009F7B37">
      <w:pPr>
        <w:pStyle w:val="TM2"/>
        <w:rPr>
          <w:rFonts w:asciiTheme="minorHAnsi" w:eastAsiaTheme="minorEastAsia" w:hAnsiTheme="minorHAnsi" w:cstheme="minorBidi"/>
          <w:color w:val="auto"/>
          <w:kern w:val="2"/>
          <w:sz w:val="24"/>
          <w14:ligatures w14:val="standardContextual"/>
        </w:rPr>
      </w:pPr>
      <w:hyperlink w:anchor="_Toc195610649" w:history="1">
        <w:r w:rsidRPr="00AE55A8">
          <w:rPr>
            <w:rStyle w:val="Lienhypertexte"/>
          </w:rPr>
          <w:t>ÇÀ ET LÀ</w:t>
        </w:r>
        <w:r>
          <w:rPr>
            <w:webHidden/>
          </w:rPr>
          <w:tab/>
        </w:r>
        <w:r>
          <w:rPr>
            <w:webHidden/>
          </w:rPr>
          <w:fldChar w:fldCharType="begin"/>
        </w:r>
        <w:r>
          <w:rPr>
            <w:webHidden/>
          </w:rPr>
          <w:instrText xml:space="preserve"> PAGEREF _Toc195610649 \h </w:instrText>
        </w:r>
        <w:r>
          <w:rPr>
            <w:webHidden/>
          </w:rPr>
        </w:r>
        <w:r>
          <w:rPr>
            <w:webHidden/>
          </w:rPr>
          <w:fldChar w:fldCharType="separate"/>
        </w:r>
        <w:r w:rsidR="00913937">
          <w:rPr>
            <w:webHidden/>
          </w:rPr>
          <w:t>40</w:t>
        </w:r>
        <w:r>
          <w:rPr>
            <w:webHidden/>
          </w:rPr>
          <w:fldChar w:fldCharType="end"/>
        </w:r>
      </w:hyperlink>
    </w:p>
    <w:p w14:paraId="3629A0AD" w14:textId="1532CB1A" w:rsidR="009F7B37" w:rsidRDefault="009F7B37">
      <w:pPr>
        <w:pStyle w:val="TM2"/>
        <w:rPr>
          <w:rFonts w:asciiTheme="minorHAnsi" w:eastAsiaTheme="minorEastAsia" w:hAnsiTheme="minorHAnsi" w:cstheme="minorBidi"/>
          <w:color w:val="auto"/>
          <w:kern w:val="2"/>
          <w:sz w:val="24"/>
          <w14:ligatures w14:val="standardContextual"/>
        </w:rPr>
      </w:pPr>
      <w:hyperlink w:anchor="_Toc195610650" w:history="1">
        <w:r w:rsidRPr="00AE55A8">
          <w:rPr>
            <w:rStyle w:val="Lienhypertexte"/>
          </w:rPr>
          <w:t>UNE STATION DANS L’ÉTAT DE VICTORIA</w:t>
        </w:r>
        <w:r>
          <w:rPr>
            <w:webHidden/>
          </w:rPr>
          <w:tab/>
        </w:r>
        <w:r>
          <w:rPr>
            <w:webHidden/>
          </w:rPr>
          <w:fldChar w:fldCharType="begin"/>
        </w:r>
        <w:r>
          <w:rPr>
            <w:webHidden/>
          </w:rPr>
          <w:instrText xml:space="preserve"> PAGEREF _Toc195610650 \h </w:instrText>
        </w:r>
        <w:r>
          <w:rPr>
            <w:webHidden/>
          </w:rPr>
        </w:r>
        <w:r>
          <w:rPr>
            <w:webHidden/>
          </w:rPr>
          <w:fldChar w:fldCharType="separate"/>
        </w:r>
        <w:r w:rsidR="00913937">
          <w:rPr>
            <w:webHidden/>
          </w:rPr>
          <w:t>44</w:t>
        </w:r>
        <w:r>
          <w:rPr>
            <w:webHidden/>
          </w:rPr>
          <w:fldChar w:fldCharType="end"/>
        </w:r>
      </w:hyperlink>
    </w:p>
    <w:p w14:paraId="7605E20A" w14:textId="043F3F9A" w:rsidR="009F7B37" w:rsidRDefault="009F7B37">
      <w:pPr>
        <w:pStyle w:val="TM2"/>
        <w:rPr>
          <w:rFonts w:asciiTheme="minorHAnsi" w:eastAsiaTheme="minorEastAsia" w:hAnsiTheme="minorHAnsi" w:cstheme="minorBidi"/>
          <w:color w:val="auto"/>
          <w:kern w:val="2"/>
          <w:sz w:val="24"/>
          <w14:ligatures w14:val="standardContextual"/>
        </w:rPr>
      </w:pPr>
      <w:hyperlink w:anchor="_Toc195610651" w:history="1">
        <w:r w:rsidRPr="00AE55A8">
          <w:rPr>
            <w:rStyle w:val="Lienhypertexte"/>
          </w:rPr>
          <w:t>EN CAMP VOLANT DANS LE BUSH</w:t>
        </w:r>
        <w:r>
          <w:rPr>
            <w:webHidden/>
          </w:rPr>
          <w:tab/>
        </w:r>
        <w:r>
          <w:rPr>
            <w:webHidden/>
          </w:rPr>
          <w:fldChar w:fldCharType="begin"/>
        </w:r>
        <w:r>
          <w:rPr>
            <w:webHidden/>
          </w:rPr>
          <w:instrText xml:space="preserve"> PAGEREF _Toc195610651 \h </w:instrText>
        </w:r>
        <w:r>
          <w:rPr>
            <w:webHidden/>
          </w:rPr>
        </w:r>
        <w:r>
          <w:rPr>
            <w:webHidden/>
          </w:rPr>
          <w:fldChar w:fldCharType="separate"/>
        </w:r>
        <w:r w:rsidR="00913937">
          <w:rPr>
            <w:webHidden/>
          </w:rPr>
          <w:t>49</w:t>
        </w:r>
        <w:r>
          <w:rPr>
            <w:webHidden/>
          </w:rPr>
          <w:fldChar w:fldCharType="end"/>
        </w:r>
      </w:hyperlink>
    </w:p>
    <w:p w14:paraId="5ABD87A0" w14:textId="514D0653" w:rsidR="009F7B37" w:rsidRDefault="009F7B37">
      <w:pPr>
        <w:pStyle w:val="TM2"/>
        <w:rPr>
          <w:rFonts w:asciiTheme="minorHAnsi" w:eastAsiaTheme="minorEastAsia" w:hAnsiTheme="minorHAnsi" w:cstheme="minorBidi"/>
          <w:color w:val="auto"/>
          <w:kern w:val="2"/>
          <w:sz w:val="24"/>
          <w14:ligatures w14:val="standardContextual"/>
        </w:rPr>
      </w:pPr>
      <w:hyperlink w:anchor="_Toc195610652" w:history="1">
        <w:r w:rsidRPr="00AE55A8">
          <w:rPr>
            <w:rStyle w:val="Lienhypertexte"/>
          </w:rPr>
          <w:t>NOËL AUX ANTIPODES</w:t>
        </w:r>
        <w:r>
          <w:rPr>
            <w:webHidden/>
          </w:rPr>
          <w:tab/>
        </w:r>
        <w:r>
          <w:rPr>
            <w:webHidden/>
          </w:rPr>
          <w:fldChar w:fldCharType="begin"/>
        </w:r>
        <w:r>
          <w:rPr>
            <w:webHidden/>
          </w:rPr>
          <w:instrText xml:space="preserve"> PAGEREF _Toc195610652 \h </w:instrText>
        </w:r>
        <w:r>
          <w:rPr>
            <w:webHidden/>
          </w:rPr>
        </w:r>
        <w:r>
          <w:rPr>
            <w:webHidden/>
          </w:rPr>
          <w:fldChar w:fldCharType="separate"/>
        </w:r>
        <w:r w:rsidR="00913937">
          <w:rPr>
            <w:webHidden/>
          </w:rPr>
          <w:t>56</w:t>
        </w:r>
        <w:r>
          <w:rPr>
            <w:webHidden/>
          </w:rPr>
          <w:fldChar w:fldCharType="end"/>
        </w:r>
      </w:hyperlink>
    </w:p>
    <w:p w14:paraId="3408F7D7" w14:textId="628D2C85" w:rsidR="009F7B37" w:rsidRDefault="009F7B37">
      <w:pPr>
        <w:pStyle w:val="TM2"/>
        <w:rPr>
          <w:rFonts w:asciiTheme="minorHAnsi" w:eastAsiaTheme="minorEastAsia" w:hAnsiTheme="minorHAnsi" w:cstheme="minorBidi"/>
          <w:color w:val="auto"/>
          <w:kern w:val="2"/>
          <w:sz w:val="24"/>
          <w14:ligatures w14:val="standardContextual"/>
        </w:rPr>
      </w:pPr>
      <w:hyperlink w:anchor="_Toc195610653" w:history="1">
        <w:r w:rsidRPr="00AE55A8">
          <w:rPr>
            <w:rStyle w:val="Lienhypertexte"/>
          </w:rPr>
          <w:t>TRAQUISME</w:t>
        </w:r>
        <w:r>
          <w:rPr>
            <w:webHidden/>
          </w:rPr>
          <w:tab/>
        </w:r>
        <w:r>
          <w:rPr>
            <w:webHidden/>
          </w:rPr>
          <w:fldChar w:fldCharType="begin"/>
        </w:r>
        <w:r>
          <w:rPr>
            <w:webHidden/>
          </w:rPr>
          <w:instrText xml:space="preserve"> PAGEREF _Toc195610653 \h </w:instrText>
        </w:r>
        <w:r>
          <w:rPr>
            <w:webHidden/>
          </w:rPr>
        </w:r>
        <w:r>
          <w:rPr>
            <w:webHidden/>
          </w:rPr>
          <w:fldChar w:fldCharType="separate"/>
        </w:r>
        <w:r w:rsidR="00913937">
          <w:rPr>
            <w:webHidden/>
          </w:rPr>
          <w:t>62</w:t>
        </w:r>
        <w:r>
          <w:rPr>
            <w:webHidden/>
          </w:rPr>
          <w:fldChar w:fldCharType="end"/>
        </w:r>
      </w:hyperlink>
    </w:p>
    <w:p w14:paraId="5718D077" w14:textId="43FBCD50" w:rsidR="009F7B37" w:rsidRDefault="009F7B37">
      <w:pPr>
        <w:pStyle w:val="TM2"/>
        <w:rPr>
          <w:rFonts w:asciiTheme="minorHAnsi" w:eastAsiaTheme="minorEastAsia" w:hAnsiTheme="minorHAnsi" w:cstheme="minorBidi"/>
          <w:color w:val="auto"/>
          <w:kern w:val="2"/>
          <w:sz w:val="24"/>
          <w14:ligatures w14:val="standardContextual"/>
        </w:rPr>
      </w:pPr>
      <w:hyperlink w:anchor="_Toc195610654" w:history="1">
        <w:r w:rsidRPr="00AE55A8">
          <w:rPr>
            <w:rStyle w:val="Lienhypertexte"/>
          </w:rPr>
          <w:t>BENDIGO</w:t>
        </w:r>
        <w:r>
          <w:rPr>
            <w:webHidden/>
          </w:rPr>
          <w:tab/>
        </w:r>
        <w:r>
          <w:rPr>
            <w:webHidden/>
          </w:rPr>
          <w:fldChar w:fldCharType="begin"/>
        </w:r>
        <w:r>
          <w:rPr>
            <w:webHidden/>
          </w:rPr>
          <w:instrText xml:space="preserve"> PAGEREF _Toc195610654 \h </w:instrText>
        </w:r>
        <w:r>
          <w:rPr>
            <w:webHidden/>
          </w:rPr>
        </w:r>
        <w:r>
          <w:rPr>
            <w:webHidden/>
          </w:rPr>
          <w:fldChar w:fldCharType="separate"/>
        </w:r>
        <w:r w:rsidR="00913937">
          <w:rPr>
            <w:webHidden/>
          </w:rPr>
          <w:t>68</w:t>
        </w:r>
        <w:r>
          <w:rPr>
            <w:webHidden/>
          </w:rPr>
          <w:fldChar w:fldCharType="end"/>
        </w:r>
      </w:hyperlink>
    </w:p>
    <w:p w14:paraId="6E024B81" w14:textId="5CE0C445" w:rsidR="009F7B37" w:rsidRDefault="009F7B37">
      <w:pPr>
        <w:pStyle w:val="TM2"/>
        <w:rPr>
          <w:rFonts w:asciiTheme="minorHAnsi" w:eastAsiaTheme="minorEastAsia" w:hAnsiTheme="minorHAnsi" w:cstheme="minorBidi"/>
          <w:color w:val="auto"/>
          <w:kern w:val="2"/>
          <w:sz w:val="24"/>
          <w14:ligatures w14:val="standardContextual"/>
        </w:rPr>
      </w:pPr>
      <w:hyperlink w:anchor="_Toc195610655" w:history="1">
        <w:r w:rsidRPr="00AE55A8">
          <w:rPr>
            <w:rStyle w:val="Lienhypertexte"/>
          </w:rPr>
          <w:t>JAMBOREE</w:t>
        </w:r>
        <w:r>
          <w:rPr>
            <w:webHidden/>
          </w:rPr>
          <w:tab/>
        </w:r>
        <w:r>
          <w:rPr>
            <w:webHidden/>
          </w:rPr>
          <w:fldChar w:fldCharType="begin"/>
        </w:r>
        <w:r>
          <w:rPr>
            <w:webHidden/>
          </w:rPr>
          <w:instrText xml:space="preserve"> PAGEREF _Toc195610655 \h </w:instrText>
        </w:r>
        <w:r>
          <w:rPr>
            <w:webHidden/>
          </w:rPr>
        </w:r>
        <w:r>
          <w:rPr>
            <w:webHidden/>
          </w:rPr>
          <w:fldChar w:fldCharType="separate"/>
        </w:r>
        <w:r w:rsidR="00913937">
          <w:rPr>
            <w:webHidden/>
          </w:rPr>
          <w:t>71</w:t>
        </w:r>
        <w:r>
          <w:rPr>
            <w:webHidden/>
          </w:rPr>
          <w:fldChar w:fldCharType="end"/>
        </w:r>
      </w:hyperlink>
    </w:p>
    <w:p w14:paraId="691791BE" w14:textId="7F203079" w:rsidR="009F7B37" w:rsidRDefault="009F7B37">
      <w:pPr>
        <w:pStyle w:val="TM1"/>
        <w:rPr>
          <w:rFonts w:asciiTheme="minorHAnsi" w:eastAsiaTheme="minorEastAsia" w:hAnsiTheme="minorHAnsi" w:cstheme="minorBidi"/>
          <w:bCs w:val="0"/>
          <w:iCs w:val="0"/>
          <w:color w:val="auto"/>
          <w:kern w:val="2"/>
          <w:sz w:val="24"/>
          <w:szCs w:val="24"/>
          <w14:ligatures w14:val="standardContextual"/>
        </w:rPr>
      </w:pPr>
      <w:hyperlink w:anchor="_Toc195610656" w:history="1">
        <w:r w:rsidRPr="00AE55A8">
          <w:rPr>
            <w:rStyle w:val="Lienhypertexte"/>
          </w:rPr>
          <w:t>DANS LES MERS DU SUD</w:t>
        </w:r>
        <w:r>
          <w:rPr>
            <w:webHidden/>
          </w:rPr>
          <w:tab/>
        </w:r>
        <w:r>
          <w:rPr>
            <w:webHidden/>
          </w:rPr>
          <w:fldChar w:fldCharType="begin"/>
        </w:r>
        <w:r>
          <w:rPr>
            <w:webHidden/>
          </w:rPr>
          <w:instrText xml:space="preserve"> PAGEREF _Toc195610656 \h </w:instrText>
        </w:r>
        <w:r>
          <w:rPr>
            <w:webHidden/>
          </w:rPr>
        </w:r>
        <w:r>
          <w:rPr>
            <w:webHidden/>
          </w:rPr>
          <w:fldChar w:fldCharType="separate"/>
        </w:r>
        <w:r w:rsidR="00913937">
          <w:rPr>
            <w:webHidden/>
          </w:rPr>
          <w:t>74</w:t>
        </w:r>
        <w:r>
          <w:rPr>
            <w:webHidden/>
          </w:rPr>
          <w:fldChar w:fldCharType="end"/>
        </w:r>
      </w:hyperlink>
    </w:p>
    <w:p w14:paraId="483F05DB" w14:textId="77242C39" w:rsidR="009F7B37" w:rsidRDefault="009F7B37">
      <w:pPr>
        <w:pStyle w:val="TM2"/>
        <w:rPr>
          <w:rFonts w:asciiTheme="minorHAnsi" w:eastAsiaTheme="minorEastAsia" w:hAnsiTheme="minorHAnsi" w:cstheme="minorBidi"/>
          <w:color w:val="auto"/>
          <w:kern w:val="2"/>
          <w:sz w:val="24"/>
          <w14:ligatures w14:val="standardContextual"/>
        </w:rPr>
      </w:pPr>
      <w:hyperlink w:anchor="_Toc195610657" w:history="1">
        <w:r w:rsidRPr="00AE55A8">
          <w:rPr>
            <w:rStyle w:val="Lienhypertexte"/>
          </w:rPr>
          <w:t>À BORD DU LAPÉROUSE</w:t>
        </w:r>
        <w:r>
          <w:rPr>
            <w:webHidden/>
          </w:rPr>
          <w:tab/>
        </w:r>
        <w:r>
          <w:rPr>
            <w:webHidden/>
          </w:rPr>
          <w:fldChar w:fldCharType="begin"/>
        </w:r>
        <w:r>
          <w:rPr>
            <w:webHidden/>
          </w:rPr>
          <w:instrText xml:space="preserve"> PAGEREF _Toc195610657 \h </w:instrText>
        </w:r>
        <w:r>
          <w:rPr>
            <w:webHidden/>
          </w:rPr>
        </w:r>
        <w:r>
          <w:rPr>
            <w:webHidden/>
          </w:rPr>
          <w:fldChar w:fldCharType="separate"/>
        </w:r>
        <w:r w:rsidR="00913937">
          <w:rPr>
            <w:webHidden/>
          </w:rPr>
          <w:t>75</w:t>
        </w:r>
        <w:r>
          <w:rPr>
            <w:webHidden/>
          </w:rPr>
          <w:fldChar w:fldCharType="end"/>
        </w:r>
      </w:hyperlink>
    </w:p>
    <w:p w14:paraId="34D0889D" w14:textId="37E01049" w:rsidR="009F7B37" w:rsidRDefault="009F7B37">
      <w:pPr>
        <w:pStyle w:val="TM2"/>
        <w:rPr>
          <w:rFonts w:asciiTheme="minorHAnsi" w:eastAsiaTheme="minorEastAsia" w:hAnsiTheme="minorHAnsi" w:cstheme="minorBidi"/>
          <w:color w:val="auto"/>
          <w:kern w:val="2"/>
          <w:sz w:val="24"/>
          <w14:ligatures w14:val="standardContextual"/>
        </w:rPr>
      </w:pPr>
      <w:hyperlink w:anchor="_Toc195610658" w:history="1">
        <w:r w:rsidRPr="00AE55A8">
          <w:rPr>
            <w:rStyle w:val="Lienhypertexte"/>
          </w:rPr>
          <w:t>PILOU-PILOU À NOUMÉA</w:t>
        </w:r>
        <w:r>
          <w:rPr>
            <w:webHidden/>
          </w:rPr>
          <w:tab/>
        </w:r>
        <w:r>
          <w:rPr>
            <w:webHidden/>
          </w:rPr>
          <w:fldChar w:fldCharType="begin"/>
        </w:r>
        <w:r>
          <w:rPr>
            <w:webHidden/>
          </w:rPr>
          <w:instrText xml:space="preserve"> PAGEREF _Toc195610658 \h </w:instrText>
        </w:r>
        <w:r>
          <w:rPr>
            <w:webHidden/>
          </w:rPr>
        </w:r>
        <w:r>
          <w:rPr>
            <w:webHidden/>
          </w:rPr>
          <w:fldChar w:fldCharType="separate"/>
        </w:r>
        <w:r w:rsidR="00913937">
          <w:rPr>
            <w:webHidden/>
          </w:rPr>
          <w:t>80</w:t>
        </w:r>
        <w:r>
          <w:rPr>
            <w:webHidden/>
          </w:rPr>
          <w:fldChar w:fldCharType="end"/>
        </w:r>
      </w:hyperlink>
    </w:p>
    <w:p w14:paraId="3F15B1A6" w14:textId="3688A0CF" w:rsidR="009F7B37" w:rsidRDefault="009F7B37">
      <w:pPr>
        <w:pStyle w:val="TM2"/>
        <w:rPr>
          <w:rFonts w:asciiTheme="minorHAnsi" w:eastAsiaTheme="minorEastAsia" w:hAnsiTheme="minorHAnsi" w:cstheme="minorBidi"/>
          <w:color w:val="auto"/>
          <w:kern w:val="2"/>
          <w:sz w:val="24"/>
          <w14:ligatures w14:val="standardContextual"/>
        </w:rPr>
      </w:pPr>
      <w:hyperlink w:anchor="_Toc195610659" w:history="1">
        <w:r w:rsidRPr="00AE55A8">
          <w:rPr>
            <w:rStyle w:val="Lienhypertexte"/>
          </w:rPr>
          <w:t>EN FORÊT</w:t>
        </w:r>
        <w:r>
          <w:rPr>
            <w:webHidden/>
          </w:rPr>
          <w:tab/>
        </w:r>
        <w:r>
          <w:rPr>
            <w:webHidden/>
          </w:rPr>
          <w:fldChar w:fldCharType="begin"/>
        </w:r>
        <w:r>
          <w:rPr>
            <w:webHidden/>
          </w:rPr>
          <w:instrText xml:space="preserve"> PAGEREF _Toc195610659 \h </w:instrText>
        </w:r>
        <w:r>
          <w:rPr>
            <w:webHidden/>
          </w:rPr>
        </w:r>
        <w:r>
          <w:rPr>
            <w:webHidden/>
          </w:rPr>
          <w:fldChar w:fldCharType="separate"/>
        </w:r>
        <w:r w:rsidR="00913937">
          <w:rPr>
            <w:webHidden/>
          </w:rPr>
          <w:t>85</w:t>
        </w:r>
        <w:r>
          <w:rPr>
            <w:webHidden/>
          </w:rPr>
          <w:fldChar w:fldCharType="end"/>
        </w:r>
      </w:hyperlink>
    </w:p>
    <w:p w14:paraId="3E4CF323" w14:textId="0B3EE2AA" w:rsidR="009F7B37" w:rsidRDefault="009F7B37">
      <w:pPr>
        <w:pStyle w:val="TM2"/>
        <w:rPr>
          <w:rFonts w:asciiTheme="minorHAnsi" w:eastAsiaTheme="minorEastAsia" w:hAnsiTheme="minorHAnsi" w:cstheme="minorBidi"/>
          <w:color w:val="auto"/>
          <w:kern w:val="2"/>
          <w:sz w:val="24"/>
          <w14:ligatures w14:val="standardContextual"/>
        </w:rPr>
      </w:pPr>
      <w:hyperlink w:anchor="_Toc195610660" w:history="1">
        <w:r w:rsidRPr="00AE55A8">
          <w:rPr>
            <w:rStyle w:val="Lienhypertexte"/>
          </w:rPr>
          <w:t>LA LÉGENDE DES PALÉTUVIERS</w:t>
        </w:r>
        <w:r>
          <w:rPr>
            <w:webHidden/>
          </w:rPr>
          <w:tab/>
        </w:r>
        <w:r>
          <w:rPr>
            <w:webHidden/>
          </w:rPr>
          <w:fldChar w:fldCharType="begin"/>
        </w:r>
        <w:r>
          <w:rPr>
            <w:webHidden/>
          </w:rPr>
          <w:instrText xml:space="preserve"> PAGEREF _Toc195610660 \h </w:instrText>
        </w:r>
        <w:r>
          <w:rPr>
            <w:webHidden/>
          </w:rPr>
        </w:r>
        <w:r>
          <w:rPr>
            <w:webHidden/>
          </w:rPr>
          <w:fldChar w:fldCharType="separate"/>
        </w:r>
        <w:r w:rsidR="00913937">
          <w:rPr>
            <w:webHidden/>
          </w:rPr>
          <w:t>89</w:t>
        </w:r>
        <w:r>
          <w:rPr>
            <w:webHidden/>
          </w:rPr>
          <w:fldChar w:fldCharType="end"/>
        </w:r>
      </w:hyperlink>
    </w:p>
    <w:p w14:paraId="29186AA5" w14:textId="015A404B" w:rsidR="009F7B37" w:rsidRDefault="009F7B37">
      <w:pPr>
        <w:pStyle w:val="TM2"/>
        <w:rPr>
          <w:rFonts w:asciiTheme="minorHAnsi" w:eastAsiaTheme="minorEastAsia" w:hAnsiTheme="minorHAnsi" w:cstheme="minorBidi"/>
          <w:color w:val="auto"/>
          <w:kern w:val="2"/>
          <w:sz w:val="24"/>
          <w14:ligatures w14:val="standardContextual"/>
        </w:rPr>
      </w:pPr>
      <w:hyperlink w:anchor="_Toc195610661" w:history="1">
        <w:r w:rsidRPr="00AE55A8">
          <w:rPr>
            <w:rStyle w:val="Lienhypertexte"/>
          </w:rPr>
          <w:t>DE QUELQUES REQUINS À PORT-VILA</w:t>
        </w:r>
        <w:r>
          <w:rPr>
            <w:webHidden/>
          </w:rPr>
          <w:tab/>
        </w:r>
        <w:r>
          <w:rPr>
            <w:webHidden/>
          </w:rPr>
          <w:fldChar w:fldCharType="begin"/>
        </w:r>
        <w:r>
          <w:rPr>
            <w:webHidden/>
          </w:rPr>
          <w:instrText xml:space="preserve"> PAGEREF _Toc195610661 \h </w:instrText>
        </w:r>
        <w:r>
          <w:rPr>
            <w:webHidden/>
          </w:rPr>
        </w:r>
        <w:r>
          <w:rPr>
            <w:webHidden/>
          </w:rPr>
          <w:fldChar w:fldCharType="separate"/>
        </w:r>
        <w:r w:rsidR="00913937">
          <w:rPr>
            <w:webHidden/>
          </w:rPr>
          <w:t>92</w:t>
        </w:r>
        <w:r>
          <w:rPr>
            <w:webHidden/>
          </w:rPr>
          <w:fldChar w:fldCharType="end"/>
        </w:r>
      </w:hyperlink>
    </w:p>
    <w:p w14:paraId="28C0091F" w14:textId="709166A5" w:rsidR="009F7B37" w:rsidRDefault="009F7B37">
      <w:pPr>
        <w:pStyle w:val="TM1"/>
        <w:rPr>
          <w:rFonts w:asciiTheme="minorHAnsi" w:eastAsiaTheme="minorEastAsia" w:hAnsiTheme="minorHAnsi" w:cstheme="minorBidi"/>
          <w:bCs w:val="0"/>
          <w:iCs w:val="0"/>
          <w:color w:val="auto"/>
          <w:kern w:val="2"/>
          <w:sz w:val="24"/>
          <w:szCs w:val="24"/>
          <w14:ligatures w14:val="standardContextual"/>
        </w:rPr>
      </w:pPr>
      <w:hyperlink w:anchor="_Toc195610662" w:history="1">
        <w:r w:rsidRPr="00AE55A8">
          <w:rPr>
            <w:rStyle w:val="Lienhypertexte"/>
          </w:rPr>
          <w:t>LES ÎLES FLEURIES</w:t>
        </w:r>
        <w:r>
          <w:rPr>
            <w:webHidden/>
          </w:rPr>
          <w:tab/>
        </w:r>
        <w:r>
          <w:rPr>
            <w:webHidden/>
          </w:rPr>
          <w:fldChar w:fldCharType="begin"/>
        </w:r>
        <w:r>
          <w:rPr>
            <w:webHidden/>
          </w:rPr>
          <w:instrText xml:space="preserve"> PAGEREF _Toc195610662 \h </w:instrText>
        </w:r>
        <w:r>
          <w:rPr>
            <w:webHidden/>
          </w:rPr>
        </w:r>
        <w:r>
          <w:rPr>
            <w:webHidden/>
          </w:rPr>
          <w:fldChar w:fldCharType="separate"/>
        </w:r>
        <w:r w:rsidR="00913937">
          <w:rPr>
            <w:webHidden/>
          </w:rPr>
          <w:t>97</w:t>
        </w:r>
        <w:r>
          <w:rPr>
            <w:webHidden/>
          </w:rPr>
          <w:fldChar w:fldCharType="end"/>
        </w:r>
      </w:hyperlink>
    </w:p>
    <w:p w14:paraId="6A2AA12F" w14:textId="663BC0CA" w:rsidR="009F7B37" w:rsidRDefault="009F7B37">
      <w:pPr>
        <w:pStyle w:val="TM2"/>
        <w:rPr>
          <w:rFonts w:asciiTheme="minorHAnsi" w:eastAsiaTheme="minorEastAsia" w:hAnsiTheme="minorHAnsi" w:cstheme="minorBidi"/>
          <w:color w:val="auto"/>
          <w:kern w:val="2"/>
          <w:sz w:val="24"/>
          <w14:ligatures w14:val="standardContextual"/>
        </w:rPr>
      </w:pPr>
      <w:hyperlink w:anchor="_Toc195610663" w:history="1">
        <w:r w:rsidRPr="00AE55A8">
          <w:rPr>
            <w:rStyle w:val="Lienhypertexte"/>
          </w:rPr>
          <w:t>RAIATEA</w:t>
        </w:r>
        <w:r>
          <w:rPr>
            <w:webHidden/>
          </w:rPr>
          <w:tab/>
        </w:r>
        <w:r>
          <w:rPr>
            <w:webHidden/>
          </w:rPr>
          <w:fldChar w:fldCharType="begin"/>
        </w:r>
        <w:r>
          <w:rPr>
            <w:webHidden/>
          </w:rPr>
          <w:instrText xml:space="preserve"> PAGEREF _Toc195610663 \h </w:instrText>
        </w:r>
        <w:r>
          <w:rPr>
            <w:webHidden/>
          </w:rPr>
        </w:r>
        <w:r>
          <w:rPr>
            <w:webHidden/>
          </w:rPr>
          <w:fldChar w:fldCharType="separate"/>
        </w:r>
        <w:r w:rsidR="00913937">
          <w:rPr>
            <w:webHidden/>
          </w:rPr>
          <w:t>98</w:t>
        </w:r>
        <w:r>
          <w:rPr>
            <w:webHidden/>
          </w:rPr>
          <w:fldChar w:fldCharType="end"/>
        </w:r>
      </w:hyperlink>
    </w:p>
    <w:p w14:paraId="00766763" w14:textId="04FD1D1D" w:rsidR="009F7B37" w:rsidRDefault="009F7B37">
      <w:pPr>
        <w:pStyle w:val="TM2"/>
        <w:rPr>
          <w:rFonts w:asciiTheme="minorHAnsi" w:eastAsiaTheme="minorEastAsia" w:hAnsiTheme="minorHAnsi" w:cstheme="minorBidi"/>
          <w:color w:val="auto"/>
          <w:kern w:val="2"/>
          <w:sz w:val="24"/>
          <w14:ligatures w14:val="standardContextual"/>
        </w:rPr>
      </w:pPr>
      <w:hyperlink w:anchor="_Toc195610664" w:history="1">
        <w:r w:rsidRPr="00AE55A8">
          <w:rPr>
            <w:rStyle w:val="Lienhypertexte"/>
          </w:rPr>
          <w:t>IA ORA NA TAHITI</w:t>
        </w:r>
        <w:r>
          <w:rPr>
            <w:webHidden/>
          </w:rPr>
          <w:tab/>
        </w:r>
        <w:r>
          <w:rPr>
            <w:webHidden/>
          </w:rPr>
          <w:fldChar w:fldCharType="begin"/>
        </w:r>
        <w:r>
          <w:rPr>
            <w:webHidden/>
          </w:rPr>
          <w:instrText xml:space="preserve"> PAGEREF _Toc195610664 \h </w:instrText>
        </w:r>
        <w:r>
          <w:rPr>
            <w:webHidden/>
          </w:rPr>
        </w:r>
        <w:r>
          <w:rPr>
            <w:webHidden/>
          </w:rPr>
          <w:fldChar w:fldCharType="separate"/>
        </w:r>
        <w:r w:rsidR="00913937">
          <w:rPr>
            <w:webHidden/>
          </w:rPr>
          <w:t>100</w:t>
        </w:r>
        <w:r>
          <w:rPr>
            <w:webHidden/>
          </w:rPr>
          <w:fldChar w:fldCharType="end"/>
        </w:r>
      </w:hyperlink>
    </w:p>
    <w:p w14:paraId="5968F63D" w14:textId="616B2572" w:rsidR="009F7B37" w:rsidRDefault="009F7B37">
      <w:pPr>
        <w:pStyle w:val="TM2"/>
        <w:rPr>
          <w:rFonts w:asciiTheme="minorHAnsi" w:eastAsiaTheme="minorEastAsia" w:hAnsiTheme="minorHAnsi" w:cstheme="minorBidi"/>
          <w:color w:val="auto"/>
          <w:kern w:val="2"/>
          <w:sz w:val="24"/>
          <w14:ligatures w14:val="standardContextual"/>
        </w:rPr>
      </w:pPr>
      <w:hyperlink w:anchor="_Toc195610665" w:history="1">
        <w:r w:rsidRPr="00AE55A8">
          <w:rPr>
            <w:rStyle w:val="Lienhypertexte"/>
          </w:rPr>
          <w:t>LES LÉPREUX</w:t>
        </w:r>
        <w:r>
          <w:rPr>
            <w:webHidden/>
          </w:rPr>
          <w:tab/>
        </w:r>
        <w:r>
          <w:rPr>
            <w:webHidden/>
          </w:rPr>
          <w:fldChar w:fldCharType="begin"/>
        </w:r>
        <w:r>
          <w:rPr>
            <w:webHidden/>
          </w:rPr>
          <w:instrText xml:space="preserve"> PAGEREF _Toc195610665 \h </w:instrText>
        </w:r>
        <w:r>
          <w:rPr>
            <w:webHidden/>
          </w:rPr>
        </w:r>
        <w:r>
          <w:rPr>
            <w:webHidden/>
          </w:rPr>
          <w:fldChar w:fldCharType="separate"/>
        </w:r>
        <w:r w:rsidR="00913937">
          <w:rPr>
            <w:webHidden/>
          </w:rPr>
          <w:t>106</w:t>
        </w:r>
        <w:r>
          <w:rPr>
            <w:webHidden/>
          </w:rPr>
          <w:fldChar w:fldCharType="end"/>
        </w:r>
      </w:hyperlink>
    </w:p>
    <w:p w14:paraId="2ABB619F" w14:textId="1AA79ADB" w:rsidR="009F7B37" w:rsidRDefault="009F7B37">
      <w:pPr>
        <w:pStyle w:val="TM2"/>
        <w:rPr>
          <w:rFonts w:asciiTheme="minorHAnsi" w:eastAsiaTheme="minorEastAsia" w:hAnsiTheme="minorHAnsi" w:cstheme="minorBidi"/>
          <w:color w:val="auto"/>
          <w:kern w:val="2"/>
          <w:sz w:val="24"/>
          <w14:ligatures w14:val="standardContextual"/>
        </w:rPr>
      </w:pPr>
      <w:hyperlink w:anchor="_Toc195610666" w:history="1">
        <w:r w:rsidRPr="00AE55A8">
          <w:rPr>
            <w:rStyle w:val="Lienhypertexte"/>
          </w:rPr>
          <w:t>MENTALITÉ TAHITIENNE</w:t>
        </w:r>
        <w:r>
          <w:rPr>
            <w:webHidden/>
          </w:rPr>
          <w:tab/>
        </w:r>
        <w:r>
          <w:rPr>
            <w:webHidden/>
          </w:rPr>
          <w:fldChar w:fldCharType="begin"/>
        </w:r>
        <w:r>
          <w:rPr>
            <w:webHidden/>
          </w:rPr>
          <w:instrText xml:space="preserve"> PAGEREF _Toc195610666 \h </w:instrText>
        </w:r>
        <w:r>
          <w:rPr>
            <w:webHidden/>
          </w:rPr>
        </w:r>
        <w:r>
          <w:rPr>
            <w:webHidden/>
          </w:rPr>
          <w:fldChar w:fldCharType="separate"/>
        </w:r>
        <w:r w:rsidR="00913937">
          <w:rPr>
            <w:webHidden/>
          </w:rPr>
          <w:t>109</w:t>
        </w:r>
        <w:r>
          <w:rPr>
            <w:webHidden/>
          </w:rPr>
          <w:fldChar w:fldCharType="end"/>
        </w:r>
      </w:hyperlink>
    </w:p>
    <w:p w14:paraId="719CDF6F" w14:textId="4CB664E8" w:rsidR="009F7B37" w:rsidRDefault="009F7B37">
      <w:pPr>
        <w:pStyle w:val="TM2"/>
        <w:rPr>
          <w:rFonts w:asciiTheme="minorHAnsi" w:eastAsiaTheme="minorEastAsia" w:hAnsiTheme="minorHAnsi" w:cstheme="minorBidi"/>
          <w:color w:val="auto"/>
          <w:kern w:val="2"/>
          <w:sz w:val="24"/>
          <w14:ligatures w14:val="standardContextual"/>
        </w:rPr>
      </w:pPr>
      <w:hyperlink w:anchor="_Toc195610667" w:history="1">
        <w:r w:rsidRPr="00AE55A8">
          <w:rPr>
            <w:rStyle w:val="Lienhypertexte"/>
          </w:rPr>
          <w:t>IMAGES</w:t>
        </w:r>
        <w:r>
          <w:rPr>
            <w:webHidden/>
          </w:rPr>
          <w:tab/>
        </w:r>
        <w:r>
          <w:rPr>
            <w:webHidden/>
          </w:rPr>
          <w:fldChar w:fldCharType="begin"/>
        </w:r>
        <w:r>
          <w:rPr>
            <w:webHidden/>
          </w:rPr>
          <w:instrText xml:space="preserve"> PAGEREF _Toc195610667 \h </w:instrText>
        </w:r>
        <w:r>
          <w:rPr>
            <w:webHidden/>
          </w:rPr>
        </w:r>
        <w:r>
          <w:rPr>
            <w:webHidden/>
          </w:rPr>
          <w:fldChar w:fldCharType="separate"/>
        </w:r>
        <w:r w:rsidR="00913937">
          <w:rPr>
            <w:webHidden/>
          </w:rPr>
          <w:t>112</w:t>
        </w:r>
        <w:r>
          <w:rPr>
            <w:webHidden/>
          </w:rPr>
          <w:fldChar w:fldCharType="end"/>
        </w:r>
      </w:hyperlink>
    </w:p>
    <w:p w14:paraId="2A349AE3" w14:textId="0C981867" w:rsidR="009F7B37" w:rsidRDefault="009F7B37">
      <w:pPr>
        <w:pStyle w:val="TM2"/>
        <w:rPr>
          <w:rFonts w:asciiTheme="minorHAnsi" w:eastAsiaTheme="minorEastAsia" w:hAnsiTheme="minorHAnsi" w:cstheme="minorBidi"/>
          <w:color w:val="auto"/>
          <w:kern w:val="2"/>
          <w:sz w:val="24"/>
          <w14:ligatures w14:val="standardContextual"/>
        </w:rPr>
      </w:pPr>
      <w:hyperlink w:anchor="_Toc195610668" w:history="1">
        <w:r w:rsidRPr="00AE55A8">
          <w:rPr>
            <w:rStyle w:val="Lienhypertexte"/>
          </w:rPr>
          <w:t>ENTRE DEUX TERRES</w:t>
        </w:r>
        <w:r>
          <w:rPr>
            <w:webHidden/>
          </w:rPr>
          <w:tab/>
        </w:r>
        <w:r>
          <w:rPr>
            <w:webHidden/>
          </w:rPr>
          <w:fldChar w:fldCharType="begin"/>
        </w:r>
        <w:r>
          <w:rPr>
            <w:webHidden/>
          </w:rPr>
          <w:instrText xml:space="preserve"> PAGEREF _Toc195610668 \h </w:instrText>
        </w:r>
        <w:r>
          <w:rPr>
            <w:webHidden/>
          </w:rPr>
        </w:r>
        <w:r>
          <w:rPr>
            <w:webHidden/>
          </w:rPr>
          <w:fldChar w:fldCharType="separate"/>
        </w:r>
        <w:r w:rsidR="00913937">
          <w:rPr>
            <w:webHidden/>
          </w:rPr>
          <w:t>116</w:t>
        </w:r>
        <w:r>
          <w:rPr>
            <w:webHidden/>
          </w:rPr>
          <w:fldChar w:fldCharType="end"/>
        </w:r>
      </w:hyperlink>
    </w:p>
    <w:p w14:paraId="3F26D028" w14:textId="3600DB97" w:rsidR="009F7B37" w:rsidRDefault="009F7B37">
      <w:pPr>
        <w:pStyle w:val="TM2"/>
        <w:rPr>
          <w:rFonts w:asciiTheme="minorHAnsi" w:eastAsiaTheme="minorEastAsia" w:hAnsiTheme="minorHAnsi" w:cstheme="minorBidi"/>
          <w:color w:val="auto"/>
          <w:kern w:val="2"/>
          <w:sz w:val="24"/>
          <w14:ligatures w14:val="standardContextual"/>
        </w:rPr>
      </w:pPr>
      <w:hyperlink w:anchor="_Toc195610669" w:history="1">
        <w:r w:rsidRPr="00AE55A8">
          <w:rPr>
            <w:rStyle w:val="Lienhypertexte"/>
          </w:rPr>
          <w:t>PANAMA</w:t>
        </w:r>
        <w:r>
          <w:rPr>
            <w:webHidden/>
          </w:rPr>
          <w:tab/>
        </w:r>
        <w:r>
          <w:rPr>
            <w:webHidden/>
          </w:rPr>
          <w:fldChar w:fldCharType="begin"/>
        </w:r>
        <w:r>
          <w:rPr>
            <w:webHidden/>
          </w:rPr>
          <w:instrText xml:space="preserve"> PAGEREF _Toc195610669 \h </w:instrText>
        </w:r>
        <w:r>
          <w:rPr>
            <w:webHidden/>
          </w:rPr>
        </w:r>
        <w:r>
          <w:rPr>
            <w:webHidden/>
          </w:rPr>
          <w:fldChar w:fldCharType="separate"/>
        </w:r>
        <w:r w:rsidR="00913937">
          <w:rPr>
            <w:webHidden/>
          </w:rPr>
          <w:t>118</w:t>
        </w:r>
        <w:r>
          <w:rPr>
            <w:webHidden/>
          </w:rPr>
          <w:fldChar w:fldCharType="end"/>
        </w:r>
      </w:hyperlink>
    </w:p>
    <w:p w14:paraId="4F0C5244" w14:textId="260F1F88" w:rsidR="009F7B37" w:rsidRDefault="009F7B37">
      <w:pPr>
        <w:pStyle w:val="TM2"/>
        <w:rPr>
          <w:rFonts w:asciiTheme="minorHAnsi" w:eastAsiaTheme="minorEastAsia" w:hAnsiTheme="minorHAnsi" w:cstheme="minorBidi"/>
          <w:color w:val="auto"/>
          <w:kern w:val="2"/>
          <w:sz w:val="24"/>
          <w14:ligatures w14:val="standardContextual"/>
        </w:rPr>
      </w:pPr>
      <w:hyperlink w:anchor="_Toc195610670" w:history="1">
        <w:r w:rsidRPr="00AE55A8">
          <w:rPr>
            <w:rStyle w:val="Lienhypertexte"/>
          </w:rPr>
          <w:t>CROQUIS ANTILLAIS</w:t>
        </w:r>
        <w:r>
          <w:rPr>
            <w:webHidden/>
          </w:rPr>
          <w:tab/>
        </w:r>
        <w:r>
          <w:rPr>
            <w:webHidden/>
          </w:rPr>
          <w:fldChar w:fldCharType="begin"/>
        </w:r>
        <w:r>
          <w:rPr>
            <w:webHidden/>
          </w:rPr>
          <w:instrText xml:space="preserve"> PAGEREF _Toc195610670 \h </w:instrText>
        </w:r>
        <w:r>
          <w:rPr>
            <w:webHidden/>
          </w:rPr>
        </w:r>
        <w:r>
          <w:rPr>
            <w:webHidden/>
          </w:rPr>
          <w:fldChar w:fldCharType="separate"/>
        </w:r>
        <w:r w:rsidR="00913937">
          <w:rPr>
            <w:webHidden/>
          </w:rPr>
          <w:t>121</w:t>
        </w:r>
        <w:r>
          <w:rPr>
            <w:webHidden/>
          </w:rPr>
          <w:fldChar w:fldCharType="end"/>
        </w:r>
      </w:hyperlink>
    </w:p>
    <w:p w14:paraId="26BCDC56" w14:textId="0E432FE1" w:rsidR="009F7B37" w:rsidRDefault="009F7B37">
      <w:pPr>
        <w:pStyle w:val="TM1"/>
        <w:rPr>
          <w:rFonts w:asciiTheme="minorHAnsi" w:eastAsiaTheme="minorEastAsia" w:hAnsiTheme="minorHAnsi" w:cstheme="minorBidi"/>
          <w:bCs w:val="0"/>
          <w:iCs w:val="0"/>
          <w:color w:val="auto"/>
          <w:kern w:val="2"/>
          <w:sz w:val="24"/>
          <w:szCs w:val="24"/>
          <w14:ligatures w14:val="standardContextual"/>
        </w:rPr>
      </w:pPr>
      <w:hyperlink w:anchor="_Toc195610671" w:history="1">
        <w:r w:rsidRPr="00AE55A8">
          <w:rPr>
            <w:rStyle w:val="Lienhypertexte"/>
          </w:rPr>
          <w:t>RETOUR</w:t>
        </w:r>
        <w:r>
          <w:rPr>
            <w:webHidden/>
          </w:rPr>
          <w:tab/>
        </w:r>
        <w:r>
          <w:rPr>
            <w:webHidden/>
          </w:rPr>
          <w:fldChar w:fldCharType="begin"/>
        </w:r>
        <w:r>
          <w:rPr>
            <w:webHidden/>
          </w:rPr>
          <w:instrText xml:space="preserve"> PAGEREF _Toc195610671 \h </w:instrText>
        </w:r>
        <w:r>
          <w:rPr>
            <w:webHidden/>
          </w:rPr>
        </w:r>
        <w:r>
          <w:rPr>
            <w:webHidden/>
          </w:rPr>
          <w:fldChar w:fldCharType="separate"/>
        </w:r>
        <w:r w:rsidR="00913937">
          <w:rPr>
            <w:webHidden/>
          </w:rPr>
          <w:t>123</w:t>
        </w:r>
        <w:r>
          <w:rPr>
            <w:webHidden/>
          </w:rPr>
          <w:fldChar w:fldCharType="end"/>
        </w:r>
      </w:hyperlink>
    </w:p>
    <w:p w14:paraId="365D9CB8" w14:textId="3A3BAD31" w:rsidR="009F7B37" w:rsidRDefault="009F7B37">
      <w:pPr>
        <w:pStyle w:val="TM2"/>
        <w:rPr>
          <w:rFonts w:asciiTheme="minorHAnsi" w:eastAsiaTheme="minorEastAsia" w:hAnsiTheme="minorHAnsi" w:cstheme="minorBidi"/>
          <w:color w:val="auto"/>
          <w:kern w:val="2"/>
          <w:sz w:val="24"/>
          <w14:ligatures w14:val="standardContextual"/>
        </w:rPr>
      </w:pPr>
      <w:hyperlink w:anchor="_Toc195610672" w:history="1">
        <w:r w:rsidRPr="00AE55A8">
          <w:rPr>
            <w:rStyle w:val="Lienhypertexte"/>
          </w:rPr>
          <w:t>VERS LE CONTINENT</w:t>
        </w:r>
        <w:r>
          <w:rPr>
            <w:webHidden/>
          </w:rPr>
          <w:tab/>
        </w:r>
        <w:r>
          <w:rPr>
            <w:webHidden/>
          </w:rPr>
          <w:fldChar w:fldCharType="begin"/>
        </w:r>
        <w:r>
          <w:rPr>
            <w:webHidden/>
          </w:rPr>
          <w:instrText xml:space="preserve"> PAGEREF _Toc195610672 \h </w:instrText>
        </w:r>
        <w:r>
          <w:rPr>
            <w:webHidden/>
          </w:rPr>
        </w:r>
        <w:r>
          <w:rPr>
            <w:webHidden/>
          </w:rPr>
          <w:fldChar w:fldCharType="separate"/>
        </w:r>
        <w:r w:rsidR="00913937">
          <w:rPr>
            <w:webHidden/>
          </w:rPr>
          <w:t>124</w:t>
        </w:r>
        <w:r>
          <w:rPr>
            <w:webHidden/>
          </w:rPr>
          <w:fldChar w:fldCharType="end"/>
        </w:r>
      </w:hyperlink>
    </w:p>
    <w:p w14:paraId="405211A4" w14:textId="48AEA5C5" w:rsidR="009F7B37" w:rsidRDefault="009F7B37">
      <w:pPr>
        <w:pStyle w:val="TM2"/>
        <w:rPr>
          <w:rFonts w:asciiTheme="minorHAnsi" w:eastAsiaTheme="minorEastAsia" w:hAnsiTheme="minorHAnsi" w:cstheme="minorBidi"/>
          <w:color w:val="auto"/>
          <w:kern w:val="2"/>
          <w:sz w:val="24"/>
          <w14:ligatures w14:val="standardContextual"/>
        </w:rPr>
      </w:pPr>
      <w:hyperlink w:anchor="_Toc195610673" w:history="1">
        <w:r w:rsidRPr="00AE55A8">
          <w:rPr>
            <w:rStyle w:val="Lienhypertexte"/>
          </w:rPr>
          <w:t>EN FRANCE</w:t>
        </w:r>
        <w:r>
          <w:rPr>
            <w:webHidden/>
          </w:rPr>
          <w:tab/>
        </w:r>
        <w:r>
          <w:rPr>
            <w:webHidden/>
          </w:rPr>
          <w:fldChar w:fldCharType="begin"/>
        </w:r>
        <w:r>
          <w:rPr>
            <w:webHidden/>
          </w:rPr>
          <w:instrText xml:space="preserve"> PAGEREF _Toc195610673 \h </w:instrText>
        </w:r>
        <w:r>
          <w:rPr>
            <w:webHidden/>
          </w:rPr>
        </w:r>
        <w:r>
          <w:rPr>
            <w:webHidden/>
          </w:rPr>
          <w:fldChar w:fldCharType="separate"/>
        </w:r>
        <w:r w:rsidR="00913937">
          <w:rPr>
            <w:webHidden/>
          </w:rPr>
          <w:t>126</w:t>
        </w:r>
        <w:r>
          <w:rPr>
            <w:webHidden/>
          </w:rPr>
          <w:fldChar w:fldCharType="end"/>
        </w:r>
      </w:hyperlink>
    </w:p>
    <w:p w14:paraId="277B8F68" w14:textId="617FA0F3" w:rsidR="009F7B37" w:rsidRDefault="009F7B37">
      <w:pPr>
        <w:pStyle w:val="TM1"/>
        <w:rPr>
          <w:rFonts w:asciiTheme="minorHAnsi" w:eastAsiaTheme="minorEastAsia" w:hAnsiTheme="minorHAnsi" w:cstheme="minorBidi"/>
          <w:bCs w:val="0"/>
          <w:iCs w:val="0"/>
          <w:color w:val="auto"/>
          <w:kern w:val="2"/>
          <w:sz w:val="24"/>
          <w:szCs w:val="24"/>
          <w14:ligatures w14:val="standardContextual"/>
        </w:rPr>
      </w:pPr>
      <w:hyperlink w:anchor="_Toc195610674" w:history="1">
        <w:r w:rsidRPr="00AE55A8">
          <w:rPr>
            <w:rStyle w:val="Lienhypertexte"/>
          </w:rPr>
          <w:t>À propos de cette édition électronique</w:t>
        </w:r>
        <w:r>
          <w:rPr>
            <w:webHidden/>
          </w:rPr>
          <w:tab/>
        </w:r>
        <w:r>
          <w:rPr>
            <w:webHidden/>
          </w:rPr>
          <w:fldChar w:fldCharType="begin"/>
        </w:r>
        <w:r>
          <w:rPr>
            <w:webHidden/>
          </w:rPr>
          <w:instrText xml:space="preserve"> PAGEREF _Toc195610674 \h </w:instrText>
        </w:r>
        <w:r>
          <w:rPr>
            <w:webHidden/>
          </w:rPr>
        </w:r>
        <w:r>
          <w:rPr>
            <w:webHidden/>
          </w:rPr>
          <w:fldChar w:fldCharType="separate"/>
        </w:r>
        <w:r w:rsidR="00913937">
          <w:rPr>
            <w:webHidden/>
          </w:rPr>
          <w:t>128</w:t>
        </w:r>
        <w:r>
          <w:rPr>
            <w:webHidden/>
          </w:rPr>
          <w:fldChar w:fldCharType="end"/>
        </w:r>
      </w:hyperlink>
    </w:p>
    <w:p w14:paraId="71026166" w14:textId="4A393F8E" w:rsidR="00EE7519" w:rsidRPr="006E36B9" w:rsidRDefault="00033562" w:rsidP="00EE7519">
      <w:r>
        <w:fldChar w:fldCharType="end"/>
      </w:r>
    </w:p>
    <w:p w14:paraId="035F7AA6" w14:textId="77777777" w:rsidR="00EE7519" w:rsidRPr="001021CA" w:rsidRDefault="00EE7519" w:rsidP="001021CA">
      <w:pPr>
        <w:pStyle w:val="Titre1"/>
      </w:pPr>
      <w:bookmarkStart w:id="0" w:name="_Toc195610637"/>
      <w:r w:rsidRPr="00006BCB">
        <w:lastRenderedPageBreak/>
        <w:t>L’AUTEUR</w:t>
      </w:r>
      <w:bookmarkEnd w:id="0"/>
    </w:p>
    <w:p w14:paraId="00F0D7B3" w14:textId="77777777" w:rsidR="00EE7519" w:rsidRPr="006E36B9" w:rsidRDefault="00EE7519" w:rsidP="00EE7519">
      <w:r w:rsidRPr="006E36B9">
        <w:t xml:space="preserve">Guillaume Boule de </w:t>
      </w:r>
      <w:proofErr w:type="spellStart"/>
      <w:r w:rsidRPr="006E36B9">
        <w:t>Larigaudie</w:t>
      </w:r>
      <w:proofErr w:type="spellEnd"/>
      <w:r w:rsidRPr="006E36B9">
        <w:t xml:space="preserve">, plus connu sous le nom de </w:t>
      </w:r>
      <w:r w:rsidRPr="006E36B9">
        <w:rPr>
          <w:bCs/>
        </w:rPr>
        <w:t xml:space="preserve">Guy de </w:t>
      </w:r>
      <w:proofErr w:type="spellStart"/>
      <w:r w:rsidRPr="006E36B9">
        <w:rPr>
          <w:bCs/>
        </w:rPr>
        <w:t>Larigaudie</w:t>
      </w:r>
      <w:proofErr w:type="spellEnd"/>
      <w:r w:rsidRPr="006E36B9">
        <w:t>, était un écrivain, explorateur et journ</w:t>
      </w:r>
      <w:r w:rsidRPr="006E36B9">
        <w:t>a</w:t>
      </w:r>
      <w:r w:rsidRPr="006E36B9">
        <w:t xml:space="preserve">liste français. Né le 18 janvier 1908, il est mort au combat le 11 mai 1940 dans le bois de </w:t>
      </w:r>
      <w:proofErr w:type="spellStart"/>
      <w:r w:rsidRPr="006E36B9">
        <w:t>Musson</w:t>
      </w:r>
      <w:proofErr w:type="spellEnd"/>
      <w:r w:rsidRPr="006E36B9">
        <w:t>, à la frontière de la province belge du Luxembourg. Il est souvent surnommé « </w:t>
      </w:r>
      <w:r w:rsidRPr="006E36B9">
        <w:rPr>
          <w:i/>
          <w:iCs/>
        </w:rPr>
        <w:t>le Routier de L</w:t>
      </w:r>
      <w:r w:rsidRPr="006E36B9">
        <w:rPr>
          <w:i/>
          <w:iCs/>
        </w:rPr>
        <w:t>é</w:t>
      </w:r>
      <w:r w:rsidRPr="006E36B9">
        <w:rPr>
          <w:i/>
          <w:iCs/>
        </w:rPr>
        <w:t>gende</w:t>
      </w:r>
      <w:r w:rsidRPr="006E36B9">
        <w:t> ».</w:t>
      </w:r>
    </w:p>
    <w:p w14:paraId="328F93A4" w14:textId="77777777" w:rsidR="00EE7519" w:rsidRPr="006E36B9" w:rsidRDefault="00EE7519" w:rsidP="00EE7519">
      <w:r w:rsidRPr="006E36B9">
        <w:t xml:space="preserve">Originaire du Périgord, il aime beaucoup y revenir car il apprécie énormément la vie dans </w:t>
      </w:r>
      <w:smartTag w:uri="urn:schemas-microsoft-com:office:smarttags" w:element="PersonName">
        <w:smartTagPr>
          <w:attr w:name="ProductID" w:val="la nature. Cependant"/>
        </w:smartTagPr>
        <w:r w:rsidRPr="006E36B9">
          <w:t>la nature. Cependant</w:t>
        </w:r>
      </w:smartTag>
      <w:r w:rsidRPr="006E36B9">
        <w:t>, sa con</w:t>
      </w:r>
      <w:r w:rsidRPr="006E36B9">
        <w:t>s</w:t>
      </w:r>
      <w:r w:rsidRPr="006E36B9">
        <w:t>titution maladive le prive d’activités trop violentes et le force à plusieurs séjours dans des sanatoriums. Après s’être aperçu que l’exercice au grand air lui faisait du bien, ses p</w:t>
      </w:r>
      <w:r w:rsidRPr="006E36B9">
        <w:t>a</w:t>
      </w:r>
      <w:r w:rsidRPr="006E36B9">
        <w:t xml:space="preserve">rents l’autorisent à intégrer le scoutisme qui lui laissera une empreinte indélébile. Il collabora pendant plusieurs années avec les Scouts de France, en particulier à leur revue </w:t>
      </w:r>
      <w:r w:rsidRPr="006E36B9">
        <w:rPr>
          <w:i/>
          <w:iCs/>
        </w:rPr>
        <w:t>Scout</w:t>
      </w:r>
      <w:r w:rsidRPr="006E36B9">
        <w:t>.</w:t>
      </w:r>
    </w:p>
    <w:p w14:paraId="491FDB76" w14:textId="77777777" w:rsidR="00EE7519" w:rsidRPr="006E36B9" w:rsidRDefault="00EE7519" w:rsidP="00EE7519">
      <w:r w:rsidRPr="006E36B9">
        <w:t>C’est au service de cette revue qu’il effectue de nombreux voyages, à l’occasion de reportages d’aventure</w:t>
      </w:r>
      <w:r w:rsidR="001B67DE">
        <w:t>s</w:t>
      </w:r>
      <w:r w:rsidRPr="006E36B9">
        <w:t xml:space="preserve"> pour les jeunes lecteurs de cette revue. Ainsi, en 1935, il fait le tour du monde, puis séjourne en Polynésie. En 1936 il sillonne les États-Unis et le Canada. Entre août 1937 et mars 1938, il réalise la premi</w:t>
      </w:r>
      <w:r w:rsidRPr="006E36B9">
        <w:t>è</w:t>
      </w:r>
      <w:r w:rsidRPr="006E36B9">
        <w:t xml:space="preserve">re liaison automobile entre Paris et Saïgon, parcourant </w:t>
      </w:r>
      <w:smartTag w:uri="urn:schemas-microsoft-com:office:smarttags" w:element="metricconverter">
        <w:smartTagPr>
          <w:attr w:name="ProductID" w:val="22.000 km"/>
        </w:smartTagPr>
        <w:r w:rsidRPr="006E36B9">
          <w:t>22.000 km</w:t>
        </w:r>
      </w:smartTag>
      <w:r w:rsidRPr="006E36B9">
        <w:t xml:space="preserve"> avec son ami scout Roger Drapier, dans une vieille Ford T. Pa</w:t>
      </w:r>
      <w:r w:rsidRPr="006E36B9">
        <w:t>r</w:t>
      </w:r>
      <w:r w:rsidRPr="006E36B9">
        <w:t xml:space="preserve">tis de </w:t>
      </w:r>
      <w:proofErr w:type="spellStart"/>
      <w:r w:rsidRPr="006E36B9">
        <w:t>Vogelenzang</w:t>
      </w:r>
      <w:proofErr w:type="spellEnd"/>
      <w:r w:rsidRPr="006E36B9">
        <w:t>, aux Pays-Bas, où se déroule le jamboree mondial, ils passeront par Genève, Vienne, Istanbul, Jérus</w:t>
      </w:r>
      <w:r w:rsidRPr="006E36B9">
        <w:t>a</w:t>
      </w:r>
      <w:r w:rsidRPr="006E36B9">
        <w:t>lem, Bagdad, Kaboul, Calcutta et Hanoï. La guerre le su</w:t>
      </w:r>
      <w:r w:rsidRPr="006E36B9">
        <w:t>r</w:t>
      </w:r>
      <w:r w:rsidRPr="006E36B9">
        <w:t>prendra en train de préparer un tour du monde en avion : une première, qui n’avait encore j</w:t>
      </w:r>
      <w:r w:rsidRPr="006E36B9">
        <w:t>a</w:t>
      </w:r>
      <w:r w:rsidRPr="006E36B9">
        <w:t>mais été tentée.</w:t>
      </w:r>
    </w:p>
    <w:p w14:paraId="66331DE3" w14:textId="1A8E9DEA" w:rsidR="00EE7519" w:rsidRPr="006E36B9" w:rsidRDefault="00EE7519" w:rsidP="00EE7519">
      <w:pPr>
        <w:pStyle w:val="Centr"/>
      </w:pPr>
      <w:r w:rsidRPr="006E36B9">
        <w:t xml:space="preserve">Source : </w:t>
      </w:r>
      <w:hyperlink r:id="rId11" w:history="1">
        <w:r w:rsidR="001021CA" w:rsidRPr="001D67EB">
          <w:rPr>
            <w:rStyle w:val="Lienhypertexte"/>
          </w:rPr>
          <w:t>https://fr.scoutwi</w:t>
        </w:r>
        <w:r w:rsidR="001021CA" w:rsidRPr="001D67EB">
          <w:rPr>
            <w:rStyle w:val="Lienhypertexte"/>
          </w:rPr>
          <w:t>k</w:t>
        </w:r>
        <w:r w:rsidR="001021CA" w:rsidRPr="001D67EB">
          <w:rPr>
            <w:rStyle w:val="Lienhypertexte"/>
          </w:rPr>
          <w:t>i.</w:t>
        </w:r>
        <w:r w:rsidR="001021CA" w:rsidRPr="001D67EB">
          <w:rPr>
            <w:rStyle w:val="Lienhypertexte"/>
          </w:rPr>
          <w:t>o</w:t>
        </w:r>
        <w:r w:rsidR="001021CA" w:rsidRPr="001D67EB">
          <w:rPr>
            <w:rStyle w:val="Lienhypertexte"/>
          </w:rPr>
          <w:t>rg/Guy_de_Larigaudie</w:t>
        </w:r>
      </w:hyperlink>
    </w:p>
    <w:p w14:paraId="520E71B8" w14:textId="77777777" w:rsidR="00EE7519" w:rsidRPr="00006BCB" w:rsidRDefault="00EE7519" w:rsidP="00EE7519">
      <w:pPr>
        <w:pStyle w:val="Titre1"/>
        <w:spacing w:before="2640"/>
        <w:rPr>
          <w:sz w:val="60"/>
          <w:szCs w:val="60"/>
        </w:rPr>
      </w:pPr>
      <w:bookmarkStart w:id="1" w:name="_TOC2644"/>
      <w:bookmarkStart w:id="2" w:name="_Toc195610638"/>
      <w:bookmarkEnd w:id="1"/>
      <w:r w:rsidRPr="00006BCB">
        <w:rPr>
          <w:sz w:val="60"/>
          <w:szCs w:val="60"/>
        </w:rPr>
        <w:lastRenderedPageBreak/>
        <w:t>SUR UN BATEAU ANGLAIS</w:t>
      </w:r>
      <w:bookmarkEnd w:id="2"/>
    </w:p>
    <w:p w14:paraId="0F2D7B09" w14:textId="77777777" w:rsidR="00EE7519" w:rsidRPr="00006BCB" w:rsidRDefault="00EE7519" w:rsidP="00EE7519">
      <w:pPr>
        <w:pStyle w:val="Titre2"/>
        <w:rPr>
          <w:szCs w:val="44"/>
        </w:rPr>
      </w:pPr>
      <w:bookmarkStart w:id="3" w:name="_TOC2667"/>
      <w:bookmarkStart w:id="4" w:name="_Toc195610639"/>
      <w:bookmarkEnd w:id="3"/>
      <w:r w:rsidRPr="00006BCB">
        <w:rPr>
          <w:szCs w:val="44"/>
        </w:rPr>
        <w:lastRenderedPageBreak/>
        <w:t>DÉPART</w:t>
      </w:r>
      <w:bookmarkEnd w:id="4"/>
    </w:p>
    <w:p w14:paraId="5ED5BDEB" w14:textId="77777777" w:rsidR="00EE7519" w:rsidRPr="006E36B9" w:rsidRDefault="00EE7519" w:rsidP="00EE7519">
      <w:r w:rsidRPr="006E36B9">
        <w:t>Léger comme les brumes qui flottent sur les lacs scandin</w:t>
      </w:r>
      <w:r w:rsidRPr="006E36B9">
        <w:t>a</w:t>
      </w:r>
      <w:r w:rsidRPr="006E36B9">
        <w:t>ves, un conte d’Andersen dit la belle aventure de ce jeune ga</w:t>
      </w:r>
      <w:r w:rsidRPr="006E36B9">
        <w:t>r</w:t>
      </w:r>
      <w:r w:rsidRPr="006E36B9">
        <w:t xml:space="preserve">çon qui, pendant toute une semaine, reçut la visite d’un Troll. L’étrange personnage le conduisit aux pays merveilleux où croissent les légendes, dans ces contrées non marquées sur la carte, où les tableaux deviennent des campagnes bruissantes du chant des oiseaux, où, </w:t>
      </w:r>
      <w:proofErr w:type="gramStart"/>
      <w:r w:rsidRPr="006E36B9">
        <w:t>par contre</w:t>
      </w:r>
      <w:proofErr w:type="gramEnd"/>
      <w:r w:rsidRPr="006E36B9">
        <w:t>, les forêts et les prairies d</w:t>
      </w:r>
      <w:r w:rsidRPr="006E36B9">
        <w:t>e</w:t>
      </w:r>
      <w:r w:rsidRPr="006E36B9">
        <w:t>viennent des paysages suspendus aux murs d’une chambre d’enfant…</w:t>
      </w:r>
    </w:p>
    <w:p w14:paraId="48E3BC4F" w14:textId="77777777" w:rsidR="00EE7519" w:rsidRPr="006E36B9" w:rsidRDefault="00EE7519" w:rsidP="00EE7519">
      <w:r w:rsidRPr="006E36B9">
        <w:t>Dans quelques jours, une délégation française de Sco</w:t>
      </w:r>
      <w:r w:rsidRPr="006E36B9">
        <w:t>u</w:t>
      </w:r>
      <w:r w:rsidRPr="006E36B9">
        <w:t>tisme s’embarquera pour l’Australie. Elle doit assister au jamb</w:t>
      </w:r>
      <w:r w:rsidRPr="006E36B9">
        <w:t>o</w:t>
      </w:r>
      <w:r w:rsidRPr="006E36B9">
        <w:t>ree tenu sous la présidence de Lord Baden-Powell en l’ho</w:t>
      </w:r>
      <w:r w:rsidRPr="006E36B9">
        <w:t>n</w:t>
      </w:r>
      <w:r w:rsidRPr="006E36B9">
        <w:t>neur des fêtes du centenaire de Melbourne. Quarante nations y sont invitées. Vingt scouts d’Île-de-France, de Champagne, de Bou</w:t>
      </w:r>
      <w:r w:rsidRPr="006E36B9">
        <w:t>r</w:t>
      </w:r>
      <w:r w:rsidRPr="006E36B9">
        <w:t>gogne, du Périgord, de Provence, représenteront là-bas le Sco</w:t>
      </w:r>
      <w:r w:rsidRPr="006E36B9">
        <w:t>u</w:t>
      </w:r>
      <w:r w:rsidRPr="006E36B9">
        <w:t>tisme français.</w:t>
      </w:r>
    </w:p>
    <w:p w14:paraId="63BBF7AB" w14:textId="77777777" w:rsidR="00EE7519" w:rsidRPr="006E36B9" w:rsidRDefault="00EE7519" w:rsidP="00EE7519">
      <w:r w:rsidRPr="006E36B9">
        <w:t>Serai-je l’un d’eux ?</w:t>
      </w:r>
    </w:p>
    <w:p w14:paraId="3D193436" w14:textId="77777777" w:rsidR="00EE7519" w:rsidRPr="006E36B9" w:rsidRDefault="00EE7519" w:rsidP="00EE7519">
      <w:r w:rsidRPr="006E36B9">
        <w:t xml:space="preserve">Assis à ma table, j’attends le coup de téléphone qui me donnera </w:t>
      </w:r>
      <w:smartTag w:uri="urn:schemas-microsoft-com:office:smarttags" w:element="PersonName">
        <w:smartTagPr>
          <w:attr w:name="ProductID" w:val="la r￩ponse. Mon"/>
        </w:smartTagPr>
        <w:r w:rsidRPr="006E36B9">
          <w:t>la réponse. Mon</w:t>
        </w:r>
      </w:smartTag>
      <w:r w:rsidRPr="006E36B9">
        <w:t xml:space="preserve"> regard, sans la voir, effleure la ma</w:t>
      </w:r>
      <w:r w:rsidRPr="006E36B9">
        <w:t>p</w:t>
      </w:r>
      <w:r w:rsidRPr="006E36B9">
        <w:t>pemonde posée devant moi.</w:t>
      </w:r>
    </w:p>
    <w:p w14:paraId="0AF4D456" w14:textId="77777777" w:rsidR="00EE7519" w:rsidRPr="006E36B9" w:rsidRDefault="00EE7519" w:rsidP="00EE7519">
      <w:r w:rsidRPr="006E36B9">
        <w:t xml:space="preserve">Au dehors, noyé de brouillard et de pluie, un Paris triste et noir s’inscrit à </w:t>
      </w:r>
      <w:smartTag w:uri="urn:schemas-microsoft-com:office:smarttags" w:element="PersonName">
        <w:smartTagPr>
          <w:attr w:name="ProductID" w:val="la fen￪tre. Les"/>
        </w:smartTagPr>
        <w:r w:rsidRPr="006E36B9">
          <w:t>la fenêtre. Les</w:t>
        </w:r>
      </w:smartTag>
      <w:r w:rsidRPr="006E36B9">
        <w:t xml:space="preserve"> bruits odieux de la rue battent à mes oreilles leur lancinant tintamarre.</w:t>
      </w:r>
    </w:p>
    <w:p w14:paraId="6D829D1D" w14:textId="77777777" w:rsidR="00EE7519" w:rsidRPr="006E36B9" w:rsidRDefault="00EE7519" w:rsidP="00EE7519">
      <w:proofErr w:type="spellStart"/>
      <w:r w:rsidRPr="006E36B9">
        <w:t>Drinn</w:t>
      </w:r>
      <w:proofErr w:type="spellEnd"/>
      <w:r w:rsidRPr="006E36B9">
        <w:t> !</w:t>
      </w:r>
    </w:p>
    <w:p w14:paraId="46D25261" w14:textId="77777777" w:rsidR="00EE7519" w:rsidRPr="006E36B9" w:rsidRDefault="00EE7519" w:rsidP="00EE7519">
      <w:r w:rsidRPr="006E36B9">
        <w:t>Jamais récepteur ne fut décroché avec tant d’angoisse.</w:t>
      </w:r>
    </w:p>
    <w:p w14:paraId="0DAF1BFF" w14:textId="77777777" w:rsidR="00EE7519" w:rsidRPr="006E36B9" w:rsidRDefault="00EE7519" w:rsidP="00EE7519">
      <w:r w:rsidRPr="006E36B9">
        <w:t>Hurrah ! Je partirai.</w:t>
      </w:r>
    </w:p>
    <w:p w14:paraId="11D1C76D" w14:textId="77777777" w:rsidR="00EE7519" w:rsidRPr="006E36B9" w:rsidRDefault="00EE7519" w:rsidP="00EE7519">
      <w:r w:rsidRPr="006E36B9">
        <w:lastRenderedPageBreak/>
        <w:t>Autour de moi, la grisaille de Paris est, d’un seul coup, b</w:t>
      </w:r>
      <w:r w:rsidRPr="006E36B9">
        <w:t>a</w:t>
      </w:r>
      <w:r w:rsidRPr="006E36B9">
        <w:t>digeonnée de lumière. La mappemonde qui s’immobilisait sur son axe inutile tou</w:t>
      </w:r>
      <w:r>
        <w:t>rn</w:t>
      </w:r>
      <w:r w:rsidRPr="006E36B9">
        <w:t>e maintenant sous mes doigts et devient une vivante réalité. La délégation passera par Aden, Colombo, Tahiti, Cristobal… Les noms étranges chantent en moi la joye</w:t>
      </w:r>
      <w:r w:rsidRPr="006E36B9">
        <w:t>u</w:t>
      </w:r>
      <w:r w:rsidRPr="006E36B9">
        <w:t>se chanson du soleil. Puis le silence se fait, submergeant tous les bruits du dehors, créant, pour quelques secondes, en plein P</w:t>
      </w:r>
      <w:r w:rsidRPr="006E36B9">
        <w:t>a</w:t>
      </w:r>
      <w:r w:rsidRPr="006E36B9">
        <w:t>ris, la grande paix de la mer que nous allons vivre durant des semaines !</w:t>
      </w:r>
    </w:p>
    <w:p w14:paraId="37DC6682" w14:textId="77777777" w:rsidR="00EE7519" w:rsidRPr="006E36B9" w:rsidRDefault="00EE7519" w:rsidP="00EE7519">
      <w:r w:rsidRPr="006E36B9">
        <w:t>L’aimable Troll des légendes danoises est venu me prendre par la main et, pendant quatre mois, il va me guider parmi les terres inondées de lumière. Déjà, sur les ailes du rêve je suis e</w:t>
      </w:r>
      <w:r w:rsidRPr="006E36B9">
        <w:t>n</w:t>
      </w:r>
      <w:r w:rsidRPr="006E36B9">
        <w:t>traîné loin, très loin autour du vaste monde.</w:t>
      </w:r>
    </w:p>
    <w:p w14:paraId="1D554EC3" w14:textId="77777777" w:rsidR="00EE7519" w:rsidRPr="006E36B9" w:rsidRDefault="00EE7519" w:rsidP="00EE7519">
      <w:r w:rsidRPr="006E36B9">
        <w:t>À la gare du P. L. M, lorsque le train s’ébranle, nos frères scouts venus nous accompagner entonnent le chant des adieux.</w:t>
      </w:r>
    </w:p>
    <w:p w14:paraId="6CBB57E4" w14:textId="77777777" w:rsidR="00EE7519" w:rsidRPr="006E36B9" w:rsidRDefault="00EE7519" w:rsidP="00EE7519">
      <w:r w:rsidRPr="006E36B9">
        <w:t>« Ce n’est qu’un au revoir mes frères… »</w:t>
      </w:r>
    </w:p>
    <w:p w14:paraId="6A27C9D9" w14:textId="77777777" w:rsidR="00EE7519" w:rsidRPr="006E36B9" w:rsidRDefault="00EE7519" w:rsidP="00EE7519">
      <w:r w:rsidRPr="006E36B9">
        <w:t>« Oui nous nous reverrons… »</w:t>
      </w:r>
    </w:p>
    <w:p w14:paraId="13778C23" w14:textId="77777777" w:rsidR="00EE7519" w:rsidRPr="006E36B9" w:rsidRDefault="00EE7519" w:rsidP="00EE7519">
      <w:r w:rsidRPr="006E36B9">
        <w:t>« Et Dieu qui nous voit tous ensemble… Saura nous r</w:t>
      </w:r>
      <w:r w:rsidRPr="006E36B9">
        <w:t>é</w:t>
      </w:r>
      <w:r w:rsidRPr="006E36B9">
        <w:t>unir… »</w:t>
      </w:r>
    </w:p>
    <w:p w14:paraId="6C47C951" w14:textId="77777777" w:rsidR="00EE7519" w:rsidRPr="006E36B9" w:rsidRDefault="00EE7519" w:rsidP="00EE7519">
      <w:r w:rsidRPr="006E36B9">
        <w:t>Scandé par le halètement du train, le vieil air écossais s’éteint dans le hall étonné.</w:t>
      </w:r>
    </w:p>
    <w:p w14:paraId="190327E2" w14:textId="77777777" w:rsidR="00EE7519" w:rsidRPr="006E36B9" w:rsidRDefault="00EE7519" w:rsidP="00EE7519">
      <w:r w:rsidRPr="006E36B9">
        <w:t>La lune entre deux nuages esquisse un paysage, croque au fusain des arbres qu’elle efface aussitôt. Puis l’ombre demeure, triomphante, et une France invisible glisse le long des vitres.</w:t>
      </w:r>
    </w:p>
    <w:p w14:paraId="291DBB88" w14:textId="77777777" w:rsidR="00EE7519" w:rsidRPr="006E36B9" w:rsidRDefault="00EE7519" w:rsidP="00EE7519">
      <w:r w:rsidRPr="006E36B9">
        <w:t xml:space="preserve">Nous nous réveillons dans une petite gare de Provence. Devant nous, une bonne vieille maison toute croulante sous son toit posé de guingois porte un large écriteau blanc sur </w:t>
      </w:r>
      <w:r w:rsidRPr="006E36B9">
        <w:lastRenderedPageBreak/>
        <w:t>bleu : « Services Rapides ». Contraste délicieux de notre vieux sol ir</w:t>
      </w:r>
      <w:r w:rsidRPr="006E36B9">
        <w:t>o</w:t>
      </w:r>
      <w:r w:rsidRPr="006E36B9">
        <w:t>nique !</w:t>
      </w:r>
    </w:p>
    <w:p w14:paraId="74B00D3F" w14:textId="77777777" w:rsidR="00EE7519" w:rsidRPr="006E36B9" w:rsidRDefault="00EE7519" w:rsidP="00EE7519">
      <w:r w:rsidRPr="006E36B9">
        <w:t>Sur un ciel d’indécise lumière, les monts de Provence pl</w:t>
      </w:r>
      <w:r w:rsidRPr="006E36B9">
        <w:t>a</w:t>
      </w:r>
      <w:r w:rsidRPr="006E36B9">
        <w:t xml:space="preserve">quent leurs lignes si pures qu’elles sont par elles-mêmes une parfaite harmonie. Par grandes nappes, </w:t>
      </w:r>
      <w:r>
        <w:t>l</w:t>
      </w:r>
      <w:r w:rsidRPr="006E36B9">
        <w:t>a Méditerranée emplit de bleu les criques et les baies.</w:t>
      </w:r>
    </w:p>
    <w:p w14:paraId="20F9169C" w14:textId="77777777" w:rsidR="00EE7519" w:rsidRPr="006E36B9" w:rsidRDefault="00EE7519" w:rsidP="00EE7519">
      <w:r w:rsidRPr="006E36B9">
        <w:t>Pourquoi la pluie essaye-t-elle de gâcher notre départ. Sur « l’</w:t>
      </w:r>
      <w:proofErr w:type="spellStart"/>
      <w:r w:rsidRPr="006E36B9">
        <w:t>Oronsay</w:t>
      </w:r>
      <w:proofErr w:type="spellEnd"/>
      <w:r w:rsidRPr="006E36B9">
        <w:t> », des stewards anachroniques en leurs vestes trop blanches accueillent des passagers ruisselants.</w:t>
      </w:r>
    </w:p>
    <w:p w14:paraId="0EE527BB" w14:textId="77777777" w:rsidR="00EE7519" w:rsidRPr="006E36B9" w:rsidRDefault="00EE7519" w:rsidP="00EE7519">
      <w:r w:rsidRPr="006E36B9">
        <w:t>Première nuit à bord en rade de Toulon.</w:t>
      </w:r>
    </w:p>
    <w:p w14:paraId="0831E83C" w14:textId="77777777" w:rsidR="00EE7519" w:rsidRPr="006E36B9" w:rsidRDefault="00EE7519" w:rsidP="00EE7519">
      <w:r w:rsidRPr="006E36B9">
        <w:t>Vers minuit, le ronflement des machines nous réveille. A</w:t>
      </w:r>
      <w:r w:rsidRPr="006E36B9">
        <w:t>u</w:t>
      </w:r>
      <w:r w:rsidRPr="006E36B9">
        <w:t>tour du paquebot, un éventail de lumières s’éloigne et se perd dans l’ombre : le port.</w:t>
      </w:r>
    </w:p>
    <w:p w14:paraId="7DA6FB38" w14:textId="77777777" w:rsidR="00EE7519" w:rsidRPr="006E36B9" w:rsidRDefault="00EE7519" w:rsidP="00EE7519">
      <w:r w:rsidRPr="006E36B9">
        <w:t>Seul à l’arrière du bateau, le sillage forge en maillons d’écume une chaîne mouvante qui nous relie à notre sol.</w:t>
      </w:r>
    </w:p>
    <w:p w14:paraId="0A0080BE" w14:textId="77777777" w:rsidR="00EE7519" w:rsidRPr="00006BCB" w:rsidRDefault="00EE7519" w:rsidP="00EE7519">
      <w:pPr>
        <w:pStyle w:val="Titre2"/>
        <w:rPr>
          <w:szCs w:val="44"/>
        </w:rPr>
      </w:pPr>
      <w:bookmarkStart w:id="5" w:name="_TOC6205"/>
      <w:bookmarkStart w:id="6" w:name="_Toc195610640"/>
      <w:bookmarkEnd w:id="5"/>
      <w:r w:rsidRPr="00006BCB">
        <w:rPr>
          <w:szCs w:val="44"/>
        </w:rPr>
        <w:lastRenderedPageBreak/>
        <w:t>EN MER</w:t>
      </w:r>
      <w:bookmarkEnd w:id="6"/>
    </w:p>
    <w:p w14:paraId="5057B3FE" w14:textId="77777777" w:rsidR="00EE7519" w:rsidRPr="006E36B9" w:rsidRDefault="00EE7519" w:rsidP="00EE7519">
      <w:r w:rsidRPr="006E36B9">
        <w:t xml:space="preserve">Derrière la rangée des stewards, une tête rose et blonde me sourit. Je reconnais </w:t>
      </w:r>
      <w:proofErr w:type="spellStart"/>
      <w:r w:rsidRPr="006E36B9">
        <w:t>Joë</w:t>
      </w:r>
      <w:proofErr w:type="spellEnd"/>
      <w:r w:rsidRPr="006E36B9">
        <w:t>, un vieux camarade anglais que je n’ai pas revu depuis plusieurs années.</w:t>
      </w:r>
    </w:p>
    <w:p w14:paraId="4FA0EF3D" w14:textId="77777777" w:rsidR="00EE7519" w:rsidRPr="006E36B9" w:rsidRDefault="00EE7519" w:rsidP="00EE7519">
      <w:r w:rsidRPr="006E36B9">
        <w:t xml:space="preserve">Je m’approche et </w:t>
      </w:r>
      <w:proofErr w:type="spellStart"/>
      <w:r w:rsidRPr="006E36B9">
        <w:t>Joë</w:t>
      </w:r>
      <w:proofErr w:type="spellEnd"/>
      <w:r w:rsidRPr="006E36B9">
        <w:t xml:space="preserve"> expansif m’accueille d’une grande t</w:t>
      </w:r>
      <w:r w:rsidRPr="006E36B9">
        <w:t>a</w:t>
      </w:r>
      <w:r w:rsidRPr="006E36B9">
        <w:t xml:space="preserve">pe amicale sur l’épaule. Je lui réponds d’une bourrade dans les côtes qui lui fait perdre un instant </w:t>
      </w:r>
      <w:smartTag w:uri="urn:schemas-microsoft-com:office:smarttags" w:element="PersonName">
        <w:smartTagPr>
          <w:attr w:name="ProductID" w:val="la respiration. Il"/>
        </w:smartTagPr>
        <w:r w:rsidRPr="006E36B9">
          <w:t>la respiration. Il</w:t>
        </w:r>
      </w:smartTag>
      <w:r w:rsidRPr="006E36B9">
        <w:t xml:space="preserve"> me sourit avec une sympathie accrue. Le principe est bon : il faut toujours être plus fort que l’Angleterre.</w:t>
      </w:r>
    </w:p>
    <w:p w14:paraId="6C06DA70" w14:textId="77777777" w:rsidR="00EE7519" w:rsidRPr="006E36B9" w:rsidRDefault="00EE7519" w:rsidP="00EE7519">
      <w:r w:rsidRPr="006E36B9">
        <w:t xml:space="preserve">– « Hello ! </w:t>
      </w:r>
      <w:proofErr w:type="spellStart"/>
      <w:r w:rsidRPr="006E36B9">
        <w:t>Joë</w:t>
      </w:r>
      <w:proofErr w:type="spellEnd"/>
      <w:r w:rsidRPr="006E36B9">
        <w:t>, quelles nouvelles ? »</w:t>
      </w:r>
    </w:p>
    <w:p w14:paraId="5DF6EE60" w14:textId="77777777" w:rsidR="00EE7519" w:rsidRPr="006E36B9" w:rsidRDefault="00EE7519" w:rsidP="00EE7519">
      <w:proofErr w:type="spellStart"/>
      <w:r w:rsidRPr="006E36B9">
        <w:t>Joë</w:t>
      </w:r>
      <w:proofErr w:type="spellEnd"/>
      <w:r w:rsidRPr="006E36B9">
        <w:t>, d’un coup d’ongle fait tomber la cendre de sa cigarette et me répond sans un pli de figure :</w:t>
      </w:r>
    </w:p>
    <w:p w14:paraId="6523C418" w14:textId="77777777" w:rsidR="00EE7519" w:rsidRPr="006E36B9" w:rsidRDefault="00EE7519" w:rsidP="00EE7519">
      <w:r w:rsidRPr="006E36B9">
        <w:t>– « Après un whisky vient un autre whisky.</w:t>
      </w:r>
    </w:p>
    <w:p w14:paraId="2826CA27" w14:textId="77777777" w:rsidR="00EE7519" w:rsidRPr="006E36B9" w:rsidRDefault="00EE7519" w:rsidP="00EE7519">
      <w:r w:rsidRPr="006E36B9">
        <w:t>Je donne une cigarette à mon ami et, après, je lui demande si je peux en prendre une. Dans les périodes creuses je prends un gin et c’est tout ce qu’il y a comme nouvelles.</w:t>
      </w:r>
      <w:r w:rsidR="001B67DE">
        <w:t> </w:t>
      </w:r>
      <w:r w:rsidR="00844929">
        <w:t>»</w:t>
      </w:r>
    </w:p>
    <w:p w14:paraId="7325F030" w14:textId="77777777" w:rsidR="00EE7519" w:rsidRPr="006E36B9" w:rsidRDefault="00EE7519" w:rsidP="00EE7519">
      <w:r w:rsidRPr="006E36B9">
        <w:t>Je ne l’avais pas vu depuis trois ans !</w:t>
      </w:r>
    </w:p>
    <w:p w14:paraId="117C6038" w14:textId="77777777" w:rsidR="00EE7519" w:rsidRPr="006E36B9" w:rsidRDefault="00EE7519" w:rsidP="00EE7519">
      <w:pPr>
        <w:pStyle w:val="Centr"/>
      </w:pPr>
      <w:r w:rsidRPr="006E36B9">
        <w:t>*</w:t>
      </w:r>
    </w:p>
    <w:p w14:paraId="6B8404B4" w14:textId="77777777" w:rsidR="00EE7519" w:rsidRPr="006E36B9" w:rsidRDefault="00EE7519" w:rsidP="00EE7519">
      <w:r w:rsidRPr="006E36B9">
        <w:t>Sur l’immense plateau de la mer, des îles, dansent une étonnante farandole. Fugitives, elles surgissent et disparaissent de chaque côté du bateau. Quelques-unes, en lointain décor, s’allient aux nuages pour sculpter sur l’horizon des bas-reliefs de brume.</w:t>
      </w:r>
    </w:p>
    <w:p w14:paraId="42B56EB8" w14:textId="77777777" w:rsidR="00EE7519" w:rsidRPr="006E36B9" w:rsidRDefault="00EE7519" w:rsidP="00EE7519">
      <w:r w:rsidRPr="006E36B9">
        <w:t>Accoudé au bastingage, chacun essaie de mettre un nom sur cette poussière d’Italie emportée sans doute en pleine Méd</w:t>
      </w:r>
      <w:r w:rsidRPr="006E36B9">
        <w:t>i</w:t>
      </w:r>
      <w:r w:rsidRPr="006E36B9">
        <w:t xml:space="preserve">terranée, jadis, par un prestigieux coup de vent. La même </w:t>
      </w:r>
      <w:r w:rsidRPr="006E36B9">
        <w:lastRenderedPageBreak/>
        <w:t>terre s’appelle successivement : Is</w:t>
      </w:r>
      <w:r w:rsidR="00844929">
        <w:t>c</w:t>
      </w:r>
      <w:r w:rsidRPr="006E36B9">
        <w:t>hia, Capri, Stromboli ou Sicile.</w:t>
      </w:r>
    </w:p>
    <w:p w14:paraId="4565501A" w14:textId="77777777" w:rsidR="00EE7519" w:rsidRPr="006E36B9" w:rsidRDefault="00EE7519" w:rsidP="00EE7519">
      <w:pPr>
        <w:pStyle w:val="Centr"/>
      </w:pPr>
      <w:r w:rsidRPr="006E36B9">
        <w:t>*</w:t>
      </w:r>
    </w:p>
    <w:p w14:paraId="5ABEC551" w14:textId="77777777" w:rsidR="00EE7519" w:rsidRPr="006E36B9" w:rsidRDefault="00EE7519" w:rsidP="00EE7519">
      <w:r w:rsidRPr="006E36B9">
        <w:t>Ce matin, un prêtre irlandais dit la messe dans le grand fumoir. Sur une table, un autel portatif a été dressé. Brusqu</w:t>
      </w:r>
      <w:r w:rsidRPr="006E36B9">
        <w:t>e</w:t>
      </w:r>
      <w:r w:rsidRPr="006E36B9">
        <w:t>ment nous croyons assister à une messe au camp, quelque part en forêt de Touraine ou de Savoie. À une de ces messes que l’aumônier de la Troupe ou du clan, célèbre au milieu d’une cla</w:t>
      </w:r>
      <w:r w:rsidRPr="006E36B9">
        <w:t>i</w:t>
      </w:r>
      <w:r w:rsidRPr="006E36B9">
        <w:t>rière parmi l’indiscret friselis des oiseaux. Au lieu de l’odeur fo</w:t>
      </w:r>
      <w:r w:rsidRPr="006E36B9">
        <w:t>r</w:t>
      </w:r>
      <w:r w:rsidRPr="006E36B9">
        <w:t>te de la terre mouillée de rosée, l’air marin dessèche nos lèvres. La forêt n’élève plus autour de nous la grande nef de ses troncs. Mais, à travers les hublots le cercle d’horizon, d’un seul trait, crée l’immensité.</w:t>
      </w:r>
    </w:p>
    <w:p w14:paraId="63A4A664" w14:textId="77777777" w:rsidR="00EE7519" w:rsidRPr="006E36B9" w:rsidRDefault="00EE7519" w:rsidP="00EE7519">
      <w:r w:rsidRPr="006E36B9">
        <w:t xml:space="preserve">Identiques, des souvenirs de camp viennent </w:t>
      </w:r>
      <w:r>
        <w:t>à</w:t>
      </w:r>
      <w:r w:rsidRPr="006E36B9">
        <w:t xml:space="preserve"> notre m</w:t>
      </w:r>
      <w:r w:rsidRPr="006E36B9">
        <w:t>é</w:t>
      </w:r>
      <w:r w:rsidRPr="006E36B9">
        <w:t>moire, des pensées communes nous emplissent. Plus près les uns des autres, nos âmes forment bloc et nos voix mieux unies chantent la prière scoute.</w:t>
      </w:r>
    </w:p>
    <w:p w14:paraId="3E902EBC" w14:textId="77777777" w:rsidR="00EE7519" w:rsidRPr="006E36B9" w:rsidRDefault="00EE7519" w:rsidP="00EE7519">
      <w:pPr>
        <w:pStyle w:val="Centr"/>
      </w:pPr>
      <w:r w:rsidRPr="006E36B9">
        <w:t>*</w:t>
      </w:r>
    </w:p>
    <w:p w14:paraId="3C5DA50F" w14:textId="77777777" w:rsidR="00EE7519" w:rsidRPr="006E36B9" w:rsidRDefault="00EE7519" w:rsidP="00EE7519">
      <w:r w:rsidRPr="006E36B9">
        <w:t>Le soir, au salon, un australien scande à coup d’épaule, un air de jazz. Autour de lui des Anglais chantent et sifflent.</w:t>
      </w:r>
    </w:p>
    <w:p w14:paraId="6F920437" w14:textId="77777777" w:rsidR="00EE7519" w:rsidRPr="006E36B9" w:rsidRDefault="00EE7519" w:rsidP="00EE7519">
      <w:proofErr w:type="spellStart"/>
      <w:r w:rsidRPr="006E36B9">
        <w:t>Joë</w:t>
      </w:r>
      <w:proofErr w:type="spellEnd"/>
      <w:r w:rsidRPr="006E36B9">
        <w:t xml:space="preserve"> prend whisky sur whisky se raidissant, au fur et à m</w:t>
      </w:r>
      <w:r w:rsidRPr="006E36B9">
        <w:t>e</w:t>
      </w:r>
      <w:r w:rsidRPr="006E36B9">
        <w:t>sure que l’ivresse monte en lui. Il devient de plus en plus sole</w:t>
      </w:r>
      <w:r w:rsidRPr="006E36B9">
        <w:t>n</w:t>
      </w:r>
      <w:r w:rsidRPr="006E36B9">
        <w:t>nel et gentleman jusqu’à ce que, tendu en un ultime effort, il parvienne à regagner sa cabine, guindé dans son ivresse comme une vieille dame dans sa haute guimpe.</w:t>
      </w:r>
    </w:p>
    <w:p w14:paraId="4FB8B508" w14:textId="77777777" w:rsidR="00EE7519" w:rsidRPr="006E36B9" w:rsidRDefault="00EE7519" w:rsidP="00EE7519">
      <w:r w:rsidRPr="006E36B9">
        <w:t>Au dancing, robes blanches, spencers et pantalons noirs forment un mouvant damier. L’atmosphère est celle d’un grand palace, mais le bruit tout proche de la mer, le sourd ronronn</w:t>
      </w:r>
      <w:r w:rsidRPr="006E36B9">
        <w:t>e</w:t>
      </w:r>
      <w:r w:rsidRPr="006E36B9">
        <w:t xml:space="preserve">ment du bateau, accompagnent en sourdine </w:t>
      </w:r>
      <w:r w:rsidRPr="006E36B9">
        <w:lastRenderedPageBreak/>
        <w:t>l’orchestre, accr</w:t>
      </w:r>
      <w:r w:rsidRPr="006E36B9">
        <w:t>o</w:t>
      </w:r>
      <w:r w:rsidRPr="006E36B9">
        <w:t>chant au rythme syncopé du jazz une note profonde qui semble l’apaiser.</w:t>
      </w:r>
    </w:p>
    <w:p w14:paraId="7C05C1E7" w14:textId="77777777" w:rsidR="00EE7519" w:rsidRPr="00006BCB" w:rsidRDefault="00EE7519" w:rsidP="00EE7519">
      <w:pPr>
        <w:pStyle w:val="Titre2"/>
        <w:rPr>
          <w:szCs w:val="44"/>
        </w:rPr>
      </w:pPr>
      <w:bookmarkStart w:id="7" w:name="_TOC9066"/>
      <w:bookmarkStart w:id="8" w:name="_Toc195610641"/>
      <w:bookmarkEnd w:id="7"/>
      <w:r w:rsidRPr="00006BCB">
        <w:rPr>
          <w:szCs w:val="44"/>
        </w:rPr>
        <w:lastRenderedPageBreak/>
        <w:t>PORT-SAÏD</w:t>
      </w:r>
      <w:bookmarkEnd w:id="8"/>
    </w:p>
    <w:p w14:paraId="03ECBE7F" w14:textId="77777777" w:rsidR="00EE7519" w:rsidRPr="006E36B9" w:rsidRDefault="00EE7519" w:rsidP="00EE7519">
      <w:r w:rsidRPr="006E36B9">
        <w:t>Dans les eaux du port, une volée de chaloupes, de vedettes, d’embarcations de toutes sortes s’abattent autour du grand p</w:t>
      </w:r>
      <w:r w:rsidRPr="006E36B9">
        <w:t>a</w:t>
      </w:r>
      <w:r w:rsidRPr="006E36B9">
        <w:t>quebot blanc comme des mouches sur un morceau de sucre. La plupart sont chargées de fruits, rouges, jaunes, violet</w:t>
      </w:r>
      <w:r w:rsidR="00844929">
        <w:t>s</w:t>
      </w:r>
      <w:r w:rsidRPr="006E36B9">
        <w:t xml:space="preserve"> ou verts ; de tapis multicolores, de soieries, de bibelots, de colliers, de b</w:t>
      </w:r>
      <w:r w:rsidRPr="006E36B9">
        <w:t>i</w:t>
      </w:r>
      <w:r w:rsidRPr="006E36B9">
        <w:t>joux, d’invraisemblable camelote, tout cela peint au pouce, par touches en relief violentes et heurtées.</w:t>
      </w:r>
    </w:p>
    <w:p w14:paraId="2C54C01E" w14:textId="77777777" w:rsidR="00EE7519" w:rsidRPr="006E36B9" w:rsidRDefault="00EE7519" w:rsidP="00EE7519">
      <w:r w:rsidRPr="006E36B9">
        <w:t xml:space="preserve">Dirigées d’une main nonchalante mais sûre d’elle-même, ces barques se croisent et s’entrecroisent à toute vitesse sans jamais s’aborder. De chacune d’elles, des </w:t>
      </w:r>
      <w:r w:rsidR="001B67DE">
        <w:t>J</w:t>
      </w:r>
      <w:r w:rsidRPr="006E36B9">
        <w:t xml:space="preserve">uifs ou des </w:t>
      </w:r>
      <w:r w:rsidR="001B67DE">
        <w:t>S</w:t>
      </w:r>
      <w:r w:rsidRPr="006E36B9">
        <w:t>yriens lancent des filins sur le pont. Le long des cordes tendues, des paniers montent et descendent, passant marchandises et mo</w:t>
      </w:r>
      <w:r w:rsidRPr="006E36B9">
        <w:t>n</w:t>
      </w:r>
      <w:r w:rsidRPr="006E36B9">
        <w:t>naie au milieu des vociférations et des marchandages interm</w:t>
      </w:r>
      <w:r w:rsidRPr="006E36B9">
        <w:t>i</w:t>
      </w:r>
      <w:r w:rsidRPr="006E36B9">
        <w:t>nables.</w:t>
      </w:r>
    </w:p>
    <w:p w14:paraId="4A5AF84B" w14:textId="77777777" w:rsidR="00EE7519" w:rsidRPr="006E36B9" w:rsidRDefault="00EE7519" w:rsidP="00EE7519">
      <w:r w:rsidRPr="006E36B9">
        <w:t>Au ras de l’eau, des têtes crépues poussent des cris str</w:t>
      </w:r>
      <w:r w:rsidRPr="006E36B9">
        <w:t>i</w:t>
      </w:r>
      <w:r w:rsidRPr="006E36B9">
        <w:t>dents, disparaissent, remontent à la surface avec, fixée au coin du sourire éclatant, une piécette d’argent.</w:t>
      </w:r>
    </w:p>
    <w:p w14:paraId="1EF43455" w14:textId="77777777" w:rsidR="00EE7519" w:rsidRPr="006E36B9" w:rsidRDefault="00EE7519" w:rsidP="00EE7519">
      <w:r w:rsidRPr="006E36B9">
        <w:t>Inaccoutumés, nos costumes scouts attirent l’attention. Mendiants et marchands nous suivent, nous harcèlent, s’accrochent à nous comme limaille sur l’aimant. Au quartier arabe, toute la marmaille de la ville nous honore d’une escorte groui</w:t>
      </w:r>
      <w:r w:rsidRPr="006E36B9">
        <w:t>l</w:t>
      </w:r>
      <w:r w:rsidRPr="006E36B9">
        <w:t>lante et bigarrée qu’uniformise seule une commune saleté.</w:t>
      </w:r>
    </w:p>
    <w:p w14:paraId="1988679D" w14:textId="77777777" w:rsidR="00EE7519" w:rsidRPr="006E36B9" w:rsidRDefault="00EE7519" w:rsidP="00EE7519">
      <w:r w:rsidRPr="006E36B9">
        <w:t>Costumes, maisons arabes, fez, femmes voilées, chéchias, hindous, marchands, bazars, turbans, juifs, monuments mode</w:t>
      </w:r>
      <w:r w:rsidRPr="006E36B9">
        <w:t>r</w:t>
      </w:r>
      <w:r w:rsidRPr="006E36B9">
        <w:t xml:space="preserve">nes, mendiants dormant étendus sur le trottoir, bébés aux yeux fourmillant de mouches, passent et disparaissent en </w:t>
      </w:r>
      <w:r w:rsidRPr="006E36B9">
        <w:lastRenderedPageBreak/>
        <w:t>une éto</w:t>
      </w:r>
      <w:r w:rsidRPr="006E36B9">
        <w:t>n</w:t>
      </w:r>
      <w:r w:rsidRPr="006E36B9">
        <w:t xml:space="preserve">nante </w:t>
      </w:r>
      <w:proofErr w:type="spellStart"/>
      <w:r w:rsidRPr="006E36B9">
        <w:t>silly</w:t>
      </w:r>
      <w:proofErr w:type="spellEnd"/>
      <w:r w:rsidRPr="006E36B9">
        <w:t xml:space="preserve"> symphonie et la cloche du bateau nous rappelle.</w:t>
      </w:r>
    </w:p>
    <w:p w14:paraId="20FBB77F" w14:textId="77777777" w:rsidR="00EE7519" w:rsidRPr="006E36B9" w:rsidRDefault="00EE7519" w:rsidP="00EE7519">
      <w:r w:rsidRPr="006E36B9">
        <w:t>Jailli du pont supérieur, un plongeur coulé en bronze clair s’incurve un instant dans l’espace et pénètre l’eau d’un plouf s</w:t>
      </w:r>
      <w:r w:rsidRPr="006E36B9">
        <w:t>i</w:t>
      </w:r>
      <w:r w:rsidRPr="006E36B9">
        <w:t>lencieux.</w:t>
      </w:r>
    </w:p>
    <w:p w14:paraId="73BB4538" w14:textId="77777777" w:rsidR="00EE7519" w:rsidRPr="006E36B9" w:rsidRDefault="00EE7519" w:rsidP="00EE7519">
      <w:pPr>
        <w:pStyle w:val="Centr"/>
      </w:pPr>
      <w:r w:rsidRPr="006E36B9">
        <w:t>*</w:t>
      </w:r>
    </w:p>
    <w:p w14:paraId="725B7D7C" w14:textId="77777777" w:rsidR="00EE7519" w:rsidRPr="006E36B9" w:rsidRDefault="00EE7519" w:rsidP="00EE7519">
      <w:r w:rsidRPr="006E36B9">
        <w:t>Beau livre d’images trop rapidement feuilleté, nous lai</w:t>
      </w:r>
      <w:r w:rsidRPr="006E36B9">
        <w:t>s</w:t>
      </w:r>
      <w:r w:rsidRPr="006E36B9">
        <w:t>sons Fort-Saïd. Le canal de Suez enfonçant parmi les sables et les l</w:t>
      </w:r>
      <w:r w:rsidRPr="006E36B9">
        <w:t>a</w:t>
      </w:r>
      <w:r w:rsidRPr="006E36B9">
        <w:t>gunes son axe rectiligne nous donne pour la première fois une vision profonde de l’Orient.</w:t>
      </w:r>
    </w:p>
    <w:p w14:paraId="3AE9FFE6" w14:textId="77777777" w:rsidR="00EE7519" w:rsidRPr="006E36B9" w:rsidRDefault="00EE7519" w:rsidP="00EE7519">
      <w:r w:rsidRPr="006E36B9">
        <w:t>À perte de vue, le sable et l’eau s’étendent. Le regard peut errer loin, très loin, sans qu’aucun obstacle ne le heurte. Face au ciel fluide, on voudrait se coucher sur le sable chaud, les bras en Croix, en plein soleil et rêver. Puis se plonger dans cette eau bleue cernée de mirages et, de nouveau, songer interminabl</w:t>
      </w:r>
      <w:r w:rsidRPr="006E36B9">
        <w:t>e</w:t>
      </w:r>
      <w:r w:rsidRPr="006E36B9">
        <w:t>ment. Le temps ici n’a plus de durée et le monde freiné tourne au ralenti.</w:t>
      </w:r>
    </w:p>
    <w:p w14:paraId="3E0AEC27" w14:textId="77777777" w:rsidR="00EE7519" w:rsidRPr="006E36B9" w:rsidRDefault="00EE7519" w:rsidP="00EE7519">
      <w:r w:rsidRPr="006E36B9">
        <w:t>Des felouques nous croisent. Mouettes géantes clouées au mât, leurs voiles latines étendent deux ailes blanches. Plantés sur une patte, des marabouts au garde-à-vous alignent des rangs immobiles. Un chacal trottine le long du canal et les co</w:t>
      </w:r>
      <w:r w:rsidRPr="006E36B9">
        <w:t>n</w:t>
      </w:r>
      <w:r w:rsidRPr="006E36B9">
        <w:t>treforts du Sinaï, très loin, reconstituent la Bible.</w:t>
      </w:r>
    </w:p>
    <w:p w14:paraId="44126697" w14:textId="77777777" w:rsidR="00EE7519" w:rsidRPr="006E36B9" w:rsidRDefault="00EE7519" w:rsidP="00EE7519">
      <w:r w:rsidRPr="006E36B9">
        <w:t>Sortie d’une boîte à joujoux, une oasis rompt l’uniformité du sable. Le jeu est complet, rien ne manque, ni les maisons bien blanches, ni les palmiers trop verts, ni la délicieuse ch</w:t>
      </w:r>
      <w:r w:rsidRPr="006E36B9">
        <w:t>a</w:t>
      </w:r>
      <w:r w:rsidRPr="006E36B9">
        <w:t>pelle de la mission toute pimpante en sa peinture neuve. Le ciel est d’un violet sinistre au Sud, rouge sans au Nord et, placée au point de fusion de ces couleurs fantastiques, la petite oasis, par touches légères, esquisse une aquarelle pour nursery.</w:t>
      </w:r>
    </w:p>
    <w:p w14:paraId="10F68134" w14:textId="77777777" w:rsidR="00EE7519" w:rsidRPr="006E36B9" w:rsidRDefault="00EE7519" w:rsidP="00EE7519">
      <w:r w:rsidRPr="006E36B9">
        <w:lastRenderedPageBreak/>
        <w:t>Dans la nuit descendue maintenant, le phare du bateau trace une voie blanche. Prise dans le faisceau lumineux, une c</w:t>
      </w:r>
      <w:r w:rsidRPr="006E36B9">
        <w:t>a</w:t>
      </w:r>
      <w:r w:rsidRPr="006E36B9">
        <w:t xml:space="preserve">ravane allonge des ombres démesurées et les bêtes affolées prennent le galop à </w:t>
      </w:r>
      <w:r w:rsidR="00844929">
        <w:t>l</w:t>
      </w:r>
      <w:r w:rsidR="00844929" w:rsidRPr="006E36B9">
        <w:t xml:space="preserve">a </w:t>
      </w:r>
      <w:r w:rsidRPr="006E36B9">
        <w:t>recherche de la nuit.</w:t>
      </w:r>
    </w:p>
    <w:p w14:paraId="5BC77344" w14:textId="77777777" w:rsidR="00EE7519" w:rsidRPr="00006BCB" w:rsidRDefault="00EE7519" w:rsidP="00EE7519">
      <w:pPr>
        <w:pStyle w:val="Titre2"/>
        <w:rPr>
          <w:szCs w:val="44"/>
        </w:rPr>
      </w:pPr>
      <w:bookmarkStart w:id="9" w:name="_TOC12341"/>
      <w:bookmarkStart w:id="10" w:name="_Toc195610642"/>
      <w:bookmarkEnd w:id="9"/>
      <w:r w:rsidRPr="00006BCB">
        <w:rPr>
          <w:szCs w:val="44"/>
        </w:rPr>
        <w:lastRenderedPageBreak/>
        <w:t>ENTRE DEUX ESCALES</w:t>
      </w:r>
      <w:bookmarkEnd w:id="10"/>
    </w:p>
    <w:p w14:paraId="0D9DED92" w14:textId="77777777" w:rsidR="00EE7519" w:rsidRPr="006E36B9" w:rsidRDefault="00EE7519" w:rsidP="00EE7519">
      <w:r w:rsidRPr="006E36B9">
        <w:t>L’horizon referme sur nous le cercle magique où s’enclosent les songes. La mer semble d’huile mais une houle invisible berce le bateau et, sur un rythme monotone, la ligne d’horizon monte et descend d’une barre à l’autre du bastinga</w:t>
      </w:r>
      <w:r w:rsidRPr="006E36B9">
        <w:t>g</w:t>
      </w:r>
      <w:r w:rsidRPr="006E36B9">
        <w:t>e. L’eau ruisselle de lumières, resplendit de diurnes lucioles qui s’éteignent et s’allument par milliers. On voudrait être seul, perdu en plein Océan sur le canot de Hiawatha. N’être plus qu’un imperceptible point sur cette immensité. L’esprit s’alourdit jusqu’au sommeil puis revient à la réalité ; le songe devient rêverie et la pensée ténue glisse de nouveau jusqu’au r</w:t>
      </w:r>
      <w:r w:rsidRPr="006E36B9">
        <w:t>ê</w:t>
      </w:r>
      <w:r w:rsidRPr="006E36B9">
        <w:t>ve.</w:t>
      </w:r>
    </w:p>
    <w:p w14:paraId="7EAFA2CC" w14:textId="77777777" w:rsidR="00EE7519" w:rsidRPr="006E36B9" w:rsidRDefault="00EE7519" w:rsidP="00EE7519">
      <w:r w:rsidRPr="006E36B9">
        <w:t>Allongé sur un deck-chair, j’essaye de réfléchir mais, il n’y a si prodigieusement rien à faire à bord que travailler devient i</w:t>
      </w:r>
      <w:r w:rsidRPr="006E36B9">
        <w:t>m</w:t>
      </w:r>
      <w:r w:rsidRPr="006E36B9">
        <w:t>possible. Seuls des souvenirs visuels se présentent à l’esprit et l’âme engourdie de paresse ne pense plus qu’en images.</w:t>
      </w:r>
    </w:p>
    <w:p w14:paraId="3305651F" w14:textId="77777777" w:rsidR="00EE7519" w:rsidRPr="006E36B9" w:rsidRDefault="00EE7519" w:rsidP="00EE7519">
      <w:r w:rsidRPr="006E36B9">
        <w:t xml:space="preserve">Deux jeunes filles viennent s’asseoir près de moi avec un gramophone. Grand Dieu ! Rompre ce silence à coup de jazz ! </w:t>
      </w:r>
      <w:r w:rsidR="00FB66B4">
        <w:t>J</w:t>
      </w:r>
      <w:r w:rsidR="00FB66B4" w:rsidRPr="006E36B9">
        <w:t xml:space="preserve">e </w:t>
      </w:r>
      <w:r w:rsidRPr="006E36B9">
        <w:t xml:space="preserve">salue </w:t>
      </w:r>
      <w:r>
        <w:t>l</w:t>
      </w:r>
      <w:r w:rsidRPr="006E36B9">
        <w:t>es deux importunes d’un sourire crispé.</w:t>
      </w:r>
    </w:p>
    <w:p w14:paraId="71051739" w14:textId="77777777" w:rsidR="00EE7519" w:rsidRPr="006E36B9" w:rsidRDefault="00EE7519" w:rsidP="00EE7519">
      <w:r w:rsidRPr="006E36B9">
        <w:t xml:space="preserve">Ô surprise ! Les chœurs de </w:t>
      </w:r>
      <w:proofErr w:type="spellStart"/>
      <w:r w:rsidRPr="006E36B9">
        <w:t>Jaroff</w:t>
      </w:r>
      <w:proofErr w:type="spellEnd"/>
      <w:r w:rsidRPr="006E36B9">
        <w:t xml:space="preserve"> chantent de vieux airs russes. Pénétrés du souffle de la steppe, portant en eux l’âme d’un peuple nombreux et trouble, ils s’harmonisent merveille</w:t>
      </w:r>
      <w:r w:rsidRPr="006E36B9">
        <w:t>u</w:t>
      </w:r>
      <w:r w:rsidRPr="006E36B9">
        <w:t>sement à l’écrasante immensité qui nous entoure et nous su</w:t>
      </w:r>
      <w:r w:rsidRPr="006E36B9">
        <w:t>b</w:t>
      </w:r>
      <w:r w:rsidRPr="006E36B9">
        <w:t>merge.</w:t>
      </w:r>
    </w:p>
    <w:p w14:paraId="6B58D20D" w14:textId="77777777" w:rsidR="00EE7519" w:rsidRPr="006E36B9" w:rsidRDefault="00EE7519" w:rsidP="00EE7519">
      <w:r w:rsidRPr="006E36B9">
        <w:t>Sincère cette fois je souris à mes deux anglaises… et je d</w:t>
      </w:r>
      <w:r w:rsidRPr="006E36B9">
        <w:t>e</w:t>
      </w:r>
      <w:r w:rsidRPr="006E36B9">
        <w:t>mande un autre disque.</w:t>
      </w:r>
    </w:p>
    <w:p w14:paraId="497F2FBD" w14:textId="77777777" w:rsidR="00EE7519" w:rsidRPr="006E36B9" w:rsidRDefault="00EE7519" w:rsidP="00EE7519">
      <w:pPr>
        <w:pStyle w:val="Centr"/>
      </w:pPr>
      <w:r w:rsidRPr="006E36B9">
        <w:t>*</w:t>
      </w:r>
    </w:p>
    <w:p w14:paraId="2F57389B" w14:textId="77777777" w:rsidR="00EE7519" w:rsidRPr="006E36B9" w:rsidRDefault="00EE7519" w:rsidP="00EE7519">
      <w:r w:rsidRPr="006E36B9">
        <w:lastRenderedPageBreak/>
        <w:t>Sur le pont, des gentlemen très vieille Angleterre jouent au deck-tennis avec conscience et gravité.</w:t>
      </w:r>
    </w:p>
    <w:p w14:paraId="40236F12" w14:textId="77777777" w:rsidR="00EE7519" w:rsidRPr="006E36B9" w:rsidRDefault="00EE7519" w:rsidP="00EE7519">
      <w:r w:rsidRPr="006E36B9">
        <w:t>C’est la force de l’Angleterre de savoir jouer. Le marin qui sur le pont fait une épissure à une corde joue le jeu et travaille du mieux qu’il peut. Le commodore qui, du haut de la pass</w:t>
      </w:r>
      <w:r w:rsidRPr="006E36B9">
        <w:t>e</w:t>
      </w:r>
      <w:r w:rsidRPr="006E36B9">
        <w:t>relle, dirige tout le navire joue lui aussi le jeu. Tous deux se</w:t>
      </w:r>
      <w:r w:rsidRPr="006E36B9">
        <w:t>r</w:t>
      </w:r>
      <w:r w:rsidRPr="006E36B9">
        <w:t>vent le même idéal : l’Angleterre.</w:t>
      </w:r>
    </w:p>
    <w:p w14:paraId="2A68DA6F" w14:textId="77777777" w:rsidR="00EE7519" w:rsidRPr="006E36B9" w:rsidRDefault="00EE7519" w:rsidP="00EE7519">
      <w:r w:rsidRPr="006E36B9">
        <w:t xml:space="preserve">Dans un match de rugby, il n’est pas déshonorant d’être « arrière » plutôt « qu’avant », chacun travaille à sa place dans l’équipe, pour gagner </w:t>
      </w:r>
      <w:smartTag w:uri="urn:schemas-microsoft-com:office:smarttags" w:element="PersonName">
        <w:smartTagPr>
          <w:attr w:name="ProductID" w:val="la partie. La"/>
        </w:smartTagPr>
        <w:r w:rsidRPr="006E36B9">
          <w:t>la partie. La</w:t>
        </w:r>
      </w:smartTag>
      <w:r w:rsidRPr="006E36B9">
        <w:t xml:space="preserve"> vie anglaise est un jeu d’équipe. En France trop souvent tout le monde voudrait être en « avant ».</w:t>
      </w:r>
    </w:p>
    <w:p w14:paraId="1390A673" w14:textId="77777777" w:rsidR="00EE7519" w:rsidRPr="006E36B9" w:rsidRDefault="00EE7519" w:rsidP="00EE7519">
      <w:r w:rsidRPr="006E36B9">
        <w:t>Chefs scouts pour la plupart, donc chargés de l’éducation des garçons par la méthode anglaise du « jeu », nous goûtons mieux que d’autres le sérieux, la solennité même des distra</w:t>
      </w:r>
      <w:r w:rsidRPr="006E36B9">
        <w:t>c</w:t>
      </w:r>
      <w:r w:rsidRPr="006E36B9">
        <w:t>tions à bord. Le comité des fêtes joue lui aussi le jeu et ses di</w:t>
      </w:r>
      <w:r w:rsidRPr="006E36B9">
        <w:t>s</w:t>
      </w:r>
      <w:r w:rsidRPr="006E36B9">
        <w:t>cussions sont sévères comme celles d’un conseil d’administration.</w:t>
      </w:r>
    </w:p>
    <w:p w14:paraId="2F4E4040" w14:textId="77777777" w:rsidR="00EE7519" w:rsidRPr="006E36B9" w:rsidRDefault="00EE7519" w:rsidP="00EE7519">
      <w:r w:rsidRPr="006E36B9">
        <w:t xml:space="preserve">Des matches de </w:t>
      </w:r>
      <w:proofErr w:type="spellStart"/>
      <w:r w:rsidRPr="006E36B9">
        <w:t>quoit</w:t>
      </w:r>
      <w:proofErr w:type="spellEnd"/>
      <w:r w:rsidRPr="006E36B9">
        <w:t xml:space="preserve">-tennis, de ping-pong, de deck-tennis, se disputent. Les prix offerts en récompense ne dépassent guère quelques shillings mais </w:t>
      </w:r>
      <w:proofErr w:type="spellStart"/>
      <w:r w:rsidRPr="006E36B9">
        <w:t>Joë</w:t>
      </w:r>
      <w:proofErr w:type="spellEnd"/>
      <w:r w:rsidRPr="006E36B9">
        <w:t xml:space="preserve"> qui a deux cents livres pour son voyage me dit très sérieusement :</w:t>
      </w:r>
    </w:p>
    <w:p w14:paraId="6803B31C" w14:textId="77777777" w:rsidR="00EE7519" w:rsidRPr="006E36B9" w:rsidRDefault="00EE7519" w:rsidP="00EE7519">
      <w:r w:rsidRPr="006E36B9">
        <w:t>– </w:t>
      </w:r>
      <w:r w:rsidR="00FB66B4">
        <w:t>«</w:t>
      </w:r>
      <w:r w:rsidR="001B67DE">
        <w:t> </w:t>
      </w:r>
      <w:r w:rsidRPr="006E36B9">
        <w:t>Je vais prendre part à tous les concours, cela me pe</w:t>
      </w:r>
      <w:r w:rsidRPr="006E36B9">
        <w:t>r</w:t>
      </w:r>
      <w:r w:rsidRPr="006E36B9">
        <w:t>mettra peut-être de rentrer</w:t>
      </w:r>
      <w:r w:rsidR="00FB66B4">
        <w:t xml:space="preserve"> dans</w:t>
      </w:r>
      <w:r w:rsidRPr="006E36B9">
        <w:t xml:space="preserve"> mes frais.</w:t>
      </w:r>
      <w:r w:rsidR="001B67DE">
        <w:t> </w:t>
      </w:r>
      <w:r w:rsidR="00FB66B4">
        <w:t>»</w:t>
      </w:r>
    </w:p>
    <w:p w14:paraId="70FB2D88" w14:textId="77777777" w:rsidR="00EE7519" w:rsidRPr="006E36B9" w:rsidRDefault="00EE7519" w:rsidP="00EE7519">
      <w:r w:rsidRPr="006E36B9">
        <w:t>Je l’approuve hautement.</w:t>
      </w:r>
    </w:p>
    <w:p w14:paraId="6F0EBDFA" w14:textId="77777777" w:rsidR="00EE7519" w:rsidRPr="006E36B9" w:rsidRDefault="00EE7519" w:rsidP="00EE7519">
      <w:pPr>
        <w:pStyle w:val="Centr"/>
      </w:pPr>
      <w:r w:rsidRPr="006E36B9">
        <w:t>*</w:t>
      </w:r>
    </w:p>
    <w:p w14:paraId="239B1E87" w14:textId="77777777" w:rsidR="00EE7519" w:rsidRPr="006E36B9" w:rsidRDefault="00EE7519" w:rsidP="00EE7519">
      <w:r w:rsidRPr="006E36B9">
        <w:t>Une lune fauve s’est levée tout à l’heure sur l’horizon i</w:t>
      </w:r>
      <w:r w:rsidRPr="006E36B9">
        <w:t>n</w:t>
      </w:r>
      <w:r w:rsidRPr="006E36B9">
        <w:t>cendié. On dirait un coucher de soleil qui se serait trompé de sens.</w:t>
      </w:r>
    </w:p>
    <w:p w14:paraId="10EEDA84" w14:textId="77777777" w:rsidR="00EE7519" w:rsidRPr="006E36B9" w:rsidRDefault="00EE7519" w:rsidP="00EE7519">
      <w:r w:rsidRPr="006E36B9">
        <w:lastRenderedPageBreak/>
        <w:t>Lentement, les tons de feu deviennent tons de métal. La lune cloue dans le ciel une applique de chrome et sème des l</w:t>
      </w:r>
      <w:r w:rsidRPr="006E36B9">
        <w:t>u</w:t>
      </w:r>
      <w:r w:rsidRPr="006E36B9">
        <w:t>mières sur l’eau noire. Au-dessus de nos têtes, une carte céleste se dessine qu’une étoile filante signe parfois d’un paraphe d’argent.</w:t>
      </w:r>
    </w:p>
    <w:p w14:paraId="3641B9A5" w14:textId="77777777" w:rsidR="00EE7519" w:rsidRPr="006E36B9" w:rsidRDefault="00EE7519" w:rsidP="00EE7519">
      <w:r w:rsidRPr="006E36B9">
        <w:t xml:space="preserve">Pourquoi le comité des fêtes a-t-il donné ce soir une séance de cinéma ? L’écran est tendu à </w:t>
      </w:r>
      <w:r>
        <w:t>m</w:t>
      </w:r>
      <w:r w:rsidRPr="006E36B9">
        <w:t>i-mât sur le pont supérieur des troisièmes. Le film semble ainsi projeté sur la nuit elle-même. Mais que font ces pauvres images et ces fausses stars dans le ciel tout ruisselant de vraies étoiles ?</w:t>
      </w:r>
    </w:p>
    <w:p w14:paraId="127BB18E" w14:textId="77777777" w:rsidR="00EE7519" w:rsidRPr="00006BCB" w:rsidRDefault="00EE7519" w:rsidP="00EE7519">
      <w:pPr>
        <w:pStyle w:val="Titre2"/>
        <w:rPr>
          <w:szCs w:val="44"/>
        </w:rPr>
      </w:pPr>
      <w:bookmarkStart w:id="11" w:name="_TOC15693"/>
      <w:bookmarkStart w:id="12" w:name="_Toc195610643"/>
      <w:bookmarkEnd w:id="11"/>
      <w:r w:rsidRPr="00006BCB">
        <w:rPr>
          <w:szCs w:val="44"/>
        </w:rPr>
        <w:lastRenderedPageBreak/>
        <w:t>ADEN</w:t>
      </w:r>
      <w:bookmarkEnd w:id="12"/>
    </w:p>
    <w:p w14:paraId="2E575A6C" w14:textId="77777777" w:rsidR="00EE7519" w:rsidRPr="006E36B9" w:rsidRDefault="00EE7519" w:rsidP="00EE7519">
      <w:r w:rsidRPr="006E36B9">
        <w:t>Les dents ébréchées d’une scie jaillissent couvertes de rouille hors de la mer bleue. Le massif déchiqueté d’Aden érige ses rocs dénudés, au pied desquels des maisons très laides ét</w:t>
      </w:r>
      <w:r w:rsidRPr="006E36B9">
        <w:t>a</w:t>
      </w:r>
      <w:r w:rsidRPr="006E36B9">
        <w:t>lent des toits bas.</w:t>
      </w:r>
    </w:p>
    <w:p w14:paraId="68349FCC" w14:textId="77777777" w:rsidR="00EE7519" w:rsidRPr="006E36B9" w:rsidRDefault="00EE7519" w:rsidP="00EE7519">
      <w:r w:rsidRPr="006E36B9">
        <w:t>Autour du bateau, parmi les mouettes et les cormorans, des milans planent, virent d’un simple mouvement de queue ou de rémiges. Même immobiles, la vie palpite en eux. Soudain ils d</w:t>
      </w:r>
      <w:r w:rsidRPr="006E36B9">
        <w:t>e</w:t>
      </w:r>
      <w:r w:rsidRPr="006E36B9">
        <w:t>viennent inertes, flasques comme des cadavres et s’abattent au ras de l’eau pour remonter brusquement avec dans leurs serres une proie qu’ils dévorent en incurvant le bec.</w:t>
      </w:r>
    </w:p>
    <w:p w14:paraId="45E348A6" w14:textId="77777777" w:rsidR="00EE7519" w:rsidRPr="006E36B9" w:rsidRDefault="00EE7519" w:rsidP="00EE7519">
      <w:r w:rsidRPr="006E36B9">
        <w:t>Une vedette accoste le paquebot. Le consul et le « </w:t>
      </w:r>
      <w:proofErr w:type="spellStart"/>
      <w:r w:rsidRPr="006E36B9">
        <w:t>Commi</w:t>
      </w:r>
      <w:r w:rsidRPr="006E36B9">
        <w:t>s</w:t>
      </w:r>
      <w:r w:rsidRPr="006E36B9">
        <w:t>sioner</w:t>
      </w:r>
      <w:proofErr w:type="spellEnd"/>
      <w:r w:rsidRPr="006E36B9">
        <w:t> » scout d’Aden montent à bord.</w:t>
      </w:r>
    </w:p>
    <w:p w14:paraId="3B66E597" w14:textId="77777777" w:rsidR="00EE7519" w:rsidRPr="006E36B9" w:rsidRDefault="00EE7519" w:rsidP="00EE7519">
      <w:r w:rsidRPr="006E36B9">
        <w:t>Le consul est en complet blanc, mais le « </w:t>
      </w:r>
      <w:proofErr w:type="spellStart"/>
      <w:r w:rsidRPr="006E36B9">
        <w:t>Commissioner</w:t>
      </w:r>
      <w:proofErr w:type="spellEnd"/>
      <w:r w:rsidRPr="006E36B9">
        <w:t xml:space="preserve"> », avec une conviction toute écossaise, porte, sous un soleil de feu, le kilt de grosse laine, le </w:t>
      </w:r>
      <w:proofErr w:type="spellStart"/>
      <w:r w:rsidRPr="006E36B9">
        <w:t>spowan</w:t>
      </w:r>
      <w:proofErr w:type="spellEnd"/>
      <w:r w:rsidRPr="006E36B9">
        <w:t xml:space="preserve"> de cuir et le chapeau de feutre. Un monocle cerclé d’or achève sa respectabilité.</w:t>
      </w:r>
    </w:p>
    <w:p w14:paraId="7582B129" w14:textId="77777777" w:rsidR="00EE7519" w:rsidRPr="006E36B9" w:rsidRDefault="00EE7519" w:rsidP="00EE7519">
      <w:r w:rsidRPr="006E36B9">
        <w:t xml:space="preserve">Sommes-nous sur les bords de </w:t>
      </w:r>
      <w:smartTag w:uri="urn:schemas-microsoft-com:office:smarttags" w:element="PersonName">
        <w:smartTagPr>
          <w:attr w:name="ProductID" w:val="la mer Rouge"/>
        </w:smartTagPr>
        <w:r w:rsidRPr="006E36B9">
          <w:t>la mer Rouge</w:t>
        </w:r>
      </w:smartTag>
      <w:r w:rsidRPr="006E36B9">
        <w:t xml:space="preserve"> ou parmi les brumes du Loch-Ness ?</w:t>
      </w:r>
    </w:p>
    <w:p w14:paraId="31D373E5" w14:textId="77777777" w:rsidR="00EE7519" w:rsidRPr="006E36B9" w:rsidRDefault="00EE7519" w:rsidP="00EE7519">
      <w:r w:rsidRPr="006E36B9">
        <w:t>Mais ce chef a deux cent cinquante scouts sous ses ordres. Scouts indigènes, de race, de religion, de costumes différents, divisés en troupes dont quelques-uns sont à plus de cent kil</w:t>
      </w:r>
      <w:r w:rsidRPr="006E36B9">
        <w:t>o</w:t>
      </w:r>
      <w:r w:rsidRPr="006E36B9">
        <w:t>mètres d’Aden. Il faut être né chef et posséder jusqu’au fond de l’âme le sens du jeu scout pour mener à bien une telle mission.</w:t>
      </w:r>
    </w:p>
    <w:p w14:paraId="1811F7BA" w14:textId="77777777" w:rsidR="00EE7519" w:rsidRPr="006E36B9" w:rsidRDefault="00EE7519" w:rsidP="00EE7519">
      <w:r w:rsidRPr="006E36B9">
        <w:lastRenderedPageBreak/>
        <w:t>La voiture du consul nous conduit aux citernes d’Aden. Quelques gouttes d’eau verdâtre croupissent au fond des ba</w:t>
      </w:r>
      <w:r w:rsidRPr="006E36B9">
        <w:t>s</w:t>
      </w:r>
      <w:r w:rsidRPr="006E36B9">
        <w:t xml:space="preserve">sins. Il n’a pas plu depuis trois ans. Le consul nous raconte qu’il y a longtemps, de violentes averses arrosèrent </w:t>
      </w:r>
      <w:smartTag w:uri="urn:schemas-microsoft-com:office:smarttags" w:element="PersonName">
        <w:smartTagPr>
          <w:attr w:name="ProductID" w:val="la r￩gion. Les"/>
        </w:smartTagPr>
        <w:r w:rsidRPr="006E36B9">
          <w:t>la région. Les</w:t>
        </w:r>
      </w:smartTag>
      <w:r w:rsidRPr="006E36B9">
        <w:t xml:space="preserve"> r</w:t>
      </w:r>
      <w:r w:rsidRPr="006E36B9">
        <w:t>o</w:t>
      </w:r>
      <w:r w:rsidRPr="006E36B9">
        <w:t>ches volcaniques sont si riches que le sol, en quelques jours, se couvrit de verdure. Les marins ne reconnaissant plus les terres ocrées d’Aden songèrent à mirage et, croyant s’être ég</w:t>
      </w:r>
      <w:r w:rsidRPr="006E36B9">
        <w:t>a</w:t>
      </w:r>
      <w:r w:rsidRPr="006E36B9">
        <w:t>rés, s’éloignèrent du port.</w:t>
      </w:r>
    </w:p>
    <w:p w14:paraId="045964C1" w14:textId="77777777" w:rsidR="00EE7519" w:rsidRPr="006E36B9" w:rsidRDefault="00EE7519" w:rsidP="00EE7519">
      <w:r w:rsidRPr="006E36B9">
        <w:t>Nous revenons par une route creusée en plein roc, dans une région si désertique que Caïn, dit la légende, y mena sa vie proscrite. Notre V8 croise des voitures attelées de dromadaires hiératiques et le contraste n’est point choquant. Toute chose dans la ville est une juxtaposition de notre civilisation mécan</w:t>
      </w:r>
      <w:r w:rsidRPr="006E36B9">
        <w:t>i</w:t>
      </w:r>
      <w:r w:rsidRPr="006E36B9">
        <w:t>que et de la routine orientale !</w:t>
      </w:r>
    </w:p>
    <w:p w14:paraId="747AECD8" w14:textId="77777777" w:rsidR="00EE7519" w:rsidRPr="006E36B9" w:rsidRDefault="00EE7519" w:rsidP="00EE7519">
      <w:r w:rsidRPr="006E36B9">
        <w:t>Juxtaposition seulement, non fusion. Le home du Résident est construit très loin des maisons indigènes. Mesure d’hygiène ! Symbole aussi ! Les petits étalages où travaillent a</w:t>
      </w:r>
      <w:r w:rsidRPr="006E36B9">
        <w:t>c</w:t>
      </w:r>
      <w:r w:rsidRPr="006E36B9">
        <w:t>croupis des artisans d’un autre âge bordent la plus parfaite des routes m</w:t>
      </w:r>
      <w:r w:rsidRPr="006E36B9">
        <w:t>a</w:t>
      </w:r>
      <w:r w:rsidRPr="006E36B9">
        <w:t>cadamisées. Dromadaires raidis dans leur dignité et leur mépris du monde extérieur, chèvres, vaches à bosses, bou</w:t>
      </w:r>
      <w:r w:rsidRPr="006E36B9">
        <w:t>r</w:t>
      </w:r>
      <w:r w:rsidRPr="006E36B9">
        <w:t>ricots, ma</w:t>
      </w:r>
      <w:r w:rsidRPr="006E36B9">
        <w:t>n</w:t>
      </w:r>
      <w:r w:rsidRPr="006E36B9">
        <w:t>gent, marchent, couchent et dorment dans des rues aussi nettes et propres que la Croisette elle-même.</w:t>
      </w:r>
    </w:p>
    <w:p w14:paraId="2ADD052B" w14:textId="77777777" w:rsidR="00EE7519" w:rsidRPr="006E36B9" w:rsidRDefault="00EE7519" w:rsidP="00EE7519">
      <w:r w:rsidRPr="006E36B9">
        <w:t>Sur ce fond de civilisation et d’hygiène anglaise, le plus pur Orient s’offre à nos yeux, l’Orient figé en son éternelle immobil</w:t>
      </w:r>
      <w:r w:rsidRPr="006E36B9">
        <w:t>i</w:t>
      </w:r>
      <w:r w:rsidRPr="006E36B9">
        <w:t>té. Nous ne faisons plus un voyage dans l’espace mais une e</w:t>
      </w:r>
      <w:r w:rsidRPr="006E36B9">
        <w:t>x</w:t>
      </w:r>
      <w:r w:rsidRPr="006E36B9">
        <w:t>cursion parmi les temps immuables.</w:t>
      </w:r>
    </w:p>
    <w:p w14:paraId="7C1C0F45" w14:textId="77777777" w:rsidR="00EE7519" w:rsidRPr="006E36B9" w:rsidRDefault="00EE7519" w:rsidP="00EE7519">
      <w:r w:rsidRPr="006E36B9">
        <w:t>Dans une boutique minuscule, un bijoutier fignole les br</w:t>
      </w:r>
      <w:r w:rsidRPr="006E36B9">
        <w:t>a</w:t>
      </w:r>
      <w:r w:rsidRPr="006E36B9">
        <w:t xml:space="preserve">celets d’argent dont la Reine de Saba jadis encerclait ses bras et ses chevilles. Accroupis au bord du trottoir, des changeurs juifs font glisser d’une main dans l’autre des piles de roupies </w:t>
      </w:r>
      <w:r w:rsidRPr="006E36B9">
        <w:lastRenderedPageBreak/>
        <w:t>avec des gestes identiques à ceux des mêmes changeurs il y a deux ou trois mille ans. À chaque pas, nous croisons des types croqués par Gustave Doré pour illustrer sa Bible.</w:t>
      </w:r>
    </w:p>
    <w:p w14:paraId="5B82C34D" w14:textId="77777777" w:rsidR="00EE7519" w:rsidRPr="006E36B9" w:rsidRDefault="00EE7519" w:rsidP="00EE7519">
      <w:r w:rsidRPr="006E36B9">
        <w:t xml:space="preserve">Des </w:t>
      </w:r>
      <w:proofErr w:type="spellStart"/>
      <w:r w:rsidRPr="006E36B9">
        <w:t>Denkalis</w:t>
      </w:r>
      <w:proofErr w:type="spellEnd"/>
      <w:r w:rsidRPr="006E36B9">
        <w:t xml:space="preserve"> très longs, très minces nous dépassent de toute </w:t>
      </w:r>
      <w:smartTag w:uri="urn:schemas-microsoft-com:office:smarttags" w:element="PersonName">
        <w:smartTagPr>
          <w:attr w:name="ProductID" w:val="la t￪te. Venus"/>
        </w:smartTagPr>
        <w:r w:rsidRPr="006E36B9">
          <w:t>la tête. Venus</w:t>
        </w:r>
      </w:smartTag>
      <w:r w:rsidRPr="006E36B9">
        <w:t xml:space="preserve"> des montagnes du désert, des bédouins, le torse nu, leurs cheveux huileux encadrant des traits burinés au ciseau, promènent des airs désabusés de grands Seigneurs. Les fourreaux ciselés de leurs poignards sortent de leur pagne cra</w:t>
      </w:r>
      <w:r w:rsidRPr="006E36B9">
        <w:t>s</w:t>
      </w:r>
      <w:r w:rsidRPr="006E36B9">
        <w:t xml:space="preserve">seux. Les fourreaux seulement car les lames sont saisies par la police à l’entrée de </w:t>
      </w:r>
      <w:smartTag w:uri="urn:schemas-microsoft-com:office:smarttags" w:element="PersonName">
        <w:smartTagPr>
          <w:attr w:name="ProductID" w:val="la ville. Des"/>
        </w:smartTagPr>
        <w:r w:rsidRPr="006E36B9">
          <w:t>la ville. Des</w:t>
        </w:r>
      </w:smartTag>
      <w:r w:rsidRPr="006E36B9">
        <w:t xml:space="preserve"> hindous nous saluent d’un geste de leurs mains ambrées étonnamment longues. Vêtus de blanc immaculé, des parsis immobiles sembl</w:t>
      </w:r>
      <w:r w:rsidR="001B67DE">
        <w:t>ent</w:t>
      </w:r>
      <w:r w:rsidRPr="006E36B9">
        <w:t xml:space="preserve"> accentuer encore sur notre passage leur immobilité.</w:t>
      </w:r>
    </w:p>
    <w:p w14:paraId="428B36EA" w14:textId="77777777" w:rsidR="00EE7519" w:rsidRPr="006E36B9" w:rsidRDefault="00EE7519" w:rsidP="00EE7519">
      <w:r w:rsidRPr="006E36B9">
        <w:t>La plupart de ces hommes ont une majesté, une dignité remontée intacte du plus profond des siècles. Nous nous se</w:t>
      </w:r>
      <w:r w:rsidRPr="006E36B9">
        <w:t>n</w:t>
      </w:r>
      <w:r w:rsidRPr="006E36B9">
        <w:t xml:space="preserve">tons assez peu fiers de </w:t>
      </w:r>
      <w:r>
        <w:t xml:space="preserve">nos </w:t>
      </w:r>
      <w:r w:rsidRPr="006E36B9">
        <w:t>anatomies étriquées de blancs.</w:t>
      </w:r>
    </w:p>
    <w:p w14:paraId="71C695F5" w14:textId="77777777" w:rsidR="00EE7519" w:rsidRPr="006E36B9" w:rsidRDefault="00EE7519" w:rsidP="00EE7519">
      <w:r w:rsidRPr="006E36B9">
        <w:t>Déjà la Ford nous attend pour nous conduire chez le Rés</w:t>
      </w:r>
      <w:r w:rsidRPr="006E36B9">
        <w:t>i</w:t>
      </w:r>
      <w:r w:rsidRPr="006E36B9">
        <w:t>dent. Talonnés par le temps nous passons sans nous y arrêter, devant les carcasses de boutres en construction. Ce sont les chantiers d’Aden, vieux de quatre mille ans, les plus anciens du monde dit-on.</w:t>
      </w:r>
    </w:p>
    <w:p w14:paraId="6A73C7DF" w14:textId="77777777" w:rsidR="00EE7519" w:rsidRPr="006E36B9" w:rsidRDefault="00EE7519" w:rsidP="00EE7519">
      <w:r w:rsidRPr="006E36B9">
        <w:t>Le Résident nous reçoit chez lui de façon mi-officielle, mi-familiale. Devant la véranda, dans un jardin minuscule, il est parvenu à faire pousser un gazon anglais et sa grande maison de bois est une House-Country du Norfolk.</w:t>
      </w:r>
    </w:p>
    <w:p w14:paraId="76C79731" w14:textId="77777777" w:rsidR="00EE7519" w:rsidRPr="006E36B9" w:rsidRDefault="00EE7519" w:rsidP="00EE7519">
      <w:r w:rsidRPr="006E36B9">
        <w:t>Il fait très frais dans le grand salon, les fauteuils sont éto</w:t>
      </w:r>
      <w:r w:rsidRPr="006E36B9">
        <w:t>n</w:t>
      </w:r>
      <w:r w:rsidRPr="006E36B9">
        <w:t>nants, les cocktails parfaits et des portraits du Roi d’Angleterre décorent les murs. Mais six Hindou</w:t>
      </w:r>
      <w:r w:rsidR="00FB66B4">
        <w:t>s</w:t>
      </w:r>
      <w:r w:rsidRPr="006E36B9">
        <w:t xml:space="preserve">, pieds nus, </w:t>
      </w:r>
      <w:r w:rsidR="00FB66B4">
        <w:t xml:space="preserve">vêtus </w:t>
      </w:r>
      <w:r w:rsidRPr="006E36B9">
        <w:t>de blanc et enturbannés de rouge passent les plateaux silencieux comme des serviteurs des Mille et une Nuits.</w:t>
      </w:r>
    </w:p>
    <w:p w14:paraId="62002331" w14:textId="77777777" w:rsidR="00EE7519" w:rsidRPr="00006BCB" w:rsidRDefault="00EE7519" w:rsidP="00EE7519">
      <w:pPr>
        <w:pStyle w:val="Titre2"/>
        <w:rPr>
          <w:szCs w:val="44"/>
        </w:rPr>
      </w:pPr>
      <w:bookmarkStart w:id="13" w:name="_TOC20450"/>
      <w:bookmarkStart w:id="14" w:name="_Toc195610644"/>
      <w:bookmarkEnd w:id="13"/>
      <w:r w:rsidRPr="00006BCB">
        <w:rPr>
          <w:szCs w:val="44"/>
        </w:rPr>
        <w:lastRenderedPageBreak/>
        <w:t>GIN ET LITURGIE</w:t>
      </w:r>
      <w:bookmarkEnd w:id="14"/>
    </w:p>
    <w:p w14:paraId="3A52FA53" w14:textId="77777777" w:rsidR="00EE7519" w:rsidRPr="006E36B9" w:rsidRDefault="00EE7519" w:rsidP="00EE7519">
      <w:r w:rsidRPr="006E36B9">
        <w:t>La mer possède la vertu du silence. Le bruit des vagues ou du vent ne rompt point la paix comme le tintamarre des villes. Dans ce silence, l’âme devrait s’élargir, monter plus haut, pr</w:t>
      </w:r>
      <w:r w:rsidRPr="006E36B9">
        <w:t>o</w:t>
      </w:r>
      <w:r w:rsidRPr="006E36B9">
        <w:t>che de son Dieu par l’action même de l’immensité qui l’entoure. Et pourtant, combien, au lieu de se laisser pénétrer par cette majesté, par ce calme des choses, saccagent le silence ! Co</w:t>
      </w:r>
      <w:r w:rsidRPr="006E36B9">
        <w:t>m</w:t>
      </w:r>
      <w:r w:rsidRPr="006E36B9">
        <w:t>bien, le soir, font de l’heure sainte des étoiles, simplement l’heure du gin.</w:t>
      </w:r>
    </w:p>
    <w:p w14:paraId="1C5A0EBB" w14:textId="77777777" w:rsidR="00EE7519" w:rsidRPr="006E36B9" w:rsidRDefault="00EE7519" w:rsidP="00EE7519">
      <w:r w:rsidRPr="006E36B9">
        <w:t xml:space="preserve">À cette heure, quelques-uns d’entre nous cherchent un coin tranquille sur le pont pour chanter la prière du soir. Le vent trop violent semble étouffer parfois notre voix mais il l’emporte sans doute plus vite et mieux vers Dieu. Polie par les siècles la </w:t>
      </w:r>
      <w:r w:rsidR="00FB66B4" w:rsidRPr="006E36B9">
        <w:t>p</w:t>
      </w:r>
      <w:r w:rsidR="00FB66B4">
        <w:t xml:space="preserve">rière </w:t>
      </w:r>
      <w:r w:rsidRPr="006E36B9">
        <w:t>prend ici tout son sens et la nuit élève autour de nous un cloître illuminé d’étoiles.</w:t>
      </w:r>
    </w:p>
    <w:p w14:paraId="45F3E7D6" w14:textId="77777777" w:rsidR="00EE7519" w:rsidRPr="006E36B9" w:rsidRDefault="00EE7519" w:rsidP="00EE7519">
      <w:pPr>
        <w:pStyle w:val="Centr"/>
      </w:pPr>
      <w:r w:rsidRPr="006E36B9">
        <w:t>*</w:t>
      </w:r>
    </w:p>
    <w:p w14:paraId="3911D6A8" w14:textId="77777777" w:rsidR="00EE7519" w:rsidRPr="006E36B9" w:rsidRDefault="00EE7519" w:rsidP="00EE7519">
      <w:r w:rsidRPr="006E36B9">
        <w:t>La vie à bord est un contraste. Je traverse le fumoir pour gagner ma cabine. Flanquée de deux garçons en spencers, une petite Australienne me retient. C’est un type amusant de girl anglaise mais pourquoi ses yeux sont-ils si souvent brillants d’alcool.</w:t>
      </w:r>
    </w:p>
    <w:p w14:paraId="7C64C3AB" w14:textId="77777777" w:rsidR="00EE7519" w:rsidRPr="006E36B9" w:rsidRDefault="00EE7519" w:rsidP="00EE7519">
      <w:r w:rsidRPr="006E36B9">
        <w:t>– « Maureen, la mer est belle dehors et les étoiles sont plus dignes de vos yeux que ce verre de gin. »</w:t>
      </w:r>
    </w:p>
    <w:p w14:paraId="40B372C1" w14:textId="77777777" w:rsidR="00EE7519" w:rsidRPr="006E36B9" w:rsidRDefault="00EE7519" w:rsidP="00EE7519">
      <w:r w:rsidRPr="006E36B9">
        <w:t>Elle sourit à ma phrase trop française et prenant son verre de gin :</w:t>
      </w:r>
    </w:p>
    <w:p w14:paraId="3F4624DD" w14:textId="77777777" w:rsidR="00EE7519" w:rsidRPr="006E36B9" w:rsidRDefault="00EE7519" w:rsidP="00EE7519">
      <w:r w:rsidRPr="006E36B9">
        <w:t>– « Look », me dit-elle.</w:t>
      </w:r>
    </w:p>
    <w:p w14:paraId="01010875" w14:textId="77777777" w:rsidR="00EE7519" w:rsidRPr="006E36B9" w:rsidRDefault="00EE7519" w:rsidP="00EE7519">
      <w:r w:rsidRPr="006E36B9">
        <w:t>Ses lèvres effleurent l’alcool :</w:t>
      </w:r>
    </w:p>
    <w:p w14:paraId="1FAE1FA3" w14:textId="77777777" w:rsidR="00EE7519" w:rsidRPr="006E36B9" w:rsidRDefault="00EE7519" w:rsidP="00EE7519">
      <w:r w:rsidRPr="006E36B9">
        <w:lastRenderedPageBreak/>
        <w:t xml:space="preserve">– « Gin </w:t>
      </w:r>
      <w:proofErr w:type="spellStart"/>
      <w:r w:rsidRPr="006E36B9">
        <w:t>killed</w:t>
      </w:r>
      <w:proofErr w:type="spellEnd"/>
      <w:r w:rsidRPr="006E36B9">
        <w:t xml:space="preserve"> </w:t>
      </w:r>
      <w:proofErr w:type="spellStart"/>
      <w:r w:rsidRPr="006E36B9">
        <w:t>my</w:t>
      </w:r>
      <w:proofErr w:type="spellEnd"/>
      <w:r w:rsidRPr="006E36B9">
        <w:t xml:space="preserve"> </w:t>
      </w:r>
      <w:proofErr w:type="spellStart"/>
      <w:r w:rsidRPr="006E36B9">
        <w:t>father</w:t>
      </w:r>
      <w:proofErr w:type="spellEnd"/>
      <w:r w:rsidRPr="006E36B9">
        <w:t>. »</w:t>
      </w:r>
    </w:p>
    <w:p w14:paraId="76006D5B" w14:textId="77777777" w:rsidR="00EE7519" w:rsidRPr="006E36B9" w:rsidRDefault="00EE7519" w:rsidP="00EE7519">
      <w:r w:rsidRPr="006E36B9">
        <w:t>Le verre s’éloigne de ses lèvres puis se rapproche de no</w:t>
      </w:r>
      <w:r w:rsidRPr="006E36B9">
        <w:t>u</w:t>
      </w:r>
      <w:r w:rsidRPr="006E36B9">
        <w:t xml:space="preserve">veau tandis que les yeux </w:t>
      </w:r>
      <w:r w:rsidR="00365E82">
        <w:t xml:space="preserve">semblent </w:t>
      </w:r>
      <w:r w:rsidRPr="006E36B9">
        <w:t>réfléchir longuement :</w:t>
      </w:r>
    </w:p>
    <w:p w14:paraId="097029CB" w14:textId="77777777" w:rsidR="00EE7519" w:rsidRPr="006E36B9" w:rsidRDefault="00EE7519" w:rsidP="00EE7519">
      <w:r w:rsidRPr="006E36B9">
        <w:t xml:space="preserve">« Gin </w:t>
      </w:r>
      <w:proofErr w:type="spellStart"/>
      <w:r w:rsidRPr="006E36B9">
        <w:t>killed</w:t>
      </w:r>
      <w:proofErr w:type="spellEnd"/>
      <w:r w:rsidRPr="006E36B9">
        <w:t xml:space="preserve"> </w:t>
      </w:r>
      <w:proofErr w:type="spellStart"/>
      <w:r w:rsidRPr="006E36B9">
        <w:t>my</w:t>
      </w:r>
      <w:proofErr w:type="spellEnd"/>
      <w:r w:rsidRPr="006E36B9">
        <w:t xml:space="preserve"> </w:t>
      </w:r>
      <w:proofErr w:type="spellStart"/>
      <w:r w:rsidRPr="006E36B9">
        <w:t>mother</w:t>
      </w:r>
      <w:proofErr w:type="spellEnd"/>
      <w:r w:rsidRPr="006E36B9">
        <w:t>. »</w:t>
      </w:r>
    </w:p>
    <w:p w14:paraId="2F001801" w14:textId="77777777" w:rsidR="00EE7519" w:rsidRPr="006E36B9" w:rsidRDefault="00EE7519" w:rsidP="00EE7519">
      <w:r w:rsidRPr="006E36B9">
        <w:t>La bouche trop fardée une fois encore quitte le verre. Puis les yeux fixent durement l’alcool.</w:t>
      </w:r>
    </w:p>
    <w:p w14:paraId="31A5AE3D" w14:textId="77777777" w:rsidR="00EE7519" w:rsidRPr="006E36B9" w:rsidRDefault="00EE7519" w:rsidP="00EE7519">
      <w:r w:rsidRPr="006E36B9">
        <w:t>– « Revenge. »</w:t>
      </w:r>
    </w:p>
    <w:p w14:paraId="3C1A25C3" w14:textId="77777777" w:rsidR="00EE7519" w:rsidRPr="006E36B9" w:rsidRDefault="00EE7519" w:rsidP="00EE7519">
      <w:r w:rsidRPr="006E36B9">
        <w:t>Et d’un seul trait elle vide le verre.</w:t>
      </w:r>
    </w:p>
    <w:p w14:paraId="52278E3E" w14:textId="77777777" w:rsidR="00EE7519" w:rsidRPr="006E36B9" w:rsidRDefault="00EE7519" w:rsidP="00EE7519">
      <w:r w:rsidRPr="006E36B9">
        <w:t>Nous éclatons de rire. La plaisanterie est bien anglaise. Pas nouvelle sans doute mais délicieusement mimée et dite.</w:t>
      </w:r>
    </w:p>
    <w:p w14:paraId="5288C9A6" w14:textId="77777777" w:rsidR="00EE7519" w:rsidRPr="006E36B9" w:rsidRDefault="00EE7519" w:rsidP="00EE7519">
      <w:r w:rsidRPr="006E36B9">
        <w:t>Ce verre supplémentaire a rendu notre</w:t>
      </w:r>
      <w:r w:rsidR="00FB66B4">
        <w:t xml:space="preserve"> compagne</w:t>
      </w:r>
      <w:r w:rsidRPr="006E36B9">
        <w:t xml:space="preserve"> plus l</w:t>
      </w:r>
      <w:r w:rsidRPr="006E36B9">
        <w:t>o</w:t>
      </w:r>
      <w:r w:rsidRPr="006E36B9">
        <w:t>quace.</w:t>
      </w:r>
    </w:p>
    <w:p w14:paraId="64ACB913" w14:textId="77777777" w:rsidR="00EE7519" w:rsidRPr="006E36B9" w:rsidRDefault="00EE7519" w:rsidP="00EE7519">
      <w:r w:rsidRPr="006E36B9">
        <w:t>– « Je vais vous expliquer ce qu’est la foi », me dit-elle.</w:t>
      </w:r>
    </w:p>
    <w:p w14:paraId="5144EA97" w14:textId="77777777" w:rsidR="00EE7519" w:rsidRPr="006E36B9" w:rsidRDefault="00EE7519" w:rsidP="00EE7519">
      <w:r w:rsidRPr="006E36B9">
        <w:t>Grand Dieu ! aurait-elle l’ivresse liturgique ?</w:t>
      </w:r>
    </w:p>
    <w:p w14:paraId="5BE870C8" w14:textId="77777777" w:rsidR="00EE7519" w:rsidRPr="006E36B9" w:rsidRDefault="00EE7519" w:rsidP="00EE7519">
      <w:r w:rsidRPr="006E36B9">
        <w:t>Lentement, car les mots parfois cascadent entre ses dents, elle m’explique :</w:t>
      </w:r>
    </w:p>
    <w:p w14:paraId="7F3B7EE5" w14:textId="77777777" w:rsidR="00EE7519" w:rsidRPr="006E36B9" w:rsidRDefault="00EE7519" w:rsidP="00EE7519">
      <w:r w:rsidRPr="006E36B9">
        <w:t>– « J’ai deux cigarettes sur ma main, vous</w:t>
      </w:r>
      <w:r w:rsidR="00B22021">
        <w:t>,</w:t>
      </w:r>
      <w:r w:rsidRPr="006E36B9">
        <w:t xml:space="preserve"> deux sur </w:t>
      </w:r>
      <w:smartTag w:uri="urn:schemas-microsoft-com:office:smarttags" w:element="PersonName">
        <w:smartTagPr>
          <w:attr w:name="ProductID" w:val="la v￴tre. Vous"/>
        </w:smartTagPr>
        <w:r w:rsidRPr="006E36B9">
          <w:t>la v</w:t>
        </w:r>
        <w:r w:rsidRPr="006E36B9">
          <w:t>ô</w:t>
        </w:r>
        <w:r w:rsidRPr="006E36B9">
          <w:t>tre. Vous</w:t>
        </w:r>
      </w:smartTag>
      <w:r w:rsidRPr="006E36B9">
        <w:t xml:space="preserve"> les voyez bien, n’est-ce pas ?</w:t>
      </w:r>
    </w:p>
    <w:p w14:paraId="28801A05" w14:textId="77777777" w:rsidR="00EE7519" w:rsidRPr="006E36B9" w:rsidRDefault="00EE7519" w:rsidP="00EE7519">
      <w:r w:rsidRPr="006E36B9">
        <w:t>– « Parfaitement, mais que vient faire la foi en cette hi</w:t>
      </w:r>
      <w:r w:rsidRPr="006E36B9">
        <w:t>s</w:t>
      </w:r>
      <w:r w:rsidRPr="006E36B9">
        <w:t>toire de cigarettes ? »</w:t>
      </w:r>
    </w:p>
    <w:p w14:paraId="5572EAFC" w14:textId="77777777" w:rsidR="00EE7519" w:rsidRPr="006E36B9" w:rsidRDefault="00EE7519" w:rsidP="00EE7519">
      <w:r w:rsidRPr="006E36B9">
        <w:t xml:space="preserve">– « Attendez. Si je cache mes deux cigarettes derrière mon dos, vous êtes sûr qu’il y a deux cigarettes sur votre main mais vous croyez seulement qu’il y en a deux sur </w:t>
      </w:r>
      <w:smartTag w:uri="urn:schemas-microsoft-com:office:smarttags" w:element="PersonName">
        <w:smartTagPr>
          <w:attr w:name="ProductID" w:val="la mienne. Eh"/>
        </w:smartTagPr>
        <w:r w:rsidRPr="006E36B9">
          <w:t>la mienne. Eh</w:t>
        </w:r>
      </w:smartTag>
      <w:r w:rsidRPr="006E36B9">
        <w:t xml:space="preserve"> bien, les deux cigarettes que je cache derrière moi, c’est Dieu. »</w:t>
      </w:r>
    </w:p>
    <w:p w14:paraId="34ADB617" w14:textId="77777777" w:rsidR="00EE7519" w:rsidRPr="006E36B9" w:rsidRDefault="00EE7519" w:rsidP="00EE7519">
      <w:r w:rsidRPr="006E36B9">
        <w:lastRenderedPageBreak/>
        <w:t>Sur cette conclusion magistrale, la girl emplit de nouveau les verres. Je ne veux pas rompre tout à fait la paix du soir. Je félicite ma petite Australienne sur ses connaissances théolog</w:t>
      </w:r>
      <w:r w:rsidRPr="006E36B9">
        <w:t>i</w:t>
      </w:r>
      <w:r w:rsidRPr="006E36B9">
        <w:t>ques et je vais m’endormir en rêvant irrévérencieusement que saint Thomas en écrivant la Somme fumait des cigarettes a</w:t>
      </w:r>
      <w:r w:rsidRPr="006E36B9">
        <w:t>n</w:t>
      </w:r>
      <w:r w:rsidRPr="006E36B9">
        <w:t>glaises.</w:t>
      </w:r>
    </w:p>
    <w:p w14:paraId="072F6374" w14:textId="77777777" w:rsidR="00EE7519" w:rsidRPr="00006BCB" w:rsidRDefault="00EE7519" w:rsidP="00EE7519">
      <w:pPr>
        <w:pStyle w:val="Titre2"/>
        <w:rPr>
          <w:szCs w:val="44"/>
        </w:rPr>
      </w:pPr>
      <w:bookmarkStart w:id="15" w:name="_TOC23144"/>
      <w:bookmarkStart w:id="16" w:name="_Toc195610645"/>
      <w:bookmarkEnd w:id="15"/>
      <w:r w:rsidRPr="00006BCB">
        <w:rPr>
          <w:szCs w:val="44"/>
        </w:rPr>
        <w:lastRenderedPageBreak/>
        <w:t>CEYLAN</w:t>
      </w:r>
      <w:bookmarkEnd w:id="16"/>
    </w:p>
    <w:p w14:paraId="40071D7A" w14:textId="77777777" w:rsidR="00EE7519" w:rsidRPr="006E36B9" w:rsidRDefault="00EE7519" w:rsidP="00EE7519">
      <w:r w:rsidRPr="006E36B9">
        <w:t>Depuis longtemps déjà Ceylan sinue au bord de l’horizon en ondulations vertes et le port, trop moderne pour nous faire oublier les sinistres dentelures d’Aden, surgit d’une brume l</w:t>
      </w:r>
      <w:r w:rsidRPr="006E36B9">
        <w:t>u</w:t>
      </w:r>
      <w:r w:rsidRPr="006E36B9">
        <w:t>mineuse.</w:t>
      </w:r>
    </w:p>
    <w:p w14:paraId="6C029DF8" w14:textId="77777777" w:rsidR="00EE7519" w:rsidRPr="006E36B9" w:rsidRDefault="00EE7519" w:rsidP="00EE7519">
      <w:r w:rsidRPr="006E36B9">
        <w:t>Une pirogue à balancier glisse sur le verre de nos jumelles et toute notre enfance aux rêves aventureux remonte en nos souvenirs.</w:t>
      </w:r>
    </w:p>
    <w:p w14:paraId="3B732C54" w14:textId="77777777" w:rsidR="00EE7519" w:rsidRPr="006E36B9" w:rsidRDefault="00EE7519" w:rsidP="00EE7519">
      <w:r w:rsidRPr="006E36B9">
        <w:t>Au débarqué, des scouts cinghalais nous accueillent. I</w:t>
      </w:r>
      <w:r>
        <w:t>l</w:t>
      </w:r>
      <w:r w:rsidRPr="006E36B9">
        <w:t>s portent le même uniforme que nous mais les courroies de leurs chapeaux et leurs sacs en peau de léopard rappellent la jungle toute proche. Figés au « toujours prêts », nous écoutons le di</w:t>
      </w:r>
      <w:r w:rsidRPr="006E36B9">
        <w:t>s</w:t>
      </w:r>
      <w:r w:rsidRPr="006E36B9">
        <w:t>cours trop officiel du gouverneur. Les ailes farineuses d’un p</w:t>
      </w:r>
      <w:r w:rsidRPr="006E36B9">
        <w:t>a</w:t>
      </w:r>
      <w:r w:rsidRPr="006E36B9">
        <w:t xml:space="preserve">pillon viennent m’éventer. Il semble à tout instant tomber mais, chaque fois, le lent battement des ailes le rattrape au bord de </w:t>
      </w:r>
      <w:smartTag w:uri="urn:schemas-microsoft-com:office:smarttags" w:element="PersonName">
        <w:smartTagPr>
          <w:attr w:name="ProductID" w:val="la chute. Ses"/>
        </w:smartTagPr>
        <w:r w:rsidRPr="006E36B9">
          <w:t>la chute. Ses</w:t>
        </w:r>
      </w:smartTag>
      <w:r w:rsidRPr="006E36B9">
        <w:t xml:space="preserve"> couleurs jaune d’or marquetées de rouge et de noir étincellent au soleil. Je n’entends plus les paroles du gouve</w:t>
      </w:r>
      <w:r w:rsidRPr="006E36B9">
        <w:t>r</w:t>
      </w:r>
      <w:r w:rsidRPr="006E36B9">
        <w:t>neur.</w:t>
      </w:r>
    </w:p>
    <w:p w14:paraId="4C786875" w14:textId="77777777" w:rsidR="00EE7519" w:rsidRPr="006E36B9" w:rsidRDefault="00EE7519" w:rsidP="00EE7519">
      <w:r w:rsidRPr="006E36B9">
        <w:t>Rapidement, en voiture, nous traversons Colombo, ville européenne, anglaise surtout. Les tennis sont innombrables, le gazon importé d’Hyde-Park et, sur ce fond artificiel, les détails eux-mêmes sont des contrastes. Des trotteurs indigènes glissent d’une marche de félin, mais le rickshaw qu’ils entraînent est une réplique minuscule et désuète des fiacres décatis de nos villes d’eau. Avec une grâce de statue antique, une femme porte sur sa tête un bidon d’essence et une petite charrette indienne, a</w:t>
      </w:r>
      <w:r w:rsidRPr="006E36B9">
        <w:t>p</w:t>
      </w:r>
      <w:r w:rsidRPr="006E36B9">
        <w:t>puyée sur deux vaches zébus sculptées au canif, ploie sous le faix d’une baignoire de marbre.</w:t>
      </w:r>
    </w:p>
    <w:p w14:paraId="424C3775" w14:textId="77777777" w:rsidR="00EE7519" w:rsidRPr="006E36B9" w:rsidRDefault="00EE7519" w:rsidP="00EE7519">
      <w:r w:rsidRPr="006E36B9">
        <w:lastRenderedPageBreak/>
        <w:t xml:space="preserve">L’auto, à toute allure, file maintenant </w:t>
      </w:r>
      <w:proofErr w:type="gramStart"/>
      <w:r w:rsidRPr="006E36B9">
        <w:t>sur</w:t>
      </w:r>
      <w:proofErr w:type="gramEnd"/>
      <w:r w:rsidRPr="006E36B9">
        <w:t xml:space="preserve"> Kandy. Rage de rouler ainsi avec seulement à droite et à gauche la vision fug</w:t>
      </w:r>
      <w:r w:rsidRPr="006E36B9">
        <w:t>i</w:t>
      </w:r>
      <w:r w:rsidRPr="006E36B9">
        <w:t>tive de choses qu’il faudrait contempler longuement, avec amour, jusqu’à en découvrir la valeur profonde et le sens. Au bord de la route, les maisons vont de la hutte au bungalow, de la cabane de feuillage ou de torchis au cottage de briques, mais sur chaque seuil, les hommes drapés de blanc ou le torse nu ont la même grâce nonchalante ; les femmes, les mains croisées derrière la tête, les mêmes courbes d’amphore.</w:t>
      </w:r>
    </w:p>
    <w:p w14:paraId="00F84D03" w14:textId="77777777" w:rsidR="00EE7519" w:rsidRPr="006E36B9" w:rsidRDefault="00EE7519" w:rsidP="00EE7519">
      <w:r w:rsidRPr="006E36B9">
        <w:t>Des images brèves accrochent nos yeux :</w:t>
      </w:r>
    </w:p>
    <w:p w14:paraId="50AF26D5" w14:textId="77777777" w:rsidR="00EE7519" w:rsidRPr="006E36B9" w:rsidRDefault="00EE7519" w:rsidP="00EE7519">
      <w:r w:rsidRPr="006E36B9">
        <w:t>– Au bord d’un torrent, des rocs noirs ruisselants d’eau se mettent en mouvement et deviennent des éléphants.</w:t>
      </w:r>
    </w:p>
    <w:p w14:paraId="6A71A2CD" w14:textId="77777777" w:rsidR="00EE7519" w:rsidRPr="006E36B9" w:rsidRDefault="00EE7519" w:rsidP="00EE7519">
      <w:r w:rsidRPr="006E36B9">
        <w:t>– Des buffles enfouis dans des mares boueuses posent sur la vase la lyre de leurs cornes.</w:t>
      </w:r>
    </w:p>
    <w:p w14:paraId="247F8D95" w14:textId="77777777" w:rsidR="00EE7519" w:rsidRPr="006E36B9" w:rsidRDefault="00EE7519" w:rsidP="00EE7519">
      <w:r w:rsidRPr="006E36B9">
        <w:t>– Un oiseau immobilise sur une branche un saphir dém</w:t>
      </w:r>
      <w:r w:rsidRPr="006E36B9">
        <w:t>e</w:t>
      </w:r>
      <w:r w:rsidRPr="006E36B9">
        <w:t>suré, et s’envole, effrayé par la robe éclatante d’un prêtre bou</w:t>
      </w:r>
      <w:r w:rsidRPr="006E36B9">
        <w:t>d</w:t>
      </w:r>
      <w:r w:rsidRPr="006E36B9">
        <w:t>dhiste.</w:t>
      </w:r>
    </w:p>
    <w:p w14:paraId="4C675150" w14:textId="77777777" w:rsidR="00EE7519" w:rsidRPr="006E36B9" w:rsidRDefault="00EE7519" w:rsidP="00EE7519">
      <w:r w:rsidRPr="006E36B9">
        <w:t>– Un indigène, dans la boue jusqu’aux genoux, sème du riz avec le même geste qu’un paysan de chez nous et un laboureur, guidant son attelage de buffles, suspend au paysage une e</w:t>
      </w:r>
      <w:r w:rsidRPr="006E36B9">
        <w:t>s</w:t>
      </w:r>
      <w:r w:rsidRPr="006E36B9">
        <w:t>tampe japonaise.</w:t>
      </w:r>
    </w:p>
    <w:p w14:paraId="32A74F24" w14:textId="77777777" w:rsidR="00EE7519" w:rsidRPr="006E36B9" w:rsidRDefault="00EE7519" w:rsidP="00EE7519">
      <w:r w:rsidRPr="006E36B9">
        <w:t>Au bord de la route, des gamins, pour nous saluer, s’immobilisent et demeurent ainsi, comme des statues, jusqu’à ce que la voiture ait disparu.</w:t>
      </w:r>
    </w:p>
    <w:p w14:paraId="5793F331" w14:textId="77777777" w:rsidR="00EE7519" w:rsidRPr="006E36B9" w:rsidRDefault="00EE7519" w:rsidP="00EE7519">
      <w:r w:rsidRPr="006E36B9">
        <w:t>Mais les couleurs et les objets s’effacent, à peine entrevus. Le film est tourné trop vite. Notre guide, un jeune cinghalais, parle très correctement anglais. Nous bavardons et je lui pose quelques questions :</w:t>
      </w:r>
    </w:p>
    <w:p w14:paraId="61E573D8" w14:textId="77777777" w:rsidR="00EE7519" w:rsidRPr="006E36B9" w:rsidRDefault="00EE7519" w:rsidP="00EE7519">
      <w:r w:rsidRPr="006E36B9">
        <w:lastRenderedPageBreak/>
        <w:t>– « Beaucoup de cinghalais portent-ils encore le chignon et le peigne d’écaille ? »</w:t>
      </w:r>
    </w:p>
    <w:p w14:paraId="3A9A0587" w14:textId="77777777" w:rsidR="00EE7519" w:rsidRPr="006E36B9" w:rsidRDefault="00EE7519" w:rsidP="00EE7519">
      <w:r w:rsidRPr="006E36B9">
        <w:t>Ma demande était de simple curiosité. La réponse m’ouvre des horizons inattendus.</w:t>
      </w:r>
    </w:p>
    <w:p w14:paraId="41D2E0A3" w14:textId="77777777" w:rsidR="00EE7519" w:rsidRPr="006E36B9" w:rsidRDefault="00EE7519" w:rsidP="00EE7519">
      <w:r w:rsidRPr="006E36B9">
        <w:t>– « Non, me dit-il. Mon grand-père se coiffait ainsi, mais nous, nous portons maintenant les cheveux comme tout le monde. » Et il incline vers moi ses cheveux passés à la gomina.</w:t>
      </w:r>
    </w:p>
    <w:p w14:paraId="5200A9D3" w14:textId="77777777" w:rsidR="00EE7519" w:rsidRPr="006E36B9" w:rsidRDefault="00EE7519" w:rsidP="00EE7519">
      <w:r w:rsidRPr="006E36B9">
        <w:t>– « Votre grand-père portait-il aussi ces grandes cotonn</w:t>
      </w:r>
      <w:r w:rsidRPr="006E36B9">
        <w:t>a</w:t>
      </w:r>
      <w:r w:rsidRPr="006E36B9">
        <w:t>des blanches ?</w:t>
      </w:r>
    </w:p>
    <w:p w14:paraId="7E7FF0F8" w14:textId="77777777" w:rsidR="00EE7519" w:rsidRPr="006E36B9" w:rsidRDefault="00EE7519" w:rsidP="00EE7519">
      <w:r w:rsidRPr="006E36B9">
        <w:t>– « Oui, me répond-il, mais le short est plus pratique que le sarong », et il me montre, en riant de ses dents rouges de b</w:t>
      </w:r>
      <w:r w:rsidRPr="006E36B9">
        <w:t>é</w:t>
      </w:r>
      <w:r w:rsidRPr="006E36B9">
        <w:t>tel, ses culottes d’excellente coupe anglaise.</w:t>
      </w:r>
    </w:p>
    <w:p w14:paraId="0D4C5AD3" w14:textId="77777777" w:rsidR="00EE7519" w:rsidRPr="006E36B9" w:rsidRDefault="00EE7519" w:rsidP="00EE7519">
      <w:r w:rsidRPr="006E36B9">
        <w:t>Un brusque éclatement de pneu interrompt notre conve</w:t>
      </w:r>
      <w:r w:rsidRPr="006E36B9">
        <w:t>r</w:t>
      </w:r>
      <w:r w:rsidRPr="006E36B9">
        <w:t>sation. Bienheureuse panne qui va nous permettre de conte</w:t>
      </w:r>
      <w:r w:rsidRPr="006E36B9">
        <w:t>m</w:t>
      </w:r>
      <w:r w:rsidRPr="006E36B9">
        <w:t>pler, sans hâte, une belle image du sol cinghalais.</w:t>
      </w:r>
    </w:p>
    <w:p w14:paraId="45450687" w14:textId="77777777" w:rsidR="00EE7519" w:rsidRPr="006E36B9" w:rsidRDefault="00EE7519" w:rsidP="00EE7519">
      <w:r w:rsidRPr="006E36B9">
        <w:t>Des cocotiers dont les troncs interminables fusent vers le ciel en un axe blanc d’une étonnante pureté de lignes éclatent à trente mètres de haut en gerbe de feuilles. À leurs pieds, les r</w:t>
      </w:r>
      <w:r w:rsidRPr="006E36B9">
        <w:t>i</w:t>
      </w:r>
      <w:r w:rsidRPr="006E36B9">
        <w:t>zières irriguées en éventail sont de fraîches prairies françaises.</w:t>
      </w:r>
    </w:p>
    <w:p w14:paraId="04183387" w14:textId="77777777" w:rsidR="00EE7519" w:rsidRPr="006E36B9" w:rsidRDefault="00EE7519" w:rsidP="00EE7519">
      <w:r w:rsidRPr="006E36B9">
        <w:t xml:space="preserve">Au bord d’une fontaine, une femme agenouillée emplit et vide sur sa tête une calebasse d’eau d’un mouvement rythmé comme une danse. Surprise, elle s’enfuit à mon approche. Mais </w:t>
      </w:r>
      <w:r>
        <w:t>l</w:t>
      </w:r>
      <w:r w:rsidRPr="006E36B9">
        <w:t xml:space="preserve">à, tout près de l’eau, un long serpent quadrillé noir et jaune me regarde. À côté de lui, un petit Mowgli habillé de bronze et de soleil lui chatouille la tête avec une brindille de bois. La bête se déroule, plonge, ondule, le fin triangle de la </w:t>
      </w:r>
      <w:r w:rsidRPr="006E36B9">
        <w:lastRenderedPageBreak/>
        <w:t>tête émergeant seul. Il pique au fond et une anfractuosité de rocher le gobe.</w:t>
      </w:r>
    </w:p>
    <w:p w14:paraId="2F7D6449" w14:textId="77777777" w:rsidR="00EE7519" w:rsidRPr="006E36B9" w:rsidRDefault="00EE7519" w:rsidP="00EE7519">
      <w:r w:rsidRPr="006E36B9">
        <w:t xml:space="preserve">Je regagne </w:t>
      </w:r>
      <w:smartTag w:uri="urn:schemas-microsoft-com:office:smarttags" w:element="PersonName">
        <w:smartTagPr>
          <w:attr w:name="ProductID" w:val="la route. Sur"/>
        </w:smartTagPr>
        <w:r w:rsidRPr="006E36B9">
          <w:t>la route. Sur</w:t>
        </w:r>
      </w:smartTag>
      <w:r w:rsidRPr="006E36B9">
        <w:t xml:space="preserve"> la demande de notre guide, un i</w:t>
      </w:r>
      <w:r w:rsidRPr="006E36B9">
        <w:t>n</w:t>
      </w:r>
      <w:r w:rsidRPr="006E36B9">
        <w:t>digène grimpe au sommet d’un cocotier. Il s’élève par mouv</w:t>
      </w:r>
      <w:r w:rsidRPr="006E36B9">
        <w:t>e</w:t>
      </w:r>
      <w:r w:rsidRPr="006E36B9">
        <w:t>ments alternatifs des bras et des jambes, singe de peluche mo</w:t>
      </w:r>
      <w:r w:rsidRPr="006E36B9">
        <w:t>n</w:t>
      </w:r>
      <w:r w:rsidRPr="006E36B9">
        <w:t>tant par saccades le long de sa ficelle à la devanture d’un ma</w:t>
      </w:r>
      <w:r w:rsidRPr="006E36B9">
        <w:t>r</w:t>
      </w:r>
      <w:r w:rsidRPr="006E36B9">
        <w:t>chand de jouets.</w:t>
      </w:r>
    </w:p>
    <w:p w14:paraId="787D1EBB" w14:textId="77777777" w:rsidR="00EE7519" w:rsidRPr="006E36B9" w:rsidRDefault="00EE7519" w:rsidP="00EE7519">
      <w:r w:rsidRPr="006E36B9">
        <w:t>Il nous lance des noix de coco et, tombé du ciel, nous les ouvre à coups de serpette. En un instant, nous sommes tout barbouillés de liquide sucré.</w:t>
      </w:r>
    </w:p>
    <w:p w14:paraId="7310E072" w14:textId="77777777" w:rsidR="00EE7519" w:rsidRPr="006E36B9" w:rsidRDefault="00EE7519" w:rsidP="00EE7519">
      <w:r w:rsidRPr="006E36B9">
        <w:t>Que ne pouvons-nous planter là notre tente ! En ce m</w:t>
      </w:r>
      <w:r w:rsidRPr="006E36B9">
        <w:t>o</w:t>
      </w:r>
      <w:r w:rsidRPr="006E36B9">
        <w:t xml:space="preserve">ment, à Paris, il y a des autobus, des métros, des téléphones ! Des gens courent et se pressent tout désir profond écrasé sous le poids des besoins artificiels, toute pensée, toute compréhension des vraies valeurs submergée par le flot des convenances, des habitudes, des misérables contingences ! Dieu serait si près de nous ici, dans cet Orient qui inventa la vie érémitique ! Planter là notre tente ! Le beau rêve… que vient rompre, brutal, le </w:t>
      </w:r>
      <w:proofErr w:type="spellStart"/>
      <w:r w:rsidRPr="006E36B9">
        <w:t>kla</w:t>
      </w:r>
      <w:r w:rsidRPr="006E36B9">
        <w:t>k</w:t>
      </w:r>
      <w:r w:rsidRPr="006E36B9">
        <w:t>son</w:t>
      </w:r>
      <w:proofErr w:type="spellEnd"/>
      <w:r w:rsidRPr="006E36B9">
        <w:t xml:space="preserve"> de la voiture.</w:t>
      </w:r>
    </w:p>
    <w:p w14:paraId="697F60A2" w14:textId="77777777" w:rsidR="00EE7519" w:rsidRPr="006E36B9" w:rsidRDefault="00EE7519" w:rsidP="00EE7519">
      <w:r w:rsidRPr="006E36B9">
        <w:t>Je raconte à mon compagnon l’histoire du serpent et du p</w:t>
      </w:r>
      <w:r w:rsidRPr="006E36B9">
        <w:t>e</w:t>
      </w:r>
      <w:r w:rsidRPr="006E36B9">
        <w:t>tit bonhomme qui lui chatouillait la tête.</w:t>
      </w:r>
    </w:p>
    <w:p w14:paraId="56AB245B" w14:textId="77777777" w:rsidR="00EE7519" w:rsidRPr="006E36B9" w:rsidRDefault="00EE7519" w:rsidP="00EE7519">
      <w:r w:rsidRPr="006E36B9">
        <w:t>– « Ces gens-là, me dit-il, en</w:t>
      </w:r>
      <w:r w:rsidR="00FB66B4">
        <w:t xml:space="preserve"> haussant </w:t>
      </w:r>
      <w:r w:rsidRPr="006E36B9">
        <w:t>légèrement les épaules, ne tuent jamais de serpents. Superstitions ! Nous, lor</w:t>
      </w:r>
      <w:r w:rsidRPr="006E36B9">
        <w:t>s</w:t>
      </w:r>
      <w:r w:rsidRPr="006E36B9">
        <w:t>que nous en rencontrons un… » Un geste de la main assomme un reptile imaginaire.</w:t>
      </w:r>
    </w:p>
    <w:p w14:paraId="7E9E9A69" w14:textId="77777777" w:rsidR="00EE7519" w:rsidRPr="006E36B9" w:rsidRDefault="00EE7519" w:rsidP="00EE7519">
      <w:r w:rsidRPr="006E36B9">
        <w:t xml:space="preserve">Évidemment mon </w:t>
      </w:r>
      <w:r w:rsidR="00392EF2">
        <w:t>C</w:t>
      </w:r>
      <w:r w:rsidRPr="006E36B9">
        <w:t>inghalais en short et cheveux courts se croit très au-dessus de « ces gens-là ». Mais qu’y a-t-il au fond de tout cela ? Et que recouvre cette mince couche de vernis a</w:t>
      </w:r>
      <w:r w:rsidRPr="006E36B9">
        <w:t>n</w:t>
      </w:r>
      <w:r w:rsidRPr="006E36B9">
        <w:t>glais ? Un voyage est une série de problèmes qui se posent, ins</w:t>
      </w:r>
      <w:r w:rsidRPr="006E36B9">
        <w:t>o</w:t>
      </w:r>
      <w:r w:rsidRPr="006E36B9">
        <w:t xml:space="preserve">lubles, parce que le temps, qui cependant ne </w:t>
      </w:r>
      <w:r w:rsidRPr="006E36B9">
        <w:lastRenderedPageBreak/>
        <w:t>compte pas en Orient, nous pousse et nous harcèle, entraînés que nous so</w:t>
      </w:r>
      <w:r w:rsidRPr="006E36B9">
        <w:t>m</w:t>
      </w:r>
      <w:r w:rsidRPr="006E36B9">
        <w:t>mes autour de la boule ronde.</w:t>
      </w:r>
    </w:p>
    <w:p w14:paraId="2596A8CE" w14:textId="77777777" w:rsidR="00EE7519" w:rsidRPr="006E36B9" w:rsidRDefault="00EE7519" w:rsidP="00EE7519">
      <w:r w:rsidRPr="006E36B9">
        <w:t>Inondées d’abord de brumes, les montagnes environnantes se sont couvertes de nuages et une averse dégringole qui cessera seulement à notre retour, avant Colombo.</w:t>
      </w:r>
    </w:p>
    <w:p w14:paraId="1FD6A7A7" w14:textId="77777777" w:rsidR="00EE7519" w:rsidRPr="006E36B9" w:rsidRDefault="00EE7519" w:rsidP="00EE7519">
      <w:r w:rsidRPr="006E36B9">
        <w:t>Nous verrons Kandy sous la pluie et notre souvenir en sera gâché. Le lac qui, sous le ciel éclatant, doit être une éblouissante pierre bleue sertie dans des murs ouvragés nous apparaît voilé de pluie comme un lac de Norvège. Le diamant, pour un jour, a repris sa gangue… et nous passons justement ce jour-là !</w:t>
      </w:r>
    </w:p>
    <w:p w14:paraId="08EA69B8" w14:textId="77777777" w:rsidR="00EE7519" w:rsidRPr="006E36B9" w:rsidRDefault="00EE7519" w:rsidP="00EE7519">
      <w:r w:rsidRPr="006E36B9">
        <w:t>Le temple de la dent se dissimule derrière les colonnes d’un monument moderne. Un petit Hindou se suspend à ma ceinture et m’explique :</w:t>
      </w:r>
    </w:p>
    <w:p w14:paraId="23E6663A" w14:textId="77777777" w:rsidR="00EE7519" w:rsidRPr="006E36B9" w:rsidRDefault="00EE7519" w:rsidP="00EE7519">
      <w:r w:rsidRPr="006E36B9">
        <w:t>– « C’est le temple neuf, il est tout en ciment armé et co</w:t>
      </w:r>
      <w:r w:rsidRPr="006E36B9">
        <w:t>û</w:t>
      </w:r>
      <w:r w:rsidRPr="006E36B9">
        <w:t>tera trois millions de roupies. »</w:t>
      </w:r>
    </w:p>
    <w:p w14:paraId="58EC8341" w14:textId="77777777" w:rsidR="00EE7519" w:rsidRPr="006E36B9" w:rsidRDefault="00EE7519" w:rsidP="00EE7519">
      <w:r w:rsidRPr="006E36B9">
        <w:t>Sur la foi de mon chapeau de feutre, me prend-il pour un Américain du temps où les Yankees, débordant de dollars ino</w:t>
      </w:r>
      <w:r w:rsidRPr="006E36B9">
        <w:t>n</w:t>
      </w:r>
      <w:r w:rsidRPr="006E36B9">
        <w:t>daient le monde, et croit-il m’éblouir à coup de roupies et de ciment ?</w:t>
      </w:r>
    </w:p>
    <w:p w14:paraId="047439B2" w14:textId="77777777" w:rsidR="00EE7519" w:rsidRPr="006E36B9" w:rsidRDefault="00EE7519" w:rsidP="00EE7519">
      <w:r w:rsidRPr="006E36B9">
        <w:t>Au temple lui-même, nous sommes écrasés par l’exubérance des sculptures figées depuis des siècles en plein granit. Mais la méfiance asiatique nous permet surtout de voir des murs derrière lesquels il y a quelque chose.</w:t>
      </w:r>
    </w:p>
    <w:p w14:paraId="79D61669" w14:textId="77777777" w:rsidR="00EE7519" w:rsidRPr="006E36B9" w:rsidRDefault="00EE7519" w:rsidP="00EE7519">
      <w:r w:rsidRPr="006E36B9">
        <w:t>Il est trois heures de l’après-midi et notre déjeuner, quo</w:t>
      </w:r>
      <w:r w:rsidRPr="006E36B9">
        <w:t>i</w:t>
      </w:r>
      <w:r w:rsidRPr="006E36B9">
        <w:t xml:space="preserve">que solide breakfast anglais, est déjà fort loin. Au hasard des marchands nous faisons un repas de fruits. Bananes, mangues, oranges, amandes, </w:t>
      </w:r>
      <w:proofErr w:type="spellStart"/>
      <w:r w:rsidRPr="006E36B9">
        <w:t>mangoustines</w:t>
      </w:r>
      <w:proofErr w:type="spellEnd"/>
      <w:r w:rsidRPr="006E36B9">
        <w:t xml:space="preserve"> font de chaque étalage une mosaïque que nous pillons sans vergogne. Les </w:t>
      </w:r>
      <w:r w:rsidRPr="006E36B9">
        <w:lastRenderedPageBreak/>
        <w:t>indigènes doivent se figurer que nous n’avons pas mangé depuis quinze jours.</w:t>
      </w:r>
    </w:p>
    <w:p w14:paraId="2526B58E" w14:textId="77777777" w:rsidR="00EE7519" w:rsidRDefault="00EE7519" w:rsidP="00EE7519">
      <w:r w:rsidRPr="006E36B9">
        <w:t>Pour être tout à fait couleur locale, nous mâchons du bétel. Nos dents sont rouges et nous crachons pour le restant de nos jours. J’avale par mégarde la moitié de ma chique qui me reste dans la gorge. À demi grisé, jà me sens léger comme un papillon et pendant quelques secondes je zigzague à la poursuite d’un i</w:t>
      </w:r>
      <w:r w:rsidRPr="006E36B9">
        <w:t>n</w:t>
      </w:r>
      <w:r w:rsidRPr="006E36B9">
        <w:t>saisissable rêve.</w:t>
      </w:r>
    </w:p>
    <w:p w14:paraId="590FC25B" w14:textId="77777777" w:rsidR="00EE7519" w:rsidRPr="006E36B9" w:rsidRDefault="00EE7519" w:rsidP="00EE7519">
      <w:pPr>
        <w:pStyle w:val="Centr"/>
      </w:pPr>
      <w:r w:rsidRPr="006E36B9">
        <w:t>*</w:t>
      </w:r>
    </w:p>
    <w:p w14:paraId="4C9FF89F" w14:textId="77777777" w:rsidR="00EE7519" w:rsidRPr="006E36B9" w:rsidRDefault="00EE7519" w:rsidP="00EE7519">
      <w:r w:rsidRPr="006E36B9">
        <w:t>La nuit sans étoiles, s’appesantit lourde de nuages et la vo</w:t>
      </w:r>
      <w:r w:rsidRPr="006E36B9">
        <w:t>i</w:t>
      </w:r>
      <w:r w:rsidRPr="006E36B9">
        <w:t>ture perce de ses phares, une vapeur moite chargée de senteurs. Tous les chemins la nuit se ressemblent et le ronron du moteur nous entraînerait sur une route française si l’ombre n’était pai</w:t>
      </w:r>
      <w:r w:rsidRPr="006E36B9">
        <w:t>l</w:t>
      </w:r>
      <w:r w:rsidRPr="006E36B9">
        <w:t>letée de lucioles, si le seuil des maisons n’encadrait des silhoue</w:t>
      </w:r>
      <w:r w:rsidRPr="006E36B9">
        <w:t>t</w:t>
      </w:r>
      <w:r w:rsidRPr="006E36B9">
        <w:t>tes dont l’attitude chaque fois est un croquis d’Orient.</w:t>
      </w:r>
    </w:p>
    <w:p w14:paraId="3011C441" w14:textId="77777777" w:rsidR="00EE7519" w:rsidRPr="006E36B9" w:rsidRDefault="00EE7519" w:rsidP="00EE7519">
      <w:r w:rsidRPr="006E36B9">
        <w:t>La voiture s’arrête un instant pour prendre de l’essence. Tout près, dans une maison à peine éclairée par une lampe à p</w:t>
      </w:r>
      <w:r w:rsidRPr="006E36B9">
        <w:t>é</w:t>
      </w:r>
      <w:r w:rsidRPr="006E36B9">
        <w:t xml:space="preserve">trole, un homme tient dans ses bras un petit bébé tout nu. Près de lui, une femme drapée dans une grande pièce de cotonnade blanche est accroupie. On dirait, brossée par la piété naïve d’un Fra. Angelico, un tableau de </w:t>
      </w:r>
      <w:smartTag w:uri="urn:schemas-microsoft-com:office:smarttags" w:element="PersonName">
        <w:smartTagPr>
          <w:attr w:name="ProductID" w:val="la Sainte Famille."/>
        </w:smartTagPr>
        <w:r w:rsidRPr="006E36B9">
          <w:t>la Sainte Famille.</w:t>
        </w:r>
      </w:smartTag>
    </w:p>
    <w:p w14:paraId="34A2B8F2" w14:textId="77777777" w:rsidR="00EE7519" w:rsidRPr="006E36B9" w:rsidRDefault="00EE7519" w:rsidP="00EE7519">
      <w:r w:rsidRPr="006E36B9">
        <w:t>Dans la nuit, des boules de feu éparpillent des gouttes de lumière. Ce sont des torches.</w:t>
      </w:r>
    </w:p>
    <w:p w14:paraId="619DF2C1" w14:textId="77777777" w:rsidR="00EE7519" w:rsidRPr="006E36B9" w:rsidRDefault="00EE7519" w:rsidP="00EE7519">
      <w:pPr>
        <w:pStyle w:val="Centr"/>
      </w:pPr>
      <w:r w:rsidRPr="006E36B9">
        <w:t>*</w:t>
      </w:r>
    </w:p>
    <w:p w14:paraId="0376C3F6" w14:textId="77777777" w:rsidR="00EE7519" w:rsidRPr="006E36B9" w:rsidRDefault="00EE7519" w:rsidP="00EE7519">
      <w:r w:rsidRPr="006E36B9">
        <w:t>Le soir, nos frères scouts cinghalais nous offrent un dîner purement régional. Scouts français et scouts cinghalais alte</w:t>
      </w:r>
      <w:r w:rsidRPr="006E36B9">
        <w:t>r</w:t>
      </w:r>
      <w:r w:rsidRPr="006E36B9">
        <w:t>nent en frise noire sur blanc.</w:t>
      </w:r>
    </w:p>
    <w:p w14:paraId="7E4872C7" w14:textId="77777777" w:rsidR="00EE7519" w:rsidRPr="006E36B9" w:rsidRDefault="00EE7519" w:rsidP="00EE7519">
      <w:r w:rsidRPr="006E36B9">
        <w:lastRenderedPageBreak/>
        <w:t>Sur la table, une série de petits plats de toutes formes et de toutes couleurs assiège une grande coupe de riz. Comme nos frères scouts sont accueillants et tout cela tentant !</w:t>
      </w:r>
    </w:p>
    <w:p w14:paraId="3C684842" w14:textId="77777777" w:rsidR="00EE7519" w:rsidRPr="006E36B9" w:rsidRDefault="00EE7519" w:rsidP="00EE7519">
      <w:r w:rsidRPr="006E36B9">
        <w:t>Sans méfiance, le cœur reconnaissant, nous nous mettons à table.</w:t>
      </w:r>
    </w:p>
    <w:p w14:paraId="07A8F182" w14:textId="77777777" w:rsidR="00EE7519" w:rsidRPr="006E36B9" w:rsidRDefault="00EE7519" w:rsidP="00EE7519">
      <w:r w:rsidRPr="006E36B9">
        <w:t>La première bouchée, d’un seul coup nous flambe le palais et nos lèvres sont fardées de feu.</w:t>
      </w:r>
    </w:p>
    <w:p w14:paraId="7745C06B" w14:textId="77777777" w:rsidR="00EE7519" w:rsidRPr="006E36B9" w:rsidRDefault="00EE7519" w:rsidP="00EE7519">
      <w:r w:rsidRPr="006E36B9">
        <w:t>Aimables nos voisins se penchent vers nous et nous d</w:t>
      </w:r>
      <w:r w:rsidRPr="006E36B9">
        <w:t>e</w:t>
      </w:r>
      <w:r w:rsidRPr="006E36B9">
        <w:t>mandent :</w:t>
      </w:r>
    </w:p>
    <w:p w14:paraId="49F3D1EA" w14:textId="77777777" w:rsidR="00EE7519" w:rsidRPr="006E36B9" w:rsidRDefault="00EE7519" w:rsidP="00EE7519">
      <w:r w:rsidRPr="006E36B9">
        <w:t>– « Comment trouvez-vous la nourriture cinghalaise ?</w:t>
      </w:r>
    </w:p>
    <w:p w14:paraId="29C8E064" w14:textId="77777777" w:rsidR="00EE7519" w:rsidRPr="006E36B9" w:rsidRDefault="00EE7519" w:rsidP="00EE7519">
      <w:r w:rsidRPr="006E36B9">
        <w:t>– « Étonnante », répondons-nous dans un sourire de bra</w:t>
      </w:r>
      <w:r w:rsidRPr="006E36B9">
        <w:t>i</w:t>
      </w:r>
      <w:r w:rsidRPr="006E36B9">
        <w:t>se.</w:t>
      </w:r>
    </w:p>
    <w:p w14:paraId="1A5522C3" w14:textId="77777777" w:rsidR="00EE7519" w:rsidRPr="006E36B9" w:rsidRDefault="00EE7519" w:rsidP="00EE7519">
      <w:r w:rsidRPr="006E36B9">
        <w:t>Pour la première fois je réalise que l’expression s’accrocher à la table n’est pas une métaphore.</w:t>
      </w:r>
    </w:p>
    <w:p w14:paraId="4F2362CA" w14:textId="77777777" w:rsidR="00EE7519" w:rsidRPr="006E36B9" w:rsidRDefault="00EE7519" w:rsidP="00EE7519">
      <w:r w:rsidRPr="006E36B9">
        <w:t>À la fin du dîner, quelques pères français, Oblats de Marie Immaculée, viennent nous saluer. L’un deux pour se présenter entonne tout doucement, à bouche fermée, la Marseillaise dont nous reprenons tous ensemble le refrain.</w:t>
      </w:r>
    </w:p>
    <w:p w14:paraId="1B91B1F5" w14:textId="77777777" w:rsidR="00EE7519" w:rsidRPr="006E36B9" w:rsidRDefault="00EE7519" w:rsidP="00EE7519">
      <w:r w:rsidRPr="006E36B9">
        <w:t>Nous comprenons mieux la valeur de ce geste en apprenant que ce père, depuis trente-huit ans n’a pas revu la France.</w:t>
      </w:r>
    </w:p>
    <w:p w14:paraId="3F64BDED" w14:textId="77777777" w:rsidR="00EE7519" w:rsidRPr="006E36B9" w:rsidRDefault="00EE7519" w:rsidP="00EE7519">
      <w:r w:rsidRPr="006E36B9">
        <w:t>Très gaie, la conversation, roule, cascade, rebondit avec le joyeux entrain de chez nous.</w:t>
      </w:r>
    </w:p>
    <w:p w14:paraId="16D6F03C" w14:textId="77777777" w:rsidR="00EE7519" w:rsidRPr="006E36B9" w:rsidRDefault="00EE7519" w:rsidP="00EE7519">
      <w:r w:rsidRPr="006E36B9">
        <w:t>Trente ans de colonie, d’éloignement, de dur travail sous un climat déprimant, cela forme des hommes, sculpte les types les plus achevés de la race.</w:t>
      </w:r>
    </w:p>
    <w:p w14:paraId="4ECAFE0B" w14:textId="77777777" w:rsidR="00EE7519" w:rsidRPr="006E36B9" w:rsidRDefault="00EE7519" w:rsidP="00EE7519">
      <w:r w:rsidRPr="006E36B9">
        <w:lastRenderedPageBreak/>
        <w:t>Si la gaieté est une qualité française, nous avons trouvé chez ces oblats mieux que la gaieté, la joie qui est à base de fo</w:t>
      </w:r>
      <w:r w:rsidRPr="006E36B9">
        <w:t>r</w:t>
      </w:r>
      <w:r w:rsidRPr="006E36B9">
        <w:t>ce, d’équilibre et de paix intérieure.</w:t>
      </w:r>
    </w:p>
    <w:p w14:paraId="5C80DA70" w14:textId="77777777" w:rsidR="00EE7519" w:rsidRPr="006E36B9" w:rsidRDefault="00EE7519" w:rsidP="00EE7519">
      <w:pPr>
        <w:pStyle w:val="Centr"/>
      </w:pPr>
      <w:r w:rsidRPr="006E36B9">
        <w:t>*</w:t>
      </w:r>
    </w:p>
    <w:p w14:paraId="5648F0D9" w14:textId="77777777" w:rsidR="00EE7519" w:rsidRPr="006E36B9" w:rsidRDefault="00EE7519" w:rsidP="00EE7519">
      <w:r w:rsidRPr="006E36B9">
        <w:t>Ce soir, la délégation cinghalaise de scoutisme au jamboree s’est embarquée avec nous sur l’</w:t>
      </w:r>
      <w:proofErr w:type="spellStart"/>
      <w:r w:rsidRPr="006E36B9">
        <w:t>Oronsay</w:t>
      </w:r>
      <w:proofErr w:type="spellEnd"/>
      <w:r w:rsidRPr="006E36B9">
        <w:t>.</w:t>
      </w:r>
    </w:p>
    <w:p w14:paraId="474C9FD4" w14:textId="77777777" w:rsidR="00EE7519" w:rsidRPr="00006BCB" w:rsidRDefault="00EE7519" w:rsidP="00EE7519">
      <w:pPr>
        <w:pStyle w:val="Titre2"/>
        <w:rPr>
          <w:szCs w:val="44"/>
        </w:rPr>
      </w:pPr>
      <w:bookmarkStart w:id="17" w:name="_TOC33480"/>
      <w:bookmarkStart w:id="18" w:name="_Toc195610646"/>
      <w:bookmarkEnd w:id="17"/>
      <w:r w:rsidRPr="00006BCB">
        <w:rPr>
          <w:szCs w:val="44"/>
        </w:rPr>
        <w:lastRenderedPageBreak/>
        <w:t>SÉANCE À BORD</w:t>
      </w:r>
      <w:bookmarkEnd w:id="18"/>
    </w:p>
    <w:p w14:paraId="619C708A" w14:textId="77777777" w:rsidR="00EE7519" w:rsidRPr="006E36B9" w:rsidRDefault="00EE7519" w:rsidP="00EE7519">
      <w:r w:rsidRPr="006E36B9">
        <w:t>Sous le soleil, la mer est un incendie bleu. Le bateau un brasier. Allongé sur le pont, j’ai voulu prendre un livre. Fat</w:t>
      </w:r>
      <w:r w:rsidRPr="006E36B9">
        <w:t>i</w:t>
      </w:r>
      <w:r w:rsidRPr="006E36B9">
        <w:t>gués, mes yeux peignent en vert la phrase de Bossuet : « Si nous entendons bien ce qu’est l’homme, nous trouverons que nous sommes suspendus entre le ciel et la terre sans qu’on puisse bien décider auquel des deux nous appartenons. » Les mots du grand prédicateur prennent toute leur valeur sur ce bateau, perdu entre ciel et onde.</w:t>
      </w:r>
    </w:p>
    <w:p w14:paraId="499646E2" w14:textId="77777777" w:rsidR="00EE7519" w:rsidRPr="006E36B9" w:rsidRDefault="00EE7519" w:rsidP="00EE7519">
      <w:r w:rsidRPr="006E36B9">
        <w:t>Mais le soleil est trop ardent, la mer trop belle. Je préfère prendre toute cette beauté et, lui donnant sa raison d’être qui est la louange du Créateur, l’offrir à Dieu. Je laisse tomber mon livre.</w:t>
      </w:r>
    </w:p>
    <w:p w14:paraId="252A2365" w14:textId="77777777" w:rsidR="00EE7519" w:rsidRPr="006E36B9" w:rsidRDefault="00EE7519" w:rsidP="00EE7519">
      <w:r w:rsidRPr="006E36B9">
        <w:t>« Béni sois-tu, mon Dieu, pour notre sœur la mer que tu as faite bleue et gonflée de mouvantes ondulations.</w:t>
      </w:r>
    </w:p>
    <w:p w14:paraId="5C9CA49E" w14:textId="77777777" w:rsidR="00EE7519" w:rsidRPr="006E36B9" w:rsidRDefault="00EE7519" w:rsidP="00EE7519">
      <w:r w:rsidRPr="006E36B9">
        <w:t>« Pour nos sœurs les vagues que tu as faites glauques et crêtées d’écume blanche.</w:t>
      </w:r>
    </w:p>
    <w:p w14:paraId="006433D1" w14:textId="77777777" w:rsidR="00EE7519" w:rsidRPr="006E36B9" w:rsidRDefault="00EE7519" w:rsidP="00EE7519">
      <w:r w:rsidRPr="006E36B9">
        <w:t>« Pour notre frère le soleil qui jette par brassées tant de feux sur la mer.</w:t>
      </w:r>
    </w:p>
    <w:p w14:paraId="1F249A6A" w14:textId="77777777" w:rsidR="00EE7519" w:rsidRPr="006E36B9" w:rsidRDefault="00EE7519" w:rsidP="00EE7519">
      <w:r w:rsidRPr="006E36B9">
        <w:t>« Pour notre frère le ciel que tu as fait tout ruisselant de lumières.</w:t>
      </w:r>
    </w:p>
    <w:p w14:paraId="5A44A4E8" w14:textId="77777777" w:rsidR="00EE7519" w:rsidRPr="006E36B9" w:rsidRDefault="00EE7519" w:rsidP="00EE7519">
      <w:r w:rsidRPr="006E36B9">
        <w:t>« Béni sois-tu aussi, mon Dieu, pour notre frère le paqu</w:t>
      </w:r>
      <w:r w:rsidRPr="006E36B9">
        <w:t>e</w:t>
      </w:r>
      <w:r w:rsidRPr="006E36B9">
        <w:t>bot à qui tu permets de nous porter ainsi entre deux immens</w:t>
      </w:r>
      <w:r w:rsidRPr="006E36B9">
        <w:t>i</w:t>
      </w:r>
      <w:r w:rsidRPr="006E36B9">
        <w:t>tés.</w:t>
      </w:r>
    </w:p>
    <w:p w14:paraId="16773CB0" w14:textId="77777777" w:rsidR="00EE7519" w:rsidRPr="006E36B9" w:rsidRDefault="00EE7519" w:rsidP="00EE7519">
      <w:r w:rsidRPr="006E36B9">
        <w:t>« Et à cause de cette grandeur qui nous entoure fais-nous comprendre, mon Dieu, que nous sommes petits et que nous avons besoin de toi. »</w:t>
      </w:r>
    </w:p>
    <w:p w14:paraId="775FEEB2" w14:textId="77777777" w:rsidR="00EE7519" w:rsidRPr="006E36B9" w:rsidRDefault="00EE7519" w:rsidP="00EE7519">
      <w:pPr>
        <w:pStyle w:val="Centr"/>
      </w:pPr>
      <w:r w:rsidRPr="006E36B9">
        <w:lastRenderedPageBreak/>
        <w:t>*</w:t>
      </w:r>
    </w:p>
    <w:p w14:paraId="36551CCC" w14:textId="77777777" w:rsidR="00EE7519" w:rsidRPr="006E36B9" w:rsidRDefault="00EE7519" w:rsidP="00EE7519">
      <w:r w:rsidRPr="006E36B9">
        <w:t>Autour du bateau, des poissons volants jaillissent, ric</w:t>
      </w:r>
      <w:r w:rsidRPr="006E36B9">
        <w:t>o</w:t>
      </w:r>
      <w:r w:rsidRPr="006E36B9">
        <w:t>chent, plongent, réapparaissent, seuls ou par bandes. De loin, ce sont</w:t>
      </w:r>
      <w:r w:rsidR="00740624">
        <w:t xml:space="preserve"> de</w:t>
      </w:r>
      <w:r w:rsidRPr="006E36B9">
        <w:t xml:space="preserve"> gros de frelons butinant la crête des vagues. Plus près, des hirondelles dont le ventre blanc frôle l’écume.</w:t>
      </w:r>
    </w:p>
    <w:p w14:paraId="7A3E9AF1" w14:textId="77777777" w:rsidR="00EE7519" w:rsidRPr="006E36B9" w:rsidRDefault="00EE7519" w:rsidP="00EE7519">
      <w:r w:rsidRPr="006E36B9">
        <w:t>Le vol d’étourneaux ou de martinets disparaît. Des albatros croisent dans le ciel. Un bec jaune, une carène blanche, deux a</w:t>
      </w:r>
      <w:r w:rsidRPr="006E36B9">
        <w:t>i</w:t>
      </w:r>
      <w:r w:rsidRPr="006E36B9">
        <w:t>les profilées toujours étendues, ils sont la synthèse même du vol. Sans doute ont-ils, dans les temps sans limites, fait alliance avec le vent. En croix au-dessus de l’eau, en oblique ou le corps tendu comme une flèche sur l’arc vertical des ailes, ils suivent, dépassent, abandonnent, rattrapent l’</w:t>
      </w:r>
      <w:proofErr w:type="spellStart"/>
      <w:r w:rsidRPr="006E36B9">
        <w:t>Oronsay</w:t>
      </w:r>
      <w:proofErr w:type="spellEnd"/>
      <w:r w:rsidRPr="006E36B9">
        <w:t xml:space="preserve"> en se jouant. I</w:t>
      </w:r>
      <w:r w:rsidRPr="006E36B9">
        <w:t>n</w:t>
      </w:r>
      <w:r w:rsidRPr="006E36B9">
        <w:t xml:space="preserve">soucieux des splendeurs qui l’entourent, </w:t>
      </w:r>
      <w:proofErr w:type="spellStart"/>
      <w:r w:rsidRPr="006E36B9">
        <w:t>Joë</w:t>
      </w:r>
      <w:proofErr w:type="spellEnd"/>
      <w:r w:rsidRPr="006E36B9">
        <w:t xml:space="preserve"> arpente le deck du pas d’un automate bien réglé. Il s’est livré à des calculs précis : huit </w:t>
      </w:r>
      <w:r w:rsidR="00C24FC0">
        <w:t>fois le tour du pont font un mi</w:t>
      </w:r>
      <w:r w:rsidR="00226F7B">
        <w:t>l</w:t>
      </w:r>
      <w:r w:rsidRPr="006E36B9">
        <w:t>e et il m’annonce triomph</w:t>
      </w:r>
      <w:r w:rsidRPr="006E36B9">
        <w:t>a</w:t>
      </w:r>
      <w:r w:rsidRPr="006E36B9">
        <w:t>lement :</w:t>
      </w:r>
    </w:p>
    <w:p w14:paraId="4ECB11C7" w14:textId="77777777" w:rsidR="00EE7519" w:rsidRPr="006E36B9" w:rsidRDefault="00EE7519" w:rsidP="00EE7519">
      <w:r w:rsidRPr="006E36B9">
        <w:t>– « Hello ! Guy, je viens de battre mon propre record sur cinq miles. »</w:t>
      </w:r>
    </w:p>
    <w:p w14:paraId="5F75CD71" w14:textId="77777777" w:rsidR="00EE7519" w:rsidRPr="006E36B9" w:rsidRDefault="00EE7519" w:rsidP="00EE7519">
      <w:r w:rsidRPr="006E36B9">
        <w:t>Je lui souris par réflexe. Sa performance m’est absolument indifférente et je me sens une mentalité de lézard.</w:t>
      </w:r>
    </w:p>
    <w:p w14:paraId="45575333" w14:textId="77777777" w:rsidR="00EE7519" w:rsidRPr="006E36B9" w:rsidRDefault="00EE7519" w:rsidP="00EE7519">
      <w:r w:rsidRPr="006E36B9">
        <w:t>Pourquoi des passagers jouent-ils encore du phono ? Tous ces gens voudraient que le cercle d’horizon fût un disque de gramophone ! Et pourquoi comblent-ils avec de l’agitation le v</w:t>
      </w:r>
      <w:r w:rsidRPr="006E36B9">
        <w:t>i</w:t>
      </w:r>
      <w:r w:rsidRPr="006E36B9">
        <w:t>de magnifique de la vie à bord !</w:t>
      </w:r>
    </w:p>
    <w:p w14:paraId="421F9BA0" w14:textId="77777777" w:rsidR="00EE7519" w:rsidRPr="006E36B9" w:rsidRDefault="00EE7519" w:rsidP="00EE7519">
      <w:pPr>
        <w:pStyle w:val="Centr"/>
      </w:pPr>
      <w:r w:rsidRPr="006E36B9">
        <w:t>*</w:t>
      </w:r>
    </w:p>
    <w:p w14:paraId="51A229A2" w14:textId="77777777" w:rsidR="00EE7519" w:rsidRPr="006E36B9" w:rsidRDefault="00EE7519" w:rsidP="00EE7519">
      <w:r w:rsidRPr="006E36B9">
        <w:t>Scouts français et cinghalais ont donné une séance ce soir.</w:t>
      </w:r>
    </w:p>
    <w:p w14:paraId="552403E4" w14:textId="77777777" w:rsidR="00EE7519" w:rsidRPr="006E36B9" w:rsidRDefault="00EE7519" w:rsidP="00EE7519">
      <w:r w:rsidRPr="006E36B9">
        <w:t xml:space="preserve">Vêtus de rouge, bardés de fer, armés de sabres courbes, les cinghalais miment des danses de leur pays. Les sabres sont </w:t>
      </w:r>
      <w:r w:rsidRPr="006E36B9">
        <w:lastRenderedPageBreak/>
        <w:t>en bois, les cuirasses en papier, mais pendant quelques instants le paquebot fait place à l’antique Ceylan. Dans la griserie des ge</w:t>
      </w:r>
      <w:r w:rsidRPr="006E36B9">
        <w:t>s</w:t>
      </w:r>
      <w:r w:rsidRPr="006E36B9">
        <w:t>tes violents et le cliquetis des bâtonnets heurtés en cadence, le vernis anglais de nos camarades est, pour une seconde, to</w:t>
      </w:r>
      <w:r w:rsidRPr="006E36B9">
        <w:t>m</w:t>
      </w:r>
      <w:r w:rsidRPr="006E36B9">
        <w:t>bé. J’ai la réponse à mon problème du peigne d’écaille, du s</w:t>
      </w:r>
      <w:r w:rsidRPr="006E36B9">
        <w:t>a</w:t>
      </w:r>
      <w:r w:rsidRPr="006E36B9">
        <w:t>rong et du serpent.</w:t>
      </w:r>
    </w:p>
    <w:p w14:paraId="61B62C13" w14:textId="77777777" w:rsidR="00EE7519" w:rsidRPr="006E36B9" w:rsidRDefault="00EE7519" w:rsidP="00EE7519">
      <w:r w:rsidRPr="006E36B9">
        <w:t>Je comprends mieux encore lorsque, autour d’un invisible feu de camp, nos frères scouts entonnent une vieille chanson de chasse, traînante d’abord comme une mélopée, puis rapide et saccadée comme une poursuite :</w:t>
      </w:r>
    </w:p>
    <w:p w14:paraId="24C5C479" w14:textId="77777777" w:rsidR="00EE7519" w:rsidRPr="006E36B9" w:rsidRDefault="00EE7519" w:rsidP="00EE7519">
      <w:pPr>
        <w:pStyle w:val="NormalRetraitGauche2X"/>
        <w:spacing w:before="0" w:after="0"/>
        <w:rPr>
          <w:i/>
        </w:rPr>
      </w:pPr>
      <w:r w:rsidRPr="006E36B9">
        <w:rPr>
          <w:i/>
        </w:rPr>
        <w:t xml:space="preserve">« Bo </w:t>
      </w:r>
      <w:proofErr w:type="spellStart"/>
      <w:r w:rsidRPr="006E36B9">
        <w:rPr>
          <w:i/>
        </w:rPr>
        <w:t>sethusa</w:t>
      </w:r>
      <w:proofErr w:type="spellEnd"/>
      <w:r w:rsidRPr="006E36B9">
        <w:rPr>
          <w:i/>
        </w:rPr>
        <w:t xml:space="preserve"> Bo </w:t>
      </w:r>
      <w:proofErr w:type="spellStart"/>
      <w:r w:rsidRPr="006E36B9">
        <w:rPr>
          <w:i/>
        </w:rPr>
        <w:t>sethusa</w:t>
      </w:r>
      <w:proofErr w:type="spellEnd"/>
    </w:p>
    <w:p w14:paraId="520F1B31" w14:textId="77777777" w:rsidR="00EE7519" w:rsidRPr="006E36B9" w:rsidRDefault="00EE7519" w:rsidP="00EE7519">
      <w:pPr>
        <w:pStyle w:val="NormalRetraitGauche2X"/>
        <w:spacing w:before="0" w:after="0"/>
        <w:rPr>
          <w:i/>
        </w:rPr>
      </w:pPr>
      <w:r w:rsidRPr="006E36B9">
        <w:rPr>
          <w:i/>
        </w:rPr>
        <w:t xml:space="preserve">Gus </w:t>
      </w:r>
      <w:proofErr w:type="spellStart"/>
      <w:r w:rsidRPr="006E36B9">
        <w:rPr>
          <w:i/>
        </w:rPr>
        <w:t>kapanase</w:t>
      </w:r>
      <w:proofErr w:type="spellEnd"/>
      <w:r w:rsidRPr="006E36B9">
        <w:rPr>
          <w:i/>
        </w:rPr>
        <w:t xml:space="preserve"> </w:t>
      </w:r>
      <w:proofErr w:type="spellStart"/>
      <w:r w:rsidRPr="006E36B9">
        <w:rPr>
          <w:i/>
        </w:rPr>
        <w:t>vee</w:t>
      </w:r>
      <w:proofErr w:type="spellEnd"/>
      <w:r w:rsidRPr="006E36B9">
        <w:rPr>
          <w:i/>
        </w:rPr>
        <w:t xml:space="preserve"> </w:t>
      </w:r>
      <w:proofErr w:type="spellStart"/>
      <w:r w:rsidRPr="006E36B9">
        <w:rPr>
          <w:i/>
        </w:rPr>
        <w:t>santhose</w:t>
      </w:r>
      <w:proofErr w:type="spellEnd"/>
    </w:p>
    <w:p w14:paraId="2892FA59" w14:textId="77777777" w:rsidR="00EE7519" w:rsidRPr="006E36B9" w:rsidRDefault="00EE7519" w:rsidP="00EE7519">
      <w:pPr>
        <w:pStyle w:val="NormalRetraitGauche2X"/>
        <w:spacing w:before="0" w:after="0"/>
        <w:rPr>
          <w:i/>
        </w:rPr>
      </w:pPr>
      <w:r w:rsidRPr="006E36B9">
        <w:rPr>
          <w:i/>
        </w:rPr>
        <w:t xml:space="preserve">Bo </w:t>
      </w:r>
      <w:proofErr w:type="spellStart"/>
      <w:r w:rsidRPr="006E36B9">
        <w:rPr>
          <w:i/>
        </w:rPr>
        <w:t>sethusa</w:t>
      </w:r>
      <w:proofErr w:type="spellEnd"/>
      <w:r w:rsidRPr="006E36B9">
        <w:rPr>
          <w:i/>
        </w:rPr>
        <w:t> »</w:t>
      </w:r>
    </w:p>
    <w:p w14:paraId="299AF01D" w14:textId="77777777" w:rsidR="00EE7519" w:rsidRPr="006E36B9" w:rsidRDefault="00EE7519" w:rsidP="00EE7519">
      <w:r w:rsidRPr="006E36B9">
        <w:t>L’</w:t>
      </w:r>
      <w:proofErr w:type="spellStart"/>
      <w:r w:rsidRPr="006E36B9">
        <w:t>Oronsay</w:t>
      </w:r>
      <w:proofErr w:type="spellEnd"/>
      <w:r w:rsidRPr="006E36B9">
        <w:t xml:space="preserve"> n’existe plus et la jungle nous cerne.</w:t>
      </w:r>
    </w:p>
    <w:p w14:paraId="37FA62D3" w14:textId="77777777" w:rsidR="00EE7519" w:rsidRDefault="00EE7519" w:rsidP="00EE7519"/>
    <w:p w14:paraId="1BAE0DC6" w14:textId="77777777" w:rsidR="00EE7519" w:rsidRPr="006E36B9" w:rsidRDefault="00EE7519" w:rsidP="00EE7519">
      <w:r w:rsidRPr="006E36B9">
        <w:t xml:space="preserve">En blouse bleue, sabots et pantalons de grosse bure nous dansons la bourrée, </w:t>
      </w:r>
      <w:smartTag w:uri="urn:schemas-microsoft-com:office:smarttags" w:element="PersonName">
        <w:smartTagPr>
          <w:attr w:name="ProductID" w:val="la bourguignonne. L"/>
        </w:smartTagPr>
        <w:r w:rsidRPr="006E36B9">
          <w:t>la bourguignonne. L</w:t>
        </w:r>
      </w:smartTag>
      <w:r w:rsidRPr="006E36B9">
        <w:t>’exubérance méridi</w:t>
      </w:r>
      <w:r w:rsidRPr="006E36B9">
        <w:t>o</w:t>
      </w:r>
      <w:r w:rsidRPr="006E36B9">
        <w:t>nale se donne libre cours dans la farandole provençale. Haut perché sur ses échasses, un berger landais tricote un bas de laine et des marins bretons, en gestes éternels, mettent à la voile.</w:t>
      </w:r>
    </w:p>
    <w:p w14:paraId="7F532597" w14:textId="77777777" w:rsidR="00EE7519" w:rsidRPr="006E36B9" w:rsidRDefault="00EE7519" w:rsidP="00EE7519">
      <w:r w:rsidRPr="006E36B9">
        <w:t>Spontanés, de vieux airs français nous montent aux l</w:t>
      </w:r>
      <w:r w:rsidRPr="006E36B9">
        <w:t>è</w:t>
      </w:r>
      <w:r w:rsidRPr="006E36B9">
        <w:t>vres. Anne de Bretagne duchesse en sabots succède à frère Ja</w:t>
      </w:r>
      <w:r w:rsidRPr="006E36B9">
        <w:t>c</w:t>
      </w:r>
      <w:r w:rsidRPr="006E36B9">
        <w:t xml:space="preserve">ques. Mamie </w:t>
      </w:r>
      <w:proofErr w:type="spellStart"/>
      <w:r w:rsidRPr="006E36B9">
        <w:t>bouto</w:t>
      </w:r>
      <w:proofErr w:type="spellEnd"/>
      <w:r w:rsidRPr="006E36B9">
        <w:t xml:space="preserve"> </w:t>
      </w:r>
      <w:proofErr w:type="spellStart"/>
      <w:r w:rsidRPr="006E36B9">
        <w:t>so</w:t>
      </w:r>
      <w:proofErr w:type="spellEnd"/>
      <w:r w:rsidRPr="006E36B9">
        <w:t xml:space="preserve"> </w:t>
      </w:r>
      <w:proofErr w:type="spellStart"/>
      <w:r w:rsidRPr="006E36B9">
        <w:t>têto</w:t>
      </w:r>
      <w:proofErr w:type="spellEnd"/>
      <w:r w:rsidRPr="006E36B9">
        <w:t xml:space="preserve"> au </w:t>
      </w:r>
      <w:proofErr w:type="spellStart"/>
      <w:r w:rsidRPr="006E36B9">
        <w:t>fenestrou</w:t>
      </w:r>
      <w:proofErr w:type="spellEnd"/>
      <w:r w:rsidRPr="006E36B9">
        <w:t>. Et Marlborough s’en va en guerre en passant par la Lorraine.</w:t>
      </w:r>
    </w:p>
    <w:p w14:paraId="33D608B1" w14:textId="77777777" w:rsidR="00EE7519" w:rsidRPr="006E36B9" w:rsidRDefault="00EE7519" w:rsidP="00EE7519">
      <w:r w:rsidRPr="006E36B9">
        <w:t>L’</w:t>
      </w:r>
      <w:proofErr w:type="spellStart"/>
      <w:r w:rsidRPr="006E36B9">
        <w:t>Oronsay</w:t>
      </w:r>
      <w:proofErr w:type="spellEnd"/>
      <w:r w:rsidRPr="006E36B9">
        <w:t xml:space="preserve"> cette fois, fleure bon </w:t>
      </w:r>
      <w:smartTag w:uri="urn:schemas-microsoft-com:office:smarttags" w:element="PersonName">
        <w:smartTagPr>
          <w:attr w:name="ProductID" w:val="la vieille France. Valeur"/>
        </w:smartTagPr>
        <w:r w:rsidRPr="006E36B9">
          <w:t>la vieille France. Valeur</w:t>
        </w:r>
      </w:smartTag>
      <w:r w:rsidRPr="006E36B9">
        <w:t xml:space="preserve"> du scoutisme qui permet de fondre ainsi dans la même compr</w:t>
      </w:r>
      <w:r w:rsidRPr="006E36B9">
        <w:t>é</w:t>
      </w:r>
      <w:r w:rsidRPr="006E36B9">
        <w:t xml:space="preserve">hension de l’action par le jeu et le chant, la jungle </w:t>
      </w:r>
      <w:r w:rsidRPr="006E36B9">
        <w:lastRenderedPageBreak/>
        <w:t xml:space="preserve">cinghalaise et le terroir gaulois… quelque part, en mer, entre Colombo et </w:t>
      </w:r>
      <w:proofErr w:type="spellStart"/>
      <w:r w:rsidRPr="006E36B9">
        <w:t>Fr</w:t>
      </w:r>
      <w:r w:rsidRPr="006E36B9">
        <w:t>e</w:t>
      </w:r>
      <w:r w:rsidRPr="006E36B9">
        <w:t>mantée</w:t>
      </w:r>
      <w:proofErr w:type="spellEnd"/>
      <w:r w:rsidRPr="006E36B9">
        <w:t>.</w:t>
      </w:r>
    </w:p>
    <w:p w14:paraId="35184B70" w14:textId="77777777" w:rsidR="00EE7519" w:rsidRPr="006E36B9" w:rsidRDefault="00EE7519" w:rsidP="00EE7519">
      <w:r w:rsidRPr="006E36B9">
        <w:t xml:space="preserve">Après la séance, assis en rond sur le pont supérieur, </w:t>
      </w:r>
      <w:r>
        <w:t>l</w:t>
      </w:r>
      <w:r w:rsidRPr="006E36B9">
        <w:t>es scouts français chantent :</w:t>
      </w:r>
    </w:p>
    <w:p w14:paraId="0012D910" w14:textId="77777777" w:rsidR="00F577F0" w:rsidRPr="002B38A6" w:rsidRDefault="00F577F0" w:rsidP="002B38A6">
      <w:pPr>
        <w:pStyle w:val="NormalRetraitGauche3XIndent0"/>
        <w:spacing w:after="0"/>
        <w:rPr>
          <w:i/>
        </w:rPr>
      </w:pPr>
      <w:r w:rsidRPr="002B38A6">
        <w:rPr>
          <w:i/>
        </w:rPr>
        <w:t xml:space="preserve">« Bo </w:t>
      </w:r>
      <w:proofErr w:type="spellStart"/>
      <w:r w:rsidRPr="002B38A6">
        <w:rPr>
          <w:i/>
        </w:rPr>
        <w:t>sethusa</w:t>
      </w:r>
      <w:proofErr w:type="spellEnd"/>
    </w:p>
    <w:p w14:paraId="6E1DF853" w14:textId="77777777" w:rsidR="00EE7519" w:rsidRPr="002B38A6" w:rsidRDefault="00EE7519" w:rsidP="002B38A6">
      <w:pPr>
        <w:pStyle w:val="NormalRetraitGauche3XIndent0"/>
        <w:spacing w:before="0"/>
        <w:ind w:left="2268"/>
        <w:rPr>
          <w:i/>
        </w:rPr>
      </w:pPr>
      <w:r w:rsidRPr="002B38A6">
        <w:rPr>
          <w:i/>
        </w:rPr>
        <w:t xml:space="preserve">Bo </w:t>
      </w:r>
      <w:proofErr w:type="spellStart"/>
      <w:r w:rsidRPr="002B38A6">
        <w:rPr>
          <w:i/>
        </w:rPr>
        <w:t>sethusa</w:t>
      </w:r>
      <w:proofErr w:type="spellEnd"/>
      <w:r w:rsidRPr="002B38A6">
        <w:rPr>
          <w:i/>
        </w:rPr>
        <w:t> »</w:t>
      </w:r>
    </w:p>
    <w:p w14:paraId="0ECC8D3B" w14:textId="77777777" w:rsidR="00EE7519" w:rsidRPr="006E36B9" w:rsidRDefault="00EE7519" w:rsidP="00EE7519">
      <w:r w:rsidRPr="006E36B9">
        <w:t>Et les scouts cinghalais :</w:t>
      </w:r>
    </w:p>
    <w:p w14:paraId="5852C21C" w14:textId="77777777" w:rsidR="00EE7519" w:rsidRPr="002B38A6" w:rsidRDefault="00EE7519" w:rsidP="002B38A6">
      <w:pPr>
        <w:pStyle w:val="NormalRetraitGauche3XIndent0"/>
        <w:spacing w:after="0"/>
        <w:rPr>
          <w:i/>
          <w:iCs/>
        </w:rPr>
      </w:pPr>
      <w:r w:rsidRPr="002B38A6">
        <w:rPr>
          <w:i/>
          <w:iCs/>
        </w:rPr>
        <w:t>« Au clair de la lune</w:t>
      </w:r>
    </w:p>
    <w:p w14:paraId="79ED966B" w14:textId="77777777" w:rsidR="00EE7519" w:rsidRPr="002B38A6" w:rsidRDefault="00EE7519" w:rsidP="002B38A6">
      <w:pPr>
        <w:pStyle w:val="NormalRetraitGauche3XIndent0"/>
        <w:spacing w:before="0"/>
        <w:ind w:left="2268"/>
        <w:rPr>
          <w:i/>
          <w:iCs/>
        </w:rPr>
      </w:pPr>
      <w:r w:rsidRPr="002B38A6">
        <w:rPr>
          <w:i/>
          <w:iCs/>
        </w:rPr>
        <w:t>Mon ami Pierrot »</w:t>
      </w:r>
    </w:p>
    <w:p w14:paraId="2AB07671" w14:textId="77777777" w:rsidR="00EE7519" w:rsidRPr="006E36B9" w:rsidRDefault="00EE7519" w:rsidP="00EE7519">
      <w:r w:rsidRPr="006E36B9">
        <w:t>Cependant que, réunie au bateau par une traînée rouge, une lune en croissant turc que Pierrot n’eût pas reconnue pose sur l’horizon une barque de légende.</w:t>
      </w:r>
    </w:p>
    <w:p w14:paraId="4EBC925C" w14:textId="77777777" w:rsidR="00EE7519" w:rsidRPr="00006BCB" w:rsidRDefault="00EE7519" w:rsidP="00EE7519">
      <w:pPr>
        <w:pStyle w:val="Titre1"/>
        <w:spacing w:before="2640"/>
        <w:rPr>
          <w:sz w:val="60"/>
          <w:szCs w:val="60"/>
        </w:rPr>
      </w:pPr>
      <w:bookmarkStart w:id="19" w:name="_TOC37996"/>
      <w:bookmarkStart w:id="20" w:name="_Toc195610647"/>
      <w:bookmarkEnd w:id="19"/>
      <w:r w:rsidRPr="00006BCB">
        <w:rPr>
          <w:sz w:val="60"/>
          <w:szCs w:val="60"/>
        </w:rPr>
        <w:lastRenderedPageBreak/>
        <w:t>IMPRESSIONS AUSTRALIENNES</w:t>
      </w:r>
      <w:bookmarkEnd w:id="20"/>
    </w:p>
    <w:p w14:paraId="3347ADF0" w14:textId="77777777" w:rsidR="00EE7519" w:rsidRPr="00006BCB" w:rsidRDefault="00EE7519" w:rsidP="00EE7519">
      <w:pPr>
        <w:pStyle w:val="Titre2"/>
        <w:rPr>
          <w:szCs w:val="44"/>
        </w:rPr>
      </w:pPr>
      <w:bookmarkStart w:id="21" w:name="_TOC38023"/>
      <w:bookmarkStart w:id="22" w:name="_Toc195610648"/>
      <w:bookmarkEnd w:id="21"/>
      <w:r w:rsidRPr="00006BCB">
        <w:rPr>
          <w:szCs w:val="44"/>
        </w:rPr>
        <w:lastRenderedPageBreak/>
        <w:t>LES VILLES</w:t>
      </w:r>
      <w:bookmarkEnd w:id="22"/>
    </w:p>
    <w:p w14:paraId="5FE893D9" w14:textId="77777777" w:rsidR="00EE7519" w:rsidRPr="006E36B9" w:rsidRDefault="00EE7519" w:rsidP="00EE7519">
      <w:r w:rsidRPr="006E36B9">
        <w:t>De vieilles cités françaises se formèrent jadis autour d’un monastère, au pied d’un château fort, au croisement des gra</w:t>
      </w:r>
      <w:r w:rsidRPr="006E36B9">
        <w:t>n</w:t>
      </w:r>
      <w:r w:rsidRPr="006E36B9">
        <w:t>des routes.</w:t>
      </w:r>
    </w:p>
    <w:p w14:paraId="787CC67E" w14:textId="77777777" w:rsidR="00EE7519" w:rsidRPr="006E36B9" w:rsidRDefault="00EE7519" w:rsidP="00EE7519">
      <w:r w:rsidRPr="006E36B9">
        <w:t xml:space="preserve">Un peu romancé, mais exact, un conte de Paul </w:t>
      </w:r>
      <w:proofErr w:type="spellStart"/>
      <w:r w:rsidRPr="006E36B9">
        <w:t>Wenz</w:t>
      </w:r>
      <w:proofErr w:type="spellEnd"/>
      <w:r w:rsidRPr="006E36B9">
        <w:t xml:space="preserve"> décrit la naissance d’une ville dans la plaine australienne.</w:t>
      </w:r>
    </w:p>
    <w:p w14:paraId="65D7C7BB" w14:textId="77777777" w:rsidR="00EE7519" w:rsidRPr="006E36B9" w:rsidRDefault="00EE7519" w:rsidP="00EE7519">
      <w:r w:rsidRPr="006E36B9">
        <w:t>Il y a une cinquantaine d’années, un chariot croulant sous le poids des balles de laine qu’il transportait, s’embourba juste au milieu de son trajet, à quelques soixante-dix miles des deux villes plus proches. Le charretier eut beau jurer, tempêter, ci</w:t>
      </w:r>
      <w:r w:rsidRPr="006E36B9">
        <w:t>n</w:t>
      </w:r>
      <w:r w:rsidRPr="006E36B9">
        <w:t>gler ses seize chevaux de son stock-whip, il ne put dégager son attelage. Ses efforts l’avaient altéré et il constata avec plus de force que de coutume qu’il n’y avait pas une seule auberge à des kilomètres à la ronde.</w:t>
      </w:r>
    </w:p>
    <w:p w14:paraId="221649CC" w14:textId="77777777" w:rsidR="00EE7519" w:rsidRPr="006E36B9" w:rsidRDefault="00EE7519" w:rsidP="00EE7519">
      <w:r w:rsidRPr="006E36B9">
        <w:t xml:space="preserve">Le </w:t>
      </w:r>
      <w:r w:rsidR="00740624">
        <w:t>«</w:t>
      </w:r>
      <w:r w:rsidR="00B2411C">
        <w:t> </w:t>
      </w:r>
      <w:proofErr w:type="spellStart"/>
      <w:r w:rsidR="00740624" w:rsidRPr="006E36B9">
        <w:t>tra</w:t>
      </w:r>
      <w:r w:rsidR="00740624">
        <w:t>c</w:t>
      </w:r>
      <w:r w:rsidR="00740624" w:rsidRPr="006E36B9">
        <w:t>k</w:t>
      </w:r>
      <w:proofErr w:type="spellEnd"/>
      <w:r w:rsidR="00B2411C">
        <w:t> </w:t>
      </w:r>
      <w:r w:rsidR="00740624">
        <w:t>»</w:t>
      </w:r>
      <w:r w:rsidR="00740624" w:rsidRPr="006E36B9">
        <w:t xml:space="preserve"> </w:t>
      </w:r>
      <w:r w:rsidRPr="006E36B9">
        <w:t xml:space="preserve">était fréquenté par tous les charretiers de </w:t>
      </w:r>
      <w:smartTag w:uri="urn:schemas-microsoft-com:office:smarttags" w:element="PersonName">
        <w:smartTagPr>
          <w:attr w:name="ProductID" w:val="la r￩gion. Pourquoi"/>
        </w:smartTagPr>
        <w:r w:rsidRPr="006E36B9">
          <w:t>la r</w:t>
        </w:r>
        <w:r w:rsidRPr="006E36B9">
          <w:t>é</w:t>
        </w:r>
        <w:r w:rsidRPr="006E36B9">
          <w:t>gion. Pourquoi</w:t>
        </w:r>
      </w:smartTag>
      <w:r w:rsidRPr="006E36B9">
        <w:t xml:space="preserve"> ne pas monter ici un « Pub » ? La réalisation n’est pas longue à suivre l’idée lorsque l’on a un tant soi peu l’esprit d’aventure. L’homme laissa </w:t>
      </w:r>
      <w:r>
        <w:t>l</w:t>
      </w:r>
      <w:r w:rsidRPr="006E36B9">
        <w:t>à sa voiture et revint que</w:t>
      </w:r>
      <w:r w:rsidRPr="006E36B9">
        <w:t>l</w:t>
      </w:r>
      <w:r w:rsidRPr="006E36B9">
        <w:t>ques s</w:t>
      </w:r>
      <w:r w:rsidRPr="006E36B9">
        <w:t>e</w:t>
      </w:r>
      <w:r w:rsidRPr="006E36B9">
        <w:t>maines plus tard avec des planches et des caisses de whisky. Il construisit une cabane où tous les attelages dès lors s’arrêtèrent. Ses affaires prospérèrent.</w:t>
      </w:r>
    </w:p>
    <w:p w14:paraId="4C19CA0F" w14:textId="77777777" w:rsidR="00EE7519" w:rsidRPr="006E36B9" w:rsidRDefault="00EE7519" w:rsidP="00EE7519">
      <w:r w:rsidRPr="006E36B9">
        <w:t>Plus tard, un bourrelier, un charpentier, puis un boulanger vinrent s’établir. Une maison couverte de tôle remplaça la case de bois. Une petite église fut élevée. Il y eut une vraie ville lor</w:t>
      </w:r>
      <w:r w:rsidRPr="006E36B9">
        <w:t>s</w:t>
      </w:r>
      <w:r w:rsidRPr="006E36B9">
        <w:t>que le gouvernement fit construire une prison de briques et in</w:t>
      </w:r>
      <w:r w:rsidRPr="006E36B9">
        <w:t>s</w:t>
      </w:r>
      <w:r w:rsidRPr="006E36B9">
        <w:t>talla un sergent de la police montée. La voiture du charretier est devenue aujourd’hui une cité qui s’appelle peut-être : « La pla</w:t>
      </w:r>
      <w:r w:rsidRPr="006E36B9">
        <w:t>i</w:t>
      </w:r>
      <w:r w:rsidRPr="006E36B9">
        <w:t>ne-du-Chariot-embourbé » comme d’autres se nomment « Le</w:t>
      </w:r>
      <w:r>
        <w:t xml:space="preserve"> </w:t>
      </w:r>
      <w:r w:rsidRPr="006E36B9">
        <w:t xml:space="preserve">Ravin-des-boîtes-de-conserves » – </w:t>
      </w:r>
      <w:r w:rsidRPr="006E36B9">
        <w:lastRenderedPageBreak/>
        <w:t>« La colline-du-Pain-de-Sucre », « Le Plateau-du-cheval-mort » ou mieux encore « Me-casserai-je-le-cou ».</w:t>
      </w:r>
    </w:p>
    <w:p w14:paraId="14698F13" w14:textId="77777777" w:rsidR="00EE7519" w:rsidRPr="006E36B9" w:rsidRDefault="00EE7519" w:rsidP="004A4CBD">
      <w:r w:rsidRPr="006E36B9">
        <w:t xml:space="preserve">D’autres portent des noms aborigènes : </w:t>
      </w:r>
      <w:proofErr w:type="spellStart"/>
      <w:r w:rsidRPr="006E36B9">
        <w:t>Trawalla</w:t>
      </w:r>
      <w:proofErr w:type="spellEnd"/>
      <w:r w:rsidRPr="006E36B9">
        <w:t xml:space="preserve"> (la pierre dans l’eau)… </w:t>
      </w:r>
      <w:proofErr w:type="spellStart"/>
      <w:r w:rsidRPr="006E36B9">
        <w:t>Benalla</w:t>
      </w:r>
      <w:proofErr w:type="spellEnd"/>
      <w:r w:rsidRPr="006E36B9">
        <w:t>…</w:t>
      </w:r>
      <w:r w:rsidR="004A4CBD">
        <w:t xml:space="preserve"> </w:t>
      </w:r>
      <w:proofErr w:type="spellStart"/>
      <w:r w:rsidRPr="006E36B9">
        <w:t>Coolaburra</w:t>
      </w:r>
      <w:proofErr w:type="spellEnd"/>
      <w:r w:rsidRPr="006E36B9">
        <w:t>, étonnés de se trouver en bordure d’une voie ferrée entre deux stations aux consonances purement anglaises.</w:t>
      </w:r>
    </w:p>
    <w:p w14:paraId="30A2756A" w14:textId="77777777" w:rsidR="00EE7519" w:rsidRPr="006E36B9" w:rsidRDefault="00EE7519" w:rsidP="00EE7519">
      <w:r w:rsidRPr="006E36B9">
        <w:t xml:space="preserve">Combien de villages australiens naquirent ainsi près du tas de terre blanche piochée par un chercheur d’or, au croisement de deux pistes, à l’emplacement d’une cabane, au bord d’une « creek », riche en alluvions aurifères ? De Melbourne à Sydney, nous en avons vu des dizaines semés le long de la voie comme </w:t>
      </w:r>
      <w:r>
        <w:t>l</w:t>
      </w:r>
      <w:r w:rsidRPr="006E36B9">
        <w:t xml:space="preserve">es cailloux du Petit Poucet. Certains se composent de quelques maisons de tôle, d’un </w:t>
      </w:r>
      <w:proofErr w:type="spellStart"/>
      <w:r w:rsidRPr="006E36B9">
        <w:t>town</w:t>
      </w:r>
      <w:proofErr w:type="spellEnd"/>
      <w:r w:rsidRPr="006E36B9">
        <w:t>-hall, de deux ou trois rues. D’autres consistent en une bicoque de bois au pied d’une pompe à e</w:t>
      </w:r>
      <w:r w:rsidRPr="006E36B9">
        <w:t>s</w:t>
      </w:r>
      <w:r w:rsidRPr="006E36B9">
        <w:t>sence. Parfois c’est simplement une ferme et ses dépendances. Si minables que soi</w:t>
      </w:r>
      <w:r w:rsidR="00B2411C">
        <w:t>en</w:t>
      </w:r>
      <w:r w:rsidRPr="006E36B9">
        <w:t>t ces pauvres hameaux, ils sont tout de même une présence vivante dans la morne monotonie de la plaine ja</w:t>
      </w:r>
      <w:r w:rsidRPr="006E36B9">
        <w:t>u</w:t>
      </w:r>
      <w:r w:rsidRPr="006E36B9">
        <w:t>nâtre. Et ils sont l’Avenir.</w:t>
      </w:r>
    </w:p>
    <w:p w14:paraId="637F2F1C" w14:textId="77777777" w:rsidR="00EE7519" w:rsidRPr="006E36B9" w:rsidRDefault="00EE7519" w:rsidP="00EE7519">
      <w:r w:rsidRPr="006E36B9">
        <w:t>Toutes différentes de ces villages pour films de cow-boys, sont les grandes cités de la côte : Adélaïde, Perth et son bracelet de jardins, Melbourne, centrée sur Collins-street, Sydney, brisée en mille morceaux, éparpillée sur la baie, à l’ombre de son pont métallique.</w:t>
      </w:r>
    </w:p>
    <w:p w14:paraId="213F2994" w14:textId="77777777" w:rsidR="00EE7519" w:rsidRPr="006E36B9" w:rsidRDefault="00EE7519" w:rsidP="00EE7519">
      <w:r w:rsidRPr="006E36B9">
        <w:t>Des rues rectilignes se coupent à angle droit selon un plan géométrique. Avant de surgir du sol, la ville a été conçue dans son ensemble et dessinée sur papier. Elle résulte d’une création de l’esprit et non d’une lente progression à la manière des ce</w:t>
      </w:r>
      <w:r w:rsidRPr="006E36B9">
        <w:t>n</w:t>
      </w:r>
      <w:r w:rsidRPr="006E36B9">
        <w:t>tres européens qui s’étendent et bourgeonnent comme des ce</w:t>
      </w:r>
      <w:r w:rsidRPr="006E36B9">
        <w:t>l</w:t>
      </w:r>
      <w:r w:rsidRPr="006E36B9">
        <w:t>lules vivantes.</w:t>
      </w:r>
    </w:p>
    <w:p w14:paraId="0F2AD588" w14:textId="77777777" w:rsidR="00EE7519" w:rsidRPr="006E36B9" w:rsidRDefault="00EE7519" w:rsidP="00EE7519">
      <w:r w:rsidRPr="006E36B9">
        <w:lastRenderedPageBreak/>
        <w:t>L’architecture est un cocktail de buildings américains, de faux gothique, de vieux Londres et de gâteaux de Savoie, parmi lesquels un style australien vigoureux et net essaye de se faire jour.</w:t>
      </w:r>
    </w:p>
    <w:p w14:paraId="794E6FCF" w14:textId="77777777" w:rsidR="00EE7519" w:rsidRPr="006E36B9" w:rsidRDefault="00EE7519" w:rsidP="00EE7519">
      <w:r w:rsidRPr="006E36B9">
        <w:t xml:space="preserve">Chaque cité possède un hôtel de ville, le </w:t>
      </w:r>
      <w:proofErr w:type="spellStart"/>
      <w:r w:rsidRPr="006E36B9">
        <w:t>town</w:t>
      </w:r>
      <w:proofErr w:type="spellEnd"/>
      <w:r w:rsidRPr="006E36B9">
        <w:t xml:space="preserve">-hall qui se dresse au-dessus de tous </w:t>
      </w:r>
      <w:r>
        <w:t>l</w:t>
      </w:r>
      <w:r w:rsidRPr="006E36B9">
        <w:t>es autres immeubles et que les hab</w:t>
      </w:r>
      <w:r w:rsidRPr="006E36B9">
        <w:t>i</w:t>
      </w:r>
      <w:r w:rsidRPr="006E36B9">
        <w:t>tants montrent avec quelque orgueil.</w:t>
      </w:r>
    </w:p>
    <w:p w14:paraId="51245B40" w14:textId="77777777" w:rsidR="00EE7519" w:rsidRPr="006E36B9" w:rsidRDefault="00EE7519" w:rsidP="00EE7519">
      <w:r w:rsidRPr="006E36B9">
        <w:t>Nous avons visité à Brighton, une salle du conseil munic</w:t>
      </w:r>
      <w:r w:rsidRPr="006E36B9">
        <w:t>i</w:t>
      </w:r>
      <w:r w:rsidRPr="006E36B9">
        <w:t>pal ! Très froide, très solennelle, haut lambrissée de boiseries très belles, elle avait une richesse, une allure que nous cherch</w:t>
      </w:r>
      <w:r w:rsidRPr="006E36B9">
        <w:t>e</w:t>
      </w:r>
      <w:r w:rsidRPr="006E36B9">
        <w:t>rions vainement dans une mairie française.</w:t>
      </w:r>
    </w:p>
    <w:p w14:paraId="7ACD743F" w14:textId="77777777" w:rsidR="00EE7519" w:rsidRPr="006E36B9" w:rsidRDefault="00EE7519" w:rsidP="00EE7519">
      <w:r w:rsidRPr="006E36B9">
        <w:t>– « Cette salle date de cinquante ans. » nous dit le Lord-Maire de la même voix un peu émue et respectueuse que pre</w:t>
      </w:r>
      <w:r w:rsidRPr="006E36B9">
        <w:t>n</w:t>
      </w:r>
      <w:r w:rsidRPr="006E36B9">
        <w:t>drait un châtelain de Bretagne et de Touraine pour dire en mo</w:t>
      </w:r>
      <w:r w:rsidRPr="006E36B9">
        <w:t>n</w:t>
      </w:r>
      <w:r w:rsidRPr="006E36B9">
        <w:t>trant la vieille tour de son castel :</w:t>
      </w:r>
    </w:p>
    <w:p w14:paraId="36F19876" w14:textId="77777777" w:rsidR="00B2411C" w:rsidRDefault="00EE7519" w:rsidP="00EE7519">
      <w:r w:rsidRPr="006E36B9">
        <w:t>– « E</w:t>
      </w:r>
      <w:r>
        <w:t>ll</w:t>
      </w:r>
      <w:r w:rsidRPr="006E36B9">
        <w:t>e date du onzième</w:t>
      </w:r>
      <w:r w:rsidR="00B2411C">
        <w:t> »</w:t>
      </w:r>
    </w:p>
    <w:p w14:paraId="6D72BF35" w14:textId="77777777" w:rsidR="00EE7519" w:rsidRPr="006E36B9" w:rsidRDefault="00EE7519" w:rsidP="00EE7519">
      <w:r w:rsidRPr="006E36B9">
        <w:t>Australie, pays jeune mais fier déjà de son passé très court.</w:t>
      </w:r>
    </w:p>
    <w:p w14:paraId="661E3403" w14:textId="77777777" w:rsidR="00EE7519" w:rsidRPr="006E36B9" w:rsidRDefault="00EE7519" w:rsidP="00EE7519">
      <w:r w:rsidRPr="006E36B9">
        <w:t>À Melbourne, à Sydney, dans toutes les grandes agglomér</w:t>
      </w:r>
      <w:r w:rsidRPr="006E36B9">
        <w:t>a</w:t>
      </w:r>
      <w:r w:rsidRPr="006E36B9">
        <w:t>tions le système de la banlieue londonienne est pratiqué. Dans la cité : les bureaux, les grands magasins, les « stores », les ba</w:t>
      </w:r>
      <w:r w:rsidRPr="006E36B9">
        <w:t>n</w:t>
      </w:r>
      <w:r w:rsidRPr="006E36B9">
        <w:t xml:space="preserve">ques. À la campagne : les habitations. Chaque famille a son « cottage », confortable, d’allure très anglaise avec ses </w:t>
      </w:r>
      <w:proofErr w:type="spellStart"/>
      <w:r w:rsidRPr="006E36B9">
        <w:t>bows-windows</w:t>
      </w:r>
      <w:proofErr w:type="spellEnd"/>
      <w:r w:rsidRPr="006E36B9">
        <w:t xml:space="preserve"> et son gazon bien tondu. Toutes semblables, les ma</w:t>
      </w:r>
      <w:r w:rsidRPr="006E36B9">
        <w:t>i</w:t>
      </w:r>
      <w:r w:rsidRPr="006E36B9">
        <w:t>sonnettes s’alignent, en série le long de la route.</w:t>
      </w:r>
    </w:p>
    <w:p w14:paraId="2FBE3653" w14:textId="77777777" w:rsidR="00EE7519" w:rsidRPr="006E36B9" w:rsidRDefault="00EE7519" w:rsidP="00EE7519">
      <w:r w:rsidRPr="006E36B9">
        <w:t>Après la grande ville, bruyante et fortement américanisée on est tout étonné et ravi de retrouver brusquement la camp</w:t>
      </w:r>
      <w:r w:rsidRPr="006E36B9">
        <w:t>a</w:t>
      </w:r>
      <w:r w:rsidRPr="006E36B9">
        <w:t>gne anglaise si délicieusement désuète.</w:t>
      </w:r>
    </w:p>
    <w:p w14:paraId="2F36E2D3" w14:textId="77777777" w:rsidR="00EE7519" w:rsidRPr="00006BCB" w:rsidRDefault="00EE7519" w:rsidP="00EE7519">
      <w:pPr>
        <w:pStyle w:val="Titre2"/>
        <w:rPr>
          <w:szCs w:val="44"/>
        </w:rPr>
      </w:pPr>
      <w:bookmarkStart w:id="23" w:name="_TOC42716"/>
      <w:bookmarkStart w:id="24" w:name="_Toc195610649"/>
      <w:bookmarkEnd w:id="23"/>
      <w:r w:rsidRPr="00006BCB">
        <w:rPr>
          <w:szCs w:val="44"/>
        </w:rPr>
        <w:lastRenderedPageBreak/>
        <w:t>ÇÀ ET LÀ</w:t>
      </w:r>
      <w:bookmarkEnd w:id="24"/>
    </w:p>
    <w:p w14:paraId="67A875DE" w14:textId="77777777" w:rsidR="00EE7519" w:rsidRPr="006E36B9" w:rsidRDefault="00EE7519" w:rsidP="00EE7519">
      <w:r w:rsidRPr="006E36B9">
        <w:t xml:space="preserve">« I </w:t>
      </w:r>
      <w:proofErr w:type="spellStart"/>
      <w:r w:rsidRPr="006E36B9">
        <w:t>was</w:t>
      </w:r>
      <w:proofErr w:type="spellEnd"/>
      <w:r w:rsidRPr="006E36B9">
        <w:t xml:space="preserve"> in France </w:t>
      </w:r>
      <w:proofErr w:type="spellStart"/>
      <w:r w:rsidRPr="006E36B9">
        <w:t>during</w:t>
      </w:r>
      <w:proofErr w:type="spellEnd"/>
      <w:r w:rsidRPr="006E36B9">
        <w:t xml:space="preserve"> the </w:t>
      </w:r>
      <w:proofErr w:type="spellStart"/>
      <w:r w:rsidRPr="006E36B9">
        <w:t>war</w:t>
      </w:r>
      <w:proofErr w:type="spellEnd"/>
      <w:r w:rsidRPr="006E36B9">
        <w:t> » – J’étais en France pe</w:t>
      </w:r>
      <w:r w:rsidRPr="006E36B9">
        <w:t>n</w:t>
      </w:r>
      <w:r w:rsidRPr="006E36B9">
        <w:t>dant la guerre. – Maintes fois, cette phrase nous a été dite par des hommes dont le shake-hand alors se faisait plus vigo</w:t>
      </w:r>
      <w:r w:rsidRPr="006E36B9">
        <w:t>u</w:t>
      </w:r>
      <w:r w:rsidRPr="006E36B9">
        <w:t>reux. Parfois, dans les rues, dans le train, on nous frappait sur l’épaule :</w:t>
      </w:r>
    </w:p>
    <w:p w14:paraId="44BEAED9" w14:textId="77777777" w:rsidR="00EE7519" w:rsidRPr="006E36B9" w:rsidRDefault="00EE7519" w:rsidP="00EE7519">
      <w:r w:rsidRPr="006E36B9">
        <w:t>– </w:t>
      </w:r>
      <w:r w:rsidR="00740624">
        <w:t>«</w:t>
      </w:r>
      <w:r w:rsidR="00B2411C">
        <w:t> </w:t>
      </w:r>
      <w:r w:rsidRPr="006E36B9">
        <w:t>Scouts français ?</w:t>
      </w:r>
    </w:p>
    <w:p w14:paraId="62469592" w14:textId="77777777" w:rsidR="00EE7519" w:rsidRPr="006E36B9" w:rsidRDefault="00EE7519" w:rsidP="00EE7519">
      <w:r w:rsidRPr="006E36B9">
        <w:t>– Oui.</w:t>
      </w:r>
    </w:p>
    <w:p w14:paraId="48E4DA9B" w14:textId="77777777" w:rsidR="00EE7519" w:rsidRPr="006E36B9" w:rsidRDefault="00EE7519" w:rsidP="00EE7519">
      <w:r w:rsidRPr="006E36B9">
        <w:t>– J’étais là-bas, en 18 ! »</w:t>
      </w:r>
    </w:p>
    <w:p w14:paraId="0EA33A9D" w14:textId="77777777" w:rsidR="00EE7519" w:rsidRPr="006E36B9" w:rsidRDefault="00EE7519" w:rsidP="00EE7519">
      <w:r w:rsidRPr="006E36B9">
        <w:t>La main se tendait cordiale et franche. Nous parlions de Lille, d’Amiens, de Villers-Bretonneux. Nous évoquions le so</w:t>
      </w:r>
      <w:r w:rsidRPr="006E36B9">
        <w:t>u</w:t>
      </w:r>
      <w:r w:rsidRPr="006E36B9">
        <w:t>venir des années sanglantes, la douceur de l’hospitalité fra</w:t>
      </w:r>
      <w:r w:rsidRPr="006E36B9">
        <w:t>n</w:t>
      </w:r>
      <w:r w:rsidRPr="006E36B9">
        <w:t>çaise.</w:t>
      </w:r>
    </w:p>
    <w:p w14:paraId="270C4565" w14:textId="77777777" w:rsidR="00EE7519" w:rsidRPr="006E36B9" w:rsidRDefault="00EE7519" w:rsidP="00EE7519">
      <w:r w:rsidRPr="006E36B9">
        <w:t>Délégation officielle, nous avons déposé dans chaque ville où nous nous sommes arrêtés, une gerbe au monument aux morts. Nous avons été étonnés de trouver tant de noms sur ces stèles, tant de morts en un pays qui, sans son loyalisme, aurait si bien pu se désintéresser d’événements qui se déroulaient à quinze mille kilomètres de son sol.</w:t>
      </w:r>
    </w:p>
    <w:p w14:paraId="1CCEFB8D" w14:textId="77777777" w:rsidR="00EE7519" w:rsidRPr="006E36B9" w:rsidRDefault="00EE7519" w:rsidP="00EE7519">
      <w:pPr>
        <w:pStyle w:val="Centr"/>
      </w:pPr>
      <w:r w:rsidRPr="006E36B9">
        <w:t>*</w:t>
      </w:r>
    </w:p>
    <w:p w14:paraId="4B950B1E" w14:textId="77777777" w:rsidR="00EE7519" w:rsidRPr="006E36B9" w:rsidRDefault="00EE7519" w:rsidP="00EE7519">
      <w:r w:rsidRPr="006E36B9">
        <w:t>Nous sommes en terre d’immigration. Presque tous les noms sont d’origine anglaise et beaucoup de familles gardent précieusement le souvenir de leurs ancêtres de Grande-Bretagne. La plupart sont fières de leurs deux générations a</w:t>
      </w:r>
      <w:r w:rsidRPr="006E36B9">
        <w:t>u</w:t>
      </w:r>
      <w:r w:rsidRPr="006E36B9">
        <w:t>thentiquement australiennes comme, nous nous glorifions, de remonter</w:t>
      </w:r>
      <w:r w:rsidR="00740624">
        <w:t xml:space="preserve"> à </w:t>
      </w:r>
      <w:r w:rsidRPr="006E36B9">
        <w:t>Louis XIV ou à François I</w:t>
      </w:r>
      <w:r w:rsidRPr="006E36B9">
        <w:rPr>
          <w:szCs w:val="32"/>
          <w:vertAlign w:val="superscript"/>
        </w:rPr>
        <w:t>er</w:t>
      </w:r>
      <w:r w:rsidRPr="006E36B9">
        <w:t>.</w:t>
      </w:r>
    </w:p>
    <w:p w14:paraId="2FD84EE6" w14:textId="77777777" w:rsidR="00EE7519" w:rsidRPr="006E36B9" w:rsidRDefault="00EE7519" w:rsidP="00EE7519">
      <w:r w:rsidRPr="006E36B9">
        <w:lastRenderedPageBreak/>
        <w:t>Certains noms sont de consonance française. Quelques personnes nous disent avec un bon sourire sur des visages de paysans retouchés à l’américaine : « Ma grand-mère était Br</w:t>
      </w:r>
      <w:r w:rsidRPr="006E36B9">
        <w:t>e</w:t>
      </w:r>
      <w:r w:rsidRPr="006E36B9">
        <w:t>tonne » ou « mon aïeul était Bordelais ».</w:t>
      </w:r>
    </w:p>
    <w:p w14:paraId="18578E98" w14:textId="77777777" w:rsidR="00EE7519" w:rsidRPr="006E36B9" w:rsidRDefault="00EE7519" w:rsidP="00EE7519">
      <w:pPr>
        <w:pStyle w:val="Centr"/>
      </w:pPr>
      <w:r w:rsidRPr="006E36B9">
        <w:t>*</w:t>
      </w:r>
    </w:p>
    <w:p w14:paraId="72062A2B" w14:textId="77777777" w:rsidR="00EE7519" w:rsidRPr="006E36B9" w:rsidRDefault="00EE7519" w:rsidP="00EE7519">
      <w:r w:rsidRPr="006E36B9">
        <w:t>Nous avons passé plusieurs jours dans des familles, à Me</w:t>
      </w:r>
      <w:r w:rsidRPr="006E36B9">
        <w:t>l</w:t>
      </w:r>
      <w:r w:rsidRPr="006E36B9">
        <w:t>bourne, à Sydney, dans des grandes fermes de l’intérieur. Pa</w:t>
      </w:r>
      <w:r w:rsidRPr="006E36B9">
        <w:t>r</w:t>
      </w:r>
      <w:r w:rsidRPr="006E36B9">
        <w:t>tout, nous avons reçu une hospitalité généreuse, sans réserve, qui semblait s’ouvrir devant nous, largement, comme une porte à deux battants.</w:t>
      </w:r>
    </w:p>
    <w:p w14:paraId="718CA25D" w14:textId="77777777" w:rsidR="00EE7519" w:rsidRPr="006E36B9" w:rsidRDefault="00EE7519" w:rsidP="00EE7519">
      <w:r w:rsidRPr="006E36B9">
        <w:t>Il nous a été doux de constater que notre qualité de Fra</w:t>
      </w:r>
      <w:r w:rsidRPr="006E36B9">
        <w:t>n</w:t>
      </w:r>
      <w:r w:rsidRPr="006E36B9">
        <w:t>çais ajoutait singulièrement à la joie de l’accueil, mais, ceci e</w:t>
      </w:r>
      <w:r w:rsidRPr="006E36B9">
        <w:t>n</w:t>
      </w:r>
      <w:r w:rsidRPr="006E36B9">
        <w:t>tendu, les Australiens ont un sens de l’hospitalité que nous leur avons envié. Nous avons quelque chose de semblable dans nos vieilles provinces, en Camargue, dans les Landes, dans les ca</w:t>
      </w:r>
      <w:r w:rsidRPr="006E36B9">
        <w:t>m</w:t>
      </w:r>
      <w:r w:rsidRPr="006E36B9">
        <w:t>pagnes retirées où la civilisation mécanique et trépidante n’a pas encore pénétré. Mais ces traditions se sont perdues dans les villes.</w:t>
      </w:r>
    </w:p>
    <w:p w14:paraId="3B3DB59C" w14:textId="77777777" w:rsidR="00EE7519" w:rsidRPr="006E36B9" w:rsidRDefault="00EE7519" w:rsidP="00EE7519">
      <w:r w:rsidRPr="006E36B9">
        <w:t>Dans les pays neufs au contraire, l’hospitalité est chose n</w:t>
      </w:r>
      <w:r w:rsidRPr="006E36B9">
        <w:t>é</w:t>
      </w:r>
      <w:r w:rsidRPr="006E36B9">
        <w:t>cessaire. Où le voyageur traversant la plaine australienne pou</w:t>
      </w:r>
      <w:r w:rsidRPr="006E36B9">
        <w:t>r</w:t>
      </w:r>
      <w:r w:rsidRPr="006E36B9">
        <w:t xml:space="preserve">rait-il trouver un abri ? Pas d’hôtel ! </w:t>
      </w:r>
      <w:r w:rsidR="00740624">
        <w:t>P</w:t>
      </w:r>
      <w:r w:rsidR="00740624" w:rsidRPr="006E36B9">
        <w:t xml:space="preserve">as </w:t>
      </w:r>
      <w:r w:rsidRPr="006E36B9">
        <w:t xml:space="preserve">d’auberge ! Il ne peut s’arrêter que dans une ferme. On le reçoit à la maison, sans grandes cérémonies, tout simplement comme s’il faisait partie de </w:t>
      </w:r>
      <w:smartTag w:uri="urn:schemas-microsoft-com:office:smarttags" w:element="PersonName">
        <w:smartTagPr>
          <w:attr w:name="ProductID" w:val="la famille. On"/>
        </w:smartTagPr>
        <w:r w:rsidRPr="006E36B9">
          <w:t>la famille. On</w:t>
        </w:r>
      </w:smartTag>
      <w:r w:rsidRPr="006E36B9">
        <w:t xml:space="preserve"> le soigne mieux seulement parce qu’il vient d’accomplir une dure étape et que celle de demain sera plus p</w:t>
      </w:r>
      <w:r w:rsidRPr="006E36B9">
        <w:t>é</w:t>
      </w:r>
      <w:r w:rsidRPr="006E36B9">
        <w:t>nible encore.</w:t>
      </w:r>
    </w:p>
    <w:p w14:paraId="496CE3D5" w14:textId="77777777" w:rsidR="00EE7519" w:rsidRPr="006E36B9" w:rsidRDefault="00EE7519" w:rsidP="00EE7519">
      <w:r w:rsidRPr="006E36B9">
        <w:t>Les temps héroïques sont encore présents, ou leur souvenir assez proche, pour que leur influence demeure vivace et nous pourrons chanter pendant longtemps encore l’accueil austr</w:t>
      </w:r>
      <w:r w:rsidRPr="006E36B9">
        <w:t>a</w:t>
      </w:r>
      <w:r w:rsidRPr="006E36B9">
        <w:t>lien.</w:t>
      </w:r>
    </w:p>
    <w:p w14:paraId="716D4B20" w14:textId="77777777" w:rsidR="00EE7519" w:rsidRPr="006E36B9" w:rsidRDefault="00EE7519" w:rsidP="00EE7519">
      <w:pPr>
        <w:pStyle w:val="Centr"/>
      </w:pPr>
      <w:r w:rsidRPr="006E36B9">
        <w:lastRenderedPageBreak/>
        <w:t>*</w:t>
      </w:r>
    </w:p>
    <w:p w14:paraId="08E80849" w14:textId="77777777" w:rsidR="00EE7519" w:rsidRPr="006E36B9" w:rsidRDefault="00EE7519" w:rsidP="00EE7519">
      <w:r w:rsidRPr="006E36B9">
        <w:t>Il ne semble pas y avoir de classes sociales. Dans la rue, tout le monde paraît sortir du même moule, s’habiller chez le même tailleur, se rendre au même travail. Le chauffeur de la Packard s’entretient avec son maître du même ton familier que celui-ci emploie à son égard. Passée l’heure réglementaire, la femme de chambre installée dans un fauteuil fume une cig</w:t>
      </w:r>
      <w:r w:rsidRPr="006E36B9">
        <w:t>a</w:t>
      </w:r>
      <w:r w:rsidRPr="006E36B9">
        <w:t>rette, tandis que la maîtresse de maison sert le thé.</w:t>
      </w:r>
    </w:p>
    <w:p w14:paraId="48927D29" w14:textId="77777777" w:rsidR="00EE7519" w:rsidRPr="006E36B9" w:rsidRDefault="00EE7519" w:rsidP="00EE7519">
      <w:pPr>
        <w:pStyle w:val="Centr"/>
      </w:pPr>
      <w:r w:rsidRPr="006E36B9">
        <w:t>*</w:t>
      </w:r>
    </w:p>
    <w:p w14:paraId="36D860EA" w14:textId="77777777" w:rsidR="00EE7519" w:rsidRPr="006E36B9" w:rsidRDefault="00EE7519" w:rsidP="00EE7519">
      <w:r w:rsidRPr="006E36B9">
        <w:t>Les habitations ont un très grand confort. Dans le cottage d’une famille modeste où la femme travaille et tient seule sa maison, il y a deux grands salons, une salle de bains, le meilleur appareil de T. S. F. et le piano mécanique de tous les intérieurs australiens.</w:t>
      </w:r>
    </w:p>
    <w:p w14:paraId="260AD4BD" w14:textId="77777777" w:rsidR="00EE7519" w:rsidRPr="006E36B9" w:rsidRDefault="00EE7519" w:rsidP="00EE7519">
      <w:r w:rsidRPr="006E36B9">
        <w:t>La vie de famille est très développée. On vit chez soi dans le cottage agréable et douillet où l’homme soigne son jardin, la femme son foyer. C’est le « home » anglais avec la présence plus fréquente de l’homme, au contraire de l’Amérique où l’on vit hors de chez soi.</w:t>
      </w:r>
    </w:p>
    <w:p w14:paraId="08902770" w14:textId="77777777" w:rsidR="00EE7519" w:rsidRPr="006E36B9" w:rsidRDefault="00EE7519" w:rsidP="00EE7519">
      <w:pPr>
        <w:pStyle w:val="Centr"/>
      </w:pPr>
      <w:r w:rsidRPr="006E36B9">
        <w:t>*</w:t>
      </w:r>
    </w:p>
    <w:p w14:paraId="1D459FD3" w14:textId="77777777" w:rsidR="00EE7519" w:rsidRPr="006E36B9" w:rsidRDefault="00EE7519" w:rsidP="00EE7519">
      <w:r w:rsidRPr="006E36B9">
        <w:t>L’australien a le goût du jeu et du risque, l’amour des sports violents.</w:t>
      </w:r>
    </w:p>
    <w:p w14:paraId="1311149B" w14:textId="77777777" w:rsidR="00EE7519" w:rsidRPr="006E36B9" w:rsidRDefault="00EE7519" w:rsidP="00EE7519">
      <w:r w:rsidRPr="006E36B9">
        <w:t>Parce que la sécheresse a trop souvent anéanti des tro</w:t>
      </w:r>
      <w:r w:rsidRPr="006E36B9">
        <w:t>u</w:t>
      </w:r>
      <w:r w:rsidRPr="006E36B9">
        <w:t xml:space="preserve">peaux entiers, la température est une grande préoccupation. « Very </w:t>
      </w:r>
      <w:proofErr w:type="spellStart"/>
      <w:r w:rsidRPr="006E36B9">
        <w:t>nice</w:t>
      </w:r>
      <w:proofErr w:type="spellEnd"/>
      <w:r w:rsidRPr="006E36B9">
        <w:t xml:space="preserve"> </w:t>
      </w:r>
      <w:proofErr w:type="spellStart"/>
      <w:r w:rsidRPr="006E36B9">
        <w:t>weather</w:t>
      </w:r>
      <w:proofErr w:type="spellEnd"/>
      <w:r w:rsidRPr="006E36B9">
        <w:t>. » Le beau temps est le leitmotiv de toutes les conversations.</w:t>
      </w:r>
    </w:p>
    <w:p w14:paraId="11504592" w14:textId="77777777" w:rsidR="00EE7519" w:rsidRPr="006E36B9" w:rsidRDefault="00EE7519" w:rsidP="00EE7519">
      <w:r w:rsidRPr="006E36B9">
        <w:t xml:space="preserve">Nation très jeune, l’Australie possède encore l’insouciance et la gaieté simple des enfants. Nous n’avons point rencontré là-bas ces foules aux visages fatigués, aux traits tirés, </w:t>
      </w:r>
      <w:r w:rsidRPr="006E36B9">
        <w:lastRenderedPageBreak/>
        <w:t>aux physi</w:t>
      </w:r>
      <w:r w:rsidRPr="006E36B9">
        <w:t>o</w:t>
      </w:r>
      <w:r w:rsidRPr="006E36B9">
        <w:t xml:space="preserve">nomies inquiètes que l’on voit à </w:t>
      </w:r>
      <w:r w:rsidR="00740624">
        <w:t>P</w:t>
      </w:r>
      <w:r w:rsidR="00740624" w:rsidRPr="006E36B9">
        <w:t>aris</w:t>
      </w:r>
      <w:r w:rsidRPr="006E36B9">
        <w:t>, dans le métro ou à la so</w:t>
      </w:r>
      <w:r w:rsidRPr="006E36B9">
        <w:t>r</w:t>
      </w:r>
      <w:r w:rsidRPr="006E36B9">
        <w:t>tie des usines. On ne songe guère à économiser. On dépense la</w:t>
      </w:r>
      <w:r w:rsidRPr="006E36B9">
        <w:t>r</w:t>
      </w:r>
      <w:r w:rsidRPr="006E36B9">
        <w:t>gement ce que l’on gagne sans souci du lendemain. D’où le co</w:t>
      </w:r>
      <w:r w:rsidRPr="006E36B9">
        <w:t>n</w:t>
      </w:r>
      <w:r w:rsidRPr="006E36B9">
        <w:t>fort plus grand, la vie plus large.</w:t>
      </w:r>
    </w:p>
    <w:p w14:paraId="4F899B8C" w14:textId="77777777" w:rsidR="00EE7519" w:rsidRPr="006E36B9" w:rsidRDefault="00EE7519" w:rsidP="00EE7519">
      <w:r w:rsidRPr="006E36B9">
        <w:t xml:space="preserve">S’étant faits eux-mêmes, </w:t>
      </w:r>
      <w:r>
        <w:t>l</w:t>
      </w:r>
      <w:r w:rsidRPr="006E36B9">
        <w:t>es Australiens ont une admir</w:t>
      </w:r>
      <w:r w:rsidRPr="006E36B9">
        <w:t>a</w:t>
      </w:r>
      <w:r w:rsidRPr="006E36B9">
        <w:t xml:space="preserve">tion un peu naïve, mais très fraîche de tout ce qu’ils ont créé. « Do </w:t>
      </w:r>
      <w:proofErr w:type="spellStart"/>
      <w:r w:rsidRPr="006E36B9">
        <w:t>you</w:t>
      </w:r>
      <w:proofErr w:type="spellEnd"/>
      <w:r w:rsidRPr="006E36B9">
        <w:t xml:space="preserve"> like </w:t>
      </w:r>
      <w:proofErr w:type="spellStart"/>
      <w:r w:rsidRPr="006E36B9">
        <w:t>Australia</w:t>
      </w:r>
      <w:proofErr w:type="spellEnd"/>
      <w:r w:rsidRPr="006E36B9">
        <w:t> », « Aimez-vous l’Australie ? » Combien de fois avons-nous entendu cette question posée avec l’espoir visible d’une réponse admirative. Très sensibles en même temps ils sont susceptibles et la critique, même faite sans ironie ni m</w:t>
      </w:r>
      <w:r w:rsidRPr="006E36B9">
        <w:t>é</w:t>
      </w:r>
      <w:r w:rsidRPr="006E36B9">
        <w:t>chanceté, les froisse.</w:t>
      </w:r>
    </w:p>
    <w:p w14:paraId="6D213BD3" w14:textId="77777777" w:rsidR="00EE7519" w:rsidRPr="006E36B9" w:rsidRDefault="00EE7519" w:rsidP="00EE7519">
      <w:pPr>
        <w:pStyle w:val="Centr"/>
      </w:pPr>
      <w:r w:rsidRPr="006E36B9">
        <w:t>*</w:t>
      </w:r>
    </w:p>
    <w:p w14:paraId="2F00F20F" w14:textId="77777777" w:rsidR="00EE7519" w:rsidRPr="006E36B9" w:rsidRDefault="00EE7519" w:rsidP="00EE7519">
      <w:r w:rsidRPr="006E36B9">
        <w:t>Les Australiens ont dû se battre durement contre un sol i</w:t>
      </w:r>
      <w:r w:rsidRPr="006E36B9">
        <w:t>n</w:t>
      </w:r>
      <w:r w:rsidRPr="006E36B9">
        <w:t xml:space="preserve">grat pour se développer. Leurs travaux, la lutte pour la vie, les préoccupent davantage que les subtilités de l’esprit. Ce ne sont pas des intellectuels. Cependant toutes </w:t>
      </w:r>
      <w:r>
        <w:t>l</w:t>
      </w:r>
      <w:r w:rsidRPr="006E36B9">
        <w:t>es villes ont leurs un</w:t>
      </w:r>
      <w:r w:rsidRPr="006E36B9">
        <w:t>i</w:t>
      </w:r>
      <w:r w:rsidRPr="006E36B9">
        <w:t xml:space="preserve">versités. La jeunesse est déjà plus cultivée que </w:t>
      </w:r>
      <w:r>
        <w:t>l</w:t>
      </w:r>
      <w:r w:rsidRPr="006E36B9">
        <w:t>es générations précédentes. Les premiers pionniers n’avaient ni écoles, ni F</w:t>
      </w:r>
      <w:r w:rsidRPr="006E36B9">
        <w:t>a</w:t>
      </w:r>
      <w:r w:rsidRPr="006E36B9">
        <w:t>cultés. Ils ne voulurent pas qu’il en fût de même pour leurs e</w:t>
      </w:r>
      <w:r w:rsidRPr="006E36B9">
        <w:t>n</w:t>
      </w:r>
      <w:r w:rsidRPr="006E36B9">
        <w:t>fants d’où le nombre prodigieux des établissements d’enseignement. Il n’y a pas encore un art australien. Les littér</w:t>
      </w:r>
      <w:r w:rsidRPr="006E36B9">
        <w:t>a</w:t>
      </w:r>
      <w:r w:rsidRPr="006E36B9">
        <w:t xml:space="preserve">teurs cherchent surtout à être </w:t>
      </w:r>
      <w:r w:rsidR="007B1648">
        <w:t xml:space="preserve">de </w:t>
      </w:r>
      <w:r w:rsidRPr="006E36B9">
        <w:t>bons écrivains anglais. Mais, un jour, de l’effort continu de la nation, naîtra un art, une litt</w:t>
      </w:r>
      <w:r w:rsidRPr="006E36B9">
        <w:t>é</w:t>
      </w:r>
      <w:r w:rsidRPr="006E36B9">
        <w:t>rature, qui refl</w:t>
      </w:r>
      <w:r>
        <w:t>è</w:t>
      </w:r>
      <w:r w:rsidRPr="006E36B9">
        <w:t>teront les caractères d’un génie proprement au</w:t>
      </w:r>
      <w:r w:rsidRPr="006E36B9">
        <w:t>s</w:t>
      </w:r>
      <w:r w:rsidRPr="006E36B9">
        <w:t>tralien.</w:t>
      </w:r>
    </w:p>
    <w:p w14:paraId="5252EC36" w14:textId="77777777" w:rsidR="00EE7519" w:rsidRPr="00006BCB" w:rsidRDefault="00EE7519" w:rsidP="00EE7519">
      <w:pPr>
        <w:pStyle w:val="Titre2"/>
        <w:rPr>
          <w:szCs w:val="44"/>
        </w:rPr>
      </w:pPr>
      <w:bookmarkStart w:id="25" w:name="_TOC48247"/>
      <w:bookmarkStart w:id="26" w:name="_Toc195610650"/>
      <w:bookmarkEnd w:id="25"/>
      <w:r w:rsidRPr="00006BCB">
        <w:rPr>
          <w:szCs w:val="44"/>
        </w:rPr>
        <w:lastRenderedPageBreak/>
        <w:t>UNE STATION DANS L’ÉTAT DE VICTORIA</w:t>
      </w:r>
      <w:bookmarkEnd w:id="26"/>
    </w:p>
    <w:p w14:paraId="523CA763" w14:textId="77777777" w:rsidR="00EE7519" w:rsidRPr="006E36B9" w:rsidRDefault="00EE7519" w:rsidP="00EE7519">
      <w:r w:rsidRPr="006E36B9">
        <w:t>En 18… Sir Douglas, jugeant que les Îles Britanniques étaient trop étroites pour sa personne, décida de tenter sa cha</w:t>
      </w:r>
      <w:r w:rsidRPr="006E36B9">
        <w:t>n</w:t>
      </w:r>
      <w:r w:rsidRPr="006E36B9">
        <w:t>ce et partit pour l’Australie. Ce n’était point là voyage néglige</w:t>
      </w:r>
      <w:r w:rsidRPr="006E36B9">
        <w:t>a</w:t>
      </w:r>
      <w:r w:rsidRPr="006E36B9">
        <w:t>ble.</w:t>
      </w:r>
    </w:p>
    <w:p w14:paraId="7BEE5DA6" w14:textId="77777777" w:rsidR="00EE7519" w:rsidRPr="006E36B9" w:rsidRDefault="00EE7519" w:rsidP="00EE7519">
      <w:r w:rsidRPr="006E36B9">
        <w:t>Les Anglais sont les banquiers du monde et Sir Douglas étant de bonne race fonda une banque en Australie. Il fut le banquier des chercheurs d’or. Mais, au lieu de recevoir les pép</w:t>
      </w:r>
      <w:r w:rsidRPr="006E36B9">
        <w:t>i</w:t>
      </w:r>
      <w:r w:rsidRPr="006E36B9">
        <w:t>tes ou poussière de métal à son comptoir comme il l’eût fait dans la cité londonienne, il se rendit lui-même dans les cabanes ou les tentes des chercheurs d’or.</w:t>
      </w:r>
    </w:p>
    <w:p w14:paraId="028B9D99" w14:textId="77777777" w:rsidR="00EE7519" w:rsidRPr="006E36B9" w:rsidRDefault="00EE7519" w:rsidP="00EE7519">
      <w:r w:rsidRPr="006E36B9">
        <w:t>Il faisait toutes ses tournées à cheval dans une contrée sans routes, sans pistes, sans eau. Les sacoches pleines d’or de son cheval, étaient de bonne prise et les bandits ajoutaient quelque peu aux difficultés de son entreprise. Mais si Sir Douglas savait compulser les bank-notes, il s’entendait fort</w:t>
      </w:r>
      <w:r w:rsidR="007B1648">
        <w:t xml:space="preserve"> bien</w:t>
      </w:r>
      <w:r w:rsidRPr="006E36B9">
        <w:t xml:space="preserve"> aussi au m</w:t>
      </w:r>
      <w:r w:rsidRPr="006E36B9">
        <w:t>a</w:t>
      </w:r>
      <w:r w:rsidRPr="006E36B9">
        <w:t>niement du Colt.</w:t>
      </w:r>
    </w:p>
    <w:p w14:paraId="4129A676" w14:textId="77777777" w:rsidR="00EE7519" w:rsidRPr="006E36B9" w:rsidRDefault="00EE7519" w:rsidP="00EE7519">
      <w:r w:rsidRPr="006E36B9">
        <w:t>Un jour, après une rixe où il abattit les trois brigands e</w:t>
      </w:r>
      <w:r w:rsidRPr="006E36B9">
        <w:t>m</w:t>
      </w:r>
      <w:r w:rsidRPr="006E36B9">
        <w:t xml:space="preserve">busqués pour le dévaliser, sa monture fut tuée sous lui. Il s’écroula tandis que les deux chevaux de bât chargés de pépites prenaient </w:t>
      </w:r>
      <w:smartTag w:uri="urn:schemas-microsoft-com:office:smarttags" w:element="PersonName">
        <w:smartTagPr>
          <w:attr w:name="ProductID" w:val="la fuite. Un"/>
        </w:smartTagPr>
        <w:r w:rsidRPr="006E36B9">
          <w:t>la fuite. Un</w:t>
        </w:r>
      </w:smartTag>
      <w:r w:rsidRPr="006E36B9">
        <w:t xml:space="preserve"> cheval égaré dans le « scrub », ou le « bush » était bel et bien perdu. À peine dégagé, Sir Douglas en deux coups de Colt fort bien placés descendit les deux bêtes. Il prit l’or, dans les fontes et, brouillant soigneusement sa piste, s’en alla l’enterrer. Il dut marcher durant quatre jours, sur un sol brûlant, la tête rompue par le soleil inexorable, sans eau, sans vivres. Il faillit en mourir… mais l’or était sauvé.</w:t>
      </w:r>
    </w:p>
    <w:p w14:paraId="75E3D954" w14:textId="77777777" w:rsidR="00EE7519" w:rsidRPr="006E36B9" w:rsidRDefault="00EE7519" w:rsidP="00EE7519">
      <w:r w:rsidRPr="006E36B9">
        <w:lastRenderedPageBreak/>
        <w:t>Lassé d’aventures après quelques années d’exploits se</w:t>
      </w:r>
      <w:r w:rsidRPr="006E36B9">
        <w:t>m</w:t>
      </w:r>
      <w:r w:rsidRPr="006E36B9">
        <w:t>blables, il spécula sur les terrains. Son petit-fils possède a</w:t>
      </w:r>
      <w:r w:rsidRPr="006E36B9">
        <w:t>u</w:t>
      </w:r>
      <w:r w:rsidRPr="006E36B9">
        <w:t>jourd’hui une « station » de quinze mille hectares où il élève trente mille moutons.</w:t>
      </w:r>
    </w:p>
    <w:p w14:paraId="411561E7" w14:textId="77777777" w:rsidR="00EE7519" w:rsidRPr="006E36B9" w:rsidRDefault="00EE7519" w:rsidP="00EE7519">
      <w:pPr>
        <w:pStyle w:val="Centr"/>
      </w:pPr>
      <w:r w:rsidRPr="006E36B9">
        <w:t>*</w:t>
      </w:r>
    </w:p>
    <w:p w14:paraId="6C59B474" w14:textId="77777777" w:rsidR="00EE7519" w:rsidRPr="006E36B9" w:rsidRDefault="00EE7519" w:rsidP="00EE7519">
      <w:r w:rsidRPr="006E36B9">
        <w:t>J’ai passé trois jours dans cette station avec deux autres scouts. Le fermier prodigieusement anglais, très gentleman-farmer nous raconta l’histoire de son grand-père avec un tant soi</w:t>
      </w:r>
      <w:r w:rsidR="00F46C78">
        <w:t>t</w:t>
      </w:r>
      <w:r w:rsidRPr="006E36B9">
        <w:t xml:space="preserve"> peu de regret pour la vie aventureuse de jadis. Une Rolls, qui ne déparerait pas les Champs-Élysées, nous promène en pleine terre par fossés et fondrières tout comme le ferait une Ford des temps héroïques. À perte de vue une immense plaine couverte d’une herbe jaunâtre s’étend, semée de souches calcinées, co</w:t>
      </w:r>
      <w:r w:rsidRPr="006E36B9">
        <w:t>u</w:t>
      </w:r>
      <w:r w:rsidRPr="006E36B9">
        <w:t>pée par d’interminables barrières de bois ou de barbelés. Des lapins débouchent sous nos roues et font des crochets jusqu’aux terriers innombrables dont le sol est miné. Effrayés par la vo</w:t>
      </w:r>
      <w:r w:rsidRPr="006E36B9">
        <w:t>i</w:t>
      </w:r>
      <w:r w:rsidRPr="006E36B9">
        <w:t>ture, des moutons s’enfuient roulant sur leurs pattes courtes comme des pelotes de laine, puis, entassés par la même crainte, étalent au coin des enclos une épaisse couverture grise.</w:t>
      </w:r>
    </w:p>
    <w:p w14:paraId="486CC8AA" w14:textId="77777777" w:rsidR="00EE7519" w:rsidRPr="006E36B9" w:rsidRDefault="00EE7519" w:rsidP="00EE7519">
      <w:r w:rsidRPr="006E36B9">
        <w:t>Plus dignes, des taureaux sculptés, en granit rouge nous observent, immobiles. Mais, en nous retournant, nous les voyons s’enfuir la queue droite et ruant comme des poulains.</w:t>
      </w:r>
    </w:p>
    <w:p w14:paraId="105B0BC9" w14:textId="77777777" w:rsidR="00EE7519" w:rsidRPr="006E36B9" w:rsidRDefault="00EE7519" w:rsidP="00EE7519">
      <w:r w:rsidRPr="006E36B9">
        <w:t>Pendant des kilomètres, nous n’apercevons que l’herbe fauve. Des masses de terres blanches indiquent, l’emplacement d’anciennes mines d’or. Des rangées d’eucalyptus font écran contre le vent. Des éoliennes pompent, dans des réservoirs de tôle, l’eau destinée aux abreuvoirs.</w:t>
      </w:r>
    </w:p>
    <w:p w14:paraId="0FDFD253" w14:textId="77777777" w:rsidR="00EE7519" w:rsidRPr="006E36B9" w:rsidRDefault="00EE7519" w:rsidP="00EE7519">
      <w:r w:rsidRPr="006E36B9">
        <w:t xml:space="preserve">Parfois, au croisement d’un chemin, un bidon d’essence est cloué sur un piquet : une boîte aux lettres. La poste se fait </w:t>
      </w:r>
      <w:r w:rsidRPr="006E36B9">
        <w:lastRenderedPageBreak/>
        <w:t>de manière originale. Le chauffeur, venu tout à l’heure nous che</w:t>
      </w:r>
      <w:r w:rsidRPr="006E36B9">
        <w:t>r</w:t>
      </w:r>
      <w:r w:rsidRPr="006E36B9">
        <w:t>cher à la gare, avait à côté de lui, un imposant courrier. En cours de route, sans s’arrêter, il jetait des paquets de lettres dans des endroits entièrement isolés, au pied d’un arbre, d’un pieu, d’une grosse pierre. Le destinataire viendrait les chercher lui-même. Ou bien, ces petits garçons et ces petites filles qui s’en vont à l’école, juchés à deux ou trois sur le même cheval, les prendront en passant.</w:t>
      </w:r>
    </w:p>
    <w:p w14:paraId="18946564" w14:textId="77777777" w:rsidR="00EE7519" w:rsidRPr="006E36B9" w:rsidRDefault="00EE7519" w:rsidP="00EE7519">
      <w:r w:rsidRPr="006E36B9">
        <w:t xml:space="preserve">Maniant maladroitement le long stock-whip en peau de </w:t>
      </w:r>
      <w:proofErr w:type="spellStart"/>
      <w:r w:rsidRPr="006E36B9">
        <w:t>kanguroo</w:t>
      </w:r>
      <w:proofErr w:type="spellEnd"/>
      <w:r w:rsidRPr="006E36B9">
        <w:t xml:space="preserve"> des gardiens de bestiaux, nous poussons devant nous des troupeaux de moutons et de bœufs.</w:t>
      </w:r>
    </w:p>
    <w:p w14:paraId="10025964" w14:textId="77777777" w:rsidR="00EE7519" w:rsidRPr="006E36B9" w:rsidRDefault="00EE7519" w:rsidP="00EE7519">
      <w:r w:rsidRPr="006E36B9">
        <w:t xml:space="preserve">Ah ! </w:t>
      </w:r>
      <w:r>
        <w:t>l</w:t>
      </w:r>
      <w:r w:rsidRPr="006E36B9">
        <w:t>es beaux galops à la poursuite d’un taureau échappé ! Les courses dangereuses au flanc d’une vache rétive ! Mais pourquoi ce fouet de quatre mètres de long s’obstine-t-il à s’enrouler autour de nos bras, de notre cou ou de l’encolure de notre cheval ! Et pourquoi est-il plus facile de se cingler soi-même que d’atteindre la bête affolée qu’il faudrait ramener dans le rang ?</w:t>
      </w:r>
    </w:p>
    <w:p w14:paraId="452BFD50" w14:textId="77777777" w:rsidR="00EE7519" w:rsidRPr="006E36B9" w:rsidRDefault="00EE7519" w:rsidP="00EE7519">
      <w:r w:rsidRPr="006E36B9">
        <w:t xml:space="preserve">Nous visitons </w:t>
      </w:r>
      <w:r>
        <w:t>l</w:t>
      </w:r>
      <w:r w:rsidRPr="006E36B9">
        <w:t xml:space="preserve">es hangars où se fait la tonte des moutons, les barrières à chicanes où s’opère le tri des animaux, </w:t>
      </w:r>
      <w:r>
        <w:t>l</w:t>
      </w:r>
      <w:r w:rsidRPr="006E36B9">
        <w:t>es to</w:t>
      </w:r>
      <w:r w:rsidRPr="006E36B9">
        <w:t>n</w:t>
      </w:r>
      <w:r w:rsidRPr="006E36B9">
        <w:t xml:space="preserve">deuses mécaniques grâce auxquelles un ouvrier exercé enlève par jour la laine de deux cents moutons, plus parfois, </w:t>
      </w:r>
      <w:r>
        <w:t>l</w:t>
      </w:r>
      <w:r w:rsidRPr="006E36B9">
        <w:t>es presses d’où sortent, empaquetées et ficelées, les balles de laines toutes prêtes pour l’exportation. Ces quelques machines sont à peu près le seul matériel de la station, au contraire des fermes de cultures et des stations de Nouvelles-Galles du Sud où l’œuvre du fermier est encore un travail de défrichement du « bush ».</w:t>
      </w:r>
    </w:p>
    <w:p w14:paraId="43A1B171" w14:textId="77777777" w:rsidR="00EE7519" w:rsidRPr="006E36B9" w:rsidRDefault="00EE7519" w:rsidP="00EE7519">
      <w:r w:rsidRPr="006E36B9">
        <w:t xml:space="preserve">Les animaux vivent, se reproduisent, s’élèvent seuls. D’énormes étendues de terrain sont entourées de barrières et, à intervalles fixes, </w:t>
      </w:r>
      <w:r>
        <w:t>l</w:t>
      </w:r>
      <w:r w:rsidRPr="006E36B9">
        <w:t>es « </w:t>
      </w:r>
      <w:proofErr w:type="spellStart"/>
      <w:r w:rsidRPr="006E36B9">
        <w:t>stockmen</w:t>
      </w:r>
      <w:proofErr w:type="spellEnd"/>
      <w:r w:rsidRPr="006E36B9">
        <w:t xml:space="preserve"> » conduisent les troupeaux </w:t>
      </w:r>
      <w:r w:rsidRPr="006E36B9">
        <w:lastRenderedPageBreak/>
        <w:t>d’un enclos à un autre pour laisser l’herbe repousser. Quinze ho</w:t>
      </w:r>
      <w:r w:rsidRPr="006E36B9">
        <w:t>m</w:t>
      </w:r>
      <w:r w:rsidRPr="006E36B9">
        <w:t>mes, seulement sont nécessaires pour exploiter ces quinze mille hectares.</w:t>
      </w:r>
    </w:p>
    <w:p w14:paraId="2D210B8D" w14:textId="77777777" w:rsidR="00EE7519" w:rsidRPr="006E36B9" w:rsidRDefault="00EE7519" w:rsidP="00EE7519">
      <w:r w:rsidRPr="006E36B9">
        <w:t xml:space="preserve">Le fermier dans une telle exploitation </w:t>
      </w:r>
      <w:proofErr w:type="gramStart"/>
      <w:r w:rsidRPr="006E36B9">
        <w:t>a</w:t>
      </w:r>
      <w:proofErr w:type="gramEnd"/>
      <w:r w:rsidRPr="006E36B9">
        <w:t xml:space="preserve"> surtout un rôle de surveillance. Parcourir la propriété à cheval – et pourquoi pas en poussant devant soi une balle de polo lorsqu’on est ancien officier anglais – est sa grande occupation.</w:t>
      </w:r>
    </w:p>
    <w:p w14:paraId="67C4EF58" w14:textId="77777777" w:rsidR="00EE7519" w:rsidRPr="006E36B9" w:rsidRDefault="00EE7519" w:rsidP="00EE7519">
      <w:r w:rsidRPr="006E36B9">
        <w:t>La maison, une sorte de grande villa basse, doit se suffire à elle-même. L’habitation la plus proche est à plus de cent kil</w:t>
      </w:r>
      <w:r w:rsidRPr="006E36B9">
        <w:t>o</w:t>
      </w:r>
      <w:r w:rsidRPr="006E36B9">
        <w:t>mètres. Pas de téléphone. L’électricité est fournie par un m</w:t>
      </w:r>
      <w:r w:rsidRPr="006E36B9">
        <w:t>o</w:t>
      </w:r>
      <w:r w:rsidRPr="006E36B9">
        <w:t xml:space="preserve">teur. Le pain est cuit à </w:t>
      </w:r>
      <w:smartTag w:uri="urn:schemas-microsoft-com:office:smarttags" w:element="PersonName">
        <w:smartTagPr>
          <w:attr w:name="ProductID" w:val="la ferme. Les"/>
        </w:smartTagPr>
        <w:r w:rsidRPr="006E36B9">
          <w:t>la ferme. Les</w:t>
        </w:r>
      </w:smartTag>
      <w:r w:rsidRPr="006E36B9">
        <w:t xml:space="preserve"> troupeaux donnent la via</w:t>
      </w:r>
      <w:r w:rsidRPr="006E36B9">
        <w:t>n</w:t>
      </w:r>
      <w:r w:rsidRPr="006E36B9">
        <w:t>de de boucherie, le jardin les légumes. Le personnel co</w:t>
      </w:r>
      <w:r w:rsidRPr="006E36B9">
        <w:t>m</w:t>
      </w:r>
      <w:r w:rsidRPr="006E36B9">
        <w:t>prend un charpentier, un menuisier, un charron, un mécan</w:t>
      </w:r>
      <w:r w:rsidRPr="006E36B9">
        <w:t>i</w:t>
      </w:r>
      <w:r w:rsidRPr="006E36B9">
        <w:t>cien. Rien ne vient de l’extérieur.</w:t>
      </w:r>
    </w:p>
    <w:p w14:paraId="091EFBFB" w14:textId="77777777" w:rsidR="00EE7519" w:rsidRPr="006E36B9" w:rsidRDefault="00EE7519" w:rsidP="00EE7519">
      <w:r w:rsidRPr="006E36B9">
        <w:t xml:space="preserve">Mais, cette maison est le « home » avec tout le confort d’un château du Kent ou d’Écosse. Les grands salons haut boisés, les fauteuils définitifs, les salles de bains, </w:t>
      </w:r>
      <w:r>
        <w:t>l</w:t>
      </w:r>
      <w:r w:rsidRPr="006E36B9">
        <w:t xml:space="preserve">es meubles, les bibelots, l’argenterie, tout cela est loin, très loin de l’atmosphère rude que l’on respire au dehors dans la plaine australienne. Le soir, au dîner très anglais, </w:t>
      </w:r>
      <w:r>
        <w:t>l</w:t>
      </w:r>
      <w:r w:rsidRPr="006E36B9">
        <w:t>es hommes sont en smoking, les femmes en robes de soirée. Nous avons peine à réaliser que nous nous trouvons dans une ferme isolée à des kilomètres du monde civ</w:t>
      </w:r>
      <w:r w:rsidRPr="006E36B9">
        <w:t>i</w:t>
      </w:r>
      <w:r w:rsidRPr="006E36B9">
        <w:t>lisé. Nous admirons la solennité, la raideur britannique de ce repas pour tout ce qu’il représente de dignité voulue, de contr</w:t>
      </w:r>
      <w:r w:rsidRPr="006E36B9">
        <w:t>ô</w:t>
      </w:r>
      <w:r w:rsidRPr="006E36B9">
        <w:t>le sur soi-même. Perdu en pleine brousse, à cheval toute la journée en compagnie d’hommes rudes, plus accoutumés à m</w:t>
      </w:r>
      <w:r w:rsidRPr="006E36B9">
        <w:t>a</w:t>
      </w:r>
      <w:r w:rsidRPr="006E36B9">
        <w:t>nier le stock-whip que le beau langage, il serait si facile de dev</w:t>
      </w:r>
      <w:r w:rsidRPr="006E36B9">
        <w:t>e</w:t>
      </w:r>
      <w:r w:rsidRPr="006E36B9">
        <w:t xml:space="preserve">nir rustre. La grossièreté des manières devient vite grossièreté du cœur et de l’intelligence. S’astreindre aux obligations d’une tenue tout extérieure, c’est </w:t>
      </w:r>
      <w:r w:rsidRPr="006E36B9">
        <w:lastRenderedPageBreak/>
        <w:t>conserver en soi, malgré les influe</w:t>
      </w:r>
      <w:r w:rsidRPr="006E36B9">
        <w:t>n</w:t>
      </w:r>
      <w:r w:rsidRPr="006E36B9">
        <w:t>ces du dehors, sa dignité profonde.</w:t>
      </w:r>
    </w:p>
    <w:p w14:paraId="04B58D13" w14:textId="77777777" w:rsidR="00EE7519" w:rsidRPr="006E36B9" w:rsidRDefault="00EE7519" w:rsidP="00EE7519">
      <w:r w:rsidRPr="006E36B9">
        <w:t>Sans doute Sir Douglas eût-il été satisfait de retrouver en son petit-fils un de ces grands fermiers sur lesquels repose l’avenir de l’Australie.</w:t>
      </w:r>
    </w:p>
    <w:p w14:paraId="43F1D0EB" w14:textId="77777777" w:rsidR="00EE7519" w:rsidRPr="00006BCB" w:rsidRDefault="00EE7519" w:rsidP="00EE7519">
      <w:pPr>
        <w:pStyle w:val="Titre2"/>
        <w:rPr>
          <w:szCs w:val="44"/>
        </w:rPr>
      </w:pPr>
      <w:bookmarkStart w:id="27" w:name="_TOC55153"/>
      <w:bookmarkStart w:id="28" w:name="_Toc195610651"/>
      <w:bookmarkEnd w:id="27"/>
      <w:r w:rsidRPr="00006BCB">
        <w:rPr>
          <w:szCs w:val="44"/>
        </w:rPr>
        <w:lastRenderedPageBreak/>
        <w:t>EN CAMP VOLANT DANS LE BUSH</w:t>
      </w:r>
      <w:bookmarkEnd w:id="28"/>
    </w:p>
    <w:p w14:paraId="2EE897FF" w14:textId="77777777" w:rsidR="00EE7519" w:rsidRPr="006E36B9" w:rsidRDefault="00EE7519" w:rsidP="00EE7519">
      <w:r w:rsidRPr="006E36B9">
        <w:t>Sans parapet, filant en courbe indécise à trente mètres de haut, un pont de bois surplombe un torrent. Très loin, l’eau i</w:t>
      </w:r>
      <w:r w:rsidRPr="006E36B9">
        <w:t>n</w:t>
      </w:r>
      <w:r w:rsidRPr="006E36B9">
        <w:t xml:space="preserve">visible chante parmi les fougères arborescentes et </w:t>
      </w:r>
      <w:r>
        <w:t>l</w:t>
      </w:r>
      <w:r w:rsidRPr="006E36B9">
        <w:t>es troncs écroulés. Entre les deux rails de bois que supporte le pont, qui</w:t>
      </w:r>
      <w:r w:rsidRPr="006E36B9">
        <w:t>n</w:t>
      </w:r>
      <w:r w:rsidRPr="006E36B9">
        <w:t xml:space="preserve">ze scouts courbés sous le sac cheminent à la queue leu leu. Ils passent d’une traverse à l’autre, sautant les planches </w:t>
      </w:r>
      <w:r>
        <w:t>m</w:t>
      </w:r>
      <w:r w:rsidRPr="006E36B9">
        <w:t>al joi</w:t>
      </w:r>
      <w:r w:rsidRPr="006E36B9">
        <w:t>n</w:t>
      </w:r>
      <w:r w:rsidRPr="006E36B9">
        <w:t xml:space="preserve">tes ou absentes qui </w:t>
      </w:r>
      <w:r>
        <w:t>l</w:t>
      </w:r>
      <w:r w:rsidRPr="006E36B9">
        <w:t>aissent entrevoir en contre-bas le vert ébloui</w:t>
      </w:r>
      <w:r w:rsidRPr="006E36B9">
        <w:t>s</w:t>
      </w:r>
      <w:r w:rsidRPr="006E36B9">
        <w:t>sant des fougères.</w:t>
      </w:r>
    </w:p>
    <w:p w14:paraId="2C1BD633" w14:textId="77777777" w:rsidR="00EE7519" w:rsidRPr="006E36B9" w:rsidRDefault="00EE7519" w:rsidP="00EE7519">
      <w:r w:rsidRPr="006E36B9">
        <w:t>La délégation française de scoutisme s’en va camper dans le bush.</w:t>
      </w:r>
    </w:p>
    <w:p w14:paraId="42F51DB9" w14:textId="77777777" w:rsidR="00EE7519" w:rsidRPr="006E36B9" w:rsidRDefault="00EE7519" w:rsidP="00EE7519">
      <w:r w:rsidRPr="006E36B9">
        <w:t>Pendant une dizaine de kilomètres, nous suivons le « Ti</w:t>
      </w:r>
      <w:r w:rsidRPr="006E36B9">
        <w:t>m</w:t>
      </w:r>
      <w:r w:rsidRPr="006E36B9">
        <w:t>ber-</w:t>
      </w:r>
      <w:proofErr w:type="spellStart"/>
      <w:r w:rsidRPr="006E36B9">
        <w:t>tack</w:t>
      </w:r>
      <w:proofErr w:type="spellEnd"/>
      <w:r w:rsidRPr="006E36B9">
        <w:t xml:space="preserve"> » qui relie au monde civilisé une scierie perdue en pleine forêt. Des </w:t>
      </w:r>
      <w:proofErr w:type="spellStart"/>
      <w:r w:rsidRPr="006E36B9">
        <w:t>gums-trees</w:t>
      </w:r>
      <w:proofErr w:type="spellEnd"/>
      <w:r w:rsidRPr="006E36B9">
        <w:t xml:space="preserve"> bordent </w:t>
      </w:r>
      <w:smartTag w:uri="urn:schemas-microsoft-com:office:smarttags" w:element="PersonName">
        <w:smartTagPr>
          <w:attr w:name="ProductID" w:val="la voie. Leurs"/>
        </w:smartTagPr>
        <w:r w:rsidRPr="006E36B9">
          <w:t>la voie. Leurs</w:t>
        </w:r>
      </w:smartTag>
      <w:r w:rsidRPr="006E36B9">
        <w:t xml:space="preserve"> troncs lisses et blancs s’enfoncent dans le ciel à quatre-vingt-dix, cent, cent dix mètres de haut, plus parfois. Certains s’évasent en </w:t>
      </w:r>
      <w:proofErr w:type="spellStart"/>
      <w:r w:rsidRPr="006E36B9">
        <w:t>contre-forts</w:t>
      </w:r>
      <w:proofErr w:type="spellEnd"/>
      <w:r w:rsidRPr="006E36B9">
        <w:t xml:space="preserve"> dont chacun dépasse par la taille un très bel arbre de Fra</w:t>
      </w:r>
      <w:r w:rsidRPr="006E36B9">
        <w:t>n</w:t>
      </w:r>
      <w:r w:rsidRPr="006E36B9">
        <w:t>ce.</w:t>
      </w:r>
    </w:p>
    <w:p w14:paraId="508208B7" w14:textId="77777777" w:rsidR="00EE7519" w:rsidRPr="006E36B9" w:rsidRDefault="00EE7519" w:rsidP="00EE7519">
      <w:r w:rsidRPr="006E36B9">
        <w:t>Bleus et rouges, des perroquets jaillissent du fourré co</w:t>
      </w:r>
      <w:r w:rsidRPr="006E36B9">
        <w:t>u</w:t>
      </w:r>
      <w:r w:rsidRPr="006E36B9">
        <w:t xml:space="preserve">pant d’un trait de lumière le ruban de ciel qui serpente au-dessus de nos têtes et, riant à gorge déployée, le </w:t>
      </w:r>
      <w:proofErr w:type="spellStart"/>
      <w:r w:rsidRPr="006E36B9">
        <w:t>kookaburra</w:t>
      </w:r>
      <w:proofErr w:type="spellEnd"/>
      <w:r w:rsidRPr="006E36B9">
        <w:t>, l’oiseau rieur de l’Australie, se moque de notre caravane.</w:t>
      </w:r>
    </w:p>
    <w:p w14:paraId="27952B66" w14:textId="77777777" w:rsidR="00EE7519" w:rsidRPr="006E36B9" w:rsidRDefault="00EE7519" w:rsidP="00EE7519">
      <w:r w:rsidRPr="006E36B9">
        <w:t>La voie monte. Notre regard peut s’étendre sur les mont</w:t>
      </w:r>
      <w:r w:rsidRPr="006E36B9">
        <w:t>a</w:t>
      </w:r>
      <w:r w:rsidRPr="006E36B9">
        <w:t>gnes environnantes. En quelle saison sommes-nous donc pour qu’il ait neigé sur la forêt ? Comment, parmi ces immenses étendues de vert bleuté, de grandes plaques de lèpre grise se sont-elles incrustées ? Les routiers australiens qui nous acco</w:t>
      </w:r>
      <w:r w:rsidRPr="006E36B9">
        <w:t>m</w:t>
      </w:r>
      <w:r w:rsidRPr="006E36B9">
        <w:t xml:space="preserve">pagnent nous en donnent l’explication. Les feuilles d’eucalyptus sécrètent une sorte d’huile qui </w:t>
      </w:r>
      <w:r w:rsidRPr="006E36B9">
        <w:lastRenderedPageBreak/>
        <w:t>s’enflamme très facilement et les incendies de forêt, les bush-</w:t>
      </w:r>
      <w:proofErr w:type="spellStart"/>
      <w:r w:rsidRPr="006E36B9">
        <w:t>fires</w:t>
      </w:r>
      <w:proofErr w:type="spellEnd"/>
      <w:r w:rsidRPr="006E36B9">
        <w:t>, sont incessants. Le plus so</w:t>
      </w:r>
      <w:r w:rsidRPr="006E36B9">
        <w:t>u</w:t>
      </w:r>
      <w:r w:rsidRPr="006E36B9">
        <w:t>vent le feu court au-dessus des arbres.</w:t>
      </w:r>
    </w:p>
    <w:p w14:paraId="20AEB682" w14:textId="77777777" w:rsidR="00EE7519" w:rsidRPr="006E36B9" w:rsidRDefault="00EE7519" w:rsidP="00EE7519">
      <w:r w:rsidRPr="006E36B9">
        <w:t>Les feuilles et les branches brûlent. Seuls les troncs deme</w:t>
      </w:r>
      <w:r w:rsidRPr="006E36B9">
        <w:t>u</w:t>
      </w:r>
      <w:r w:rsidRPr="006E36B9">
        <w:t>rent, cierges gigantesques dressés vers le ciel. Ils sèchent au s</w:t>
      </w:r>
      <w:r w:rsidRPr="006E36B9">
        <w:t>o</w:t>
      </w:r>
      <w:r w:rsidRPr="006E36B9">
        <w:t>leil, prennent des tons de vieil ivoire et, par milliers, forment ces nappes blanches qui recouvrent la montagne et, de loin, se</w:t>
      </w:r>
      <w:r w:rsidRPr="006E36B9">
        <w:t>m</w:t>
      </w:r>
      <w:r w:rsidRPr="006E36B9">
        <w:t>blent des tapis de neige. Après trois heures de montée, nous a</w:t>
      </w:r>
      <w:r w:rsidRPr="006E36B9">
        <w:t>t</w:t>
      </w:r>
      <w:r w:rsidRPr="006E36B9">
        <w:t>teignons quelques cabanes de bois construites pour des bus</w:t>
      </w:r>
      <w:r w:rsidRPr="006E36B9">
        <w:t>h</w:t>
      </w:r>
      <w:r w:rsidRPr="006E36B9">
        <w:t>men. Un chemin creusé dans le fourré conduit au ruisseau et c’est presque un exploit d’aller chercher de l’eau. Il faut se co</w:t>
      </w:r>
      <w:r w:rsidRPr="006E36B9">
        <w:t>u</w:t>
      </w:r>
      <w:r w:rsidRPr="006E36B9">
        <w:t>ler sous les branches, se faufiler entre des fougères de cinq ou six mètres de haut, escalader des troncs d’arbres.</w:t>
      </w:r>
    </w:p>
    <w:p w14:paraId="699C5385" w14:textId="77777777" w:rsidR="00EE7519" w:rsidRPr="006E36B9" w:rsidRDefault="00EE7519" w:rsidP="00EE7519">
      <w:r w:rsidRPr="006E36B9">
        <w:t xml:space="preserve">À la nuit tombée, nous nous réunissons autour d’un feu de camp. Les nomades, les </w:t>
      </w:r>
      <w:r w:rsidR="007B1648" w:rsidRPr="006E36B9">
        <w:t>cou</w:t>
      </w:r>
      <w:r w:rsidR="007B1648">
        <w:t>r</w:t>
      </w:r>
      <w:r w:rsidR="007B1648" w:rsidRPr="006E36B9">
        <w:t>eurs</w:t>
      </w:r>
      <w:r w:rsidR="007B1648">
        <w:t xml:space="preserve"> </w:t>
      </w:r>
      <w:r w:rsidRPr="006E36B9">
        <w:t>des bois, aiment s’asseoir ai</w:t>
      </w:r>
      <w:r w:rsidRPr="006E36B9">
        <w:t>n</w:t>
      </w:r>
      <w:r w:rsidRPr="006E36B9">
        <w:t xml:space="preserve">si après la longue étape. La flamme </w:t>
      </w:r>
      <w:r>
        <w:t>l</w:t>
      </w:r>
      <w:r w:rsidRPr="006E36B9">
        <w:t>es protège du froid, éloigne d’eux les moustiques ou les bêtes féroces. Ils chantent et se co</w:t>
      </w:r>
      <w:r w:rsidRPr="006E36B9">
        <w:t>n</w:t>
      </w:r>
      <w:r w:rsidRPr="006E36B9">
        <w:t xml:space="preserve">tent les aventures de </w:t>
      </w:r>
      <w:smartTag w:uri="urn:schemas-microsoft-com:office:smarttags" w:element="PersonName">
        <w:smartTagPr>
          <w:attr w:name="ProductID" w:val="la journ￩e. Puis"/>
        </w:smartTagPr>
        <w:r w:rsidRPr="006E36B9">
          <w:t>la journée. Puis</w:t>
        </w:r>
      </w:smartTag>
      <w:r w:rsidRPr="006E36B9">
        <w:t xml:space="preserve"> la fatigue fait battre leurs paupières. Les chants deviennent plus lents, plus assourdis. Les couvertures sont ramenées sur les jambes. La tête cherche un appui sur le sac qui sert d’oreiller. Sous la protection des braises qui rougeoient encore, les aventuriers s’endorment sous les éto</w:t>
      </w:r>
      <w:r w:rsidRPr="006E36B9">
        <w:t>i</w:t>
      </w:r>
      <w:r w:rsidRPr="006E36B9">
        <w:t>les.</w:t>
      </w:r>
    </w:p>
    <w:p w14:paraId="2D3CFB4C" w14:textId="77777777" w:rsidR="00EE7519" w:rsidRPr="006E36B9" w:rsidRDefault="00EE7519" w:rsidP="00EE7519">
      <w:r w:rsidRPr="006E36B9">
        <w:t>Les feux de camp scouts sont directement inspirés de cette coutume toute naturelle et spontanée des grands voyageurs. Mais trop souvent chez nous, parce que ne correspondant pas au même besoin, ils s’éloignent de la simplicité, de la spontané</w:t>
      </w:r>
      <w:r w:rsidRPr="006E36B9">
        <w:t>i</w:t>
      </w:r>
      <w:r w:rsidRPr="006E36B9">
        <w:t xml:space="preserve">té d’une réunion sans apprêt. Notre feu de camp ce soir aura son véritable sens. En cercle autour de la flamme, nous chantons. Tout naturellement, dans la satisfaction de </w:t>
      </w:r>
      <w:r w:rsidRPr="006E36B9">
        <w:lastRenderedPageBreak/>
        <w:t>l’étape accomplie, nos chants se font joyeux. Les rires clairs résonnent dans la f</w:t>
      </w:r>
      <w:r w:rsidRPr="006E36B9">
        <w:t>o</w:t>
      </w:r>
      <w:r w:rsidRPr="006E36B9">
        <w:t>rêt. « Waltzing Mathilda » chanté par nos frères routiers austr</w:t>
      </w:r>
      <w:r w:rsidRPr="006E36B9">
        <w:t>a</w:t>
      </w:r>
      <w:r w:rsidRPr="006E36B9">
        <w:t>liens et « Jeannot de Chamarande » du répertoire des scouts de France se succèdent. Le vagabond du bush et le campeur des f</w:t>
      </w:r>
      <w:r w:rsidRPr="006E36B9">
        <w:t>o</w:t>
      </w:r>
      <w:r w:rsidRPr="006E36B9">
        <w:t>rêts françaises se rencontrent étonnés.</w:t>
      </w:r>
    </w:p>
    <w:p w14:paraId="17814E41" w14:textId="77777777" w:rsidR="00EE7519" w:rsidRPr="006E36B9" w:rsidRDefault="00EE7519" w:rsidP="00EE7519">
      <w:r w:rsidRPr="006E36B9">
        <w:t>Le silence des bois nous enveloppe</w:t>
      </w:r>
      <w:r w:rsidR="00037BD9">
        <w:t>.</w:t>
      </w:r>
      <w:r w:rsidRPr="006E36B9">
        <w:t xml:space="preserve"> </w:t>
      </w:r>
      <w:r w:rsidR="007B1648">
        <w:t>L</w:t>
      </w:r>
      <w:r w:rsidR="007B1648" w:rsidRPr="006E36B9">
        <w:t xml:space="preserve">a </w:t>
      </w:r>
      <w:r w:rsidRPr="006E36B9">
        <w:t>fatigue apaise nos nerfs. Les voix deviennent plus graves. Les yeux rêvent en r</w:t>
      </w:r>
      <w:r w:rsidRPr="006E36B9">
        <w:t>e</w:t>
      </w:r>
      <w:r w:rsidRPr="006E36B9">
        <w:t>gardant le feu. La danse des flammes devient une prière. Un scout australien dit le pater en anglais. L’un des nôtres le répète en français. Et la paix de la nuit descend sur nous. Vers minuit, quelque chose de fluide glissant le long de mon tapis impe</w:t>
      </w:r>
      <w:r w:rsidRPr="006E36B9">
        <w:t>r</w:t>
      </w:r>
      <w:r w:rsidRPr="006E36B9">
        <w:t>méable me réveille. Nous avons tué deux serpents cet après-midi, deux black-</w:t>
      </w:r>
      <w:proofErr w:type="spellStart"/>
      <w:r w:rsidRPr="006E36B9">
        <w:t>snakes</w:t>
      </w:r>
      <w:proofErr w:type="spellEnd"/>
      <w:r w:rsidRPr="006E36B9">
        <w:t xml:space="preserve"> dont la morsure est mortelle ! Je claque des mains. Quelque chose ondule le long de la toile, se coule dans l’herbe. Le silence retombe ! Je fais quelques pas dehors ! Autour de moi les troncs fantastiques fusent vers </w:t>
      </w:r>
      <w:smartTag w:uri="urn:schemas-microsoft-com:office:smarttags" w:element="PersonName">
        <w:smartTagPr>
          <w:attr w:name="ProductID" w:val="la lune. Tout"/>
        </w:smartTagPr>
        <w:r w:rsidRPr="006E36B9">
          <w:t>la lune. Tout</w:t>
        </w:r>
      </w:smartTag>
      <w:r w:rsidRPr="006E36B9">
        <w:t xml:space="preserve"> près, une souche calcinée domine ma tente qui paraît à côté, une maison de poupée. Très haut dans </w:t>
      </w:r>
      <w:r>
        <w:t>l</w:t>
      </w:r>
      <w:r w:rsidRPr="006E36B9">
        <w:t>es branches, le vent gronde doucement. Il faut dormir.</w:t>
      </w:r>
    </w:p>
    <w:p w14:paraId="56A3DD91" w14:textId="77777777" w:rsidR="00EE7519" w:rsidRPr="006E36B9" w:rsidRDefault="00EE7519" w:rsidP="00EE7519">
      <w:r w:rsidRPr="006E36B9">
        <w:t xml:space="preserve">Six heures ! Debout ! </w:t>
      </w:r>
      <w:r w:rsidR="007B1648">
        <w:t>J</w:t>
      </w:r>
      <w:r w:rsidR="007B1648" w:rsidRPr="006E36B9">
        <w:t xml:space="preserve">oie </w:t>
      </w:r>
      <w:r w:rsidRPr="006E36B9">
        <w:t xml:space="preserve">de s’ébrouer dans le ruisseau dont l’eau froide chasse l’engourdissement de </w:t>
      </w:r>
      <w:smartTag w:uri="urn:schemas-microsoft-com:office:smarttags" w:element="PersonName">
        <w:smartTagPr>
          <w:attr w:name="ProductID" w:val="la nuit. Joie"/>
        </w:smartTagPr>
        <w:r w:rsidRPr="006E36B9">
          <w:t>la nuit. Joie</w:t>
        </w:r>
      </w:smartTag>
      <w:r w:rsidRPr="006E36B9">
        <w:t xml:space="preserve"> de préparer et de cuire à l’abri d’une souche, un solide breakfast ! En route maintenant car l’étape sera longue.</w:t>
      </w:r>
    </w:p>
    <w:p w14:paraId="6777E83A" w14:textId="77777777" w:rsidR="00EE7519" w:rsidRPr="006E36B9" w:rsidRDefault="00EE7519" w:rsidP="00EE7519">
      <w:r w:rsidRPr="006E36B9">
        <w:t>Notre caravane s’allonge au milieu d’un garde-feu. Minu</w:t>
      </w:r>
      <w:r w:rsidRPr="006E36B9">
        <w:t>s</w:t>
      </w:r>
      <w:r w:rsidRPr="006E36B9">
        <w:t xml:space="preserve">cules, nous sommes des personnages de Lilliput dans le cadre des néants. Les fougères ont dix mètres de haut. Les arbres écroulés qui, de loin, nous paraissent faciles à enjamber nous dépassent de </w:t>
      </w:r>
      <w:smartTag w:uri="urn:schemas-microsoft-com:office:smarttags" w:element="PersonName">
        <w:smartTagPr>
          <w:attr w:name="ProductID" w:val="la t￪te. Il"/>
        </w:smartTagPr>
        <w:r w:rsidRPr="006E36B9">
          <w:t>la tête. Il</w:t>
        </w:r>
      </w:smartTag>
      <w:r w:rsidRPr="006E36B9">
        <w:t xml:space="preserve"> faut chaque fois, les escalader.</w:t>
      </w:r>
    </w:p>
    <w:p w14:paraId="7E14F021" w14:textId="77777777" w:rsidR="00EE7519" w:rsidRPr="006E36B9" w:rsidRDefault="00EE7519" w:rsidP="00EE7519">
      <w:r w:rsidRPr="006E36B9">
        <w:lastRenderedPageBreak/>
        <w:t>Au sommet de la colline, nous devions trouver un sentier, mais la forêt s’est jouée de nous. Un bush-</w:t>
      </w:r>
      <w:proofErr w:type="spellStart"/>
      <w:r w:rsidRPr="006E36B9">
        <w:t>fire</w:t>
      </w:r>
      <w:proofErr w:type="spellEnd"/>
      <w:r w:rsidRPr="006E36B9">
        <w:t xml:space="preserve"> est passé par </w:t>
      </w:r>
      <w:r>
        <w:t>l</w:t>
      </w:r>
      <w:r w:rsidRPr="006E36B9">
        <w:t>à. Les troncs calcinés s’enchevêtrent les uns dans les autres. Noirs charbonniers, nous avançons dans les cendres et la poussière, trébuchant sur de nocturnes obstacles qui s’effondrent et écl</w:t>
      </w:r>
      <w:r w:rsidRPr="006E36B9">
        <w:t>a</w:t>
      </w:r>
      <w:r w:rsidRPr="006E36B9">
        <w:t>tent. Impossible de retrouver le chemin et la carte que nous possédons est fausse. Au bout d’une heure, nous sommes co</w:t>
      </w:r>
      <w:r w:rsidRPr="006E36B9">
        <w:t>m</w:t>
      </w:r>
      <w:r w:rsidRPr="006E36B9">
        <w:t>plètement perdus.</w:t>
      </w:r>
    </w:p>
    <w:p w14:paraId="044D13E2" w14:textId="77777777" w:rsidR="00EE7519" w:rsidRPr="006E36B9" w:rsidRDefault="00EE7519" w:rsidP="00EE7519">
      <w:r w:rsidRPr="006E36B9">
        <w:t xml:space="preserve">Il faut nous frayer un chemin à travers le fourré. La forêt à l’entour est aussi morte que vivante. À côté de centaines d’arbres dont la sève orgueilleuse bouillonne, d’autres, pourris, abattus, jonchent le sol. La terre est feutrée de mort végétale. Le pied qui croit s’appuyer sur du bois solide s’enfonce. Des fûts qui semblent pouvoir défier une tempête s’écroulent sous la poussée de </w:t>
      </w:r>
      <w:smartTag w:uri="urn:schemas-microsoft-com:office:smarttags" w:element="PersonName">
        <w:smartTagPr>
          <w:attr w:name="ProductID" w:val="la main. Une"/>
        </w:smartTagPr>
        <w:r w:rsidRPr="006E36B9">
          <w:t>la main. Une</w:t>
        </w:r>
      </w:smartTag>
      <w:r w:rsidRPr="006E36B9">
        <w:t xml:space="preserve"> fougère arborescente contre laquelle je pose mon sac s’affaisse sans bruit. La marche est épuisante. L’orientation, un problème. Nous sommes passés dix-neuf en f</w:t>
      </w:r>
      <w:r w:rsidRPr="006E36B9">
        <w:t>i</w:t>
      </w:r>
      <w:r w:rsidRPr="006E36B9">
        <w:t xml:space="preserve">le indienne et une heure après, nous ne retrouvons plus notre trace. Des serpents parfois filent sous nos pieds. La plupart sont venimeux et </w:t>
      </w:r>
      <w:r>
        <w:t>l</w:t>
      </w:r>
      <w:r w:rsidRPr="006E36B9">
        <w:t>es fourmis rouges ont deux centimètres de long.</w:t>
      </w:r>
    </w:p>
    <w:p w14:paraId="1C007C2D" w14:textId="77777777" w:rsidR="00EE7519" w:rsidRPr="006E36B9" w:rsidRDefault="00EE7519" w:rsidP="00EE7519">
      <w:r w:rsidRPr="006E36B9">
        <w:t>Chaque année des vagabonds s’égarent dans le bush. On ne les retrouve jamais. Nous écoutons plus attentivement les par</w:t>
      </w:r>
      <w:r w:rsidRPr="006E36B9">
        <w:t>o</w:t>
      </w:r>
      <w:r w:rsidRPr="006E36B9">
        <w:t xml:space="preserve">les de nos guides australiens qui nous disent la crainte de l’homme en face de </w:t>
      </w:r>
      <w:smartTag w:uri="urn:schemas-microsoft-com:office:smarttags" w:element="PersonName">
        <w:smartTagPr>
          <w:attr w:name="ProductID" w:val="la for￪t. On"/>
        </w:smartTagPr>
        <w:r w:rsidRPr="006E36B9">
          <w:t>la forêt. On</w:t>
        </w:r>
      </w:smartTag>
      <w:r w:rsidRPr="006E36B9">
        <w:t xml:space="preserve"> ne plaisante pas avec elle. On </w:t>
      </w:r>
      <w:smartTag w:uri="urn:schemas-microsoft-com:office:smarttags" w:element="PersonName">
        <w:smartTagPr>
          <w:attr w:name="ProductID" w:val="la redoute. L"/>
        </w:smartTagPr>
        <w:r w:rsidRPr="006E36B9">
          <w:t>la redoute. L</w:t>
        </w:r>
      </w:smartTag>
      <w:r w:rsidRPr="006E36B9">
        <w:t>’homme, ici, a pour elle le même respect que nous avons, en France, pour la haute montagne.</w:t>
      </w:r>
    </w:p>
    <w:p w14:paraId="59A8913B" w14:textId="77777777" w:rsidR="00EE7519" w:rsidRPr="006E36B9" w:rsidRDefault="00EE7519" w:rsidP="00EE7519">
      <w:r w:rsidRPr="006E36B9">
        <w:t xml:space="preserve">Un bruissement d’eau nous fait tressaillir. Voici </w:t>
      </w:r>
      <w:smartTag w:uri="urn:schemas-microsoft-com:office:smarttags" w:element="PersonName">
        <w:smartTagPr>
          <w:attr w:name="ProductID" w:val="la rivi￨re. Elle"/>
        </w:smartTagPr>
        <w:r w:rsidRPr="006E36B9">
          <w:t>la rivière. Elle</w:t>
        </w:r>
      </w:smartTag>
      <w:r w:rsidRPr="006E36B9">
        <w:t xml:space="preserve"> coule vers le Nord. Nous remontons le courant, sautant d’une pierre à l’autre, passant de troncs renversés en </w:t>
      </w:r>
      <w:r w:rsidRPr="006E36B9">
        <w:lastRenderedPageBreak/>
        <w:t>branches surplombantes. Le sport serait passionnant si nos sacs, pourtant restreints, ne pesaient lourds à nos épaules.</w:t>
      </w:r>
    </w:p>
    <w:p w14:paraId="32D857D4" w14:textId="77777777" w:rsidR="00EE7519" w:rsidRPr="006E36B9" w:rsidRDefault="00EE7519" w:rsidP="00EE7519">
      <w:r w:rsidRPr="006E36B9">
        <w:t xml:space="preserve">Après quelques heures d’effort, nous atteignons un </w:t>
      </w:r>
      <w:proofErr w:type="spellStart"/>
      <w:r w:rsidRPr="006E36B9">
        <w:t>timber-track</w:t>
      </w:r>
      <w:proofErr w:type="spellEnd"/>
      <w:r w:rsidRPr="006E36B9">
        <w:t xml:space="preserve">. La voie doit conduire à </w:t>
      </w:r>
      <w:proofErr w:type="spellStart"/>
      <w:r w:rsidRPr="006E36B9">
        <w:t>Warburton</w:t>
      </w:r>
      <w:proofErr w:type="spellEnd"/>
      <w:r w:rsidRPr="006E36B9">
        <w:t xml:space="preserve">, à quarante kilomètres de </w:t>
      </w:r>
      <w:r>
        <w:t>l</w:t>
      </w:r>
      <w:r w:rsidRPr="006E36B9">
        <w:t>à. Nous suivons les rails. La fatigue se fait durement sentir. Nos yeux n’ont plus la force de voir le paysage mais seulement le double ruban des rails et les traverses de bois. Toujours ces madriers posés à égale distance les uns des autres, et dont la r</w:t>
      </w:r>
      <w:r w:rsidRPr="006E36B9">
        <w:t>é</w:t>
      </w:r>
      <w:r w:rsidRPr="006E36B9">
        <w:t>gularité cadence nos pas</w:t>
      </w:r>
      <w:r w:rsidR="00037BD9">
        <w:t>,</w:t>
      </w:r>
      <w:r w:rsidRPr="006E36B9">
        <w:t xml:space="preserve"> résonne dans nos pauvres têtes en chocs lancinants. Nous nous arrêtons à </w:t>
      </w:r>
      <w:smartTag w:uri="urn:schemas-microsoft-com:office:smarttags" w:element="PersonName">
        <w:smartTagPr>
          <w:attr w:name="ProductID" w:val="la nuit. Le"/>
        </w:smartTagPr>
        <w:r w:rsidRPr="006E36B9">
          <w:t>la nuit. Le</w:t>
        </w:r>
      </w:smartTag>
      <w:r w:rsidRPr="006E36B9">
        <w:t xml:space="preserve"> dîner est plus que sommaire car les vivres sont épuisés. Nous ne montons même pas les tentes. Nous coucherons à même la terre.</w:t>
      </w:r>
    </w:p>
    <w:p w14:paraId="30AE403A" w14:textId="77777777" w:rsidR="00EE7519" w:rsidRPr="006E36B9" w:rsidRDefault="00EE7519" w:rsidP="00EE7519">
      <w:r w:rsidRPr="006E36B9">
        <w:t xml:space="preserve">La fatigue trop grande chasse le sommeil. Pendant ces vingt kilomètres de marche forcée, nous n’avons pas vu grand-chose sinon des traverses de bois. Mais nos yeux auparavant s’étaient emplis de la beauté du bush. Cette lassitude qui vient de nous jeter sur le sol fait mieux comprendre notre petitesse devant la toute-puissance de </w:t>
      </w:r>
      <w:smartTag w:uri="urn:schemas-microsoft-com:office:smarttags" w:element="PersonName">
        <w:smartTagPr>
          <w:attr w:name="ProductID" w:val="la for￪t. Nous"/>
        </w:smartTagPr>
        <w:r w:rsidRPr="006E36B9">
          <w:t>la forêt. Nous</w:t>
        </w:r>
      </w:smartTag>
      <w:r w:rsidRPr="006E36B9">
        <w:t xml:space="preserve"> sommes si peu de chose auprès de cet océan de plantes où nous avons erré comme des naufragés. L’expérience sera bonne.</w:t>
      </w:r>
    </w:p>
    <w:p w14:paraId="27E2AD3D" w14:textId="77777777" w:rsidR="00EE7519" w:rsidRPr="006E36B9" w:rsidRDefault="00EE7519" w:rsidP="00EE7519">
      <w:r w:rsidRPr="006E36B9">
        <w:t>Au-dessus de nos têtes de petits nuages blancs jouent dans les Constellations. Un vent tiède nous caresse. Mais, sur le sol pierreux, nous nous retournons sans trouver le sommeil.</w:t>
      </w:r>
    </w:p>
    <w:p w14:paraId="3E1CD188" w14:textId="77777777" w:rsidR="00EE7519" w:rsidRPr="006E36B9" w:rsidRDefault="00EE7519" w:rsidP="00EE7519">
      <w:pPr>
        <w:pStyle w:val="Centr"/>
      </w:pPr>
      <w:r w:rsidRPr="006E36B9">
        <w:t>*</w:t>
      </w:r>
    </w:p>
    <w:p w14:paraId="729F161C" w14:textId="77777777" w:rsidR="00EE7519" w:rsidRPr="006E36B9" w:rsidRDefault="00EE7519" w:rsidP="00EE7519">
      <w:r w:rsidRPr="006E36B9">
        <w:t xml:space="preserve">Dimanche matin. Cinq heures. Réveil. Pas d’eau pour </w:t>
      </w:r>
      <w:smartTag w:uri="urn:schemas-microsoft-com:office:smarttags" w:element="PersonName">
        <w:smartTagPr>
          <w:attr w:name="ProductID" w:val="la toilette. Il"/>
        </w:smartTagPr>
        <w:r w:rsidRPr="006E36B9">
          <w:t>la toilette. Il</w:t>
        </w:r>
      </w:smartTag>
      <w:r w:rsidRPr="006E36B9">
        <w:t xml:space="preserve"> faut partir sur le « Timber-Jack » et abattre </w:t>
      </w:r>
      <w:smartTag w:uri="urn:schemas-microsoft-com:office:smarttags" w:element="metricconverter">
        <w:smartTagPr>
          <w:attr w:name="ProductID" w:val="20 kilom￨tres"/>
        </w:smartTagPr>
        <w:r w:rsidRPr="006E36B9">
          <w:t>20 kil</w:t>
        </w:r>
        <w:r w:rsidRPr="006E36B9">
          <w:t>o</w:t>
        </w:r>
        <w:r w:rsidRPr="006E36B9">
          <w:t>mètres</w:t>
        </w:r>
      </w:smartTag>
      <w:r w:rsidRPr="006E36B9">
        <w:t xml:space="preserve"> dans la matinée pour arriver à temps à </w:t>
      </w:r>
      <w:proofErr w:type="spellStart"/>
      <w:r w:rsidRPr="006E36B9">
        <w:t>Warburton</w:t>
      </w:r>
      <w:proofErr w:type="spellEnd"/>
      <w:r w:rsidRPr="006E36B9">
        <w:t xml:space="preserve"> où nous sommes attendus. Mais quel est cet extraordinaire véh</w:t>
      </w:r>
      <w:r w:rsidRPr="006E36B9">
        <w:t>i</w:t>
      </w:r>
      <w:r w:rsidRPr="006E36B9">
        <w:t xml:space="preserve">cule, là-bas, sur une voie de garage ? Hurrah ! Un chariot de </w:t>
      </w:r>
      <w:r w:rsidRPr="006E36B9">
        <w:lastRenderedPageBreak/>
        <w:t>fer aux roues énormes ! Les sacs sont empilés, ficelés avec des la</w:t>
      </w:r>
      <w:r w:rsidRPr="006E36B9">
        <w:t>s</w:t>
      </w:r>
      <w:r w:rsidRPr="006E36B9">
        <w:t>sos. Une barre de fer coincée entre le caisson et les roues peut, à la rigueur, servir de frein. En route. Le chariot démarre en un effroyable tintamarre de ferraille.</w:t>
      </w:r>
    </w:p>
    <w:p w14:paraId="5C2029DB" w14:textId="77777777" w:rsidR="00EE7519" w:rsidRPr="006E36B9" w:rsidRDefault="00EE7519" w:rsidP="00EE7519">
      <w:r w:rsidRPr="006E36B9">
        <w:t>Des souvenirs de bobsleigh sur les pistes de Savoie ou de Dauphiné me viennent à l’esprit.</w:t>
      </w:r>
    </w:p>
    <w:p w14:paraId="58F28FCC" w14:textId="77777777" w:rsidR="00EE7519" w:rsidRPr="006E36B9" w:rsidRDefault="00EE7519" w:rsidP="00EE7519">
      <w:r w:rsidRPr="006E36B9">
        <w:t xml:space="preserve">La voie serpente entre des rochers, des </w:t>
      </w:r>
      <w:proofErr w:type="spellStart"/>
      <w:r w:rsidRPr="006E36B9">
        <w:t>gum-trees</w:t>
      </w:r>
      <w:proofErr w:type="spellEnd"/>
      <w:r w:rsidRPr="006E36B9">
        <w:t xml:space="preserve">, des buissons d’où jaillissent, effrayés par le bruit, des </w:t>
      </w:r>
      <w:proofErr w:type="spellStart"/>
      <w:r w:rsidRPr="006E36B9">
        <w:t>mags</w:t>
      </w:r>
      <w:proofErr w:type="spellEnd"/>
      <w:r w:rsidRPr="006E36B9">
        <w:t xml:space="preserve">-pies et des perroquets en feu d’artifice. Des </w:t>
      </w:r>
      <w:proofErr w:type="spellStart"/>
      <w:r w:rsidRPr="006E36B9">
        <w:t>kookaburras</w:t>
      </w:r>
      <w:proofErr w:type="spellEnd"/>
      <w:r w:rsidRPr="006E36B9">
        <w:t xml:space="preserve"> commentent l’affaire en gros rires sans retenue.</w:t>
      </w:r>
    </w:p>
    <w:p w14:paraId="6C836BC2" w14:textId="77777777" w:rsidR="00EE7519" w:rsidRPr="006E36B9" w:rsidRDefault="00EE7519" w:rsidP="00EE7519">
      <w:r w:rsidRPr="006E36B9">
        <w:t>Les ponts jetés au-dessus des ravins tremblent et craquent au passage du chariot. À quel tournant vais-je rencontrer le cow-boy lancé à plein galop, une jeune fille évanouie jetée en travers de sa selle ?</w:t>
      </w:r>
    </w:p>
    <w:p w14:paraId="08C9EBD7" w14:textId="77777777" w:rsidR="00EE7519" w:rsidRPr="006E36B9" w:rsidRDefault="00EE7519" w:rsidP="00EE7519">
      <w:r w:rsidRPr="006E36B9">
        <w:t>En fait d’outlaw, j’aperçois brusquement juste en face de moi, sur la voie, une étrange voiture.</w:t>
      </w:r>
    </w:p>
    <w:p w14:paraId="45693C0C" w14:textId="77777777" w:rsidR="00EE7519" w:rsidRPr="006E36B9" w:rsidRDefault="00EE7519" w:rsidP="00EE7519">
      <w:r w:rsidRPr="006E36B9">
        <w:t xml:space="preserve">Vite, la barre de fer contre </w:t>
      </w:r>
      <w:smartTag w:uri="urn:schemas-microsoft-com:office:smarttags" w:element="PersonName">
        <w:smartTagPr>
          <w:attr w:name="ProductID" w:val="la roue. Je"/>
        </w:smartTagPr>
        <w:r w:rsidRPr="006E36B9">
          <w:t>la roue. Je</w:t>
        </w:r>
      </w:smartTag>
      <w:r w:rsidRPr="006E36B9">
        <w:t xml:space="preserve"> pèse de toutes mes forces et stoppe à un mètre à peine d’une Ford invraisemblable montée sur quatre roues de fer analogues à celles de mon ch</w:t>
      </w:r>
      <w:r w:rsidRPr="006E36B9">
        <w:t>a</w:t>
      </w:r>
      <w:r w:rsidRPr="006E36B9">
        <w:t>riot. Le conducteur, d’émotion, a calé son moteur. Je sens que les explications vont être orageuses et je préfère, pour plus de sécurité, oublier d’un seul coup tout mon anglais. La conclusion d’une conversation impossible est que la Ford doit me pousser à reculons jusqu’à une voie de garage où je peux lui laisser pa</w:t>
      </w:r>
      <w:r w:rsidRPr="006E36B9">
        <w:t>s</w:t>
      </w:r>
      <w:r w:rsidRPr="006E36B9">
        <w:t xml:space="preserve">sage libre. Quelques instants après, je suis au bas de </w:t>
      </w:r>
      <w:smartTag w:uri="urn:schemas-microsoft-com:office:smarttags" w:element="PersonName">
        <w:smartTagPr>
          <w:attr w:name="ProductID" w:val="la montagne. L"/>
        </w:smartTagPr>
        <w:r w:rsidRPr="006E36B9">
          <w:t>la mont</w:t>
        </w:r>
        <w:r w:rsidRPr="006E36B9">
          <w:t>a</w:t>
        </w:r>
        <w:r w:rsidRPr="006E36B9">
          <w:t>gne. L</w:t>
        </w:r>
      </w:smartTag>
      <w:r w:rsidRPr="006E36B9">
        <w:t xml:space="preserve">’autocar commandé avant notre départ est là. J’attends mes camarades. Dans une heure à peine nous pourrons être à </w:t>
      </w:r>
      <w:proofErr w:type="spellStart"/>
      <w:r w:rsidRPr="006E36B9">
        <w:t>Wa</w:t>
      </w:r>
      <w:r w:rsidRPr="006E36B9">
        <w:t>r</w:t>
      </w:r>
      <w:r w:rsidRPr="006E36B9">
        <w:t>burton</w:t>
      </w:r>
      <w:proofErr w:type="spellEnd"/>
      <w:r w:rsidRPr="006E36B9">
        <w:t>.</w:t>
      </w:r>
    </w:p>
    <w:p w14:paraId="713160E3" w14:textId="77777777" w:rsidR="00EE7519" w:rsidRPr="006E36B9" w:rsidRDefault="00EE7519" w:rsidP="00EE7519">
      <w:pPr>
        <w:pStyle w:val="Centr"/>
      </w:pPr>
      <w:r w:rsidRPr="006E36B9">
        <w:t>*</w:t>
      </w:r>
    </w:p>
    <w:p w14:paraId="0E5EDE14" w14:textId="77777777" w:rsidR="00EE7519" w:rsidRPr="006E36B9" w:rsidRDefault="00EE7519" w:rsidP="00EE7519">
      <w:r w:rsidRPr="006E36B9">
        <w:lastRenderedPageBreak/>
        <w:t>Il est des contrastes agréables. Depuis trois jours nous v</w:t>
      </w:r>
      <w:r w:rsidRPr="006E36B9">
        <w:t>i</w:t>
      </w:r>
      <w:r w:rsidRPr="006E36B9">
        <w:t xml:space="preserve">vons dans le bush, durement. Maintenant, la petite ville </w:t>
      </w:r>
      <w:r w:rsidR="007B1648" w:rsidRPr="006E36B9">
        <w:t>o</w:t>
      </w:r>
      <w:r w:rsidR="007B1648">
        <w:t>ù</w:t>
      </w:r>
      <w:r w:rsidR="007B1648" w:rsidRPr="006E36B9">
        <w:t xml:space="preserve"> </w:t>
      </w:r>
      <w:r w:rsidRPr="006E36B9">
        <w:t xml:space="preserve">nous allons passer Noël ressemble à une station de montagne, en France. Le vent léger est vif comme un air de Savoie. Les vallées invitent à </w:t>
      </w:r>
      <w:smartTag w:uri="urn:schemas-microsoft-com:office:smarttags" w:element="PersonName">
        <w:smartTagPr>
          <w:attr w:name="ProductID" w:val="la promenade. Des"/>
        </w:smartTagPr>
        <w:r w:rsidRPr="006E36B9">
          <w:t>la promenade. Des</w:t>
        </w:r>
      </w:smartTag>
      <w:r w:rsidRPr="006E36B9">
        <w:t xml:space="preserve"> touristes, raquettes sous le bras vont au tennis.</w:t>
      </w:r>
    </w:p>
    <w:p w14:paraId="687A513F" w14:textId="77777777" w:rsidR="00EE7519" w:rsidRPr="006E36B9" w:rsidRDefault="00EE7519" w:rsidP="00EE7519">
      <w:r w:rsidRPr="006E36B9">
        <w:t>S’il neigeait, on pourrait faire du ski, là-bas sur des pentes. Et l’hôtel est un chalet suisse. Nous sommes dans les Alpes.</w:t>
      </w:r>
    </w:p>
    <w:p w14:paraId="378BCFA1" w14:textId="77777777" w:rsidR="00EE7519" w:rsidRPr="006E36B9" w:rsidRDefault="00EE7519" w:rsidP="00EE7519">
      <w:r w:rsidRPr="006E36B9">
        <w:t>Mais non, les arbres sous ma fenêtre sont des eucalyptus et les fleurs sur la table sont si étranges, et tourmentées qu’elles étouffent le souvenir même des edelweiss. Nous sommes en Australie et, ce soir, nous fêterons Noël aux antipodes.</w:t>
      </w:r>
    </w:p>
    <w:p w14:paraId="09A922FE" w14:textId="77777777" w:rsidR="00EE7519" w:rsidRPr="00006BCB" w:rsidRDefault="00EE7519" w:rsidP="00EE7519">
      <w:pPr>
        <w:pStyle w:val="Titre2"/>
        <w:rPr>
          <w:szCs w:val="44"/>
        </w:rPr>
      </w:pPr>
      <w:bookmarkStart w:id="29" w:name="_TOC65839"/>
      <w:bookmarkStart w:id="30" w:name="_Toc195610652"/>
      <w:bookmarkEnd w:id="29"/>
      <w:r w:rsidRPr="00006BCB">
        <w:rPr>
          <w:szCs w:val="44"/>
        </w:rPr>
        <w:lastRenderedPageBreak/>
        <w:t>NOËL AUX ANTIPODES</w:t>
      </w:r>
      <w:bookmarkEnd w:id="30"/>
    </w:p>
    <w:p w14:paraId="38B01309" w14:textId="77777777" w:rsidR="00EE7519" w:rsidRPr="006E36B9" w:rsidRDefault="00EE7519" w:rsidP="00EE7519">
      <w:r w:rsidRPr="006E36B9">
        <w:t>En France aujourd’hui, l’hiver s’appesantit. Il fait froid. Le givre fleurit d’étincelles les branches dénudées des arbres et la bise siffle autour des maisons. La neige feutre les routes, tran</w:t>
      </w:r>
      <w:r w:rsidRPr="006E36B9">
        <w:t>s</w:t>
      </w:r>
      <w:r w:rsidRPr="006E36B9">
        <w:t>forme les sapins en arbres de légendes. L’étoile polaire brille dans le ciel glacial.</w:t>
      </w:r>
    </w:p>
    <w:p w14:paraId="55D712EA" w14:textId="77777777" w:rsidR="00EE7519" w:rsidRPr="006E36B9" w:rsidRDefault="00EE7519" w:rsidP="00EE7519">
      <w:r w:rsidRPr="006E36B9">
        <w:t>Nuit de Noël en France.</w:t>
      </w:r>
    </w:p>
    <w:p w14:paraId="36FD8243" w14:textId="77777777" w:rsidR="00EE7519" w:rsidRPr="006E36B9" w:rsidRDefault="00EE7519" w:rsidP="00EE7519">
      <w:r w:rsidRPr="006E36B9">
        <w:t xml:space="preserve">Ici, la température est tiède comme chez nous un beau soir d’été. Un vent très doux balaye la cime des arbres, joue dans les feuilles des gommiers. Un parfum violent d’eucalyptus flotte dans l’air chaud. Au ciel plus clair, la Croix du Sud invite à </w:t>
      </w:r>
      <w:smartTag w:uri="urn:schemas-microsoft-com:office:smarttags" w:element="PersonName">
        <w:smartTagPr>
          <w:attr w:name="ProductID" w:val="la pri￨re. Nuit"/>
        </w:smartTagPr>
        <w:r w:rsidRPr="006E36B9">
          <w:t>la prière. Nuit</w:t>
        </w:r>
      </w:smartTag>
      <w:r w:rsidRPr="006E36B9">
        <w:t xml:space="preserve"> de Noël en Australie. Joseph et Marie, il y a deux mille ans, en ce même temps, marchèrent tout le long du jour. Le soir, n’ayant point trouvé de gîte ils s’arrêtèrent devant une grotte. Peut-être allumèrent-ils un petit feu de bois pour se pr</w:t>
      </w:r>
      <w:r w:rsidRPr="006E36B9">
        <w:t>o</w:t>
      </w:r>
      <w:r w:rsidRPr="006E36B9">
        <w:t>téger du froid qui tombait. Sans fête, sans lumières, le grand mystère de la Nativité s’accomplit.</w:t>
      </w:r>
    </w:p>
    <w:p w14:paraId="367B035B" w14:textId="77777777" w:rsidR="00EE7519" w:rsidRPr="006E36B9" w:rsidRDefault="00EE7519" w:rsidP="00EE7519">
      <w:r w:rsidRPr="006E36B9">
        <w:t>Nous avons, nous aussi marché, durement dans le bush tout le long du jour. Ce soir, nous célébrerons N</w:t>
      </w:r>
      <w:r>
        <w:t>oë</w:t>
      </w:r>
      <w:r w:rsidRPr="006E36B9">
        <w:t>l sans nos f</w:t>
      </w:r>
      <w:r w:rsidRPr="006E36B9">
        <w:t>a</w:t>
      </w:r>
      <w:r w:rsidRPr="006E36B9">
        <w:t>milles, sans fêtes en somme puisqu’il n’y a pas messe de minuit en Australie. Simplement, nous nous réunirons autour d’un feu de camp, sous les étoiles. Ensemble, nous essayerons de revivre la Nuit de Noë</w:t>
      </w:r>
      <w:r>
        <w:t>l</w:t>
      </w:r>
      <w:r w:rsidRPr="006E36B9">
        <w:t>.</w:t>
      </w:r>
    </w:p>
    <w:p w14:paraId="283C8AAF" w14:textId="77777777" w:rsidR="00EE7519" w:rsidRPr="006E36B9" w:rsidRDefault="00EE7519" w:rsidP="00EE7519">
      <w:r w:rsidRPr="006E36B9">
        <w:t xml:space="preserve">Les habitants de </w:t>
      </w:r>
      <w:proofErr w:type="spellStart"/>
      <w:r w:rsidR="007B1648">
        <w:t>W</w:t>
      </w:r>
      <w:r w:rsidR="007B1648" w:rsidRPr="006E36B9">
        <w:t>arburton</w:t>
      </w:r>
      <w:proofErr w:type="spellEnd"/>
      <w:r w:rsidRPr="006E36B9">
        <w:t>, de nombreux touristes et la troupe scoute assistent à notre feu.</w:t>
      </w:r>
    </w:p>
    <w:p w14:paraId="35A12022" w14:textId="77777777" w:rsidR="00EE7519" w:rsidRPr="006E36B9" w:rsidRDefault="00EE7519" w:rsidP="00EE7519">
      <w:r w:rsidRPr="006E36B9">
        <w:t>Nous donnons quelques sketches, quelques chants puis nous jouons le N</w:t>
      </w:r>
      <w:r>
        <w:t>oë</w:t>
      </w:r>
      <w:r w:rsidRPr="006E36B9">
        <w:t>l par personnages des Comédiens-Routiers.</w:t>
      </w:r>
    </w:p>
    <w:p w14:paraId="015A99EA" w14:textId="77777777" w:rsidR="00EE7519" w:rsidRPr="006E36B9" w:rsidRDefault="00EE7519" w:rsidP="00EE7519">
      <w:r w:rsidRPr="006E36B9">
        <w:lastRenderedPageBreak/>
        <w:t xml:space="preserve">Vêtu de la houppelande rouge selon la tradition anglaise, le père Noël un peu effaré arrive au milieu du feu. Il passait au-dessus de l’Australie, emporté par son char attelé de rennes lorsqu’un coup de vent, très haut dans le ciel, l’a renversé. Il a pu atterrir sans blessure mais il ignore tout à fait où il se trouve. Que font tous ces gens assis en rond autour de la flamme ? Un scout complaisant lui explique qu’il vient d’arriver à </w:t>
      </w:r>
      <w:proofErr w:type="spellStart"/>
      <w:r w:rsidRPr="006E36B9">
        <w:t>Warburton</w:t>
      </w:r>
      <w:proofErr w:type="spellEnd"/>
      <w:r w:rsidRPr="006E36B9">
        <w:t xml:space="preserve"> au feu de camp des scouts et éclaireurs de France. Que tous ici sont ravis de recevoir le père Noë</w:t>
      </w:r>
      <w:r>
        <w:t>l</w:t>
      </w:r>
      <w:r w:rsidRPr="006E36B9">
        <w:t xml:space="preserve">, que… Les beaux discours soudain s’arrêtent dans sa gorge. Là-bas, </w:t>
      </w:r>
      <w:smartTag w:uri="urn:schemas-microsoft-com:office:smarttags" w:element="PersonName">
        <w:smartTagPr>
          <w:attr w:name="ProductID" w:val="la Sainte Vierge"/>
        </w:smartTagPr>
        <w:r w:rsidRPr="006E36B9">
          <w:t>la Sainte Vierge</w:t>
        </w:r>
      </w:smartTag>
      <w:r w:rsidRPr="006E36B9">
        <w:t xml:space="preserve"> et saint Joseph dessinent sur la nuit deux figures d’imagerie pop</w:t>
      </w:r>
      <w:r w:rsidRPr="006E36B9">
        <w:t>u</w:t>
      </w:r>
      <w:r w:rsidRPr="006E36B9">
        <w:t>laire. Ils s’approchent et demandent au scout et au père Noël un gîte pour la nuit.</w:t>
      </w:r>
    </w:p>
    <w:p w14:paraId="0BCF4628" w14:textId="77777777" w:rsidR="00EE7519" w:rsidRPr="006E36B9" w:rsidRDefault="00EE7519" w:rsidP="00EE7519">
      <w:r w:rsidRPr="006E36B9">
        <w:t>Un gîte ! Mais rien n’est plus facile ! Justement à ce carr</w:t>
      </w:r>
      <w:r w:rsidRPr="006E36B9">
        <w:t>e</w:t>
      </w:r>
      <w:r w:rsidRPr="006E36B9">
        <w:t>four, trois hôtels se sont ouverts. Voici le premier. Le second, le troisième.</w:t>
      </w:r>
    </w:p>
    <w:p w14:paraId="29C31D16" w14:textId="77777777" w:rsidR="00EE7519" w:rsidRPr="006E36B9" w:rsidRDefault="00EE7519" w:rsidP="00EE7519">
      <w:r w:rsidRPr="006E36B9">
        <w:t xml:space="preserve">Tandis que le scout parle, trois hôteliers entrent en scène. Le directeur du palace en habit et plastron impeccable, la vieille fille acariâtre directrice de la pension de famille, le gros, gras et rouge aubergiste en tablier et bonnet blanc. </w:t>
      </w:r>
      <w:r w:rsidR="007B1648" w:rsidRPr="006E36B9">
        <w:t>Tou</w:t>
      </w:r>
      <w:r w:rsidR="007B1648">
        <w:t>s</w:t>
      </w:r>
      <w:r w:rsidR="007B1648" w:rsidRPr="006E36B9">
        <w:t xml:space="preserve"> </w:t>
      </w:r>
      <w:r w:rsidRPr="006E36B9">
        <w:t>trois tiennent à la main une bougie allumée.</w:t>
      </w:r>
    </w:p>
    <w:p w14:paraId="3D3FAEF2" w14:textId="77777777" w:rsidR="00EE7519" w:rsidRPr="006E36B9" w:rsidRDefault="00EE7519" w:rsidP="00EE7519">
      <w:r w:rsidRPr="006E36B9">
        <w:t>Fatigué par la longue course, saint Joseph humblement demande une chambre à chacun des trois hôteliers. La vieille fi</w:t>
      </w:r>
      <w:r w:rsidRPr="006E36B9">
        <w:t>l</w:t>
      </w:r>
      <w:r w:rsidRPr="006E36B9">
        <w:t>le refuse en un flot de paroles qu’elle débite comme une perr</w:t>
      </w:r>
      <w:r w:rsidRPr="006E36B9">
        <w:t>u</w:t>
      </w:r>
      <w:r w:rsidRPr="006E36B9">
        <w:t>che d’une voix de fausset et souffle sa bougie. Le gros, gras et rouge aubergiste, sourd comme un pot, ne veut rien entendre et souffle sa bougie. Le directeur du palace n’a même pas un r</w:t>
      </w:r>
      <w:r w:rsidRPr="006E36B9">
        <w:t>e</w:t>
      </w:r>
      <w:r w:rsidRPr="006E36B9">
        <w:t xml:space="preserve">gard pour le pauvre homme qui s’incline devant lui. Il éteint sa bougie et s’en va dédaigneux, suivi des deux autres… Le scout s’indigne de la dureté des hommes. Comment ! Personne ne voudra loger </w:t>
      </w:r>
      <w:smartTag w:uri="urn:schemas-microsoft-com:office:smarttags" w:element="PersonName">
        <w:smartTagPr>
          <w:attr w:name="ProductID" w:val="la Sainte Vierge"/>
        </w:smartTagPr>
        <w:r w:rsidRPr="006E36B9">
          <w:t>la Sainte Vierge</w:t>
        </w:r>
      </w:smartTag>
      <w:r w:rsidRPr="006E36B9">
        <w:t xml:space="preserve"> et saint </w:t>
      </w:r>
      <w:r w:rsidRPr="006E36B9">
        <w:lastRenderedPageBreak/>
        <w:t>Joseph ! Toutes les portes se fermeront devant eux ! Mais ce n’est pas possible, il y a bien des gens ici qui donneront leur demeure et si, personne n’accepte, eh bien ! les scouts offriront leurs tentes et couch</w:t>
      </w:r>
      <w:r w:rsidRPr="006E36B9">
        <w:t>e</w:t>
      </w:r>
      <w:r w:rsidRPr="006E36B9">
        <w:t>ront, eux à la belle étoile.</w:t>
      </w:r>
    </w:p>
    <w:p w14:paraId="4F2742DB" w14:textId="77777777" w:rsidR="00EE7519" w:rsidRPr="006E36B9" w:rsidRDefault="00EE7519" w:rsidP="00EE7519">
      <w:r w:rsidRPr="006E36B9">
        <w:t xml:space="preserve">Sur un signe de la Vierge, le père Noël a pris </w:t>
      </w:r>
      <w:smartTag w:uri="urn:schemas-microsoft-com:office:smarttags" w:element="PersonName">
        <w:smartTagPr>
          <w:attr w:name="ProductID" w:val="la parole. Il"/>
        </w:smartTagPr>
        <w:r w:rsidRPr="006E36B9">
          <w:t>la parole. Il</w:t>
        </w:r>
      </w:smartTag>
      <w:r w:rsidRPr="006E36B9">
        <w:t xml:space="preserve"> faut que les écritures s’accomplissent. Celui qui, plus tard, dira : « Bienheureux les pauvres, doit naître lui-même pauvre et nu dans une étable.</w:t>
      </w:r>
    </w:p>
    <w:p w14:paraId="303CB1E9" w14:textId="77777777" w:rsidR="00EE7519" w:rsidRPr="006E36B9" w:rsidRDefault="00EE7519" w:rsidP="00EE7519">
      <w:r w:rsidRPr="006E36B9">
        <w:t>Tandis que la Vierge et saint Joseph s’éloignent dans la nuit, le père Noël et le scout, à haute voix, disent l’Ave Maria.</w:t>
      </w:r>
    </w:p>
    <w:p w14:paraId="23821622" w14:textId="77777777" w:rsidR="00EE7519" w:rsidRPr="006E36B9" w:rsidRDefault="00EE7519" w:rsidP="00EE7519">
      <w:r w:rsidRPr="006E36B9">
        <w:t>Deux bergers cependant sont venus s’asseoir auprès du feu. I</w:t>
      </w:r>
      <w:r>
        <w:t>l</w:t>
      </w:r>
      <w:r w:rsidRPr="006E36B9">
        <w:t>s chauffent leurs mains à la flamme et devisent d’un passio</w:t>
      </w:r>
      <w:r w:rsidRPr="006E36B9">
        <w:t>n</w:t>
      </w:r>
      <w:r w:rsidRPr="006E36B9">
        <w:t xml:space="preserve">nant sujet. Le bruit court qu’un trésor a été trouvé dans </w:t>
      </w:r>
      <w:smartTag w:uri="urn:schemas-microsoft-com:office:smarttags" w:element="PersonName">
        <w:smartTagPr>
          <w:attr w:name="ProductID" w:val="la r￩gion. Les"/>
        </w:smartTagPr>
        <w:r w:rsidRPr="006E36B9">
          <w:t>la r</w:t>
        </w:r>
        <w:r w:rsidRPr="006E36B9">
          <w:t>é</w:t>
        </w:r>
        <w:r w:rsidRPr="006E36B9">
          <w:t>gion. Les</w:t>
        </w:r>
      </w:smartTag>
      <w:r w:rsidRPr="006E36B9">
        <w:t xml:space="preserve"> uns crient au miracle, les autres au mensonge. Just</w:t>
      </w:r>
      <w:r w:rsidRPr="006E36B9">
        <w:t>e</w:t>
      </w:r>
      <w:r w:rsidRPr="006E36B9">
        <w:t xml:space="preserve">ment, </w:t>
      </w:r>
      <w:r>
        <w:t>l</w:t>
      </w:r>
      <w:r w:rsidRPr="006E36B9">
        <w:t>es deux bergers sont d’avis différent et discutent si âprement qu’ils en viennent aux mains. Le scout va intervenir lorsqu’un très vieux berger vient séparer les combattants. Se battre par une nuit pareille ! Quel sacrilège ! Cette nuit est la plus grande que le monde ait jamais connue. Dans les siècles à venir, chaque année à cette date, elle sera commémorée ! Il s’agit d’un trésor ? Sans doute ! Mais pas de ce trésor matériel qui fait briller les yeux de désir ! Non ! Le trésor dont cette nuit sera à jamais enrichie, c’est la venue du Messie sur la terre, la naissance du Dieu fait homme.</w:t>
      </w:r>
    </w:p>
    <w:p w14:paraId="5097CBB3" w14:textId="77777777" w:rsidR="00EE7519" w:rsidRPr="006E36B9" w:rsidRDefault="00EE7519" w:rsidP="00EE7519">
      <w:r w:rsidRPr="006E36B9">
        <w:t>Bouches bées, les deux bergers, calmés maintenant, éco</w:t>
      </w:r>
      <w:r w:rsidRPr="006E36B9">
        <w:t>u</w:t>
      </w:r>
      <w:r w:rsidRPr="006E36B9">
        <w:t>tent l’étonnante histoire. Le père Noël alors leur propose de prendre des cadeaux et de venir adorer l’Enfant-Dieu.</w:t>
      </w:r>
    </w:p>
    <w:p w14:paraId="6A6E7874" w14:textId="77777777" w:rsidR="00EE7519" w:rsidRPr="006E36B9" w:rsidRDefault="00EE7519" w:rsidP="00EE7519">
      <w:r w:rsidRPr="006E36B9">
        <w:t xml:space="preserve">Le vieux </w:t>
      </w:r>
      <w:r w:rsidR="007B1648" w:rsidRPr="006E36B9">
        <w:t>No</w:t>
      </w:r>
      <w:r w:rsidR="007B1648">
        <w:t>ë</w:t>
      </w:r>
      <w:r w:rsidR="007B1648" w:rsidRPr="006E36B9">
        <w:t>l </w:t>
      </w:r>
      <w:r w:rsidRPr="006E36B9">
        <w:t>:</w:t>
      </w:r>
    </w:p>
    <w:p w14:paraId="2B0FDF98" w14:textId="77777777" w:rsidR="00EE7519" w:rsidRPr="006E36B9" w:rsidRDefault="00EE7519" w:rsidP="00EE7519">
      <w:r w:rsidRPr="006E36B9">
        <w:t>« Il est né le divin enfant,</w:t>
      </w:r>
    </w:p>
    <w:p w14:paraId="1B01A1D0" w14:textId="77777777" w:rsidR="00EE7519" w:rsidRPr="006E36B9" w:rsidRDefault="00EE7519" w:rsidP="00EE7519">
      <w:r w:rsidRPr="006E36B9">
        <w:lastRenderedPageBreak/>
        <w:t xml:space="preserve">Jouez hautbois, résonnez musettes », retentit, chanté par tous </w:t>
      </w:r>
      <w:r w:rsidR="007B1648">
        <w:t xml:space="preserve">et la petite bande faisant le tour du feu </w:t>
      </w:r>
      <w:r w:rsidRPr="006E36B9">
        <w:t xml:space="preserve">se dirige vers </w:t>
      </w:r>
      <w:smartTag w:uri="urn:schemas-microsoft-com:office:smarttags" w:element="PersonName">
        <w:smartTagPr>
          <w:attr w:name="ProductID" w:val="la fen￪tre. Les"/>
        </w:smartTagPr>
        <w:r w:rsidRPr="006E36B9">
          <w:t>la cr</w:t>
        </w:r>
        <w:r w:rsidRPr="006E36B9">
          <w:t>è</w:t>
        </w:r>
        <w:r w:rsidRPr="006E36B9">
          <w:t>che. Le</w:t>
        </w:r>
      </w:smartTag>
      <w:r w:rsidRPr="006E36B9">
        <w:t xml:space="preserve"> père Noël soulève une couverture formant rideau. Écla</w:t>
      </w:r>
      <w:r w:rsidRPr="006E36B9">
        <w:t>i</w:t>
      </w:r>
      <w:r w:rsidRPr="006E36B9">
        <w:t>ré en rouge par des flammes du foyer, la crèche apparaît simple tableau de primitif : Saint Joseph, la Vierge et dans un panier entouré de chiffons, poupée qui représente l’Enfant Jésus. Pour fond, un rocher, des mimosas, que</w:t>
      </w:r>
      <w:r w:rsidRPr="006E36B9">
        <w:t>l</w:t>
      </w:r>
      <w:r w:rsidRPr="006E36B9">
        <w:t>ques buissons.</w:t>
      </w:r>
    </w:p>
    <w:p w14:paraId="28A96901" w14:textId="77777777" w:rsidR="00EE7519" w:rsidRPr="006E36B9" w:rsidRDefault="00EE7519" w:rsidP="00EE7519">
      <w:r w:rsidRPr="006E36B9">
        <w:t xml:space="preserve">Éblouis, </w:t>
      </w:r>
      <w:r>
        <w:t>l</w:t>
      </w:r>
      <w:r w:rsidRPr="006E36B9">
        <w:t>es bergers se sont agenouillés. L’un offre le flutiau qu’il taillait dans un morceau de bois. Un autre sa pipe et son tabac qui fera tout au moins plaisir à saint Joseph. Le troisième qui n’a rien apporté danse une bourrée pour faire rire l’Enfant.</w:t>
      </w:r>
    </w:p>
    <w:p w14:paraId="062E06EF" w14:textId="77777777" w:rsidR="00EE7519" w:rsidRPr="006E36B9" w:rsidRDefault="00EE7519" w:rsidP="00EE7519">
      <w:r w:rsidRPr="006E36B9">
        <w:t>L’arrivée des Rois Mages qui, très dignes et drapés dans des couvertures bariolées, viennent offrir leurs présents inte</w:t>
      </w:r>
      <w:r w:rsidRPr="006E36B9">
        <w:t>r</w:t>
      </w:r>
      <w:r w:rsidRPr="006E36B9">
        <w:t>rompt sa danse.</w:t>
      </w:r>
    </w:p>
    <w:p w14:paraId="2ECCC1D0" w14:textId="77777777" w:rsidR="00EE7519" w:rsidRPr="006E36B9" w:rsidRDefault="00EE7519" w:rsidP="00EE7519">
      <w:r w:rsidRPr="006E36B9">
        <w:t>Peu à peu, débordants de joie en cette nuit magnifique, les bergers se mettent à chanter, à danser, à jouer des pantom</w:t>
      </w:r>
      <w:r w:rsidRPr="006E36B9">
        <w:t>i</w:t>
      </w:r>
      <w:r w:rsidRPr="006E36B9">
        <w:t xml:space="preserve">mes tant et si fort que </w:t>
      </w:r>
      <w:smartTag w:uri="urn:schemas-microsoft-com:office:smarttags" w:element="PersonName">
        <w:smartTagPr>
          <w:attr w:name="ProductID" w:val="la Sainte Vierge"/>
        </w:smartTagPr>
        <w:r w:rsidRPr="006E36B9">
          <w:t>la Sainte Vierge</w:t>
        </w:r>
      </w:smartTag>
      <w:r w:rsidRPr="006E36B9">
        <w:t xml:space="preserve"> doucement leur fait compre</w:t>
      </w:r>
      <w:r w:rsidRPr="006E36B9">
        <w:t>n</w:t>
      </w:r>
      <w:r w:rsidRPr="006E36B9">
        <w:t>dre que l’Enfant va être fatigué.</w:t>
      </w:r>
    </w:p>
    <w:p w14:paraId="00340AE1" w14:textId="77777777" w:rsidR="00EE7519" w:rsidRPr="006E36B9" w:rsidRDefault="00EE7519" w:rsidP="00EE7519">
      <w:r w:rsidRPr="006E36B9">
        <w:t>Une dernière fois, les bergers et les Mages s’inclinent d</w:t>
      </w:r>
      <w:r w:rsidRPr="006E36B9">
        <w:t>e</w:t>
      </w:r>
      <w:r w:rsidRPr="006E36B9">
        <w:t xml:space="preserve">vant le berceau. Le père Noël fait retomber la couverture qui masque la crèche, et tous se retirent en chantant le « Gloria in </w:t>
      </w:r>
      <w:proofErr w:type="spellStart"/>
      <w:r w:rsidRPr="006E36B9">
        <w:t>excelsis</w:t>
      </w:r>
      <w:proofErr w:type="spellEnd"/>
      <w:r w:rsidRPr="006E36B9">
        <w:t xml:space="preserve"> ». Gênés d’abord par la nécessité de parler anglais, nous avons été, très vite, pris par notre propre jeu et nous avons vraiment vécu pendant quelques instants le grand mystère de </w:t>
      </w:r>
      <w:smartTag w:uri="urn:schemas-microsoft-com:office:smarttags" w:element="PersonName">
        <w:smartTagPr>
          <w:attr w:name="ProductID" w:val="la Nativit￩. Le"/>
        </w:smartTagPr>
        <w:r w:rsidRPr="006E36B9">
          <w:t>la Nativité. Le</w:t>
        </w:r>
      </w:smartTag>
      <w:r w:rsidRPr="006E36B9">
        <w:t xml:space="preserve"> public, dont nous redoutions les réactions devant cette représentation par personnages de </w:t>
      </w:r>
      <w:smartTag w:uri="urn:schemas-microsoft-com:office:smarttags" w:element="PersonName">
        <w:smartTagPr>
          <w:attr w:name="ProductID" w:val="la Sainte Vierge"/>
        </w:smartTagPr>
        <w:r w:rsidRPr="006E36B9">
          <w:t>la Sainte Vierge</w:t>
        </w:r>
      </w:smartTag>
      <w:r w:rsidRPr="006E36B9">
        <w:t xml:space="preserve"> et de Saint Joseph a tout de suite compris la simplicité naïve de ce Noël et, comme nous-mêmes, il est entré dans le jeu.</w:t>
      </w:r>
    </w:p>
    <w:p w14:paraId="679203B2" w14:textId="77777777" w:rsidR="00EE7519" w:rsidRPr="006E36B9" w:rsidRDefault="00EE7519" w:rsidP="00EE7519">
      <w:r w:rsidRPr="006E36B9">
        <w:lastRenderedPageBreak/>
        <w:t>Maintenant l’assistance s’est retirée. Les flammes sont tombées. Groupés autour du monceau de braises, nous fêtons Noël entre nous, pour nous seuls.</w:t>
      </w:r>
    </w:p>
    <w:p w14:paraId="67A4B913" w14:textId="77777777" w:rsidR="00EE7519" w:rsidRPr="006E36B9" w:rsidRDefault="00EE7519" w:rsidP="00EE7519">
      <w:r w:rsidRPr="006E36B9">
        <w:t>Plusieurs disent des contes de Noë</w:t>
      </w:r>
      <w:r>
        <w:t>l</w:t>
      </w:r>
      <w:r w:rsidRPr="006E36B9">
        <w:t>, de ces vieilles histoires patinées par le temps et qui, d’un seul coup, nous font revenir à dix ou quinze ans en arrière. Au temps où nous mettions nos souliers dans la cheminée, attendant impatiemment le matin pour courir en chemise de nuit admirer les cadeaux apportés par le père</w:t>
      </w:r>
      <w:r w:rsidR="00956C29">
        <w:t xml:space="preserve"> </w:t>
      </w:r>
      <w:r w:rsidRPr="006E36B9">
        <w:t>Noël ou l’Enfant Jésus.</w:t>
      </w:r>
    </w:p>
    <w:p w14:paraId="355D0E55" w14:textId="77777777" w:rsidR="00EE7519" w:rsidRPr="006E36B9" w:rsidRDefault="00EE7519" w:rsidP="00EE7519">
      <w:r w:rsidRPr="006E36B9">
        <w:t>D’autres évoquent des Noëls routiers. Ces Noëls où des scouts, vont dans la banlieue rouge ou dans de petits villages de campagne. Pendant tout le jour, ils amusent grands et petits par des tours et des jeux. Le soir avant la messe de minuit dite par l’aumônier dans une église, ou, s’il n’y en pas, dans une grange ou sous un hangar, ils jouent ce même Noël que nous venons de donner à l’autre bout monde.</w:t>
      </w:r>
    </w:p>
    <w:p w14:paraId="4DFB9318" w14:textId="77777777" w:rsidR="00EE7519" w:rsidRPr="006E36B9" w:rsidRDefault="00EE7519" w:rsidP="00EE7519">
      <w:r w:rsidRPr="006E36B9">
        <w:t>Un autre, à mi-voix, presque pour lui seul, décrit un Noël de chez lui, un Noël très simple en un vieux coin de France.</w:t>
      </w:r>
    </w:p>
    <w:p w14:paraId="4746CCBF" w14:textId="77777777" w:rsidR="00EE7519" w:rsidRPr="006E36B9" w:rsidRDefault="00EE7519" w:rsidP="00EE7519">
      <w:r w:rsidRPr="006E36B9">
        <w:t>Toute la famille s’est réunie dans l’antique demeure pér</w:t>
      </w:r>
      <w:r w:rsidRPr="006E36B9">
        <w:t>i</w:t>
      </w:r>
      <w:r w:rsidRPr="006E36B9">
        <w:t>gourdine, tassée à croupetons sous son toit cabossé de tuiles. Le soir, au dîner, les conversations joyeuses sont un peu atténuées par la paix de Noë</w:t>
      </w:r>
      <w:r>
        <w:t>l</w:t>
      </w:r>
      <w:r w:rsidRPr="006E36B9">
        <w:t>. L’or et le rubis des vins scintillent dans les verres et la lumière des bougies se répète dans les cristaux et les argenteries.</w:t>
      </w:r>
    </w:p>
    <w:p w14:paraId="02298ABD" w14:textId="77777777" w:rsidR="00EE7519" w:rsidRPr="006E36B9" w:rsidRDefault="00EE7519" w:rsidP="00EE7519">
      <w:r w:rsidRPr="006E36B9">
        <w:t>Après le dîner, le cercle de famille se ferme autour de la haute cheminée. L’énorme bûche crépite et flambe. C’est l’heure paisible de la veillée.</w:t>
      </w:r>
    </w:p>
    <w:p w14:paraId="0EBC35DA" w14:textId="77777777" w:rsidR="00EE7519" w:rsidRPr="006E36B9" w:rsidRDefault="00EE7519" w:rsidP="00EE7519">
      <w:r w:rsidRPr="006E36B9">
        <w:t>Les domestiques cependant on</w:t>
      </w:r>
      <w:r w:rsidR="00204FEC">
        <w:t>t</w:t>
      </w:r>
      <w:r w:rsidRPr="006E36B9">
        <w:t xml:space="preserve"> apporté les lanternes. Image de l’année qui s’achève, </w:t>
      </w:r>
      <w:r>
        <w:t>l</w:t>
      </w:r>
      <w:r w:rsidRPr="006E36B9">
        <w:t>es braises sont recouvertes de cendres. Les sabots claquent sur le sol durci. Dans la nuit</w:t>
      </w:r>
      <w:r w:rsidR="00956C29">
        <w:t>,</w:t>
      </w:r>
      <w:r w:rsidRPr="006E36B9">
        <w:t xml:space="preserve"> des </w:t>
      </w:r>
      <w:r w:rsidRPr="006E36B9">
        <w:lastRenderedPageBreak/>
        <w:t xml:space="preserve">lucioles, çà et là, dansent une sarabande. Ce sont les lanternes de ceux qui se hâtent vers l’église dont les vitraux, </w:t>
      </w:r>
      <w:r>
        <w:t>l</w:t>
      </w:r>
      <w:r w:rsidRPr="006E36B9">
        <w:t>à-bas, pl</w:t>
      </w:r>
      <w:r w:rsidRPr="006E36B9">
        <w:t>a</w:t>
      </w:r>
      <w:r w:rsidRPr="006E36B9">
        <w:t>quent dans l’ombre des ogives plus claires.</w:t>
      </w:r>
    </w:p>
    <w:p w14:paraId="656AA0B8" w14:textId="77777777" w:rsidR="00EE7519" w:rsidRPr="006E36B9" w:rsidRDefault="00EE7519" w:rsidP="00EE7519">
      <w:r w:rsidRPr="006E36B9">
        <w:t>Ornée de verdure, garnie de tentures rouges, la petite égl</w:t>
      </w:r>
      <w:r w:rsidRPr="006E36B9">
        <w:t>i</w:t>
      </w:r>
      <w:r w:rsidRPr="006E36B9">
        <w:t xml:space="preserve">se s’est mise en fête. La messe est dite, rendue plus solennelle et plus douce encore par la majesté du mystère qu’elle répète et commémore. De retour à la maison, la bûche est dégagée des cendres, la braise attisée, figure de l’année </w:t>
      </w:r>
      <w:r>
        <w:t>l</w:t>
      </w:r>
      <w:r w:rsidRPr="006E36B9">
        <w:t>iturgique qui co</w:t>
      </w:r>
      <w:r w:rsidRPr="006E36B9">
        <w:t>m</w:t>
      </w:r>
      <w:r w:rsidRPr="006E36B9">
        <w:t xml:space="preserve">mence. Tous se réunissent autour du réveillon. Noël ! fête joyeuse de </w:t>
      </w:r>
      <w:smartTag w:uri="urn:schemas-microsoft-com:office:smarttags" w:element="PersonName">
        <w:smartTagPr>
          <w:attr w:name="ProductID" w:val="la famille. F￪te"/>
        </w:smartTagPr>
        <w:r w:rsidRPr="006E36B9">
          <w:t>la famille. Fête</w:t>
        </w:r>
      </w:smartTag>
      <w:r w:rsidRPr="006E36B9">
        <w:t xml:space="preserve"> paisible qui marque d’un point d’or chaque année de notre vie.</w:t>
      </w:r>
    </w:p>
    <w:p w14:paraId="46A4B059" w14:textId="77777777" w:rsidR="00EE7519" w:rsidRPr="006E36B9" w:rsidRDefault="00EE7519" w:rsidP="00EE7519">
      <w:r w:rsidRPr="006E36B9">
        <w:t xml:space="preserve">La </w:t>
      </w:r>
      <w:r w:rsidR="00204FEC" w:rsidRPr="006E36B9">
        <w:t>voi</w:t>
      </w:r>
      <w:r w:rsidR="00204FEC">
        <w:t>x</w:t>
      </w:r>
      <w:r w:rsidR="00204FEC" w:rsidRPr="006E36B9">
        <w:t xml:space="preserve"> </w:t>
      </w:r>
      <w:r w:rsidRPr="006E36B9">
        <w:t>du conteur s’est tue.</w:t>
      </w:r>
    </w:p>
    <w:p w14:paraId="370E29B0" w14:textId="77777777" w:rsidR="00EE7519" w:rsidRPr="006E36B9" w:rsidRDefault="00EE7519" w:rsidP="00EE7519">
      <w:r w:rsidRPr="006E36B9">
        <w:t>Il ne faut plus parler maintenant, mais prier. Chacun, au dedans de soi-même, médite le mystère qui donna Dieu aux hommes. Une brindille qui éclate rompt le silence. Une brise l</w:t>
      </w:r>
      <w:r w:rsidRPr="006E36B9">
        <w:t>é</w:t>
      </w:r>
      <w:r w:rsidRPr="006E36B9">
        <w:t>gère frissonne dans les eucalyptus.</w:t>
      </w:r>
    </w:p>
    <w:p w14:paraId="3562193C" w14:textId="77777777" w:rsidR="00EE7519" w:rsidRPr="006E36B9" w:rsidRDefault="00EE7519" w:rsidP="00EE7519">
      <w:r w:rsidRPr="006E36B9">
        <w:t xml:space="preserve">La </w:t>
      </w:r>
      <w:r w:rsidR="00204FEC">
        <w:t>C</w:t>
      </w:r>
      <w:r w:rsidR="00204FEC" w:rsidRPr="006E36B9">
        <w:t xml:space="preserve">roix </w:t>
      </w:r>
      <w:r w:rsidRPr="006E36B9">
        <w:t xml:space="preserve">du </w:t>
      </w:r>
      <w:r w:rsidR="00204FEC">
        <w:t>S</w:t>
      </w:r>
      <w:r w:rsidR="00204FEC" w:rsidRPr="006E36B9">
        <w:t xml:space="preserve">ud </w:t>
      </w:r>
      <w:r w:rsidRPr="006E36B9">
        <w:t>brille au-dessus de nos têtes.</w:t>
      </w:r>
    </w:p>
    <w:p w14:paraId="0F6ED38A" w14:textId="77777777" w:rsidR="00EE7519" w:rsidRPr="006E36B9" w:rsidRDefault="00EE7519" w:rsidP="00EE7519">
      <w:r w:rsidRPr="006E36B9">
        <w:t>Comme nous sommes loin de France !</w:t>
      </w:r>
    </w:p>
    <w:p w14:paraId="29B60636" w14:textId="77777777" w:rsidR="00EE7519" w:rsidRPr="006E36B9" w:rsidRDefault="00EE7519" w:rsidP="00EE7519">
      <w:r w:rsidRPr="006E36B9">
        <w:t>L’un d’entre nous dont la voix est très belle chante, seul, « Minuit, chrétiens ».</w:t>
      </w:r>
    </w:p>
    <w:p w14:paraId="47191E7B" w14:textId="77777777" w:rsidR="00EE7519" w:rsidRPr="006E36B9" w:rsidRDefault="00EE7519" w:rsidP="00EE7519">
      <w:r w:rsidRPr="006E36B9">
        <w:t>Joyeux Noë</w:t>
      </w:r>
      <w:r>
        <w:t>l</w:t>
      </w:r>
      <w:r w:rsidRPr="006E36B9">
        <w:t>, frères scouts !</w:t>
      </w:r>
    </w:p>
    <w:p w14:paraId="29B33EDC" w14:textId="77777777" w:rsidR="00EE7519" w:rsidRPr="00006BCB" w:rsidRDefault="00EE7519" w:rsidP="00EE7519">
      <w:pPr>
        <w:pStyle w:val="Titre2"/>
        <w:rPr>
          <w:szCs w:val="44"/>
        </w:rPr>
      </w:pPr>
      <w:bookmarkStart w:id="31" w:name="_TOC75164"/>
      <w:bookmarkStart w:id="32" w:name="_Toc195610653"/>
      <w:bookmarkEnd w:id="31"/>
      <w:r w:rsidRPr="00006BCB">
        <w:rPr>
          <w:szCs w:val="44"/>
        </w:rPr>
        <w:lastRenderedPageBreak/>
        <w:t>TRAQUISME</w:t>
      </w:r>
      <w:bookmarkEnd w:id="32"/>
    </w:p>
    <w:p w14:paraId="5C7F4028" w14:textId="77777777" w:rsidR="00EE7519" w:rsidRPr="006E36B9" w:rsidRDefault="00EE7519" w:rsidP="00EE7519">
      <w:r w:rsidRPr="006E36B9">
        <w:t xml:space="preserve">On nous a signalé des </w:t>
      </w:r>
      <w:proofErr w:type="spellStart"/>
      <w:r w:rsidRPr="006E36B9">
        <w:t>kanguroos</w:t>
      </w:r>
      <w:proofErr w:type="spellEnd"/>
      <w:r w:rsidRPr="006E36B9">
        <w:t xml:space="preserve"> à quelques kilomètres de </w:t>
      </w:r>
      <w:smartTag w:uri="urn:schemas-microsoft-com:office:smarttags" w:element="PersonName">
        <w:smartTagPr>
          <w:attr w:name="ProductID" w:val="la ferme. Bard￩s"/>
        </w:smartTagPr>
        <w:r w:rsidRPr="006E36B9">
          <w:t>la ferme. Bardés</w:t>
        </w:r>
      </w:smartTag>
      <w:r w:rsidRPr="006E36B9">
        <w:t xml:space="preserve"> de jumelles et d’appareils photographiques, nous sommes partis à leur recherche. Une heure de cheval, une dizaine de barrières à franchir et nous sommes en face d’un éventail d’herbe jaunâtre étalée jusqu’à l’horizon. Nous foui</w:t>
      </w:r>
      <w:r w:rsidRPr="006E36B9">
        <w:t>l</w:t>
      </w:r>
      <w:r w:rsidRPr="006E36B9">
        <w:t>lons l’étendue à la jumelle d’Est en Ouest, sans apercevoir autre ch</w:t>
      </w:r>
      <w:r w:rsidRPr="006E36B9">
        <w:t>o</w:t>
      </w:r>
      <w:r w:rsidRPr="006E36B9">
        <w:t>se que l’ondulation des herbes sous le vent qui nous souffle dans le dos.</w:t>
      </w:r>
    </w:p>
    <w:p w14:paraId="18CD2E41" w14:textId="77777777" w:rsidR="00EE7519" w:rsidRPr="006E36B9" w:rsidRDefault="00EE7519" w:rsidP="00EE7519">
      <w:r w:rsidRPr="006E36B9">
        <w:t xml:space="preserve">Une longue marche encore pour essayer de repérer nos marsupiaux. Quelque chose enfin semble remuer sur la plaine et nous apercevons les silhouettes de deux </w:t>
      </w:r>
      <w:proofErr w:type="spellStart"/>
      <w:r w:rsidRPr="006E36B9">
        <w:t>kanguroos</w:t>
      </w:r>
      <w:proofErr w:type="spellEnd"/>
      <w:r w:rsidRPr="006E36B9">
        <w:t xml:space="preserve"> assis sur </w:t>
      </w:r>
      <w:r>
        <w:t>l</w:t>
      </w:r>
      <w:r w:rsidRPr="006E36B9">
        <w:t>eurs pattes de derrière.</w:t>
      </w:r>
    </w:p>
    <w:p w14:paraId="1274206C" w14:textId="77777777" w:rsidR="00EE7519" w:rsidRPr="006E36B9" w:rsidRDefault="00EE7519" w:rsidP="00EE7519">
      <w:r w:rsidRPr="006E36B9">
        <w:t>Nous attachons nos chevaux à une souche et faisons un long détour pour avoir le vent favorable.</w:t>
      </w:r>
    </w:p>
    <w:p w14:paraId="0C0C9A8A" w14:textId="77777777" w:rsidR="00EE7519" w:rsidRPr="006E36B9" w:rsidRDefault="00EE7519" w:rsidP="00EE7519">
      <w:r w:rsidRPr="006E36B9">
        <w:t>Notre courbe nous a suffisamment rapprochés des deux b</w:t>
      </w:r>
      <w:r w:rsidRPr="006E36B9">
        <w:t>ê</w:t>
      </w:r>
      <w:r w:rsidRPr="006E36B9">
        <w:t xml:space="preserve">tes pour qu’elles soient visibles à l’œil nu. C’est le moment de la prudence et de </w:t>
      </w:r>
      <w:smartTag w:uri="urn:schemas-microsoft-com:office:smarttags" w:element="PersonName">
        <w:smartTagPr>
          <w:attr w:name="ProductID" w:val="la lenteur. Vent"/>
        </w:smartTagPr>
        <w:r w:rsidRPr="006E36B9">
          <w:t>la lenteur. Vent</w:t>
        </w:r>
      </w:smartTag>
      <w:r w:rsidRPr="006E36B9">
        <w:t xml:space="preserve"> contre nous, écrasés sur l’herbe, nous rampons, retenant notre souffle, évitant le moindre geste inutile. Nous avons couvert nos cheveux de feui</w:t>
      </w:r>
      <w:r w:rsidRPr="006E36B9">
        <w:t>l</w:t>
      </w:r>
      <w:r w:rsidRPr="006E36B9">
        <w:t xml:space="preserve">lage afin de pouvoir lever la tête sans attirer l’attention des </w:t>
      </w:r>
      <w:proofErr w:type="spellStart"/>
      <w:r w:rsidRPr="006E36B9">
        <w:t>ka</w:t>
      </w:r>
      <w:r w:rsidRPr="006E36B9">
        <w:t>n</w:t>
      </w:r>
      <w:r w:rsidRPr="006E36B9">
        <w:t>guroos</w:t>
      </w:r>
      <w:proofErr w:type="spellEnd"/>
      <w:r w:rsidRPr="006E36B9">
        <w:t xml:space="preserve"> que nous observons à loisir.</w:t>
      </w:r>
    </w:p>
    <w:p w14:paraId="5A9168A9" w14:textId="77777777" w:rsidR="00EE7519" w:rsidRPr="006E36B9" w:rsidRDefault="00EE7519" w:rsidP="00EE7519">
      <w:r w:rsidRPr="006E36B9">
        <w:t>Tout semble disproportionné en ces corps extraordinaires. Les postérieurs sont énormes, la queue monumentale, l’avant-main étroit</w:t>
      </w:r>
      <w:r w:rsidR="00F110BC">
        <w:t>e</w:t>
      </w:r>
      <w:r w:rsidRPr="006E36B9">
        <w:t xml:space="preserve"> par rapport au reste du corps. Tout est « trop » : trop petit ou trop grand. Nous approchons, plus près encore, et nous distinguons nettement les têtes éveillées, très fines sous les grandes oreilles pointées. Les deux bêtes mangent. L’une tient un bouquet d’herbes dans ses pattes avec des </w:t>
      </w:r>
      <w:r w:rsidRPr="006E36B9">
        <w:lastRenderedPageBreak/>
        <w:t>gestes d’écureuil. L’autre, le dos arqué, broute sans s’appuyer sur le sol. On la d</w:t>
      </w:r>
      <w:r w:rsidRPr="006E36B9">
        <w:t>i</w:t>
      </w:r>
      <w:r w:rsidRPr="006E36B9">
        <w:t>rait équilibrée par sa propre masse comme un jouet lesté de plomb.</w:t>
      </w:r>
    </w:p>
    <w:p w14:paraId="17691502" w14:textId="77777777" w:rsidR="00EE7519" w:rsidRPr="006E36B9" w:rsidRDefault="00EE7519" w:rsidP="00EE7519">
      <w:r w:rsidRPr="006E36B9">
        <w:t xml:space="preserve">Mon camarade lève son appareil et appuie sur le déclic. Il a dû se détacher au-dessus des herbes. Les deux </w:t>
      </w:r>
      <w:proofErr w:type="spellStart"/>
      <w:r w:rsidRPr="006E36B9">
        <w:t>kanguroos</w:t>
      </w:r>
      <w:proofErr w:type="spellEnd"/>
      <w:r w:rsidRPr="006E36B9">
        <w:t xml:space="preserve"> tou</w:t>
      </w:r>
      <w:r w:rsidRPr="006E36B9">
        <w:t>r</w:t>
      </w:r>
      <w:r w:rsidRPr="006E36B9">
        <w:t xml:space="preserve">nent la tête vers nous, nous fixent, immobiles pendant quelques secondes puis, s’étant bien rendu compte que nous sommes </w:t>
      </w:r>
      <w:r>
        <w:t>l</w:t>
      </w:r>
      <w:r w:rsidRPr="006E36B9">
        <w:t>à, s’enfuient d’une formidable détente. Leur structure maintenant n’est plus ridicule. Elle est tout entière orientée vers un seul but : le saut ! En quelques minutes les deux bêtes sont hors de vue et nous les suivons à la jumelle, minuscules pucerons bo</w:t>
      </w:r>
      <w:r w:rsidRPr="006E36B9">
        <w:t>n</w:t>
      </w:r>
      <w:r w:rsidRPr="006E36B9">
        <w:t>dissant sur la ligne d’horizon.</w:t>
      </w:r>
    </w:p>
    <w:p w14:paraId="355799A3" w14:textId="77777777" w:rsidR="00EE7519" w:rsidRPr="006E36B9" w:rsidRDefault="00EE7519" w:rsidP="00EE7519">
      <w:r w:rsidRPr="006E36B9">
        <w:t>Nous allons reprendre nos chevaux. La chasse a été bonne et la double proie que nous emportons sur la plaque photogr</w:t>
      </w:r>
      <w:r w:rsidRPr="006E36B9">
        <w:t>a</w:t>
      </w:r>
      <w:r w:rsidRPr="006E36B9">
        <w:t>phique sera une belle pièce à notre tableau.</w:t>
      </w:r>
    </w:p>
    <w:p w14:paraId="7CADC69F" w14:textId="77777777" w:rsidR="00EE7519" w:rsidRPr="006E36B9" w:rsidRDefault="00EE7519" w:rsidP="00EE7519">
      <w:pPr>
        <w:pStyle w:val="Centr"/>
      </w:pPr>
      <w:r w:rsidRPr="006E36B9">
        <w:t>*</w:t>
      </w:r>
    </w:p>
    <w:p w14:paraId="31A9BBBF" w14:textId="77777777" w:rsidR="00EE7519" w:rsidRPr="006E36B9" w:rsidRDefault="00EE7519" w:rsidP="00EE7519">
      <w:r w:rsidRPr="006E36B9">
        <w:t xml:space="preserve">Noir et blanc, avec une grosse tête un peu ridicule, un </w:t>
      </w:r>
      <w:proofErr w:type="spellStart"/>
      <w:r w:rsidRPr="006E36B9">
        <w:t>ko</w:t>
      </w:r>
      <w:r w:rsidRPr="006E36B9">
        <w:t>o</w:t>
      </w:r>
      <w:r w:rsidRPr="006E36B9">
        <w:t>kaburra</w:t>
      </w:r>
      <w:proofErr w:type="spellEnd"/>
      <w:r w:rsidRPr="006E36B9">
        <w:t xml:space="preserve"> vient de se laisser tomber ailes battantes des hautes branches d’un </w:t>
      </w:r>
      <w:proofErr w:type="spellStart"/>
      <w:r w:rsidRPr="006E36B9">
        <w:t>gum-tree</w:t>
      </w:r>
      <w:proofErr w:type="spellEnd"/>
      <w:r w:rsidRPr="006E36B9">
        <w:t xml:space="preserve">. À l’affût derrière un buisson je le vois s’agiter sur le sol, sauter en arrière, rebondir. Que peut-il donc faire ? Un brusque envol me donne </w:t>
      </w:r>
      <w:smartTag w:uri="urn:schemas-microsoft-com:office:smarttags" w:element="PersonName">
        <w:smartTagPr>
          <w:attr w:name="ProductID" w:val="la r￩ponse. Le"/>
        </w:smartTagPr>
        <w:r w:rsidRPr="006E36B9">
          <w:t>la réponse. Le</w:t>
        </w:r>
      </w:smartTag>
      <w:r w:rsidRPr="006E36B9">
        <w:t xml:space="preserve"> </w:t>
      </w:r>
      <w:proofErr w:type="spellStart"/>
      <w:r w:rsidRPr="006E36B9">
        <w:t>laughing-bird</w:t>
      </w:r>
      <w:proofErr w:type="spellEnd"/>
      <w:r w:rsidRPr="006E36B9">
        <w:t xml:space="preserve"> remonte verticalement jusqu’aux branches, une courte lanière noire au bec. Au sommet de l’arbre il lâche cette lanière qui, à peine sur le sol, se tord sur elle-même, essaye de s’enfuir. L’oiseau la rattrape, s’envole, et le malheureux reptile de no</w:t>
      </w:r>
      <w:r w:rsidRPr="006E36B9">
        <w:t>u</w:t>
      </w:r>
      <w:r w:rsidRPr="006E36B9">
        <w:t>veau lâché retombe encore. Après quelques chutes d’une ci</w:t>
      </w:r>
      <w:r w:rsidRPr="006E36B9">
        <w:t>n</w:t>
      </w:r>
      <w:r w:rsidRPr="006E36B9">
        <w:t xml:space="preserve">quantaine de mètres. Il passe de vie à trépas et le </w:t>
      </w:r>
      <w:proofErr w:type="spellStart"/>
      <w:r w:rsidRPr="006E36B9">
        <w:t>kookaburra</w:t>
      </w:r>
      <w:proofErr w:type="spellEnd"/>
      <w:r w:rsidRPr="006E36B9">
        <w:t xml:space="preserve"> ravi se met à rire à pleine gorge. Un autre oiseau-rieur attiré par cette explosion de joie vient se joindre à lui et tous les deux, en face l’un de l’autre, se font de grands discours coupés d’éclats de rire.</w:t>
      </w:r>
    </w:p>
    <w:p w14:paraId="57945D23" w14:textId="77777777" w:rsidR="00EE7519" w:rsidRPr="006E36B9" w:rsidRDefault="00EE7519" w:rsidP="00EE7519">
      <w:pPr>
        <w:pStyle w:val="Centr"/>
      </w:pPr>
      <w:r w:rsidRPr="006E36B9">
        <w:lastRenderedPageBreak/>
        <w:t>*</w:t>
      </w:r>
    </w:p>
    <w:p w14:paraId="71C5DDE1" w14:textId="77777777" w:rsidR="00EE7519" w:rsidRPr="006E36B9" w:rsidRDefault="00EE7519" w:rsidP="00EE7519">
      <w:r w:rsidRPr="006E36B9">
        <w:t xml:space="preserve">Quelle étrange assemblée d’animaux tient en ce moment ses assises dans </w:t>
      </w:r>
      <w:smartTag w:uri="urn:schemas-microsoft-com:office:smarttags" w:element="PersonName">
        <w:smartTagPr>
          <w:attr w:name="ProductID" w:val="la for￪t. Un"/>
        </w:smartTagPr>
        <w:r w:rsidRPr="006E36B9">
          <w:t>la forêt. Un</w:t>
        </w:r>
      </w:smartTag>
      <w:r w:rsidRPr="006E36B9">
        <w:t xml:space="preserve"> aboiement de chien, des cris gutt</w:t>
      </w:r>
      <w:r w:rsidRPr="006E36B9">
        <w:t>u</w:t>
      </w:r>
      <w:r w:rsidRPr="006E36B9">
        <w:t xml:space="preserve">raux de perroquets, le choc de branches sèches tombant sur les buissons, </w:t>
      </w:r>
      <w:r>
        <w:t>l</w:t>
      </w:r>
      <w:r w:rsidRPr="006E36B9">
        <w:t>es chants de cinq ou six espèces d’oiseaux, se succ</w:t>
      </w:r>
      <w:r w:rsidRPr="006E36B9">
        <w:t>è</w:t>
      </w:r>
      <w:r w:rsidRPr="006E36B9">
        <w:t>dent.</w:t>
      </w:r>
    </w:p>
    <w:p w14:paraId="4EDDFC98" w14:textId="77777777" w:rsidR="00EE7519" w:rsidRPr="006E36B9" w:rsidRDefault="00EE7519" w:rsidP="00EE7519">
      <w:r w:rsidRPr="006E36B9">
        <w:t>Une assemblée ? Non. Simplement un oiseau-lyre qui crie pour attirer sur lui les animaux dangereux et les éloigner ainsi de sa femelle. Il imite tous les bruits entendus dans les bois.</w:t>
      </w:r>
    </w:p>
    <w:p w14:paraId="353036CD" w14:textId="77777777" w:rsidR="00EE7519" w:rsidRPr="006E36B9" w:rsidRDefault="00EE7519" w:rsidP="00EE7519">
      <w:r w:rsidRPr="006E36B9">
        <w:t>Nous nous dissimulons pour essayer de le surprendre. Mais qui donc pourrait traquer l’oiseau-lyre ?</w:t>
      </w:r>
    </w:p>
    <w:p w14:paraId="15B31950" w14:textId="77777777" w:rsidR="00EE7519" w:rsidRPr="006E36B9" w:rsidRDefault="00EE7519" w:rsidP="00EE7519">
      <w:r w:rsidRPr="006E36B9">
        <w:t>Un frisson court dans les branches. Tout se tait. Seule, une longue plume aux barbes espacées gît sur le sol. Nous quitterons l’Australie sans avoir vu l’oiseau-lyre.</w:t>
      </w:r>
    </w:p>
    <w:p w14:paraId="12DEC671" w14:textId="77777777" w:rsidR="00EE7519" w:rsidRPr="006E36B9" w:rsidRDefault="00EE7519" w:rsidP="00EE7519">
      <w:pPr>
        <w:pStyle w:val="Centr"/>
      </w:pPr>
      <w:r w:rsidRPr="006E36B9">
        <w:t>*</w:t>
      </w:r>
    </w:p>
    <w:p w14:paraId="076F8F42" w14:textId="77777777" w:rsidR="00EE7519" w:rsidRPr="006E36B9" w:rsidRDefault="00EE7519" w:rsidP="00EE7519">
      <w:r w:rsidRPr="006E36B9">
        <w:t xml:space="preserve">On nous avait affirmé qu’à </w:t>
      </w:r>
      <w:proofErr w:type="spellStart"/>
      <w:r w:rsidRPr="006E36B9">
        <w:t>Philipp</w:t>
      </w:r>
      <w:proofErr w:type="spellEnd"/>
      <w:r w:rsidRPr="006E36B9">
        <w:t>-</w:t>
      </w:r>
      <w:r>
        <w:t>I</w:t>
      </w:r>
      <w:r w:rsidRPr="006E36B9">
        <w:t>sland nous verrions des phoques, des pingouins, des ours à miel. Nous pourrions s</w:t>
      </w:r>
      <w:r w:rsidRPr="006E36B9">
        <w:t>a</w:t>
      </w:r>
      <w:r w:rsidRPr="006E36B9">
        <w:t xml:space="preserve">tisfaire </w:t>
      </w:r>
      <w:r>
        <w:t>l</w:t>
      </w:r>
      <w:r w:rsidRPr="006E36B9">
        <w:t xml:space="preserve">à-bas notre passion du </w:t>
      </w:r>
      <w:proofErr w:type="spellStart"/>
      <w:r w:rsidRPr="006E36B9">
        <w:t>traquisme</w:t>
      </w:r>
      <w:proofErr w:type="spellEnd"/>
      <w:r w:rsidRPr="006E36B9">
        <w:t xml:space="preserve"> et du pistage. Aussi notre surprise est-elle assez désagréable de trouver, en déba</w:t>
      </w:r>
      <w:r w:rsidRPr="006E36B9">
        <w:t>r</w:t>
      </w:r>
      <w:r w:rsidRPr="006E36B9">
        <w:t xml:space="preserve">quant, la plus snob des stations de luxe. Tous les pyjamas, tous les shorts, toutes les robes de plage des Australiennes, tous les petits bolides des sportifs en veine de vitesse, semblent s’être assemblés ici. Où sont nos espoirs de </w:t>
      </w:r>
      <w:proofErr w:type="spellStart"/>
      <w:r w:rsidRPr="006E36B9">
        <w:t>traquisme</w:t>
      </w:r>
      <w:proofErr w:type="spellEnd"/>
      <w:r w:rsidRPr="006E36B9">
        <w:t> ? Autant va</w:t>
      </w:r>
      <w:r w:rsidRPr="006E36B9">
        <w:t>u</w:t>
      </w:r>
      <w:r w:rsidRPr="006E36B9">
        <w:t>drait a</w:t>
      </w:r>
      <w:r w:rsidRPr="006E36B9">
        <w:t>f</w:t>
      </w:r>
      <w:r w:rsidRPr="006E36B9">
        <w:t>fûter un renard ou un cerf rue de la Paix.</w:t>
      </w:r>
    </w:p>
    <w:p w14:paraId="5DD77EE9" w14:textId="77777777" w:rsidR="00EE7519" w:rsidRPr="006E36B9" w:rsidRDefault="00EE7519" w:rsidP="00EE7519">
      <w:r w:rsidRPr="006E36B9">
        <w:t xml:space="preserve">Tout de même, il doit y avoir dans l’île autre chose qu’une plage à </w:t>
      </w:r>
      <w:smartTag w:uri="urn:schemas-microsoft-com:office:smarttags" w:element="PersonName">
        <w:smartTagPr>
          <w:attr w:name="ProductID" w:val="la mode. Nous"/>
        </w:smartTagPr>
        <w:r w:rsidRPr="006E36B9">
          <w:t>la mode. Nous</w:t>
        </w:r>
      </w:smartTag>
      <w:r w:rsidRPr="006E36B9">
        <w:t xml:space="preserve"> louons une voiture pour pénétrer à l’intérieur. Des rues, quelques villas de plus en plus espacées puis, très vite, la campagne, les dunes, les mimosas. À un </w:t>
      </w:r>
      <w:r w:rsidRPr="006E36B9">
        <w:lastRenderedPageBreak/>
        <w:t>kil</w:t>
      </w:r>
      <w:r w:rsidRPr="006E36B9">
        <w:t>o</w:t>
      </w:r>
      <w:r w:rsidRPr="006E36B9">
        <w:t>mètre à peine de la ville nous retrouvons un paysage non ma</w:t>
      </w:r>
      <w:r w:rsidRPr="006E36B9">
        <w:t>s</w:t>
      </w:r>
      <w:r w:rsidRPr="006E36B9">
        <w:t>sacré par l’homme.</w:t>
      </w:r>
    </w:p>
    <w:p w14:paraId="2F2CA9BB" w14:textId="77777777" w:rsidR="00EE7519" w:rsidRPr="006E36B9" w:rsidRDefault="00EE7519" w:rsidP="00EE7519">
      <w:r w:rsidRPr="006E36B9">
        <w:t>Là-bas, sur la fourche d’un eucalyptus, une boule grise, grosse comme un nid de pie : un native-</w:t>
      </w:r>
      <w:proofErr w:type="spellStart"/>
      <w:r w:rsidRPr="006E36B9">
        <w:t>bear</w:t>
      </w:r>
      <w:proofErr w:type="spellEnd"/>
      <w:r w:rsidRPr="006E36B9">
        <w:t xml:space="preserve">, le petit </w:t>
      </w:r>
      <w:r w:rsidR="00204FEC">
        <w:t>ours</w:t>
      </w:r>
      <w:r w:rsidR="00204FEC" w:rsidRPr="006E36B9">
        <w:t xml:space="preserve"> </w:t>
      </w:r>
      <w:r w:rsidRPr="006E36B9">
        <w:t>cher à l’Australie. Nous stoppons et commençons d’avancer avec des ruses de Peau-Rouge. Notre chauffeur sans prendre tant de pr</w:t>
      </w:r>
      <w:r w:rsidRPr="006E36B9">
        <w:t>é</w:t>
      </w:r>
      <w:r w:rsidRPr="006E36B9">
        <w:t xml:space="preserve">cautions se met à rire de notre prudence, nous hèle à pleine voix et se dirige bien ostensiblement vers les arbres. Protégés par le gouvernement qui frappe d’une amende considérable ceux qui fuient, blessent, ou captivent un teddy-bear, choyés par tous, </w:t>
      </w:r>
      <w:r>
        <w:t>l</w:t>
      </w:r>
      <w:r w:rsidRPr="006E36B9">
        <w:t>es petits ours de l’île sont à demi apprivoisés.</w:t>
      </w:r>
    </w:p>
    <w:p w14:paraId="5F7832CA" w14:textId="77777777" w:rsidR="00EE7519" w:rsidRPr="006E36B9" w:rsidRDefault="00EE7519" w:rsidP="00EE7519">
      <w:r w:rsidRPr="006E36B9">
        <w:t>Juste au-dessus de nous, le petit animal est pelotonné à la fourche de deux branches, son gros nez noir, en forme de bec collé contre l’écorce. Il nous fixe de ses petits yeux immobiles, enfouis dans la fourrure et tourne vers nous ses grosses oreilles poilues. Le vent agite l’arbre mais, bien appuyé sur son nez de clown et son arrière-train, il ne semble guère s’en soucier et demeure dans sa position favorite. Une vieille légende abor</w:t>
      </w:r>
      <w:r w:rsidRPr="006E36B9">
        <w:t>i</w:t>
      </w:r>
      <w:r w:rsidRPr="006E36B9">
        <w:t>gène explique que les koalas ont perdu leur queue pour être demeurés trop longtemps dans cette posture. E</w:t>
      </w:r>
      <w:r>
        <w:t>ll</w:t>
      </w:r>
      <w:r w:rsidRPr="006E36B9">
        <w:t>e se serait usée au cours des siècles par le frottement continu contre l’écorce.</w:t>
      </w:r>
    </w:p>
    <w:p w14:paraId="214150A4" w14:textId="77777777" w:rsidR="00EE7519" w:rsidRPr="006E36B9" w:rsidRDefault="00EE7519" w:rsidP="00EE7519">
      <w:r w:rsidRPr="006E36B9">
        <w:t>À grands coups de bâton, le chauffeur cogne contre le tronc de l’arbre. Là-haut, l’ours réveillé se redresse, va jusqu’à l’extrémité d’une branche, broute une feuille d’eucalyptus, sa seule nourriture, puis tranquillement, commence à descendre. Ses longues griffes noires s’accrochent à l’écorce. Il progresse, à reculons, sans se presser, plaçant fort adroitement ses pattes juste à l’endroit favorable. Malgré toute son adresse il a l’air d</w:t>
      </w:r>
      <w:r w:rsidRPr="006E36B9">
        <w:t>é</w:t>
      </w:r>
      <w:r w:rsidRPr="006E36B9">
        <w:t xml:space="preserve">licieusement pataud d’un ours en peluche auquel un </w:t>
      </w:r>
      <w:r w:rsidRPr="006E36B9">
        <w:lastRenderedPageBreak/>
        <w:t xml:space="preserve">enfant voudrait faire </w:t>
      </w:r>
      <w:proofErr w:type="gramStart"/>
      <w:r w:rsidRPr="006E36B9">
        <w:t>faire</w:t>
      </w:r>
      <w:proofErr w:type="gramEnd"/>
      <w:r w:rsidRPr="006E36B9">
        <w:t xml:space="preserve"> des exercices acrobatiques. Arrivé à notre hauteur, s’arrête et photogénique, fait des mines devant nos o</w:t>
      </w:r>
      <w:r w:rsidRPr="006E36B9">
        <w:t>b</w:t>
      </w:r>
      <w:r w:rsidRPr="006E36B9">
        <w:t>jectifs. La plage est trop proche d’ici, on vient souvent filmer les koalas. Peut-être se prennent-ils pour des grandes vedettes.</w:t>
      </w:r>
    </w:p>
    <w:p w14:paraId="61BF7493" w14:textId="77777777" w:rsidR="00EE7519" w:rsidRPr="006E36B9" w:rsidRDefault="00EE7519" w:rsidP="00EE7519">
      <w:r w:rsidRPr="006E36B9">
        <w:t>En cours de route, nous nous arrêtons plusieurs fois pour observer longuement les sympathiques petites bêtes dont que</w:t>
      </w:r>
      <w:r w:rsidRPr="006E36B9">
        <w:t>l</w:t>
      </w:r>
      <w:r w:rsidRPr="006E36B9">
        <w:t>ques-unes portent accroché sur leur dos un délicieux baby-ours qui, l’air innocent, semble manigancer une grosse bêtise.</w:t>
      </w:r>
    </w:p>
    <w:p w14:paraId="08E812CF" w14:textId="77777777" w:rsidR="00EE7519" w:rsidRPr="006E36B9" w:rsidRDefault="00EE7519" w:rsidP="00EE7519">
      <w:pPr>
        <w:pStyle w:val="Centr"/>
      </w:pPr>
      <w:r w:rsidRPr="006E36B9">
        <w:t>*</w:t>
      </w:r>
    </w:p>
    <w:p w14:paraId="4A2635C9" w14:textId="77777777" w:rsidR="00EE7519" w:rsidRPr="006E36B9" w:rsidRDefault="00EE7519" w:rsidP="00EE7519">
      <w:r w:rsidRPr="006E36B9">
        <w:t xml:space="preserve">Au bord de la mer nous parvenons à dépister et à tirer hors de son trou un </w:t>
      </w:r>
      <w:r w:rsidR="00204FEC" w:rsidRPr="006E36B9">
        <w:t>pingou</w:t>
      </w:r>
      <w:r w:rsidR="00204FEC">
        <w:t>i</w:t>
      </w:r>
      <w:r w:rsidR="00204FEC" w:rsidRPr="006E36B9">
        <w:t xml:space="preserve">n </w:t>
      </w:r>
      <w:r w:rsidRPr="006E36B9">
        <w:t>effaré. Pourquoi prend-il cette physi</w:t>
      </w:r>
      <w:r w:rsidRPr="006E36B9">
        <w:t>o</w:t>
      </w:r>
      <w:r w:rsidRPr="006E36B9">
        <w:t>nomie ahurie de scribe sorti brusquement de ses paperasses ? Où sont ses dossiers, sa serviette sous le bras ? Il court, tréb</w:t>
      </w:r>
      <w:r w:rsidRPr="006E36B9">
        <w:t>u</w:t>
      </w:r>
      <w:r w:rsidRPr="006E36B9">
        <w:t xml:space="preserve">che, s’affole y jette dans nos jambes, pitoyable et ridicule. Nous le poussons vers </w:t>
      </w:r>
      <w:smartTag w:uri="urn:schemas-microsoft-com:office:smarttags" w:element="PersonName">
        <w:smartTagPr>
          <w:attr w:name="ProductID" w:val="la mer. Il"/>
        </w:smartTagPr>
        <w:r w:rsidRPr="006E36B9">
          <w:t>la mer. Il</w:t>
        </w:r>
      </w:smartTag>
      <w:r w:rsidRPr="006E36B9">
        <w:t xml:space="preserve"> titube jusqu’à l’eau mais en deux coup</w:t>
      </w:r>
      <w:r w:rsidR="00204FEC">
        <w:t>s</w:t>
      </w:r>
      <w:r w:rsidRPr="006E36B9">
        <w:t xml:space="preserve"> de nageoire, le voilà au large. Il n’a plus l’air ridicule du tout et nous contemplons, admiratifs, son corps fluide qui glisse et ondule parmi les vagues. The right man in the right place, le pingouin est fait pour l’eau et nos photos seront fausses qui rapporteront l’image d’un pauvre animal solennel et gr</w:t>
      </w:r>
      <w:r w:rsidRPr="006E36B9">
        <w:t>o</w:t>
      </w:r>
      <w:r w:rsidRPr="006E36B9">
        <w:t>tesque.</w:t>
      </w:r>
    </w:p>
    <w:p w14:paraId="36EA4EC4" w14:textId="77777777" w:rsidR="00EE7519" w:rsidRPr="006E36B9" w:rsidRDefault="00EE7519" w:rsidP="00EE7519">
      <w:pPr>
        <w:pStyle w:val="Centr"/>
      </w:pPr>
      <w:r w:rsidRPr="006E36B9">
        <w:t>*</w:t>
      </w:r>
    </w:p>
    <w:p w14:paraId="55DC7A83" w14:textId="77777777" w:rsidR="00EE7519" w:rsidRPr="006E36B9" w:rsidRDefault="00EE7519" w:rsidP="00EE7519">
      <w:r w:rsidRPr="006E36B9">
        <w:t>De la pointe extrême de l’île nous avons vu le rocher aux phoques. Une large plate-forme bordée de rocs hérissés que la mer éclabousse et frange d’écume. À la longue-vue nous suivons les ébats des phoques qui plongent du haut des rocher</w:t>
      </w:r>
      <w:r w:rsidR="00204FEC">
        <w:t>s</w:t>
      </w:r>
      <w:r w:rsidRPr="006E36B9">
        <w:t xml:space="preserve"> ou se traînent sur le sol. Une bouffée de vent par instant porte jusqu’à nous leur odeur violente et leurs cris gutturaux.</w:t>
      </w:r>
    </w:p>
    <w:p w14:paraId="0654CE1B" w14:textId="77777777" w:rsidR="00EE7519" w:rsidRPr="006E36B9" w:rsidRDefault="00EE7519" w:rsidP="00EE7519">
      <w:r w:rsidRPr="006E36B9">
        <w:lastRenderedPageBreak/>
        <w:t>… Nous avions fait le projet de passer la nuit sur ce rocher. Douze heures au milieu des phoques, dans le grondement de l’océan tout proche. Le jeu valait d’être tenté. Il nous suffisait de quelques couvertures, de solides bâtons et d’une lampe électr</w:t>
      </w:r>
      <w:r w:rsidRPr="006E36B9">
        <w:t>i</w:t>
      </w:r>
      <w:r w:rsidRPr="006E36B9">
        <w:t>que. Mais il fallait une barque pour nous conduire au rocher et nous reprendre le lendemain matin. La mer était trop forte et aucun pêcheur ne voulut risquer un accostage trop dangereux. Cela fit échouer n</w:t>
      </w:r>
      <w:r w:rsidRPr="006E36B9">
        <w:t>o</w:t>
      </w:r>
      <w:r w:rsidRPr="006E36B9">
        <w:t>tre projet et nous dûmes reprendre le bateau, regrettant notre belle nuit dans l’île aux phoques.</w:t>
      </w:r>
    </w:p>
    <w:p w14:paraId="7E73A577" w14:textId="77777777" w:rsidR="00EE7519" w:rsidRPr="00006BCB" w:rsidRDefault="00EE7519" w:rsidP="00EE7519">
      <w:pPr>
        <w:pStyle w:val="Titre2"/>
        <w:rPr>
          <w:szCs w:val="44"/>
        </w:rPr>
      </w:pPr>
      <w:bookmarkStart w:id="33" w:name="_TOC83889"/>
      <w:bookmarkStart w:id="34" w:name="_Toc195610654"/>
      <w:bookmarkEnd w:id="33"/>
      <w:r w:rsidRPr="00006BCB">
        <w:rPr>
          <w:szCs w:val="44"/>
        </w:rPr>
        <w:lastRenderedPageBreak/>
        <w:t>BENDIGO</w:t>
      </w:r>
      <w:bookmarkEnd w:id="34"/>
    </w:p>
    <w:p w14:paraId="359FC742" w14:textId="77777777" w:rsidR="00EE7519" w:rsidRPr="006E36B9" w:rsidRDefault="00EE7519" w:rsidP="00EE7519">
      <w:r w:rsidRPr="006E36B9">
        <w:t>Un « squatter », robuste défricheur de terres, un « </w:t>
      </w:r>
      <w:proofErr w:type="spellStart"/>
      <w:r w:rsidRPr="006E36B9">
        <w:t>swa</w:t>
      </w:r>
      <w:r w:rsidRPr="006E36B9">
        <w:t>g</w:t>
      </w:r>
      <w:r w:rsidRPr="006E36B9">
        <w:t>mann</w:t>
      </w:r>
      <w:proofErr w:type="spellEnd"/>
      <w:r w:rsidRPr="006E36B9">
        <w:t> », l’éternel vagabond de l’Australie, ou bien un él</w:t>
      </w:r>
      <w:r w:rsidRPr="006E36B9">
        <w:t>e</w:t>
      </w:r>
      <w:r w:rsidRPr="006E36B9">
        <w:t>veur de moutons, aperçut un jour, au bord d’une « creek » parmi les d</w:t>
      </w:r>
      <w:r w:rsidRPr="006E36B9">
        <w:t>é</w:t>
      </w:r>
      <w:r w:rsidRPr="006E36B9">
        <w:t>pôts d’alluvions, quelques parcelles d’or.</w:t>
      </w:r>
    </w:p>
    <w:p w14:paraId="4DAC00B9" w14:textId="77777777" w:rsidR="00EE7519" w:rsidRPr="006E36B9" w:rsidRDefault="00EE7519" w:rsidP="00EE7519">
      <w:r w:rsidRPr="006E36B9">
        <w:t>Des aventuriers accoururent aussitôt de tous les pays pour tamiser le sable des ruisseaux, en quête du métal jaune. Un peu plus tard, ils creusèrent le sol alluvionnaire jusqu’à plusieurs pieds de profondeur, puis plus bas, jusqu’à deux mille pieds. Les modestes instruments des « Gold-</w:t>
      </w:r>
      <w:proofErr w:type="spellStart"/>
      <w:r w:rsidRPr="006E36B9">
        <w:t>diggers</w:t>
      </w:r>
      <w:proofErr w:type="spellEnd"/>
      <w:r w:rsidRPr="006E36B9">
        <w:t xml:space="preserve"> » durent céder le pas aux puissantes usines. Seuls demeurèrent dans la plaine ces monceaux de terre blanche qui indiquent que, </w:t>
      </w:r>
      <w:r>
        <w:t>l</w:t>
      </w:r>
      <w:r w:rsidRPr="006E36B9">
        <w:t>à, un homme chercha et fit fortune ou, plus souvent encore, s’en alla le cœur lourd d’espoir déçu.</w:t>
      </w:r>
    </w:p>
    <w:p w14:paraId="5AA49990" w14:textId="77777777" w:rsidR="00EE7519" w:rsidRPr="006E36B9" w:rsidRDefault="00EE7519" w:rsidP="00EE7519">
      <w:r w:rsidRPr="006E36B9">
        <w:t xml:space="preserve">Un commissaire scout conduit aujourd’hui deux d’entre nous aux mines d’or de Bendigo </w:t>
      </w:r>
      <w:r>
        <w:t>l</w:t>
      </w:r>
      <w:r w:rsidRPr="006E36B9">
        <w:t xml:space="preserve">es plus importantes de l’Australie. Pendant deux cent cinquante kilomètres </w:t>
      </w:r>
      <w:r w:rsidR="00204FEC">
        <w:t xml:space="preserve">nous </w:t>
      </w:r>
      <w:r w:rsidRPr="006E36B9">
        <w:t>ro</w:t>
      </w:r>
      <w:r w:rsidRPr="006E36B9">
        <w:t>u</w:t>
      </w:r>
      <w:r w:rsidRPr="006E36B9">
        <w:t>lons à travers l’immensité d’herbes jaunes semée de souches calc</w:t>
      </w:r>
      <w:r w:rsidRPr="006E36B9">
        <w:t>i</w:t>
      </w:r>
      <w:r w:rsidRPr="006E36B9">
        <w:t>nées ou coupées à quelques centimètres du sol. Parfois une étendue de bush vient rompre cette désespérante monotonie. Alors la voiture semble un insecte rampant au pied des arbres démesurés, le long d’un fourré qu’illuminent les couleurs voya</w:t>
      </w:r>
      <w:r w:rsidRPr="006E36B9">
        <w:t>n</w:t>
      </w:r>
      <w:r w:rsidRPr="006E36B9">
        <w:t>tes des perroquets.</w:t>
      </w:r>
    </w:p>
    <w:p w14:paraId="77A419C7" w14:textId="77777777" w:rsidR="00EE7519" w:rsidRPr="006E36B9" w:rsidRDefault="00EE7519" w:rsidP="00EE7519">
      <w:r w:rsidRPr="006E36B9">
        <w:t xml:space="preserve">Près de </w:t>
      </w:r>
      <w:proofErr w:type="spellStart"/>
      <w:r w:rsidRPr="006E36B9">
        <w:t>Woodend</w:t>
      </w:r>
      <w:proofErr w:type="spellEnd"/>
      <w:r w:rsidRPr="006E36B9">
        <w:t>, nous rencontrons un nuage de sautere</w:t>
      </w:r>
      <w:r w:rsidRPr="006E36B9">
        <w:t>l</w:t>
      </w:r>
      <w:r w:rsidRPr="006E36B9">
        <w:t>les. Pendant plusieurs kilomètres, nous fonçons dans une pou</w:t>
      </w:r>
      <w:r w:rsidRPr="006E36B9">
        <w:t>s</w:t>
      </w:r>
      <w:r w:rsidRPr="006E36B9">
        <w:t>sière grise à travers laquelle les objets surgissent fantom</w:t>
      </w:r>
      <w:r w:rsidRPr="006E36B9">
        <w:t>a</w:t>
      </w:r>
      <w:r w:rsidRPr="006E36B9">
        <w:t xml:space="preserve">tiques comme des paysages londoniens un jour de brouillard. Le pare-brise devient sonore au choc répété des sauterelles et s’obscurcit sous une couche de sang laiteux si épais que l’essuie-glace ne parvient plus à l’écarter. Sur les côtés, </w:t>
      </w:r>
      <w:r w:rsidRPr="006E36B9">
        <w:lastRenderedPageBreak/>
        <w:t>les vitres sont opaques, criblées par la grenaille des insectes qui s’y écrasent avec un bruit mat qu’achève une tache en étoile. Toutes les glaces sont fermées et pourtant sur le tapis et les coussins les bêtes groui</w:t>
      </w:r>
      <w:r w:rsidRPr="006E36B9">
        <w:t>l</w:t>
      </w:r>
      <w:r w:rsidRPr="006E36B9">
        <w:t>lent et sautent.</w:t>
      </w:r>
    </w:p>
    <w:p w14:paraId="6D7DD9C8" w14:textId="77777777" w:rsidR="00EE7519" w:rsidRPr="006E36B9" w:rsidRDefault="00EE7519" w:rsidP="00EE7519">
      <w:r w:rsidRPr="006E36B9">
        <w:t>Les mines nous apparaissent de loin, telles que nous les imaginions. Deux hauts échafaudages quelques bâtiments r</w:t>
      </w:r>
      <w:r w:rsidRPr="006E36B9">
        <w:t>e</w:t>
      </w:r>
      <w:r w:rsidRPr="006E36B9">
        <w:t>couverts de tôle, deux immenses plateaux de sable gris, prov</w:t>
      </w:r>
      <w:r w:rsidRPr="006E36B9">
        <w:t>e</w:t>
      </w:r>
      <w:r w:rsidRPr="006E36B9">
        <w:t>nant du quartz pulvérisé.</w:t>
      </w:r>
    </w:p>
    <w:p w14:paraId="1018BC7A" w14:textId="77777777" w:rsidR="00EE7519" w:rsidRPr="006E36B9" w:rsidRDefault="00EE7519" w:rsidP="00EE7519">
      <w:r w:rsidRPr="006E36B9">
        <w:t xml:space="preserve">À la mine elle-même, on nous donne de vieux vêtements, une bougie à chacun. Une benne de fer nous descend à deux cents mètres de profondeur dans un fracas de ferraille, </w:t>
      </w:r>
      <w:r w:rsidR="00204FEC">
        <w:t>sous</w:t>
      </w:r>
      <w:r w:rsidR="00204FEC" w:rsidRPr="006E36B9">
        <w:t xml:space="preserve"> </w:t>
      </w:r>
      <w:r w:rsidRPr="006E36B9">
        <w:t>une averse d’eau rouilleuse qui dégoutte sur nos épaules.</w:t>
      </w:r>
    </w:p>
    <w:p w14:paraId="200360AD" w14:textId="77777777" w:rsidR="00EE7519" w:rsidRPr="006E36B9" w:rsidRDefault="00EE7519" w:rsidP="00EE7519">
      <w:r w:rsidRPr="006E36B9">
        <w:t>Courbés sous la voûte, nous suivons les galeries longeant le filon de quartz blanc où courent les veines d’or. Debout sur un seau accrochés à un câble, d’acier, nous descendons encore ju</w:t>
      </w:r>
      <w:r w:rsidRPr="006E36B9">
        <w:t>s</w:t>
      </w:r>
      <w:r w:rsidRPr="006E36B9">
        <w:t>qu’à mille pieds pour trouver des hommes en suroît qui, dans l’eau jusqu’à la taille, piochent le roc à la recherche du quartz.</w:t>
      </w:r>
    </w:p>
    <w:p w14:paraId="3CA083D8" w14:textId="77777777" w:rsidR="00EE7519" w:rsidRPr="006E36B9" w:rsidRDefault="00EE7519" w:rsidP="00EE7519">
      <w:r w:rsidRPr="006E36B9">
        <w:t>Il nous tarde déjà de revoir le soleil. Une montée qui n’en finit plus dans le puits humide. Les poutres du treuil nous app</w:t>
      </w:r>
      <w:r w:rsidRPr="006E36B9">
        <w:t>a</w:t>
      </w:r>
      <w:r w:rsidRPr="006E36B9">
        <w:t xml:space="preserve">raissent. La </w:t>
      </w:r>
      <w:r>
        <w:t>l</w:t>
      </w:r>
      <w:r w:rsidRPr="006E36B9">
        <w:t>umière !</w:t>
      </w:r>
    </w:p>
    <w:p w14:paraId="74EEDBBE" w14:textId="77777777" w:rsidR="00EE7519" w:rsidRPr="006E36B9" w:rsidRDefault="00EE7519" w:rsidP="00EE7519">
      <w:r w:rsidRPr="006E36B9">
        <w:t>Le « mine-manager » nous conduit à la « batterie » où le quartz est réduit en poudre et lavé. Dix concasseurs broient les blocs puis l’impalpable poussière est entraînée par un courant d’eau sur des tables vibrantes. L’or plus lourd se dépose sur les plaques de cuivre. À date fixe on racle ces tables et le métal est recueilli. Matériel et main-d’œuvre sont si restreints que soixa</w:t>
      </w:r>
      <w:r w:rsidRPr="006E36B9">
        <w:t>n</w:t>
      </w:r>
      <w:r w:rsidRPr="006E36B9">
        <w:t>te livres sterling d’or ont un prix de revient de seize shellings seulement.</w:t>
      </w:r>
    </w:p>
    <w:p w14:paraId="0A7105E8" w14:textId="77777777" w:rsidR="00EE7519" w:rsidRPr="006E36B9" w:rsidRDefault="00EE7519" w:rsidP="00EE7519">
      <w:r w:rsidRPr="006E36B9">
        <w:lastRenderedPageBreak/>
        <w:t xml:space="preserve">Au sortir de la « batterie » un vieil ouvrier de la mine nous a parlé avec un peu de tristesse du temps où, à genoux au bord du ruisseau, </w:t>
      </w:r>
      <w:r>
        <w:t>l</w:t>
      </w:r>
      <w:r w:rsidRPr="006E36B9">
        <w:t>es « gold-</w:t>
      </w:r>
      <w:proofErr w:type="spellStart"/>
      <w:r w:rsidRPr="006E36B9">
        <w:t>diggers</w:t>
      </w:r>
      <w:proofErr w:type="spellEnd"/>
      <w:r w:rsidRPr="006E36B9">
        <w:t> » tamisant le sable attendaient avec angoisse le reflet fauve de l’or.</w:t>
      </w:r>
    </w:p>
    <w:p w14:paraId="2CFC4EC1" w14:textId="77777777" w:rsidR="00EE7519" w:rsidRPr="00006BCB" w:rsidRDefault="00EE7519" w:rsidP="00EE7519">
      <w:pPr>
        <w:pStyle w:val="Titre2"/>
        <w:rPr>
          <w:szCs w:val="44"/>
        </w:rPr>
      </w:pPr>
      <w:bookmarkStart w:id="35" w:name="_TOC87366"/>
      <w:bookmarkStart w:id="36" w:name="_Toc195610655"/>
      <w:bookmarkEnd w:id="35"/>
      <w:r w:rsidRPr="00006BCB">
        <w:rPr>
          <w:szCs w:val="44"/>
        </w:rPr>
        <w:lastRenderedPageBreak/>
        <w:t>JAMBOREE</w:t>
      </w:r>
      <w:bookmarkEnd w:id="36"/>
    </w:p>
    <w:p w14:paraId="666601CD" w14:textId="77777777" w:rsidR="00EE7519" w:rsidRPr="006E36B9" w:rsidRDefault="00EE7519" w:rsidP="00EE7519">
      <w:r w:rsidRPr="006E36B9">
        <w:t xml:space="preserve">Dix mille </w:t>
      </w:r>
      <w:r w:rsidR="00737E51">
        <w:t>A</w:t>
      </w:r>
      <w:r w:rsidRPr="006E36B9">
        <w:t>ustraliens. Deux mille scouts du Japon, des États-Unis, de France, d’Angleterre, des Indes, de quinze autres pays encore. Un camp de plusieurs hectares où des garçons de toutes les races et de toutes les nationalités s’affairent aux m</w:t>
      </w:r>
      <w:r w:rsidRPr="006E36B9">
        <w:t>ê</w:t>
      </w:r>
      <w:r w:rsidRPr="006E36B9">
        <w:t xml:space="preserve">mes travaux, se réunissent autour des mêmes feux, bavardent dans toutes les langues de l’univers. Deux semaines de vie joyeuse et simple dans la même fraternité scoute : Le Jamboree de </w:t>
      </w:r>
      <w:proofErr w:type="spellStart"/>
      <w:r w:rsidRPr="006E36B9">
        <w:t>Frankston</w:t>
      </w:r>
      <w:proofErr w:type="spellEnd"/>
      <w:r w:rsidRPr="006E36B9">
        <w:t>.</w:t>
      </w:r>
    </w:p>
    <w:p w14:paraId="725FFE72" w14:textId="77777777" w:rsidR="00EE7519" w:rsidRPr="006E36B9" w:rsidRDefault="00EE7519" w:rsidP="00EE7519">
      <w:pPr>
        <w:pStyle w:val="Centr"/>
      </w:pPr>
      <w:r w:rsidRPr="006E36B9">
        <w:t>*</w:t>
      </w:r>
    </w:p>
    <w:p w14:paraId="67B1479C" w14:textId="77777777" w:rsidR="00EE7519" w:rsidRPr="006E36B9" w:rsidRDefault="00EE7519" w:rsidP="00EE7519">
      <w:r w:rsidRPr="006E36B9">
        <w:t>Toutes les nations ont leur terrain délimité par des barri</w:t>
      </w:r>
      <w:r w:rsidRPr="006E36B9">
        <w:t>è</w:t>
      </w:r>
      <w:r w:rsidRPr="006E36B9">
        <w:t>res de troncs d’arbres à demi équarris. Au centre de chaque camp, la flamme scoute flotte au-dessous du drapeau national. Les délégations ont mis leur amour-propre à élever des portes monumentales qui reflètent dans une certaine mesure les cara</w:t>
      </w:r>
      <w:r w:rsidRPr="006E36B9">
        <w:t>c</w:t>
      </w:r>
      <w:r w:rsidRPr="006E36B9">
        <w:t xml:space="preserve">tères de leur sol. Une troupe australienne a construit un portail avec des sagaies aborigènes, des boomerangs, des peaux de </w:t>
      </w:r>
      <w:proofErr w:type="spellStart"/>
      <w:r w:rsidRPr="006E36B9">
        <w:t>kanguroos</w:t>
      </w:r>
      <w:proofErr w:type="spellEnd"/>
      <w:r w:rsidRPr="006E36B9">
        <w:t xml:space="preserve"> et de wallabies. Les </w:t>
      </w:r>
      <w:r w:rsidR="00204FEC">
        <w:t>C</w:t>
      </w:r>
      <w:r w:rsidR="00204FEC" w:rsidRPr="006E36B9">
        <w:t xml:space="preserve">inghalais </w:t>
      </w:r>
      <w:r w:rsidRPr="006E36B9">
        <w:t>ont reconstitué le temp</w:t>
      </w:r>
      <w:r>
        <w:t xml:space="preserve">le </w:t>
      </w:r>
      <w:r w:rsidRPr="006E36B9">
        <w:t xml:space="preserve">de </w:t>
      </w:r>
      <w:smartTag w:uri="urn:schemas-microsoft-com:office:smarttags" w:element="PersonName">
        <w:smartTagPr>
          <w:attr w:name="ProductID" w:val="la Dent. La"/>
        </w:smartTagPr>
        <w:r w:rsidRPr="006E36B9">
          <w:t xml:space="preserve">la </w:t>
        </w:r>
        <w:r>
          <w:t>D</w:t>
        </w:r>
        <w:r w:rsidRPr="006E36B9">
          <w:t>ent. La</w:t>
        </w:r>
      </w:smartTag>
      <w:r w:rsidRPr="006E36B9">
        <w:t xml:space="preserve"> délégation française a fixé sur une entrée rustique des écussons aux armes des Provinces. L’ensemble a une allure moyenâgeuse qui symbolise en ces pays </w:t>
      </w:r>
      <w:r w:rsidR="00204FEC">
        <w:t>j</w:t>
      </w:r>
      <w:r w:rsidR="00204FEC" w:rsidRPr="006E36B9">
        <w:t xml:space="preserve">eunes </w:t>
      </w:r>
      <w:r w:rsidRPr="006E36B9">
        <w:t>la plus vieille France.</w:t>
      </w:r>
    </w:p>
    <w:p w14:paraId="1715109A" w14:textId="77777777" w:rsidR="00EE7519" w:rsidRPr="006E36B9" w:rsidRDefault="00EE7519" w:rsidP="00EE7519">
      <w:pPr>
        <w:pStyle w:val="Centr"/>
      </w:pPr>
      <w:r w:rsidRPr="006E36B9">
        <w:t>*</w:t>
      </w:r>
    </w:p>
    <w:p w14:paraId="1E2AB120" w14:textId="77777777" w:rsidR="00EE7519" w:rsidRPr="006E36B9" w:rsidRDefault="00EE7519" w:rsidP="00EE7519">
      <w:r w:rsidRPr="006E36B9">
        <w:t>Faut-il croire que le scoutisme fait grandir les garçons ? La délégation française est d’une taille imposante qui la classe bien au-dessus des autres contingents. On s’attendait à recevoir de « petits Français » et notre passage fait sensation.</w:t>
      </w:r>
    </w:p>
    <w:p w14:paraId="66D9CF8C" w14:textId="77777777" w:rsidR="00EE7519" w:rsidRPr="006E36B9" w:rsidRDefault="00EE7519" w:rsidP="00EE7519">
      <w:pPr>
        <w:pStyle w:val="Centr"/>
      </w:pPr>
      <w:r w:rsidRPr="006E36B9">
        <w:t>*</w:t>
      </w:r>
    </w:p>
    <w:p w14:paraId="4CFC0D2B" w14:textId="77777777" w:rsidR="00EE7519" w:rsidRPr="006E36B9" w:rsidRDefault="00EE7519" w:rsidP="00EE7519">
      <w:r w:rsidRPr="006E36B9">
        <w:lastRenderedPageBreak/>
        <w:t>La délégation américaine doit partir demain matin. Ce soir, pour son adieu à l’Australie, elle a donné un feu de camp auquel un scout de chaque nation a été invité.</w:t>
      </w:r>
    </w:p>
    <w:p w14:paraId="7C920641" w14:textId="77777777" w:rsidR="00EE7519" w:rsidRPr="006E36B9" w:rsidRDefault="00EE7519" w:rsidP="00EE7519">
      <w:r w:rsidRPr="006E36B9">
        <w:t>Assis sur des troncs d’arbres, nous formons le cercle le plus étonnamment bigarré qui se puisse imaginer. Vingt pays sont représentés.</w:t>
      </w:r>
    </w:p>
    <w:p w14:paraId="0906F170" w14:textId="77777777" w:rsidR="00EE7519" w:rsidRPr="006E36B9" w:rsidRDefault="00EE7519" w:rsidP="00EE7519">
      <w:r w:rsidRPr="006E36B9">
        <w:t>Tour à tour, sur la demande du chef américain, chacun se lève pour se nommer et dire un mot bref de salut dans sa langue puis en anglais. Chacun ensuite dit une chanson de son pays.</w:t>
      </w:r>
    </w:p>
    <w:p w14:paraId="6A69190C" w14:textId="77777777" w:rsidR="00EE7519" w:rsidRPr="006E36B9" w:rsidRDefault="00EE7519" w:rsidP="00EE7519">
      <w:r w:rsidRPr="006E36B9">
        <w:t>Un Fidjien joue de l’</w:t>
      </w:r>
      <w:proofErr w:type="spellStart"/>
      <w:r w:rsidRPr="006E36B9">
        <w:t>ukélélé</w:t>
      </w:r>
      <w:proofErr w:type="spellEnd"/>
      <w:r w:rsidRPr="006E36B9">
        <w:t>. Sa silhouette paraît plus gra</w:t>
      </w:r>
      <w:r w:rsidRPr="006E36B9">
        <w:t>n</w:t>
      </w:r>
      <w:r w:rsidRPr="006E36B9">
        <w:t>de encore sous le reflet des flammes et plus étrange sa tête cr</w:t>
      </w:r>
      <w:r w:rsidRPr="006E36B9">
        <w:t>é</w:t>
      </w:r>
      <w:r w:rsidRPr="006E36B9">
        <w:t>pue posée sur des épaules de brute, mais il module un « n</w:t>
      </w:r>
      <w:r w:rsidRPr="006E36B9">
        <w:t>e</w:t>
      </w:r>
      <w:r w:rsidRPr="006E36B9">
        <w:t>gro-spiritual » léger comme un chant d’oiseau.</w:t>
      </w:r>
    </w:p>
    <w:p w14:paraId="5CF2C683" w14:textId="77777777" w:rsidR="00EE7519" w:rsidRPr="006E36B9" w:rsidRDefault="00737E51" w:rsidP="00EE7519">
      <w:r>
        <w:t>Un H</w:t>
      </w:r>
      <w:r w:rsidR="00EE7519" w:rsidRPr="006E36B9">
        <w:t>ongrois danse une czardas. Un scout des îles Nauru, minuscule dans son paréo rouge pousse un cri de guerre dont les notes sauvages déchirent le silence. Après lui, je chante en patois provençal « </w:t>
      </w:r>
      <w:proofErr w:type="spellStart"/>
      <w:r w:rsidR="00EE7519" w:rsidRPr="006E36B9">
        <w:t>Aquelos</w:t>
      </w:r>
      <w:proofErr w:type="spellEnd"/>
      <w:r w:rsidR="00EE7519" w:rsidRPr="006E36B9">
        <w:t xml:space="preserve"> </w:t>
      </w:r>
      <w:proofErr w:type="spellStart"/>
      <w:r w:rsidR="00EE7519" w:rsidRPr="006E36B9">
        <w:t>Mo</w:t>
      </w:r>
      <w:r w:rsidR="00EE7519">
        <w:t>u</w:t>
      </w:r>
      <w:r w:rsidR="00EE7519" w:rsidRPr="006E36B9">
        <w:t>ntanos</w:t>
      </w:r>
      <w:proofErr w:type="spellEnd"/>
      <w:r w:rsidR="00EE7519" w:rsidRPr="006E36B9">
        <w:t> » et un Anglais conte une étonnante histoire écossaise.</w:t>
      </w:r>
    </w:p>
    <w:p w14:paraId="68B671AB" w14:textId="77777777" w:rsidR="00EE7519" w:rsidRPr="006E36B9" w:rsidRDefault="00EE7519" w:rsidP="00EE7519">
      <w:r w:rsidRPr="006E36B9">
        <w:t>Fondues dans un idéal commun, les différences de race s’atténuent en même temps que chacun, par sa propre perso</w:t>
      </w:r>
      <w:r w:rsidRPr="006E36B9">
        <w:t>n</w:t>
      </w:r>
      <w:r w:rsidRPr="006E36B9">
        <w:t>nalité, apporte aux autres l’image vivante et aimée son pays.</w:t>
      </w:r>
    </w:p>
    <w:p w14:paraId="3A33A468" w14:textId="77777777" w:rsidR="00EE7519" w:rsidRPr="006E36B9" w:rsidRDefault="00EE7519" w:rsidP="00EE7519">
      <w:r w:rsidRPr="006E36B9">
        <w:t>Nous sommes tous debout maintenant. En silence, au m</w:t>
      </w:r>
      <w:r w:rsidRPr="006E36B9">
        <w:t>i</w:t>
      </w:r>
      <w:r w:rsidRPr="006E36B9">
        <w:t>lieu du cercle, le chef américain dessine de la main, qui sculpte l’invisible, les</w:t>
      </w:r>
      <w:r>
        <w:t xml:space="preserve"> </w:t>
      </w:r>
      <w:r w:rsidRPr="006E36B9">
        <w:t>signes indiens du remerciement et de l’adieu.</w:t>
      </w:r>
    </w:p>
    <w:p w14:paraId="6A370A36" w14:textId="77777777" w:rsidR="00EE7519" w:rsidRPr="006E36B9" w:rsidRDefault="00EE7519" w:rsidP="00EE7519">
      <w:r w:rsidRPr="006E36B9">
        <w:t xml:space="preserve">Après lui, nous répétons tous ensemble les mêmes gestes. Et chacun regagne sa tente ayant mieux compris dans ce </w:t>
      </w:r>
      <w:r w:rsidRPr="006E36B9">
        <w:lastRenderedPageBreak/>
        <w:t>m</w:t>
      </w:r>
      <w:r w:rsidRPr="006E36B9">
        <w:t>é</w:t>
      </w:r>
      <w:r w:rsidRPr="006E36B9">
        <w:t>lange de tant de races diverses, la valeur universelle du Sco</w:t>
      </w:r>
      <w:r w:rsidRPr="006E36B9">
        <w:t>u</w:t>
      </w:r>
      <w:r w:rsidRPr="006E36B9">
        <w:t>tisme.</w:t>
      </w:r>
    </w:p>
    <w:p w14:paraId="5C8FB10D" w14:textId="77777777" w:rsidR="00EE7519" w:rsidRPr="006E36B9" w:rsidRDefault="00EE7519" w:rsidP="00EE7519">
      <w:pPr>
        <w:pStyle w:val="Centr"/>
      </w:pPr>
      <w:r w:rsidRPr="006E36B9">
        <w:t>*</w:t>
      </w:r>
    </w:p>
    <w:p w14:paraId="0F882E18" w14:textId="77777777" w:rsidR="00EE7519" w:rsidRPr="006E36B9" w:rsidRDefault="00EE7519" w:rsidP="00EE7519">
      <w:r w:rsidRPr="006E36B9">
        <w:t xml:space="preserve">Vêtu du même uniforme que les garçons, à peine voûté par l’âge, </w:t>
      </w:r>
      <w:r w:rsidR="00204FEC">
        <w:t>L</w:t>
      </w:r>
      <w:r w:rsidR="00204FEC" w:rsidRPr="006E36B9">
        <w:t xml:space="preserve">ord </w:t>
      </w:r>
      <w:r w:rsidRPr="006E36B9">
        <w:t>Baden-</w:t>
      </w:r>
      <w:proofErr w:type="spellStart"/>
      <w:r w:rsidRPr="006E36B9">
        <w:t>Powel</w:t>
      </w:r>
      <w:proofErr w:type="spellEnd"/>
      <w:r w:rsidRPr="006E36B9">
        <w:t>, chef scout du monde, préside a</w:t>
      </w:r>
      <w:r w:rsidRPr="006E36B9">
        <w:t>u</w:t>
      </w:r>
      <w:r w:rsidRPr="006E36B9">
        <w:t>jourd’hui, une réunion des chefs de toutes les délégations. A</w:t>
      </w:r>
      <w:r w:rsidRPr="006E36B9">
        <w:t>s</w:t>
      </w:r>
      <w:r w:rsidRPr="006E36B9">
        <w:t>semblée solennelle ? Non certes ! « B. P. » n’aimerait point cela. Il a demandé aux chefs de se former en étoile devant lui. Il veut conclure ce jamboree non par un discours mais par un acte, par un geste d’amitié. Il tient un boomerang à la main et parle ai</w:t>
      </w:r>
      <w:r w:rsidRPr="006E36B9">
        <w:t>n</w:t>
      </w:r>
      <w:r w:rsidRPr="006E36B9">
        <w:t>si :</w:t>
      </w:r>
    </w:p>
    <w:p w14:paraId="765D178C" w14:textId="77777777" w:rsidR="00EE7519" w:rsidRPr="006E36B9" w:rsidRDefault="00EE7519" w:rsidP="00EE7519">
      <w:r w:rsidRPr="006E36B9">
        <w:t xml:space="preserve">« Le boomerang est une arme étonnante qui, lorsqu’on la lance au loin, va jusqu’au but qui lui est fixé, puis revient avec une force accrue vers celui qui </w:t>
      </w:r>
      <w:smartTag w:uri="urn:schemas-microsoft-com:office:smarttags" w:element="PersonName">
        <w:smartTagPr>
          <w:attr w:name="ProductID" w:val="la manie. L"/>
        </w:smartTagPr>
        <w:r w:rsidRPr="006E36B9">
          <w:t>la manie. L</w:t>
        </w:r>
      </w:smartTag>
      <w:r w:rsidRPr="006E36B9">
        <w:t>’amitié est semblable au boomerang. Lancez-la autour de vous, faites la rayonner loin, très loin et elle reviendra vers vous plus forte et plus vivace. Je souhaite que, par vous et par le Scoutisme, une grande amitié s’étende ainsi sur le monde ».</w:t>
      </w:r>
    </w:p>
    <w:p w14:paraId="6C5D44FA" w14:textId="77777777" w:rsidR="00EE7519" w:rsidRPr="006E36B9" w:rsidRDefault="00EE7519" w:rsidP="00EE7519">
      <w:r w:rsidRPr="006E36B9">
        <w:t>À chaque rayon de la roue, B. P. donne alors un boomerang qui passe de main en main. Chaque fois que deux chefs se tro</w:t>
      </w:r>
      <w:r w:rsidRPr="006E36B9">
        <w:t>u</w:t>
      </w:r>
      <w:r w:rsidRPr="006E36B9">
        <w:t>vent unis par les deux extrémités de l’arme, ils forment en eux-mêmes le serment de faire rayonner autour d’eux leur amitié. Pour un boomerang qu’ils ont donné, trois, quatre, cinq autres, reviennent vers eux. Ainsi en est-il de l’amitié.</w:t>
      </w:r>
    </w:p>
    <w:p w14:paraId="512C130B" w14:textId="77777777" w:rsidR="00EE7519" w:rsidRPr="006E36B9" w:rsidRDefault="00EE7519" w:rsidP="00EE7519">
      <w:r w:rsidRPr="006E36B9">
        <w:t>Et c’est là la fin du Jamboree.</w:t>
      </w:r>
    </w:p>
    <w:p w14:paraId="22E38050" w14:textId="77777777" w:rsidR="00EE7519" w:rsidRPr="00006BCB" w:rsidRDefault="00EE7519" w:rsidP="00EE7519">
      <w:pPr>
        <w:pStyle w:val="Titre1"/>
        <w:spacing w:before="2640"/>
        <w:rPr>
          <w:sz w:val="60"/>
          <w:szCs w:val="60"/>
        </w:rPr>
      </w:pPr>
      <w:bookmarkStart w:id="37" w:name="_TOC91530"/>
      <w:bookmarkStart w:id="38" w:name="_Toc195610656"/>
      <w:bookmarkEnd w:id="37"/>
      <w:r w:rsidRPr="00006BCB">
        <w:rPr>
          <w:sz w:val="60"/>
          <w:szCs w:val="60"/>
        </w:rPr>
        <w:lastRenderedPageBreak/>
        <w:t>DANS LES MERS DU SUD</w:t>
      </w:r>
      <w:bookmarkEnd w:id="38"/>
    </w:p>
    <w:p w14:paraId="0CBE4572" w14:textId="77777777" w:rsidR="00EE7519" w:rsidRPr="00006BCB" w:rsidRDefault="00EE7519" w:rsidP="00EE7519">
      <w:pPr>
        <w:pStyle w:val="Titre2"/>
        <w:rPr>
          <w:szCs w:val="44"/>
        </w:rPr>
      </w:pPr>
      <w:bookmarkStart w:id="39" w:name="_TOC91552"/>
      <w:bookmarkStart w:id="40" w:name="_Toc195610657"/>
      <w:bookmarkEnd w:id="39"/>
      <w:r w:rsidRPr="00006BCB">
        <w:rPr>
          <w:szCs w:val="44"/>
        </w:rPr>
        <w:lastRenderedPageBreak/>
        <w:t>À BORD DU LAPÉROUSE</w:t>
      </w:r>
      <w:bookmarkEnd w:id="40"/>
    </w:p>
    <w:p w14:paraId="7A7AEBB8" w14:textId="77777777" w:rsidR="00EE7519" w:rsidRPr="006E36B9" w:rsidRDefault="00EE7519" w:rsidP="00EE7519">
      <w:r w:rsidRPr="006E36B9">
        <w:t>Un petit rafiau de sept mille tonnes, sale, amarré à quai e</w:t>
      </w:r>
      <w:r w:rsidRPr="006E36B9">
        <w:t>n</w:t>
      </w:r>
      <w:r w:rsidRPr="006E36B9">
        <w:t>tre les beaux paquebots anglais ou américains qui semblent l’écraser : le Lapérouse au port de Sydney.</w:t>
      </w:r>
    </w:p>
    <w:p w14:paraId="58B1F2B8" w14:textId="77777777" w:rsidR="00EE7519" w:rsidRPr="006E36B9" w:rsidRDefault="00EE7519" w:rsidP="00EE7519">
      <w:r w:rsidRPr="006E36B9">
        <w:t>Si l’</w:t>
      </w:r>
      <w:proofErr w:type="spellStart"/>
      <w:r w:rsidRPr="006E36B9">
        <w:t>Oronsay</w:t>
      </w:r>
      <w:proofErr w:type="spellEnd"/>
      <w:r w:rsidRPr="006E36B9">
        <w:t xml:space="preserve"> était la grande ville flottante avec tout le co</w:t>
      </w:r>
      <w:r w:rsidRPr="006E36B9">
        <w:t>n</w:t>
      </w:r>
      <w:r w:rsidRPr="006E36B9">
        <w:t>fort d’une cité de luxe, le Lapérouse doit être une petite bou</w:t>
      </w:r>
      <w:r w:rsidRPr="006E36B9">
        <w:t>r</w:t>
      </w:r>
      <w:r w:rsidRPr="006E36B9">
        <w:t>gade qui se débrouille comme elle peut, avec des moyens de fo</w:t>
      </w:r>
      <w:r w:rsidRPr="006E36B9">
        <w:t>r</w:t>
      </w:r>
      <w:r w:rsidRPr="006E36B9">
        <w:t>tune, un petit village d’aventure isolé en terres inconnues.</w:t>
      </w:r>
    </w:p>
    <w:p w14:paraId="3DB966DE" w14:textId="77777777" w:rsidR="00EE7519" w:rsidRPr="006E36B9" w:rsidRDefault="00EE7519" w:rsidP="00EE7519">
      <w:r w:rsidRPr="006E36B9">
        <w:t>Car notre bateau fleure bien un peu l’aventure. Son équ</w:t>
      </w:r>
      <w:r w:rsidRPr="006E36B9">
        <w:t>i</w:t>
      </w:r>
      <w:r w:rsidRPr="006E36B9">
        <w:t>page est un puzzle où toutes les couleurs et toutes les races se côtoient. Les soutiers sont arabes, les marins canaques, les ga</w:t>
      </w:r>
      <w:r w:rsidRPr="006E36B9">
        <w:t>r</w:t>
      </w:r>
      <w:r w:rsidRPr="006E36B9">
        <w:t>çons de cabine indochinois. Quelques malgaches, javanais et nègres complètent l’ensemble.</w:t>
      </w:r>
    </w:p>
    <w:p w14:paraId="0CAC2D51" w14:textId="77777777" w:rsidR="00EE7519" w:rsidRPr="006E36B9" w:rsidRDefault="00EE7519" w:rsidP="00EE7519">
      <w:r w:rsidRPr="006E36B9">
        <w:t>Le chargement hétéroclite s’allie assez bien au pittoresque de l’équipage : des tubes d’acide sulfurique, des bouteilles de gaz carbonique, une énorme quantité d’explosifs, qui justifie a</w:t>
      </w:r>
      <w:r w:rsidRPr="006E36B9">
        <w:t>m</w:t>
      </w:r>
      <w:r w:rsidRPr="006E36B9">
        <w:t>plement le pavillon rouge claquant à mi-mât. Des bois de con</w:t>
      </w:r>
      <w:r w:rsidRPr="006E36B9">
        <w:t>s</w:t>
      </w:r>
      <w:r w:rsidRPr="006E36B9">
        <w:t>truction encombrent le pont et cinq ou six moutons, l’air navré d’avoir quitté les plaines paisibles de l’Australie pour ce pa</w:t>
      </w:r>
      <w:r w:rsidRPr="006E36B9">
        <w:t>d</w:t>
      </w:r>
      <w:r w:rsidRPr="006E36B9">
        <w:t>dock inconfortable, reçoivent sans enthousiasme des paquets d’eau de mer.</w:t>
      </w:r>
    </w:p>
    <w:p w14:paraId="445327A9" w14:textId="77777777" w:rsidR="00EE7519" w:rsidRPr="006E36B9" w:rsidRDefault="00EE7519" w:rsidP="00EE7519">
      <w:r w:rsidRPr="006E36B9">
        <w:t xml:space="preserve">La houle est grosse, le bateau danse comme un bouchon. Nous comprenons maintenant pourquoi les bébés s’endorment quand on </w:t>
      </w:r>
      <w:r>
        <w:t>l</w:t>
      </w:r>
      <w:r w:rsidRPr="006E36B9">
        <w:t>es berce. Engourdis par le roulis et le tangage nous sommeillons du matin au soir.</w:t>
      </w:r>
    </w:p>
    <w:p w14:paraId="452550D1" w14:textId="77777777" w:rsidR="00EE7519" w:rsidRPr="006E36B9" w:rsidRDefault="00EE7519" w:rsidP="00EE7519">
      <w:r w:rsidRPr="006E36B9">
        <w:t>Au bout de deux jours seulement, nous reprenons une ce</w:t>
      </w:r>
      <w:r w:rsidRPr="006E36B9">
        <w:t>r</w:t>
      </w:r>
      <w:r w:rsidRPr="006E36B9">
        <w:t>taine vitalité.</w:t>
      </w:r>
    </w:p>
    <w:p w14:paraId="439A3446" w14:textId="77777777" w:rsidR="00EE7519" w:rsidRPr="006E36B9" w:rsidRDefault="00EE7519" w:rsidP="00EE7519">
      <w:r w:rsidRPr="006E36B9">
        <w:lastRenderedPageBreak/>
        <w:t>L’existence serait désespérément monotone et terne s’il n’y avait à bord un ou deux passagers plus ou moins anciens b</w:t>
      </w:r>
      <w:r w:rsidRPr="006E36B9">
        <w:t>a</w:t>
      </w:r>
      <w:r w:rsidRPr="006E36B9">
        <w:t>gnards qui regagnent Nouméa. Nous bavardons, avec eux et au cours des conversations décousues, l’aventure des mers du Sud, parfois, surgit.</w:t>
      </w:r>
    </w:p>
    <w:p w14:paraId="0DD42CD0" w14:textId="77777777" w:rsidR="00EE7519" w:rsidRPr="006E36B9" w:rsidRDefault="00EE7519" w:rsidP="00EE7519">
      <w:r w:rsidRPr="006E36B9">
        <w:t>Histoires de ces négriers qui, pour échapper aux reche</w:t>
      </w:r>
      <w:r w:rsidRPr="006E36B9">
        <w:t>r</w:t>
      </w:r>
      <w:r w:rsidRPr="006E36B9">
        <w:t>ches de la police, attachaient à l’ancre des grappes de c</w:t>
      </w:r>
      <w:r w:rsidRPr="006E36B9">
        <w:t>a</w:t>
      </w:r>
      <w:r w:rsidRPr="006E36B9">
        <w:t>naques, dix ou douze parfois, et la mouillaient ainsi avec son charg</w:t>
      </w:r>
      <w:r w:rsidRPr="006E36B9">
        <w:t>e</w:t>
      </w:r>
      <w:r w:rsidRPr="006E36B9">
        <w:t>ment humain. Lorsque la police montait à bord, elle ne trouvait plus rien ; et qu’importait au fond une douzaine de C</w:t>
      </w:r>
      <w:r w:rsidRPr="006E36B9">
        <w:t>a</w:t>
      </w:r>
      <w:r w:rsidRPr="006E36B9">
        <w:t>naques de plus ou de moins !</w:t>
      </w:r>
    </w:p>
    <w:p w14:paraId="1FC7D0B3" w14:textId="77777777" w:rsidR="00EE7519" w:rsidRPr="006E36B9" w:rsidRDefault="00EE7519" w:rsidP="00EE7519">
      <w:r w:rsidRPr="006E36B9">
        <w:t xml:space="preserve">Histoires de fortunes édifiées en quelques mois à la pêche au </w:t>
      </w:r>
      <w:proofErr w:type="spellStart"/>
      <w:r w:rsidRPr="006E36B9">
        <w:t>Troca</w:t>
      </w:r>
      <w:proofErr w:type="spellEnd"/>
      <w:r w:rsidRPr="006E36B9">
        <w:t xml:space="preserve"> et dépensées aussi vite.</w:t>
      </w:r>
    </w:p>
    <w:p w14:paraId="4F9E3227" w14:textId="77777777" w:rsidR="00EE7519" w:rsidRPr="006E36B9" w:rsidRDefault="00EE7519" w:rsidP="00EE7519">
      <w:r w:rsidRPr="006E36B9">
        <w:t>Histoires de bagnards dévorés par les requins ou rattrapés par les hommes, alors que la chasse aux évadés était encore un bon sport.</w:t>
      </w:r>
    </w:p>
    <w:p w14:paraId="02F6D4D1" w14:textId="77777777" w:rsidR="00EE7519" w:rsidRPr="006E36B9" w:rsidRDefault="00EE7519" w:rsidP="00EE7519">
      <w:r w:rsidRPr="006E36B9">
        <w:t>Histoires de troc avec les indigènes au temps où l’honnêteté et la cordialité des transactions étaient assurées par une bonne winchester tenue, armée, sous le bras.</w:t>
      </w:r>
    </w:p>
    <w:p w14:paraId="524F16D0" w14:textId="77777777" w:rsidR="00EE7519" w:rsidRPr="006E36B9" w:rsidRDefault="00EE7519" w:rsidP="00EE7519">
      <w:r w:rsidRPr="006E36B9">
        <w:t>Histoires de blancs mangés par les cannibales il n’y a pas toujours très longtemps.</w:t>
      </w:r>
    </w:p>
    <w:p w14:paraId="3F2B0EF1" w14:textId="77777777" w:rsidR="00EE7519" w:rsidRPr="006E36B9" w:rsidRDefault="00EE7519" w:rsidP="00EE7519">
      <w:r w:rsidRPr="006E36B9">
        <w:t>Des types d’aventuriers surgissent tout à coup au tournant d’une conversation, puis s’effacent parce que le souvenir des gens qui nous parlent ne sont plus très nets ou qu’ils préfèrent se taire.</w:t>
      </w:r>
    </w:p>
    <w:p w14:paraId="71E91B2D" w14:textId="77777777" w:rsidR="00EE7519" w:rsidRPr="006E36B9" w:rsidRDefault="00EE7519" w:rsidP="00EE7519">
      <w:r w:rsidRPr="006E36B9">
        <w:t>Ce sera le pittoresque de cette courte traversée sur le Lap</w:t>
      </w:r>
      <w:r w:rsidRPr="006E36B9">
        <w:t>é</w:t>
      </w:r>
      <w:r w:rsidRPr="006E36B9">
        <w:t xml:space="preserve">rouse, d’avoir pu sentir ce souffle lointain de la grande aventure. Nous ne l’avons peut-être pas très bien compris parce que trop civilisés, paralysés, par tant de murailles qui </w:t>
      </w:r>
      <w:r w:rsidRPr="006E36B9">
        <w:lastRenderedPageBreak/>
        <w:t>s’élèvent à plaisir autour de nous. Mais nous avons envié tout de même ces ho</w:t>
      </w:r>
      <w:r w:rsidRPr="006E36B9">
        <w:t>m</w:t>
      </w:r>
      <w:r w:rsidRPr="006E36B9">
        <w:t>mes qui menaient leur vie sans barrières, sans frein, comme on fait son chemin dans la forêt tropicale, à coup</w:t>
      </w:r>
      <w:r w:rsidR="00204FEC">
        <w:t>s</w:t>
      </w:r>
      <w:r w:rsidRPr="006E36B9">
        <w:t xml:space="preserve"> de </w:t>
      </w:r>
      <w:proofErr w:type="spellStart"/>
      <w:r w:rsidRPr="006E36B9">
        <w:t>machète</w:t>
      </w:r>
      <w:proofErr w:type="spellEnd"/>
      <w:r w:rsidRPr="006E36B9">
        <w:t>, sans s’inquiéter de ce que l’on coupe.</w:t>
      </w:r>
    </w:p>
    <w:p w14:paraId="16C46F35" w14:textId="77777777" w:rsidR="00EE7519" w:rsidRPr="006E36B9" w:rsidRDefault="00EE7519" w:rsidP="00EE7519">
      <w:pPr>
        <w:pStyle w:val="Centr"/>
      </w:pPr>
      <w:r w:rsidRPr="006E36B9">
        <w:t>*</w:t>
      </w:r>
    </w:p>
    <w:p w14:paraId="08EB006D" w14:textId="77777777" w:rsidR="00EE7519" w:rsidRPr="006E36B9" w:rsidRDefault="00EE7519" w:rsidP="00EE7519">
      <w:r w:rsidRPr="006E36B9">
        <w:t>Pour rompre l’ennui définitif qui plane sur son bateau, le capitaine a eu l’heureuse idée de faire donner une représent</w:t>
      </w:r>
      <w:r w:rsidRPr="006E36B9">
        <w:t>a</w:t>
      </w:r>
      <w:r w:rsidRPr="006E36B9">
        <w:t xml:space="preserve">tion par l’équipage canaque. Quelques danses, </w:t>
      </w:r>
      <w:r w:rsidR="00204FEC">
        <w:t xml:space="preserve">quelques </w:t>
      </w:r>
      <w:r w:rsidRPr="006E36B9">
        <w:t>chants.</w:t>
      </w:r>
    </w:p>
    <w:p w14:paraId="3A7C039B" w14:textId="77777777" w:rsidR="00EE7519" w:rsidRPr="006E36B9" w:rsidRDefault="00EE7519" w:rsidP="00EE7519">
      <w:r w:rsidRPr="006E36B9">
        <w:t xml:space="preserve">Au rythme à contre-temps de bâtons heurtant une caisse vide, un canaque en manou, le chef coiffé du béret marin, danse et mime une scène de pêche. En cadence, il amorce une ligne imaginaire, noue la corde à l’hameçon, la lance au large. Il a dû manquer son coup, la ligne s’est embrouillée. Il faut la ramener, défaire les nœuds, la lancer de nouveau. Maintenant, c’est l’attente anxieuse, les yeux fixés sur l’eau. Le poisson mordra-t-il ? Les bras de l’homme se crispent. Cela tire </w:t>
      </w:r>
      <w:r w:rsidR="006073BB">
        <w:t xml:space="preserve">et résiste </w:t>
      </w:r>
      <w:r w:rsidRPr="006E36B9">
        <w:t xml:space="preserve">ferme là-bas ! La prise est de taille ! Il faut haler durement. Ho ! Hé ! Ho ! La bête se débat. L’homme ne sait comment </w:t>
      </w:r>
      <w:smartTag w:uri="urn:schemas-microsoft-com:office:smarttags" w:element="PersonName">
        <w:smartTagPr>
          <w:attr w:name="ProductID" w:val="la prendre. Sa"/>
        </w:smartTagPr>
        <w:r w:rsidRPr="006E36B9">
          <w:t>la prendre. Sa</w:t>
        </w:r>
      </w:smartTag>
      <w:r w:rsidRPr="006E36B9">
        <w:t xml:space="preserve"> main droite brandit une sagaie. Une détente du bras musculeux. Le poisson agonise. Il faut le charger sur les épaules</w:t>
      </w:r>
      <w:r w:rsidR="006073BB">
        <w:t xml:space="preserve"> et</w:t>
      </w:r>
      <w:r w:rsidR="00204FEC">
        <w:t>,</w:t>
      </w:r>
      <w:r w:rsidR="00827367">
        <w:t xml:space="preserve"> </w:t>
      </w:r>
      <w:r w:rsidR="006073BB">
        <w:t>tout</w:t>
      </w:r>
      <w:r w:rsidRPr="006E36B9">
        <w:t xml:space="preserve"> joyeux, retourner au village. La pêche a été bonne.</w:t>
      </w:r>
    </w:p>
    <w:p w14:paraId="42A31904" w14:textId="77777777" w:rsidR="00EE7519" w:rsidRPr="006E36B9" w:rsidRDefault="00EE7519" w:rsidP="00EE7519">
      <w:r w:rsidRPr="006E36B9">
        <w:t>Nous applaudissons le Canaque. Combien avons-nous à apprendre d’une telle scène pour nos feux de camp ! Cette im</w:t>
      </w:r>
      <w:r w:rsidRPr="006E36B9">
        <w:t>i</w:t>
      </w:r>
      <w:r w:rsidRPr="006E36B9">
        <w:t>tation de la vie directe, simple, sans apprêt : c’est cela le vrai théâtre.</w:t>
      </w:r>
    </w:p>
    <w:p w14:paraId="060381C7" w14:textId="77777777" w:rsidR="00EE7519" w:rsidRPr="006E36B9" w:rsidRDefault="00EE7519" w:rsidP="00EE7519">
      <w:r w:rsidRPr="006E36B9">
        <w:t xml:space="preserve">Un autre indigène, toujours sur le même rythme, vient mimer la défense d’un homme contre une guêpe qui le harcèle. Les gestes sont spasmodiques, violents. Il s’agite, </w:t>
      </w:r>
      <w:r w:rsidR="005E3BC0">
        <w:t xml:space="preserve">se </w:t>
      </w:r>
      <w:r w:rsidRPr="006E36B9">
        <w:lastRenderedPageBreak/>
        <w:t xml:space="preserve">démène, se trémousse, affolé par la bête lancinante qui l’environne. D’autres guêpes viennent l’attaquer. Il n’est plus qu’une pauvre chair hérissée d’insectes bourdonnants. Il </w:t>
      </w:r>
      <w:r w:rsidR="005E3BC0">
        <w:t xml:space="preserve">se </w:t>
      </w:r>
      <w:r w:rsidRPr="006E36B9">
        <w:t>tord, s’écroule épu</w:t>
      </w:r>
      <w:r w:rsidRPr="006E36B9">
        <w:t>i</w:t>
      </w:r>
      <w:r w:rsidRPr="006E36B9">
        <w:t>sé sur un dernier batte</w:t>
      </w:r>
      <w:r>
        <w:t>ment</w:t>
      </w:r>
      <w:r w:rsidRPr="006E36B9">
        <w:t xml:space="preserve"> de tam-tam.</w:t>
      </w:r>
    </w:p>
    <w:p w14:paraId="4F96622B" w14:textId="77777777" w:rsidR="00EE7519" w:rsidRPr="006E36B9" w:rsidRDefault="00EE7519" w:rsidP="00EE7519">
      <w:r w:rsidRPr="006E36B9">
        <w:t>Là encore, la mimique était parfaite, la vérité hallucinante. Quelques passagers, instinctivement ont regardé autour d’eux. Les nerfs tendus, ils croyaient peut-être entendre le vrombiss</w:t>
      </w:r>
      <w:r w:rsidRPr="006E36B9">
        <w:t>e</w:t>
      </w:r>
      <w:r w:rsidRPr="006E36B9">
        <w:t>ment odieux d’une guêpe.</w:t>
      </w:r>
    </w:p>
    <w:p w14:paraId="5740F246" w14:textId="77777777" w:rsidR="00EE7519" w:rsidRPr="006E36B9" w:rsidRDefault="00EE7519" w:rsidP="00EE7519">
      <w:r w:rsidRPr="006E36B9">
        <w:t>Les Canaques maintenant chantent en chœur. Les voix sont étranges. Quelques-unes très fausses, d’autres métalliques comme des cordes de guitare. Presque toujours, les voix s’harmonisent en des accords complexes. Le rythme ne varie guère.</w:t>
      </w:r>
    </w:p>
    <w:p w14:paraId="719B3B6C" w14:textId="77777777" w:rsidR="00EE7519" w:rsidRPr="006E36B9" w:rsidRDefault="00EE7519" w:rsidP="00EE7519">
      <w:r w:rsidRPr="006E36B9">
        <w:t>L’un des chants doit s’appeler la chanson du vent. Une voix monte d’abord seule, très haute, très douce, puis redescend, r</w:t>
      </w:r>
      <w:r w:rsidRPr="006E36B9">
        <w:t>e</w:t>
      </w:r>
      <w:r w:rsidRPr="006E36B9">
        <w:t>monte encore. La brise effleure la cime d’un cocotier, joue dans les feuilles, s’enroule autour du tronc. La voix se fait plus forte, d’autres se joignent à elle. Le cocotier se tord sous la poussée du vent. La forêt tout entière murmure et bruit. Les voix donnent toute leur puissance. La tempête roule, mugit ; des arbres s’écroulent, les cases sont emportées, le raz de marée défe</w:t>
      </w:r>
      <w:r w:rsidRPr="006E36B9">
        <w:t>r</w:t>
      </w:r>
      <w:r w:rsidRPr="006E36B9">
        <w:t>le sur le village. Puis les voix s’assourdissent. Le cyclone s’éloigne, se perd dans le lointain où il gronde doucement, tandis qu’une i</w:t>
      </w:r>
      <w:r w:rsidRPr="006E36B9">
        <w:t>m</w:t>
      </w:r>
      <w:r w:rsidRPr="006E36B9">
        <w:t>perceptible brise joue dans les feuilles d’un arbre abattu.</w:t>
      </w:r>
    </w:p>
    <w:p w14:paraId="6B438FD3" w14:textId="77777777" w:rsidR="00EE7519" w:rsidRPr="006E36B9" w:rsidRDefault="00EE7519" w:rsidP="00EE7519">
      <w:r w:rsidRPr="006E36B9">
        <w:t>Tout se tait.</w:t>
      </w:r>
    </w:p>
    <w:p w14:paraId="19F17995" w14:textId="77777777" w:rsidR="00EE7519" w:rsidRPr="006E36B9" w:rsidRDefault="00EE7519" w:rsidP="00EE7519">
      <w:pPr>
        <w:pStyle w:val="Centr"/>
      </w:pPr>
      <w:r w:rsidRPr="006E36B9">
        <w:t>*</w:t>
      </w:r>
    </w:p>
    <w:p w14:paraId="5FD1FA35" w14:textId="77777777" w:rsidR="00EE7519" w:rsidRPr="006E36B9" w:rsidRDefault="00EE7519" w:rsidP="00EE7519">
      <w:r w:rsidRPr="006E36B9">
        <w:t>Une jeune fille est morte à bord aujourd’hui. E</w:t>
      </w:r>
      <w:r>
        <w:t>ll</w:t>
      </w:r>
      <w:r w:rsidRPr="006E36B9">
        <w:t xml:space="preserve">e avait été embarquée malade et son cercueil était dans </w:t>
      </w:r>
      <w:smartTag w:uri="urn:schemas-microsoft-com:office:smarttags" w:element="PersonName">
        <w:smartTagPr>
          <w:attr w:name="ProductID" w:val="la cale. Les Canaques"/>
        </w:smartTagPr>
        <w:r w:rsidRPr="006E36B9">
          <w:t>la cale. Les Can</w:t>
        </w:r>
        <w:r w:rsidRPr="006E36B9">
          <w:t>a</w:t>
        </w:r>
        <w:r w:rsidRPr="006E36B9">
          <w:t>ques</w:t>
        </w:r>
      </w:smartTag>
      <w:r w:rsidRPr="006E36B9">
        <w:t xml:space="preserve"> ont cloué la caisse de chêne ce soir.</w:t>
      </w:r>
    </w:p>
    <w:p w14:paraId="15789C1F" w14:textId="77777777" w:rsidR="00EE7519" w:rsidRPr="006E36B9" w:rsidRDefault="00EE7519" w:rsidP="00EE7519">
      <w:r w:rsidRPr="006E36B9">
        <w:lastRenderedPageBreak/>
        <w:t>I</w:t>
      </w:r>
      <w:r>
        <w:t>l</w:t>
      </w:r>
      <w:r w:rsidRPr="006E36B9">
        <w:t>s se détournent avec des regards craintifs lorsqu’ils pa</w:t>
      </w:r>
      <w:r w:rsidRPr="006E36B9">
        <w:t>s</w:t>
      </w:r>
      <w:r w:rsidRPr="006E36B9">
        <w:t xml:space="preserve">sent près de la grande boîte enveloppée de toiles parce qu’ils </w:t>
      </w:r>
      <w:proofErr w:type="gramStart"/>
      <w:r w:rsidRPr="006E36B9">
        <w:t>ont peur de</w:t>
      </w:r>
      <w:proofErr w:type="gramEnd"/>
      <w:r w:rsidRPr="006E36B9">
        <w:t xml:space="preserve"> la mort comme ils </w:t>
      </w:r>
      <w:proofErr w:type="gramStart"/>
      <w:r w:rsidRPr="006E36B9">
        <w:t>ont peur de</w:t>
      </w:r>
      <w:proofErr w:type="gramEnd"/>
      <w:r w:rsidRPr="006E36B9">
        <w:t xml:space="preserve"> la nuit.</w:t>
      </w:r>
    </w:p>
    <w:p w14:paraId="4F0A1512" w14:textId="77777777" w:rsidR="00EE7519" w:rsidRPr="00006BCB" w:rsidRDefault="00EE7519" w:rsidP="00EE7519">
      <w:pPr>
        <w:pStyle w:val="Titre2"/>
        <w:rPr>
          <w:szCs w:val="44"/>
        </w:rPr>
      </w:pPr>
      <w:bookmarkStart w:id="41" w:name="_TOC97812"/>
      <w:bookmarkStart w:id="42" w:name="_Toc195610658"/>
      <w:bookmarkEnd w:id="41"/>
      <w:r w:rsidRPr="00006BCB">
        <w:rPr>
          <w:szCs w:val="44"/>
        </w:rPr>
        <w:lastRenderedPageBreak/>
        <w:t>PILOU-PILOU À NOUMÉA</w:t>
      </w:r>
      <w:bookmarkEnd w:id="42"/>
    </w:p>
    <w:p w14:paraId="50D73C23" w14:textId="77777777" w:rsidR="00EE7519" w:rsidRPr="006E36B9" w:rsidRDefault="00EE7519" w:rsidP="00EE7519">
      <w:r w:rsidRPr="006E36B9">
        <w:t>La brassée d’îles semée sur le Pacifique est un poudroi</w:t>
      </w:r>
      <w:r w:rsidRPr="006E36B9">
        <w:t>e</w:t>
      </w:r>
      <w:r w:rsidRPr="006E36B9">
        <w:t>ment de lumières.</w:t>
      </w:r>
    </w:p>
    <w:p w14:paraId="6C2AFA6E" w14:textId="77777777" w:rsidR="00EE7519" w:rsidRPr="006E36B9" w:rsidRDefault="00EE7519" w:rsidP="00EE7519">
      <w:r w:rsidRPr="006E36B9">
        <w:t>Seulement aujourd’hui il pleut.</w:t>
      </w:r>
    </w:p>
    <w:p w14:paraId="47D6477F" w14:textId="77777777" w:rsidR="00EE7519" w:rsidRPr="006E36B9" w:rsidRDefault="00EE7519" w:rsidP="00EE7519">
      <w:r w:rsidRPr="006E36B9">
        <w:t>Prise dans le filet des averses qui tombent à cordes, la Nouvelle-Calédonie glisse à l’avant du bateau. Sur tribord, Nou s’arrondit, lourde de la souvenance des bagnards. Le pénitencier n’est plus qu’un asile de vieillards où quelques condamnés ch</w:t>
      </w:r>
      <w:r w:rsidRPr="006E36B9">
        <w:t>e</w:t>
      </w:r>
      <w:r w:rsidRPr="006E36B9">
        <w:t xml:space="preserve">vrotants achèvent une vie paisible. Mais une chape de tristesse </w:t>
      </w:r>
      <w:r w:rsidR="005E3BC0" w:rsidRPr="006E36B9">
        <w:t>masqu</w:t>
      </w:r>
      <w:r w:rsidR="005E3BC0">
        <w:t>a</w:t>
      </w:r>
      <w:r w:rsidR="005E3BC0" w:rsidRPr="006E36B9">
        <w:t xml:space="preserve">nt </w:t>
      </w:r>
      <w:r w:rsidRPr="006E36B9">
        <w:t>la beauté des rocs, semble encore recouvrir l’île.</w:t>
      </w:r>
    </w:p>
    <w:p w14:paraId="02819E98" w14:textId="77777777" w:rsidR="00EE7519" w:rsidRPr="006E36B9" w:rsidRDefault="00EE7519" w:rsidP="00EE7519">
      <w:r w:rsidRPr="006E36B9">
        <w:t>Devant le paquebot stoppé, le quai est un bas-relief pour exposition coloniale. De plantureuses popinées roulent des fo</w:t>
      </w:r>
      <w:r w:rsidRPr="006E36B9">
        <w:t>r</w:t>
      </w:r>
      <w:r w:rsidRPr="006E36B9">
        <w:t>mes débordantes dans des robes en papier de sucre d’orge. Des canaques, le torse nu, des colliers d’herbes autour du cou, la tai</w:t>
      </w:r>
      <w:r w:rsidRPr="006E36B9">
        <w:t>l</w:t>
      </w:r>
      <w:r w:rsidRPr="006E36B9">
        <w:t>le serrée dans le manou de cotonnade bleue ou rouge, s’abritent sous des parapluies ou des ombrelles ridicules. De bonnes grosses têtes en pain d’épice surplombent des épaules de bronze. Comme nous sommes loin, ici, de la maigreur ascét</w:t>
      </w:r>
      <w:r w:rsidRPr="006E36B9">
        <w:t>i</w:t>
      </w:r>
      <w:r w:rsidRPr="006E36B9">
        <w:t xml:space="preserve">que, de l’orgueilleux dédain des Somalis et des Bédouins. Là-bas, c’était l’Orient ! </w:t>
      </w:r>
      <w:r w:rsidR="005E3BC0">
        <w:t>E</w:t>
      </w:r>
      <w:r w:rsidR="005E3BC0" w:rsidRPr="006E36B9">
        <w:t xml:space="preserve">t </w:t>
      </w:r>
      <w:r w:rsidRPr="006E36B9">
        <w:t>le désert façonne et sculpte de la n</w:t>
      </w:r>
      <w:r w:rsidRPr="006E36B9">
        <w:t>o</w:t>
      </w:r>
      <w:r w:rsidRPr="006E36B9">
        <w:t>blesse !</w:t>
      </w:r>
    </w:p>
    <w:p w14:paraId="41ADDD53" w14:textId="77777777" w:rsidR="00EE7519" w:rsidRPr="006E36B9" w:rsidRDefault="00EE7519" w:rsidP="00EE7519">
      <w:r w:rsidRPr="006E36B9">
        <w:t>Sanglés dans des uniformes boutonnés jusqu’au menton sous des figures au teint cireux, quelques fonctionnaires trimb</w:t>
      </w:r>
      <w:r w:rsidRPr="006E36B9">
        <w:t>a</w:t>
      </w:r>
      <w:r w:rsidRPr="006E36B9">
        <w:t>lent des ventres trop gros. Mise à part la couleur blanche de l’étoffe, le gendarme, en képi, semble prêt à dresser une contr</w:t>
      </w:r>
      <w:r w:rsidRPr="006E36B9">
        <w:t>a</w:t>
      </w:r>
      <w:r w:rsidRPr="006E36B9">
        <w:t>vention sur la route de Rambouillet.</w:t>
      </w:r>
    </w:p>
    <w:p w14:paraId="46108428" w14:textId="77777777" w:rsidR="00EE7519" w:rsidRPr="006E36B9" w:rsidRDefault="00EE7519" w:rsidP="00EE7519">
      <w:r w:rsidRPr="006E36B9">
        <w:lastRenderedPageBreak/>
        <w:t>Où sont les shorts ? Et la police d’Aden pieds nus, en ch</w:t>
      </w:r>
      <w:r w:rsidRPr="006E36B9">
        <w:t>e</w:t>
      </w:r>
      <w:r w:rsidRPr="006E36B9">
        <w:t>mises à manches courtes ?</w:t>
      </w:r>
    </w:p>
    <w:p w14:paraId="02AADC8F" w14:textId="77777777" w:rsidR="00EE7519" w:rsidRPr="006E36B9" w:rsidRDefault="00EE7519" w:rsidP="00EE7519">
      <w:r w:rsidRPr="006E36B9">
        <w:t>Nous sommes à vingt mille kilomètres de France, mais le Règlement sans doute ne connaît ni distance, ni climat.</w:t>
      </w:r>
    </w:p>
    <w:p w14:paraId="6FDC0E3F" w14:textId="77777777" w:rsidR="00EE7519" w:rsidRPr="006E36B9" w:rsidRDefault="00EE7519" w:rsidP="00EE7519">
      <w:pPr>
        <w:pStyle w:val="Centr"/>
      </w:pPr>
      <w:r w:rsidRPr="006E36B9">
        <w:t>*</w:t>
      </w:r>
    </w:p>
    <w:p w14:paraId="681B7ED9" w14:textId="77777777" w:rsidR="00EE7519" w:rsidRPr="006E36B9" w:rsidRDefault="00EE7519" w:rsidP="00EE7519">
      <w:r w:rsidRPr="006E36B9">
        <w:t xml:space="preserve">Formées en rectangle sur le quai, les troupes Éclaireurs Unionistes et Scouts de France de Nouméa nous attendent. Joie de </w:t>
      </w:r>
      <w:r>
        <w:t>s</w:t>
      </w:r>
      <w:r w:rsidRPr="006E36B9">
        <w:t>e trouver si loin de France un scoutisme très vrai, très près de Baden-Powell, exactement semblable au nôtre, mais qui a dû naître, progresser, s’affermir de sa propre force, en l’absence de tout contact avec le scoutisme originel.</w:t>
      </w:r>
    </w:p>
    <w:p w14:paraId="01DE3443" w14:textId="77777777" w:rsidR="00EE7519" w:rsidRPr="006E36B9" w:rsidRDefault="00EE7519" w:rsidP="00EE7519">
      <w:pPr>
        <w:pStyle w:val="Centr"/>
      </w:pPr>
      <w:r w:rsidRPr="006E36B9">
        <w:t>*</w:t>
      </w:r>
    </w:p>
    <w:p w14:paraId="44879142" w14:textId="77777777" w:rsidR="00EE7519" w:rsidRPr="006E36B9" w:rsidRDefault="00EE7519" w:rsidP="00EE7519">
      <w:r w:rsidRPr="006E36B9">
        <w:t>Le soir, la Première-Nouméa, invite les Scouts de France à un dîner régional. Une ribambelle de petits scouts se multiplie autour de nous, nous servant avec une profusion qui étonne nos estomacs rétrécis par deux mois de nourriture anglaise.</w:t>
      </w:r>
    </w:p>
    <w:p w14:paraId="1FDC5D2F" w14:textId="77777777" w:rsidR="00EE7519" w:rsidRPr="006E36B9" w:rsidRDefault="00EE7519" w:rsidP="00EE7519">
      <w:r w:rsidRPr="006E36B9">
        <w:t>Un gosse signé Joubert me tend un carton. Est-ce un menu ou une encyclopédie de tout ce qui se mange sous l’hémisphère austral ? Je lis :</w:t>
      </w:r>
    </w:p>
    <w:p w14:paraId="63EF9423" w14:textId="77777777" w:rsidR="00EE7519" w:rsidRPr="006E36B9" w:rsidRDefault="00EE7519" w:rsidP="00EE7519">
      <w:pPr>
        <w:pStyle w:val="Centr"/>
        <w:spacing w:before="0" w:after="0"/>
        <w:rPr>
          <w:i/>
        </w:rPr>
      </w:pPr>
      <w:r w:rsidRPr="006E36B9">
        <w:rPr>
          <w:i/>
        </w:rPr>
        <w:t>Potage au manioc pilé</w:t>
      </w:r>
    </w:p>
    <w:p w14:paraId="7912E82A" w14:textId="77777777" w:rsidR="00EE7519" w:rsidRPr="006E36B9" w:rsidRDefault="00EE7519" w:rsidP="00EE7519">
      <w:pPr>
        <w:pStyle w:val="Centr"/>
        <w:spacing w:before="0" w:after="0"/>
        <w:rPr>
          <w:i/>
        </w:rPr>
      </w:pPr>
      <w:r w:rsidRPr="006E36B9">
        <w:rPr>
          <w:i/>
        </w:rPr>
        <w:t>Fruits de l’arbre à pain</w:t>
      </w:r>
    </w:p>
    <w:p w14:paraId="65619136" w14:textId="77777777" w:rsidR="00EE7519" w:rsidRPr="006E36B9" w:rsidRDefault="00EE7519" w:rsidP="00EE7519">
      <w:pPr>
        <w:pStyle w:val="Centr"/>
        <w:spacing w:before="0" w:after="0"/>
        <w:rPr>
          <w:i/>
        </w:rPr>
      </w:pPr>
      <w:r w:rsidRPr="006E36B9">
        <w:rPr>
          <w:i/>
        </w:rPr>
        <w:t>Crabes de cocotiers</w:t>
      </w:r>
    </w:p>
    <w:p w14:paraId="6B0CAB7E" w14:textId="77777777" w:rsidR="00EE7519" w:rsidRPr="006E36B9" w:rsidRDefault="00EE7519" w:rsidP="00EE7519">
      <w:pPr>
        <w:pStyle w:val="Centr"/>
        <w:spacing w:before="0" w:after="0"/>
        <w:rPr>
          <w:i/>
        </w:rPr>
      </w:pPr>
      <w:r w:rsidRPr="006E36B9">
        <w:rPr>
          <w:i/>
        </w:rPr>
        <w:t>Tortue de mer</w:t>
      </w:r>
    </w:p>
    <w:p w14:paraId="601BE9AC" w14:textId="77777777" w:rsidR="00EE7519" w:rsidRPr="006E36B9" w:rsidRDefault="00EE7519" w:rsidP="00EE7519">
      <w:pPr>
        <w:pStyle w:val="Centr"/>
        <w:spacing w:before="0" w:after="0"/>
        <w:rPr>
          <w:i/>
        </w:rPr>
      </w:pPr>
      <w:r w:rsidRPr="006E36B9">
        <w:rPr>
          <w:i/>
        </w:rPr>
        <w:t>Taros</w:t>
      </w:r>
    </w:p>
    <w:p w14:paraId="29E050B7" w14:textId="77777777" w:rsidR="00EE7519" w:rsidRPr="006E36B9" w:rsidRDefault="00EE7519" w:rsidP="00EE7519">
      <w:pPr>
        <w:pStyle w:val="Centr"/>
        <w:spacing w:before="0" w:after="0"/>
        <w:rPr>
          <w:i/>
        </w:rPr>
      </w:pPr>
      <w:r w:rsidRPr="006E36B9">
        <w:rPr>
          <w:i/>
        </w:rPr>
        <w:t>Quartiers de cerf</w:t>
      </w:r>
    </w:p>
    <w:p w14:paraId="1D853F2B" w14:textId="77777777" w:rsidR="00EE7519" w:rsidRPr="006E36B9" w:rsidRDefault="00EE7519" w:rsidP="00EE7519">
      <w:pPr>
        <w:pStyle w:val="Centr"/>
        <w:spacing w:before="0" w:after="0"/>
        <w:rPr>
          <w:i/>
        </w:rPr>
      </w:pPr>
      <w:r w:rsidRPr="006E36B9">
        <w:rPr>
          <w:i/>
        </w:rPr>
        <w:t>Côtes de porc rôties ou four Canaque</w:t>
      </w:r>
    </w:p>
    <w:p w14:paraId="1BD5216D" w14:textId="77777777" w:rsidR="00EE7519" w:rsidRPr="006E36B9" w:rsidRDefault="00EE7519" w:rsidP="00EE7519">
      <w:pPr>
        <w:pStyle w:val="Centr"/>
        <w:spacing w:before="0" w:after="0"/>
        <w:rPr>
          <w:i/>
        </w:rPr>
      </w:pPr>
      <w:r w:rsidRPr="006E36B9">
        <w:rPr>
          <w:i/>
        </w:rPr>
        <w:t>Roussettes sauce au vin</w:t>
      </w:r>
    </w:p>
    <w:p w14:paraId="5A700D0A" w14:textId="77777777" w:rsidR="00EE7519" w:rsidRPr="006E36B9" w:rsidRDefault="00EE7519" w:rsidP="00EE7519">
      <w:pPr>
        <w:pStyle w:val="Centr"/>
        <w:spacing w:before="0" w:after="0"/>
        <w:rPr>
          <w:i/>
        </w:rPr>
      </w:pPr>
      <w:r w:rsidRPr="006E36B9">
        <w:rPr>
          <w:i/>
        </w:rPr>
        <w:t>Salade de cœur de cocotier et de choux palmistes</w:t>
      </w:r>
    </w:p>
    <w:p w14:paraId="17B12C8D" w14:textId="77777777" w:rsidR="00EE7519" w:rsidRPr="006E36B9" w:rsidRDefault="00EE7519" w:rsidP="00EE7519">
      <w:pPr>
        <w:pStyle w:val="Centr"/>
        <w:spacing w:before="0" w:after="0"/>
        <w:rPr>
          <w:i/>
        </w:rPr>
      </w:pPr>
      <w:r w:rsidRPr="006E36B9">
        <w:rPr>
          <w:i/>
        </w:rPr>
        <w:lastRenderedPageBreak/>
        <w:t xml:space="preserve">Salade de fruits : </w:t>
      </w:r>
      <w:proofErr w:type="spellStart"/>
      <w:r w:rsidR="008A681E" w:rsidRPr="006E36B9">
        <w:rPr>
          <w:i/>
        </w:rPr>
        <w:t>papa</w:t>
      </w:r>
      <w:r w:rsidR="008A681E">
        <w:rPr>
          <w:i/>
        </w:rPr>
        <w:t>ï</w:t>
      </w:r>
      <w:proofErr w:type="spellEnd"/>
      <w:r w:rsidRPr="006E36B9">
        <w:rPr>
          <w:i/>
        </w:rPr>
        <w:t xml:space="preserve">, pommes-lianes, </w:t>
      </w:r>
      <w:proofErr w:type="spellStart"/>
      <w:r w:rsidRPr="006E36B9">
        <w:rPr>
          <w:i/>
        </w:rPr>
        <w:t>barbaldines</w:t>
      </w:r>
      <w:proofErr w:type="spellEnd"/>
      <w:r w:rsidRPr="006E36B9">
        <w:rPr>
          <w:i/>
        </w:rPr>
        <w:t>, etc., etc.…</w:t>
      </w:r>
    </w:p>
    <w:p w14:paraId="0306D0A1" w14:textId="77777777" w:rsidR="00EE7519" w:rsidRPr="006E36B9" w:rsidRDefault="00EE7519" w:rsidP="00EE7519">
      <w:r w:rsidRPr="006E36B9">
        <w:t>En vérité, il s’agissait bien d’un menu. Au dessert, notre chef évoque Vatel et Brillat-Savarin. Pauvres grands cuisiniers qui ne connaissaient ni le crabe de cocotiers, ni le chou pa</w:t>
      </w:r>
      <w:r w:rsidRPr="006E36B9">
        <w:t>l</w:t>
      </w:r>
      <w:r w:rsidRPr="006E36B9">
        <w:t>miste.</w:t>
      </w:r>
    </w:p>
    <w:p w14:paraId="377E54D4" w14:textId="77777777" w:rsidR="00EE7519" w:rsidRPr="006E36B9" w:rsidRDefault="00EE7519" w:rsidP="00EE7519">
      <w:pPr>
        <w:pStyle w:val="Centr"/>
      </w:pPr>
      <w:r w:rsidRPr="006E36B9">
        <w:t>*</w:t>
      </w:r>
    </w:p>
    <w:p w14:paraId="04892688" w14:textId="77777777" w:rsidR="00EE7519" w:rsidRPr="006E36B9" w:rsidRDefault="00EE7519" w:rsidP="00EE7519">
      <w:r w:rsidRPr="006E36B9">
        <w:t xml:space="preserve">La nuit, un Pilou-Pilou est donné en notre honneur. Des corps à demi-nus, barbouillés de noir et de blanc. Des visages de démons striés de peintures de guerre sous des diadèmes de feuillages. Des genoux, des coudes, des sagaies </w:t>
      </w:r>
      <w:proofErr w:type="spellStart"/>
      <w:r w:rsidRPr="006E36B9">
        <w:t>annellées</w:t>
      </w:r>
      <w:proofErr w:type="spellEnd"/>
      <w:r w:rsidRPr="006E36B9">
        <w:t xml:space="preserve"> de r</w:t>
      </w:r>
      <w:r w:rsidRPr="006E36B9">
        <w:t>u</w:t>
      </w:r>
      <w:r w:rsidRPr="006E36B9">
        <w:t>bans multicolores, des mains, chargées de flots d’herbes et d’étoffes voyantes.</w:t>
      </w:r>
    </w:p>
    <w:p w14:paraId="1C97EDE6" w14:textId="77777777" w:rsidR="00EE7519" w:rsidRPr="006E36B9" w:rsidRDefault="00EE7519" w:rsidP="00EE7519">
      <w:r w:rsidRPr="006E36B9">
        <w:t>La cadence irritante du tam-tam résonne, si hallucinante qu’elle triomphe de l’atmosphère trop française et plante un v</w:t>
      </w:r>
      <w:r w:rsidRPr="006E36B9">
        <w:t>i</w:t>
      </w:r>
      <w:r w:rsidRPr="006E36B9">
        <w:t>vant décor de brousse.</w:t>
      </w:r>
    </w:p>
    <w:p w14:paraId="0B8E56C4" w14:textId="77777777" w:rsidR="00EE7519" w:rsidRPr="006E36B9" w:rsidRDefault="00EE7519" w:rsidP="00EE7519">
      <w:r w:rsidRPr="006E36B9">
        <w:t>Jambes écartées, pieds en dehors, les danseurs sur le rythme du tambour, martèlent le sol, infatigablement. La c</w:t>
      </w:r>
      <w:r w:rsidRPr="006E36B9">
        <w:t>a</w:t>
      </w:r>
      <w:r w:rsidRPr="006E36B9">
        <w:t>dence s’accélère, devient vertigineuse. Des cris, des sifflements, des grondements, soutiennent le tam-tam. Un hurlement f</w:t>
      </w:r>
      <w:r w:rsidRPr="006E36B9">
        <w:t>u</w:t>
      </w:r>
      <w:r w:rsidRPr="006E36B9">
        <w:t xml:space="preserve">rieux du chef de danse nous râpe </w:t>
      </w:r>
      <w:smartTag w:uri="urn:schemas-microsoft-com:office:smarttags" w:element="PersonName">
        <w:smartTagPr>
          <w:attr w:name="ProductID" w:val="la gorge. Les"/>
        </w:smartTagPr>
        <w:r w:rsidRPr="006E36B9">
          <w:t>la gorge. Les</w:t>
        </w:r>
      </w:smartTag>
      <w:r w:rsidRPr="006E36B9">
        <w:t xml:space="preserve"> hommes se sont écroulés d’un seul bloc et demeurent immobiles. On dirait, sur le sol, un tapis de haute laine chamarré de couleurs.</w:t>
      </w:r>
    </w:p>
    <w:p w14:paraId="6EA3583E" w14:textId="77777777" w:rsidR="00EE7519" w:rsidRPr="006E36B9" w:rsidRDefault="00EE7519" w:rsidP="00EE7519">
      <w:r w:rsidRPr="006E36B9">
        <w:t>Une modulation monte de cette masse humaine qui, le</w:t>
      </w:r>
      <w:r w:rsidRPr="006E36B9">
        <w:t>n</w:t>
      </w:r>
      <w:r w:rsidRPr="006E36B9">
        <w:t>tement, commence à vibrer. Les flots de rubans vont et viennent comme des vagues qui déferlent. En un cri de bête, le chef jaillit de terre suivi par tous les danseurs qui, de nouveau, martèlent le sol tandis que le tam-tam incessant joue sur nos nerfs une marche exa</w:t>
      </w:r>
      <w:r w:rsidRPr="006E36B9">
        <w:t>s</w:t>
      </w:r>
      <w:r w:rsidRPr="006E36B9">
        <w:t>pérante.</w:t>
      </w:r>
    </w:p>
    <w:p w14:paraId="0B7D47D3" w14:textId="77777777" w:rsidR="00EE7519" w:rsidRPr="006E36B9" w:rsidRDefault="00EE7519" w:rsidP="00EE7519">
      <w:r w:rsidRPr="006E36B9">
        <w:lastRenderedPageBreak/>
        <w:t>Le Pilou-Pilou maintenant prend une autre forme. Les danseurs se sont assis en rond, serrés les uns contre les autres. Une vingtaine d’hommes se rangent en deux lignes autour du cercle. Eux seuls danseront. Les autres les soutiendront par des cris, des claquements de mains et le long mouvement des flots de rubans.</w:t>
      </w:r>
    </w:p>
    <w:p w14:paraId="60392285" w14:textId="77777777" w:rsidR="00EE7519" w:rsidRPr="006E36B9" w:rsidRDefault="00EE7519" w:rsidP="00EE7519">
      <w:r w:rsidRPr="006E36B9">
        <w:t>Chaque ligne représente une tribu. Courbées vers le sol, e</w:t>
      </w:r>
      <w:r w:rsidRPr="006E36B9">
        <w:t>l</w:t>
      </w:r>
      <w:r w:rsidRPr="006E36B9">
        <w:t xml:space="preserve">les s’avancent l’une vers l’autre, mimant la recherche des traces sur le sable, la marche d’approche dans les hautes herbes, l’affût derrière les troncs de </w:t>
      </w:r>
      <w:proofErr w:type="spellStart"/>
      <w:r w:rsidRPr="006E36B9">
        <w:t>kaoris</w:t>
      </w:r>
      <w:proofErr w:type="spellEnd"/>
      <w:r w:rsidRPr="006E36B9">
        <w:t>.</w:t>
      </w:r>
    </w:p>
    <w:p w14:paraId="0AEE435A" w14:textId="77777777" w:rsidR="00EE7519" w:rsidRPr="006E36B9" w:rsidRDefault="00EE7519" w:rsidP="00EE7519">
      <w:r w:rsidRPr="006E36B9">
        <w:t>Soudain, elles s’aperçoivent. Un bond désespéré de fauve surpris dans son affût. Les hommes retombent et s’affrontent, sifflant comme des serpents. Un coup plus violent de tam-tam. Un cri de guerre poussé à pleine poitrine. Les deux tribus ont fait volte-face. Chacun de nous a devant lui un énergumène qui le fixe de ses yeux exorbités. La sueur ruisselle sur la figure ho</w:t>
      </w:r>
      <w:r w:rsidRPr="006E36B9">
        <w:t>r</w:t>
      </w:r>
      <w:r w:rsidRPr="006E36B9">
        <w:t>riblement peinturlurée. La bouche laisse filtrer un sifflement saccadé, une sorte de feulement retenu entre les dents. Tout le corps de l’homme est contracté, tremblant de force contenue. Les muscles saillent, prêts à l’effort violent qui va les jeter à l’attaque. À un pouce de notre visage la pointe de la sagaie nous vise. Et toujours le rythme crispant du tam-tam.</w:t>
      </w:r>
    </w:p>
    <w:p w14:paraId="719A90E9" w14:textId="77777777" w:rsidR="00EE7519" w:rsidRPr="006E36B9" w:rsidRDefault="00EE7519" w:rsidP="00EE7519">
      <w:r w:rsidRPr="006E36B9">
        <w:t xml:space="preserve">Dix fois, vingt fois la danse reprend. Grisés, </w:t>
      </w:r>
      <w:r>
        <w:t>l</w:t>
      </w:r>
      <w:r w:rsidRPr="006E36B9">
        <w:t>es Canaques continueraient jusqu’à l’aube.</w:t>
      </w:r>
    </w:p>
    <w:p w14:paraId="51B623D8" w14:textId="77777777" w:rsidR="00EE7519" w:rsidRPr="006E36B9" w:rsidRDefault="00EE7519" w:rsidP="00EE7519">
      <w:r w:rsidRPr="006E36B9">
        <w:t>Le gouverneur s’est levé.</w:t>
      </w:r>
    </w:p>
    <w:p w14:paraId="5389F035" w14:textId="77777777" w:rsidR="00EE7519" w:rsidRPr="006E36B9" w:rsidRDefault="00EE7519" w:rsidP="00EE7519">
      <w:r w:rsidRPr="006E36B9">
        <w:t>Tout à l’heure, les farouches danseurs seront des déba</w:t>
      </w:r>
      <w:r w:rsidRPr="006E36B9">
        <w:t>r</w:t>
      </w:r>
      <w:r w:rsidRPr="006E36B9">
        <w:t>deurs du port, des chauffeurs de camions ou des domestiques de la Résidence.</w:t>
      </w:r>
    </w:p>
    <w:p w14:paraId="6DD0F9D1" w14:textId="77777777" w:rsidR="00EE7519" w:rsidRPr="006E36B9" w:rsidRDefault="00EE7519" w:rsidP="00EE7519">
      <w:r w:rsidRPr="006E36B9">
        <w:lastRenderedPageBreak/>
        <w:t>Mais, dans le fond de leur cœur, ce Pilou-Pilou d’exhib</w:t>
      </w:r>
      <w:r w:rsidRPr="006E36B9">
        <w:t>i</w:t>
      </w:r>
      <w:r w:rsidRPr="006E36B9">
        <w:t>tion est-il si loin des danses sanguinaires de l’</w:t>
      </w:r>
      <w:r>
        <w:t>Î</w:t>
      </w:r>
      <w:r w:rsidRPr="006E36B9">
        <w:t xml:space="preserve">le </w:t>
      </w:r>
      <w:proofErr w:type="spellStart"/>
      <w:r w:rsidRPr="006E36B9">
        <w:t>Malikolo</w:t>
      </w:r>
      <w:proofErr w:type="spellEnd"/>
      <w:r w:rsidRPr="006E36B9">
        <w:t xml:space="preserve"> à la sini</w:t>
      </w:r>
      <w:r w:rsidRPr="006E36B9">
        <w:t>s</w:t>
      </w:r>
      <w:r w:rsidRPr="006E36B9">
        <w:t>tré réputation ?</w:t>
      </w:r>
    </w:p>
    <w:p w14:paraId="050CBB98" w14:textId="77777777" w:rsidR="00EE7519" w:rsidRPr="00006BCB" w:rsidRDefault="00EE7519" w:rsidP="00EE7519">
      <w:pPr>
        <w:pStyle w:val="Titre2"/>
        <w:rPr>
          <w:szCs w:val="44"/>
        </w:rPr>
      </w:pPr>
      <w:bookmarkStart w:id="43" w:name="_TOC103531"/>
      <w:bookmarkStart w:id="44" w:name="_Toc195610659"/>
      <w:bookmarkEnd w:id="43"/>
      <w:r w:rsidRPr="00006BCB">
        <w:rPr>
          <w:szCs w:val="44"/>
        </w:rPr>
        <w:lastRenderedPageBreak/>
        <w:t>EN FORÊT</w:t>
      </w:r>
      <w:bookmarkEnd w:id="44"/>
    </w:p>
    <w:p w14:paraId="548562A6" w14:textId="77777777" w:rsidR="00EE7519" w:rsidRPr="006E36B9" w:rsidRDefault="00EE7519" w:rsidP="00EE7519">
      <w:r w:rsidRPr="006E36B9">
        <w:t>Au village indigène de Saint-Louis, une petite église de mission telle que je l’avais rêvée. Une architecture très simple, très pauvre, mais une propreté que possèdent seules les chape</w:t>
      </w:r>
      <w:r w:rsidRPr="006E36B9">
        <w:t>l</w:t>
      </w:r>
      <w:r w:rsidRPr="006E36B9">
        <w:t>les de bonnes sœurs. Agenouillée devant une statue de sainte Thérèse, une religieuse prie. Son costume de lourde étoffe bleue est celui d’une bourgeoise du XVII</w:t>
      </w:r>
      <w:r w:rsidRPr="006E36B9">
        <w:rPr>
          <w:szCs w:val="32"/>
          <w:vertAlign w:val="superscript"/>
        </w:rPr>
        <w:t>e</w:t>
      </w:r>
      <w:r w:rsidRPr="006E36B9">
        <w:t xml:space="preserve"> siècle mais ses pieds sont nus et sa tête toute crépue sous </w:t>
      </w:r>
      <w:smartTag w:uri="urn:schemas-microsoft-com:office:smarttags" w:element="PersonName">
        <w:smartTagPr>
          <w:attr w:name="ProductID" w:val="la coiffe. C"/>
        </w:smartTagPr>
        <w:r w:rsidRPr="006E36B9">
          <w:t>la coiffe. C</w:t>
        </w:r>
      </w:smartTag>
      <w:r w:rsidRPr="006E36B9">
        <w:t>’est une religieuse c</w:t>
      </w:r>
      <w:r w:rsidRPr="006E36B9">
        <w:t>a</w:t>
      </w:r>
      <w:r w:rsidRPr="006E36B9">
        <w:t>naque.</w:t>
      </w:r>
    </w:p>
    <w:p w14:paraId="1C266F7F" w14:textId="77777777" w:rsidR="00EE7519" w:rsidRPr="006E36B9" w:rsidRDefault="00EE7519" w:rsidP="00EE7519">
      <w:r w:rsidRPr="006E36B9">
        <w:t xml:space="preserve">Au sortir de l’église, une volée de gosses s’abat sur nous et nous regarde avec des yeux ronds dans des figures en chocolat. Les vêtements vont de la culotte rapiécée à la ficelle strictement nécessaire. Le reste est </w:t>
      </w:r>
      <w:r w:rsidR="008A681E" w:rsidRPr="006E36B9">
        <w:t>habill</w:t>
      </w:r>
      <w:r w:rsidR="008A681E">
        <w:t>é</w:t>
      </w:r>
      <w:r w:rsidR="008A681E" w:rsidRPr="006E36B9">
        <w:t xml:space="preserve"> </w:t>
      </w:r>
      <w:r w:rsidRPr="006E36B9">
        <w:t>de soleil. Les petits hommes pa</w:t>
      </w:r>
      <w:r w:rsidRPr="006E36B9">
        <w:t>r</w:t>
      </w:r>
      <w:r w:rsidRPr="006E36B9">
        <w:t xml:space="preserve">lent français et chantent avec nous « Frère Jacques », « C’est </w:t>
      </w:r>
      <w:smartTag w:uri="urn:schemas-microsoft-com:office:smarttags" w:element="PersonName">
        <w:smartTagPr>
          <w:attr w:name="ProductID" w:val="la M￨re Mich￨le"/>
        </w:smartTagPr>
        <w:r w:rsidRPr="006E36B9">
          <w:t>la Mère Michèle</w:t>
        </w:r>
      </w:smartTag>
      <w:r w:rsidRPr="006E36B9">
        <w:t xml:space="preserve"> qui a perdu son chat ». Un père mariste, qui n’a pas vu la France depuis cinquante-deux ans, bat lui-même la mesure.</w:t>
      </w:r>
    </w:p>
    <w:p w14:paraId="099011EA" w14:textId="77777777" w:rsidR="00EE7519" w:rsidRPr="006E36B9" w:rsidRDefault="00EE7519" w:rsidP="00EE7519">
      <w:r w:rsidRPr="006E36B9">
        <w:t>Petites missions de Nouméa, de Port-Vila, de Tahiti, que</w:t>
      </w:r>
      <w:r w:rsidRPr="006E36B9">
        <w:t>l</w:t>
      </w:r>
      <w:r w:rsidRPr="006E36B9">
        <w:t xml:space="preserve">les joies très pures vous </w:t>
      </w:r>
      <w:r w:rsidR="008A681E">
        <w:t xml:space="preserve">nous </w:t>
      </w:r>
      <w:r w:rsidRPr="006E36B9">
        <w:t>avez données ! Joie de respirer en pleine brousse, une atmosphère française si claire, si vraie ! Joie de retrouver parmi les indigènes la foi toute simple que maint</w:t>
      </w:r>
      <w:r w:rsidRPr="006E36B9">
        <w:t>e</w:t>
      </w:r>
      <w:r w:rsidRPr="006E36B9">
        <w:t xml:space="preserve">nant, hélas ! </w:t>
      </w:r>
      <w:r w:rsidR="008A681E">
        <w:t>o</w:t>
      </w:r>
      <w:r w:rsidR="008A681E" w:rsidRPr="006E36B9">
        <w:t xml:space="preserve">n </w:t>
      </w:r>
      <w:r w:rsidRPr="006E36B9">
        <w:t>rencontre trop rarement chez nous ! Joie de voir, par nos missionnaires, rayonner de si profonde et vivace manière la plus belle France !</w:t>
      </w:r>
    </w:p>
    <w:p w14:paraId="770BE903" w14:textId="77777777" w:rsidR="00EE7519" w:rsidRPr="006E36B9" w:rsidRDefault="00EE7519" w:rsidP="00EE7519">
      <w:pPr>
        <w:pStyle w:val="Centr"/>
      </w:pPr>
      <w:r w:rsidRPr="006E36B9">
        <w:t>*</w:t>
      </w:r>
    </w:p>
    <w:p w14:paraId="1EF72256" w14:textId="77777777" w:rsidR="00EE7519" w:rsidRPr="006E36B9" w:rsidRDefault="00EE7519" w:rsidP="00EE7519">
      <w:r w:rsidRPr="006E36B9">
        <w:t xml:space="preserve">Avec le chef du village, trois ou quatre autres Canaques et la troupe scoute de Nouméa, nous allons camper aux « Grosse-Gouttes ». Quatre heures de montée sur un sol ferrugineux qui brûle nos espadrilles. Quatre heures sous un ciel </w:t>
      </w:r>
      <w:r w:rsidRPr="006E36B9">
        <w:lastRenderedPageBreak/>
        <w:t>incandescent où le soleil lui-même semble fondre. Très loin, Saint-Louis est un modelage de murs blancs et de toits rouges posés sur une verdure déchiquetée, ourlée par le bleu éclatant de la mer.</w:t>
      </w:r>
    </w:p>
    <w:p w14:paraId="09ECF5AB" w14:textId="77777777" w:rsidR="00EE7519" w:rsidRPr="006E36B9" w:rsidRDefault="00EE7519" w:rsidP="00EE7519">
      <w:r w:rsidRPr="006E36B9">
        <w:t xml:space="preserve">Une descente et, au creux d’une vallée, la forêt tropicale si différente du bush australien. Au lieu des </w:t>
      </w:r>
      <w:proofErr w:type="spellStart"/>
      <w:r w:rsidRPr="006E36B9">
        <w:t>gum-trees</w:t>
      </w:r>
      <w:proofErr w:type="spellEnd"/>
      <w:r w:rsidRPr="006E36B9">
        <w:t>, une éto</w:t>
      </w:r>
      <w:r w:rsidRPr="006E36B9">
        <w:t>n</w:t>
      </w:r>
      <w:r w:rsidRPr="006E36B9">
        <w:t xml:space="preserve">nante variété d’espèces, des pandanus, des </w:t>
      </w:r>
      <w:proofErr w:type="spellStart"/>
      <w:r w:rsidRPr="006E36B9">
        <w:t>kaoris</w:t>
      </w:r>
      <w:proofErr w:type="spellEnd"/>
      <w:r w:rsidRPr="006E36B9">
        <w:t>, citronniers, banians, cocotiers. Mais surtout, un débordement végétal, un jaillissement de sève, une irrésistible montée des plantes qui se poussent, se gênent et s’étouffent en une lutte perpétuelle. Les lianes s’entrelacent, serpentent, enserrent les troncs, sautent d’un arbre à l’autre, enchevêtrant la forêt qui, par elles, forme un bloc à travers lequel il faut se frayer un passage à coups de sabre d’abatis.</w:t>
      </w:r>
    </w:p>
    <w:p w14:paraId="62994BFA" w14:textId="77777777" w:rsidR="00EE7519" w:rsidRPr="006E36B9" w:rsidRDefault="00EE7519" w:rsidP="00EE7519">
      <w:r w:rsidRPr="006E36B9">
        <w:t>Nous enfonçons jusqu’aux genoux dans un humus spo</w:t>
      </w:r>
      <w:r w:rsidRPr="006E36B9">
        <w:t>n</w:t>
      </w:r>
      <w:r w:rsidRPr="006E36B9">
        <w:t xml:space="preserve">gieux recouvert de mousses, de fougères, de toutes ces plantes délicates qu’en Europe, on cultive avec amour dans des potiches d’appartement. À peine, </w:t>
      </w:r>
      <w:r w:rsidR="00AA40E6">
        <w:t xml:space="preserve">de </w:t>
      </w:r>
      <w:r w:rsidRPr="006E36B9">
        <w:t>temps en temps, quelques éclabou</w:t>
      </w:r>
      <w:r w:rsidRPr="006E36B9">
        <w:t>s</w:t>
      </w:r>
      <w:r w:rsidRPr="006E36B9">
        <w:t xml:space="preserve">sures de ciel à travers les frondaisons trop épaisses. Sous la voûte </w:t>
      </w:r>
      <w:r>
        <w:t>l</w:t>
      </w:r>
      <w:r w:rsidRPr="006E36B9">
        <w:t>ointaine, une ombre impénétrable s’étend, chargée de s</w:t>
      </w:r>
      <w:r w:rsidRPr="006E36B9">
        <w:t>i</w:t>
      </w:r>
      <w:r w:rsidRPr="006E36B9">
        <w:t>lence.</w:t>
      </w:r>
    </w:p>
    <w:p w14:paraId="2E04B221" w14:textId="77777777" w:rsidR="00EE7519" w:rsidRPr="006E36B9" w:rsidRDefault="00EE7519" w:rsidP="00EE7519">
      <w:r w:rsidRPr="006E36B9">
        <w:t>Quelque chose cependant murmure, tout près. Un torrent roule, cabriole, fonce gaillardement dans la masse végétale qu’il strie d’une veine d’argent. Quelques scouts se déshabillent, se coulent en pleine écume. La tête sous une roche nous nous lai</w:t>
      </w:r>
      <w:r w:rsidRPr="006E36B9">
        <w:t>s</w:t>
      </w:r>
      <w:r w:rsidRPr="006E36B9">
        <w:t xml:space="preserve">sons recouvrir. L’eau que </w:t>
      </w:r>
      <w:r w:rsidR="00AA40E6">
        <w:t xml:space="preserve">nous </w:t>
      </w:r>
      <w:r w:rsidRPr="006E36B9">
        <w:t>croyions glacée est délicieus</w:t>
      </w:r>
      <w:r w:rsidRPr="006E36B9">
        <w:t>e</w:t>
      </w:r>
      <w:r w:rsidRPr="006E36B9">
        <w:t xml:space="preserve">ment </w:t>
      </w:r>
      <w:r w:rsidR="00AA40E6" w:rsidRPr="006E36B9">
        <w:t>fra</w:t>
      </w:r>
      <w:r w:rsidR="00AA40E6">
        <w:t>î</w:t>
      </w:r>
      <w:r w:rsidR="00AA40E6" w:rsidRPr="006E36B9">
        <w:t>che</w:t>
      </w:r>
      <w:r w:rsidRPr="006E36B9">
        <w:t>. Nous sommes fouettés par le courant qui dégri</w:t>
      </w:r>
      <w:r w:rsidRPr="006E36B9">
        <w:t>n</w:t>
      </w:r>
      <w:r w:rsidRPr="006E36B9">
        <w:t>gole. L’un de nous sort toutes les minutes sa bouche hors de l’eau pour crier en extase :</w:t>
      </w:r>
    </w:p>
    <w:p w14:paraId="05325C95" w14:textId="77777777" w:rsidR="00EE7519" w:rsidRPr="006E36B9" w:rsidRDefault="00EE7519" w:rsidP="00EE7519">
      <w:r w:rsidRPr="006E36B9">
        <w:t>« C’est le Paradis terrestre ! » Puis sa tête retombe sous l’écume comme une pierre roulée par le flot.</w:t>
      </w:r>
    </w:p>
    <w:p w14:paraId="78166344" w14:textId="77777777" w:rsidR="00EE7519" w:rsidRPr="006E36B9" w:rsidRDefault="00EE7519" w:rsidP="00EE7519">
      <w:r w:rsidRPr="006E36B9">
        <w:lastRenderedPageBreak/>
        <w:t xml:space="preserve">Pendant que nous cuisons le dîner, </w:t>
      </w:r>
      <w:r>
        <w:t>l</w:t>
      </w:r>
      <w:r w:rsidRPr="006E36B9">
        <w:t>es Canaques constru</w:t>
      </w:r>
      <w:r w:rsidRPr="006E36B9">
        <w:t>i</w:t>
      </w:r>
      <w:r w:rsidRPr="006E36B9">
        <w:t>sent une case. Trois arbres, fourchus sont abattus, épointés, f</w:t>
      </w:r>
      <w:r w:rsidRPr="006E36B9">
        <w:t>i</w:t>
      </w:r>
      <w:r w:rsidRPr="006E36B9">
        <w:t>chés dans le sol. De longues perches sont appuyées sur une ba</w:t>
      </w:r>
      <w:r w:rsidRPr="006E36B9">
        <w:t>r</w:t>
      </w:r>
      <w:r w:rsidRPr="006E36B9">
        <w:t xml:space="preserve">re transversale, d’autres mises en travers brêlées avec des lianes et des herbes si solidement que les hommes grimpent dessus pour continuer leur ouvrage. Des brassées de fougères, quelques perches encore. Une case vient de s’élever où trente personnes pourront passer </w:t>
      </w:r>
      <w:smartTag w:uri="urn:schemas-microsoft-com:office:smarttags" w:element="PersonName">
        <w:smartTagPr>
          <w:attr w:name="ProductID" w:val="la nuit. Heureux"/>
        </w:smartTagPr>
        <w:r w:rsidRPr="006E36B9">
          <w:t>la nuit. Heureux</w:t>
        </w:r>
      </w:smartTag>
      <w:r w:rsidRPr="006E36B9">
        <w:t xml:space="preserve"> pays, où, pour construire une cabane, on peut abattre des arbres entiers. Nous songeons avec un peu d’amertume à nos camps de troupe, en France, où pour couper une branche, il faut la permission du propriétaire. Je pense à la joie de mes gosses de Montmartre si je pouvais les faire camper ici. Ah ! les belles installations, les miradors giga</w:t>
      </w:r>
      <w:r w:rsidRPr="006E36B9">
        <w:t>n</w:t>
      </w:r>
      <w:r w:rsidRPr="006E36B9">
        <w:t>tesques, les ponts magnifiques que nous lancerions au-dessus des torrents ! Pourquoi la forêt tropicale est-elle si loin de la Butte ?</w:t>
      </w:r>
    </w:p>
    <w:p w14:paraId="0DEB2F2D" w14:textId="77777777" w:rsidR="00EE7519" w:rsidRPr="006E36B9" w:rsidRDefault="00EE7519" w:rsidP="00EE7519">
      <w:r w:rsidRPr="006E36B9">
        <w:t>Après un dîner agrémenté de salade de choux palmistes et de cœur de cocotiers, un feu de camp nous réunit en lisière de la forêt.</w:t>
      </w:r>
    </w:p>
    <w:p w14:paraId="127D9469" w14:textId="77777777" w:rsidR="00EE7519" w:rsidRPr="006E36B9" w:rsidRDefault="00EE7519" w:rsidP="00EE7519">
      <w:r w:rsidRPr="006E36B9">
        <w:t>C’est la première fois, depuis notre départ de Toulon, que nous pouvons parler français à un feu de camp.</w:t>
      </w:r>
    </w:p>
    <w:p w14:paraId="76B3496C" w14:textId="77777777" w:rsidR="00EE7519" w:rsidRPr="006E36B9" w:rsidRDefault="00EE7519" w:rsidP="00EE7519">
      <w:r w:rsidRPr="006E36B9">
        <w:t>Nous nous croirions en France, si, éclairée par les flammes, la case ne projetait une ombre aventureuse et si le chef canaque ne nous contait une légende indigène.</w:t>
      </w:r>
    </w:p>
    <w:p w14:paraId="5714A6CC" w14:textId="77777777" w:rsidR="00EE7519" w:rsidRPr="006E36B9" w:rsidRDefault="00EE7519" w:rsidP="00EE7519">
      <w:r w:rsidRPr="006E36B9">
        <w:t>Au matin, l’eau du torrent nous revigore. Les indigènes ont aperçu en lisière du bois</w:t>
      </w:r>
      <w:r w:rsidR="00737E51">
        <w:t xml:space="preserve"> </w:t>
      </w:r>
      <w:r w:rsidRPr="006E36B9">
        <w:t>une trace de cochon sauvage. Suivis des chiens ils partent à sa recherche. Une demi-heure s’écoule et les deux Canaques portant le cochon sur leurs épaules brossent sur la crête une fresque médiévale.</w:t>
      </w:r>
    </w:p>
    <w:p w14:paraId="4E4FD5F9" w14:textId="77777777" w:rsidR="00EE7519" w:rsidRPr="006E36B9" w:rsidRDefault="00EE7519" w:rsidP="00EE7519">
      <w:r w:rsidRPr="006E36B9">
        <w:lastRenderedPageBreak/>
        <w:t>Le chef découpe la bête tandis que les autres construisent un four canaque. Des pierres du torrent sont placées sur un morceau de bois et le bûcher est allumé.</w:t>
      </w:r>
    </w:p>
    <w:p w14:paraId="67D08094" w14:textId="77777777" w:rsidR="00EE7519" w:rsidRPr="006E36B9" w:rsidRDefault="00EE7519" w:rsidP="00EE7519">
      <w:r w:rsidRPr="006E36B9">
        <w:t xml:space="preserve">Lorsque tout est consumé, les charbons et </w:t>
      </w:r>
      <w:r>
        <w:t>l</w:t>
      </w:r>
      <w:r w:rsidRPr="006E36B9">
        <w:t>es cendres sont écartés, une couche de fougères est étendue sur les pierres br</w:t>
      </w:r>
      <w:r w:rsidRPr="006E36B9">
        <w:t>û</w:t>
      </w:r>
      <w:r w:rsidRPr="006E36B9">
        <w:t>lantes. Les quartiers de viande sont posés sur les feuilles avec quelques ignames. Des écorces de niaou</w:t>
      </w:r>
      <w:r>
        <w:t>l</w:t>
      </w:r>
      <w:r w:rsidRPr="006E36B9">
        <w:t>is grandes comme des couvertures sont entassées les unes au-dessus des autres fo</w:t>
      </w:r>
      <w:r w:rsidRPr="006E36B9">
        <w:t>r</w:t>
      </w:r>
      <w:r w:rsidRPr="006E36B9">
        <w:t>mant un gros mamelon que l’on recouvre de terre. Il n’y a plus qu’à attendre.</w:t>
      </w:r>
    </w:p>
    <w:p w14:paraId="44E1A6C6" w14:textId="77777777" w:rsidR="00EE7519" w:rsidRPr="006E36B9" w:rsidRDefault="00EE7519" w:rsidP="00EE7519">
      <w:r w:rsidRPr="006E36B9">
        <w:t>Une heure après le chef racle la terre du four, enlève les écorces par grandes plaques fumantes et la viande apparaît cu</w:t>
      </w:r>
      <w:r w:rsidRPr="006E36B9">
        <w:t>i</w:t>
      </w:r>
      <w:r w:rsidRPr="006E36B9">
        <w:t>te à point.</w:t>
      </w:r>
    </w:p>
    <w:p w14:paraId="1FC7E12F" w14:textId="77777777" w:rsidR="00EE7519" w:rsidRPr="006E36B9" w:rsidRDefault="00EE7519" w:rsidP="00EE7519">
      <w:pPr>
        <w:pStyle w:val="Centr"/>
      </w:pPr>
      <w:r w:rsidRPr="006E36B9">
        <w:t>*</w:t>
      </w:r>
    </w:p>
    <w:p w14:paraId="52168717" w14:textId="77777777" w:rsidR="00EE7519" w:rsidRPr="006E36B9" w:rsidRDefault="00EE7519" w:rsidP="00EE7519">
      <w:r w:rsidRPr="006E36B9">
        <w:t xml:space="preserve">Au retour de la forêt, Nouméa nous paraît triste, laid, avec ses toits de tôle, ses maisons quelconques, son port misérable. Mais, à l’anse </w:t>
      </w:r>
      <w:proofErr w:type="spellStart"/>
      <w:r w:rsidRPr="006E36B9">
        <w:t>Vata</w:t>
      </w:r>
      <w:proofErr w:type="spellEnd"/>
      <w:r w:rsidRPr="006E36B9">
        <w:t xml:space="preserve"> ou à Magenta, l’eau est si chaude, si mervei</w:t>
      </w:r>
      <w:r w:rsidRPr="006E36B9">
        <w:t>l</w:t>
      </w:r>
      <w:r w:rsidRPr="006E36B9">
        <w:t>leusement teintée, que l’on ne voit plus la laideur créée par l’homme. Seule apparaît l’œuvre de Dieu : la splendeur bleue de la mer.</w:t>
      </w:r>
    </w:p>
    <w:p w14:paraId="45494DFA" w14:textId="77777777" w:rsidR="00EE7519" w:rsidRPr="00006BCB" w:rsidRDefault="00EE7519" w:rsidP="00EE7519">
      <w:pPr>
        <w:pStyle w:val="Titre2"/>
        <w:rPr>
          <w:szCs w:val="44"/>
        </w:rPr>
      </w:pPr>
      <w:bookmarkStart w:id="45" w:name="_TOC109446"/>
      <w:bookmarkStart w:id="46" w:name="_Toc195610660"/>
      <w:bookmarkEnd w:id="45"/>
      <w:smartTag w:uri="urn:schemas-microsoft-com:office:smarttags" w:element="PersonName">
        <w:smartTagPr>
          <w:attr w:name="ProductID" w:val="LA L￉GENDE DES PAL￉TUVIERS"/>
        </w:smartTagPr>
        <w:r w:rsidRPr="00006BCB">
          <w:rPr>
            <w:szCs w:val="44"/>
          </w:rPr>
          <w:lastRenderedPageBreak/>
          <w:t>LA LÉGENDE DES PALÉTUVIERS</w:t>
        </w:r>
      </w:smartTag>
      <w:bookmarkEnd w:id="46"/>
    </w:p>
    <w:p w14:paraId="28415ABF" w14:textId="77777777" w:rsidR="00EE7519" w:rsidRPr="006E36B9" w:rsidRDefault="00EE7519" w:rsidP="00EE7519">
      <w:r w:rsidRPr="006E36B9">
        <w:t>Des Canaques vivaient sur cette petite île coralienne e</w:t>
      </w:r>
      <w:r w:rsidRPr="006E36B9">
        <w:t>n</w:t>
      </w:r>
      <w:r w:rsidRPr="006E36B9">
        <w:t>châssée comme une perle dans le grand Océan. Depuis combien de lunes étaient-ils là ? Les vieillards ne se rappelaient même plus l’avoir entendu dire par les vieillards qui vivaient avant eux ! Peut-être depuis le jour où, pour la première fois, les v</w:t>
      </w:r>
      <w:r w:rsidRPr="006E36B9">
        <w:t>a</w:t>
      </w:r>
      <w:r w:rsidRPr="006E36B9">
        <w:t>gues étaient venues battre les récifs.</w:t>
      </w:r>
    </w:p>
    <w:p w14:paraId="6E430C94" w14:textId="77777777" w:rsidR="00EE7519" w:rsidRPr="006E36B9" w:rsidRDefault="00EE7519" w:rsidP="00EE7519">
      <w:r w:rsidRPr="006E36B9">
        <w:t>Les Canaques étaient heureux dans l’île. Les cocotiers d</w:t>
      </w:r>
      <w:r w:rsidRPr="006E36B9">
        <w:t>o</w:t>
      </w:r>
      <w:r w:rsidRPr="006E36B9">
        <w:t>delinaient de la tête au passage du vent et leurs noix étaient pleines de jus sucré. Les bananes ne manquaient jamais et les taros poussaient en bonne terre. Les hommes partaient à la p</w:t>
      </w:r>
      <w:r w:rsidRPr="006E36B9">
        <w:t>ê</w:t>
      </w:r>
      <w:r w:rsidRPr="006E36B9">
        <w:t>che sur leurs pirogues à balancier. Ils pagayaient ou prenaient le vent dans leurs voiles tressées. La sagaie au poing, ils pe</w:t>
      </w:r>
      <w:r w:rsidRPr="006E36B9">
        <w:t>r</w:t>
      </w:r>
      <w:r w:rsidRPr="006E36B9">
        <w:t>çaient les poissons filant entre deux eaux. Jamais ils ne manquaient leur but. Le soir, les popinées cuisaient le repas. Et la nuit pais</w:t>
      </w:r>
      <w:r w:rsidRPr="006E36B9">
        <w:t>i</w:t>
      </w:r>
      <w:r w:rsidRPr="006E36B9">
        <w:t>ble s’étendait sur l’île.</w:t>
      </w:r>
    </w:p>
    <w:p w14:paraId="1D4676A4" w14:textId="77777777" w:rsidR="00EE7519" w:rsidRPr="006E36B9" w:rsidRDefault="00EE7519" w:rsidP="00EE7519">
      <w:r w:rsidRPr="006E36B9">
        <w:t xml:space="preserve">Pourquoi </w:t>
      </w:r>
      <w:proofErr w:type="spellStart"/>
      <w:r w:rsidRPr="006E36B9">
        <w:t>Tayotea</w:t>
      </w:r>
      <w:proofErr w:type="spellEnd"/>
      <w:r w:rsidRPr="006E36B9">
        <w:t>, le fils aîné du grand chef, jeta-t-il le trouble dans la tribu en se rebellant contre son père ? La révolte avait été ouverte, la paix de l’île rompue. Il fallait une sanction sévère. Les sorciers demandaient au chef la mort du coupable.</w:t>
      </w:r>
    </w:p>
    <w:p w14:paraId="33422235" w14:textId="77777777" w:rsidR="00EE7519" w:rsidRPr="006E36B9" w:rsidRDefault="00EE7519" w:rsidP="00EE7519">
      <w:r w:rsidRPr="006E36B9">
        <w:t>Au cœur du chef demeurait encore, malgré sa faute, un grand amour du coupable. Il fit mettre dans une pirogue des v</w:t>
      </w:r>
      <w:r w:rsidRPr="006E36B9">
        <w:t>i</w:t>
      </w:r>
      <w:r w:rsidRPr="006E36B9">
        <w:t>vres pour quelques jours et réunit les sorciers et les anciens. Il fut décidé ceci au conseil de la tribu :</w:t>
      </w:r>
    </w:p>
    <w:p w14:paraId="0B2720AD" w14:textId="77777777" w:rsidR="00EE7519" w:rsidRPr="006E36B9" w:rsidRDefault="00EE7519" w:rsidP="00EE7519">
      <w:proofErr w:type="spellStart"/>
      <w:r w:rsidRPr="006E36B9">
        <w:t>Tayotea</w:t>
      </w:r>
      <w:proofErr w:type="spellEnd"/>
      <w:r w:rsidRPr="006E36B9">
        <w:t xml:space="preserve">, le fils coupable, monterait sur une pirogue et s’en irait, seul, sur le grand Océan, loin, très loin, jusqu’à ce qu’il rencontrât un pays où les racines des arbres poussent </w:t>
      </w:r>
      <w:r w:rsidRPr="006E36B9">
        <w:lastRenderedPageBreak/>
        <w:t xml:space="preserve">dans le ciel, où </w:t>
      </w:r>
      <w:r>
        <w:t>l</w:t>
      </w:r>
      <w:r w:rsidRPr="006E36B9">
        <w:t>es poissons bondissent hors de l’eau par-dessus les branches.</w:t>
      </w:r>
    </w:p>
    <w:p w14:paraId="771D4305" w14:textId="77777777" w:rsidR="00EE7519" w:rsidRPr="006E36B9" w:rsidRDefault="00EE7519" w:rsidP="00EE7519">
      <w:r w:rsidRPr="006E36B9">
        <w:t>Les sorciers ricanèrent parce qu’ils savaient bien que nulle part au monde les arbres ne poussent avec leurs racines dans le ciel et qu’en aucun pays les poissons ne sautent par-dessus les branches !</w:t>
      </w:r>
    </w:p>
    <w:p w14:paraId="38A0FD2B" w14:textId="77777777" w:rsidR="00EE7519" w:rsidRPr="006E36B9" w:rsidRDefault="00EE7519" w:rsidP="00EE7519">
      <w:r w:rsidRPr="006E36B9">
        <w:t>Le peuple se sentit vengé parce que le coupable allait mo</w:t>
      </w:r>
      <w:r w:rsidRPr="006E36B9">
        <w:t>u</w:t>
      </w:r>
      <w:r w:rsidRPr="006E36B9">
        <w:t>rir.</w:t>
      </w:r>
    </w:p>
    <w:p w14:paraId="131D3942" w14:textId="77777777" w:rsidR="00EE7519" w:rsidRPr="006E36B9" w:rsidRDefault="00EE7519" w:rsidP="00EE7519">
      <w:r w:rsidRPr="006E36B9">
        <w:t xml:space="preserve">Sans mot dire, car il ne sied guère à un jeune homme de sang vif de pleurer et de gémir comme une femme, </w:t>
      </w:r>
      <w:proofErr w:type="spellStart"/>
      <w:r w:rsidRPr="006E36B9">
        <w:t>Tayotea</w:t>
      </w:r>
      <w:proofErr w:type="spellEnd"/>
      <w:r w:rsidRPr="006E36B9">
        <w:t xml:space="preserve"> </w:t>
      </w:r>
      <w:r>
        <w:t>m</w:t>
      </w:r>
      <w:r w:rsidRPr="006E36B9">
        <w:t>onta dans la pirogue et s’éloigna sur la mer.</w:t>
      </w:r>
    </w:p>
    <w:p w14:paraId="632A5C43" w14:textId="77777777" w:rsidR="00EE7519" w:rsidRPr="006E36B9" w:rsidRDefault="00EE7519" w:rsidP="00EE7519">
      <w:r w:rsidRPr="006E36B9">
        <w:t>Il fut bientôt un point à peine visible dans le soleil qui de</w:t>
      </w:r>
      <w:r w:rsidRPr="006E36B9">
        <w:t>s</w:t>
      </w:r>
      <w:r w:rsidRPr="006E36B9">
        <w:t>cendait à l’horizon ; puis le disque de feu disparut. La pirogue s’effaça parmi les vagues.</w:t>
      </w:r>
    </w:p>
    <w:p w14:paraId="6B225486" w14:textId="77777777" w:rsidR="00EE7519" w:rsidRPr="006E36B9" w:rsidRDefault="00EE7519" w:rsidP="00EE7519">
      <w:r w:rsidRPr="006E36B9">
        <w:t xml:space="preserve">Pendant les nuits longues et les jours plus longs encore, vogua </w:t>
      </w:r>
      <w:proofErr w:type="spellStart"/>
      <w:r w:rsidRPr="006E36B9">
        <w:t>Tayotea</w:t>
      </w:r>
      <w:proofErr w:type="spellEnd"/>
      <w:r w:rsidRPr="006E36B9">
        <w:t>. Ses provisions diminuaient. Bientôt il n’eut plus rien à manger… et aucune terre n’était apparue.</w:t>
      </w:r>
    </w:p>
    <w:p w14:paraId="1F117EE2" w14:textId="77777777" w:rsidR="00EE7519" w:rsidRPr="006E36B9" w:rsidRDefault="00EE7519" w:rsidP="00EE7519">
      <w:r w:rsidRPr="006E36B9">
        <w:t xml:space="preserve">Un soir, la faim fut la plus forte. Il s’écroula au fond de </w:t>
      </w:r>
      <w:smartTag w:uri="urn:schemas-microsoft-com:office:smarttags" w:element="PersonName">
        <w:smartTagPr>
          <w:attr w:name="ProductID" w:val="la pirogue. Ses"/>
        </w:smartTagPr>
        <w:r w:rsidRPr="006E36B9">
          <w:t>la pirogue. Ses</w:t>
        </w:r>
      </w:smartTag>
      <w:r w:rsidRPr="006E36B9">
        <w:t xml:space="preserve"> pensées s’obscurcirent et glissèrent jusqu’au so</w:t>
      </w:r>
      <w:r w:rsidRPr="006E36B9">
        <w:t>m</w:t>
      </w:r>
      <w:r w:rsidRPr="006E36B9">
        <w:t>meil qui précède la mort.</w:t>
      </w:r>
    </w:p>
    <w:p w14:paraId="7D3D74A5" w14:textId="77777777" w:rsidR="00EE7519" w:rsidRPr="006E36B9" w:rsidRDefault="00EE7519" w:rsidP="00EE7519">
      <w:r w:rsidRPr="006E36B9">
        <w:t xml:space="preserve">Les sorciers, </w:t>
      </w:r>
      <w:r>
        <w:t>l</w:t>
      </w:r>
      <w:r w:rsidRPr="006E36B9">
        <w:t>à</w:t>
      </w:r>
      <w:r>
        <w:t>-</w:t>
      </w:r>
      <w:r w:rsidRPr="006E36B9">
        <w:t>bas, sur l’île de corail, pouvaient trio</w:t>
      </w:r>
      <w:r w:rsidRPr="006E36B9">
        <w:t>m</w:t>
      </w:r>
      <w:r w:rsidRPr="006E36B9">
        <w:t xml:space="preserve">pher. </w:t>
      </w:r>
      <w:proofErr w:type="spellStart"/>
      <w:r w:rsidRPr="006E36B9">
        <w:t>Tayotea</w:t>
      </w:r>
      <w:proofErr w:type="spellEnd"/>
      <w:r w:rsidRPr="006E36B9">
        <w:t xml:space="preserve"> allait mourir.</w:t>
      </w:r>
    </w:p>
    <w:p w14:paraId="39B0E842" w14:textId="77777777" w:rsidR="00EE7519" w:rsidRPr="006E36B9" w:rsidRDefault="00EE7519" w:rsidP="00EE7519">
      <w:r w:rsidRPr="006E36B9">
        <w:t>Pendant combien de temps la pirogue flotta-t-elle ainsi au gré des vagues ? Seuls pourraient le dire les esprits invisibles qui hantent les vents du large.</w:t>
      </w:r>
    </w:p>
    <w:p w14:paraId="52CB11CE" w14:textId="77777777" w:rsidR="00EE7519" w:rsidRPr="006E36B9" w:rsidRDefault="00EE7519" w:rsidP="00EE7519">
      <w:r w:rsidRPr="006E36B9">
        <w:t xml:space="preserve">Une secousse légère tira </w:t>
      </w:r>
      <w:proofErr w:type="spellStart"/>
      <w:r w:rsidRPr="006E36B9">
        <w:t>Tayotea</w:t>
      </w:r>
      <w:proofErr w:type="spellEnd"/>
      <w:r w:rsidRPr="006E36B9">
        <w:t xml:space="preserve"> de sa torpeur. La pirogue était prise sous les racines d’un arbre et ces racines montaient et se recourbaient dans le ciel. Un poisson jaillit, </w:t>
      </w:r>
      <w:r w:rsidRPr="006E36B9">
        <w:lastRenderedPageBreak/>
        <w:t>bondit par-dessus une branche qui s’étendait au ras de l’eau et retomba dans la pirogue.</w:t>
      </w:r>
    </w:p>
    <w:p w14:paraId="5376DFE8" w14:textId="77777777" w:rsidR="00EE7519" w:rsidRPr="006E36B9" w:rsidRDefault="00EE7519" w:rsidP="00EE7519">
      <w:proofErr w:type="spellStart"/>
      <w:r w:rsidRPr="006E36B9">
        <w:t>Tayotea</w:t>
      </w:r>
      <w:proofErr w:type="spellEnd"/>
      <w:r w:rsidRPr="006E36B9">
        <w:t xml:space="preserve"> eut la force de le saisir et de le manger ainsi, cru. Un sang plus vif courut dans ses veines. Il vit à l’entour, des a</w:t>
      </w:r>
      <w:r w:rsidRPr="006E36B9">
        <w:t>r</w:t>
      </w:r>
      <w:r w:rsidRPr="006E36B9">
        <w:t>bres dont les racines s’enchevêtraient au-dessus de sa tête, des arbres dont les branches étaient si basses que les poissons po</w:t>
      </w:r>
      <w:r w:rsidRPr="006E36B9">
        <w:t>u</w:t>
      </w:r>
      <w:r w:rsidRPr="006E36B9">
        <w:t>vaient les franchir. Il aima ces arbres étranges que l’on nomme palétuviers, ces côtes inhospitalières où la terre et la mer se m</w:t>
      </w:r>
      <w:r w:rsidRPr="006E36B9">
        <w:t>ê</w:t>
      </w:r>
      <w:r w:rsidRPr="006E36B9">
        <w:t xml:space="preserve">lent et se pénètrent sans exacte </w:t>
      </w:r>
      <w:r>
        <w:t>l</w:t>
      </w:r>
      <w:r w:rsidRPr="006E36B9">
        <w:t>imitation.</w:t>
      </w:r>
    </w:p>
    <w:p w14:paraId="1278997B" w14:textId="77777777" w:rsidR="00EE7519" w:rsidRPr="006E36B9" w:rsidRDefault="00EE7519" w:rsidP="00EE7519">
      <w:r w:rsidRPr="006E36B9">
        <w:t>Jamais l’île de corail sertie là-bas, dans le vaste Océan, ne revit le jeune homme insoumis qu’elle avait rejeté.</w:t>
      </w:r>
    </w:p>
    <w:p w14:paraId="37A4C120" w14:textId="77777777" w:rsidR="00EE7519" w:rsidRPr="006E36B9" w:rsidRDefault="00EE7519" w:rsidP="00EE7519">
      <w:r w:rsidRPr="006E36B9">
        <w:t xml:space="preserve">Car </w:t>
      </w:r>
      <w:proofErr w:type="spellStart"/>
      <w:r w:rsidRPr="006E36B9">
        <w:t>Tayotea</w:t>
      </w:r>
      <w:proofErr w:type="spellEnd"/>
      <w:r w:rsidRPr="006E36B9">
        <w:t xml:space="preserve"> fonda une tribu sur la terre où la pirogue l’avait conduit, et ses descendants, aujourd’hui encore, hab</w:t>
      </w:r>
      <w:r w:rsidRPr="006E36B9">
        <w:t>i</w:t>
      </w:r>
      <w:r w:rsidRPr="006E36B9">
        <w:t>tent… l’île des palétuviers.</w:t>
      </w:r>
    </w:p>
    <w:p w14:paraId="4691C05E" w14:textId="77777777" w:rsidR="00EE7519" w:rsidRPr="006E36B9" w:rsidRDefault="00EE7519" w:rsidP="00EE7519">
      <w:r w:rsidRPr="006E36B9">
        <w:t>Telle est la légende canaque que nous conta un chef ind</w:t>
      </w:r>
      <w:r w:rsidRPr="006E36B9">
        <w:t>i</w:t>
      </w:r>
      <w:r w:rsidRPr="006E36B9">
        <w:t>gène un soir, au feu de camp de Nouméa.</w:t>
      </w:r>
    </w:p>
    <w:p w14:paraId="608DA486" w14:textId="77777777" w:rsidR="00EE7519" w:rsidRPr="00006BCB" w:rsidRDefault="00EE7519" w:rsidP="00EE7519">
      <w:pPr>
        <w:pStyle w:val="Titre2"/>
        <w:rPr>
          <w:szCs w:val="44"/>
        </w:rPr>
      </w:pPr>
      <w:bookmarkStart w:id="47" w:name="_TOC113316"/>
      <w:bookmarkStart w:id="48" w:name="_Toc195610661"/>
      <w:bookmarkEnd w:id="47"/>
      <w:r w:rsidRPr="00006BCB">
        <w:rPr>
          <w:szCs w:val="44"/>
        </w:rPr>
        <w:lastRenderedPageBreak/>
        <w:t>DE QUELQUES REQUINS À PORT-VILA</w:t>
      </w:r>
      <w:bookmarkEnd w:id="48"/>
    </w:p>
    <w:p w14:paraId="34ED825F" w14:textId="77777777" w:rsidR="00EE7519" w:rsidRPr="006E36B9" w:rsidRDefault="00EE7519" w:rsidP="00EE7519">
      <w:r w:rsidRPr="006E36B9">
        <w:t xml:space="preserve">Une côte très Paul et Virginie. Des cocotiers avec, çà et là, une petite case blottie dans </w:t>
      </w:r>
      <w:smartTag w:uri="urn:schemas-microsoft-com:office:smarttags" w:element="PersonName">
        <w:smartTagPr>
          <w:attr w:name="ProductID" w:val="la verdure. Une"/>
        </w:smartTagPr>
        <w:r w:rsidRPr="006E36B9">
          <w:t>la verdure. Une</w:t>
        </w:r>
      </w:smartTag>
      <w:r w:rsidRPr="006E36B9">
        <w:t xml:space="preserve"> eau que la proximité des fonds rend parfois d’un vert jade. Des maisons de bois aux murs à claire-voie. Une rue et une place bordées de fla</w:t>
      </w:r>
      <w:r w:rsidRPr="006E36B9">
        <w:t>m</w:t>
      </w:r>
      <w:r w:rsidRPr="006E36B9">
        <w:t>boyants.</w:t>
      </w:r>
    </w:p>
    <w:p w14:paraId="16AF3A40" w14:textId="77777777" w:rsidR="00EE7519" w:rsidRPr="006E36B9" w:rsidRDefault="00EE7519" w:rsidP="00EE7519">
      <w:r w:rsidRPr="006E36B9">
        <w:t>Nous sommes aux Nouvelles-Hébrides, en rade de Port-Vila. Terre unique où règne le condominium. Sol ni français ni britannique mais les deux ensemble.</w:t>
      </w:r>
    </w:p>
    <w:p w14:paraId="5B5A6484" w14:textId="77777777" w:rsidR="00EE7519" w:rsidRPr="006E36B9" w:rsidRDefault="00EE7519" w:rsidP="00EE7519">
      <w:r w:rsidRPr="006E36B9">
        <w:t>Dans le salon du Résident, nous levons nos coupes à l’extension de la plus grande France. Comme nous sommes loin des « </w:t>
      </w:r>
      <w:proofErr w:type="spellStart"/>
      <w:r w:rsidRPr="006E36B9">
        <w:t>lemonade</w:t>
      </w:r>
      <w:proofErr w:type="spellEnd"/>
      <w:r w:rsidRPr="006E36B9">
        <w:t> » australiennes !</w:t>
      </w:r>
    </w:p>
    <w:p w14:paraId="35CF0FCB" w14:textId="77777777" w:rsidR="00EE7519" w:rsidRPr="006E36B9" w:rsidRDefault="00EE7519" w:rsidP="00EE7519">
      <w:r w:rsidRPr="006E36B9">
        <w:t>Que faire à Port-Vila sinon se baigner. Une voiture nous conduit à une plage assez éloignée. Le chemin qu’il faut sans cesse défendre contre l’envahissement des plantes, semble foré dans une roche végétale. La voie est étroite et l’auto, comme une étrave ouvre la forêt.</w:t>
      </w:r>
    </w:p>
    <w:p w14:paraId="639DB18A" w14:textId="77777777" w:rsidR="00EE7519" w:rsidRPr="006E36B9" w:rsidRDefault="00EE7519" w:rsidP="00EE7519">
      <w:r w:rsidRPr="006E36B9">
        <w:t>Nous traversons le village indigène de Pongo. Des allées de corail blanc d’une étonnante propreté rayonnent autour de la case du conseil. Les Canaques nous assaillent, nous offrant des fruits, des petites pirogues sculptées, des paniers de fibres tre</w:t>
      </w:r>
      <w:r w:rsidRPr="006E36B9">
        <w:t>s</w:t>
      </w:r>
      <w:r w:rsidRPr="006E36B9">
        <w:t>sées.</w:t>
      </w:r>
    </w:p>
    <w:p w14:paraId="33B0F052" w14:textId="77777777" w:rsidR="00EE7519" w:rsidRPr="006E36B9" w:rsidRDefault="00EE7519" w:rsidP="00EE7519">
      <w:r w:rsidRPr="006E36B9">
        <w:t xml:space="preserve">L’auto nous emporte de nouveau en une </w:t>
      </w:r>
      <w:r>
        <w:t>l</w:t>
      </w:r>
      <w:r w:rsidRPr="006E36B9">
        <w:t>ongue course dans la forêt qui nous submerge.</w:t>
      </w:r>
    </w:p>
    <w:p w14:paraId="260056ED" w14:textId="77777777" w:rsidR="00EE7519" w:rsidRPr="006E36B9" w:rsidRDefault="00EE7519" w:rsidP="00EE7519">
      <w:r w:rsidRPr="006E36B9">
        <w:t xml:space="preserve">Nous nous baignons dans une crique bordée de pandanus et de palétuviers. L’eau est chaude, si transparente que l’on aperçoit au fond les efflorescences de corail. Le ciel et la mer se confondent en un même bleu. Nos yeux ne voient plus que </w:t>
      </w:r>
      <w:r w:rsidRPr="006E36B9">
        <w:lastRenderedPageBreak/>
        <w:t>de la lumière, de l’immensité et du silence. Nous ne savons plus si les instants qui s’écoulent sont un rêve qui trop tôt va s’effacer, ou une réalité palpable.</w:t>
      </w:r>
    </w:p>
    <w:p w14:paraId="76139378" w14:textId="77777777" w:rsidR="00EE7519" w:rsidRPr="006E36B9" w:rsidRDefault="00EE7519" w:rsidP="00EE7519">
      <w:r w:rsidRPr="006E36B9">
        <w:t xml:space="preserve">Une voix angoissée nous appelle à tue-tête. Un requin ! Un requin ! Finies la planche et la brasse pacifiques ! Nous sommes en pleine réalité. Avec un ensemble magnifique, nous fonçons vers la côte et nous crawlons à battre </w:t>
      </w:r>
      <w:proofErr w:type="spellStart"/>
      <w:r w:rsidRPr="006E36B9">
        <w:t>Weismuller</w:t>
      </w:r>
      <w:proofErr w:type="spellEnd"/>
      <w:r w:rsidRPr="006E36B9">
        <w:t xml:space="preserve"> lui-même. Là-bas, une nageoire rase l’eau d’une lame triangulaire. En un de</w:t>
      </w:r>
      <w:r w:rsidRPr="006E36B9">
        <w:t>r</w:t>
      </w:r>
      <w:r w:rsidRPr="006E36B9">
        <w:t>nier battement de pieds, nous touchons terre.</w:t>
      </w:r>
    </w:p>
    <w:p w14:paraId="680D4679" w14:textId="77777777" w:rsidR="00EE7519" w:rsidRPr="006E36B9" w:rsidRDefault="00EE7519" w:rsidP="00EE7519">
      <w:r w:rsidRPr="006E36B9">
        <w:t>À deux cents mètres à peine la nageoire vient de dispara</w:t>
      </w:r>
      <w:r w:rsidRPr="006E36B9">
        <w:t>î</w:t>
      </w:r>
      <w:r w:rsidRPr="006E36B9">
        <w:t>tre. Ouf ! Nous nous souviendrons longtemps de ce bain inte</w:t>
      </w:r>
      <w:r w:rsidRPr="006E36B9">
        <w:t>r</w:t>
      </w:r>
      <w:r w:rsidRPr="006E36B9">
        <w:t>rompu.</w:t>
      </w:r>
    </w:p>
    <w:p w14:paraId="60556EBD" w14:textId="77777777" w:rsidR="00EE7519" w:rsidRPr="006E36B9" w:rsidRDefault="00EE7519" w:rsidP="00EE7519">
      <w:r w:rsidRPr="006E36B9">
        <w:t>Dans l’auto maintenant on ne parle plus que de requins, de gens happés tout près de la côte, d’une jeune fille dévorée à vingt kilomètres de la mer par un squale qui avait remonté la r</w:t>
      </w:r>
      <w:r w:rsidRPr="006E36B9">
        <w:t>i</w:t>
      </w:r>
      <w:r w:rsidRPr="006E36B9">
        <w:t>vière jusqu’en pleine terre.</w:t>
      </w:r>
    </w:p>
    <w:p w14:paraId="4886403F" w14:textId="77777777" w:rsidR="00EE7519" w:rsidRPr="006E36B9" w:rsidRDefault="00EE7519" w:rsidP="00EE7519">
      <w:r w:rsidRPr="006E36B9">
        <w:t>Nous admirons, en le comprenant mieux, le courage et l’insouciance joyeuse de ces Canaques qui s’en vont à la nage avec un filet et un couteau, pêcher en mer pendant vingt-quatre heures. I</w:t>
      </w:r>
      <w:r>
        <w:t>l</w:t>
      </w:r>
      <w:r w:rsidRPr="006E36B9">
        <w:t>s attrapent les poissons à la main et si un requin vient rôder autour d’eux, ils l’évitent ou luttent contre lui. Ce doit être du beau sport !</w:t>
      </w:r>
    </w:p>
    <w:p w14:paraId="615B86D4" w14:textId="77777777" w:rsidR="00EE7519" w:rsidRPr="006E36B9" w:rsidRDefault="00EE7519" w:rsidP="00EE7519">
      <w:r w:rsidRPr="006E36B9">
        <w:t>Nous retournons à Port-Vila par le village de Montmartre. Un vieux père Mariste et des bonnes sœurs nous accueillent. Nous n’imaginions pas qu’on pût porter en soi tant de douceur et de paix. Et le rayonnement de ces visages vaut tous les se</w:t>
      </w:r>
      <w:r w:rsidRPr="006E36B9">
        <w:t>r</w:t>
      </w:r>
      <w:r w:rsidRPr="006E36B9">
        <w:t xml:space="preserve">mons du monde. Les religieuses nous ont fait préparer des fruits de l’arbre à pain et une sorte de crème. Les élèves de l’ouvroir nous servent avec des grâces de jeunes pensionnaires. N’étaient nos costumes scouts et la couleur brune des </w:t>
      </w:r>
      <w:r w:rsidRPr="006E36B9">
        <w:lastRenderedPageBreak/>
        <w:t>visages indigènes nous nous croirions à la Tour à un goûter de vente de Charité.</w:t>
      </w:r>
    </w:p>
    <w:p w14:paraId="0F5059F8" w14:textId="77777777" w:rsidR="00EE7519" w:rsidRPr="006E36B9" w:rsidRDefault="00EE7519" w:rsidP="00EE7519">
      <w:pPr>
        <w:pStyle w:val="Centr"/>
      </w:pPr>
      <w:r w:rsidRPr="006E36B9">
        <w:t>*</w:t>
      </w:r>
    </w:p>
    <w:p w14:paraId="1898489A" w14:textId="77777777" w:rsidR="00EE7519" w:rsidRPr="006E36B9" w:rsidRDefault="00EE7519" w:rsidP="00EE7519">
      <w:r w:rsidRPr="006E36B9">
        <w:t xml:space="preserve">Le lendemain, l’évêque de Port-Vila met complaisamment à notre disposition la vedette de la mission : le Saint-Joseph, pour nous conduire à l’ilot </w:t>
      </w:r>
      <w:proofErr w:type="spellStart"/>
      <w:r w:rsidRPr="006E36B9">
        <w:t>Mélé</w:t>
      </w:r>
      <w:proofErr w:type="spellEnd"/>
      <w:r w:rsidRPr="006E36B9">
        <w:t>. Une heure passée étendu de tout mon long sur le mât de beaupré, à guetter sur la mer le jai</w:t>
      </w:r>
      <w:r w:rsidRPr="006E36B9">
        <w:t>l</w:t>
      </w:r>
      <w:r w:rsidRPr="006E36B9">
        <w:t>lissement des poissons-volants. À bord de l’</w:t>
      </w:r>
      <w:proofErr w:type="spellStart"/>
      <w:r w:rsidRPr="006E36B9">
        <w:t>Oronsay</w:t>
      </w:r>
      <w:proofErr w:type="spellEnd"/>
      <w:r w:rsidRPr="006E36B9">
        <w:t xml:space="preserve"> on les voyait surgir par bande, nombreux mais petits. Ici, l’instinct grégaire doit être moins développé, car ils apparaissent seuls, mais gros comme des carpes avec des zébrures bleues, jaunes ou rouges et de larges ailes vibrantes. I</w:t>
      </w:r>
      <w:r>
        <w:t>l</w:t>
      </w:r>
      <w:r w:rsidRPr="006E36B9">
        <w:t>s rasent l’eau sur une ce</w:t>
      </w:r>
      <w:r w:rsidRPr="006E36B9">
        <w:t>n</w:t>
      </w:r>
      <w:r w:rsidRPr="006E36B9">
        <w:t>taine de mètres et plongent en un rebondissement d’écume.</w:t>
      </w:r>
    </w:p>
    <w:p w14:paraId="2525F6B1" w14:textId="77777777" w:rsidR="00EE7519" w:rsidRPr="006E36B9" w:rsidRDefault="00EE7519" w:rsidP="00EE7519">
      <w:r w:rsidRPr="006E36B9">
        <w:t>Parfois, une sorte de long brochet bleuté, sans nageoires v</w:t>
      </w:r>
      <w:r w:rsidRPr="006E36B9">
        <w:t>i</w:t>
      </w:r>
      <w:r w:rsidRPr="006E36B9">
        <w:t>sibles, file à une vitesse prodigieuse, dressé à angle aigu au-dessus de l’eau : une aiguillette.</w:t>
      </w:r>
    </w:p>
    <w:p w14:paraId="3C75A75D" w14:textId="77777777" w:rsidR="00EE7519" w:rsidRPr="006E36B9" w:rsidRDefault="00EE7519" w:rsidP="00EE7519">
      <w:r w:rsidRPr="006E36B9">
        <w:t xml:space="preserve">L’îlot </w:t>
      </w:r>
      <w:proofErr w:type="spellStart"/>
      <w:r w:rsidRPr="006E36B9">
        <w:t>Mélé</w:t>
      </w:r>
      <w:proofErr w:type="spellEnd"/>
      <w:r w:rsidRPr="006E36B9">
        <w:t xml:space="preserve"> vient d’apparaître par tribord. Quel orfèvre cis</w:t>
      </w:r>
      <w:r w:rsidRPr="006E36B9">
        <w:t>e</w:t>
      </w:r>
      <w:r w:rsidRPr="006E36B9">
        <w:t>la cette petite île toute verte de cocotiers, bordée de blanc par la plage de corail puis de bleu par l’Océan ?</w:t>
      </w:r>
    </w:p>
    <w:p w14:paraId="08A26412" w14:textId="77777777" w:rsidR="00EE7519" w:rsidRPr="006E36B9" w:rsidRDefault="00EE7519" w:rsidP="00EE7519">
      <w:r w:rsidRPr="006E36B9">
        <w:t>Au village, on nous offre des pirogues. Elles sont si étroites qu’il faut s’assoir sur les deux bords à la fois et les pieds ne pa</w:t>
      </w:r>
      <w:r w:rsidRPr="006E36B9">
        <w:t>r</w:t>
      </w:r>
      <w:r w:rsidRPr="006E36B9">
        <w:t>viennent à se caser que placés l’un devant l’autre. Trois perches relient la pirogue à un balancier qui en assure la stabilité.</w:t>
      </w:r>
    </w:p>
    <w:p w14:paraId="58E5AC60" w14:textId="77777777" w:rsidR="00EE7519" w:rsidRPr="006E36B9" w:rsidRDefault="00EE7519" w:rsidP="00EE7519">
      <w:r w:rsidRPr="006E36B9">
        <w:t xml:space="preserve">Ravis, pagayant paresseusement, nous croisons le long de </w:t>
      </w:r>
      <w:smartTag w:uri="urn:schemas-microsoft-com:office:smarttags" w:element="PersonName">
        <w:smartTagPr>
          <w:attr w:name="ProductID" w:val="la c￴te. J"/>
        </w:smartTagPr>
        <w:r w:rsidRPr="006E36B9">
          <w:t>la côte. J</w:t>
        </w:r>
      </w:smartTag>
      <w:r w:rsidRPr="006E36B9">
        <w:t>’ai pu obtenir une pirogue à voile, une longue embarc</w:t>
      </w:r>
      <w:r w:rsidRPr="006E36B9">
        <w:t>a</w:t>
      </w:r>
      <w:r w:rsidRPr="006E36B9">
        <w:t>tion de bois rose gréée d’une voile triangulaire. Elle glisse dans un silence que rompent seulement le friselis de l’eau et le gémi</w:t>
      </w:r>
      <w:r w:rsidRPr="006E36B9">
        <w:t>s</w:t>
      </w:r>
      <w:r w:rsidRPr="006E36B9">
        <w:t xml:space="preserve">sement du mât travaillant sous la brise trop </w:t>
      </w:r>
      <w:r w:rsidRPr="006E36B9">
        <w:lastRenderedPageBreak/>
        <w:t>forte. Au retour, elle fraîchit tant que je dois aller m’agripper sur le balancier lui-même. L’équilibre malgré tout est instable et le lagon peuplé de requins ajoute à la promenade une note d’aventure.</w:t>
      </w:r>
    </w:p>
    <w:p w14:paraId="7E12D4A9" w14:textId="77777777" w:rsidR="00EE7519" w:rsidRPr="006E36B9" w:rsidRDefault="00EE7519" w:rsidP="00EE7519">
      <w:r w:rsidRPr="006E36B9">
        <w:t>À l’ilot, je retrouve toute la délégation au bain. Un plo</w:t>
      </w:r>
      <w:r w:rsidRPr="006E36B9">
        <w:t>n</w:t>
      </w:r>
      <w:r w:rsidRPr="006E36B9">
        <w:t>geon et je rejoins mes camarades. Couchés sur les vagues co</w:t>
      </w:r>
      <w:r w:rsidRPr="006E36B9">
        <w:t>m</w:t>
      </w:r>
      <w:r w:rsidRPr="006E36B9">
        <w:t>me sur un divan, nous faisons la planche et, toute pensée abolie, nous ne sentons plus que la douceur caressante de l’eau.</w:t>
      </w:r>
    </w:p>
    <w:p w14:paraId="337545EA" w14:textId="77777777" w:rsidR="00EE7519" w:rsidRPr="006E36B9" w:rsidRDefault="00EE7519" w:rsidP="00EE7519">
      <w:r w:rsidRPr="006E36B9">
        <w:t>Un cliquetis d’acier nous réveille. Un banc de poissons gros comme des sardines s’enfuient à toute allure, tellement terror</w:t>
      </w:r>
      <w:r w:rsidRPr="006E36B9">
        <w:t>i</w:t>
      </w:r>
      <w:r w:rsidRPr="006E36B9">
        <w:t>sés qu’ils sortent à demi de l’eau et se cognent contre nous. La même voix angoissée crie de la plage : « Un requin ! Un r</w:t>
      </w:r>
      <w:r w:rsidRPr="006E36B9">
        <w:t>e</w:t>
      </w:r>
      <w:r w:rsidRPr="006E36B9">
        <w:t>quin ! » Encore ! De nouveau un crawl sensationnel nous r</w:t>
      </w:r>
      <w:r w:rsidRPr="006E36B9">
        <w:t>a</w:t>
      </w:r>
      <w:r w:rsidRPr="006E36B9">
        <w:t xml:space="preserve">mène à bord. Fausse alerte. Il s’agissait seulement d’une </w:t>
      </w:r>
      <w:proofErr w:type="spellStart"/>
      <w:r w:rsidRPr="006E36B9">
        <w:t>cara</w:t>
      </w:r>
      <w:r w:rsidRPr="006E36B9">
        <w:t>n</w:t>
      </w:r>
      <w:r w:rsidRPr="006E36B9">
        <w:t>que</w:t>
      </w:r>
      <w:proofErr w:type="spellEnd"/>
      <w:r w:rsidRPr="006E36B9">
        <w:t>, grande dévoreuse de poissons mais inoffensive pour l’homme.</w:t>
      </w:r>
    </w:p>
    <w:p w14:paraId="3507F8DA" w14:textId="77777777" w:rsidR="00EE7519" w:rsidRPr="006E36B9" w:rsidRDefault="00EE7519" w:rsidP="00EE7519">
      <w:pPr>
        <w:pStyle w:val="Centr"/>
      </w:pPr>
      <w:r w:rsidRPr="006E36B9">
        <w:t>*</w:t>
      </w:r>
    </w:p>
    <w:p w14:paraId="0DE28AAE" w14:textId="77777777" w:rsidR="00EE7519" w:rsidRPr="006E36B9" w:rsidRDefault="00EE7519" w:rsidP="00EE7519">
      <w:r w:rsidRPr="006E36B9">
        <w:t>Nous revenons sur le Saint-Joseph. Derrière nous la mer est cramoisie. Deux rochers forment une porte que le soleil, ju</w:t>
      </w:r>
      <w:r w:rsidRPr="006E36B9">
        <w:t>s</w:t>
      </w:r>
      <w:r w:rsidRPr="006E36B9">
        <w:t>te au milieu, embrase. Va-t-il essayer de passer ? Une pirogue de conte féerique vient négligemment s’inscrire sur le disque rouge. Furieux, le soleil disparaît.</w:t>
      </w:r>
    </w:p>
    <w:p w14:paraId="46EEF3A0" w14:textId="77777777" w:rsidR="00EE7519" w:rsidRPr="006E36B9" w:rsidRDefault="00EE7519" w:rsidP="00EE7519">
      <w:pPr>
        <w:pStyle w:val="Centr"/>
      </w:pPr>
      <w:r w:rsidRPr="006E36B9">
        <w:t>*</w:t>
      </w:r>
    </w:p>
    <w:p w14:paraId="580526BA" w14:textId="77777777" w:rsidR="00EE7519" w:rsidRPr="006E36B9" w:rsidRDefault="00EE7519" w:rsidP="00EE7519">
      <w:r w:rsidRPr="006E36B9">
        <w:t>Il est dit que notre séjour à Port-Vila sera fertile en inc</w:t>
      </w:r>
      <w:r w:rsidRPr="006E36B9">
        <w:t>i</w:t>
      </w:r>
      <w:r w:rsidRPr="006E36B9">
        <w:t xml:space="preserve">dents. L’un d’entre nous, pour regagner en racle la « Ville de Strasbourg » dont les lumières pointillent l’ombre, prend une pirogue au lieu de la vedette officielle. Il entasse des régimes de bananes, des noix de cocos, des nattes. L’eau murmure à un centimètre à peine du bord. Comme il fait bon dans la nuit </w:t>
      </w:r>
      <w:r w:rsidRPr="006E36B9">
        <w:lastRenderedPageBreak/>
        <w:t>ti</w:t>
      </w:r>
      <w:r w:rsidRPr="006E36B9">
        <w:t>è</w:t>
      </w:r>
      <w:r w:rsidRPr="006E36B9">
        <w:t>de, sur le lagon sans remous. Comment une eau si câline peut-elle être hantée par les requins ?</w:t>
      </w:r>
    </w:p>
    <w:p w14:paraId="58AB9319" w14:textId="77777777" w:rsidR="00EE7519" w:rsidRPr="006E36B9" w:rsidRDefault="00EE7519" w:rsidP="00EE7519">
      <w:r w:rsidRPr="006E36B9">
        <w:t xml:space="preserve">En un sourd halètement de moteur, une lumière s’avance là-bas, droit sur la pirogue qui, elle, bien entendu, n’a pas le moindre feu de position. La lumière grandit, fonce sur </w:t>
      </w:r>
      <w:smartTag w:uri="urn:schemas-microsoft-com:office:smarttags" w:element="PersonName">
        <w:smartTagPr>
          <w:attr w:name="ProductID" w:val="la pirogue. D"/>
        </w:smartTagPr>
        <w:r w:rsidRPr="006E36B9">
          <w:t>la pir</w:t>
        </w:r>
        <w:r w:rsidRPr="006E36B9">
          <w:t>o</w:t>
        </w:r>
        <w:r w:rsidRPr="006E36B9">
          <w:t>gue. D</w:t>
        </w:r>
      </w:smartTag>
      <w:r w:rsidRPr="006E36B9">
        <w:t>’un coup de pagaie, le scout a évité l’abordage mais, prise dans le remous de l’hélice, son embarcation chavire et le pr</w:t>
      </w:r>
      <w:r w:rsidRPr="006E36B9">
        <w:t>o</w:t>
      </w:r>
      <w:r w:rsidRPr="006E36B9">
        <w:t>jette à l’eau lui, ses bananes et ses noix de coco. La vedette qui n’a rien vu est déjà loin.</w:t>
      </w:r>
    </w:p>
    <w:p w14:paraId="493704A4" w14:textId="77777777" w:rsidR="00EE7519" w:rsidRPr="006E36B9" w:rsidRDefault="00EE7519" w:rsidP="00EE7519">
      <w:r w:rsidRPr="006E36B9">
        <w:t xml:space="preserve">La « Ville de Strasbourg » est à </w:t>
      </w:r>
      <w:r w:rsidR="00463DC0">
        <w:t xml:space="preserve">plus de </w:t>
      </w:r>
      <w:r w:rsidRPr="006E36B9">
        <w:t>quatre cents m</w:t>
      </w:r>
      <w:r w:rsidRPr="006E36B9">
        <w:t>è</w:t>
      </w:r>
      <w:r w:rsidRPr="006E36B9">
        <w:t>tres. Quatre cents mètres à parcourir tout habillé, avec un app</w:t>
      </w:r>
      <w:r w:rsidRPr="006E36B9">
        <w:t>a</w:t>
      </w:r>
      <w:r w:rsidRPr="006E36B9">
        <w:t>reil photographique et des jumelles au cou, en tirant une pir</w:t>
      </w:r>
      <w:r w:rsidRPr="006E36B9">
        <w:t>o</w:t>
      </w:r>
      <w:r w:rsidRPr="006E36B9">
        <w:t>gue pleine d’eau. Et cela, la tête bourrée d’histoires de baigneurs emportés par les requins, dans cette même rade ! Un quart d’heure s’écoule qui, vraiment, vaut la peine d’être vécu !</w:t>
      </w:r>
    </w:p>
    <w:p w14:paraId="5EB9EA42" w14:textId="77777777" w:rsidR="00EE7519" w:rsidRPr="006E36B9" w:rsidRDefault="00EE7519" w:rsidP="00EE7519">
      <w:r w:rsidRPr="006E36B9">
        <w:t>Accoudés au bastingage, nous sommes hélés par une voix qui semble sortir de l’onde et nous apercevons notre camarade qui s’accroche à l’échelle de montée et se hisse ruisselant, ju</w:t>
      </w:r>
      <w:r w:rsidRPr="006E36B9">
        <w:t>s</w:t>
      </w:r>
      <w:r w:rsidRPr="006E36B9">
        <w:t>qu’au pont. Nous l’entourons, apitoyés, mais ses premières p</w:t>
      </w:r>
      <w:r w:rsidRPr="006E36B9">
        <w:t>a</w:t>
      </w:r>
      <w:r w:rsidRPr="006E36B9">
        <w:t>roles sont :</w:t>
      </w:r>
    </w:p>
    <w:p w14:paraId="1D5CC849" w14:textId="77777777" w:rsidR="00EE7519" w:rsidRPr="006E36B9" w:rsidRDefault="00EE7519" w:rsidP="00EE7519">
      <w:r w:rsidRPr="006E36B9">
        <w:t>– « Mon appareil est perdu, mes jumelles abîmées, mes papiers trempés, mais tout cela m’est égal. Quelle fameuse aventure tout de même… » Un marin l’interrompt pour nous s</w:t>
      </w:r>
      <w:r w:rsidRPr="006E36B9">
        <w:t>i</w:t>
      </w:r>
      <w:r w:rsidRPr="006E36B9">
        <w:t>gnaler une nageoire de requin juste au ras du bateau par tr</w:t>
      </w:r>
      <w:r w:rsidRPr="006E36B9">
        <w:t>i</w:t>
      </w:r>
      <w:r w:rsidRPr="006E36B9">
        <w:t>bord ! Ce soir-là, un peu d’envi habita notre cœur !</w:t>
      </w:r>
    </w:p>
    <w:p w14:paraId="0B7C57FD" w14:textId="77777777" w:rsidR="00EE7519" w:rsidRPr="00006BCB" w:rsidRDefault="00EE7519" w:rsidP="00EE7519">
      <w:pPr>
        <w:pStyle w:val="Titre1"/>
        <w:spacing w:before="2640"/>
        <w:rPr>
          <w:sz w:val="60"/>
          <w:szCs w:val="60"/>
        </w:rPr>
      </w:pPr>
      <w:bookmarkStart w:id="49" w:name="_TOC120963"/>
      <w:bookmarkStart w:id="50" w:name="_Toc195610662"/>
      <w:bookmarkEnd w:id="49"/>
      <w:r w:rsidRPr="00006BCB">
        <w:rPr>
          <w:sz w:val="60"/>
          <w:szCs w:val="60"/>
        </w:rPr>
        <w:lastRenderedPageBreak/>
        <w:t>LES ÎLES FLEURIES</w:t>
      </w:r>
      <w:bookmarkEnd w:id="50"/>
    </w:p>
    <w:p w14:paraId="3C48329E" w14:textId="77777777" w:rsidR="00EE7519" w:rsidRPr="00006BCB" w:rsidRDefault="00EE7519" w:rsidP="00EE7519">
      <w:pPr>
        <w:pStyle w:val="Titre2"/>
        <w:rPr>
          <w:szCs w:val="44"/>
        </w:rPr>
      </w:pPr>
      <w:bookmarkStart w:id="51" w:name="_TOC120982"/>
      <w:bookmarkStart w:id="52" w:name="_Toc195610663"/>
      <w:bookmarkEnd w:id="51"/>
      <w:r w:rsidRPr="00006BCB">
        <w:rPr>
          <w:szCs w:val="44"/>
        </w:rPr>
        <w:lastRenderedPageBreak/>
        <w:t>RAIATEA</w:t>
      </w:r>
      <w:bookmarkEnd w:id="52"/>
    </w:p>
    <w:p w14:paraId="38CAA998" w14:textId="77777777" w:rsidR="00EE7519" w:rsidRPr="006E36B9" w:rsidRDefault="00EE7519" w:rsidP="00EE7519">
      <w:r w:rsidRPr="006E36B9">
        <w:t>Enfermée dans un anneau d’écume, une masse verte ma</w:t>
      </w:r>
      <w:r w:rsidRPr="006E36B9">
        <w:t>r</w:t>
      </w:r>
      <w:r w:rsidRPr="006E36B9">
        <w:t>brée de tons marrons et jaunes. Un cercle de cocotiers que do</w:t>
      </w:r>
      <w:r w:rsidRPr="006E36B9">
        <w:t>u</w:t>
      </w:r>
      <w:r w:rsidRPr="006E36B9">
        <w:t>ble à un kilomètre du bord une haute barre : Raiatea. Sous la protection du récif de corail, l’île semble dormir, lovée sur elle-même comme une chatte. Seule, creusée par le passage d’une r</w:t>
      </w:r>
      <w:r w:rsidRPr="006E36B9">
        <w:t>i</w:t>
      </w:r>
      <w:r w:rsidRPr="006E36B9">
        <w:t>vière, une étroite ouverture rompt la barrière cor</w:t>
      </w:r>
      <w:r w:rsidRPr="006E36B9">
        <w:t>a</w:t>
      </w:r>
      <w:r w:rsidRPr="006E36B9">
        <w:t>lienne. Deux îlots empanachés la flanquent comme des balises.</w:t>
      </w:r>
    </w:p>
    <w:p w14:paraId="51D91006" w14:textId="77777777" w:rsidR="00EE7519" w:rsidRPr="006E36B9" w:rsidRDefault="00EE7519" w:rsidP="00EE7519">
      <w:r w:rsidRPr="006E36B9">
        <w:t xml:space="preserve">L’eau est ici d’émeraude, plus loin de saphir, </w:t>
      </w:r>
      <w:r>
        <w:t>l</w:t>
      </w:r>
      <w:r w:rsidRPr="006E36B9">
        <w:t>à encore de rubis. Les coraux assemblent au fond de l’eau une mosaïque de pierreries à l’échelle de l’Océan.</w:t>
      </w:r>
    </w:p>
    <w:p w14:paraId="0F488DED" w14:textId="77777777" w:rsidR="00EE7519" w:rsidRPr="006E36B9" w:rsidRDefault="00EE7519" w:rsidP="00EE7519">
      <w:r w:rsidRPr="006E36B9">
        <w:t>La mer s’enroule et retombe inlassablement en bourrelet d’écume. Mais, devant la barre, l’eau est sans ride, plus calme encore d’être toute proche de l’autre, bruyante et rageuse.</w:t>
      </w:r>
    </w:p>
    <w:p w14:paraId="6D79651B" w14:textId="77777777" w:rsidR="00EE7519" w:rsidRPr="006E36B9" w:rsidRDefault="00EE7519" w:rsidP="00EE7519">
      <w:r w:rsidRPr="006E36B9">
        <w:t>Le soleil couchant s’amuse à fondre dans une coulée de l</w:t>
      </w:r>
      <w:r w:rsidRPr="006E36B9">
        <w:t>u</w:t>
      </w:r>
      <w:r w:rsidRPr="006E36B9">
        <w:t>mière toutes les teintes de corail et l’ombre mauve s’étend sur l’île.</w:t>
      </w:r>
    </w:p>
    <w:p w14:paraId="6528BCDC" w14:textId="77777777" w:rsidR="00EE7519" w:rsidRPr="006E36B9" w:rsidRDefault="00EE7519" w:rsidP="00EE7519">
      <w:r w:rsidRPr="006E36B9">
        <w:t>Nous resterons ici à peine quelques heures. Le temps d’embarquer le chargement de coprah.</w:t>
      </w:r>
    </w:p>
    <w:p w14:paraId="66E22E18" w14:textId="77777777" w:rsidR="00EE7519" w:rsidRPr="006E36B9" w:rsidRDefault="00EE7519" w:rsidP="00EE7519">
      <w:r w:rsidRPr="006E36B9">
        <w:t xml:space="preserve">Nous longeons la côte au hasard de </w:t>
      </w:r>
      <w:smartTag w:uri="urn:schemas-microsoft-com:office:smarttags" w:element="PersonName">
        <w:smartTagPr>
          <w:attr w:name="ProductID" w:val="la route. Au"/>
        </w:smartTagPr>
        <w:r w:rsidRPr="006E36B9">
          <w:t>la route. Au</w:t>
        </w:r>
      </w:smartTag>
      <w:r w:rsidRPr="006E36B9">
        <w:t xml:space="preserve"> fond d’un jardin</w:t>
      </w:r>
      <w:r w:rsidR="00463DC0">
        <w:t>,</w:t>
      </w:r>
      <w:r w:rsidRPr="006E36B9">
        <w:t xml:space="preserve"> un son d’</w:t>
      </w:r>
      <w:proofErr w:type="spellStart"/>
      <w:r w:rsidRPr="006E36B9">
        <w:t>ukélélé</w:t>
      </w:r>
      <w:proofErr w:type="spellEnd"/>
      <w:r w:rsidRPr="006E36B9">
        <w:t xml:space="preserve"> qui chante doucement parvient jusqu’à nous. Nous nous approchons. Un jeune homme, </w:t>
      </w:r>
      <w:r w:rsidR="00463DC0" w:rsidRPr="006E36B9">
        <w:t>coiff</w:t>
      </w:r>
      <w:r w:rsidR="00463DC0">
        <w:t>é</w:t>
      </w:r>
      <w:r w:rsidR="00463DC0" w:rsidRPr="006E36B9">
        <w:t xml:space="preserve"> </w:t>
      </w:r>
      <w:r w:rsidRPr="006E36B9">
        <w:t>d’un sombrero de paille, campe assis sur une balustrade, une si</w:t>
      </w:r>
      <w:r w:rsidRPr="006E36B9">
        <w:t>l</w:t>
      </w:r>
      <w:r w:rsidRPr="006E36B9">
        <w:t xml:space="preserve">houette mexicaine. Sur le seuil, un vieux Maoris nous accueille avec de grandes démonstrations de joie. Il nous offre du jus fermenté d’ananas tandis que ses </w:t>
      </w:r>
      <w:r w:rsidR="00463DC0" w:rsidRPr="006E36B9">
        <w:t>deu</w:t>
      </w:r>
      <w:r w:rsidR="00463DC0">
        <w:t>x</w:t>
      </w:r>
      <w:r w:rsidR="00463DC0" w:rsidRPr="006E36B9">
        <w:t xml:space="preserve"> </w:t>
      </w:r>
      <w:r w:rsidRPr="006E36B9">
        <w:t>fils chantent des airs t</w:t>
      </w:r>
      <w:r w:rsidRPr="006E36B9">
        <w:t>a</w:t>
      </w:r>
      <w:r w:rsidRPr="006E36B9">
        <w:t>hitiens. C’est un ancien pêcheur de perles.</w:t>
      </w:r>
    </w:p>
    <w:p w14:paraId="0E0F3752" w14:textId="77777777" w:rsidR="00EE7519" w:rsidRPr="006E36B9" w:rsidRDefault="00EE7519" w:rsidP="00EE7519">
      <w:r w:rsidRPr="006E36B9">
        <w:lastRenderedPageBreak/>
        <w:t>Il nous décrit sa vie au temps où il plongeait par quinze mètres de fond avec, fixé à la jambe, un harpon pour se défe</w:t>
      </w:r>
      <w:r w:rsidRPr="006E36B9">
        <w:t>n</w:t>
      </w:r>
      <w:r w:rsidRPr="006E36B9">
        <w:t>dre contre les requins et autres bêtes de proie.</w:t>
      </w:r>
    </w:p>
    <w:p w14:paraId="78CA0E24" w14:textId="77777777" w:rsidR="00EE7519" w:rsidRPr="006E36B9" w:rsidRDefault="00EE7519" w:rsidP="00EE7519">
      <w:r w:rsidRPr="006E36B9">
        <w:t xml:space="preserve">Le récit de ces aventures, conté sous cette </w:t>
      </w:r>
      <w:proofErr w:type="spellStart"/>
      <w:r w:rsidRPr="006E36B9">
        <w:t>vérandah</w:t>
      </w:r>
      <w:proofErr w:type="spellEnd"/>
      <w:r w:rsidRPr="006E36B9">
        <w:t>, dans un parfum violent de fleurs avec l’accompagne</w:t>
      </w:r>
      <w:r>
        <w:t>m</w:t>
      </w:r>
      <w:r w:rsidRPr="006E36B9">
        <w:t>ent en sourd</w:t>
      </w:r>
      <w:r w:rsidRPr="006E36B9">
        <w:t>i</w:t>
      </w:r>
      <w:r w:rsidRPr="006E36B9">
        <w:t>ne d’une musique étrange, prend une allure de légende.</w:t>
      </w:r>
    </w:p>
    <w:p w14:paraId="7A8D749C" w14:textId="77777777" w:rsidR="00EE7519" w:rsidRPr="006E36B9" w:rsidRDefault="00EE7519" w:rsidP="00EE7519">
      <w:pPr>
        <w:pStyle w:val="Centr"/>
      </w:pPr>
      <w:r w:rsidRPr="006E36B9">
        <w:t>*</w:t>
      </w:r>
    </w:p>
    <w:p w14:paraId="1FBF767E" w14:textId="77777777" w:rsidR="00EE7519" w:rsidRPr="006E36B9" w:rsidRDefault="00EE7519" w:rsidP="00EE7519">
      <w:r w:rsidRPr="006E36B9">
        <w:t xml:space="preserve">Le soir, nous allons dîner dans un petit hôtel, le seul de </w:t>
      </w:r>
      <w:smartTag w:uri="urn:schemas-microsoft-com:office:smarttags" w:element="PersonName">
        <w:smartTagPr>
          <w:attr w:name="ProductID" w:val="la ville. La"/>
        </w:smartTagPr>
        <w:r w:rsidRPr="006E36B9">
          <w:t>la ville. La</w:t>
        </w:r>
      </w:smartTag>
      <w:r w:rsidRPr="006E36B9">
        <w:t xml:space="preserve"> servante est couronnée de fleurs comme toutes les femmes ici, mais son sourire est édenté. Elle est </w:t>
      </w:r>
      <w:r>
        <w:t>m</w:t>
      </w:r>
      <w:r w:rsidRPr="006E36B9">
        <w:t>ariée et une coutume cruelle veut que l’on brise les dents de la femme au jour des noces. Pendant le repas, quelques danseuses viennent exécuter des danses tahitiennes. Des jeunes gens olivâtres, le v</w:t>
      </w:r>
      <w:r w:rsidRPr="006E36B9">
        <w:t>i</w:t>
      </w:r>
      <w:r w:rsidRPr="006E36B9">
        <w:t>sage encadré de rouflaquettes, passent en chaloupant dans des pantalons trop larges, serrés sur les hanches étroites par une haute ceinture.</w:t>
      </w:r>
    </w:p>
    <w:p w14:paraId="0F316FF5" w14:textId="77777777" w:rsidR="00EE7519" w:rsidRPr="006E36B9" w:rsidRDefault="00EE7519" w:rsidP="00EE7519">
      <w:r w:rsidRPr="006E36B9">
        <w:t>Dans le village, flotte l’odeur trop forte de la forêt toute proche, la senteur trop grisante des fleurs. L’air est tiède, trop doux. L’atmosphère irréelle.</w:t>
      </w:r>
    </w:p>
    <w:p w14:paraId="76A0B59C" w14:textId="77777777" w:rsidR="00EE7519" w:rsidRPr="006E36B9" w:rsidRDefault="00EE7519" w:rsidP="00EE7519">
      <w:r w:rsidRPr="006E36B9">
        <w:t>Peut-être parce que nous ne l’avons vu que la nuit le cha</w:t>
      </w:r>
      <w:r w:rsidRPr="006E36B9">
        <w:t>r</w:t>
      </w:r>
      <w:r w:rsidRPr="006E36B9">
        <w:t>me de Raiatea nous a-t-il paru un peu trouble et étrange.</w:t>
      </w:r>
    </w:p>
    <w:p w14:paraId="0E6416F0" w14:textId="77777777" w:rsidR="00EE7519" w:rsidRPr="00737E51" w:rsidRDefault="00EE7519" w:rsidP="00EE7519">
      <w:pPr>
        <w:pStyle w:val="Titre2"/>
        <w:rPr>
          <w:szCs w:val="44"/>
        </w:rPr>
      </w:pPr>
      <w:bookmarkStart w:id="53" w:name="_TOC123574"/>
      <w:bookmarkStart w:id="54" w:name="_Toc195610664"/>
      <w:bookmarkEnd w:id="53"/>
      <w:r w:rsidRPr="00737E51">
        <w:rPr>
          <w:szCs w:val="44"/>
        </w:rPr>
        <w:lastRenderedPageBreak/>
        <w:t>IA ORA NA TAHITI</w:t>
      </w:r>
      <w:bookmarkEnd w:id="54"/>
    </w:p>
    <w:p w14:paraId="30D0B301" w14:textId="77777777" w:rsidR="00EE7519" w:rsidRPr="00737E51" w:rsidRDefault="00EE7519" w:rsidP="00EE7519">
      <w:pPr>
        <w:rPr>
          <w:i/>
        </w:rPr>
      </w:pPr>
      <w:r w:rsidRPr="00737E51">
        <w:rPr>
          <w:i/>
        </w:rPr>
        <w:t>Ia Ora Na !</w:t>
      </w:r>
    </w:p>
    <w:p w14:paraId="51700195" w14:textId="77777777" w:rsidR="00EE7519" w:rsidRPr="006E36B9" w:rsidRDefault="00EE7519" w:rsidP="00EE7519">
      <w:r w:rsidRPr="006E36B9">
        <w:t>Que tu vives maintenant.</w:t>
      </w:r>
    </w:p>
    <w:p w14:paraId="50F99143" w14:textId="77777777" w:rsidR="00EE7519" w:rsidRPr="006E36B9" w:rsidRDefault="00EE7519" w:rsidP="00EE7519">
      <w:r w:rsidRPr="006E36B9">
        <w:t>Salut !</w:t>
      </w:r>
    </w:p>
    <w:p w14:paraId="114692E8" w14:textId="77777777" w:rsidR="00EE7519" w:rsidRPr="006E36B9" w:rsidRDefault="00EE7519" w:rsidP="00EE7519">
      <w:r w:rsidRPr="006E36B9">
        <w:t>Le mot de bienvenue dont Papeete nous accueille sonne joyeusement tandis que des jeunes filles tombées d’une affiche de Fabiano nous couronnent de fleurs. Notre premier contact avec Tahiti sera une parole de bienvenue et une guirlande de « </w:t>
      </w:r>
      <w:proofErr w:type="spellStart"/>
      <w:r w:rsidRPr="006E36B9">
        <w:t>tiarée</w:t>
      </w:r>
      <w:proofErr w:type="spellEnd"/>
      <w:r w:rsidRPr="006E36B9">
        <w:t> », la fleur qui ne pousse que dans l’île. Double symbole d’hospitalité et de douceur.</w:t>
      </w:r>
    </w:p>
    <w:p w14:paraId="5B7E8068" w14:textId="77777777" w:rsidR="00EE7519" w:rsidRPr="006E36B9" w:rsidRDefault="00EE7519" w:rsidP="00EE7519">
      <w:r w:rsidRPr="006E36B9">
        <w:t>En vain, dès notre arrivée, cherchons-nous dans la ville les paréos chers à nos imaginaires ! Seule une américaine platinée se déhanche sous la cotonnade à grandes fleurs blanches ! Sans doute faut-il aller jusqu’à Juan-les-Pins pour en trouver a</w:t>
      </w:r>
      <w:r w:rsidRPr="006E36B9">
        <w:t>u</w:t>
      </w:r>
      <w:r w:rsidRPr="006E36B9">
        <w:t>jourd’hui des spécimens authentiques ? Les femmes ont des r</w:t>
      </w:r>
      <w:r w:rsidRPr="006E36B9">
        <w:t>o</w:t>
      </w:r>
      <w:r w:rsidRPr="006E36B9">
        <w:t xml:space="preserve">bes tristement quelconques, mais </w:t>
      </w:r>
      <w:r>
        <w:t>l</w:t>
      </w:r>
      <w:r w:rsidRPr="006E36B9">
        <w:t>eurs cheveux noirs qui de</w:t>
      </w:r>
      <w:r w:rsidRPr="006E36B9">
        <w:t>s</w:t>
      </w:r>
      <w:r w:rsidRPr="006E36B9">
        <w:t xml:space="preserve">cendent jusqu’à la taille, sont ceints de fleurs. Des colliers de coquillages encerclent leurs cous et </w:t>
      </w:r>
      <w:r>
        <w:t>l</w:t>
      </w:r>
      <w:r w:rsidRPr="006E36B9">
        <w:t xml:space="preserve">eurs poignets. Tous les hommes portent la </w:t>
      </w:r>
      <w:proofErr w:type="spellStart"/>
      <w:r w:rsidRPr="006E36B9">
        <w:t>tiarée</w:t>
      </w:r>
      <w:proofErr w:type="spellEnd"/>
      <w:r w:rsidRPr="006E36B9">
        <w:t xml:space="preserve"> à l’oreille. Tahiti, île parfumée où, dans les chansons, le même mot désigne la femme et la fleur !</w:t>
      </w:r>
    </w:p>
    <w:p w14:paraId="1F11037B" w14:textId="77777777" w:rsidR="00EE7519" w:rsidRPr="006E36B9" w:rsidRDefault="00EE7519" w:rsidP="00EE7519">
      <w:pPr>
        <w:pStyle w:val="Centr"/>
      </w:pPr>
      <w:r w:rsidRPr="006E36B9">
        <w:t>*</w:t>
      </w:r>
    </w:p>
    <w:p w14:paraId="6ABF3629" w14:textId="77777777" w:rsidR="00EE7519" w:rsidRPr="006E36B9" w:rsidRDefault="00EE7519" w:rsidP="00EE7519">
      <w:r w:rsidRPr="006E36B9">
        <w:t>La coutume veut que les visiteurs fassent le tour de l’île en voiture. Nous sacrifions à la loi commune mais la plupart d’entre nous descendront en cours de route pour s’arrêter dans les villages indigènes aussi loin que possible des touristes.</w:t>
      </w:r>
    </w:p>
    <w:p w14:paraId="448DB0BD" w14:textId="77777777" w:rsidR="00EE7519" w:rsidRPr="006E36B9" w:rsidRDefault="00EE7519" w:rsidP="00EE7519">
      <w:r w:rsidRPr="006E36B9">
        <w:lastRenderedPageBreak/>
        <w:t xml:space="preserve">Le chemin suit une bande de terrain plat serré entre la mer et la montagne que domine très haut le diadème de </w:t>
      </w:r>
      <w:proofErr w:type="spellStart"/>
      <w:r w:rsidRPr="006E36B9">
        <w:t>Fautaua</w:t>
      </w:r>
      <w:proofErr w:type="spellEnd"/>
      <w:r w:rsidRPr="006E36B9">
        <w:t xml:space="preserve">. Des palétuviers, des banians, des </w:t>
      </w:r>
      <w:proofErr w:type="spellStart"/>
      <w:r w:rsidRPr="006E36B9">
        <w:t>bouraos</w:t>
      </w:r>
      <w:proofErr w:type="spellEnd"/>
      <w:r w:rsidRPr="006E36B9">
        <w:t>, des manguiers, s’enchevêtrent et se penchent sur un parterre de fleurs. Roma</w:t>
      </w:r>
      <w:r w:rsidRPr="006E36B9">
        <w:t>n</w:t>
      </w:r>
      <w:r w:rsidRPr="006E36B9">
        <w:t>tiques, des cocotiers allongent ou recourbent leur col de cygne. Des cases de bambous s’élèvent çà et là, tellement adaptées à la végétation environnante qu’on les dirait posées là pour le plaisir des yeux et l’harmonie du paysage.</w:t>
      </w:r>
    </w:p>
    <w:p w14:paraId="0AC22771" w14:textId="77777777" w:rsidR="00EE7519" w:rsidRPr="006E36B9" w:rsidRDefault="00EE7519" w:rsidP="00EE7519">
      <w:r w:rsidRPr="006E36B9">
        <w:t>La vie grouille partout. Des crabes obliques s’enfuient sans parvenir à être menaçants. Attachés par une patte, des cochons au poil noir se lamentent, l’air pitoyable et bon enfant. Des p</w:t>
      </w:r>
      <w:r w:rsidRPr="006E36B9">
        <w:t>e</w:t>
      </w:r>
      <w:r w:rsidRPr="006E36B9">
        <w:t>tits bébés tout nus qui barbotent dans le lagon sortent de l’eau et nous sourient. Hommes et femmes habillées des grandes fleurs blanches des paréos rouges – nous ne sommes plus à P</w:t>
      </w:r>
      <w:r w:rsidRPr="006E36B9">
        <w:t>a</w:t>
      </w:r>
      <w:r w:rsidRPr="006E36B9">
        <w:t>peete – sont, dans ce cadre fleuri, des statues de jeunes dieux. Nous nous sentons gênés par nos vêtements. Que faisons-nous ici dans cette terre qui, avant les autos, les routes et le tél</w:t>
      </w:r>
      <w:r w:rsidRPr="006E36B9">
        <w:t>é</w:t>
      </w:r>
      <w:r w:rsidRPr="006E36B9">
        <w:t>phone, devait être un paradis terrestre ? Nous nous sentons i</w:t>
      </w:r>
      <w:r w:rsidRPr="006E36B9">
        <w:t>n</w:t>
      </w:r>
      <w:r w:rsidRPr="006E36B9">
        <w:t>décents avec nos figures blanches, nos souliers et nos chapeaux.</w:t>
      </w:r>
    </w:p>
    <w:p w14:paraId="556FD94A" w14:textId="77777777" w:rsidR="00EE7519" w:rsidRPr="006E36B9" w:rsidRDefault="00EE7519" w:rsidP="00EE7519">
      <w:r w:rsidRPr="006E36B9">
        <w:t xml:space="preserve">Maintenant, nous nous croirions sur </w:t>
      </w:r>
      <w:smartTag w:uri="urn:schemas-microsoft-com:office:smarttags" w:element="PersonName">
        <w:smartTagPr>
          <w:attr w:name="ProductID" w:val="la Corniche. Mais"/>
        </w:smartTagPr>
        <w:r w:rsidRPr="006E36B9">
          <w:t>la Corniche. Mais</w:t>
        </w:r>
      </w:smartTag>
      <w:r w:rsidRPr="006E36B9">
        <w:t xml:space="preserve"> on ne voit pas sur la Méditerranée le somptueux bracelet de la ba</w:t>
      </w:r>
      <w:r w:rsidRPr="006E36B9">
        <w:t>r</w:t>
      </w:r>
      <w:r w:rsidRPr="006E36B9">
        <w:t>re et les pandanus ne laissent point là-bas tomber sur les r</w:t>
      </w:r>
      <w:r w:rsidRPr="006E36B9">
        <w:t>o</w:t>
      </w:r>
      <w:r w:rsidRPr="006E36B9">
        <w:t>chers leurs longues racines verticales à la recherche d’un intro</w:t>
      </w:r>
      <w:r w:rsidRPr="006E36B9">
        <w:t>u</w:t>
      </w:r>
      <w:r w:rsidRPr="006E36B9">
        <w:t>vable appui.</w:t>
      </w:r>
    </w:p>
    <w:p w14:paraId="3EEFD169" w14:textId="77777777" w:rsidR="00EE7519" w:rsidRPr="006E36B9" w:rsidRDefault="00EE7519" w:rsidP="00EE7519">
      <w:r w:rsidRPr="006E36B9">
        <w:t>Le comité des fêtes de Papeete nous a fait préparer un r</w:t>
      </w:r>
      <w:r w:rsidRPr="006E36B9">
        <w:t>e</w:t>
      </w:r>
      <w:r w:rsidRPr="006E36B9">
        <w:t xml:space="preserve">pas dans un hôtel de </w:t>
      </w:r>
      <w:smartTag w:uri="urn:schemas-microsoft-com:office:smarttags" w:element="PersonName">
        <w:smartTagPr>
          <w:attr w:name="ProductID" w:val="la c￴te. L"/>
        </w:smartTagPr>
        <w:r w:rsidRPr="006E36B9">
          <w:t>la côte. L</w:t>
        </w:r>
      </w:smartTag>
      <w:r w:rsidRPr="006E36B9">
        <w:t xml:space="preserve">’établissement mérite-t-il ce nom ? N’est-il pas plutôt un décor d’opérette tahitienne ? Une grande case de bambous couverte de pandanus s’ouvre sur trois côtés, sur la cloison bleue de la mer, sur la rivière qui semble une aquarelle de Touraine, sur le diadème de </w:t>
      </w:r>
      <w:proofErr w:type="spellStart"/>
      <w:r w:rsidRPr="006E36B9">
        <w:t>Fautaua</w:t>
      </w:r>
      <w:proofErr w:type="spellEnd"/>
      <w:r w:rsidRPr="006E36B9">
        <w:t xml:space="preserve"> </w:t>
      </w:r>
      <w:r w:rsidRPr="006E36B9">
        <w:lastRenderedPageBreak/>
        <w:t>déplié en k</w:t>
      </w:r>
      <w:r w:rsidRPr="006E36B9">
        <w:t>a</w:t>
      </w:r>
      <w:r w:rsidRPr="006E36B9">
        <w:t>kémono japonais. Tout près, des manguiers, des bananiers et, dissimulées sous les arbres, des petites cases de poupée : les chambres de l’hôtel.</w:t>
      </w:r>
    </w:p>
    <w:p w14:paraId="114187B5" w14:textId="77777777" w:rsidR="00EE7519" w:rsidRPr="006E36B9" w:rsidRDefault="00EE7519" w:rsidP="00EE7519">
      <w:r w:rsidRPr="006E36B9">
        <w:t>À table, deux Tahitiennes nous servent un repas local qui enrichit singulièrement notre collection d’art culinaire si bien commencée à Colombo et Nouméa.</w:t>
      </w:r>
    </w:p>
    <w:p w14:paraId="19FFE713" w14:textId="77777777" w:rsidR="00EE7519" w:rsidRPr="006E36B9" w:rsidRDefault="00EE7519" w:rsidP="00EE7519">
      <w:r w:rsidRPr="006E36B9">
        <w:t>Au dehors, des indigènes chantent, festonnant de voix m</w:t>
      </w:r>
      <w:r w:rsidRPr="006E36B9">
        <w:t>é</w:t>
      </w:r>
      <w:r w:rsidRPr="006E36B9">
        <w:t xml:space="preserve">talliques le rythme invariable des </w:t>
      </w:r>
      <w:proofErr w:type="spellStart"/>
      <w:r w:rsidRPr="006E36B9">
        <w:t>ukélélés</w:t>
      </w:r>
      <w:proofErr w:type="spellEnd"/>
      <w:r w:rsidRPr="006E36B9">
        <w:t>.</w:t>
      </w:r>
    </w:p>
    <w:p w14:paraId="09507FD9" w14:textId="77777777" w:rsidR="00EE7519" w:rsidRPr="006E36B9" w:rsidRDefault="00EE7519" w:rsidP="00EE7519">
      <w:pPr>
        <w:pStyle w:val="Centr"/>
      </w:pPr>
      <w:r w:rsidRPr="006E36B9">
        <w:t>*</w:t>
      </w:r>
    </w:p>
    <w:p w14:paraId="7045674B" w14:textId="77777777" w:rsidR="00EE7519" w:rsidRPr="006E36B9" w:rsidRDefault="00EE7519" w:rsidP="00EE7519">
      <w:r w:rsidRPr="006E36B9">
        <w:t xml:space="preserve">Après le dîner, quelques scouts vont au lac </w:t>
      </w:r>
      <w:proofErr w:type="spellStart"/>
      <w:r w:rsidRPr="006E36B9">
        <w:t>Vaihiria</w:t>
      </w:r>
      <w:proofErr w:type="spellEnd"/>
      <w:r w:rsidRPr="006E36B9">
        <w:t>. Ils a</w:t>
      </w:r>
      <w:r w:rsidRPr="006E36B9">
        <w:t>r</w:t>
      </w:r>
      <w:r w:rsidRPr="006E36B9">
        <w:t>riveront dans la nuit seulement après une rude marche de huit heures dans une brousse inextricable, ayant traversé cent cinq fois le même torrent. Le lendemain ils verront le lever du soleil sur Tahiti et oublieront toutes leurs fatigues de la veille.</w:t>
      </w:r>
    </w:p>
    <w:p w14:paraId="3198A2AE" w14:textId="77777777" w:rsidR="00EE7519" w:rsidRPr="006E36B9" w:rsidRDefault="00EE7519" w:rsidP="00EE7519">
      <w:r w:rsidRPr="006E36B9">
        <w:t>D’autres vont visiter une grande plantation. Des jeunes fi</w:t>
      </w:r>
      <w:r w:rsidRPr="006E36B9">
        <w:t>l</w:t>
      </w:r>
      <w:r w:rsidRPr="006E36B9">
        <w:t>les toutes vêtues de blanc les accueillent, les couronnent de fleurs et pendant deux heures chantent et dansent pour eux.</w:t>
      </w:r>
    </w:p>
    <w:p w14:paraId="47A5BF8F" w14:textId="77777777" w:rsidR="00EE7519" w:rsidRPr="006E36B9" w:rsidRDefault="00EE7519" w:rsidP="00EE7519">
      <w:pPr>
        <w:pStyle w:val="Centr"/>
      </w:pPr>
      <w:r w:rsidRPr="006E36B9">
        <w:t>*</w:t>
      </w:r>
    </w:p>
    <w:p w14:paraId="3CB29C54" w14:textId="77777777" w:rsidR="00EE7519" w:rsidRPr="006E36B9" w:rsidRDefault="00EE7519" w:rsidP="00EE7519">
      <w:r w:rsidRPr="006E36B9">
        <w:t>Quelques-uns d’entre nous descendent à Tautira et vont s</w:t>
      </w:r>
      <w:r w:rsidRPr="006E36B9">
        <w:t>a</w:t>
      </w:r>
      <w:r w:rsidRPr="006E36B9">
        <w:t>luer le chef du district.</w:t>
      </w:r>
    </w:p>
    <w:p w14:paraId="2B241204" w14:textId="77777777" w:rsidR="00EE7519" w:rsidRPr="006E36B9" w:rsidRDefault="00EE7519" w:rsidP="00EE7519">
      <w:r w:rsidRPr="006E36B9">
        <w:t xml:space="preserve">Nous espérions un village indigène, sans rien qui rappelle la civilisation trop proche. Hélas ! le chef est en pantalon blanc et chemise impeccable. Des garçons jouent au </w:t>
      </w:r>
      <w:proofErr w:type="spellStart"/>
      <w:r w:rsidRPr="006E36B9">
        <w:t>foot-ball</w:t>
      </w:r>
      <w:proofErr w:type="spellEnd"/>
      <w:r w:rsidRPr="006E36B9">
        <w:t xml:space="preserve"> dans une prairie et, sur le bord du chemin, une conduite d’eau en plomb porte un écriteau : « Eau potable ». Nous songeons aux standards d’essence que notait Dorgelès au pied des Pyramides.</w:t>
      </w:r>
    </w:p>
    <w:p w14:paraId="21D3F294" w14:textId="77777777" w:rsidR="00EE7519" w:rsidRPr="006E36B9" w:rsidRDefault="00EE7519" w:rsidP="00EE7519">
      <w:r w:rsidRPr="006E36B9">
        <w:lastRenderedPageBreak/>
        <w:t>L’accueil du chef nous fait oublier notre déception. Il nous reçoit en grand seigneur avec cette hospitalité dont Bougainvi</w:t>
      </w:r>
      <w:r w:rsidRPr="006E36B9">
        <w:t>l</w:t>
      </w:r>
      <w:r w:rsidRPr="006E36B9">
        <w:t>le et les premiers explorateurs de l’île chantèrent les louanges. Hospitalité qui demeure aussi large que jadis malgré les abus de quelques blancs qui spéculent sur elle.</w:t>
      </w:r>
    </w:p>
    <w:p w14:paraId="5B0DEA69" w14:textId="77777777" w:rsidR="00EE7519" w:rsidRPr="006E36B9" w:rsidRDefault="00EE7519" w:rsidP="00EE7519">
      <w:r w:rsidRPr="006E36B9">
        <w:t>Il met tout le village à notre disposition et nous offre huit chevaux pour visiter son district. Huit petites bêtes non ferrées, sans selle, sans bride, que l’on conduit seulement par une corde passée dans la bouche.</w:t>
      </w:r>
    </w:p>
    <w:p w14:paraId="3FE6A565" w14:textId="77777777" w:rsidR="00EE7519" w:rsidRPr="006E36B9" w:rsidRDefault="00EE7519" w:rsidP="00EE7519">
      <w:r w:rsidRPr="006E36B9">
        <w:t xml:space="preserve">Nous partons à la queue leu leu en longeant </w:t>
      </w:r>
      <w:smartTag w:uri="urn:schemas-microsoft-com:office:smarttags" w:element="PersonName">
        <w:smartTagPr>
          <w:attr w:name="ProductID" w:val="la plage. Nos"/>
        </w:smartTagPr>
        <w:r w:rsidRPr="006E36B9">
          <w:t>la plage. Nos</w:t>
        </w:r>
      </w:smartTag>
      <w:r w:rsidRPr="006E36B9">
        <w:t xml:space="preserve"> chevaux ont un trot presque sans réaction, un galop moelleux et nous allons dans la forêt, libres, comme l’air, comme le vent qui nous accompagne et joue autour de nous.</w:t>
      </w:r>
    </w:p>
    <w:p w14:paraId="0E63F913" w14:textId="77777777" w:rsidR="00EE7519" w:rsidRPr="006E36B9" w:rsidRDefault="00EE7519" w:rsidP="00EE7519">
      <w:r w:rsidRPr="006E36B9">
        <w:t xml:space="preserve">Nous traversons des torrents, une rivière si profonde que nos montures perdent pieds et passent à </w:t>
      </w:r>
      <w:smartTag w:uri="urn:schemas-microsoft-com:office:smarttags" w:element="PersonName">
        <w:smartTagPr>
          <w:attr w:name="ProductID" w:val="la nage. Nous"/>
        </w:smartTagPr>
        <w:r w:rsidRPr="006E36B9">
          <w:t>la nage. Nous</w:t>
        </w:r>
      </w:smartTag>
      <w:r w:rsidRPr="006E36B9">
        <w:t xml:space="preserve"> avons juste le temps de prendre nos portefeuilles entre les dents et de brandir nos appareils photographiques au-dessus de nos têtes. Faisant appel à nos souvenirs de cavaliers nous nageons à côté de nos bêtes, nous laissant traîner en agrippant la crinière.</w:t>
      </w:r>
    </w:p>
    <w:p w14:paraId="2C56F82A" w14:textId="77777777" w:rsidR="00EE7519" w:rsidRPr="006E36B9" w:rsidRDefault="00EE7519" w:rsidP="00EE7519">
      <w:r w:rsidRPr="006E36B9">
        <w:t>Des crabes affolés s’enfuient entre les jambes des chevaux. Ils regagnent leurs trous creusés dans le sable. Mais leurs d</w:t>
      </w:r>
      <w:r w:rsidRPr="006E36B9">
        <w:t>e</w:t>
      </w:r>
      <w:r w:rsidRPr="006E36B9">
        <w:t>meures sont si nombreuses, si profondes que le sol miné croule sous les sabots et nos pauvres montures enfonçant parfois ju</w:t>
      </w:r>
      <w:r w:rsidRPr="006E36B9">
        <w:t>s</w:t>
      </w:r>
      <w:r w:rsidRPr="006E36B9">
        <w:t>qu’aux jarrets bondissent et se débattent.</w:t>
      </w:r>
    </w:p>
    <w:p w14:paraId="1F7B27D2" w14:textId="77777777" w:rsidR="00EE7519" w:rsidRPr="006E36B9" w:rsidRDefault="00EE7519" w:rsidP="00EE7519">
      <w:r w:rsidRPr="006E36B9">
        <w:t>Nous suivons tantôt la plage, tantôt des sentiers percés dans la brousse et qui joignent entre elles quelques cases is</w:t>
      </w:r>
      <w:r w:rsidRPr="006E36B9">
        <w:t>o</w:t>
      </w:r>
      <w:r w:rsidRPr="006E36B9">
        <w:t>lées. Les indigènes que nous rencontrons nous saluent d’un ge</w:t>
      </w:r>
      <w:r w:rsidRPr="006E36B9">
        <w:t>s</w:t>
      </w:r>
      <w:r w:rsidRPr="006E36B9">
        <w:t xml:space="preserve">te de la main : </w:t>
      </w:r>
      <w:r w:rsidRPr="00737E51">
        <w:rPr>
          <w:i/>
        </w:rPr>
        <w:t xml:space="preserve">la </w:t>
      </w:r>
      <w:proofErr w:type="spellStart"/>
      <w:r w:rsidRPr="00737E51">
        <w:rPr>
          <w:i/>
        </w:rPr>
        <w:t>ora</w:t>
      </w:r>
      <w:proofErr w:type="spellEnd"/>
      <w:r w:rsidRPr="00737E51">
        <w:rPr>
          <w:i/>
        </w:rPr>
        <w:t xml:space="preserve"> na</w:t>
      </w:r>
      <w:r w:rsidRPr="006E36B9">
        <w:t xml:space="preserve">, et, sur le seuil des habitations, </w:t>
      </w:r>
      <w:r w:rsidRPr="006E36B9">
        <w:lastRenderedPageBreak/>
        <w:t>nous invitent à entrer. Les femmes en paréos sourient et nous te</w:t>
      </w:r>
      <w:r w:rsidRPr="006E36B9">
        <w:t>n</w:t>
      </w:r>
      <w:r w:rsidRPr="006E36B9">
        <w:t xml:space="preserve">dent leurs colliers et leurs couronnes de </w:t>
      </w:r>
      <w:proofErr w:type="spellStart"/>
      <w:r w:rsidRPr="006E36B9">
        <w:t>tiarée</w:t>
      </w:r>
      <w:proofErr w:type="spellEnd"/>
      <w:r w:rsidRPr="006E36B9">
        <w:t>.</w:t>
      </w:r>
    </w:p>
    <w:p w14:paraId="52B35E7B" w14:textId="77777777" w:rsidR="00EE7519" w:rsidRPr="006E36B9" w:rsidRDefault="00EE7519" w:rsidP="00EE7519">
      <w:r w:rsidRPr="006E36B9">
        <w:t>« </w:t>
      </w:r>
      <w:r w:rsidRPr="00737E51">
        <w:rPr>
          <w:i/>
        </w:rPr>
        <w:t xml:space="preserve">The </w:t>
      </w:r>
      <w:proofErr w:type="spellStart"/>
      <w:r w:rsidRPr="00737E51">
        <w:rPr>
          <w:i/>
        </w:rPr>
        <w:t>sweetest</w:t>
      </w:r>
      <w:proofErr w:type="spellEnd"/>
      <w:r w:rsidRPr="00737E51">
        <w:rPr>
          <w:i/>
        </w:rPr>
        <w:t xml:space="preserve"> </w:t>
      </w:r>
      <w:proofErr w:type="spellStart"/>
      <w:r w:rsidRPr="00737E51">
        <w:rPr>
          <w:i/>
        </w:rPr>
        <w:t>island</w:t>
      </w:r>
      <w:proofErr w:type="spellEnd"/>
      <w:r w:rsidRPr="00737E51">
        <w:rPr>
          <w:i/>
        </w:rPr>
        <w:t xml:space="preserve"> in the world</w:t>
      </w:r>
      <w:r w:rsidRPr="006E36B9">
        <w:t> », dirait l’Amérique si Tahiti lui appartenait.</w:t>
      </w:r>
    </w:p>
    <w:p w14:paraId="463C818E" w14:textId="77777777" w:rsidR="00EE7519" w:rsidRPr="006E36B9" w:rsidRDefault="00EE7519" w:rsidP="00EE7519">
      <w:r w:rsidRPr="006E36B9">
        <w:t xml:space="preserve">Nous avons marché à l’aventure avec une insouciance toute tahitienne et nous songeons seulement au retour lorsque la nuit est tombée. </w:t>
      </w:r>
      <w:smartTag w:uri="urn:schemas-microsoft-com:office:smarttags" w:element="PersonName">
        <w:smartTagPr>
          <w:attr w:name="ProductID" w:val="La mer. Nous"/>
        </w:smartTagPr>
        <w:r w:rsidRPr="006E36B9">
          <w:t>La mer. Nous</w:t>
        </w:r>
      </w:smartTag>
      <w:r w:rsidRPr="006E36B9">
        <w:t xml:space="preserve"> entrons dans la forêt, dans une masse sombre où nous cheminons à l’aveuglette, nous fiant à notre bonne étoile et à l’instinct des chevaux.</w:t>
      </w:r>
    </w:p>
    <w:p w14:paraId="1A42FB81" w14:textId="77777777" w:rsidR="00EE7519" w:rsidRPr="006E36B9" w:rsidRDefault="00EE7519" w:rsidP="00EE7519">
      <w:r w:rsidRPr="006E36B9">
        <w:t>La nuit est tiède, parfumée, étonnamment douce et calme. En bordure de la forêt, la mer semble une plaque de métal. Quel motif élégant pourrait animer cette surface trop nue ? Découpée en silhouette noire, une pirogue se profile entre les arbres. Le geste stylisé de l’indigène pointant sa sagaie rompt l’immobilité des choses. L’éclaboussement de l’eau agitée par le poisson qui se débat sous la morsure du fer, ride le silence. Puis la paix un instant troublée nous enveloppe de douceur.</w:t>
      </w:r>
    </w:p>
    <w:p w14:paraId="16B75251" w14:textId="77777777" w:rsidR="00EE7519" w:rsidRPr="006E36B9" w:rsidRDefault="00EE7519" w:rsidP="00EE7519">
      <w:r w:rsidRPr="006E36B9">
        <w:t>Nos petits chevaux, impatients du retour, galopent bride abattue. La tête collée contre l’encolure pour ne pas heurter les branches invisibles, nous nous laissons mener.</w:t>
      </w:r>
    </w:p>
    <w:p w14:paraId="11DDA7B9" w14:textId="77777777" w:rsidR="00EE7519" w:rsidRPr="006E36B9" w:rsidRDefault="00EE7519" w:rsidP="00EE7519">
      <w:r w:rsidRPr="006E36B9">
        <w:t>D’immobiles lucioles ponctuent l’obscurité : Le village. Des gamins surgis de l’ombre nous conduisent jusqu’à la case du chef.</w:t>
      </w:r>
    </w:p>
    <w:p w14:paraId="7F7823D1" w14:textId="77777777" w:rsidR="00EE7519" w:rsidRPr="006E36B9" w:rsidRDefault="00EE7519" w:rsidP="00EE7519">
      <w:r w:rsidRPr="006E36B9">
        <w:t>Avant de dormir nous prenons un bain au clair de lune :</w:t>
      </w:r>
    </w:p>
    <w:p w14:paraId="3F03114C" w14:textId="77777777" w:rsidR="00EE7519" w:rsidRPr="006E36B9" w:rsidRDefault="00EE7519" w:rsidP="00EE7519">
      <w:r w:rsidRPr="006E36B9">
        <w:t>– « Dire qu’en ce moment, disait Mowgli, les hommes après s’être soigneusement barricadés contre l’air pur tirent une étoffe sale par-dessus leur lourdes têtes et chantent de vilaines chansons par le nez. »</w:t>
      </w:r>
    </w:p>
    <w:p w14:paraId="73BB5A90" w14:textId="77777777" w:rsidR="00EE7519" w:rsidRPr="006E36B9" w:rsidRDefault="00EE7519" w:rsidP="00EE7519">
      <w:r w:rsidRPr="006E36B9">
        <w:lastRenderedPageBreak/>
        <w:t>Là-haut, surveillant notre baignade, Orion, ayant mis son baudrier à l’envers, monte dans le ciel une garde incorrecte.</w:t>
      </w:r>
    </w:p>
    <w:p w14:paraId="758E2ADD" w14:textId="77777777" w:rsidR="00EE7519" w:rsidRPr="00006BCB" w:rsidRDefault="00EE7519" w:rsidP="00EE7519">
      <w:pPr>
        <w:pStyle w:val="Titre2"/>
        <w:rPr>
          <w:szCs w:val="44"/>
        </w:rPr>
      </w:pPr>
      <w:bookmarkStart w:id="55" w:name="_TOC131292"/>
      <w:bookmarkStart w:id="56" w:name="_Toc195610665"/>
      <w:bookmarkEnd w:id="55"/>
      <w:r w:rsidRPr="00006BCB">
        <w:rPr>
          <w:szCs w:val="44"/>
        </w:rPr>
        <w:lastRenderedPageBreak/>
        <w:t>LES LÉPREUX</w:t>
      </w:r>
      <w:bookmarkEnd w:id="56"/>
    </w:p>
    <w:p w14:paraId="6A0F577E" w14:textId="77777777" w:rsidR="00EE7519" w:rsidRPr="006E36B9" w:rsidRDefault="00EE7519" w:rsidP="00EE7519">
      <w:r w:rsidRPr="006E36B9">
        <w:t>L’auto roule dans un paysage si féerique que nul ne s’étonnerait d’entendre chanter sur une branche l’oiseau bleu dont parle Maeterlinck. La mer s’incurve en torsades caressa</w:t>
      </w:r>
      <w:r w:rsidRPr="006E36B9">
        <w:t>n</w:t>
      </w:r>
      <w:r w:rsidRPr="006E36B9">
        <w:t xml:space="preserve">tes le long de </w:t>
      </w:r>
      <w:smartTag w:uri="urn:schemas-microsoft-com:office:smarttags" w:element="PersonName">
        <w:smartTagPr>
          <w:attr w:name="ProductID" w:val="la c￴te. Le"/>
        </w:smartTagPr>
        <w:r w:rsidRPr="006E36B9">
          <w:t>la côte. Le</w:t>
        </w:r>
      </w:smartTag>
      <w:r w:rsidRPr="006E36B9">
        <w:t xml:space="preserve"> vent rit dans les cocotiers. Le parfum des fleurs monte à la tête comme un alcool. Ô Tahiti ! terre de délices et de rêve !</w:t>
      </w:r>
    </w:p>
    <w:p w14:paraId="699C7CAC" w14:textId="77777777" w:rsidR="00EE7519" w:rsidRPr="006E36B9" w:rsidRDefault="00EE7519" w:rsidP="00EE7519">
      <w:r w:rsidRPr="006E36B9">
        <w:t>À demi dissimulées dans la forêt, quelques cases pimpantes semblent jouer à cache-cache. Comment le paysage peut-il être si lumineux puisque nous arrivons à la léproserie ?</w:t>
      </w:r>
    </w:p>
    <w:p w14:paraId="3367D503" w14:textId="77777777" w:rsidR="00EE7519" w:rsidRPr="006E36B9" w:rsidRDefault="00EE7519" w:rsidP="00EE7519">
      <w:r w:rsidRPr="006E36B9">
        <w:t>Nous nous croyions en pays d’insouciance et de beauté et nous retrouvons l’homme, misérable et maudit. Les lépreux v</w:t>
      </w:r>
      <w:r w:rsidRPr="006E36B9">
        <w:t>i</w:t>
      </w:r>
      <w:r w:rsidRPr="006E36B9">
        <w:t xml:space="preserve">vent ici dans un village organisé comme tous les villages de l’île. Ils ont </w:t>
      </w:r>
      <w:r>
        <w:t>l</w:t>
      </w:r>
      <w:r w:rsidRPr="006E36B9">
        <w:t xml:space="preserve">eur chef, leur conseil, </w:t>
      </w:r>
      <w:r>
        <w:t>l</w:t>
      </w:r>
      <w:r w:rsidRPr="006E36B9">
        <w:t>eur communauté. Ils se marient entre eux et ont des enfants qui naissent sains. Mais leur terr</w:t>
      </w:r>
      <w:r w:rsidRPr="006E36B9">
        <w:t>i</w:t>
      </w:r>
      <w:r w:rsidRPr="006E36B9">
        <w:t>toire a des limites qu’ils ne peuvent franchir sous aucun pr</w:t>
      </w:r>
      <w:r w:rsidRPr="006E36B9">
        <w:t>é</w:t>
      </w:r>
      <w:r w:rsidRPr="006E36B9">
        <w:t>texte.</w:t>
      </w:r>
    </w:p>
    <w:p w14:paraId="3163979A" w14:textId="77777777" w:rsidR="00EE7519" w:rsidRPr="006E36B9" w:rsidRDefault="00EE7519" w:rsidP="00EE7519">
      <w:r w:rsidRPr="006E36B9">
        <w:t xml:space="preserve">Par un chemin bordé de flamboyants, nous approchons d’un hangar clos d’un mur bas. Tous les habitants se sont réunis là pour nous recevoir. Seule la muraille étroite nous séparera d’eux. Pauvres visages boursouflés, pustuleux, déchiquetés par le mal monstrueux. Pauvres mains sans doigts, pauvres bras dont il ne reste plus qu’un moignon. Les oreilles, le nez, s’en vont par lambeaux ou bourgeonnent hideusement. Les traits putréfiés, disparaissent dans </w:t>
      </w:r>
      <w:smartTag w:uri="urn:schemas-microsoft-com:office:smarttags" w:element="PersonName">
        <w:smartTagPr>
          <w:attr w:name="ProductID" w:val="la pourriture. Toutes"/>
        </w:smartTagPr>
        <w:r w:rsidRPr="006E36B9">
          <w:t>la pourriture. Toutes</w:t>
        </w:r>
      </w:smartTag>
      <w:r w:rsidRPr="006E36B9">
        <w:t xml:space="preserve"> les plaies sont teintées de bleu de méthylène – la dernière médication employée – qui donne à tous l’aspect fantomatique de figurants fardés pour une scène d’épouvante. Comme nous réalisons bien, devant cette misère, le geste de saint François d’Assise desce</w:t>
      </w:r>
      <w:r w:rsidRPr="006E36B9">
        <w:t>n</w:t>
      </w:r>
      <w:r w:rsidRPr="006E36B9">
        <w:t xml:space="preserve">dant de cheval pour poser ses </w:t>
      </w:r>
      <w:r w:rsidRPr="006E36B9">
        <w:lastRenderedPageBreak/>
        <w:t>lèvres saines, ses lèvres fraîches de jeune homme, sur le visage sanguinolent d’un lépreux, puis remontant à cheval et s’enfuyant bride abattue, toute sa chair hérissée d’horreur…</w:t>
      </w:r>
    </w:p>
    <w:p w14:paraId="54BBBBAC" w14:textId="77777777" w:rsidR="00EE7519" w:rsidRPr="006E36B9" w:rsidRDefault="00EE7519" w:rsidP="00EE7519">
      <w:r w:rsidRPr="006E36B9">
        <w:t xml:space="preserve">Hommes et femmes portent, visiblement gravées sur leur corps, les marques atroces de leur mal. Tous, sauf une jeune fille très belle dont le sourire est lumineux, </w:t>
      </w:r>
      <w:r>
        <w:t>l</w:t>
      </w:r>
      <w:r w:rsidRPr="006E36B9">
        <w:t>es yeux rendus plus pr</w:t>
      </w:r>
      <w:r w:rsidRPr="006E36B9">
        <w:t>o</w:t>
      </w:r>
      <w:r w:rsidRPr="006E36B9">
        <w:t>fonds encore par l’éclat de la fleur rouge qu’elle porte à l’oreille droite ; cœur à prendre dit la coutume de Tahiti. Hélas ! Si son mal est plus récent, elle est atteinte comme les autres et, d</w:t>
      </w:r>
      <w:r w:rsidRPr="006E36B9">
        <w:t>e</w:t>
      </w:r>
      <w:r w:rsidRPr="006E36B9">
        <w:t>main, son beau visage sera labouré par la lèpre, sa chair délicate rongée par l’infecte pourriture.</w:t>
      </w:r>
    </w:p>
    <w:p w14:paraId="411B8F53" w14:textId="77777777" w:rsidR="00EE7519" w:rsidRPr="006E36B9" w:rsidRDefault="00EE7519" w:rsidP="00EE7519">
      <w:r w:rsidRPr="006E36B9">
        <w:t>La gorge serrée, nous essayons de sourire, d’être gais, de rayonner un peu de la jeunesse qui est en nous. On nous d</w:t>
      </w:r>
      <w:r w:rsidRPr="006E36B9">
        <w:t>e</w:t>
      </w:r>
      <w:r w:rsidRPr="006E36B9">
        <w:t>mande de chanter. Nous entonnons quelques airs scouts. Tous disent le bonheur de vivre, la beauté des choses, l’idéal qui nous porte. Devant tant de misères, les mots hésitent sur nos lèvres. Lequel d’entre nous pourra oublier ces chansons, dans l’air si doux de Tahiti, devant tous ces visages en putréfaction dont l’affreux sourire, tout de même, disait la joie d’entendre des airs de France ?</w:t>
      </w:r>
    </w:p>
    <w:p w14:paraId="595634D3" w14:textId="77777777" w:rsidR="00EE7519" w:rsidRPr="006E36B9" w:rsidRDefault="00EE7519" w:rsidP="00EE7519">
      <w:r w:rsidRPr="006E36B9">
        <w:t xml:space="preserve">Après nous, les lépreux chantent. Le chef d’orchestre n’a que la moitié d’un bras pour battre </w:t>
      </w:r>
      <w:smartTag w:uri="urn:schemas-microsoft-com:office:smarttags" w:element="PersonName">
        <w:smartTagPr>
          <w:attr w:name="ProductID" w:val="la mesure. Certaines"/>
        </w:smartTagPr>
        <w:r w:rsidRPr="006E36B9">
          <w:t>la mesure. Certaines</w:t>
        </w:r>
      </w:smartTag>
      <w:r w:rsidRPr="006E36B9">
        <w:t xml:space="preserve"> bo</w:t>
      </w:r>
      <w:r w:rsidRPr="006E36B9">
        <w:t>u</w:t>
      </w:r>
      <w:r w:rsidRPr="006E36B9">
        <w:t>ches sont tellement envahies par les pustules et les croûtes qu’elles ne peuvent s’ouvrir suffisamment pour laisser passer les paroles. Les voix sont très pures, métalliques, un peu sauvages parfois.</w:t>
      </w:r>
    </w:p>
    <w:p w14:paraId="5B355C0A" w14:textId="77777777" w:rsidR="00EE7519" w:rsidRPr="006E36B9" w:rsidRDefault="00EE7519" w:rsidP="00EE7519">
      <w:r w:rsidRPr="006E36B9">
        <w:t xml:space="preserve">Nous applaudissons avec enthousiasme et nous partons, nous retournant très souvent pour saluer de la main nos frères malheureux. Nous allons lentement, le plus lentement possible parce que nous </w:t>
      </w:r>
      <w:proofErr w:type="gramStart"/>
      <w:r w:rsidRPr="006E36B9">
        <w:t>avons peur</w:t>
      </w:r>
      <w:proofErr w:type="gramEnd"/>
      <w:r w:rsidRPr="006E36B9">
        <w:t xml:space="preserve"> de prendre nos jambes à notre cou et de courir, de courir de toutes nos forces vers la </w:t>
      </w:r>
      <w:r w:rsidRPr="006E36B9">
        <w:lastRenderedPageBreak/>
        <w:t>mer où l’œil n’aperçoit que beauté, vers la côte fleurie où ne flotte point l’odeur de la lèpre.</w:t>
      </w:r>
    </w:p>
    <w:p w14:paraId="2918E039" w14:textId="77777777" w:rsidR="00EE7519" w:rsidRPr="00006BCB" w:rsidRDefault="00EE7519" w:rsidP="00EE7519">
      <w:pPr>
        <w:pStyle w:val="Titre2"/>
        <w:rPr>
          <w:szCs w:val="44"/>
        </w:rPr>
      </w:pPr>
      <w:bookmarkStart w:id="57" w:name="_TOC134847"/>
      <w:bookmarkStart w:id="58" w:name="_Toc195610666"/>
      <w:bookmarkEnd w:id="57"/>
      <w:r w:rsidRPr="00006BCB">
        <w:rPr>
          <w:szCs w:val="44"/>
        </w:rPr>
        <w:lastRenderedPageBreak/>
        <w:t>MENTALITÉ TAHITIENNE</w:t>
      </w:r>
      <w:bookmarkEnd w:id="58"/>
    </w:p>
    <w:p w14:paraId="3A5EB676" w14:textId="77777777" w:rsidR="00EE7519" w:rsidRPr="006E36B9" w:rsidRDefault="00EE7519" w:rsidP="00EE7519">
      <w:r w:rsidRPr="006E36B9">
        <w:t>Il faut des années pour comprendre la mentalité d’une r</w:t>
      </w:r>
      <w:r w:rsidRPr="006E36B9">
        <w:t>a</w:t>
      </w:r>
      <w:r w:rsidRPr="006E36B9">
        <w:t>ce, et vouloir brosser, fût-ce sommairement, un tableau du c</w:t>
      </w:r>
      <w:r w:rsidRPr="006E36B9">
        <w:t>a</w:t>
      </w:r>
      <w:r w:rsidRPr="006E36B9">
        <w:t xml:space="preserve">ractère tahitien </w:t>
      </w:r>
      <w:r w:rsidR="00557F7B">
        <w:t>après</w:t>
      </w:r>
      <w:r w:rsidR="00557F7B" w:rsidRPr="006E36B9">
        <w:t xml:space="preserve"> </w:t>
      </w:r>
      <w:r w:rsidRPr="006E36B9">
        <w:t>avoir passé trois jours à l’île où « l’on meurt d’amour », serait ridicule. Mais peut-être est-il possible de noter en quelques touches brèves quelques-uns des traits qui nous ont frappés durant notre séjour.</w:t>
      </w:r>
    </w:p>
    <w:p w14:paraId="5E8A98D8" w14:textId="77777777" w:rsidR="00EE7519" w:rsidRPr="006E36B9" w:rsidRDefault="00EE7519" w:rsidP="00EE7519">
      <w:r w:rsidRPr="006E36B9">
        <w:t xml:space="preserve">Le Tahitien est magnifiquement insouciant. Il ignore ce qu’est prévoir l’avenir, faire des économies. La vanille se vend-elle bien ? On construit une maison européenne à côté de l’ancienne case où l’on continuera d’ailleurs d’habiter parce qu’elle est plus fraîche, plus largement aérée, et puis parce que, en somme, on s’y trouve mieux. On fait venir des meubles de Paris, des armoires à glace. Lorsque des parents viennent, on les reçoit dans l’habitation moderne. On s’amuse, on rit, la vie est belle. Mais le prix de la vanille descend, tombe, plus bas encore. La maison est vendue. Qu’importe ! C’est très bien ainsi. On peut chanter, </w:t>
      </w:r>
      <w:r w:rsidR="00557F7B">
        <w:t>danser</w:t>
      </w:r>
      <w:r w:rsidRPr="006E36B9">
        <w:t xml:space="preserve">, et rire tout de même. </w:t>
      </w:r>
      <w:proofErr w:type="spellStart"/>
      <w:r w:rsidRPr="00737E51">
        <w:rPr>
          <w:i/>
        </w:rPr>
        <w:t>Aita</w:t>
      </w:r>
      <w:proofErr w:type="spellEnd"/>
      <w:r w:rsidRPr="00737E51">
        <w:rPr>
          <w:i/>
        </w:rPr>
        <w:t xml:space="preserve"> </w:t>
      </w:r>
      <w:proofErr w:type="spellStart"/>
      <w:r w:rsidRPr="00737E51">
        <w:rPr>
          <w:i/>
        </w:rPr>
        <w:t>peapea</w:t>
      </w:r>
      <w:proofErr w:type="spellEnd"/>
      <w:r w:rsidRPr="006E36B9">
        <w:t>.</w:t>
      </w:r>
    </w:p>
    <w:p w14:paraId="0616775B" w14:textId="77777777" w:rsidR="00EE7519" w:rsidRPr="00737E51" w:rsidRDefault="00EE7519" w:rsidP="00EE7519">
      <w:pPr>
        <w:rPr>
          <w:i/>
        </w:rPr>
      </w:pPr>
      <w:r w:rsidRPr="006E36B9">
        <w:t xml:space="preserve">Des fortunes s’élèvent. On achète des autos de cinquante mille francs qui s’ensablent dans le lagon parce qu’on ne savait pas les conduire. Bah ! À défaut d’auto on aura une bicyclette et s’il n’y a pas moyen d’avoir une bicyclette, on ira à pied. Et si on se casse une jambe et que des amis viennent vous consoler, on dira encore que tout est bien et que cela n’est rien du tout. </w:t>
      </w:r>
      <w:proofErr w:type="spellStart"/>
      <w:r w:rsidRPr="00737E51">
        <w:rPr>
          <w:i/>
        </w:rPr>
        <w:t>Aita</w:t>
      </w:r>
      <w:proofErr w:type="spellEnd"/>
      <w:r w:rsidRPr="006E36B9">
        <w:t xml:space="preserve"> </w:t>
      </w:r>
      <w:proofErr w:type="spellStart"/>
      <w:r w:rsidR="00D60F1D">
        <w:rPr>
          <w:i/>
        </w:rPr>
        <w:t>p</w:t>
      </w:r>
      <w:r w:rsidR="00D60F1D" w:rsidRPr="00737E51">
        <w:rPr>
          <w:i/>
        </w:rPr>
        <w:t>ea</w:t>
      </w:r>
      <w:r w:rsidR="00D60F1D">
        <w:rPr>
          <w:i/>
        </w:rPr>
        <w:t>p</w:t>
      </w:r>
      <w:r w:rsidR="00D60F1D" w:rsidRPr="00737E51">
        <w:rPr>
          <w:i/>
        </w:rPr>
        <w:t>ea</w:t>
      </w:r>
      <w:proofErr w:type="spellEnd"/>
      <w:r w:rsidRPr="00737E51">
        <w:rPr>
          <w:i/>
        </w:rPr>
        <w:t>.</w:t>
      </w:r>
    </w:p>
    <w:p w14:paraId="26ED8C37" w14:textId="77777777" w:rsidR="00EE7519" w:rsidRPr="006E36B9" w:rsidRDefault="00EE7519" w:rsidP="00EE7519">
      <w:r w:rsidRPr="006E36B9">
        <w:t>Ce jeune homme mène une vie dépravée, déshonore sa f</w:t>
      </w:r>
      <w:r w:rsidRPr="006E36B9">
        <w:t>a</w:t>
      </w:r>
      <w:r w:rsidRPr="006E36B9">
        <w:t>mille. Bah ! Il s’améliorera plus tard. Peut-être deviendra-t-</w:t>
      </w:r>
      <w:r w:rsidRPr="006E36B9">
        <w:lastRenderedPageBreak/>
        <w:t xml:space="preserve">il un grand homme. Pour le moment c’est comme cela. Et pourquoi se désoler puisque c’est ainsi. </w:t>
      </w:r>
      <w:proofErr w:type="spellStart"/>
      <w:r w:rsidRPr="00737E51">
        <w:rPr>
          <w:i/>
        </w:rPr>
        <w:t>Aita</w:t>
      </w:r>
      <w:proofErr w:type="spellEnd"/>
      <w:r w:rsidRPr="00737E51">
        <w:rPr>
          <w:i/>
        </w:rPr>
        <w:t xml:space="preserve"> </w:t>
      </w:r>
      <w:proofErr w:type="spellStart"/>
      <w:r w:rsidRPr="00737E51">
        <w:rPr>
          <w:i/>
        </w:rPr>
        <w:t>peapea</w:t>
      </w:r>
      <w:proofErr w:type="spellEnd"/>
      <w:r w:rsidRPr="006E36B9">
        <w:t>.</w:t>
      </w:r>
    </w:p>
    <w:p w14:paraId="0228EFA1" w14:textId="77777777" w:rsidR="00EE7519" w:rsidRPr="006E36B9" w:rsidRDefault="00EE7519" w:rsidP="00EE7519">
      <w:r w:rsidRPr="006E36B9">
        <w:t>Le Tahitien n’aime guère le travail. Pourquoi travaillerait-il d’ailleurs puisqu’il y a des bananes et des mangues qui poussent toutes seules dans la forêt, et des noix de coco et du poisson plein le lagon. Tout le commerce à Tahiti est aux mains des Ch</w:t>
      </w:r>
      <w:r w:rsidRPr="006E36B9">
        <w:t>i</w:t>
      </w:r>
      <w:r w:rsidRPr="006E36B9">
        <w:t>nois. Comment un Tahitien pourrait-il tenir un magasin ? Au bout de deux jours de vente, il aurait de l’argent. Donc il lui fa</w:t>
      </w:r>
      <w:r w:rsidRPr="006E36B9">
        <w:t>u</w:t>
      </w:r>
      <w:r w:rsidRPr="006E36B9">
        <w:t>drait le dépenser, inviter des amis. Pendant ce temps-là, qui s</w:t>
      </w:r>
      <w:r w:rsidRPr="006E36B9">
        <w:t>e</w:t>
      </w:r>
      <w:r w:rsidRPr="006E36B9">
        <w:t>rait au comptoir ? Et lorsque quelqu’un vient demander une denrée comment la lui refuser puisque les rayons sont pleins justement de ce dont il a besoin ? Et comment le faire payer puisqu’il avoue lui-même ne pas avoir d’argent en ce moment !</w:t>
      </w:r>
    </w:p>
    <w:p w14:paraId="777D9833" w14:textId="77777777" w:rsidR="00EE7519" w:rsidRPr="006E36B9" w:rsidRDefault="00EE7519" w:rsidP="00EE7519">
      <w:r w:rsidRPr="006E36B9">
        <w:t xml:space="preserve">Nous avons voulu louer des chevaux à Papeete. Le loueur – </w:t>
      </w:r>
      <w:r w:rsidR="00557F7B" w:rsidRPr="006E36B9">
        <w:t>c’</w:t>
      </w:r>
      <w:r w:rsidR="00557F7B">
        <w:t>était</w:t>
      </w:r>
      <w:r w:rsidR="00557F7B" w:rsidRPr="006E36B9">
        <w:t xml:space="preserve"> </w:t>
      </w:r>
      <w:r w:rsidRPr="006E36B9">
        <w:t>son métier – eût été ravi de nous fournir les siens. Se</w:t>
      </w:r>
      <w:r w:rsidRPr="006E36B9">
        <w:t>u</w:t>
      </w:r>
      <w:r w:rsidRPr="006E36B9">
        <w:t>lement il les avait prêtés. Ce sont, n’est-ce pas des choses que l’on ne peut pas refuser !</w:t>
      </w:r>
    </w:p>
    <w:p w14:paraId="2844DCE2" w14:textId="77777777" w:rsidR="00EE7519" w:rsidRPr="006E36B9" w:rsidRDefault="00EE7519" w:rsidP="00EE7519">
      <w:r w:rsidRPr="006E36B9">
        <w:t>Le vrai travail du Tahitien, c’est la pêche au harpon. La poursuite du poisson sur le lagon. Les longs affûts sur la pir</w:t>
      </w:r>
      <w:r w:rsidRPr="006E36B9">
        <w:t>o</w:t>
      </w:r>
      <w:r w:rsidRPr="006E36B9">
        <w:t>gue, la sagaie au poing. Et puis aussi, peut-être, quelques tr</w:t>
      </w:r>
      <w:r w:rsidRPr="006E36B9">
        <w:t>a</w:t>
      </w:r>
      <w:r w:rsidRPr="006E36B9">
        <w:t>vaux où l’on est libre. Conduire une auto par exemple, parce que la grande casquette blanche est seyante et que les grosses voit</w:t>
      </w:r>
      <w:r w:rsidRPr="006E36B9">
        <w:t>u</w:t>
      </w:r>
      <w:r w:rsidRPr="006E36B9">
        <w:t>res américaines sont souples et belles comme des femmes.</w:t>
      </w:r>
    </w:p>
    <w:p w14:paraId="74DA9A59" w14:textId="77777777" w:rsidR="00EE7519" w:rsidRPr="006E36B9" w:rsidRDefault="00EE7519" w:rsidP="00EE7519">
      <w:r w:rsidRPr="006E36B9">
        <w:t>Le Tahitien a le sens de l’hospitalité. Si quelqu’un n’a pas de quoi manger chez lui ou simplement s’il n’a pas envie de d</w:t>
      </w:r>
      <w:r w:rsidRPr="006E36B9">
        <w:t>e</w:t>
      </w:r>
      <w:r w:rsidRPr="006E36B9">
        <w:t>meurer ce soir</w:t>
      </w:r>
      <w:r w:rsidR="0094078D">
        <w:t>-</w:t>
      </w:r>
      <w:r w:rsidRPr="006E36B9">
        <w:t>là, dans sa case, qu’il vienne, on lui servira ce qu’il y aura de meilleur. Il fera ce qu’il lui plaira et pourra s’en aller comme il est venu. Personne ne lui demandera rien. Lor</w:t>
      </w:r>
      <w:r w:rsidRPr="006E36B9">
        <w:t>s</w:t>
      </w:r>
      <w:r w:rsidRPr="006E36B9">
        <w:t xml:space="preserve">qu’un étranger reçoit l’hospitalité, toute la maison lui </w:t>
      </w:r>
      <w:r w:rsidRPr="006E36B9">
        <w:lastRenderedPageBreak/>
        <w:t>appa</w:t>
      </w:r>
      <w:r w:rsidRPr="006E36B9">
        <w:t>r</w:t>
      </w:r>
      <w:r w:rsidRPr="006E36B9">
        <w:t>tient, toute chose est à lui. Et lorsqu’on invite un ami, les amis de cet ami sont invités et les amis des amis, et tout le monde ainsi peut v</w:t>
      </w:r>
      <w:r w:rsidRPr="006E36B9">
        <w:t>e</w:t>
      </w:r>
      <w:r w:rsidRPr="006E36B9">
        <w:t>nir.</w:t>
      </w:r>
    </w:p>
    <w:p w14:paraId="016036C8" w14:textId="77777777" w:rsidR="00EE7519" w:rsidRPr="006E36B9" w:rsidRDefault="00EE7519" w:rsidP="00EE7519">
      <w:r w:rsidRPr="006E36B9">
        <w:t xml:space="preserve">Les Tahitiens aiment les beaux discours, les belles phrases. Qu’importe ce qu’il y </w:t>
      </w:r>
      <w:r w:rsidR="0094078D">
        <w:t>a</w:t>
      </w:r>
      <w:r w:rsidR="0094078D" w:rsidRPr="006E36B9">
        <w:t xml:space="preserve"> </w:t>
      </w:r>
      <w:r w:rsidRPr="006E36B9">
        <w:t>derrière l’éparpillement des mots ? Tel pasteur nous contait l’histoire de cet homme dépravé qui, en longues périodes onctueuses, expliquait la beauté des cœurs purs à un auditoire admiratif qui l’écoutait bouche bée.</w:t>
      </w:r>
    </w:p>
    <w:p w14:paraId="6322403D" w14:textId="77777777" w:rsidR="00EE7519" w:rsidRPr="006E36B9" w:rsidRDefault="00EE7519" w:rsidP="00EE7519">
      <w:r w:rsidRPr="006E36B9">
        <w:t>L’essentiel dans la vie, c’est de chanter, de jouer de l’</w:t>
      </w:r>
      <w:proofErr w:type="spellStart"/>
      <w:r w:rsidRPr="006E36B9">
        <w:t>ukélélé</w:t>
      </w:r>
      <w:proofErr w:type="spellEnd"/>
      <w:r w:rsidRPr="006E36B9">
        <w:t>, de la guitare ou de l’accordéon ; de danser, de s’amuser, de rire. La vie est une fête dont il faut jouir le plus possible en épu</w:t>
      </w:r>
      <w:r w:rsidRPr="006E36B9">
        <w:t>i</w:t>
      </w:r>
      <w:r w:rsidRPr="006E36B9">
        <w:t>sant tous les plaisirs qu’elle peut offrir.</w:t>
      </w:r>
    </w:p>
    <w:p w14:paraId="34075D19" w14:textId="77777777" w:rsidR="00EE7519" w:rsidRPr="006E36B9" w:rsidRDefault="00EE7519" w:rsidP="00EE7519">
      <w:r w:rsidRPr="006E36B9">
        <w:t xml:space="preserve">Pourquoi les blancs sont-ils si compliqués ? Leur esprit travaille toujours. Même lorsqu’ils sont couchés et se reposent à l’ombre d’un </w:t>
      </w:r>
      <w:proofErr w:type="spellStart"/>
      <w:r w:rsidRPr="006E36B9">
        <w:t>bourao</w:t>
      </w:r>
      <w:proofErr w:type="spellEnd"/>
      <w:r w:rsidRPr="006E36B9">
        <w:t>, on sent que leur cerveau est en éveil, que mille pensées s’agitent sous leur boîte crânienne. Pourquoi c</w:t>
      </w:r>
      <w:r w:rsidRPr="006E36B9">
        <w:t>e</w:t>
      </w:r>
      <w:r w:rsidRPr="006E36B9">
        <w:t>la ? La mer est tranquille, il y a des fleurs, des fruits en abo</w:t>
      </w:r>
      <w:r w:rsidRPr="006E36B9">
        <w:t>n</w:t>
      </w:r>
      <w:r w:rsidRPr="006E36B9">
        <w:t>dance. Comme il fait bon, couché à ne rien faire ! Pourquoi donc pe</w:t>
      </w:r>
      <w:r w:rsidRPr="006E36B9">
        <w:t>n</w:t>
      </w:r>
      <w:r w:rsidRPr="006E36B9">
        <w:t>ser à quelque chose ?</w:t>
      </w:r>
    </w:p>
    <w:p w14:paraId="198B4D78" w14:textId="77777777" w:rsidR="00EE7519" w:rsidRPr="00737E51" w:rsidRDefault="00EE7519" w:rsidP="00EE7519">
      <w:r w:rsidRPr="006E36B9">
        <w:t xml:space="preserve">Quand on meurt, ce n’est pas à la manière de Loti. Non. On meurt parce que la nature veut qu’il en soit ainsi. La vie est comme la fleur de </w:t>
      </w:r>
      <w:proofErr w:type="spellStart"/>
      <w:r w:rsidRPr="006E36B9">
        <w:t>tiarée</w:t>
      </w:r>
      <w:proofErr w:type="spellEnd"/>
      <w:r w:rsidRPr="006E36B9">
        <w:t xml:space="preserve">. Elle embaume un moment puis se fane et on la jette de côté. Pourquoi la fleur de </w:t>
      </w:r>
      <w:proofErr w:type="spellStart"/>
      <w:r w:rsidRPr="006E36B9">
        <w:t>tiarée</w:t>
      </w:r>
      <w:proofErr w:type="spellEnd"/>
      <w:r w:rsidRPr="006E36B9">
        <w:t xml:space="preserve"> se plaindrait-elle d’être fripée et dédaignée ? Elle a eu son moment de beauté et de parfum. Que pourrait-elle demander de plus ? Ainsi en est-il de </w:t>
      </w:r>
      <w:smartTag w:uri="urn:schemas-microsoft-com:office:smarttags" w:element="PersonName">
        <w:smartTagPr>
          <w:attr w:name="ProductID" w:val="la mort. On"/>
        </w:smartTagPr>
        <w:r w:rsidRPr="006E36B9">
          <w:t>la mort. On</w:t>
        </w:r>
      </w:smartTag>
      <w:r w:rsidRPr="006E36B9">
        <w:t xml:space="preserve"> meurt, tout simplement. Ne faites pas atte</w:t>
      </w:r>
      <w:r w:rsidRPr="006E36B9">
        <w:t>n</w:t>
      </w:r>
      <w:r w:rsidRPr="006E36B9">
        <w:t xml:space="preserve">tion. C’est très bien ainsi. </w:t>
      </w:r>
      <w:proofErr w:type="spellStart"/>
      <w:r w:rsidRPr="00737E51">
        <w:rPr>
          <w:i/>
        </w:rPr>
        <w:t>Aita</w:t>
      </w:r>
      <w:proofErr w:type="spellEnd"/>
      <w:r w:rsidRPr="00737E51">
        <w:rPr>
          <w:i/>
        </w:rPr>
        <w:t xml:space="preserve"> </w:t>
      </w:r>
      <w:proofErr w:type="spellStart"/>
      <w:r w:rsidR="00D60F1D" w:rsidRPr="00737E51">
        <w:rPr>
          <w:i/>
        </w:rPr>
        <w:t>p</w:t>
      </w:r>
      <w:r w:rsidRPr="00737E51">
        <w:rPr>
          <w:i/>
        </w:rPr>
        <w:t>ea</w:t>
      </w:r>
      <w:r w:rsidR="00D60F1D" w:rsidRPr="00737E51">
        <w:rPr>
          <w:i/>
        </w:rPr>
        <w:t>p</w:t>
      </w:r>
      <w:r w:rsidRPr="00737E51">
        <w:rPr>
          <w:i/>
        </w:rPr>
        <w:t>ea</w:t>
      </w:r>
      <w:proofErr w:type="spellEnd"/>
      <w:r w:rsidR="00737E51">
        <w:t>.</w:t>
      </w:r>
    </w:p>
    <w:p w14:paraId="1027AFB7" w14:textId="77777777" w:rsidR="00EE7519" w:rsidRPr="00006BCB" w:rsidRDefault="00EE7519" w:rsidP="00EE7519">
      <w:pPr>
        <w:pStyle w:val="Titre2"/>
        <w:rPr>
          <w:szCs w:val="44"/>
        </w:rPr>
      </w:pPr>
      <w:bookmarkStart w:id="59" w:name="_TOC139756"/>
      <w:bookmarkStart w:id="60" w:name="_Toc195610667"/>
      <w:bookmarkEnd w:id="59"/>
      <w:r w:rsidRPr="00006BCB">
        <w:rPr>
          <w:szCs w:val="44"/>
        </w:rPr>
        <w:lastRenderedPageBreak/>
        <w:t>IMAGES</w:t>
      </w:r>
      <w:bookmarkEnd w:id="60"/>
    </w:p>
    <w:p w14:paraId="5D8CBF05" w14:textId="77777777" w:rsidR="00EE7519" w:rsidRPr="006E36B9" w:rsidRDefault="00EE7519" w:rsidP="00EE7519">
      <w:r w:rsidRPr="006E36B9">
        <w:t xml:space="preserve">Un pont de </w:t>
      </w:r>
      <w:proofErr w:type="spellStart"/>
      <w:r w:rsidRPr="006E36B9">
        <w:t>ha</w:t>
      </w:r>
      <w:r w:rsidR="0094078D">
        <w:t>ï</w:t>
      </w:r>
      <w:r w:rsidRPr="006E36B9">
        <w:t>-</w:t>
      </w:r>
      <w:r w:rsidR="0094078D" w:rsidRPr="006E36B9">
        <w:t>ka</w:t>
      </w:r>
      <w:r w:rsidR="0094078D">
        <w:t>i</w:t>
      </w:r>
      <w:proofErr w:type="spellEnd"/>
      <w:r w:rsidR="005258CC">
        <w:t xml:space="preserve"> </w:t>
      </w:r>
      <w:r w:rsidRPr="006E36B9">
        <w:t>japonais. Sous le tablier de bois, une eau dormante s’arrondit dans une vasque naturelle. Nous o</w:t>
      </w:r>
      <w:r w:rsidRPr="006E36B9">
        <w:t>b</w:t>
      </w:r>
      <w:r w:rsidRPr="006E36B9">
        <w:t>servons couchés au bord de l’eau, immobiles et le souffle su</w:t>
      </w:r>
      <w:r w:rsidRPr="006E36B9">
        <w:t>s</w:t>
      </w:r>
      <w:r w:rsidRPr="006E36B9">
        <w:t>pendu, les jeux multiples des poissons. La vasque est un coffret à bijoux où ruissellent des pierreries.</w:t>
      </w:r>
    </w:p>
    <w:p w14:paraId="7B88FDDA" w14:textId="77777777" w:rsidR="00EE7519" w:rsidRPr="006E36B9" w:rsidRDefault="00EE7519" w:rsidP="00EE7519">
      <w:r w:rsidRPr="006E36B9">
        <w:t xml:space="preserve">Un saphir fuselé croise entre deux eaux. Lorsqu’il traverse un rayon de soleil, il devient transparent et semble du verre bleuté. </w:t>
      </w:r>
      <w:proofErr w:type="spellStart"/>
      <w:r w:rsidRPr="006E36B9">
        <w:t>Paati</w:t>
      </w:r>
      <w:proofErr w:type="spellEnd"/>
      <w:r w:rsidRPr="006E36B9">
        <w:t>, petit poisson bleu, serais-tu une pierre fausse ? Un autre saphir passe en frôlant les herbes, mais celui-là est serti de topaze et le liseré jaune qui le borde fait mieux ressortir le bleu profond des écailles. Cet autre tout rond est, au fond de l’eau, un gros œil qui nous regarde puis d’un coup de nageoire se tran</w:t>
      </w:r>
      <w:r w:rsidRPr="006E36B9">
        <w:t>s</w:t>
      </w:r>
      <w:r w:rsidRPr="006E36B9">
        <w:t>forme en pendentif suspendu au fil des gouttes d’eau : le poi</w:t>
      </w:r>
      <w:r w:rsidRPr="006E36B9">
        <w:t>s</w:t>
      </w:r>
      <w:r w:rsidRPr="006E36B9">
        <w:t>son-lune. Pas assez discret, un motif trop moderne de pierres marron et or se tourne et s’agite pour faire admirer ses co</w:t>
      </w:r>
      <w:r w:rsidRPr="006E36B9">
        <w:t>u</w:t>
      </w:r>
      <w:r w:rsidRPr="006E36B9">
        <w:t xml:space="preserve">leurs. Quel est, empêtré dans son kimono, ce poisson dont </w:t>
      </w:r>
      <w:r>
        <w:t>l</w:t>
      </w:r>
      <w:r w:rsidRPr="006E36B9">
        <w:t>es nageo</w:t>
      </w:r>
      <w:r w:rsidRPr="006E36B9">
        <w:t>i</w:t>
      </w:r>
      <w:r w:rsidRPr="006E36B9">
        <w:t>res ondulent et chatoient comme des voiles ? Sans doute le bon génie gardien de ces richesses.</w:t>
      </w:r>
    </w:p>
    <w:p w14:paraId="517F88A2" w14:textId="77777777" w:rsidR="00EE7519" w:rsidRPr="006E36B9" w:rsidRDefault="00EE7519" w:rsidP="00EE7519">
      <w:r w:rsidRPr="006E36B9">
        <w:t>Un caillou vient de rouler. Un plouf mouillé ride la surface de l’eau. Des étoiles filantes bleues, jaunes, rouges zigzaguent, disparaissent dans les herbes. Et la vasque est un coffret vide où l’œil déçu n’aperçoit qu’un coussinet de sable nu.</w:t>
      </w:r>
    </w:p>
    <w:p w14:paraId="24A9932F" w14:textId="77777777" w:rsidR="00EE7519" w:rsidRPr="006E36B9" w:rsidRDefault="00EE7519" w:rsidP="00EE7519"/>
    <w:p w14:paraId="18802DDF" w14:textId="77777777" w:rsidR="00EE7519" w:rsidRPr="006E36B9" w:rsidRDefault="00EE7519" w:rsidP="00EE7519">
      <w:pPr>
        <w:pStyle w:val="Centr"/>
      </w:pPr>
      <w:r w:rsidRPr="006E36B9">
        <w:t>*</w:t>
      </w:r>
    </w:p>
    <w:p w14:paraId="086C758B" w14:textId="77777777" w:rsidR="00EE7519" w:rsidRPr="006E36B9" w:rsidRDefault="00EE7519" w:rsidP="00EE7519">
      <w:r w:rsidRPr="006E36B9">
        <w:t xml:space="preserve">Ce soir, je suis allé avec un autre scout et quelques hôtes de l’île, écouter de la musique tahitienne. Un orchestre de </w:t>
      </w:r>
      <w:r w:rsidRPr="006E36B9">
        <w:lastRenderedPageBreak/>
        <w:t>guitares et d’</w:t>
      </w:r>
      <w:proofErr w:type="spellStart"/>
      <w:r w:rsidRPr="006E36B9">
        <w:t>ukélélés</w:t>
      </w:r>
      <w:proofErr w:type="spellEnd"/>
      <w:r w:rsidRPr="006E36B9">
        <w:t xml:space="preserve"> avait été demandé pour nous. L’accordéon, pour une fois, ne mêlait pas aux cordes son relent de guinguette. Ju</w:t>
      </w:r>
      <w:r w:rsidRPr="006E36B9">
        <w:t>s</w:t>
      </w:r>
      <w:r w:rsidRPr="006E36B9">
        <w:t>qu’à deux heures du matin, nous avons écouté les rythmes m</w:t>
      </w:r>
      <w:r w:rsidRPr="006E36B9">
        <w:t>o</w:t>
      </w:r>
      <w:r w:rsidRPr="006E36B9">
        <w:t>notones.</w:t>
      </w:r>
    </w:p>
    <w:p w14:paraId="43E60B72" w14:textId="77777777" w:rsidR="00EE7519" w:rsidRPr="006E36B9" w:rsidRDefault="00EE7519" w:rsidP="00EE7519">
      <w:r w:rsidRPr="006E36B9">
        <w:t>À côté de moi, une jeune Tahitienne m’explique au fur et à mesure le sens général des mots. Presque chaque chant est une sorte de « lied », un « </w:t>
      </w:r>
      <w:proofErr w:type="spellStart"/>
      <w:r w:rsidRPr="006E36B9">
        <w:t>ute</w:t>
      </w:r>
      <w:proofErr w:type="spellEnd"/>
      <w:r w:rsidRPr="006E36B9">
        <w:t> » qui raconte l’histoire d’une jeune fi</w:t>
      </w:r>
      <w:r w:rsidRPr="006E36B9">
        <w:t>l</w:t>
      </w:r>
      <w:r w:rsidRPr="006E36B9">
        <w:t>le abandonnée par son ami ; ou celle d’un jeune homme d</w:t>
      </w:r>
      <w:r w:rsidRPr="006E36B9">
        <w:t>é</w:t>
      </w:r>
      <w:r w:rsidRPr="006E36B9">
        <w:t>laissé par sa fiancée :</w:t>
      </w:r>
    </w:p>
    <w:p w14:paraId="6B51E5DC" w14:textId="77777777" w:rsidR="00EE7519" w:rsidRPr="006E36B9" w:rsidRDefault="00EE7519" w:rsidP="00EE7519">
      <w:r w:rsidRPr="006E36B9">
        <w:t>« Il s’est brisé le fil qui nous liait nous deux, mon ami… »</w:t>
      </w:r>
    </w:p>
    <w:p w14:paraId="3FEC13C5" w14:textId="77777777" w:rsidR="00EE7519" w:rsidRPr="006E36B9" w:rsidRDefault="00EE7519" w:rsidP="00EE7519">
      <w:r w:rsidRPr="006E36B9">
        <w:t>« Il s’est levé le vent de ma douleur, celui qui nous a sép</w:t>
      </w:r>
      <w:r w:rsidRPr="006E36B9">
        <w:t>a</w:t>
      </w:r>
      <w:r w:rsidRPr="006E36B9">
        <w:t>rés nous deux, ô mon ami. »</w:t>
      </w:r>
    </w:p>
    <w:p w14:paraId="5EBF474E" w14:textId="77777777" w:rsidR="00EE7519" w:rsidRPr="006E36B9" w:rsidRDefault="00EE7519" w:rsidP="00EE7519">
      <w:r w:rsidRPr="006E36B9">
        <w:t>D’autres relatent les grands événements qui marquèrent les jours semblables de l’île : le bateau qui coula dans la passe, le départ des Tahitiens pour la guerre, l’incendie d’une forêt, l’histoire de cet indigène dont la barque prise dans un coup de vent se retourna complètement. Quelques incidents survenus pendant ces derniers jours déchaînent, entre deux airs, le rire des musiciens qui, sur ce sujet, adaptent aussitôt des paroles sur le rythme invariable de l’</w:t>
      </w:r>
      <w:proofErr w:type="spellStart"/>
      <w:r w:rsidRPr="006E36B9">
        <w:t>ukélélé</w:t>
      </w:r>
      <w:proofErr w:type="spellEnd"/>
      <w:r w:rsidRPr="006E36B9">
        <w:t>. Des chansons naissent ainsi simplement, comme cela, par la seule aptitude à transformer toute chose en un air de guitare.</w:t>
      </w:r>
    </w:p>
    <w:p w14:paraId="6B1F53E6" w14:textId="77777777" w:rsidR="00EE7519" w:rsidRPr="006E36B9" w:rsidRDefault="00EE7519" w:rsidP="00EE7519">
      <w:r w:rsidRPr="006E36B9">
        <w:t>Pourquoi, dans notre vie scoute, n’essayerions-nous pas de chanter ainsi, le soir, les événements de la journée ? Les trouv</w:t>
      </w:r>
      <w:r w:rsidRPr="006E36B9">
        <w:t>è</w:t>
      </w:r>
      <w:r w:rsidRPr="006E36B9">
        <w:t xml:space="preserve">res et </w:t>
      </w:r>
      <w:r>
        <w:t>l</w:t>
      </w:r>
      <w:r w:rsidRPr="006E36B9">
        <w:t>es troubadours faisaient-ils autre chose ?</w:t>
      </w:r>
    </w:p>
    <w:p w14:paraId="2BE29338" w14:textId="77777777" w:rsidR="00EE7519" w:rsidRPr="006E36B9" w:rsidRDefault="00EE7519" w:rsidP="00EE7519">
      <w:r w:rsidRPr="006E36B9">
        <w:t>J’allume devant moi, au gré de mon imagination, un feu de camp fermé par le cercle attentif des garçons. Assis au milieu d’eux un scout joue de l’</w:t>
      </w:r>
      <w:proofErr w:type="spellStart"/>
      <w:r w:rsidRPr="006E36B9">
        <w:t>ukélélé</w:t>
      </w:r>
      <w:proofErr w:type="spellEnd"/>
      <w:r w:rsidRPr="006E36B9">
        <w:t xml:space="preserve"> et chante sur une cadence facile l’aventure de ce chef de patrouille qui, en essayant un </w:t>
      </w:r>
      <w:proofErr w:type="spellStart"/>
      <w:r w:rsidRPr="006E36B9">
        <w:t>brelage</w:t>
      </w:r>
      <w:proofErr w:type="spellEnd"/>
      <w:r w:rsidRPr="006E36B9">
        <w:t xml:space="preserve">, est tombé dans l’étang dont il est sorti plus boueux </w:t>
      </w:r>
      <w:r w:rsidRPr="006E36B9">
        <w:lastRenderedPageBreak/>
        <w:t xml:space="preserve">que </w:t>
      </w:r>
      <w:proofErr w:type="spellStart"/>
      <w:r w:rsidRPr="006E36B9">
        <w:t>Mo</w:t>
      </w:r>
      <w:r w:rsidRPr="006E36B9">
        <w:t>u</w:t>
      </w:r>
      <w:r w:rsidRPr="006E36B9">
        <w:t>meu</w:t>
      </w:r>
      <w:proofErr w:type="spellEnd"/>
      <w:r w:rsidRPr="006E36B9">
        <w:t xml:space="preserve"> le Caïman lui-même et la chasse merveilleuse du Second qui ce matin approcha si près d’un renard qu’il put par deux fois le photographier. Tandis que les notes aigrelettes tombent de l’instrument, tous les événements du jour prennent forme de l</w:t>
      </w:r>
      <w:r w:rsidRPr="006E36B9">
        <w:t>é</w:t>
      </w:r>
      <w:r w:rsidRPr="006E36B9">
        <w:t>gende : la belle légende du camp.</w:t>
      </w:r>
    </w:p>
    <w:p w14:paraId="2E369E24" w14:textId="77777777" w:rsidR="00EE7519" w:rsidRPr="006E36B9" w:rsidRDefault="00EE7519" w:rsidP="00EE7519">
      <w:r w:rsidRPr="006E36B9">
        <w:t>Trois cordes à pincer, un peu d’imagination, quel routier ne parviendrait à faire cela ? Et quel enrichissement pour nos feux de camp !</w:t>
      </w:r>
    </w:p>
    <w:p w14:paraId="005D99E8" w14:textId="77777777" w:rsidR="00EE7519" w:rsidRPr="006E36B9" w:rsidRDefault="00EE7519" w:rsidP="00EE7519">
      <w:r w:rsidRPr="006E36B9">
        <w:t xml:space="preserve">Pendant que je rêvais, un Tahitien s’est levé au fond de la salle, un descendant des princes Pomaré, me souffle ma voisine avec dans la voix une nuance de respect. – Seul, soutenu par les </w:t>
      </w:r>
      <w:proofErr w:type="spellStart"/>
      <w:r w:rsidRPr="006E36B9">
        <w:t>ukélélés</w:t>
      </w:r>
      <w:proofErr w:type="spellEnd"/>
      <w:r w:rsidRPr="006E36B9">
        <w:t xml:space="preserve"> qui scandent la fin des phrases, il chante l’arrivée des scouts à Tahiti, leurs costumes bizarres, tous les événements qui ont illustré leur séjour dans l’île.</w:t>
      </w:r>
    </w:p>
    <w:p w14:paraId="21E6100E" w14:textId="77777777" w:rsidR="00EE7519" w:rsidRPr="006E36B9" w:rsidRDefault="00EE7519" w:rsidP="00EE7519">
      <w:pPr>
        <w:pStyle w:val="Centr"/>
      </w:pPr>
      <w:r w:rsidRPr="006E36B9">
        <w:t>*</w:t>
      </w:r>
    </w:p>
    <w:p w14:paraId="1202BA76" w14:textId="77777777" w:rsidR="00EE7519" w:rsidRPr="006E36B9" w:rsidRDefault="00EE7519" w:rsidP="00EE7519">
      <w:r w:rsidRPr="006E36B9">
        <w:t>Tahiti est l’île de la danse comme elle est l’île des fleurs et des chansons. Toute chose ici finit sur un air d’</w:t>
      </w:r>
      <w:proofErr w:type="spellStart"/>
      <w:r w:rsidRPr="006E36B9">
        <w:t>ukélélé</w:t>
      </w:r>
      <w:proofErr w:type="spellEnd"/>
      <w:r w:rsidRPr="006E36B9">
        <w:t xml:space="preserve"> ou s’achève sur un déhanchement de upa-upa. Partout où nous avons été reçus, une ou plusieurs vahinés sont venues, les mains aux hanches ou levées au rythme de la guitare, onduler ces da</w:t>
      </w:r>
      <w:r w:rsidRPr="006E36B9">
        <w:t>n</w:t>
      </w:r>
      <w:r w:rsidRPr="006E36B9">
        <w:t>ses tahitiennes.</w:t>
      </w:r>
    </w:p>
    <w:p w14:paraId="0DB80CC6" w14:textId="77777777" w:rsidR="00EE7519" w:rsidRPr="006E36B9" w:rsidRDefault="00EE7519" w:rsidP="00EE7519">
      <w:r w:rsidRPr="006E36B9">
        <w:t>Une grande fête a été donnée en plein air avant notre d</w:t>
      </w:r>
      <w:r w:rsidRPr="006E36B9">
        <w:t>é</w:t>
      </w:r>
      <w:r w:rsidRPr="006E36B9">
        <w:t>part. Les femmes portent le paréo sous la jupe de fibres, et une feuille de cocotier encercle leurs cheveux d’un gigantesque di</w:t>
      </w:r>
      <w:r w:rsidRPr="006E36B9">
        <w:t>a</w:t>
      </w:r>
      <w:r w:rsidRPr="006E36B9">
        <w:t>dème. Les hommes ont le torse nu, la même jupe que les fe</w:t>
      </w:r>
      <w:r w:rsidRPr="006E36B9">
        <w:t>m</w:t>
      </w:r>
      <w:r w:rsidRPr="006E36B9">
        <w:t>mes et une couronne d’herbes. Sous le ciel un peu gris on cro</w:t>
      </w:r>
      <w:r w:rsidRPr="006E36B9">
        <w:t>i</w:t>
      </w:r>
      <w:r w:rsidRPr="006E36B9">
        <w:t>rait voir de ces anciennes gravures où des sauvages emp</w:t>
      </w:r>
      <w:r w:rsidRPr="006E36B9">
        <w:t>a</w:t>
      </w:r>
      <w:r w:rsidRPr="006E36B9">
        <w:t xml:space="preserve">nachés de plumes dansent en rond, </w:t>
      </w:r>
      <w:r>
        <w:t>l</w:t>
      </w:r>
      <w:r w:rsidRPr="006E36B9">
        <w:t>es pieds sur un « Hommage au Roy », soigneusement calligraphié.</w:t>
      </w:r>
    </w:p>
    <w:p w14:paraId="68CEBB7A" w14:textId="77777777" w:rsidR="00EE7519" w:rsidRPr="006E36B9" w:rsidRDefault="00EE7519" w:rsidP="00EE7519">
      <w:r w:rsidRPr="006E36B9">
        <w:lastRenderedPageBreak/>
        <w:t>Soutenues par un orchestre de quatre petits tambours de bois évidé, les femmes dansent les premières formant des fig</w:t>
      </w:r>
      <w:r w:rsidRPr="006E36B9">
        <w:t>u</w:t>
      </w:r>
      <w:r w:rsidRPr="006E36B9">
        <w:t>res très simples de ballet avec, toujours, le déhanchement de la upa-upa.</w:t>
      </w:r>
    </w:p>
    <w:p w14:paraId="5DFB3652" w14:textId="77777777" w:rsidR="00EE7519" w:rsidRPr="006E36B9" w:rsidRDefault="00EE7519" w:rsidP="00EE7519">
      <w:r w:rsidRPr="006E36B9">
        <w:t>Deux rangées d’escabeaux à plusieurs marches sont al</w:t>
      </w:r>
      <w:r w:rsidRPr="006E36B9">
        <w:t>i</w:t>
      </w:r>
      <w:r w:rsidRPr="006E36B9">
        <w:t xml:space="preserve">gnées parallèlement et </w:t>
      </w:r>
      <w:r>
        <w:t>l</w:t>
      </w:r>
      <w:r w:rsidRPr="006E36B9">
        <w:t xml:space="preserve">es hommes dansent à </w:t>
      </w:r>
      <w:r>
        <w:t>l</w:t>
      </w:r>
      <w:r w:rsidRPr="006E36B9">
        <w:t>eur tour. Ils mo</w:t>
      </w:r>
      <w:r w:rsidRPr="006E36B9">
        <w:t>n</w:t>
      </w:r>
      <w:r w:rsidRPr="006E36B9">
        <w:t>tent, descendent, bondissent sur les planches avec un e</w:t>
      </w:r>
      <w:r w:rsidRPr="006E36B9">
        <w:t>n</w:t>
      </w:r>
      <w:r w:rsidRPr="006E36B9">
        <w:t xml:space="preserve">semble qu’envierait un impresario de girls. Le rythme de plus en plus accéléré des tambours nous dessèche </w:t>
      </w:r>
      <w:smartTag w:uri="urn:schemas-microsoft-com:office:smarttags" w:element="PersonName">
        <w:smartTagPr>
          <w:attr w:name="ProductID" w:val="la gorge. Brusquement"/>
        </w:smartTagPr>
        <w:r w:rsidRPr="006E36B9">
          <w:t>la gorge. Brusquement</w:t>
        </w:r>
      </w:smartTag>
      <w:r w:rsidRPr="006E36B9">
        <w:t>, sur un cri du chef, tous ces hommes se figent, immobiles, en un geste de salut.</w:t>
      </w:r>
    </w:p>
    <w:p w14:paraId="095FE36D" w14:textId="77777777" w:rsidR="00EE7519" w:rsidRPr="006E36B9" w:rsidRDefault="00EE7519" w:rsidP="00EE7519">
      <w:r w:rsidRPr="006E36B9">
        <w:t>Solennellement le chef des danseurs puis toutes les da</w:t>
      </w:r>
      <w:r w:rsidRPr="006E36B9">
        <w:t>n</w:t>
      </w:r>
      <w:r w:rsidRPr="006E36B9">
        <w:t>seuses viennent nous tendre la main et nous offrir des colliers de tiaré.</w:t>
      </w:r>
    </w:p>
    <w:p w14:paraId="3EA474D6" w14:textId="77777777" w:rsidR="00EE7519" w:rsidRPr="006E36B9" w:rsidRDefault="00EE7519" w:rsidP="00EE7519">
      <w:pPr>
        <w:pStyle w:val="Centr"/>
      </w:pPr>
      <w:r w:rsidRPr="006E36B9">
        <w:t>*</w:t>
      </w:r>
    </w:p>
    <w:p w14:paraId="4622FDF9" w14:textId="77777777" w:rsidR="00EE7519" w:rsidRPr="006E36B9" w:rsidRDefault="00EE7519" w:rsidP="00EE7519">
      <w:r w:rsidRPr="006E36B9">
        <w:t>Si vous voulez revenir à Tahiti, nous a-t-on dit avant de partir, jetez dans le lagon vos guirlandes et vos couronnes de tiaré…</w:t>
      </w:r>
    </w:p>
    <w:p w14:paraId="47761731" w14:textId="77777777" w:rsidR="00EE7519" w:rsidRPr="006E36B9" w:rsidRDefault="00EE7519" w:rsidP="00EE7519">
      <w:r w:rsidRPr="006E36B9">
        <w:t>La « Ville de Strasbourg » vire sur elle-même, pointe son étrave vers la passe creusée là-bas dans la barre d’ivoire. Un à un, des anneaux de fleurs tombent du bastingage et forment dans l’eau des ronds que nous regardons s’éloigner avec un peu de tristesse.</w:t>
      </w:r>
    </w:p>
    <w:p w14:paraId="1864958F" w14:textId="77777777" w:rsidR="00EE7519" w:rsidRPr="006E36B9" w:rsidRDefault="00EE7519" w:rsidP="00EE7519">
      <w:r w:rsidRPr="006E36B9">
        <w:t>Puisse la légende être vraie et parce que nous avons jeté dans le lagon ces fleurs que tu nous avais offertes, puissions-nous franchir à nouveau ton massif de corail et te revoir, ô Tah</w:t>
      </w:r>
      <w:r w:rsidRPr="006E36B9">
        <w:t>i</w:t>
      </w:r>
      <w:r w:rsidRPr="006E36B9">
        <w:t>ti.</w:t>
      </w:r>
    </w:p>
    <w:p w14:paraId="65CA51DC" w14:textId="77777777" w:rsidR="00EE7519" w:rsidRPr="0028376C" w:rsidRDefault="00EE7519" w:rsidP="00EE7519">
      <w:pPr>
        <w:pStyle w:val="NormalRetraitGauche2X"/>
        <w:spacing w:before="0" w:after="0"/>
        <w:rPr>
          <w:i/>
          <w:iCs/>
        </w:rPr>
      </w:pPr>
      <w:r w:rsidRPr="0028376C">
        <w:rPr>
          <w:i/>
          <w:iCs/>
        </w:rPr>
        <w:t>Ia ora na Tahiti</w:t>
      </w:r>
    </w:p>
    <w:p w14:paraId="1DB346A1" w14:textId="77777777" w:rsidR="00EE7519" w:rsidRPr="0028376C" w:rsidRDefault="00EE7519" w:rsidP="00EE7519">
      <w:pPr>
        <w:pStyle w:val="NormalRetraitGauche2X"/>
        <w:spacing w:before="0" w:after="0"/>
        <w:rPr>
          <w:i/>
          <w:iCs/>
        </w:rPr>
      </w:pPr>
      <w:r w:rsidRPr="0028376C">
        <w:rPr>
          <w:i/>
          <w:iCs/>
        </w:rPr>
        <w:t>Ia ora na.</w:t>
      </w:r>
    </w:p>
    <w:p w14:paraId="01A962F0" w14:textId="77777777" w:rsidR="00EE7519" w:rsidRPr="00006BCB" w:rsidRDefault="00EE7519" w:rsidP="00EE7519">
      <w:pPr>
        <w:pStyle w:val="Titre2"/>
        <w:rPr>
          <w:szCs w:val="44"/>
        </w:rPr>
      </w:pPr>
      <w:bookmarkStart w:id="61" w:name="_TOC145810"/>
      <w:bookmarkStart w:id="62" w:name="_Toc195610668"/>
      <w:bookmarkEnd w:id="61"/>
      <w:r w:rsidRPr="00006BCB">
        <w:rPr>
          <w:szCs w:val="44"/>
        </w:rPr>
        <w:lastRenderedPageBreak/>
        <w:t>ENTRE DEUX TERRES</w:t>
      </w:r>
      <w:bookmarkEnd w:id="62"/>
    </w:p>
    <w:p w14:paraId="5A45397F" w14:textId="77777777" w:rsidR="00EE7519" w:rsidRPr="006E36B9" w:rsidRDefault="00EE7519" w:rsidP="00EE7519">
      <w:r w:rsidRPr="006E36B9">
        <w:t>En mer… Ces deux mots chargés d’immensité marquent pendant vingt et un jours les pages blanches de nos livres de bord. La vie du bateau s’écoule monotone comme le ronronn</w:t>
      </w:r>
      <w:r w:rsidRPr="006E36B9">
        <w:t>e</w:t>
      </w:r>
      <w:r>
        <w:t>m</w:t>
      </w:r>
      <w:r w:rsidRPr="006E36B9">
        <w:t>ent de l’hélice, comme l’éternel va-et-vient de l’horizon aux barres du bastingage. Les jours s’échelonnent, divisés en tra</w:t>
      </w:r>
      <w:r w:rsidRPr="006E36B9">
        <w:t>n</w:t>
      </w:r>
      <w:r w:rsidRPr="006E36B9">
        <w:t>ches égales par les promenades sur le pont, le déjeuner, le thé, les somnolents repos sur les chaises longues.</w:t>
      </w:r>
    </w:p>
    <w:p w14:paraId="2CBBB2B4" w14:textId="77777777" w:rsidR="00EE7519" w:rsidRPr="006E36B9" w:rsidRDefault="00EE7519" w:rsidP="00EE7519">
      <w:pPr>
        <w:pStyle w:val="Centr"/>
      </w:pPr>
      <w:r w:rsidRPr="006E36B9">
        <w:t>*</w:t>
      </w:r>
    </w:p>
    <w:p w14:paraId="37C3621B" w14:textId="77777777" w:rsidR="00EE7519" w:rsidRPr="006E36B9" w:rsidRDefault="00EE7519" w:rsidP="00EE7519">
      <w:r w:rsidRPr="006E36B9">
        <w:t>La cabine est une cellule où il fait bon, loin de toutes di</w:t>
      </w:r>
      <w:r w:rsidRPr="006E36B9">
        <w:t>s</w:t>
      </w:r>
      <w:r w:rsidRPr="006E36B9">
        <w:t>tractions, loin des autres passagers, se retrouver seul avec soi-même. Elle est minuscule, mais vaut un appartement entier parce que chaque chose est juste à l’échelle nécessaire et occupe exactement la place qui lui convient.</w:t>
      </w:r>
    </w:p>
    <w:p w14:paraId="5D9780EB" w14:textId="77777777" w:rsidR="00EE7519" w:rsidRPr="006E36B9" w:rsidRDefault="00EE7519" w:rsidP="00EE7519">
      <w:r w:rsidRPr="006E36B9">
        <w:t>Elle est peinte en blanc mais le soleil, en passant par le h</w:t>
      </w:r>
      <w:r w:rsidRPr="006E36B9">
        <w:t>u</w:t>
      </w:r>
      <w:r w:rsidRPr="006E36B9">
        <w:t xml:space="preserve">blot, la badigeonne de violet, de rouge, de jaune ou d’or selon </w:t>
      </w:r>
      <w:r w:rsidR="006E0342">
        <w:t xml:space="preserve">son </w:t>
      </w:r>
      <w:r w:rsidRPr="006E36B9">
        <w:t>plaisir du moment. Le soir, la lune métallique, s’amuse à en faire un coffret de chrome.</w:t>
      </w:r>
    </w:p>
    <w:p w14:paraId="1839B2C8" w14:textId="77777777" w:rsidR="00EE7519" w:rsidRPr="006E36B9" w:rsidRDefault="00EE7519" w:rsidP="00EE7519">
      <w:r w:rsidRPr="006E36B9">
        <w:t>Des objets exotiques sont accrochés un peu partout, au h</w:t>
      </w:r>
      <w:r w:rsidRPr="006E36B9">
        <w:t>a</w:t>
      </w:r>
      <w:r w:rsidRPr="006E36B9">
        <w:t>sard. Un native-</w:t>
      </w:r>
      <w:proofErr w:type="spellStart"/>
      <w:r w:rsidRPr="006E36B9">
        <w:t>bear</w:t>
      </w:r>
      <w:proofErr w:type="spellEnd"/>
      <w:r w:rsidRPr="006E36B9">
        <w:t xml:space="preserve"> australien sourit à un éléphant de Ceylan et une pirogue canaque vogue sous la protection d’un « titi » marquisien.</w:t>
      </w:r>
    </w:p>
    <w:p w14:paraId="788C5C59" w14:textId="77777777" w:rsidR="00EE7519" w:rsidRPr="006E36B9" w:rsidRDefault="00EE7519" w:rsidP="00EE7519">
      <w:r w:rsidRPr="006E36B9">
        <w:t>Le ventilateur tourne. On croirait, en fermant les yeux, le ronflement de la machine, le jour des « battaisons » dans une ferme.</w:t>
      </w:r>
    </w:p>
    <w:p w14:paraId="3BBFBD4A" w14:textId="77777777" w:rsidR="00EE7519" w:rsidRPr="006E36B9" w:rsidRDefault="00EE7519" w:rsidP="00EE7519">
      <w:r w:rsidRPr="006E36B9">
        <w:t>Étendu sur le lit, je sommeille sans pouvoir m’endormir et ma cabine devient la boîte aux rêves des contes orientaux.</w:t>
      </w:r>
    </w:p>
    <w:p w14:paraId="45CD9C92" w14:textId="77777777" w:rsidR="00EE7519" w:rsidRPr="006E36B9" w:rsidRDefault="00EE7519" w:rsidP="00EE7519">
      <w:pPr>
        <w:pStyle w:val="Centr"/>
      </w:pPr>
      <w:r w:rsidRPr="006E36B9">
        <w:lastRenderedPageBreak/>
        <w:t>*</w:t>
      </w:r>
    </w:p>
    <w:p w14:paraId="7BFC5AF6" w14:textId="77777777" w:rsidR="00EE7519" w:rsidRPr="006E36B9" w:rsidRDefault="00EE7519" w:rsidP="00EE7519">
      <w:r w:rsidRPr="006E36B9">
        <w:t xml:space="preserve">Aucune nouvelle de la terre depuis quinze jours. Aucun journal. Aucun renseignement sur les événements actuels. Sur </w:t>
      </w:r>
      <w:smartTag w:uri="urn:schemas-microsoft-com:office:smarttags" w:element="PersonName">
        <w:smartTagPr>
          <w:attr w:name="ProductID" w:val="la politique. Comme"/>
        </w:smartTagPr>
        <w:r w:rsidRPr="006E36B9">
          <w:t>la politique. Comme</w:t>
        </w:r>
      </w:smartTag>
      <w:r w:rsidRPr="006E36B9">
        <w:t xml:space="preserve"> on se passe facilement de tout cela !</w:t>
      </w:r>
    </w:p>
    <w:p w14:paraId="1B3A8BFA" w14:textId="77777777" w:rsidR="00EE7519" w:rsidRPr="006E36B9" w:rsidRDefault="00EE7519" w:rsidP="00EE7519">
      <w:pPr>
        <w:pStyle w:val="Centr"/>
      </w:pPr>
      <w:r w:rsidRPr="006E36B9">
        <w:t>*</w:t>
      </w:r>
    </w:p>
    <w:p w14:paraId="3018ABFF" w14:textId="77777777" w:rsidR="00EE7519" w:rsidRPr="006E36B9" w:rsidRDefault="00EE7519" w:rsidP="00EE7519">
      <w:r w:rsidRPr="006E36B9">
        <w:t>La mer est grosse aujourd’hui et les embruns balaient le pont. En costumes de bain, deux ou trois d’entre nous vont sur le gaillard d’avant et, accrochés aux bastingages, se font doucher par les paquets de mer. La vague parfois est la plus forte et nous plaque sur le plancher. Terrifiés, des poissons-volants jaillissent sous l’étrave. Dans chaque gerbe d’embruns, le soleil, rapide, dessine un arc-en-ciel. La mer autour de nous se gonfle et se creuse en montagnes et vallées comme une carte en relief.</w:t>
      </w:r>
    </w:p>
    <w:p w14:paraId="3D8B15A0" w14:textId="77777777" w:rsidR="00EE7519" w:rsidRPr="006E36B9" w:rsidRDefault="00EE7519" w:rsidP="00EE7519">
      <w:pPr>
        <w:pStyle w:val="Centr"/>
      </w:pPr>
      <w:r w:rsidRPr="006E36B9">
        <w:t>*</w:t>
      </w:r>
    </w:p>
    <w:p w14:paraId="1BC9799D" w14:textId="77777777" w:rsidR="00EE7519" w:rsidRPr="006E36B9" w:rsidRDefault="00EE7519" w:rsidP="00EE7519">
      <w:r w:rsidRPr="006E36B9">
        <w:t xml:space="preserve">Aux deux cantons du ciel, l’Étoile Polaire et la Croix du Sud joignant les deux hémisphères blasonnent la nuit. À l’avant du bateau </w:t>
      </w:r>
      <w:r>
        <w:t>l</w:t>
      </w:r>
      <w:r w:rsidRPr="006E36B9">
        <w:t>es deux Amériques tendent sur le lointain un rideau plus obscur.</w:t>
      </w:r>
    </w:p>
    <w:p w14:paraId="1B4B3163" w14:textId="77777777" w:rsidR="00EE7519" w:rsidRPr="006E36B9" w:rsidRDefault="00EE7519" w:rsidP="00EE7519">
      <w:r w:rsidRPr="006E36B9">
        <w:t>Une odeur forte d’humus et de foin coupé vient jusqu’à nous. Là-bas, les lumières d’un bateau sont des étoiles jaunes au ras de l’eau. Joie, après vingt jours de mer, de respirer la bonne senteur de terre, d’apercevoir proches de soi d’autres vies h</w:t>
      </w:r>
      <w:r w:rsidRPr="006E36B9">
        <w:t>u</w:t>
      </w:r>
      <w:r w:rsidRPr="006E36B9">
        <w:t>maines. Combien est compréhensible l’enthousiasme des d</w:t>
      </w:r>
      <w:r w:rsidRPr="006E36B9">
        <w:t>é</w:t>
      </w:r>
      <w:r w:rsidRPr="006E36B9">
        <w:t>couvreurs de monde qui criaient à tue-tête : « Terre ! Terre ! ».</w:t>
      </w:r>
    </w:p>
    <w:p w14:paraId="2EB26308" w14:textId="77777777" w:rsidR="00EE7519" w:rsidRPr="00006BCB" w:rsidRDefault="00EE7519" w:rsidP="00EE7519">
      <w:pPr>
        <w:pStyle w:val="Titre2"/>
        <w:rPr>
          <w:szCs w:val="44"/>
        </w:rPr>
      </w:pPr>
      <w:bookmarkStart w:id="63" w:name="_TOC148435"/>
      <w:bookmarkStart w:id="64" w:name="_Toc195610669"/>
      <w:bookmarkEnd w:id="63"/>
      <w:r w:rsidRPr="00006BCB">
        <w:rPr>
          <w:szCs w:val="44"/>
        </w:rPr>
        <w:lastRenderedPageBreak/>
        <w:t>PANAMA</w:t>
      </w:r>
      <w:bookmarkEnd w:id="64"/>
    </w:p>
    <w:p w14:paraId="0C8DE900" w14:textId="77777777" w:rsidR="00EE7519" w:rsidRPr="006E36B9" w:rsidRDefault="00EE7519" w:rsidP="00EE7519">
      <w:r w:rsidRPr="006E36B9">
        <w:t>Sans une dentelure au sommet de ses monts rabotés, la Sierra s’arrondit devant nous en courbes majestueuses. Les p</w:t>
      </w:r>
      <w:r w:rsidRPr="006E36B9">
        <w:t>e</w:t>
      </w:r>
      <w:r w:rsidRPr="006E36B9">
        <w:t>tites îles du Pacifique feraient bien piètre mine auprès de ces terres à l’échelle d’un continent. La muraille enchantée va-t-elle s’ouvrir pour nous livrer passage ou s’écroulera-t-elle sur notre misérable navire ?</w:t>
      </w:r>
    </w:p>
    <w:p w14:paraId="3B30563A" w14:textId="77777777" w:rsidR="00EE7519" w:rsidRPr="006E36B9" w:rsidRDefault="00EE7519" w:rsidP="00EE7519">
      <w:r w:rsidRPr="006E36B9">
        <w:t>Au pied de la paroi cendrée qui peu à peu s’illumine de vert et d’ocre, une tache rouge s’élargit. Sur le verre de mes jumelles s’irise un paysage d’Alice aux pays des merveilles. Plus proche, il devient un village. Des maisons blanches à toits rouges ento</w:t>
      </w:r>
      <w:r w:rsidRPr="006E36B9">
        <w:t>u</w:t>
      </w:r>
      <w:r w:rsidRPr="006E36B9">
        <w:t>rent une église de style tourmenté. Si j’avais des gosses autour de moi, j’aimerais leur raconter sur cette image une mervei</w:t>
      </w:r>
      <w:r w:rsidRPr="006E36B9">
        <w:t>l</w:t>
      </w:r>
      <w:r w:rsidRPr="006E36B9">
        <w:t>leuse histoire où des bandits en sombreros et éperons d’argent te</w:t>
      </w:r>
      <w:r w:rsidRPr="006E36B9">
        <w:t>n</w:t>
      </w:r>
      <w:r w:rsidRPr="006E36B9">
        <w:t>draient des embuscades.</w:t>
      </w:r>
    </w:p>
    <w:p w14:paraId="4868D5DF" w14:textId="77777777" w:rsidR="00EE7519" w:rsidRPr="006E36B9" w:rsidRDefault="00EE7519" w:rsidP="00EE7519">
      <w:r w:rsidRPr="006E36B9">
        <w:t>Des frégates posent des accolades sur le ciel. Des pélicans passent en patrouille. Ils volent au ralenti et semblent poursu</w:t>
      </w:r>
      <w:r w:rsidRPr="006E36B9">
        <w:t>i</w:t>
      </w:r>
      <w:r w:rsidRPr="006E36B9">
        <w:t>vre leur bec trop gros. Pourquoi se prennent-ils tellement au s</w:t>
      </w:r>
      <w:r w:rsidRPr="006E36B9">
        <w:t>é</w:t>
      </w:r>
      <w:r w:rsidRPr="006E36B9">
        <w:t>rieux et que signifient ces airs infatués d’hommes d’affaires. Vont-ils s’arrêter pour se regarder voler ?</w:t>
      </w:r>
    </w:p>
    <w:p w14:paraId="78E1ADF1" w14:textId="77777777" w:rsidR="00EE7519" w:rsidRPr="006E36B9" w:rsidRDefault="00EE7519" w:rsidP="00EE7519">
      <w:r w:rsidRPr="006E36B9">
        <w:t>Le pilote monte à bord et nous conduit par un chenal étro</w:t>
      </w:r>
      <w:r w:rsidRPr="006E36B9">
        <w:t>i</w:t>
      </w:r>
      <w:r w:rsidRPr="006E36B9">
        <w:t>tement balisé jusqu’à l’entrée du Canal. La montagne s’efface pour faire place à l’œuvre de l’homme.</w:t>
      </w:r>
    </w:p>
    <w:p w14:paraId="04DADFE7" w14:textId="77777777" w:rsidR="00EE7519" w:rsidRPr="006E36B9" w:rsidRDefault="00EE7519" w:rsidP="00EE7519">
      <w:r w:rsidRPr="006E36B9">
        <w:t xml:space="preserve">Quatre locomotrices nous halent par quatre câbles d’acier dans l’écluse de </w:t>
      </w:r>
      <w:proofErr w:type="spellStart"/>
      <w:r w:rsidRPr="006E36B9">
        <w:t>Miraflores</w:t>
      </w:r>
      <w:proofErr w:type="spellEnd"/>
      <w:r w:rsidRPr="006E36B9">
        <w:t>. Les portes se ferment derrière nous. Nous ne sommes plus qu’un ridicule bateau de papier au fond d’une cuvette. L’eau jaillit en plusieurs endroits, s’épanouit en fleur</w:t>
      </w:r>
      <w:r w:rsidR="001135DE">
        <w:t>s</w:t>
      </w:r>
      <w:r w:rsidRPr="006E36B9">
        <w:t xml:space="preserve"> vertes et noires. Le niveau monte. En quelques minutes nous nous élevons de dix mètres. Nous </w:t>
      </w:r>
      <w:r w:rsidRPr="006E36B9">
        <w:lastRenderedPageBreak/>
        <w:t>dominons le quai. Les locomotrices sont devenues funiculaires et grimpent au flanc d’une colline de béton. La nudité des murs de ciment, l’harmonie des masses donnent une impression de force sûre d’elle-même, de calme puissance. Toutes les manœuvres se font sans cri, sans personnel inutile. Quelques nègres gantés de cuir jusqu’aux coudes surveillent les câbles qui nous relient aux l</w:t>
      </w:r>
      <w:r w:rsidRPr="006E36B9">
        <w:t>o</w:t>
      </w:r>
      <w:r w:rsidRPr="006E36B9">
        <w:t>comotrices. Deux ou trois Américains broient du chewing-gum et crachent des ordres en un anglais rocailleux. Tous les cent mètres, une sentinelle d’opérette avance une mâchoire taillée à coups de serpe.</w:t>
      </w:r>
    </w:p>
    <w:p w14:paraId="5BCC6361" w14:textId="77777777" w:rsidR="00EE7519" w:rsidRPr="006E36B9" w:rsidRDefault="00EE7519" w:rsidP="00EE7519">
      <w:r w:rsidRPr="006E36B9">
        <w:t>Une écluse encore. Nous voici au niveau du canal, glissant entre deux berges.</w:t>
      </w:r>
    </w:p>
    <w:p w14:paraId="4B0D5E7F" w14:textId="77777777" w:rsidR="00EE7519" w:rsidRPr="006E36B9" w:rsidRDefault="00EE7519" w:rsidP="00EE7519">
      <w:r w:rsidRPr="006E36B9">
        <w:t>Le damier jaune et noir d’un iguane s’accroche au flanc d’un rocher. Un héron cendré se fige sur une patte pour nous regarder passer. Des flamants roses sèment des pétales le long de la côte et des vautours s’abattent autour d’une charogne.</w:t>
      </w:r>
    </w:p>
    <w:p w14:paraId="5AEF1B4E" w14:textId="77777777" w:rsidR="00EE7519" w:rsidRPr="006E36B9" w:rsidRDefault="00EE7519" w:rsidP="00EE7519">
      <w:r w:rsidRPr="006E36B9">
        <w:t>Penchés sur le bastingage, nous essayons de découvrir les crocodiles du canal. Quelqu’un pousse un cri : « En voici un ! »</w:t>
      </w:r>
    </w:p>
    <w:p w14:paraId="21F77221" w14:textId="77777777" w:rsidR="00EE7519" w:rsidRPr="006E36B9" w:rsidRDefault="00EE7519" w:rsidP="00EE7519">
      <w:r w:rsidRPr="006E36B9">
        <w:t>Tout le monde se précipite à tribord. Allons-nous donner de la bande ? Juste au-dessous de nous un gros lézard ventru, horriblement embêté, se débat pour échapper au remous du b</w:t>
      </w:r>
      <w:r w:rsidRPr="006E36B9">
        <w:t>a</w:t>
      </w:r>
      <w:r w:rsidRPr="006E36B9">
        <w:t>teau. Il n’a pas un mètre de long. Malgré une grande bonne v</w:t>
      </w:r>
      <w:r w:rsidRPr="006E36B9">
        <w:t>o</w:t>
      </w:r>
      <w:r w:rsidRPr="006E36B9">
        <w:t>lonté et toute l’imagination possible, nous n’arrivons pas à en faire un vrai crocodile !</w:t>
      </w:r>
    </w:p>
    <w:p w14:paraId="2CE219F5" w14:textId="77777777" w:rsidR="00EE7519" w:rsidRPr="006E36B9" w:rsidRDefault="00EE7519" w:rsidP="00EE7519">
      <w:r w:rsidRPr="006E36B9">
        <w:t xml:space="preserve">Le canal vient de s’élargir en une sorte de mer intérieure : le lac </w:t>
      </w:r>
      <w:proofErr w:type="spellStart"/>
      <w:r w:rsidRPr="006E36B9">
        <w:t>Gatun</w:t>
      </w:r>
      <w:proofErr w:type="spellEnd"/>
      <w:r w:rsidRPr="006E36B9">
        <w:t xml:space="preserve">. Nous voguons sur une laque japonaise. Des coups de pinceaux rapides ont semé çà et là des îles </w:t>
      </w:r>
      <w:r w:rsidRPr="006E36B9">
        <w:lastRenderedPageBreak/>
        <w:t>minuscules. Et des têtes d’arbres effeuillés agitent au ras de l’eau des branches à l’encre de Chine.</w:t>
      </w:r>
    </w:p>
    <w:p w14:paraId="790A87CB" w14:textId="77777777" w:rsidR="00EE7519" w:rsidRPr="006E36B9" w:rsidRDefault="00EE7519" w:rsidP="00EE7519">
      <w:r w:rsidRPr="006E36B9">
        <w:t>À la nuit seulement nous arrivons aux écluses de sortie. Deux pointillés de lumière délimitent le canal. Dominant d’abord le quai de toute la hauteur de nos ponts, nous desce</w:t>
      </w:r>
      <w:r w:rsidRPr="006E36B9">
        <w:t>n</w:t>
      </w:r>
      <w:r w:rsidRPr="006E36B9">
        <w:t>dons comme un ascenseur. Nous ne sommes plus qu’un insecte au fond de sa boîte.</w:t>
      </w:r>
    </w:p>
    <w:p w14:paraId="24087501" w14:textId="77777777" w:rsidR="00EE7519" w:rsidRPr="006E36B9" w:rsidRDefault="00EE7519" w:rsidP="00EE7519">
      <w:r w:rsidRPr="006E36B9">
        <w:t>Deux écluses, et la « Ville de Strasbourg », débouche dans la mer des Antilles. Debout sur le gaillard arrière nous chantons un adieu au Pacifique.</w:t>
      </w:r>
    </w:p>
    <w:p w14:paraId="737D5D62" w14:textId="77777777" w:rsidR="00EE7519" w:rsidRPr="006E36B9" w:rsidRDefault="00EE7519" w:rsidP="00EE7519">
      <w:pPr>
        <w:pStyle w:val="Centr"/>
      </w:pPr>
      <w:r w:rsidRPr="006E36B9">
        <w:t>*</w:t>
      </w:r>
    </w:p>
    <w:p w14:paraId="2B747762" w14:textId="77777777" w:rsidR="00EE7519" w:rsidRPr="006E36B9" w:rsidRDefault="00EE7519" w:rsidP="00EE7519">
      <w:r w:rsidRPr="006E36B9">
        <w:t>Une vedette nous conduit à Cristobal où nous resterons deux heures seulement.</w:t>
      </w:r>
    </w:p>
    <w:p w14:paraId="2E14AAF7" w14:textId="77777777" w:rsidR="00EE7519" w:rsidRPr="006E36B9" w:rsidRDefault="00EE7519" w:rsidP="00EE7519">
      <w:r w:rsidRPr="006E36B9">
        <w:t>Des Américains, des nègres, des Espagnols, des Chinois, des Hindous, des Juifs, des métis de toutes les races. Des ch</w:t>
      </w:r>
      <w:r w:rsidRPr="006E36B9">
        <w:t>a</w:t>
      </w:r>
      <w:r w:rsidRPr="006E36B9">
        <w:t>peaux de Panama. Des éléphants d’ébène de Ceylan. Des ivoires de Chine. Des bracelets et des parfums d’Arabie. Des stylos américains. Des soieries du Japon. Une cité noire, une autre blanche. Une ville aux États-Unis, une autre à Panama. Une même rue, américaine à droite, panamienne à gauche. Des ma</w:t>
      </w:r>
      <w:r w:rsidRPr="006E36B9">
        <w:t>i</w:t>
      </w:r>
      <w:r w:rsidRPr="006E36B9">
        <w:t>sons espagnoles à balcons de sérénade, des fenêtres grillagées et des hôtels modernes à faux airs de gratte-ciel. Des métèques i</w:t>
      </w:r>
      <w:r w:rsidRPr="006E36B9">
        <w:t>n</w:t>
      </w:r>
      <w:r w:rsidRPr="006E36B9">
        <w:t>quiétants, ondulant dans des pantalons trop larges ; des nègres bons pour le ring, des marins en bordée ; des policiers à allure de cow-boy.</w:t>
      </w:r>
    </w:p>
    <w:p w14:paraId="69EFA0B1" w14:textId="77777777" w:rsidR="00EE7519" w:rsidRPr="006E36B9" w:rsidRDefault="00EE7519" w:rsidP="00EE7519">
      <w:r w:rsidRPr="006E36B9">
        <w:t>Nous remontons à bord, légèrement ahuris par ce bric-à-brac où l’on a jeté par poignées des types et des produits de to</w:t>
      </w:r>
      <w:r w:rsidRPr="006E36B9">
        <w:t>u</w:t>
      </w:r>
      <w:r w:rsidRPr="006E36B9">
        <w:t>tes les races, qui se juxtaposent sans se mêler et s’étonnent, v</w:t>
      </w:r>
      <w:r w:rsidRPr="006E36B9">
        <w:t>e</w:t>
      </w:r>
      <w:r w:rsidRPr="006E36B9">
        <w:t>nant de si loin, de se trouver côte à côte.</w:t>
      </w:r>
    </w:p>
    <w:p w14:paraId="28F493C6" w14:textId="77777777" w:rsidR="00EE7519" w:rsidRPr="00006BCB" w:rsidRDefault="00EE7519" w:rsidP="00EE7519">
      <w:pPr>
        <w:pStyle w:val="Titre2"/>
        <w:rPr>
          <w:szCs w:val="44"/>
        </w:rPr>
      </w:pPr>
      <w:bookmarkStart w:id="65" w:name="_TOC153093"/>
      <w:bookmarkStart w:id="66" w:name="_Toc195610670"/>
      <w:bookmarkEnd w:id="65"/>
      <w:r w:rsidRPr="00006BCB">
        <w:rPr>
          <w:szCs w:val="44"/>
        </w:rPr>
        <w:lastRenderedPageBreak/>
        <w:t>CROQUIS ANTILLAIS</w:t>
      </w:r>
      <w:bookmarkEnd w:id="66"/>
    </w:p>
    <w:p w14:paraId="49D5D4DE" w14:textId="77777777" w:rsidR="00EE7519" w:rsidRPr="006E36B9" w:rsidRDefault="00EE7519" w:rsidP="00EE7519">
      <w:r w:rsidRPr="006E36B9">
        <w:t xml:space="preserve">En longues phrases balancées où abondent les imparfaits du subjonctif et les tournures désuètes, un scout martiniquais nous souhaite </w:t>
      </w:r>
      <w:smartTag w:uri="urn:schemas-microsoft-com:office:smarttags" w:element="PersonName">
        <w:smartTagPr>
          <w:attr w:name="ProductID" w:val="la bienvenue. Il"/>
        </w:smartTagPr>
        <w:r w:rsidRPr="006E36B9">
          <w:t>la bienvenue. Il</w:t>
        </w:r>
      </w:smartTag>
      <w:r w:rsidRPr="006E36B9">
        <w:t xml:space="preserve"> ne prononce pas les r et son la</w:t>
      </w:r>
      <w:r w:rsidRPr="006E36B9">
        <w:t>n</w:t>
      </w:r>
      <w:r w:rsidRPr="006E36B9">
        <w:t xml:space="preserve">gage déjà fleuri devient plus précieux encore par la douceur chantante de </w:t>
      </w:r>
      <w:smartTag w:uri="urn:schemas-microsoft-com:office:smarttags" w:element="PersonName">
        <w:smartTagPr>
          <w:attr w:name="ProductID" w:val="la voix. Les"/>
        </w:smartTagPr>
        <w:r w:rsidRPr="006E36B9">
          <w:t>la voix. Les</w:t>
        </w:r>
      </w:smartTag>
      <w:r w:rsidRPr="006E36B9">
        <w:t xml:space="preserve"> rues sont bordées de maisons comme en possèdent toutes les colonies mais, parfois, une façade du XVII</w:t>
      </w:r>
      <w:r w:rsidRPr="006E36B9">
        <w:rPr>
          <w:szCs w:val="32"/>
          <w:vertAlign w:val="superscript"/>
        </w:rPr>
        <w:t>e</w:t>
      </w:r>
      <w:r w:rsidRPr="006E36B9">
        <w:t xml:space="preserve"> siècle, évocatrice de deux siècles d’histoire, rompt l’uniformité quelconque.</w:t>
      </w:r>
    </w:p>
    <w:p w14:paraId="2B541C7F" w14:textId="77777777" w:rsidR="00EE7519" w:rsidRPr="006E36B9" w:rsidRDefault="00EE7519" w:rsidP="00EE7519">
      <w:r w:rsidRPr="006E36B9">
        <w:t xml:space="preserve">En madras, en chapeaux de paille de riz, </w:t>
      </w:r>
      <w:r>
        <w:t>l</w:t>
      </w:r>
      <w:r w:rsidRPr="006E36B9">
        <w:t xml:space="preserve">es femmes se drapent dans les amples robes d’étamine dont un pan relevé se roule à </w:t>
      </w:r>
      <w:smartTag w:uri="urn:schemas-microsoft-com:office:smarttags" w:element="PersonName">
        <w:smartTagPr>
          <w:attr w:name="ProductID" w:val="la ceinture. Elles"/>
        </w:smartTagPr>
        <w:r w:rsidRPr="006E36B9">
          <w:t>la ceinture. E</w:t>
        </w:r>
        <w:r>
          <w:t>ll</w:t>
        </w:r>
        <w:r w:rsidRPr="006E36B9">
          <w:t>es</w:t>
        </w:r>
      </w:smartTag>
      <w:r w:rsidRPr="006E36B9">
        <w:t xml:space="preserve"> sont grandes, musclées. Leurs bras équilibrent sur leur tête des charges parfois considérables. De là sans doute leur taille cambrée, leur démarche un peu féline.</w:t>
      </w:r>
    </w:p>
    <w:p w14:paraId="54D5F16D" w14:textId="77777777" w:rsidR="00EE7519" w:rsidRPr="006E36B9" w:rsidRDefault="00EE7519" w:rsidP="00EE7519">
      <w:r w:rsidRPr="006E36B9">
        <w:t>Des noirs exhibent des pantalons trop larges, des chemises de couleurs fondantes, des lunettes inutiles. Lorsqu’ils s’interpellent, des noms étranges s’entrecroisent : Céleste, Achille, A</w:t>
      </w:r>
      <w:r w:rsidRPr="006E36B9">
        <w:t>r</w:t>
      </w:r>
      <w:r w:rsidRPr="006E36B9">
        <w:t>chimède.</w:t>
      </w:r>
    </w:p>
    <w:p w14:paraId="2E9BD2C4" w14:textId="77777777" w:rsidR="00EE7519" w:rsidRPr="006E36B9" w:rsidRDefault="00EE7519" w:rsidP="00EE7519">
      <w:r w:rsidRPr="006E36B9">
        <w:t>La route tranche des pans de brousse. Des touffes de ba</w:t>
      </w:r>
      <w:r w:rsidRPr="006E36B9">
        <w:t>m</w:t>
      </w:r>
      <w:r w:rsidRPr="006E36B9">
        <w:t>bous s’épanouissent et bruissent dans le vent. Sur les hautes t</w:t>
      </w:r>
      <w:r w:rsidRPr="006E36B9">
        <w:t>i</w:t>
      </w:r>
      <w:r w:rsidRPr="006E36B9">
        <w:t>ges leurs nodosités espacent des annelures symétriques. Un pa</w:t>
      </w:r>
      <w:r w:rsidRPr="006E36B9">
        <w:t>r</w:t>
      </w:r>
      <w:r w:rsidRPr="006E36B9">
        <w:t>fum de boîte à cigare et d’épices nous environne. Des merles b</w:t>
      </w:r>
      <w:r w:rsidRPr="006E36B9">
        <w:t>a</w:t>
      </w:r>
      <w:r w:rsidRPr="006E36B9">
        <w:t>lisent la route et des colibris voletant de branches en branches dansent un ballet de pierreries.</w:t>
      </w:r>
    </w:p>
    <w:p w14:paraId="2AF17FD2" w14:textId="77777777" w:rsidR="00EE7519" w:rsidRPr="006E36B9" w:rsidRDefault="00EE7519" w:rsidP="00EE7519">
      <w:r w:rsidRPr="006E36B9">
        <w:t xml:space="preserve">Une étendue de lave blanche et poussiéreuse coulant de </w:t>
      </w:r>
      <w:smartTag w:uri="urn:schemas-microsoft-com:office:smarttags" w:element="PersonName">
        <w:smartTagPr>
          <w:attr w:name="ProductID" w:val="la Montagne Pel￩e"/>
        </w:smartTagPr>
        <w:r w:rsidRPr="006E36B9">
          <w:t>la Montagne Pelée</w:t>
        </w:r>
      </w:smartTag>
      <w:r w:rsidRPr="006E36B9">
        <w:t xml:space="preserve"> jusqu’à </w:t>
      </w:r>
      <w:smartTag w:uri="urn:schemas-microsoft-com:office:smarttags" w:element="PersonName">
        <w:smartTagPr>
          <w:attr w:name="ProductID" w:val="la mer. D"/>
        </w:smartTagPr>
        <w:r w:rsidRPr="006E36B9">
          <w:t>la mer. D</w:t>
        </w:r>
      </w:smartTag>
      <w:r w:rsidRPr="006E36B9">
        <w:t>’énormes pierres rondes, des « bombes » éparses. Aucune vie. Du silence. Une morne tri</w:t>
      </w:r>
      <w:r w:rsidRPr="006E36B9">
        <w:t>s</w:t>
      </w:r>
      <w:r w:rsidRPr="006E36B9">
        <w:t>tesse. Tout ce qui reste de Saint-Pierre.</w:t>
      </w:r>
    </w:p>
    <w:p w14:paraId="0DC1743B" w14:textId="77777777" w:rsidR="00EE7519" w:rsidRPr="006E36B9" w:rsidRDefault="00EE7519" w:rsidP="00EE7519">
      <w:r w:rsidRPr="006E36B9">
        <w:lastRenderedPageBreak/>
        <w:t>Un peu plus loin une ville nouvelle essaye de croître. Un marché, quelques restaurants de touristes.</w:t>
      </w:r>
    </w:p>
    <w:p w14:paraId="5194C636" w14:textId="77777777" w:rsidR="00EE7519" w:rsidRPr="006E36B9" w:rsidRDefault="00EE7519" w:rsidP="00EE7519">
      <w:r w:rsidRPr="006E36B9">
        <w:t>Interminable, l’ondulation verte des champs de canne à s</w:t>
      </w:r>
      <w:r w:rsidRPr="006E36B9">
        <w:t>u</w:t>
      </w:r>
      <w:r w:rsidRPr="006E36B9">
        <w:t xml:space="preserve">cre déferle sur </w:t>
      </w:r>
      <w:smartTag w:uri="urn:schemas-microsoft-com:office:smarttags" w:element="PersonName">
        <w:smartTagPr>
          <w:attr w:name="ProductID" w:val="la plaine. Un"/>
        </w:smartTagPr>
        <w:r w:rsidRPr="006E36B9">
          <w:t>la plaine. Un</w:t>
        </w:r>
      </w:smartTag>
      <w:r w:rsidRPr="006E36B9">
        <w:t xml:space="preserve"> planteur à cheval parcourt sa pr</w:t>
      </w:r>
      <w:r w:rsidRPr="006E36B9">
        <w:t>o</w:t>
      </w:r>
      <w:r w:rsidRPr="006E36B9">
        <w:t>priété. On aperçoit seulement sa chemise claire et son casque surgissant de la masse de verdure. Des hommes et des femmes vêtues de couleurs coupent les tiges à coups de sabre d’abatis.</w:t>
      </w:r>
    </w:p>
    <w:p w14:paraId="5384EA18" w14:textId="77777777" w:rsidR="00EE7519" w:rsidRPr="006E36B9" w:rsidRDefault="00EE7519" w:rsidP="00EE7519">
      <w:r w:rsidRPr="006E36B9">
        <w:t>Six millions de litres de rhum pour deux cent cinquante mille habitants. C’est la consommation annuelle des Îles. Mais le punch concentre en soi seul tous les parfums de l’île.</w:t>
      </w:r>
    </w:p>
    <w:p w14:paraId="2D158AD0" w14:textId="77777777" w:rsidR="00EE7519" w:rsidRPr="006E36B9" w:rsidRDefault="00EE7519" w:rsidP="00EE7519">
      <w:r w:rsidRPr="006E36B9">
        <w:t>Pour les avoir trop respirés quelques passagers ce soir, croiront au roulis et aux rêves.</w:t>
      </w:r>
    </w:p>
    <w:p w14:paraId="2E7B1D36" w14:textId="77777777" w:rsidR="00EE7519" w:rsidRPr="006E36B9" w:rsidRDefault="00EE7519" w:rsidP="00EE7519">
      <w:r w:rsidRPr="006E36B9">
        <w:t xml:space="preserve">Les P. P. du Saint-Esprit, les </w:t>
      </w:r>
      <w:proofErr w:type="spellStart"/>
      <w:r w:rsidRPr="006E36B9">
        <w:t>Eclaireurs</w:t>
      </w:r>
      <w:proofErr w:type="spellEnd"/>
      <w:r w:rsidRPr="006E36B9">
        <w:t xml:space="preserve">, les Guides, nous accompagnent jusqu’à </w:t>
      </w:r>
      <w:smartTag w:uri="urn:schemas-microsoft-com:office:smarttags" w:element="PersonName">
        <w:smartTagPr>
          <w:attr w:name="ProductID" w:val="la passerelle. Leurs"/>
        </w:smartTagPr>
        <w:r w:rsidRPr="006E36B9">
          <w:t>la passerelle. Leurs</w:t>
        </w:r>
      </w:smartTag>
      <w:r w:rsidRPr="006E36B9">
        <w:t xml:space="preserve"> phrases aussi douces que leurs voix cisèlent des mots d’adieu qu’eût aimés le grand Roi. Le paquebot s’éloigne. Nous agitons nos chapeaux et le tangage du bateau devient une révérence.</w:t>
      </w:r>
    </w:p>
    <w:p w14:paraId="441C7DAE" w14:textId="77777777" w:rsidR="00EE7519" w:rsidRPr="00006BCB" w:rsidRDefault="00EE7519" w:rsidP="00EE7519">
      <w:pPr>
        <w:pStyle w:val="Titre1"/>
        <w:spacing w:before="2640"/>
        <w:rPr>
          <w:sz w:val="60"/>
          <w:szCs w:val="60"/>
        </w:rPr>
      </w:pPr>
      <w:bookmarkStart w:id="67" w:name="_TOC155598"/>
      <w:bookmarkStart w:id="68" w:name="_Toc195610671"/>
      <w:bookmarkEnd w:id="67"/>
      <w:r w:rsidRPr="00006BCB">
        <w:rPr>
          <w:sz w:val="60"/>
          <w:szCs w:val="60"/>
        </w:rPr>
        <w:lastRenderedPageBreak/>
        <w:t>RETOUR</w:t>
      </w:r>
      <w:bookmarkEnd w:id="68"/>
    </w:p>
    <w:p w14:paraId="140E469E" w14:textId="77777777" w:rsidR="00EE7519" w:rsidRPr="00006BCB" w:rsidRDefault="00EE7519" w:rsidP="00EE7519">
      <w:pPr>
        <w:pStyle w:val="Titre2"/>
        <w:rPr>
          <w:szCs w:val="44"/>
        </w:rPr>
      </w:pPr>
      <w:bookmarkStart w:id="69" w:name="_TOC155606"/>
      <w:bookmarkStart w:id="70" w:name="_Toc195610672"/>
      <w:bookmarkEnd w:id="69"/>
      <w:r w:rsidRPr="00006BCB">
        <w:rPr>
          <w:szCs w:val="44"/>
        </w:rPr>
        <w:lastRenderedPageBreak/>
        <w:t>VERS LE CONTINENT</w:t>
      </w:r>
      <w:bookmarkEnd w:id="70"/>
    </w:p>
    <w:p w14:paraId="02B7DD0A" w14:textId="77777777" w:rsidR="00EE7519" w:rsidRPr="006E36B9" w:rsidRDefault="00EE7519" w:rsidP="00EE7519">
      <w:r w:rsidRPr="006E36B9">
        <w:t>La bienveillance du Commandant nous permet de passer tout près de Madère. L’île s’arrondit à bâbord, ocrée, nue, rude comme un conte espagnol. Carrées, de petites maisons blanches s’éparpillent, accrochées au flanc des rochers, ramassées autour d’une église, crinquées au sommet d’une colline.</w:t>
      </w:r>
    </w:p>
    <w:p w14:paraId="62A7809A" w14:textId="77777777" w:rsidR="00EE7519" w:rsidRPr="006E36B9" w:rsidRDefault="00EE7519" w:rsidP="00EE7519">
      <w:r w:rsidRPr="006E36B9">
        <w:t>Plus de cocotiers ! Plus de forêts ! Plus de récifs de corail ! C’est le retour.</w:t>
      </w:r>
    </w:p>
    <w:p w14:paraId="4EFD8816" w14:textId="77777777" w:rsidR="00EE7519" w:rsidRPr="006E36B9" w:rsidRDefault="00EE7519" w:rsidP="00EE7519">
      <w:pPr>
        <w:pStyle w:val="Centr"/>
      </w:pPr>
      <w:r w:rsidRPr="006E36B9">
        <w:t>*</w:t>
      </w:r>
    </w:p>
    <w:p w14:paraId="6F5A934C" w14:textId="77777777" w:rsidR="00EE7519" w:rsidRPr="006E36B9" w:rsidRDefault="00EE7519" w:rsidP="00EE7519">
      <w:r w:rsidRPr="006E36B9">
        <w:t>Traversé de nuit, le Détroit de Gibraltar élève sur bâbord et tribord une double masse plus sombre que la nuit. À droite et à gauche, des lumières s’inscrivent comme des notes de musique sur la double portée de l’ombre. Nous glissons entre les deux, tandis qu’à l’arrière du bateau, une bande de marsouins joue dans la traînée de lune.</w:t>
      </w:r>
    </w:p>
    <w:p w14:paraId="00D1CC9D" w14:textId="77777777" w:rsidR="00EE7519" w:rsidRPr="006E36B9" w:rsidRDefault="00EE7519" w:rsidP="00EE7519">
      <w:pPr>
        <w:pStyle w:val="Centr"/>
      </w:pPr>
      <w:r w:rsidRPr="006E36B9">
        <w:t>*</w:t>
      </w:r>
    </w:p>
    <w:p w14:paraId="0BA35C35" w14:textId="77777777" w:rsidR="00EE7519" w:rsidRPr="006E36B9" w:rsidRDefault="00EE7519" w:rsidP="00EE7519">
      <w:r w:rsidRPr="006E36B9">
        <w:t>Nous longeons l’Espagne. En plus atténuées, les couleurs rappellent celles d’Aden mais la neige trace au sommet des montagnes des arabesques blanches. Sur la côte, un chapelet de villages espacés anime seul la terre dénudée.</w:t>
      </w:r>
      <w:r w:rsidR="00F577F0">
        <w:t xml:space="preserve"> </w:t>
      </w:r>
      <w:r w:rsidRPr="006E36B9">
        <w:t>Pourquoi Don Quichotte ne dresse-t-il pas sa silhouette l</w:t>
      </w:r>
      <w:r w:rsidRPr="006E36B9">
        <w:t>é</w:t>
      </w:r>
      <w:r w:rsidRPr="006E36B9">
        <w:t>gendaire au bord de ce rocher ? Gréées de voiles latines, des barques de pêche da</w:t>
      </w:r>
      <w:r w:rsidRPr="006E36B9">
        <w:t>n</w:t>
      </w:r>
      <w:r w:rsidRPr="006E36B9">
        <w:t>sent sur les lames courtes et le bateau doit faire un large détour pour éviter les filets.</w:t>
      </w:r>
    </w:p>
    <w:p w14:paraId="15152770" w14:textId="77777777" w:rsidR="00EE7519" w:rsidRPr="006E36B9" w:rsidRDefault="00EE7519" w:rsidP="00EE7519">
      <w:pPr>
        <w:pStyle w:val="Centr"/>
      </w:pPr>
      <w:r w:rsidRPr="006E36B9">
        <w:t>*</w:t>
      </w:r>
    </w:p>
    <w:p w14:paraId="6796ABEB" w14:textId="77777777" w:rsidR="00EE7519" w:rsidRPr="006E36B9" w:rsidRDefault="00EE7519" w:rsidP="00EE7519">
      <w:r w:rsidRPr="006E36B9">
        <w:lastRenderedPageBreak/>
        <w:t>Chefs de troupes ou de clans, nous aimons à faire jouer les garçons ; nous amusant nous-mêmes autant qu’eux. La veille de l’arrivée, nous nous réunissons au salon pour une dernière so</w:t>
      </w:r>
      <w:r w:rsidRPr="006E36B9">
        <w:t>i</w:t>
      </w:r>
      <w:r w:rsidRPr="006E36B9">
        <w:t>rée. L’un de nous lance ce petit jeu qui consiste à raconter une aventure en se passant la parole les uns aux autres. Chacun di</w:t>
      </w:r>
      <w:r w:rsidRPr="006E36B9">
        <w:t>s</w:t>
      </w:r>
      <w:r w:rsidRPr="006E36B9">
        <w:t>pose de quinze secondes puis s’arrête et le suivant doit repre</w:t>
      </w:r>
      <w:r w:rsidRPr="006E36B9">
        <w:t>n</w:t>
      </w:r>
      <w:r w:rsidRPr="006E36B9">
        <w:t>dre le fil de l’histoire. Nous évoquons ainsi notre périple autour du monde. Comme une pierre plate qui ricoche au ras de l’eau, la parole saute de l’un à l’autre, en un jaillissement de souvenirs. Pittoresques, attendrissantes, tristes ou gaies, les anecdotes s’enchaînent. Puis le silence retombe. La pierre plate vient de couler au fond. Notre beau voyage est fini.</w:t>
      </w:r>
    </w:p>
    <w:p w14:paraId="1A4E4FB8" w14:textId="77777777" w:rsidR="00EE7519" w:rsidRPr="006E36B9" w:rsidRDefault="00EE7519" w:rsidP="00EE7519">
      <w:r w:rsidRPr="006E36B9">
        <w:t>Debout, les bras croisés,</w:t>
      </w:r>
    </w:p>
    <w:p w14:paraId="495512DF" w14:textId="77777777" w:rsidR="00EE7519" w:rsidRPr="006E36B9" w:rsidRDefault="00EE7519" w:rsidP="00EE7519">
      <w:r w:rsidRPr="006E36B9">
        <w:t>« Nous formons de nos mains qui s’enlacent »</w:t>
      </w:r>
    </w:p>
    <w:p w14:paraId="5FC1C45C" w14:textId="77777777" w:rsidR="00EE7519" w:rsidRPr="006E36B9" w:rsidRDefault="00EE7519" w:rsidP="00EE7519">
      <w:r w:rsidRPr="006E36B9">
        <w:t>« Une chaîne d’amour »</w:t>
      </w:r>
    </w:p>
    <w:p w14:paraId="2796E4F9" w14:textId="77777777" w:rsidR="00EE7519" w:rsidRPr="006E36B9" w:rsidRDefault="00EE7519" w:rsidP="00EE7519">
      <w:pPr>
        <w:pStyle w:val="NormalSansIndent"/>
      </w:pPr>
      <w:r w:rsidRPr="006E36B9">
        <w:t>et le chant des Adieux monte à nos lèvres.</w:t>
      </w:r>
    </w:p>
    <w:p w14:paraId="62DAFF58" w14:textId="77777777" w:rsidR="00EE7519" w:rsidRPr="00006BCB" w:rsidRDefault="00EE7519" w:rsidP="00EE7519">
      <w:pPr>
        <w:pStyle w:val="Titre2"/>
        <w:rPr>
          <w:szCs w:val="44"/>
        </w:rPr>
      </w:pPr>
      <w:bookmarkStart w:id="71" w:name="_TOC157680"/>
      <w:bookmarkStart w:id="72" w:name="_Toc195610673"/>
      <w:bookmarkEnd w:id="71"/>
      <w:r w:rsidRPr="00006BCB">
        <w:rPr>
          <w:szCs w:val="44"/>
        </w:rPr>
        <w:lastRenderedPageBreak/>
        <w:t>EN FRANCE</w:t>
      </w:r>
      <w:bookmarkEnd w:id="72"/>
    </w:p>
    <w:p w14:paraId="0682B979" w14:textId="77777777" w:rsidR="00EE7519" w:rsidRPr="006E36B9" w:rsidRDefault="00EE7519" w:rsidP="00EE7519">
      <w:r w:rsidRPr="006E36B9">
        <w:t>Le rapide de Paris nous entraîne. Pourquoi les arbres n’ont-ils pas de feuilles ?</w:t>
      </w:r>
    </w:p>
    <w:p w14:paraId="60121D03" w14:textId="77777777" w:rsidR="00EE7519" w:rsidRPr="006E36B9" w:rsidRDefault="00EE7519" w:rsidP="00EE7519">
      <w:r w:rsidRPr="006E36B9">
        <w:t>Pourquoi sont-ils aussi petits, ridicules comme des pl</w:t>
      </w:r>
      <w:r w:rsidRPr="006E36B9">
        <w:t>u</w:t>
      </w:r>
      <w:r w:rsidRPr="006E36B9">
        <w:t>meaux plantés çà et là par des gamins ? Où donc est le soleil ? Pourquoi les gens s’entassent-ils dans des maisons aux étages superposés alors que là-bas, il y a tant de place et de lumières ?</w:t>
      </w:r>
    </w:p>
    <w:p w14:paraId="31EFF5ED" w14:textId="77777777" w:rsidR="00EE7519" w:rsidRPr="006E36B9" w:rsidRDefault="00EE7519" w:rsidP="00EE7519">
      <w:r w:rsidRPr="006E36B9">
        <w:t>Mais, construits en pierre, des villages se pelotonnent au pied des églises qui sont presque des cathédrales. Des enclos se referment autour des vieux mas. Des paysans travaillent. Des ruines de châteaux couronnent des pitons de rochers. Après tant de pays neufs, nous retrouvons la France bâtie sur de l’histoire. Le paysage est à une échelle différente de « là-bas », mais plus calme, mieux proportionné, plus logique.</w:t>
      </w:r>
    </w:p>
    <w:p w14:paraId="5DBA45E9" w14:textId="77777777" w:rsidR="00EE7519" w:rsidRPr="006E36B9" w:rsidRDefault="00EE7519" w:rsidP="00EE7519">
      <w:r w:rsidRPr="006E36B9">
        <w:t xml:space="preserve">Étonnés, nous nous apercevons que, pendant notre long voyage, nous avons appris à « voir » ; nous apprécions mieux qu’au départ les teintes délicates, les nuances infinies de nos paysages français. Des arbres sulfatés deviennent des motifs de bronze vert. Les tons fondus, </w:t>
      </w:r>
      <w:r>
        <w:t>l</w:t>
      </w:r>
      <w:r w:rsidRPr="006E36B9">
        <w:t xml:space="preserve">es demi-teintes sont des fresques de </w:t>
      </w:r>
      <w:proofErr w:type="spellStart"/>
      <w:r w:rsidRPr="006E36B9">
        <w:t>Puvis</w:t>
      </w:r>
      <w:proofErr w:type="spellEnd"/>
      <w:r w:rsidRPr="006E36B9">
        <w:t xml:space="preserve"> de Chavannes.</w:t>
      </w:r>
    </w:p>
    <w:p w14:paraId="4E18DA0E" w14:textId="77777777" w:rsidR="00EE7519" w:rsidRPr="006E36B9" w:rsidRDefault="00EE7519" w:rsidP="00EE7519">
      <w:pPr>
        <w:pStyle w:val="Centr"/>
      </w:pPr>
      <w:r w:rsidRPr="006E36B9">
        <w:t>*</w:t>
      </w:r>
    </w:p>
    <w:p w14:paraId="2A721FD5" w14:textId="77777777" w:rsidR="00EE7519" w:rsidRPr="006E36B9" w:rsidRDefault="00EE7519" w:rsidP="00EE7519">
      <w:r w:rsidRPr="006E36B9">
        <w:t>Paris ! Hélas ! Ses autobus ! Ses taxis ! Ses foules affairées qui courent dans les rues ! Ma chambre assiégée de bruits !</w:t>
      </w:r>
    </w:p>
    <w:p w14:paraId="773BF290" w14:textId="77777777" w:rsidR="00EE7519" w:rsidRPr="006E36B9" w:rsidRDefault="00EE7519" w:rsidP="00EE7519">
      <w:r w:rsidRPr="006E36B9">
        <w:t xml:space="preserve">La mappemonde est toujours là sur ma table ! Il me semble qu’un courant d’air vient de passer en sifflant par </w:t>
      </w:r>
      <w:smartTag w:uri="urn:schemas-microsoft-com:office:smarttags" w:element="PersonName">
        <w:smartTagPr>
          <w:attr w:name="ProductID" w:val="la fen￪tre. Sans"/>
        </w:smartTagPr>
        <w:r w:rsidRPr="006E36B9">
          <w:t>la fenêtre. Sans</w:t>
        </w:r>
      </w:smartTag>
      <w:r w:rsidRPr="006E36B9">
        <w:t xml:space="preserve"> doute le Troll des légendes scandinaves vient-il de s’échapper après m’avoir conduit pendant quatre mois aux </w:t>
      </w:r>
      <w:r w:rsidRPr="006E36B9">
        <w:lastRenderedPageBreak/>
        <w:t xml:space="preserve">pays de soleil et de lumière. Machinalement mes doigts effleurent </w:t>
      </w:r>
      <w:smartTag w:uri="urn:schemas-microsoft-com:office:smarttags" w:element="PersonName">
        <w:smartTagPr>
          <w:attr w:name="ProductID" w:val="la mappemonde. Maintenant"/>
        </w:smartTagPr>
        <w:r w:rsidRPr="006E36B9">
          <w:t>la mappemonde. Maintenant</w:t>
        </w:r>
      </w:smartTag>
      <w:r w:rsidRPr="006E36B9">
        <w:t>, les noms étranges : Aden, Tahiti, Raiatea, chantent la chanson des souvenirs…</w:t>
      </w:r>
    </w:p>
    <w:p w14:paraId="51D56364" w14:textId="77777777" w:rsidR="00EE7519" w:rsidRPr="006E36B9" w:rsidRDefault="00EE7519" w:rsidP="00EE7519">
      <w:r w:rsidRPr="006E36B9">
        <w:t>Tout se tait. Un seul mot, plus tenace, chante encore en moi : REPARTIR !</w:t>
      </w:r>
    </w:p>
    <w:p w14:paraId="0252CE85" w14:textId="77777777" w:rsidR="00033562" w:rsidRDefault="00EE7519" w:rsidP="00EE7519">
      <w:pPr>
        <w:pStyle w:val="Centr"/>
      </w:pPr>
      <w:r w:rsidRPr="006E36B9">
        <w:t>FIN</w:t>
      </w:r>
    </w:p>
    <w:p w14:paraId="3DC979F7" w14:textId="77777777" w:rsidR="00033562" w:rsidRDefault="00033562">
      <w:pPr>
        <w:sectPr w:rsidR="00033562" w:rsidSect="001021CA">
          <w:footerReference w:type="default" r:id="rId12"/>
          <w:endnotePr>
            <w:numFmt w:val="lowerLetter"/>
          </w:endnotePr>
          <w:pgSz w:w="11906" w:h="16838" w:code="9"/>
          <w:pgMar w:top="1134" w:right="1134" w:bottom="1134" w:left="1134" w:header="709" w:footer="709" w:gutter="0"/>
          <w:cols w:space="708"/>
          <w:titlePg/>
          <w:docGrid w:linePitch="360"/>
        </w:sectPr>
      </w:pPr>
    </w:p>
    <w:p w14:paraId="7558D4AB" w14:textId="77777777" w:rsidR="00033562" w:rsidRDefault="00033562" w:rsidP="009F7B37">
      <w:pPr>
        <w:pStyle w:val="Titre1"/>
        <w:spacing w:before="0" w:after="480"/>
      </w:pPr>
      <w:bookmarkStart w:id="73" w:name="_Toc195610674"/>
      <w:r>
        <w:lastRenderedPageBreak/>
        <w:t xml:space="preserve">À propos de cette </w:t>
      </w:r>
      <w:r w:rsidRPr="007C1C6B">
        <w:t>édition</w:t>
      </w:r>
      <w:r>
        <w:t xml:space="preserve"> électronique</w:t>
      </w:r>
      <w:bookmarkEnd w:id="73"/>
    </w:p>
    <w:p w14:paraId="16AEB981" w14:textId="77777777" w:rsidR="009F7B37" w:rsidRPr="00633842" w:rsidRDefault="009F7B37" w:rsidP="009F7B37">
      <w:pPr>
        <w:spacing w:before="180" w:after="180"/>
        <w:ind w:firstLine="0"/>
        <w:jc w:val="center"/>
        <w:rPr>
          <w:b/>
          <w:bCs/>
          <w:szCs w:val="32"/>
        </w:rPr>
      </w:pPr>
      <w:r w:rsidRPr="00633842">
        <w:rPr>
          <w:b/>
          <w:bCs/>
          <w:szCs w:val="32"/>
        </w:rPr>
        <w:t>Texte libre de droits.</w:t>
      </w:r>
    </w:p>
    <w:p w14:paraId="480F4415" w14:textId="77777777" w:rsidR="009F7B37" w:rsidRPr="00633842" w:rsidRDefault="009F7B37" w:rsidP="009F7B37">
      <w:pPr>
        <w:pStyle w:val="Centr"/>
        <w:spacing w:before="180" w:after="180"/>
      </w:pPr>
      <w:r w:rsidRPr="00633842">
        <w:t>Corrections, édition, conversion informatique et public</w:t>
      </w:r>
      <w:r w:rsidRPr="00633842">
        <w:t>a</w:t>
      </w:r>
      <w:r w:rsidRPr="00633842">
        <w:t>tion par le groupe :</w:t>
      </w:r>
    </w:p>
    <w:p w14:paraId="0CB3B8A4" w14:textId="77777777" w:rsidR="009F7B37" w:rsidRPr="00633842" w:rsidRDefault="009F7B37" w:rsidP="009F7B37">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65BF2B57" w14:textId="77777777" w:rsidR="009F7B37" w:rsidRPr="00633842" w:rsidRDefault="009F7B37" w:rsidP="009F7B37">
      <w:pPr>
        <w:pStyle w:val="Centr"/>
        <w:spacing w:before="180" w:after="180"/>
      </w:pPr>
      <w:hyperlink r:id="rId13" w:history="1">
        <w:r w:rsidRPr="00F74CD6">
          <w:rPr>
            <w:rStyle w:val="Lienhypertexte"/>
          </w:rPr>
          <w:t>https://groups.google.com/g/ebooksgratuits</w:t>
        </w:r>
      </w:hyperlink>
    </w:p>
    <w:p w14:paraId="71EE988C" w14:textId="12678330" w:rsidR="009F7B37" w:rsidRPr="00633842" w:rsidRDefault="009F7B37" w:rsidP="009F7B37">
      <w:pPr>
        <w:pStyle w:val="Centr"/>
        <w:spacing w:before="180" w:after="180"/>
      </w:pPr>
      <w:r w:rsidRPr="00633842">
        <w:t>Adresse du site web du groupe :</w:t>
      </w:r>
      <w:r w:rsidRPr="00633842">
        <w:br/>
      </w:r>
      <w:hyperlink r:id="rId14" w:history="1">
        <w:r w:rsidRPr="001D67EB">
          <w:rPr>
            <w:rStyle w:val="Lienhypertexte"/>
            <w:b/>
            <w:bCs/>
            <w:szCs w:val="32"/>
          </w:rPr>
          <w:t>http</w:t>
        </w:r>
        <w:r w:rsidRPr="001D67EB">
          <w:rPr>
            <w:rStyle w:val="Lienhypertexte"/>
            <w:b/>
            <w:bCs/>
            <w:szCs w:val="32"/>
          </w:rPr>
          <w:t>s</w:t>
        </w:r>
        <w:r w:rsidRPr="001D67EB">
          <w:rPr>
            <w:rStyle w:val="Lienhypertexte"/>
            <w:b/>
            <w:bCs/>
            <w:szCs w:val="32"/>
          </w:rPr>
          <w:t>://www.ebooksgratuits.com/</w:t>
        </w:r>
      </w:hyperlink>
    </w:p>
    <w:p w14:paraId="695F1AEF" w14:textId="77777777" w:rsidR="009F7B37" w:rsidRPr="00633842" w:rsidRDefault="009F7B37" w:rsidP="009F7B37">
      <w:pPr>
        <w:pStyle w:val="Centr"/>
        <w:spacing w:before="180" w:after="180"/>
      </w:pPr>
      <w:r w:rsidRPr="00633842">
        <w:t>—</w:t>
      </w:r>
    </w:p>
    <w:p w14:paraId="00992835" w14:textId="4DA8BE6B" w:rsidR="009F7B37" w:rsidRPr="00633842" w:rsidRDefault="009F7B37" w:rsidP="009F7B37">
      <w:pPr>
        <w:spacing w:before="180" w:after="180"/>
        <w:ind w:firstLine="0"/>
        <w:jc w:val="center"/>
        <w:rPr>
          <w:b/>
          <w:bCs/>
          <w:szCs w:val="32"/>
        </w:rPr>
      </w:pPr>
      <w:r>
        <w:rPr>
          <w:b/>
          <w:bCs/>
          <w:szCs w:val="32"/>
        </w:rPr>
        <w:t>Avril 2025</w:t>
      </w:r>
    </w:p>
    <w:p w14:paraId="0EA82384" w14:textId="77777777" w:rsidR="009F7B37" w:rsidRPr="00633842" w:rsidRDefault="009F7B37" w:rsidP="009F7B37">
      <w:pPr>
        <w:pStyle w:val="Centr"/>
        <w:spacing w:before="180" w:after="180"/>
      </w:pPr>
      <w:r w:rsidRPr="00633842">
        <w:t>—</w:t>
      </w:r>
    </w:p>
    <w:p w14:paraId="63674383" w14:textId="77777777" w:rsidR="009F7B37" w:rsidRPr="00633842" w:rsidRDefault="009F7B37" w:rsidP="009F7B37">
      <w:pPr>
        <w:spacing w:before="180" w:after="180"/>
      </w:pPr>
      <w:r w:rsidRPr="00633842">
        <w:t>– </w:t>
      </w:r>
      <w:r w:rsidRPr="00633842">
        <w:rPr>
          <w:b/>
        </w:rPr>
        <w:t>Élaboration de ce livre électronique</w:t>
      </w:r>
      <w:r w:rsidRPr="00633842">
        <w:t> :</w:t>
      </w:r>
    </w:p>
    <w:p w14:paraId="0B95E5A7" w14:textId="2AE43959" w:rsidR="009F7B37" w:rsidRPr="00633842" w:rsidRDefault="009F7B37" w:rsidP="009F7B37">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Pr="009F7B37">
        <w:t>Jean-Marc, Louise</w:t>
      </w:r>
      <w:r>
        <w:t xml:space="preserve">, </w:t>
      </w:r>
      <w:proofErr w:type="spellStart"/>
      <w:r>
        <w:t>Coolmicro</w:t>
      </w:r>
      <w:proofErr w:type="spellEnd"/>
      <w:r>
        <w:t>.</w:t>
      </w:r>
    </w:p>
    <w:p w14:paraId="1097E66D" w14:textId="77777777" w:rsidR="009F7B37" w:rsidRPr="00633842" w:rsidRDefault="009F7B37" w:rsidP="009F7B37">
      <w:pPr>
        <w:spacing w:before="180" w:after="180"/>
      </w:pPr>
      <w:r w:rsidRPr="00633842">
        <w:t>– </w:t>
      </w:r>
      <w:r w:rsidRPr="00633842">
        <w:rPr>
          <w:b/>
        </w:rPr>
        <w:t>Dispositions</w:t>
      </w:r>
      <w:r w:rsidRPr="00633842">
        <w:t> :</w:t>
      </w:r>
    </w:p>
    <w:p w14:paraId="2E6FA443" w14:textId="77777777" w:rsidR="009F7B37" w:rsidRPr="00633842" w:rsidRDefault="009F7B37" w:rsidP="009F7B37">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0BFD6ED1" w14:textId="77777777" w:rsidR="009F7B37" w:rsidRPr="00633842" w:rsidRDefault="009F7B37" w:rsidP="009F7B37">
      <w:pPr>
        <w:spacing w:before="180" w:after="180"/>
      </w:pPr>
      <w:r w:rsidRPr="00633842">
        <w:t>– </w:t>
      </w:r>
      <w:r w:rsidRPr="00633842">
        <w:rPr>
          <w:b/>
        </w:rPr>
        <w:t>Qualité</w:t>
      </w:r>
      <w:r w:rsidRPr="00633842">
        <w:t> :</w:t>
      </w:r>
    </w:p>
    <w:p w14:paraId="1490FE8D" w14:textId="77777777" w:rsidR="009F7B37" w:rsidRPr="00633842" w:rsidRDefault="009F7B37" w:rsidP="009F7B37">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19822AA9" w14:textId="77777777" w:rsidR="009F7B37" w:rsidRPr="00633842" w:rsidRDefault="009F7B37" w:rsidP="009F7B37">
      <w:pPr>
        <w:spacing w:before="180" w:after="180"/>
        <w:ind w:firstLine="0"/>
        <w:jc w:val="center"/>
        <w:rPr>
          <w:i/>
          <w:iCs/>
          <w:szCs w:val="32"/>
        </w:rPr>
      </w:pPr>
      <w:r w:rsidRPr="00633842">
        <w:rPr>
          <w:i/>
          <w:iCs/>
          <w:szCs w:val="32"/>
        </w:rPr>
        <w:t>Votre aide est la bienvenue !</w:t>
      </w:r>
    </w:p>
    <w:p w14:paraId="71D77C36" w14:textId="42EA2F90" w:rsidR="00033562" w:rsidRPr="007C1C6B" w:rsidRDefault="009F7B37" w:rsidP="009F7B37">
      <w:pPr>
        <w:pStyle w:val="Centr"/>
        <w:suppressAutoHyphens/>
        <w:spacing w:before="180" w:after="180"/>
      </w:pPr>
      <w:r w:rsidRPr="00633842">
        <w:t>VOUS POUVEZ NOUS AIDER À FAIRE CONNAÎTRE CES CLASSIQUES LITTÉRAIRES.</w:t>
      </w:r>
    </w:p>
    <w:sectPr w:rsidR="00033562" w:rsidRPr="007C1C6B" w:rsidSect="009F7B37">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424CA" w14:textId="77777777" w:rsidR="009E7F30" w:rsidRDefault="009E7F30">
      <w:r>
        <w:separator/>
      </w:r>
    </w:p>
  </w:endnote>
  <w:endnote w:type="continuationSeparator" w:id="0">
    <w:p w14:paraId="09D4195A" w14:textId="77777777" w:rsidR="009E7F30" w:rsidRDefault="009E7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B02A5" w14:textId="77777777" w:rsidR="001135DE" w:rsidRDefault="001135DE">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43248" w14:textId="77777777" w:rsidR="001135DE" w:rsidRDefault="001135DE">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FB513B">
      <w:rPr>
        <w:rStyle w:val="Numrodepage"/>
        <w:noProof/>
        <w:sz w:val="30"/>
        <w:szCs w:val="30"/>
      </w:rPr>
      <w:t>21</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E6E65" w14:textId="77777777" w:rsidR="009E7F30" w:rsidRDefault="009E7F30">
      <w:r>
        <w:separator/>
      </w:r>
    </w:p>
  </w:footnote>
  <w:footnote w:type="continuationSeparator" w:id="0">
    <w:p w14:paraId="73CDD25C" w14:textId="77777777" w:rsidR="009E7F30" w:rsidRDefault="009E7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784181412">
    <w:abstractNumId w:val="10"/>
  </w:num>
  <w:num w:numId="2" w16cid:durableId="1086414594">
    <w:abstractNumId w:val="11"/>
  </w:num>
  <w:num w:numId="3" w16cid:durableId="362441537">
    <w:abstractNumId w:val="12"/>
  </w:num>
  <w:num w:numId="4" w16cid:durableId="1850754086">
    <w:abstractNumId w:val="13"/>
  </w:num>
  <w:num w:numId="5" w16cid:durableId="903873006">
    <w:abstractNumId w:val="8"/>
  </w:num>
  <w:num w:numId="6" w16cid:durableId="743719561">
    <w:abstractNumId w:val="3"/>
  </w:num>
  <w:num w:numId="7" w16cid:durableId="1444418223">
    <w:abstractNumId w:val="2"/>
  </w:num>
  <w:num w:numId="8" w16cid:durableId="1724989030">
    <w:abstractNumId w:val="1"/>
  </w:num>
  <w:num w:numId="9" w16cid:durableId="2129082477">
    <w:abstractNumId w:val="0"/>
  </w:num>
  <w:num w:numId="10" w16cid:durableId="1832525994">
    <w:abstractNumId w:val="9"/>
  </w:num>
  <w:num w:numId="11" w16cid:durableId="1184437987">
    <w:abstractNumId w:val="7"/>
  </w:num>
  <w:num w:numId="12" w16cid:durableId="803432188">
    <w:abstractNumId w:val="6"/>
  </w:num>
  <w:num w:numId="13" w16cid:durableId="412093298">
    <w:abstractNumId w:val="5"/>
  </w:num>
  <w:num w:numId="14" w16cid:durableId="13833584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03DE7"/>
    <w:rsid w:val="000119AC"/>
    <w:rsid w:val="00021C38"/>
    <w:rsid w:val="00031B26"/>
    <w:rsid w:val="00033562"/>
    <w:rsid w:val="00035C3A"/>
    <w:rsid w:val="00037BD9"/>
    <w:rsid w:val="0005041B"/>
    <w:rsid w:val="000624DA"/>
    <w:rsid w:val="00066E2D"/>
    <w:rsid w:val="00077531"/>
    <w:rsid w:val="000807E8"/>
    <w:rsid w:val="000F7F4B"/>
    <w:rsid w:val="001021CA"/>
    <w:rsid w:val="0010298A"/>
    <w:rsid w:val="001135DE"/>
    <w:rsid w:val="00135025"/>
    <w:rsid w:val="001635FE"/>
    <w:rsid w:val="00176FA6"/>
    <w:rsid w:val="001B67DE"/>
    <w:rsid w:val="001E5F7A"/>
    <w:rsid w:val="00203135"/>
    <w:rsid w:val="00204FEC"/>
    <w:rsid w:val="00226F7B"/>
    <w:rsid w:val="00240A2F"/>
    <w:rsid w:val="0028376C"/>
    <w:rsid w:val="00284AF2"/>
    <w:rsid w:val="0029258C"/>
    <w:rsid w:val="002B38A6"/>
    <w:rsid w:val="002C7AD1"/>
    <w:rsid w:val="002E278F"/>
    <w:rsid w:val="002E4734"/>
    <w:rsid w:val="0032506F"/>
    <w:rsid w:val="00334302"/>
    <w:rsid w:val="00335365"/>
    <w:rsid w:val="00336E88"/>
    <w:rsid w:val="003569C5"/>
    <w:rsid w:val="00365E82"/>
    <w:rsid w:val="00367258"/>
    <w:rsid w:val="00385504"/>
    <w:rsid w:val="00392EF2"/>
    <w:rsid w:val="003E5FC8"/>
    <w:rsid w:val="003F6FF9"/>
    <w:rsid w:val="00420495"/>
    <w:rsid w:val="00431C66"/>
    <w:rsid w:val="004618A4"/>
    <w:rsid w:val="00463DC0"/>
    <w:rsid w:val="00466185"/>
    <w:rsid w:val="00473655"/>
    <w:rsid w:val="00473887"/>
    <w:rsid w:val="004856F7"/>
    <w:rsid w:val="004A4CBD"/>
    <w:rsid w:val="004C3D05"/>
    <w:rsid w:val="0051085B"/>
    <w:rsid w:val="005258CC"/>
    <w:rsid w:val="00551ED7"/>
    <w:rsid w:val="00554C93"/>
    <w:rsid w:val="00557F7B"/>
    <w:rsid w:val="00576E04"/>
    <w:rsid w:val="005C4D38"/>
    <w:rsid w:val="005D1248"/>
    <w:rsid w:val="005E3BC0"/>
    <w:rsid w:val="006073BB"/>
    <w:rsid w:val="0061214E"/>
    <w:rsid w:val="00635CB2"/>
    <w:rsid w:val="00640C4F"/>
    <w:rsid w:val="00644C0A"/>
    <w:rsid w:val="006E0342"/>
    <w:rsid w:val="00703D4D"/>
    <w:rsid w:val="00705271"/>
    <w:rsid w:val="00722EA0"/>
    <w:rsid w:val="00731357"/>
    <w:rsid w:val="00736A3B"/>
    <w:rsid w:val="00737E51"/>
    <w:rsid w:val="00740624"/>
    <w:rsid w:val="007549CD"/>
    <w:rsid w:val="0076257B"/>
    <w:rsid w:val="0076513E"/>
    <w:rsid w:val="0078241C"/>
    <w:rsid w:val="007841D8"/>
    <w:rsid w:val="007A353A"/>
    <w:rsid w:val="007B1648"/>
    <w:rsid w:val="007B6898"/>
    <w:rsid w:val="007C1C6B"/>
    <w:rsid w:val="007C56AC"/>
    <w:rsid w:val="007E0F7B"/>
    <w:rsid w:val="007F5860"/>
    <w:rsid w:val="00825620"/>
    <w:rsid w:val="00827367"/>
    <w:rsid w:val="00844929"/>
    <w:rsid w:val="00856DF4"/>
    <w:rsid w:val="00863B07"/>
    <w:rsid w:val="00870D14"/>
    <w:rsid w:val="008840CC"/>
    <w:rsid w:val="00895CEE"/>
    <w:rsid w:val="008A681E"/>
    <w:rsid w:val="008B7C68"/>
    <w:rsid w:val="008F106B"/>
    <w:rsid w:val="00913937"/>
    <w:rsid w:val="009167C2"/>
    <w:rsid w:val="00930A77"/>
    <w:rsid w:val="0094078D"/>
    <w:rsid w:val="00946EE4"/>
    <w:rsid w:val="00956C29"/>
    <w:rsid w:val="0098734D"/>
    <w:rsid w:val="009B3DDD"/>
    <w:rsid w:val="009E1EBC"/>
    <w:rsid w:val="009E7F30"/>
    <w:rsid w:val="009F7B37"/>
    <w:rsid w:val="00A32312"/>
    <w:rsid w:val="00AA40E6"/>
    <w:rsid w:val="00AB5337"/>
    <w:rsid w:val="00AE1F43"/>
    <w:rsid w:val="00AF0A3E"/>
    <w:rsid w:val="00B1136E"/>
    <w:rsid w:val="00B22021"/>
    <w:rsid w:val="00B2411C"/>
    <w:rsid w:val="00B241D4"/>
    <w:rsid w:val="00B256B9"/>
    <w:rsid w:val="00B43893"/>
    <w:rsid w:val="00B909AE"/>
    <w:rsid w:val="00BA7596"/>
    <w:rsid w:val="00BD0C07"/>
    <w:rsid w:val="00BF29E4"/>
    <w:rsid w:val="00C24FC0"/>
    <w:rsid w:val="00C323C1"/>
    <w:rsid w:val="00C34C4B"/>
    <w:rsid w:val="00C43D20"/>
    <w:rsid w:val="00C51E70"/>
    <w:rsid w:val="00C54194"/>
    <w:rsid w:val="00C82075"/>
    <w:rsid w:val="00C82867"/>
    <w:rsid w:val="00C877F6"/>
    <w:rsid w:val="00D02BDE"/>
    <w:rsid w:val="00D47BCF"/>
    <w:rsid w:val="00D51ED2"/>
    <w:rsid w:val="00D57E8F"/>
    <w:rsid w:val="00D60F1D"/>
    <w:rsid w:val="00D80434"/>
    <w:rsid w:val="00D8734A"/>
    <w:rsid w:val="00D9756D"/>
    <w:rsid w:val="00DD7BB4"/>
    <w:rsid w:val="00DF43DD"/>
    <w:rsid w:val="00E30FAD"/>
    <w:rsid w:val="00E35EE1"/>
    <w:rsid w:val="00E847C9"/>
    <w:rsid w:val="00E90A7B"/>
    <w:rsid w:val="00EE7519"/>
    <w:rsid w:val="00F03662"/>
    <w:rsid w:val="00F06C1B"/>
    <w:rsid w:val="00F110BC"/>
    <w:rsid w:val="00F2797D"/>
    <w:rsid w:val="00F42B6E"/>
    <w:rsid w:val="00F46C78"/>
    <w:rsid w:val="00F577F0"/>
    <w:rsid w:val="00F74495"/>
    <w:rsid w:val="00FB513B"/>
    <w:rsid w:val="00FB66B4"/>
    <w:rsid w:val="00FC11D0"/>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73978024"/>
  <w15:chartTrackingRefBased/>
  <w15:docId w15:val="{8517FBF6-4A1B-4EE9-A6A7-E88B861DB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1CA"/>
    <w:pPr>
      <w:spacing w:before="240" w:after="240"/>
      <w:ind w:firstLine="680"/>
      <w:jc w:val="both"/>
    </w:pPr>
    <w:rPr>
      <w:rFonts w:ascii="Amasis30" w:hAnsi="Amasis30"/>
      <w:sz w:val="36"/>
      <w:szCs w:val="24"/>
    </w:rPr>
  </w:style>
  <w:style w:type="paragraph" w:styleId="Titre1">
    <w:name w:val="heading 1"/>
    <w:basedOn w:val="Normal"/>
    <w:next w:val="Normal"/>
    <w:qFormat/>
    <w:rsid w:val="001021CA"/>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1021CA"/>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1021CA"/>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1021CA"/>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1021CA"/>
  </w:style>
  <w:style w:type="character" w:styleId="Lienhypertexte">
    <w:name w:val="Hyperlink"/>
    <w:uiPriority w:val="99"/>
    <w:rsid w:val="001021CA"/>
    <w:rPr>
      <w:rFonts w:ascii="Amasis30" w:hAnsi="Amasis30"/>
      <w:color w:val="004080"/>
      <w:u w:val="single"/>
    </w:rPr>
  </w:style>
  <w:style w:type="paragraph" w:styleId="Explorateurdedocuments">
    <w:name w:val="Document Map"/>
    <w:basedOn w:val="Normal"/>
    <w:semiHidden/>
    <w:rsid w:val="001021CA"/>
    <w:pPr>
      <w:shd w:val="clear" w:color="auto" w:fill="000080"/>
    </w:pPr>
    <w:rPr>
      <w:rFonts w:ascii="Tahoma" w:hAnsi="Tahoma" w:cs="Tahoma"/>
    </w:rPr>
  </w:style>
  <w:style w:type="paragraph" w:styleId="TM1">
    <w:name w:val="toc 1"/>
    <w:basedOn w:val="Normal"/>
    <w:next w:val="Normal"/>
    <w:autoRedefine/>
    <w:uiPriority w:val="39"/>
    <w:rsid w:val="001021CA"/>
    <w:pPr>
      <w:tabs>
        <w:tab w:val="right" w:leader="dot" w:pos="9639"/>
      </w:tabs>
      <w:spacing w:before="180" w:after="180"/>
      <w:ind w:firstLine="0"/>
      <w:jc w:val="left"/>
    </w:pPr>
    <w:rPr>
      <w:bCs/>
      <w:iCs/>
      <w:noProof/>
      <w:color w:val="000080"/>
      <w:szCs w:val="28"/>
    </w:rPr>
  </w:style>
  <w:style w:type="paragraph" w:styleId="En-tte">
    <w:name w:val="header"/>
    <w:basedOn w:val="Normal"/>
    <w:rsid w:val="001021CA"/>
    <w:pPr>
      <w:tabs>
        <w:tab w:val="center" w:pos="4536"/>
        <w:tab w:val="right" w:pos="9072"/>
      </w:tabs>
    </w:pPr>
  </w:style>
  <w:style w:type="paragraph" w:styleId="Pieddepage">
    <w:name w:val="footer"/>
    <w:basedOn w:val="Normal"/>
    <w:rsid w:val="001021CA"/>
    <w:pPr>
      <w:tabs>
        <w:tab w:val="center" w:pos="4536"/>
        <w:tab w:val="right" w:pos="9072"/>
      </w:tabs>
      <w:ind w:firstLine="0"/>
      <w:jc w:val="center"/>
    </w:pPr>
    <w:rPr>
      <w:sz w:val="32"/>
    </w:rPr>
  </w:style>
  <w:style w:type="character" w:styleId="Numrodepage">
    <w:name w:val="page number"/>
    <w:basedOn w:val="Policepardfaut"/>
    <w:rsid w:val="001021CA"/>
  </w:style>
  <w:style w:type="paragraph" w:styleId="TM2">
    <w:name w:val="toc 2"/>
    <w:basedOn w:val="Normal"/>
    <w:next w:val="Normal"/>
    <w:autoRedefine/>
    <w:uiPriority w:val="39"/>
    <w:rsid w:val="001021CA"/>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1021CA"/>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1021CA"/>
    <w:pPr>
      <w:ind w:left="780"/>
    </w:pPr>
  </w:style>
  <w:style w:type="paragraph" w:styleId="TM5">
    <w:name w:val="toc 5"/>
    <w:basedOn w:val="Normal"/>
    <w:next w:val="Normal"/>
    <w:autoRedefine/>
    <w:semiHidden/>
    <w:rsid w:val="001021CA"/>
    <w:pPr>
      <w:ind w:left="1040"/>
    </w:pPr>
  </w:style>
  <w:style w:type="paragraph" w:styleId="TM6">
    <w:name w:val="toc 6"/>
    <w:basedOn w:val="Normal"/>
    <w:next w:val="Normal"/>
    <w:autoRedefine/>
    <w:semiHidden/>
    <w:rsid w:val="001021CA"/>
    <w:pPr>
      <w:ind w:left="1300"/>
    </w:pPr>
  </w:style>
  <w:style w:type="paragraph" w:styleId="TM7">
    <w:name w:val="toc 7"/>
    <w:basedOn w:val="Normal"/>
    <w:next w:val="Normal"/>
    <w:autoRedefine/>
    <w:semiHidden/>
    <w:rsid w:val="001021CA"/>
    <w:pPr>
      <w:ind w:left="1560"/>
    </w:pPr>
  </w:style>
  <w:style w:type="paragraph" w:styleId="TM8">
    <w:name w:val="toc 8"/>
    <w:basedOn w:val="Normal"/>
    <w:next w:val="Normal"/>
    <w:autoRedefine/>
    <w:semiHidden/>
    <w:rsid w:val="001021CA"/>
    <w:pPr>
      <w:ind w:left="1820"/>
    </w:pPr>
  </w:style>
  <w:style w:type="paragraph" w:styleId="TM9">
    <w:name w:val="toc 9"/>
    <w:basedOn w:val="Normal"/>
    <w:next w:val="Normal"/>
    <w:autoRedefine/>
    <w:semiHidden/>
    <w:rsid w:val="001021CA"/>
    <w:pPr>
      <w:ind w:left="2080"/>
    </w:pPr>
  </w:style>
  <w:style w:type="character" w:styleId="Appelnotedebasdep">
    <w:name w:val="footnote reference"/>
    <w:qFormat/>
    <w:rsid w:val="001021CA"/>
    <w:rPr>
      <w:rFonts w:ascii="Amasis30" w:hAnsi="Amasis30"/>
      <w:b/>
      <w:sz w:val="36"/>
      <w:vertAlign w:val="superscript"/>
    </w:rPr>
  </w:style>
  <w:style w:type="paragraph" w:styleId="Notedebasdepage">
    <w:name w:val="footnote text"/>
    <w:basedOn w:val="Taille-1Normal"/>
    <w:qFormat/>
    <w:rsid w:val="001021CA"/>
    <w:rPr>
      <w:szCs w:val="30"/>
    </w:rPr>
  </w:style>
  <w:style w:type="paragraph" w:customStyle="1" w:styleId="Taille-1Normal">
    <w:name w:val="Taille-1Normal"/>
    <w:basedOn w:val="Normal"/>
    <w:rsid w:val="001021CA"/>
    <w:rPr>
      <w:sz w:val="32"/>
      <w:szCs w:val="28"/>
    </w:rPr>
  </w:style>
  <w:style w:type="paragraph" w:customStyle="1" w:styleId="Auteur">
    <w:name w:val="Auteur"/>
    <w:basedOn w:val="Normal"/>
    <w:rsid w:val="001021CA"/>
    <w:pPr>
      <w:spacing w:before="0" w:after="1800"/>
      <w:ind w:right="851" w:firstLine="0"/>
      <w:jc w:val="right"/>
    </w:pPr>
    <w:rPr>
      <w:sz w:val="48"/>
    </w:rPr>
  </w:style>
  <w:style w:type="paragraph" w:customStyle="1" w:styleId="Titrelivre">
    <w:name w:val="Titre_livre"/>
    <w:basedOn w:val="Normal"/>
    <w:rsid w:val="001021CA"/>
    <w:pPr>
      <w:spacing w:before="0" w:after="1200"/>
      <w:ind w:left="2268" w:right="851" w:firstLine="0"/>
      <w:jc w:val="right"/>
    </w:pPr>
    <w:rPr>
      <w:b/>
      <w:bCs/>
      <w:sz w:val="72"/>
    </w:rPr>
  </w:style>
  <w:style w:type="paragraph" w:customStyle="1" w:styleId="Soustitrelivre">
    <w:name w:val="Sous_titre_livre"/>
    <w:basedOn w:val="Normal"/>
    <w:rsid w:val="001021CA"/>
    <w:pPr>
      <w:spacing w:before="0" w:after="2160"/>
      <w:ind w:left="2268" w:right="851" w:firstLine="0"/>
      <w:jc w:val="right"/>
    </w:pPr>
    <w:rPr>
      <w:bCs/>
      <w:sz w:val="44"/>
      <w:szCs w:val="36"/>
    </w:rPr>
  </w:style>
  <w:style w:type="paragraph" w:customStyle="1" w:styleId="Photoauteur">
    <w:name w:val="Photo_auteur"/>
    <w:basedOn w:val="Normal"/>
    <w:rsid w:val="001021CA"/>
    <w:pPr>
      <w:spacing w:after="1080"/>
      <w:ind w:left="2268" w:firstLine="0"/>
      <w:jc w:val="center"/>
    </w:pPr>
    <w:rPr>
      <w:noProof/>
    </w:rPr>
  </w:style>
  <w:style w:type="paragraph" w:customStyle="1" w:styleId="DateSortie">
    <w:name w:val="Date_Sortie"/>
    <w:basedOn w:val="Normal"/>
    <w:rsid w:val="001021CA"/>
    <w:pPr>
      <w:spacing w:before="0" w:after="0"/>
      <w:ind w:right="1418" w:firstLine="0"/>
      <w:jc w:val="right"/>
    </w:pPr>
    <w:rPr>
      <w:bCs/>
      <w:sz w:val="40"/>
    </w:rPr>
  </w:style>
  <w:style w:type="paragraph" w:customStyle="1" w:styleId="Titretablematires">
    <w:name w:val="Titre table matières"/>
    <w:basedOn w:val="Normal"/>
    <w:rsid w:val="001021CA"/>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1021CA"/>
    <w:pPr>
      <w:ind w:firstLine="0"/>
      <w:jc w:val="center"/>
    </w:pPr>
    <w:rPr>
      <w:szCs w:val="20"/>
    </w:rPr>
  </w:style>
  <w:style w:type="paragraph" w:customStyle="1" w:styleId="NormalSansIndent">
    <w:name w:val="NormalSansIndent"/>
    <w:basedOn w:val="Normal"/>
    <w:rsid w:val="001021CA"/>
    <w:pPr>
      <w:ind w:firstLine="0"/>
    </w:pPr>
    <w:rPr>
      <w:szCs w:val="20"/>
    </w:rPr>
  </w:style>
  <w:style w:type="paragraph" w:customStyle="1" w:styleId="NormalSolidaire">
    <w:name w:val="NormalSolidaire"/>
    <w:basedOn w:val="Normal"/>
    <w:qFormat/>
    <w:rsid w:val="001021CA"/>
    <w:pPr>
      <w:keepNext/>
    </w:pPr>
  </w:style>
  <w:style w:type="paragraph" w:customStyle="1" w:styleId="NormalSautPageAvant">
    <w:name w:val="NormalSautPageAvant"/>
    <w:basedOn w:val="Normal"/>
    <w:qFormat/>
    <w:rsid w:val="001021CA"/>
    <w:pPr>
      <w:pageBreakBefore/>
    </w:pPr>
  </w:style>
  <w:style w:type="paragraph" w:customStyle="1" w:styleId="NormalEspAvtGrand">
    <w:name w:val="NormalEspAvtGrand"/>
    <w:basedOn w:val="Normal"/>
    <w:rsid w:val="001021CA"/>
    <w:pPr>
      <w:spacing w:before="2640"/>
    </w:pPr>
    <w:rPr>
      <w:szCs w:val="20"/>
    </w:rPr>
  </w:style>
  <w:style w:type="paragraph" w:customStyle="1" w:styleId="CentrEspAvt0">
    <w:name w:val="CentréEspAvt0"/>
    <w:basedOn w:val="Centr"/>
    <w:next w:val="CentrEspAvt0EspApr0"/>
    <w:rsid w:val="001021CA"/>
    <w:pPr>
      <w:spacing w:before="0"/>
    </w:pPr>
  </w:style>
  <w:style w:type="paragraph" w:customStyle="1" w:styleId="CentrEspAvt0EspApr0">
    <w:name w:val="CentréEspAvt0EspApr0"/>
    <w:basedOn w:val="Centr"/>
    <w:rsid w:val="001021CA"/>
    <w:pPr>
      <w:spacing w:before="0" w:after="0"/>
    </w:pPr>
  </w:style>
  <w:style w:type="paragraph" w:customStyle="1" w:styleId="CentrEspApr0">
    <w:name w:val="CentréEspApr0"/>
    <w:basedOn w:val="Centr"/>
    <w:next w:val="Normal"/>
    <w:rsid w:val="001021CA"/>
    <w:pPr>
      <w:spacing w:after="0"/>
    </w:pPr>
  </w:style>
  <w:style w:type="paragraph" w:customStyle="1" w:styleId="Droite">
    <w:name w:val="Droite"/>
    <w:basedOn w:val="Normal"/>
    <w:next w:val="Normal"/>
    <w:rsid w:val="001021CA"/>
    <w:pPr>
      <w:ind w:firstLine="0"/>
      <w:jc w:val="right"/>
    </w:pPr>
    <w:rPr>
      <w:szCs w:val="20"/>
    </w:rPr>
  </w:style>
  <w:style w:type="paragraph" w:customStyle="1" w:styleId="DroiteRetraitGauche1X">
    <w:name w:val="DroiteRetraitGauche1X"/>
    <w:basedOn w:val="Droite"/>
    <w:next w:val="Normal"/>
    <w:rsid w:val="001021CA"/>
    <w:pPr>
      <w:ind w:left="680"/>
    </w:pPr>
  </w:style>
  <w:style w:type="paragraph" w:customStyle="1" w:styleId="DroiteRetraitGauche2X">
    <w:name w:val="DroiteRetraitGauche2X"/>
    <w:basedOn w:val="Droite"/>
    <w:next w:val="Normal"/>
    <w:rsid w:val="001021CA"/>
    <w:pPr>
      <w:ind w:left="1361"/>
    </w:pPr>
  </w:style>
  <w:style w:type="paragraph" w:customStyle="1" w:styleId="DroiteRetraitGauche3X">
    <w:name w:val="DroiteRetraitGauche3X"/>
    <w:basedOn w:val="Droite"/>
    <w:next w:val="Normal"/>
    <w:rsid w:val="001021CA"/>
    <w:pPr>
      <w:ind w:left="2041"/>
    </w:pPr>
  </w:style>
  <w:style w:type="paragraph" w:customStyle="1" w:styleId="DroiteRetraitGauche4X">
    <w:name w:val="DroiteRetraitGauche4X"/>
    <w:basedOn w:val="Droite"/>
    <w:next w:val="Normal"/>
    <w:rsid w:val="001021CA"/>
    <w:pPr>
      <w:ind w:left="2722"/>
    </w:pPr>
  </w:style>
  <w:style w:type="paragraph" w:customStyle="1" w:styleId="Taille-1RetraitGauche1X">
    <w:name w:val="Taille-1RetraitGauche1X"/>
    <w:basedOn w:val="Taille-1Normal"/>
    <w:rsid w:val="001021CA"/>
    <w:pPr>
      <w:ind w:left="680"/>
    </w:pPr>
    <w:rPr>
      <w:szCs w:val="20"/>
    </w:rPr>
  </w:style>
  <w:style w:type="paragraph" w:customStyle="1" w:styleId="Taille-1RetraitGauche2X">
    <w:name w:val="Taille-1RetraitGauche2X"/>
    <w:basedOn w:val="Taille-1Normal"/>
    <w:rsid w:val="001021CA"/>
    <w:pPr>
      <w:ind w:left="1361"/>
    </w:pPr>
    <w:rPr>
      <w:szCs w:val="20"/>
    </w:rPr>
  </w:style>
  <w:style w:type="paragraph" w:customStyle="1" w:styleId="Taille-1RetraitGauche3X">
    <w:name w:val="Taille-1RetraitGauche3X"/>
    <w:basedOn w:val="Taille-1Normal"/>
    <w:rsid w:val="001021CA"/>
    <w:pPr>
      <w:ind w:left="2041"/>
    </w:pPr>
    <w:rPr>
      <w:szCs w:val="20"/>
    </w:rPr>
  </w:style>
  <w:style w:type="paragraph" w:customStyle="1" w:styleId="Taille-1RetraitGauche1XIndent0">
    <w:name w:val="Taille-1RetraitGauche1XIndent0"/>
    <w:basedOn w:val="Taille-1RetraitGauche1X"/>
    <w:rsid w:val="001021CA"/>
    <w:pPr>
      <w:ind w:firstLine="0"/>
    </w:pPr>
  </w:style>
  <w:style w:type="paragraph" w:customStyle="1" w:styleId="Taille-1RetraitGauche2XIndent0">
    <w:name w:val="Taille-1RetraitGauche2XIndent0"/>
    <w:basedOn w:val="Taille-1RetraitGauche2X"/>
    <w:rsid w:val="001021CA"/>
    <w:pPr>
      <w:ind w:firstLine="0"/>
    </w:pPr>
  </w:style>
  <w:style w:type="paragraph" w:customStyle="1" w:styleId="Taille-1RetraitGauche3XIndent0">
    <w:name w:val="Taille-1RetraitGauche3XIndent0"/>
    <w:basedOn w:val="Taille-1RetraitGauche3X"/>
    <w:rsid w:val="001021CA"/>
    <w:pPr>
      <w:ind w:firstLine="0"/>
    </w:pPr>
  </w:style>
  <w:style w:type="paragraph" w:customStyle="1" w:styleId="Taille-1RetraitGauche4XIndent0">
    <w:name w:val="Taille-1RetraitGauche4XIndent0"/>
    <w:basedOn w:val="Taille-1Normal"/>
    <w:rsid w:val="001021CA"/>
    <w:pPr>
      <w:ind w:left="2722" w:firstLine="0"/>
    </w:pPr>
    <w:rPr>
      <w:szCs w:val="20"/>
    </w:rPr>
  </w:style>
  <w:style w:type="paragraph" w:customStyle="1" w:styleId="NormalRetraitGauche1X">
    <w:name w:val="NormalRetraitGauche1X"/>
    <w:basedOn w:val="Normal"/>
    <w:rsid w:val="001021CA"/>
    <w:pPr>
      <w:ind w:left="680"/>
    </w:pPr>
    <w:rPr>
      <w:szCs w:val="20"/>
    </w:rPr>
  </w:style>
  <w:style w:type="paragraph" w:customStyle="1" w:styleId="NormalRetraitGauche2X">
    <w:name w:val="NormalRetraitGauche2X"/>
    <w:basedOn w:val="Normal"/>
    <w:rsid w:val="001021CA"/>
    <w:pPr>
      <w:ind w:left="1361"/>
    </w:pPr>
    <w:rPr>
      <w:szCs w:val="20"/>
    </w:rPr>
  </w:style>
  <w:style w:type="paragraph" w:customStyle="1" w:styleId="NormalRetraitGauche3X">
    <w:name w:val="NormalRetraitGauche3X"/>
    <w:basedOn w:val="Normal"/>
    <w:rsid w:val="001021CA"/>
    <w:pPr>
      <w:ind w:left="2041"/>
    </w:pPr>
    <w:rPr>
      <w:szCs w:val="20"/>
    </w:rPr>
  </w:style>
  <w:style w:type="paragraph" w:customStyle="1" w:styleId="NormalRetraitGauche1XIndent0">
    <w:name w:val="NormalRetraitGauche1XIndent0"/>
    <w:basedOn w:val="NormalRetraitGauche1X"/>
    <w:rsid w:val="001021CA"/>
    <w:pPr>
      <w:ind w:firstLine="0"/>
    </w:pPr>
  </w:style>
  <w:style w:type="paragraph" w:customStyle="1" w:styleId="NormalRetraitGauche2XIndent0">
    <w:name w:val="NormalRetraitGauche2XIndent0"/>
    <w:basedOn w:val="NormalRetraitGauche2X"/>
    <w:rsid w:val="001021CA"/>
    <w:pPr>
      <w:ind w:firstLine="0"/>
    </w:pPr>
  </w:style>
  <w:style w:type="paragraph" w:customStyle="1" w:styleId="NormalRetraitGauche3XIndent0">
    <w:name w:val="NormalRetraitGauche3XIndent0"/>
    <w:basedOn w:val="NormalRetraitGauche3X"/>
    <w:rsid w:val="001021CA"/>
    <w:pPr>
      <w:ind w:firstLine="0"/>
    </w:pPr>
  </w:style>
  <w:style w:type="paragraph" w:customStyle="1" w:styleId="NormalRetraitGauche4XIndent0">
    <w:name w:val="NormalRetraitGauche4XIndent0"/>
    <w:basedOn w:val="Normal"/>
    <w:rsid w:val="001021CA"/>
    <w:pPr>
      <w:ind w:left="2722" w:firstLine="0"/>
    </w:pPr>
    <w:rPr>
      <w:szCs w:val="20"/>
    </w:rPr>
  </w:style>
  <w:style w:type="paragraph" w:styleId="Notedefin">
    <w:name w:val="endnote text"/>
    <w:basedOn w:val="Taille-1Normal"/>
    <w:link w:val="NotedefinCar"/>
    <w:uiPriority w:val="99"/>
    <w:semiHidden/>
    <w:unhideWhenUsed/>
    <w:qFormat/>
    <w:rsid w:val="001021CA"/>
    <w:rPr>
      <w:szCs w:val="20"/>
      <w:lang w:val="x-none" w:eastAsia="x-none"/>
    </w:rPr>
  </w:style>
  <w:style w:type="character" w:customStyle="1" w:styleId="NotedefinCar">
    <w:name w:val="Note de fin Car"/>
    <w:link w:val="Notedefin"/>
    <w:uiPriority w:val="99"/>
    <w:semiHidden/>
    <w:rsid w:val="001021CA"/>
    <w:rPr>
      <w:rFonts w:ascii="Amasis30" w:hAnsi="Amasis30"/>
      <w:sz w:val="32"/>
      <w:lang w:val="x-none" w:eastAsia="x-none"/>
    </w:rPr>
  </w:style>
  <w:style w:type="character" w:styleId="Appeldenotedefin">
    <w:name w:val="endnote reference"/>
    <w:uiPriority w:val="99"/>
    <w:unhideWhenUsed/>
    <w:qFormat/>
    <w:rsid w:val="001021CA"/>
    <w:rPr>
      <w:rFonts w:ascii="Amasis30" w:hAnsi="Amasis30"/>
      <w:b/>
      <w:sz w:val="36"/>
      <w:vertAlign w:val="superscript"/>
    </w:rPr>
  </w:style>
  <w:style w:type="paragraph" w:customStyle="1" w:styleId="NormalSuspendu1X">
    <w:name w:val="NormalSuspendu1X"/>
    <w:basedOn w:val="Normal"/>
    <w:rsid w:val="001021CA"/>
    <w:pPr>
      <w:ind w:left="680" w:hanging="680"/>
    </w:pPr>
    <w:rPr>
      <w:szCs w:val="20"/>
    </w:rPr>
  </w:style>
  <w:style w:type="paragraph" w:customStyle="1" w:styleId="NormalSuspendu1XRetrait1X">
    <w:name w:val="NormalSuspendu1XRetrait1X"/>
    <w:basedOn w:val="Normal"/>
    <w:rsid w:val="001021CA"/>
    <w:pPr>
      <w:ind w:left="1360" w:hanging="680"/>
    </w:pPr>
  </w:style>
  <w:style w:type="paragraph" w:customStyle="1" w:styleId="NormalEspAvt0EspApr0">
    <w:name w:val="NormalEspAvt0EspApr0"/>
    <w:basedOn w:val="Normal"/>
    <w:rsid w:val="001021CA"/>
    <w:pPr>
      <w:spacing w:before="0" w:after="0"/>
    </w:pPr>
    <w:rPr>
      <w:szCs w:val="20"/>
    </w:rPr>
  </w:style>
  <w:style w:type="paragraph" w:customStyle="1" w:styleId="NormalSuspendu1XRetrait2X">
    <w:name w:val="NormalSuspendu1XRetrait2X"/>
    <w:basedOn w:val="Normal"/>
    <w:rsid w:val="001021CA"/>
    <w:pPr>
      <w:ind w:left="2041" w:hanging="680"/>
    </w:pPr>
  </w:style>
  <w:style w:type="paragraph" w:customStyle="1" w:styleId="NormalSuspendu1XRetrait3X">
    <w:name w:val="NormalSuspendu1XRetrait3X"/>
    <w:basedOn w:val="Normal"/>
    <w:rsid w:val="001021CA"/>
    <w:pPr>
      <w:ind w:left="2721" w:hanging="680"/>
    </w:pPr>
    <w:rPr>
      <w:szCs w:val="20"/>
    </w:rPr>
  </w:style>
  <w:style w:type="paragraph" w:customStyle="1" w:styleId="NormalSuspendu1XRetrait4X">
    <w:name w:val="NormalSuspendu1XRetrait4X"/>
    <w:basedOn w:val="Normal"/>
    <w:rsid w:val="001021CA"/>
    <w:pPr>
      <w:ind w:left="3402" w:hanging="680"/>
    </w:pPr>
    <w:rPr>
      <w:szCs w:val="20"/>
    </w:rPr>
  </w:style>
  <w:style w:type="paragraph" w:customStyle="1" w:styleId="En-tteetbasdepage">
    <w:name w:val="En-tête et bas de page"/>
    <w:basedOn w:val="Normal"/>
    <w:rsid w:val="00EE7519"/>
    <w:pPr>
      <w:spacing w:before="0" w:after="0"/>
      <w:ind w:firstLine="0"/>
      <w:jc w:val="left"/>
    </w:pPr>
    <w:rPr>
      <w:rFonts w:ascii="Helvetica" w:hAnsi="Helvetica" w:cs="Helvetica"/>
      <w:color w:val="000000"/>
      <w:sz w:val="20"/>
      <w:szCs w:val="20"/>
    </w:rPr>
  </w:style>
  <w:style w:type="paragraph" w:customStyle="1" w:styleId="Corps">
    <w:name w:val="Corps"/>
    <w:basedOn w:val="Normal"/>
    <w:rsid w:val="00EE7519"/>
    <w:pPr>
      <w:spacing w:before="0" w:after="0"/>
      <w:ind w:firstLine="0"/>
      <w:jc w:val="left"/>
    </w:pPr>
    <w:rPr>
      <w:rFonts w:ascii="Helvetica" w:hAnsi="Helvetica" w:cs="Helvetica"/>
      <w:color w:val="000000"/>
      <w:sz w:val="24"/>
    </w:rPr>
  </w:style>
  <w:style w:type="paragraph" w:customStyle="1" w:styleId="Titre10">
    <w:name w:val="Titre1"/>
    <w:basedOn w:val="Normal"/>
    <w:rsid w:val="00EE7519"/>
    <w:pPr>
      <w:keepNext/>
      <w:spacing w:before="0" w:after="0"/>
      <w:ind w:firstLine="0"/>
      <w:jc w:val="left"/>
    </w:pPr>
    <w:rPr>
      <w:rFonts w:ascii="Helvetica" w:hAnsi="Helvetica" w:cs="Helvetica"/>
      <w:b/>
      <w:bCs/>
      <w:color w:val="000000"/>
      <w:sz w:val="56"/>
      <w:szCs w:val="56"/>
    </w:rPr>
  </w:style>
  <w:style w:type="paragraph" w:customStyle="1" w:styleId="Formatlibre">
    <w:name w:val="Format libre"/>
    <w:basedOn w:val="Normal"/>
    <w:rsid w:val="00EE7519"/>
    <w:pPr>
      <w:spacing w:before="0" w:after="0"/>
      <w:ind w:firstLine="0"/>
      <w:jc w:val="left"/>
    </w:pPr>
    <w:rPr>
      <w:rFonts w:ascii="Helvetica" w:hAnsi="Helvetica" w:cs="Helvetica"/>
      <w:color w:val="000000"/>
      <w:sz w:val="24"/>
    </w:rPr>
  </w:style>
  <w:style w:type="paragraph" w:customStyle="1" w:styleId="TOC1">
    <w:name w:val="TOC 1"/>
    <w:basedOn w:val="Normal"/>
    <w:rsid w:val="00EE7519"/>
    <w:pPr>
      <w:spacing w:before="80" w:after="0"/>
      <w:ind w:left="709" w:firstLine="0"/>
      <w:jc w:val="left"/>
    </w:pPr>
    <w:rPr>
      <w:rFonts w:ascii="Helvetica" w:hAnsi="Helvetica" w:cs="Helvetica"/>
      <w:b/>
      <w:bCs/>
      <w:i/>
      <w:iCs/>
      <w:color w:val="000000"/>
      <w:sz w:val="22"/>
      <w:szCs w:val="22"/>
    </w:rPr>
  </w:style>
  <w:style w:type="paragraph" w:customStyle="1" w:styleId="TOC2">
    <w:name w:val="TOC 2"/>
    <w:basedOn w:val="Normal"/>
    <w:rsid w:val="00EE7519"/>
    <w:pPr>
      <w:spacing w:after="60"/>
      <w:ind w:left="425" w:firstLine="0"/>
      <w:jc w:val="left"/>
    </w:pPr>
    <w:rPr>
      <w:rFonts w:ascii="Helvetica" w:hAnsi="Helvetica" w:cs="Helvetica"/>
      <w:color w:val="000000"/>
      <w:sz w:val="26"/>
      <w:szCs w:val="26"/>
    </w:rPr>
  </w:style>
  <w:style w:type="paragraph" w:customStyle="1" w:styleId="TOC3">
    <w:name w:val="TOC 3"/>
    <w:basedOn w:val="Normal"/>
    <w:rsid w:val="00EE7519"/>
    <w:pPr>
      <w:spacing w:after="60"/>
      <w:ind w:firstLine="0"/>
      <w:jc w:val="left"/>
    </w:pPr>
    <w:rPr>
      <w:rFonts w:ascii="Helvetica" w:hAnsi="Helvetica" w:cs="Helvetica"/>
      <w:b/>
      <w:bCs/>
      <w:color w:val="000000"/>
      <w:szCs w:val="36"/>
    </w:rPr>
  </w:style>
  <w:style w:type="paragraph" w:customStyle="1" w:styleId="Sous-section1">
    <w:name w:val="Sous-section 1"/>
    <w:basedOn w:val="Normal"/>
    <w:rsid w:val="00EE7519"/>
    <w:pPr>
      <w:keepNext/>
      <w:spacing w:before="0" w:after="0"/>
      <w:ind w:firstLine="0"/>
      <w:jc w:val="left"/>
    </w:pPr>
    <w:rPr>
      <w:rFonts w:ascii="Helvetica" w:hAnsi="Helvetica" w:cs="Helvetica"/>
      <w:b/>
      <w:bCs/>
      <w:color w:val="000000"/>
      <w:szCs w:val="36"/>
    </w:rPr>
  </w:style>
  <w:style w:type="paragraph" w:customStyle="1" w:styleId="Sous-section6">
    <w:name w:val="Sous-section 6"/>
    <w:basedOn w:val="Normal"/>
    <w:rsid w:val="00EE7519"/>
    <w:pPr>
      <w:keepNext/>
      <w:spacing w:before="0" w:after="0"/>
      <w:ind w:firstLine="0"/>
      <w:jc w:val="left"/>
    </w:pPr>
    <w:rPr>
      <w:rFonts w:ascii="Helvetica" w:hAnsi="Helvetica" w:cs="Helvetica"/>
      <w:b/>
      <w:bCs/>
      <w:color w:val="000000"/>
      <w:sz w:val="24"/>
    </w:rPr>
  </w:style>
  <w:style w:type="paragraph" w:customStyle="1" w:styleId="Sous-section7">
    <w:name w:val="Sous-section 7"/>
    <w:basedOn w:val="Normal"/>
    <w:rsid w:val="00EE7519"/>
    <w:pPr>
      <w:keepNext/>
      <w:spacing w:before="0" w:after="0"/>
      <w:ind w:firstLine="0"/>
      <w:jc w:val="left"/>
    </w:pPr>
    <w:rPr>
      <w:rFonts w:ascii="Helvetica" w:hAnsi="Helvetica" w:cs="Helvetica"/>
      <w:b/>
      <w:bCs/>
      <w:color w:val="000000"/>
      <w:sz w:val="24"/>
    </w:rPr>
  </w:style>
  <w:style w:type="paragraph" w:customStyle="1" w:styleId="Sous-section3">
    <w:name w:val="Sous-section 3"/>
    <w:basedOn w:val="Normal"/>
    <w:rsid w:val="00EE7519"/>
    <w:pPr>
      <w:keepNext/>
      <w:spacing w:before="0" w:after="0"/>
      <w:ind w:firstLine="0"/>
      <w:jc w:val="left"/>
    </w:pPr>
    <w:rPr>
      <w:rFonts w:ascii="Helvetica" w:hAnsi="Helvetica" w:cs="Helvetica"/>
      <w:b/>
      <w:bCs/>
      <w:color w:val="000000"/>
      <w:sz w:val="24"/>
    </w:rPr>
  </w:style>
  <w:style w:type="paragraph" w:customStyle="1" w:styleId="Sous-section9">
    <w:name w:val="Sous-section 9"/>
    <w:basedOn w:val="Normal"/>
    <w:rsid w:val="00EE7519"/>
    <w:pPr>
      <w:keepNext/>
      <w:spacing w:before="0" w:after="0"/>
      <w:ind w:firstLine="0"/>
      <w:jc w:val="left"/>
    </w:pPr>
    <w:rPr>
      <w:rFonts w:ascii="Helvetica" w:hAnsi="Helvetica" w:cs="Helvetica"/>
      <w:b/>
      <w:bCs/>
      <w:color w:val="000000"/>
      <w:sz w:val="24"/>
    </w:rPr>
  </w:style>
  <w:style w:type="paragraph" w:customStyle="1" w:styleId="Sous-section5">
    <w:name w:val="Sous-section 5"/>
    <w:basedOn w:val="Normal"/>
    <w:rsid w:val="00EE7519"/>
    <w:pPr>
      <w:keepNext/>
      <w:spacing w:before="0" w:after="0"/>
      <w:ind w:firstLine="0"/>
      <w:jc w:val="left"/>
    </w:pPr>
    <w:rPr>
      <w:rFonts w:ascii="Helvetica" w:hAnsi="Helvetica" w:cs="Helvetica"/>
      <w:b/>
      <w:bCs/>
      <w:color w:val="000000"/>
      <w:sz w:val="24"/>
    </w:rPr>
  </w:style>
  <w:style w:type="paragraph" w:customStyle="1" w:styleId="Sous-section2">
    <w:name w:val="Sous-section 2"/>
    <w:basedOn w:val="Normal"/>
    <w:rsid w:val="00EE7519"/>
    <w:pPr>
      <w:keepNext/>
      <w:spacing w:before="0" w:after="0"/>
      <w:ind w:firstLine="0"/>
      <w:jc w:val="left"/>
    </w:pPr>
    <w:rPr>
      <w:rFonts w:ascii="Helvetica" w:hAnsi="Helvetica" w:cs="Helvetica"/>
      <w:b/>
      <w:bCs/>
      <w:color w:val="000000"/>
      <w:sz w:val="24"/>
    </w:rPr>
  </w:style>
  <w:style w:type="paragraph" w:customStyle="1" w:styleId="Sous-section8">
    <w:name w:val="Sous-section 8"/>
    <w:basedOn w:val="Normal"/>
    <w:rsid w:val="00EE7519"/>
    <w:pPr>
      <w:keepNext/>
      <w:spacing w:before="0" w:after="0"/>
      <w:ind w:firstLine="0"/>
      <w:jc w:val="left"/>
    </w:pPr>
    <w:rPr>
      <w:rFonts w:ascii="Helvetica" w:hAnsi="Helvetica" w:cs="Helvetica"/>
      <w:b/>
      <w:bCs/>
      <w:color w:val="000000"/>
      <w:sz w:val="24"/>
    </w:rPr>
  </w:style>
  <w:style w:type="paragraph" w:customStyle="1" w:styleId="Sous-section4">
    <w:name w:val="Sous-section 4"/>
    <w:basedOn w:val="Normal"/>
    <w:rsid w:val="00EE7519"/>
    <w:pPr>
      <w:keepNext/>
      <w:spacing w:before="0" w:after="0"/>
      <w:ind w:firstLine="0"/>
      <w:jc w:val="left"/>
    </w:pPr>
    <w:rPr>
      <w:rFonts w:ascii="Helvetica" w:hAnsi="Helvetica" w:cs="Helvetica"/>
      <w:b/>
      <w:bCs/>
      <w:color w:val="000000"/>
      <w:sz w:val="24"/>
    </w:rPr>
  </w:style>
  <w:style w:type="paragraph" w:styleId="Textedebulles">
    <w:name w:val="Balloon Text"/>
    <w:basedOn w:val="Normal"/>
    <w:link w:val="TextedebullesCar"/>
    <w:semiHidden/>
    <w:unhideWhenUsed/>
    <w:rsid w:val="00EE7519"/>
    <w:pPr>
      <w:spacing w:before="0" w:after="0"/>
      <w:ind w:firstLine="0"/>
      <w:jc w:val="left"/>
    </w:pPr>
    <w:rPr>
      <w:rFonts w:ascii="Tahoma" w:hAnsi="Tahoma" w:cs="Tahoma"/>
      <w:sz w:val="16"/>
      <w:szCs w:val="16"/>
    </w:rPr>
  </w:style>
  <w:style w:type="character" w:customStyle="1" w:styleId="TextedebullesCar">
    <w:name w:val="Texte de bulles Car"/>
    <w:link w:val="Textedebulles"/>
    <w:semiHidden/>
    <w:rsid w:val="00EE7519"/>
    <w:rPr>
      <w:rFonts w:ascii="Tahoma" w:hAnsi="Tahoma" w:cs="Tahoma"/>
      <w:sz w:val="16"/>
      <w:szCs w:val="16"/>
      <w:lang w:val="fr-FR" w:eastAsia="fr-FR" w:bidi="ar-SA"/>
    </w:rPr>
  </w:style>
  <w:style w:type="character" w:styleId="Marquedecommentaire">
    <w:name w:val="annotation reference"/>
    <w:semiHidden/>
    <w:unhideWhenUsed/>
    <w:rsid w:val="00EE7519"/>
    <w:rPr>
      <w:sz w:val="16"/>
      <w:szCs w:val="16"/>
    </w:rPr>
  </w:style>
  <w:style w:type="paragraph" w:styleId="Commentaire">
    <w:name w:val="annotation text"/>
    <w:basedOn w:val="Normal"/>
    <w:link w:val="CommentaireCar"/>
    <w:semiHidden/>
    <w:unhideWhenUsed/>
    <w:rsid w:val="00EE7519"/>
  </w:style>
  <w:style w:type="character" w:customStyle="1" w:styleId="CommentaireCar">
    <w:name w:val="Commentaire Car"/>
    <w:link w:val="Commentaire"/>
    <w:semiHidden/>
    <w:rsid w:val="00EE7519"/>
    <w:rPr>
      <w:rFonts w:ascii="Georgia" w:hAnsi="Georgia"/>
      <w:sz w:val="32"/>
      <w:szCs w:val="24"/>
      <w:lang w:val="fr-FR" w:eastAsia="fr-FR" w:bidi="ar-SA"/>
    </w:rPr>
  </w:style>
  <w:style w:type="paragraph" w:styleId="Objetducommentaire">
    <w:name w:val="annotation subject"/>
    <w:basedOn w:val="Commentaire"/>
    <w:next w:val="Commentaire"/>
    <w:semiHidden/>
    <w:rsid w:val="00F577F0"/>
    <w:rPr>
      <w:b/>
      <w:bCs/>
      <w:sz w:val="20"/>
      <w:szCs w:val="20"/>
    </w:rPr>
  </w:style>
  <w:style w:type="character" w:customStyle="1" w:styleId="Taille-1Caracteres">
    <w:name w:val="Taille-1Caracteres"/>
    <w:qFormat/>
    <w:rsid w:val="001021CA"/>
    <w:rPr>
      <w:sz w:val="32"/>
      <w:szCs w:val="20"/>
    </w:rPr>
  </w:style>
  <w:style w:type="paragraph" w:customStyle="1" w:styleId="Etoile">
    <w:name w:val="Etoile"/>
    <w:basedOn w:val="Normal"/>
    <w:qFormat/>
    <w:rsid w:val="001021CA"/>
    <w:pPr>
      <w:ind w:firstLine="0"/>
      <w:jc w:val="center"/>
    </w:pPr>
    <w:rPr>
      <w:b/>
      <w:sz w:val="40"/>
      <w:szCs w:val="28"/>
    </w:rPr>
  </w:style>
  <w:style w:type="paragraph" w:customStyle="1" w:styleId="Taille-1Suspendu1XRetrait1XEsp0">
    <w:name w:val="Taille-1Suspendu1XRetrait1XEsp0"/>
    <w:basedOn w:val="Taille-1RetraitGauche1X"/>
    <w:qFormat/>
    <w:rsid w:val="001021CA"/>
    <w:pPr>
      <w:spacing w:before="0" w:after="0"/>
      <w:ind w:left="1360" w:hanging="680"/>
    </w:pPr>
  </w:style>
  <w:style w:type="character" w:styleId="Mentionnonrsolue">
    <w:name w:val="Unresolved Mention"/>
    <w:uiPriority w:val="99"/>
    <w:semiHidden/>
    <w:unhideWhenUsed/>
    <w:rsid w:val="001021CA"/>
    <w:rPr>
      <w:color w:val="605E5C"/>
      <w:shd w:val="clear" w:color="auto" w:fill="E1DFDD"/>
    </w:rPr>
  </w:style>
  <w:style w:type="paragraph" w:customStyle="1" w:styleId="Taille-1Suspendu1XRetrait2XEsp0">
    <w:name w:val="Taille-1Suspendu1XRetrait2XEsp0"/>
    <w:basedOn w:val="Taille-1RetraitGauche2X"/>
    <w:qFormat/>
    <w:rsid w:val="001021CA"/>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1021CA"/>
    <w:pPr>
      <w:spacing w:before="0" w:after="0"/>
    </w:pPr>
  </w:style>
  <w:style w:type="paragraph" w:customStyle="1" w:styleId="NormalSuspendu1XEsp0">
    <w:name w:val="NormalSuspendu1XEsp0"/>
    <w:basedOn w:val="NormalSuspendu1X"/>
    <w:qFormat/>
    <w:rsid w:val="001021CA"/>
    <w:pPr>
      <w:spacing w:before="0" w:after="0"/>
    </w:pPr>
  </w:style>
  <w:style w:type="paragraph" w:customStyle="1" w:styleId="NormalSuspendu1XRetrait2XEsp0">
    <w:name w:val="NormalSuspendu1XRetrait2XEsp0"/>
    <w:basedOn w:val="NormalSuspendu1XRetrait2X"/>
    <w:qFormat/>
    <w:rsid w:val="001021CA"/>
    <w:pPr>
      <w:spacing w:before="0" w:after="0"/>
    </w:pPr>
  </w:style>
  <w:style w:type="paragraph" w:customStyle="1" w:styleId="ParagrapheVideNormal">
    <w:name w:val="ParagrapheVideNormal"/>
    <w:basedOn w:val="Normal"/>
    <w:next w:val="Normal"/>
    <w:qFormat/>
    <w:rsid w:val="001021CA"/>
  </w:style>
  <w:style w:type="paragraph" w:customStyle="1" w:styleId="ParagrapheVideNormal2">
    <w:name w:val="ParagrapheVideNormal2"/>
    <w:basedOn w:val="ParagrapheVideNormal"/>
    <w:next w:val="Normal"/>
    <w:qFormat/>
    <w:rsid w:val="001021CA"/>
  </w:style>
  <w:style w:type="paragraph" w:customStyle="1" w:styleId="Image">
    <w:name w:val="Image"/>
    <w:basedOn w:val="Centr"/>
    <w:next w:val="Normal"/>
    <w:qFormat/>
    <w:rsid w:val="001021CA"/>
  </w:style>
  <w:style w:type="character" w:styleId="Lienhypertextesuivivisit">
    <w:name w:val="FollowedHyperlink"/>
    <w:basedOn w:val="Policepardfaut"/>
    <w:rsid w:val="001021C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groups.google.com/g/ebooksgratuit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r.scoutwiki.org/Guy_de_Larigaudi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ebooksgratuit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2</TotalTime>
  <Pages>1</Pages>
  <Words>25008</Words>
  <Characters>137545</Characters>
  <Application>Microsoft Office Word</Application>
  <DocSecurity>0</DocSecurity>
  <Lines>1146</Lines>
  <Paragraphs>324</Paragraphs>
  <ScaleCrop>false</ScaleCrop>
  <HeadingPairs>
    <vt:vector size="2" baseType="variant">
      <vt:variant>
        <vt:lpstr>Titre</vt:lpstr>
      </vt:variant>
      <vt:variant>
        <vt:i4>1</vt:i4>
      </vt:variant>
    </vt:vector>
  </HeadingPairs>
  <TitlesOfParts>
    <vt:vector size="1" baseType="lpstr">
      <vt:lpstr>VINGT SCOUTS AUTOUR DU MONDE</vt:lpstr>
    </vt:vector>
  </TitlesOfParts>
  <Company>Ebooks libres et gratuits</Company>
  <LinksUpToDate>false</LinksUpToDate>
  <CharactersWithSpaces>162229</CharactersWithSpaces>
  <SharedDoc>false</SharedDoc>
  <HLinks>
    <vt:vector size="246" baseType="variant">
      <vt:variant>
        <vt:i4>2359399</vt:i4>
      </vt:variant>
      <vt:variant>
        <vt:i4>237</vt:i4>
      </vt:variant>
      <vt:variant>
        <vt:i4>0</vt:i4>
      </vt:variant>
      <vt:variant>
        <vt:i4>5</vt:i4>
      </vt:variant>
      <vt:variant>
        <vt:lpwstr>https://www.ebooksgratuits.com/</vt:lpwstr>
      </vt:variant>
      <vt:variant>
        <vt:lpwstr/>
      </vt:variant>
      <vt:variant>
        <vt:i4>2228340</vt:i4>
      </vt:variant>
      <vt:variant>
        <vt:i4>234</vt:i4>
      </vt:variant>
      <vt:variant>
        <vt:i4>0</vt:i4>
      </vt:variant>
      <vt:variant>
        <vt:i4>5</vt:i4>
      </vt:variant>
      <vt:variant>
        <vt:lpwstr>https://groups.google.com/g/ebooksgratuits</vt:lpwstr>
      </vt:variant>
      <vt:variant>
        <vt:lpwstr/>
      </vt:variant>
      <vt:variant>
        <vt:i4>5111899</vt:i4>
      </vt:variant>
      <vt:variant>
        <vt:i4>231</vt:i4>
      </vt:variant>
      <vt:variant>
        <vt:i4>0</vt:i4>
      </vt:variant>
      <vt:variant>
        <vt:i4>5</vt:i4>
      </vt:variant>
      <vt:variant>
        <vt:lpwstr>https://fr.scoutwiki.org/Guy_de_Larigaudie</vt:lpwstr>
      </vt:variant>
      <vt:variant>
        <vt:lpwstr/>
      </vt:variant>
      <vt:variant>
        <vt:i4>2031667</vt:i4>
      </vt:variant>
      <vt:variant>
        <vt:i4>224</vt:i4>
      </vt:variant>
      <vt:variant>
        <vt:i4>0</vt:i4>
      </vt:variant>
      <vt:variant>
        <vt:i4>5</vt:i4>
      </vt:variant>
      <vt:variant>
        <vt:lpwstr/>
      </vt:variant>
      <vt:variant>
        <vt:lpwstr>_Toc195610674</vt:lpwstr>
      </vt:variant>
      <vt:variant>
        <vt:i4>2031667</vt:i4>
      </vt:variant>
      <vt:variant>
        <vt:i4>218</vt:i4>
      </vt:variant>
      <vt:variant>
        <vt:i4>0</vt:i4>
      </vt:variant>
      <vt:variant>
        <vt:i4>5</vt:i4>
      </vt:variant>
      <vt:variant>
        <vt:lpwstr/>
      </vt:variant>
      <vt:variant>
        <vt:lpwstr>_Toc195610673</vt:lpwstr>
      </vt:variant>
      <vt:variant>
        <vt:i4>2031667</vt:i4>
      </vt:variant>
      <vt:variant>
        <vt:i4>212</vt:i4>
      </vt:variant>
      <vt:variant>
        <vt:i4>0</vt:i4>
      </vt:variant>
      <vt:variant>
        <vt:i4>5</vt:i4>
      </vt:variant>
      <vt:variant>
        <vt:lpwstr/>
      </vt:variant>
      <vt:variant>
        <vt:lpwstr>_Toc195610672</vt:lpwstr>
      </vt:variant>
      <vt:variant>
        <vt:i4>2031667</vt:i4>
      </vt:variant>
      <vt:variant>
        <vt:i4>206</vt:i4>
      </vt:variant>
      <vt:variant>
        <vt:i4>0</vt:i4>
      </vt:variant>
      <vt:variant>
        <vt:i4>5</vt:i4>
      </vt:variant>
      <vt:variant>
        <vt:lpwstr/>
      </vt:variant>
      <vt:variant>
        <vt:lpwstr>_Toc195610671</vt:lpwstr>
      </vt:variant>
      <vt:variant>
        <vt:i4>2031667</vt:i4>
      </vt:variant>
      <vt:variant>
        <vt:i4>200</vt:i4>
      </vt:variant>
      <vt:variant>
        <vt:i4>0</vt:i4>
      </vt:variant>
      <vt:variant>
        <vt:i4>5</vt:i4>
      </vt:variant>
      <vt:variant>
        <vt:lpwstr/>
      </vt:variant>
      <vt:variant>
        <vt:lpwstr>_Toc195610670</vt:lpwstr>
      </vt:variant>
      <vt:variant>
        <vt:i4>1966131</vt:i4>
      </vt:variant>
      <vt:variant>
        <vt:i4>194</vt:i4>
      </vt:variant>
      <vt:variant>
        <vt:i4>0</vt:i4>
      </vt:variant>
      <vt:variant>
        <vt:i4>5</vt:i4>
      </vt:variant>
      <vt:variant>
        <vt:lpwstr/>
      </vt:variant>
      <vt:variant>
        <vt:lpwstr>_Toc195610669</vt:lpwstr>
      </vt:variant>
      <vt:variant>
        <vt:i4>1966131</vt:i4>
      </vt:variant>
      <vt:variant>
        <vt:i4>188</vt:i4>
      </vt:variant>
      <vt:variant>
        <vt:i4>0</vt:i4>
      </vt:variant>
      <vt:variant>
        <vt:i4>5</vt:i4>
      </vt:variant>
      <vt:variant>
        <vt:lpwstr/>
      </vt:variant>
      <vt:variant>
        <vt:lpwstr>_Toc195610668</vt:lpwstr>
      </vt:variant>
      <vt:variant>
        <vt:i4>1966131</vt:i4>
      </vt:variant>
      <vt:variant>
        <vt:i4>182</vt:i4>
      </vt:variant>
      <vt:variant>
        <vt:i4>0</vt:i4>
      </vt:variant>
      <vt:variant>
        <vt:i4>5</vt:i4>
      </vt:variant>
      <vt:variant>
        <vt:lpwstr/>
      </vt:variant>
      <vt:variant>
        <vt:lpwstr>_Toc195610667</vt:lpwstr>
      </vt:variant>
      <vt:variant>
        <vt:i4>1966131</vt:i4>
      </vt:variant>
      <vt:variant>
        <vt:i4>176</vt:i4>
      </vt:variant>
      <vt:variant>
        <vt:i4>0</vt:i4>
      </vt:variant>
      <vt:variant>
        <vt:i4>5</vt:i4>
      </vt:variant>
      <vt:variant>
        <vt:lpwstr/>
      </vt:variant>
      <vt:variant>
        <vt:lpwstr>_Toc195610666</vt:lpwstr>
      </vt:variant>
      <vt:variant>
        <vt:i4>1966131</vt:i4>
      </vt:variant>
      <vt:variant>
        <vt:i4>170</vt:i4>
      </vt:variant>
      <vt:variant>
        <vt:i4>0</vt:i4>
      </vt:variant>
      <vt:variant>
        <vt:i4>5</vt:i4>
      </vt:variant>
      <vt:variant>
        <vt:lpwstr/>
      </vt:variant>
      <vt:variant>
        <vt:lpwstr>_Toc195610665</vt:lpwstr>
      </vt:variant>
      <vt:variant>
        <vt:i4>1966131</vt:i4>
      </vt:variant>
      <vt:variant>
        <vt:i4>164</vt:i4>
      </vt:variant>
      <vt:variant>
        <vt:i4>0</vt:i4>
      </vt:variant>
      <vt:variant>
        <vt:i4>5</vt:i4>
      </vt:variant>
      <vt:variant>
        <vt:lpwstr/>
      </vt:variant>
      <vt:variant>
        <vt:lpwstr>_Toc195610664</vt:lpwstr>
      </vt:variant>
      <vt:variant>
        <vt:i4>1966131</vt:i4>
      </vt:variant>
      <vt:variant>
        <vt:i4>158</vt:i4>
      </vt:variant>
      <vt:variant>
        <vt:i4>0</vt:i4>
      </vt:variant>
      <vt:variant>
        <vt:i4>5</vt:i4>
      </vt:variant>
      <vt:variant>
        <vt:lpwstr/>
      </vt:variant>
      <vt:variant>
        <vt:lpwstr>_Toc195610663</vt:lpwstr>
      </vt:variant>
      <vt:variant>
        <vt:i4>1966131</vt:i4>
      </vt:variant>
      <vt:variant>
        <vt:i4>152</vt:i4>
      </vt:variant>
      <vt:variant>
        <vt:i4>0</vt:i4>
      </vt:variant>
      <vt:variant>
        <vt:i4>5</vt:i4>
      </vt:variant>
      <vt:variant>
        <vt:lpwstr/>
      </vt:variant>
      <vt:variant>
        <vt:lpwstr>_Toc195610662</vt:lpwstr>
      </vt:variant>
      <vt:variant>
        <vt:i4>1966131</vt:i4>
      </vt:variant>
      <vt:variant>
        <vt:i4>146</vt:i4>
      </vt:variant>
      <vt:variant>
        <vt:i4>0</vt:i4>
      </vt:variant>
      <vt:variant>
        <vt:i4>5</vt:i4>
      </vt:variant>
      <vt:variant>
        <vt:lpwstr/>
      </vt:variant>
      <vt:variant>
        <vt:lpwstr>_Toc195610661</vt:lpwstr>
      </vt:variant>
      <vt:variant>
        <vt:i4>1966131</vt:i4>
      </vt:variant>
      <vt:variant>
        <vt:i4>140</vt:i4>
      </vt:variant>
      <vt:variant>
        <vt:i4>0</vt:i4>
      </vt:variant>
      <vt:variant>
        <vt:i4>5</vt:i4>
      </vt:variant>
      <vt:variant>
        <vt:lpwstr/>
      </vt:variant>
      <vt:variant>
        <vt:lpwstr>_Toc195610660</vt:lpwstr>
      </vt:variant>
      <vt:variant>
        <vt:i4>1900595</vt:i4>
      </vt:variant>
      <vt:variant>
        <vt:i4>134</vt:i4>
      </vt:variant>
      <vt:variant>
        <vt:i4>0</vt:i4>
      </vt:variant>
      <vt:variant>
        <vt:i4>5</vt:i4>
      </vt:variant>
      <vt:variant>
        <vt:lpwstr/>
      </vt:variant>
      <vt:variant>
        <vt:lpwstr>_Toc195610659</vt:lpwstr>
      </vt:variant>
      <vt:variant>
        <vt:i4>1900595</vt:i4>
      </vt:variant>
      <vt:variant>
        <vt:i4>128</vt:i4>
      </vt:variant>
      <vt:variant>
        <vt:i4>0</vt:i4>
      </vt:variant>
      <vt:variant>
        <vt:i4>5</vt:i4>
      </vt:variant>
      <vt:variant>
        <vt:lpwstr/>
      </vt:variant>
      <vt:variant>
        <vt:lpwstr>_Toc195610658</vt:lpwstr>
      </vt:variant>
      <vt:variant>
        <vt:i4>1900595</vt:i4>
      </vt:variant>
      <vt:variant>
        <vt:i4>122</vt:i4>
      </vt:variant>
      <vt:variant>
        <vt:i4>0</vt:i4>
      </vt:variant>
      <vt:variant>
        <vt:i4>5</vt:i4>
      </vt:variant>
      <vt:variant>
        <vt:lpwstr/>
      </vt:variant>
      <vt:variant>
        <vt:lpwstr>_Toc195610657</vt:lpwstr>
      </vt:variant>
      <vt:variant>
        <vt:i4>1900595</vt:i4>
      </vt:variant>
      <vt:variant>
        <vt:i4>116</vt:i4>
      </vt:variant>
      <vt:variant>
        <vt:i4>0</vt:i4>
      </vt:variant>
      <vt:variant>
        <vt:i4>5</vt:i4>
      </vt:variant>
      <vt:variant>
        <vt:lpwstr/>
      </vt:variant>
      <vt:variant>
        <vt:lpwstr>_Toc195610656</vt:lpwstr>
      </vt:variant>
      <vt:variant>
        <vt:i4>1900595</vt:i4>
      </vt:variant>
      <vt:variant>
        <vt:i4>110</vt:i4>
      </vt:variant>
      <vt:variant>
        <vt:i4>0</vt:i4>
      </vt:variant>
      <vt:variant>
        <vt:i4>5</vt:i4>
      </vt:variant>
      <vt:variant>
        <vt:lpwstr/>
      </vt:variant>
      <vt:variant>
        <vt:lpwstr>_Toc195610655</vt:lpwstr>
      </vt:variant>
      <vt:variant>
        <vt:i4>1900595</vt:i4>
      </vt:variant>
      <vt:variant>
        <vt:i4>104</vt:i4>
      </vt:variant>
      <vt:variant>
        <vt:i4>0</vt:i4>
      </vt:variant>
      <vt:variant>
        <vt:i4>5</vt:i4>
      </vt:variant>
      <vt:variant>
        <vt:lpwstr/>
      </vt:variant>
      <vt:variant>
        <vt:lpwstr>_Toc195610654</vt:lpwstr>
      </vt:variant>
      <vt:variant>
        <vt:i4>1900595</vt:i4>
      </vt:variant>
      <vt:variant>
        <vt:i4>98</vt:i4>
      </vt:variant>
      <vt:variant>
        <vt:i4>0</vt:i4>
      </vt:variant>
      <vt:variant>
        <vt:i4>5</vt:i4>
      </vt:variant>
      <vt:variant>
        <vt:lpwstr/>
      </vt:variant>
      <vt:variant>
        <vt:lpwstr>_Toc195610653</vt:lpwstr>
      </vt:variant>
      <vt:variant>
        <vt:i4>1900595</vt:i4>
      </vt:variant>
      <vt:variant>
        <vt:i4>92</vt:i4>
      </vt:variant>
      <vt:variant>
        <vt:i4>0</vt:i4>
      </vt:variant>
      <vt:variant>
        <vt:i4>5</vt:i4>
      </vt:variant>
      <vt:variant>
        <vt:lpwstr/>
      </vt:variant>
      <vt:variant>
        <vt:lpwstr>_Toc195610652</vt:lpwstr>
      </vt:variant>
      <vt:variant>
        <vt:i4>1900595</vt:i4>
      </vt:variant>
      <vt:variant>
        <vt:i4>86</vt:i4>
      </vt:variant>
      <vt:variant>
        <vt:i4>0</vt:i4>
      </vt:variant>
      <vt:variant>
        <vt:i4>5</vt:i4>
      </vt:variant>
      <vt:variant>
        <vt:lpwstr/>
      </vt:variant>
      <vt:variant>
        <vt:lpwstr>_Toc195610651</vt:lpwstr>
      </vt:variant>
      <vt:variant>
        <vt:i4>1900595</vt:i4>
      </vt:variant>
      <vt:variant>
        <vt:i4>80</vt:i4>
      </vt:variant>
      <vt:variant>
        <vt:i4>0</vt:i4>
      </vt:variant>
      <vt:variant>
        <vt:i4>5</vt:i4>
      </vt:variant>
      <vt:variant>
        <vt:lpwstr/>
      </vt:variant>
      <vt:variant>
        <vt:lpwstr>_Toc195610650</vt:lpwstr>
      </vt:variant>
      <vt:variant>
        <vt:i4>1835059</vt:i4>
      </vt:variant>
      <vt:variant>
        <vt:i4>74</vt:i4>
      </vt:variant>
      <vt:variant>
        <vt:i4>0</vt:i4>
      </vt:variant>
      <vt:variant>
        <vt:i4>5</vt:i4>
      </vt:variant>
      <vt:variant>
        <vt:lpwstr/>
      </vt:variant>
      <vt:variant>
        <vt:lpwstr>_Toc195610649</vt:lpwstr>
      </vt:variant>
      <vt:variant>
        <vt:i4>1835059</vt:i4>
      </vt:variant>
      <vt:variant>
        <vt:i4>68</vt:i4>
      </vt:variant>
      <vt:variant>
        <vt:i4>0</vt:i4>
      </vt:variant>
      <vt:variant>
        <vt:i4>5</vt:i4>
      </vt:variant>
      <vt:variant>
        <vt:lpwstr/>
      </vt:variant>
      <vt:variant>
        <vt:lpwstr>_Toc195610648</vt:lpwstr>
      </vt:variant>
      <vt:variant>
        <vt:i4>1835059</vt:i4>
      </vt:variant>
      <vt:variant>
        <vt:i4>62</vt:i4>
      </vt:variant>
      <vt:variant>
        <vt:i4>0</vt:i4>
      </vt:variant>
      <vt:variant>
        <vt:i4>5</vt:i4>
      </vt:variant>
      <vt:variant>
        <vt:lpwstr/>
      </vt:variant>
      <vt:variant>
        <vt:lpwstr>_Toc195610647</vt:lpwstr>
      </vt:variant>
      <vt:variant>
        <vt:i4>1835059</vt:i4>
      </vt:variant>
      <vt:variant>
        <vt:i4>56</vt:i4>
      </vt:variant>
      <vt:variant>
        <vt:i4>0</vt:i4>
      </vt:variant>
      <vt:variant>
        <vt:i4>5</vt:i4>
      </vt:variant>
      <vt:variant>
        <vt:lpwstr/>
      </vt:variant>
      <vt:variant>
        <vt:lpwstr>_Toc195610646</vt:lpwstr>
      </vt:variant>
      <vt:variant>
        <vt:i4>1835059</vt:i4>
      </vt:variant>
      <vt:variant>
        <vt:i4>50</vt:i4>
      </vt:variant>
      <vt:variant>
        <vt:i4>0</vt:i4>
      </vt:variant>
      <vt:variant>
        <vt:i4>5</vt:i4>
      </vt:variant>
      <vt:variant>
        <vt:lpwstr/>
      </vt:variant>
      <vt:variant>
        <vt:lpwstr>_Toc195610645</vt:lpwstr>
      </vt:variant>
      <vt:variant>
        <vt:i4>1835059</vt:i4>
      </vt:variant>
      <vt:variant>
        <vt:i4>44</vt:i4>
      </vt:variant>
      <vt:variant>
        <vt:i4>0</vt:i4>
      </vt:variant>
      <vt:variant>
        <vt:i4>5</vt:i4>
      </vt:variant>
      <vt:variant>
        <vt:lpwstr/>
      </vt:variant>
      <vt:variant>
        <vt:lpwstr>_Toc195610644</vt:lpwstr>
      </vt:variant>
      <vt:variant>
        <vt:i4>1835059</vt:i4>
      </vt:variant>
      <vt:variant>
        <vt:i4>38</vt:i4>
      </vt:variant>
      <vt:variant>
        <vt:i4>0</vt:i4>
      </vt:variant>
      <vt:variant>
        <vt:i4>5</vt:i4>
      </vt:variant>
      <vt:variant>
        <vt:lpwstr/>
      </vt:variant>
      <vt:variant>
        <vt:lpwstr>_Toc195610643</vt:lpwstr>
      </vt:variant>
      <vt:variant>
        <vt:i4>1835059</vt:i4>
      </vt:variant>
      <vt:variant>
        <vt:i4>32</vt:i4>
      </vt:variant>
      <vt:variant>
        <vt:i4>0</vt:i4>
      </vt:variant>
      <vt:variant>
        <vt:i4>5</vt:i4>
      </vt:variant>
      <vt:variant>
        <vt:lpwstr/>
      </vt:variant>
      <vt:variant>
        <vt:lpwstr>_Toc195610642</vt:lpwstr>
      </vt:variant>
      <vt:variant>
        <vt:i4>1835059</vt:i4>
      </vt:variant>
      <vt:variant>
        <vt:i4>26</vt:i4>
      </vt:variant>
      <vt:variant>
        <vt:i4>0</vt:i4>
      </vt:variant>
      <vt:variant>
        <vt:i4>5</vt:i4>
      </vt:variant>
      <vt:variant>
        <vt:lpwstr/>
      </vt:variant>
      <vt:variant>
        <vt:lpwstr>_Toc195610641</vt:lpwstr>
      </vt:variant>
      <vt:variant>
        <vt:i4>1835059</vt:i4>
      </vt:variant>
      <vt:variant>
        <vt:i4>20</vt:i4>
      </vt:variant>
      <vt:variant>
        <vt:i4>0</vt:i4>
      </vt:variant>
      <vt:variant>
        <vt:i4>5</vt:i4>
      </vt:variant>
      <vt:variant>
        <vt:lpwstr/>
      </vt:variant>
      <vt:variant>
        <vt:lpwstr>_Toc195610640</vt:lpwstr>
      </vt:variant>
      <vt:variant>
        <vt:i4>1769523</vt:i4>
      </vt:variant>
      <vt:variant>
        <vt:i4>14</vt:i4>
      </vt:variant>
      <vt:variant>
        <vt:i4>0</vt:i4>
      </vt:variant>
      <vt:variant>
        <vt:i4>5</vt:i4>
      </vt:variant>
      <vt:variant>
        <vt:lpwstr/>
      </vt:variant>
      <vt:variant>
        <vt:lpwstr>_Toc195610639</vt:lpwstr>
      </vt:variant>
      <vt:variant>
        <vt:i4>1769523</vt:i4>
      </vt:variant>
      <vt:variant>
        <vt:i4>8</vt:i4>
      </vt:variant>
      <vt:variant>
        <vt:i4>0</vt:i4>
      </vt:variant>
      <vt:variant>
        <vt:i4>5</vt:i4>
      </vt:variant>
      <vt:variant>
        <vt:lpwstr/>
      </vt:variant>
      <vt:variant>
        <vt:lpwstr>_Toc195610638</vt:lpwstr>
      </vt:variant>
      <vt:variant>
        <vt:i4>1769523</vt:i4>
      </vt:variant>
      <vt:variant>
        <vt:i4>2</vt:i4>
      </vt:variant>
      <vt:variant>
        <vt:i4>0</vt:i4>
      </vt:variant>
      <vt:variant>
        <vt:i4>5</vt:i4>
      </vt:variant>
      <vt:variant>
        <vt:lpwstr/>
      </vt:variant>
      <vt:variant>
        <vt:lpwstr>_Toc195610637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Vingt scouts autour du monde</dc:title>
  <dc:subject>Récits</dc:subject>
  <dc:creator>Guy de Larigaudie</dc:creator>
  <cp:keywords/>
  <dc:description>Les vingt scouts, dont fait partie Guy de Larigaudie, partent à l'aventure autour du monde, côtoyant alors d'autres peuples, d'autres cultures, d'autres paysages, et scellant d'autres amitiés au cours du voyage... Parcourir le globe avec la jeunesse et la curiosité d'un scout, c'est découvrir son appartenance au genre humain, et son goût pour la nouveauté. Le jeune Guy de Larigaudie fera au cours de son voyage l'expérience d'un sentiment nouveau, qui dépasse les frontières : l'amitié. Et c'est cette amitié qui embellit ses souvenirs de voyages à son retour à Paris:
«Machinalement, mes doigts effleurent la mappemonde. Maintenant, les noms étranges : Aden, Tahiti, Raiatea, chantent la chanson des souvenirs...
Tout se tait. Un seul mot, plus tenace, chante encore pour moi : REPARTIR!»</dc:description>
  <cp:lastModifiedBy>Cool Micro</cp:lastModifiedBy>
  <cp:revision>4</cp:revision>
  <cp:lastPrinted>2025-04-15T09:57:00Z</cp:lastPrinted>
  <dcterms:created xsi:type="dcterms:W3CDTF">2025-04-15T09:57:00Z</dcterms:created>
  <dcterms:modified xsi:type="dcterms:W3CDTF">2025-04-15T09:59:00Z</dcterms:modified>
  <cp:category>Récits</cp:category>
</cp:coreProperties>
</file>