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104F7" w14:textId="45C211D2" w:rsidR="0081508F" w:rsidRPr="00E22158" w:rsidRDefault="00AC6F53" w:rsidP="0081508F">
      <w:pPr>
        <w:pStyle w:val="Photoauteur"/>
      </w:pPr>
      <w:r>
        <w:drawing>
          <wp:anchor distT="0" distB="0" distL="114300" distR="114300" simplePos="0" relativeHeight="251657728" behindDoc="0" locked="0" layoutInCell="1" allowOverlap="1" wp14:anchorId="58796003" wp14:editId="5F93D793">
            <wp:simplePos x="0" y="0"/>
            <wp:positionH relativeFrom="page">
              <wp:posOffset>0</wp:posOffset>
            </wp:positionH>
            <wp:positionV relativeFrom="page">
              <wp:posOffset>0</wp:posOffset>
            </wp:positionV>
            <wp:extent cx="1440180" cy="10692130"/>
            <wp:effectExtent l="0" t="0" r="0" b="0"/>
            <wp:wrapNone/>
            <wp:docPr id="8"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3F0F">
        <w:drawing>
          <wp:inline distT="0" distB="0" distL="0" distR="0" wp14:anchorId="2C51A8E5" wp14:editId="1EA1B771">
            <wp:extent cx="3045460" cy="3808730"/>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5460" cy="3808730"/>
                    </a:xfrm>
                    <a:prstGeom prst="rect">
                      <a:avLst/>
                    </a:prstGeom>
                    <a:noFill/>
                    <a:ln>
                      <a:noFill/>
                    </a:ln>
                  </pic:spPr>
                </pic:pic>
              </a:graphicData>
            </a:graphic>
          </wp:inline>
        </w:drawing>
      </w:r>
    </w:p>
    <w:p w14:paraId="05E8406A" w14:textId="77777777" w:rsidR="0081508F" w:rsidRPr="00E22158" w:rsidRDefault="0081508F" w:rsidP="0081508F">
      <w:pPr>
        <w:pStyle w:val="Auteur"/>
      </w:pPr>
      <w:r>
        <w:t>Luigi Pirandello</w:t>
      </w:r>
    </w:p>
    <w:p w14:paraId="39FBDD54" w14:textId="77777777" w:rsidR="0081508F" w:rsidRPr="007C1C6B" w:rsidRDefault="0081508F" w:rsidP="0081508F">
      <w:pPr>
        <w:pStyle w:val="Titrelivre"/>
      </w:pPr>
      <w:r>
        <w:t>CÉCÉ</w:t>
      </w:r>
    </w:p>
    <w:p w14:paraId="0E66A98C" w14:textId="77777777" w:rsidR="0081508F" w:rsidRDefault="0081508F" w:rsidP="0081508F">
      <w:pPr>
        <w:pStyle w:val="Soustitrelivre"/>
      </w:pPr>
      <w:r>
        <w:t>Pièce en un acte</w:t>
      </w:r>
    </w:p>
    <w:p w14:paraId="13832505" w14:textId="7CC579CD" w:rsidR="0081508F" w:rsidRDefault="0081508F" w:rsidP="0081508F">
      <w:pPr>
        <w:pStyle w:val="DateSortie"/>
      </w:pPr>
      <w:r>
        <w:t>1913</w:t>
      </w:r>
    </w:p>
    <w:p w14:paraId="2113BC23" w14:textId="6305DEC5" w:rsidR="00033562" w:rsidRDefault="0081508F" w:rsidP="00AC6F53">
      <w:pPr>
        <w:pStyle w:val="DateSortie"/>
      </w:pPr>
      <w:r>
        <w:t xml:space="preserve">Version française de Marie-Anne </w:t>
      </w:r>
      <w:proofErr w:type="spellStart"/>
      <w:r>
        <w:t>Commène</w:t>
      </w:r>
      <w:proofErr w:type="spellEnd"/>
    </w:p>
    <w:p w14:paraId="0D253CFF" w14:textId="77777777" w:rsidR="00033562" w:rsidRDefault="00033562" w:rsidP="007C1C6B">
      <w:pPr>
        <w:sectPr w:rsidR="00033562">
          <w:footerReference w:type="default" r:id="rId9"/>
          <w:pgSz w:w="11906" w:h="16838" w:code="9"/>
          <w:pgMar w:top="0" w:right="0" w:bottom="0" w:left="0" w:header="0" w:footer="0" w:gutter="0"/>
          <w:cols w:space="708"/>
          <w:titlePg/>
          <w:docGrid w:linePitch="360"/>
        </w:sectPr>
      </w:pPr>
    </w:p>
    <w:p w14:paraId="68A1B18A" w14:textId="77777777" w:rsidR="00033562" w:rsidRDefault="00033562">
      <w:pPr>
        <w:pStyle w:val="Titretablematires"/>
      </w:pPr>
      <w:r>
        <w:lastRenderedPageBreak/>
        <w:t>Table des matières</w:t>
      </w:r>
    </w:p>
    <w:p w14:paraId="1E24F019" w14:textId="77777777" w:rsidR="00033562" w:rsidRDefault="00033562"/>
    <w:p w14:paraId="2D3B06ED" w14:textId="6BEDC9D8" w:rsidR="00D87239" w:rsidRDefault="00033562">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TOC \o "1-3" \h \z </w:instrText>
      </w:r>
      <w:r>
        <w:rPr>
          <w:noProof w:val="0"/>
        </w:rPr>
        <w:fldChar w:fldCharType="separate"/>
      </w:r>
      <w:hyperlink w:anchor="_Toc195612254" w:history="1">
        <w:r w:rsidR="00D87239" w:rsidRPr="00F473FC">
          <w:rPr>
            <w:rStyle w:val="Lienhypertexte"/>
          </w:rPr>
          <w:t>À propos de cette édition électronique</w:t>
        </w:r>
        <w:r w:rsidR="00D87239">
          <w:rPr>
            <w:webHidden/>
          </w:rPr>
          <w:tab/>
        </w:r>
        <w:r w:rsidR="00D87239">
          <w:rPr>
            <w:webHidden/>
          </w:rPr>
          <w:fldChar w:fldCharType="begin"/>
        </w:r>
        <w:r w:rsidR="00D87239">
          <w:rPr>
            <w:webHidden/>
          </w:rPr>
          <w:instrText xml:space="preserve"> PAGEREF _Toc195612254 \h </w:instrText>
        </w:r>
        <w:r w:rsidR="00D87239">
          <w:rPr>
            <w:webHidden/>
          </w:rPr>
        </w:r>
        <w:r w:rsidR="00D87239">
          <w:rPr>
            <w:webHidden/>
          </w:rPr>
          <w:fldChar w:fldCharType="separate"/>
        </w:r>
        <w:r w:rsidR="00676B26">
          <w:rPr>
            <w:webHidden/>
          </w:rPr>
          <w:t>34</w:t>
        </w:r>
        <w:r w:rsidR="00D87239">
          <w:rPr>
            <w:webHidden/>
          </w:rPr>
          <w:fldChar w:fldCharType="end"/>
        </w:r>
      </w:hyperlink>
    </w:p>
    <w:p w14:paraId="645455CC" w14:textId="4C85906F" w:rsidR="00033562" w:rsidRDefault="00033562">
      <w:r>
        <w:fldChar w:fldCharType="end"/>
      </w:r>
    </w:p>
    <w:p w14:paraId="126C55DE" w14:textId="77777777" w:rsidR="00011AD4" w:rsidRDefault="00011AD4" w:rsidP="00011AD4">
      <w:pPr>
        <w:pStyle w:val="NormalEspAvtGrand"/>
        <w:pageBreakBefore/>
        <w:ind w:firstLine="0"/>
        <w:jc w:val="center"/>
      </w:pPr>
      <w:bookmarkStart w:id="0" w:name="bookmark8"/>
      <w:bookmarkEnd w:id="0"/>
      <w:r>
        <w:lastRenderedPageBreak/>
        <w:t>PERSONNAGES</w:t>
      </w:r>
    </w:p>
    <w:p w14:paraId="6126E88F" w14:textId="77777777" w:rsidR="00011AD4" w:rsidRDefault="00011AD4" w:rsidP="00011AD4">
      <w:pPr>
        <w:pStyle w:val="NormalEspAvt0EspApr0"/>
      </w:pPr>
      <w:r>
        <w:t>C</w:t>
      </w:r>
      <w:r>
        <w:rPr>
          <w:rStyle w:val="Taille-1NormalCar"/>
        </w:rPr>
        <w:t>ÉSAR</w:t>
      </w:r>
      <w:r>
        <w:t xml:space="preserve"> V</w:t>
      </w:r>
      <w:r>
        <w:rPr>
          <w:rStyle w:val="Taille-1NormalCar"/>
        </w:rPr>
        <w:t>ITALI</w:t>
      </w:r>
      <w:r>
        <w:t xml:space="preserve">, dit </w:t>
      </w:r>
      <w:proofErr w:type="spellStart"/>
      <w:r>
        <w:t>Cécé</w:t>
      </w:r>
      <w:proofErr w:type="spellEnd"/>
      <w:r>
        <w:t>.</w:t>
      </w:r>
    </w:p>
    <w:p w14:paraId="2CB497A8" w14:textId="77777777" w:rsidR="00011AD4" w:rsidRDefault="00011AD4" w:rsidP="00011AD4">
      <w:pPr>
        <w:pStyle w:val="NormalSuspendu1XRetrait1X"/>
        <w:spacing w:before="0" w:after="0"/>
      </w:pPr>
      <w:r>
        <w:t>Le comte C</w:t>
      </w:r>
      <w:r>
        <w:rPr>
          <w:rStyle w:val="Taille-1NormalCar"/>
        </w:rPr>
        <w:t>HARLES</w:t>
      </w:r>
      <w:r>
        <w:t xml:space="preserve"> </w:t>
      </w:r>
      <w:proofErr w:type="spellStart"/>
      <w:r>
        <w:t>S</w:t>
      </w:r>
      <w:r>
        <w:rPr>
          <w:rStyle w:val="Taille-1NormalCar"/>
        </w:rPr>
        <w:t>QUATRIGLIA</w:t>
      </w:r>
      <w:proofErr w:type="spellEnd"/>
      <w:r>
        <w:t>, entrepreneur de travaux publics.</w:t>
      </w:r>
    </w:p>
    <w:p w14:paraId="272ADC7A" w14:textId="77777777" w:rsidR="00011AD4" w:rsidRDefault="00011AD4" w:rsidP="00011AD4">
      <w:pPr>
        <w:pStyle w:val="NormalEspAvt0EspApr0"/>
      </w:pPr>
      <w:r>
        <w:t>N</w:t>
      </w:r>
      <w:r>
        <w:rPr>
          <w:rStyle w:val="Taille-1NormalCar"/>
        </w:rPr>
        <w:t>ADA</w:t>
      </w:r>
      <w:r>
        <w:t>, demi-mondaine.</w:t>
      </w:r>
    </w:p>
    <w:p w14:paraId="325902FF" w14:textId="77777777" w:rsidR="00011AD4" w:rsidRDefault="00011AD4" w:rsidP="00011AD4">
      <w:pPr>
        <w:pStyle w:val="NormalEspAvt0EspApr0"/>
      </w:pPr>
      <w:r>
        <w:t>U</w:t>
      </w:r>
      <w:r>
        <w:rPr>
          <w:rStyle w:val="Taille-1NormalCar"/>
        </w:rPr>
        <w:t>N VALET DE CHAMBRE</w:t>
      </w:r>
      <w:r>
        <w:t xml:space="preserve"> (qui ne parle pas).</w:t>
      </w:r>
    </w:p>
    <w:p w14:paraId="1BD4BFD7" w14:textId="77777777" w:rsidR="00011AD4" w:rsidRDefault="00011AD4" w:rsidP="00011AD4"/>
    <w:p w14:paraId="4BD04E5B" w14:textId="77777777" w:rsidR="00011AD4" w:rsidRDefault="00011AD4" w:rsidP="00011AD4">
      <w:pPr>
        <w:pStyle w:val="Taille-1Normal"/>
        <w:rPr>
          <w:i/>
        </w:rPr>
      </w:pPr>
      <w:r>
        <w:rPr>
          <w:i/>
        </w:rPr>
        <w:t>Représentée pour la première fois à Paris le 22 juin 1950 au théâtre des Noctambules.</w:t>
      </w:r>
    </w:p>
    <w:p w14:paraId="115ADC31" w14:textId="77777777" w:rsidR="00011AD4" w:rsidRDefault="00011AD4" w:rsidP="00011AD4">
      <w:pPr>
        <w:pStyle w:val="Taille-1Normal"/>
        <w:rPr>
          <w:i/>
        </w:rPr>
      </w:pPr>
      <w:r>
        <w:rPr>
          <w:i/>
        </w:rPr>
        <w:t xml:space="preserve">Mise en scène de Jacques </w:t>
      </w:r>
      <w:proofErr w:type="spellStart"/>
      <w:r>
        <w:rPr>
          <w:i/>
        </w:rPr>
        <w:t>Mauclair</w:t>
      </w:r>
      <w:proofErr w:type="spellEnd"/>
      <w:r>
        <w:rPr>
          <w:i/>
        </w:rPr>
        <w:t>.</w:t>
      </w:r>
    </w:p>
    <w:p w14:paraId="65BE0330" w14:textId="77777777" w:rsidR="00011AD4" w:rsidRDefault="00011AD4" w:rsidP="00011AD4">
      <w:pPr>
        <w:pStyle w:val="Taille-1Normal"/>
      </w:pPr>
      <w:r>
        <w:rPr>
          <w:i/>
        </w:rPr>
        <w:t xml:space="preserve">Par Jacques </w:t>
      </w:r>
      <w:proofErr w:type="spellStart"/>
      <w:r>
        <w:rPr>
          <w:i/>
        </w:rPr>
        <w:t>Mauclair</w:t>
      </w:r>
      <w:proofErr w:type="spellEnd"/>
      <w:r>
        <w:rPr>
          <w:i/>
        </w:rPr>
        <w:t xml:space="preserve"> (</w:t>
      </w:r>
      <w:proofErr w:type="spellStart"/>
      <w:r>
        <w:rPr>
          <w:i/>
        </w:rPr>
        <w:t>Cécé</w:t>
      </w:r>
      <w:proofErr w:type="spellEnd"/>
      <w:r>
        <w:rPr>
          <w:i/>
        </w:rPr>
        <w:t xml:space="preserve">) ; Jean-Marie </w:t>
      </w:r>
      <w:proofErr w:type="spellStart"/>
      <w:r>
        <w:rPr>
          <w:i/>
        </w:rPr>
        <w:t>Serreau</w:t>
      </w:r>
      <w:proofErr w:type="spellEnd"/>
      <w:r>
        <w:rPr>
          <w:i/>
        </w:rPr>
        <w:t xml:space="preserve"> (</w:t>
      </w:r>
      <w:proofErr w:type="spellStart"/>
      <w:r>
        <w:rPr>
          <w:i/>
        </w:rPr>
        <w:t>Squatriglia</w:t>
      </w:r>
      <w:proofErr w:type="spellEnd"/>
      <w:r>
        <w:rPr>
          <w:i/>
        </w:rPr>
        <w:t xml:space="preserve">) ; Irène </w:t>
      </w:r>
      <w:proofErr w:type="spellStart"/>
      <w:r>
        <w:rPr>
          <w:i/>
        </w:rPr>
        <w:t>Gironay</w:t>
      </w:r>
      <w:proofErr w:type="spellEnd"/>
      <w:r>
        <w:rPr>
          <w:i/>
        </w:rPr>
        <w:t xml:space="preserve"> (Nada) ; Jean </w:t>
      </w:r>
      <w:proofErr w:type="spellStart"/>
      <w:r>
        <w:rPr>
          <w:i/>
        </w:rPr>
        <w:t>Gruault</w:t>
      </w:r>
      <w:proofErr w:type="spellEnd"/>
      <w:r>
        <w:rPr>
          <w:i/>
        </w:rPr>
        <w:t xml:space="preserve"> (Le valet).</w:t>
      </w:r>
    </w:p>
    <w:p w14:paraId="458D3BE7" w14:textId="77777777" w:rsidR="00011AD4" w:rsidRDefault="00011AD4" w:rsidP="00011AD4"/>
    <w:p w14:paraId="563FE33C" w14:textId="77777777" w:rsidR="00011AD4" w:rsidRDefault="00011AD4" w:rsidP="00011AD4">
      <w:pPr>
        <w:pStyle w:val="Taille-1Normal"/>
        <w:pageBreakBefore/>
        <w:spacing w:before="2640"/>
      </w:pPr>
      <w:proofErr w:type="spellStart"/>
      <w:r>
        <w:lastRenderedPageBreak/>
        <w:t>Cécé</w:t>
      </w:r>
      <w:proofErr w:type="spellEnd"/>
      <w:r>
        <w:t xml:space="preserve"> a trente-cinq ans. Bien que de visage légèrement flétri par les ans, le corps est très vif, juvénile, un peu agité. Il a l’air quelque peu ahuri et distrait, comme quelqu’un qui aurait la tête à mille choses à la fois. Du reste, dans sa distraction, il change rapidement d’expression selon les images qui traversent son esprit vagabond. Il est tout rasé, très symp</w:t>
      </w:r>
      <w:r>
        <w:t>a</w:t>
      </w:r>
      <w:r>
        <w:t>thique, les yeux brillants, les lèvres rouges. Naturellement gentilhomme, il s’habille avec une élégance raffinée.</w:t>
      </w:r>
    </w:p>
    <w:p w14:paraId="6BFD5839" w14:textId="77777777" w:rsidR="00011AD4" w:rsidRDefault="00011AD4" w:rsidP="00011AD4">
      <w:pPr>
        <w:pStyle w:val="Taille-1Normal"/>
      </w:pPr>
      <w:proofErr w:type="spellStart"/>
      <w:r>
        <w:t>Squatriglia</w:t>
      </w:r>
      <w:proofErr w:type="spellEnd"/>
      <w:r>
        <w:t xml:space="preserve"> a environ cinquante ans. C’est un grand et gros homme assez rude, un peu gauche dans des vêtements trop neufs et de ville, hab</w:t>
      </w:r>
      <w:r>
        <w:t>i</w:t>
      </w:r>
      <w:r>
        <w:t>tué qu’il est à ceux plus négligés du travail. Il a un œil seulement et a</w:t>
      </w:r>
      <w:r>
        <w:t>u</w:t>
      </w:r>
      <w:r>
        <w:t>cune trace, dans le visage, de l’autre qui ayant sauté par l’explosion d’une mine a été recouvert par un lambeau de sa propre peau arrachée à une autre partie de son corps. Il est très riche et, en dehors des affaires où il est très fort, il est assez naïf et rustique.</w:t>
      </w:r>
    </w:p>
    <w:p w14:paraId="712E8455" w14:textId="77777777" w:rsidR="00011AD4" w:rsidRDefault="00011AD4" w:rsidP="00011AD4">
      <w:pPr>
        <w:pStyle w:val="Taille-1Normal"/>
      </w:pPr>
      <w:r>
        <w:t>Nada a vingt-deux ans (peut-être plus), elle vit de galanterie pr</w:t>
      </w:r>
      <w:r>
        <w:t>é</w:t>
      </w:r>
      <w:r>
        <w:t>cieuse et a l’air d’une grande dame, mais si on la presse un peu, on lui fait vite perdre son air distingué et elle devient vulgaire et niaise.</w:t>
      </w:r>
    </w:p>
    <w:p w14:paraId="7215F68D" w14:textId="3642FE6F" w:rsidR="00011AD4" w:rsidRDefault="00011AD4" w:rsidP="00011AD4">
      <w:pPr>
        <w:pStyle w:val="Taille-1Normal"/>
      </w:pPr>
      <w:r>
        <w:t>Une chambre dans un hôtel de premier ordre, avec des meubles à la dernière mode, de salon et de bureau. Au fond, la porte d’entrée qui donne sur un couloir. Sur le côté gauche, une autre porte qui donne dans la chambre à coucher. Fenêtre à droite. Téléphone au mur du fond, à droite de la porte d’entrée.</w:t>
      </w:r>
    </w:p>
    <w:p w14:paraId="4FA079A8" w14:textId="77777777" w:rsidR="00011AD4" w:rsidRDefault="00011AD4" w:rsidP="00011AD4">
      <w:pPr>
        <w:pStyle w:val="Taille-1RetraitGauche3X"/>
        <w:pageBreakBefore/>
        <w:spacing w:before="2640"/>
      </w:pPr>
      <w:r>
        <w:rPr>
          <w:i/>
          <w:iCs/>
        </w:rPr>
        <w:lastRenderedPageBreak/>
        <w:t xml:space="preserve">Au lever du rideau, la scène est vide. Le téléphone sonne, deux, trois fois. </w:t>
      </w:r>
      <w:proofErr w:type="spellStart"/>
      <w:r>
        <w:rPr>
          <w:i/>
          <w:iCs/>
        </w:rPr>
        <w:t>Cécé</w:t>
      </w:r>
      <w:proofErr w:type="spellEnd"/>
      <w:r>
        <w:rPr>
          <w:i/>
          <w:iCs/>
        </w:rPr>
        <w:t xml:space="preserve"> en pyjama, les joues savo</w:t>
      </w:r>
      <w:r>
        <w:rPr>
          <w:i/>
          <w:iCs/>
        </w:rPr>
        <w:t>n</w:t>
      </w:r>
      <w:r>
        <w:rPr>
          <w:i/>
          <w:iCs/>
        </w:rPr>
        <w:t>neuses et le blaireau en main, accourt de la porte de gauche.</w:t>
      </w:r>
    </w:p>
    <w:p w14:paraId="5A67F460" w14:textId="77777777" w:rsidR="00011AD4" w:rsidRDefault="00011AD4" w:rsidP="00011AD4">
      <w:pPr>
        <w:rPr>
          <w:i/>
          <w:iCs/>
        </w:rPr>
      </w:pPr>
      <w:proofErr w:type="spellStart"/>
      <w:r>
        <w:t>C</w:t>
      </w:r>
      <w:r>
        <w:rPr>
          <w:rStyle w:val="Taille-1NormalCar"/>
        </w:rPr>
        <w:t>ÉCÉ</w:t>
      </w:r>
      <w:proofErr w:type="spellEnd"/>
      <w:r>
        <w:t xml:space="preserve">. – Et de trois ! Une minute, bon Dieu !… Je suis en train de me raser… Ah ! </w:t>
      </w:r>
      <w:proofErr w:type="spellStart"/>
      <w:r>
        <w:t>Squatriglia</w:t>
      </w:r>
      <w:proofErr w:type="spellEnd"/>
      <w:r>
        <w:t xml:space="preserve"> ? Comment ? Non… je me disais à moi-même, je suis là à me raser… Oui, faites monter. </w:t>
      </w:r>
      <w:r>
        <w:rPr>
          <w:i/>
          <w:iCs/>
        </w:rPr>
        <w:t xml:space="preserve">(Il se dirige vers sa chambre, puis demeure en arrêt.) </w:t>
      </w:r>
      <w:r>
        <w:t xml:space="preserve">Qui a-t-il dit ? </w:t>
      </w:r>
      <w:proofErr w:type="spellStart"/>
      <w:r>
        <w:t>Squatriglia</w:t>
      </w:r>
      <w:proofErr w:type="spellEnd"/>
      <w:r>
        <w:t> ? Hum ! Il me semble qu’il est commandeur.</w:t>
      </w:r>
    </w:p>
    <w:p w14:paraId="6116F89D" w14:textId="77777777" w:rsidR="00011AD4" w:rsidRDefault="00011AD4" w:rsidP="00011AD4">
      <w:pPr>
        <w:pStyle w:val="Taille-1RetraitGauche3X"/>
      </w:pPr>
      <w:r>
        <w:rPr>
          <w:i/>
          <w:iCs/>
        </w:rPr>
        <w:t>Il rentre dans sa chambre. Peu après on entend frapper à la porte.</w:t>
      </w:r>
    </w:p>
    <w:p w14:paraId="494C94E6" w14:textId="77777777" w:rsidR="00011AD4" w:rsidRDefault="00011AD4" w:rsidP="00011AD4">
      <w:pPr>
        <w:rPr>
          <w:i/>
        </w:rPr>
      </w:pPr>
      <w:proofErr w:type="spellStart"/>
      <w:r>
        <w:t>C</w:t>
      </w:r>
      <w:r>
        <w:rPr>
          <w:rStyle w:val="Taille-1NormalCar"/>
        </w:rPr>
        <w:t>ÉCÉ</w:t>
      </w:r>
      <w:proofErr w:type="spellEnd"/>
      <w:r>
        <w:t xml:space="preserve">, </w:t>
      </w:r>
      <w:r>
        <w:rPr>
          <w:i/>
          <w:iCs/>
        </w:rPr>
        <w:t xml:space="preserve">de l’intérieur. </w:t>
      </w:r>
      <w:r>
        <w:t>– Entrez !</w:t>
      </w:r>
    </w:p>
    <w:p w14:paraId="19F90AAE" w14:textId="77777777" w:rsidR="00011AD4" w:rsidRDefault="00011AD4" w:rsidP="00011AD4">
      <w:pPr>
        <w:pStyle w:val="Taille-1RetraitGauche3X"/>
      </w:pPr>
      <w:r>
        <w:rPr>
          <w:i/>
        </w:rPr>
        <w:t xml:space="preserve">La porte s’ouvre. Le valet de chambre introduit </w:t>
      </w:r>
      <w:proofErr w:type="spellStart"/>
      <w:r>
        <w:rPr>
          <w:i/>
        </w:rPr>
        <w:t>Squatriglia</w:t>
      </w:r>
      <w:proofErr w:type="spellEnd"/>
      <w:r>
        <w:rPr>
          <w:i/>
        </w:rPr>
        <w:t xml:space="preserve"> et se retire, refermant la porte.</w:t>
      </w:r>
    </w:p>
    <w:p w14:paraId="021B87DC" w14:textId="77777777" w:rsidR="00011AD4" w:rsidRDefault="00011AD4" w:rsidP="00011AD4">
      <w:proofErr w:type="spellStart"/>
      <w:r>
        <w:t>S</w:t>
      </w:r>
      <w:r>
        <w:rPr>
          <w:rStyle w:val="Taille-1NormalCar"/>
        </w:rPr>
        <w:t>QUATRIGLIA</w:t>
      </w:r>
      <w:proofErr w:type="spellEnd"/>
      <w:r>
        <w:t xml:space="preserve">. – Mon très cher </w:t>
      </w:r>
      <w:proofErr w:type="spellStart"/>
      <w:r>
        <w:t>Cécé</w:t>
      </w:r>
      <w:proofErr w:type="spellEnd"/>
      <w:r>
        <w:t>…</w:t>
      </w:r>
    </w:p>
    <w:p w14:paraId="7537C3CF" w14:textId="77777777" w:rsidR="00011AD4" w:rsidRDefault="00011AD4" w:rsidP="00011AD4">
      <w:proofErr w:type="spellStart"/>
      <w:r>
        <w:t>C</w:t>
      </w:r>
      <w:r>
        <w:rPr>
          <w:rStyle w:val="Taille-1NormalCar"/>
        </w:rPr>
        <w:t>ÉCÉ</w:t>
      </w:r>
      <w:proofErr w:type="spellEnd"/>
      <w:r>
        <w:t>. – Ah ! c’est toi. Excuse-moi, assieds-toi, mon co</w:t>
      </w:r>
      <w:r>
        <w:t>m</w:t>
      </w:r>
      <w:r>
        <w:t>mandeur. Tu vois, je me rase.</w:t>
      </w:r>
    </w:p>
    <w:p w14:paraId="775FC194" w14:textId="77777777" w:rsidR="00011AD4" w:rsidRDefault="00011AD4" w:rsidP="00011AD4">
      <w:proofErr w:type="spellStart"/>
      <w:r>
        <w:t>S</w:t>
      </w:r>
      <w:r>
        <w:rPr>
          <w:rStyle w:val="Taille-1NormalCar"/>
        </w:rPr>
        <w:t>QUATRIGLIA</w:t>
      </w:r>
      <w:proofErr w:type="spellEnd"/>
      <w:r>
        <w:t>. – Si je dérange…</w:t>
      </w:r>
    </w:p>
    <w:p w14:paraId="2F923265" w14:textId="77777777" w:rsidR="00011AD4" w:rsidRDefault="00011AD4" w:rsidP="00011AD4">
      <w:proofErr w:type="spellStart"/>
      <w:r>
        <w:t>C</w:t>
      </w:r>
      <w:r>
        <w:rPr>
          <w:rStyle w:val="Taille-1NormalCar"/>
        </w:rPr>
        <w:t>ÉCÉ</w:t>
      </w:r>
      <w:proofErr w:type="spellEnd"/>
      <w:r>
        <w:t xml:space="preserve">. – Mais non. Avec toi pas de cérémonie. Je continue à me raser. </w:t>
      </w:r>
      <w:r>
        <w:rPr>
          <w:i/>
          <w:iCs/>
        </w:rPr>
        <w:t xml:space="preserve">(Il montre sa chambre à côté.) </w:t>
      </w:r>
      <w:r>
        <w:t>La porte est ouverte : tu peux parler, tu peux même entrer si tu veux.</w:t>
      </w:r>
    </w:p>
    <w:p w14:paraId="16A40843" w14:textId="77777777" w:rsidR="00011AD4" w:rsidRDefault="00011AD4" w:rsidP="00011AD4">
      <w:proofErr w:type="spellStart"/>
      <w:r>
        <w:t>S</w:t>
      </w:r>
      <w:r>
        <w:rPr>
          <w:rStyle w:val="Taille-1NormalCar"/>
        </w:rPr>
        <w:t>QUATRIGLIA</w:t>
      </w:r>
      <w:proofErr w:type="spellEnd"/>
      <w:r>
        <w:t>. – Non, merci. Ne te dérange pas et ne te presse pas ; j’attends.</w:t>
      </w:r>
    </w:p>
    <w:p w14:paraId="2DDDB554" w14:textId="77777777" w:rsidR="00011AD4" w:rsidRDefault="00011AD4" w:rsidP="00011AD4">
      <w:pPr>
        <w:rPr>
          <w:i/>
          <w:iCs/>
        </w:rPr>
      </w:pPr>
      <w:proofErr w:type="spellStart"/>
      <w:r>
        <w:t>C</w:t>
      </w:r>
      <w:r>
        <w:rPr>
          <w:rStyle w:val="Taille-1NormalCar"/>
        </w:rPr>
        <w:t>ÉCÉ</w:t>
      </w:r>
      <w:proofErr w:type="spellEnd"/>
      <w:r>
        <w:t>. – J’en ai pour cinq minutes, pas plus.</w:t>
      </w:r>
    </w:p>
    <w:p w14:paraId="2D8219D4" w14:textId="77777777" w:rsidR="00011AD4" w:rsidRDefault="00011AD4" w:rsidP="00011AD4">
      <w:pPr>
        <w:pStyle w:val="Taille-1RetraitGauche3X"/>
      </w:pPr>
      <w:r>
        <w:rPr>
          <w:i/>
          <w:iCs/>
        </w:rPr>
        <w:t xml:space="preserve">Il rentre. Silence. </w:t>
      </w:r>
      <w:proofErr w:type="spellStart"/>
      <w:r>
        <w:rPr>
          <w:i/>
          <w:iCs/>
        </w:rPr>
        <w:t>Squatriglia</w:t>
      </w:r>
      <w:proofErr w:type="spellEnd"/>
      <w:r>
        <w:rPr>
          <w:i/>
          <w:iCs/>
        </w:rPr>
        <w:t xml:space="preserve"> s’assied ; il attend un peu ; il tire d’un gros portefeuille un papier qu’il se met à examiner.</w:t>
      </w:r>
    </w:p>
    <w:p w14:paraId="7325AA56" w14:textId="77777777" w:rsidR="00011AD4" w:rsidRDefault="00011AD4" w:rsidP="00011AD4">
      <w:proofErr w:type="spellStart"/>
      <w:r>
        <w:t>C</w:t>
      </w:r>
      <w:r>
        <w:rPr>
          <w:rStyle w:val="Taille-1NormalCar"/>
        </w:rPr>
        <w:t>ÉCÉ</w:t>
      </w:r>
      <w:proofErr w:type="spellEnd"/>
      <w:r>
        <w:t xml:space="preserve">, </w:t>
      </w:r>
      <w:r>
        <w:rPr>
          <w:i/>
          <w:iCs/>
        </w:rPr>
        <w:t xml:space="preserve">du dedans. – </w:t>
      </w:r>
      <w:r>
        <w:t>Tu ne me dis rien ?</w:t>
      </w:r>
    </w:p>
    <w:p w14:paraId="07049AA9" w14:textId="77777777" w:rsidR="00011AD4" w:rsidRDefault="00011AD4" w:rsidP="00011AD4">
      <w:proofErr w:type="spellStart"/>
      <w:r>
        <w:lastRenderedPageBreak/>
        <w:t>S</w:t>
      </w:r>
      <w:r>
        <w:rPr>
          <w:rStyle w:val="Taille-1NormalCar"/>
        </w:rPr>
        <w:t>QUATRIGLIA</w:t>
      </w:r>
      <w:proofErr w:type="spellEnd"/>
      <w:r>
        <w:t xml:space="preserve">. – Rase-toi sans t’occuper de moi. Je suis en train de regarder un petit compte. </w:t>
      </w:r>
      <w:r>
        <w:rPr>
          <w:i/>
          <w:iCs/>
        </w:rPr>
        <w:t>(Il secoue la tête, en rega</w:t>
      </w:r>
      <w:r>
        <w:rPr>
          <w:i/>
          <w:iCs/>
        </w:rPr>
        <w:t>r</w:t>
      </w:r>
      <w:r>
        <w:rPr>
          <w:i/>
          <w:iCs/>
        </w:rPr>
        <w:t xml:space="preserve">dant son papier.) </w:t>
      </w:r>
      <w:r>
        <w:t xml:space="preserve">Sapristi, si je ne m’en vais pas vite… </w:t>
      </w:r>
      <w:r>
        <w:rPr>
          <w:i/>
          <w:iCs/>
        </w:rPr>
        <w:t>(Il r</w:t>
      </w:r>
      <w:r>
        <w:rPr>
          <w:i/>
          <w:iCs/>
        </w:rPr>
        <w:t>e</w:t>
      </w:r>
      <w:r>
        <w:rPr>
          <w:i/>
          <w:iCs/>
        </w:rPr>
        <w:t xml:space="preserve">garde sa montre, se lève.) </w:t>
      </w:r>
      <w:proofErr w:type="spellStart"/>
      <w:r>
        <w:t>Cécé</w:t>
      </w:r>
      <w:proofErr w:type="spellEnd"/>
      <w:r>
        <w:t>, il faut que je m’en aille tout de suite, tu sais. Je suis venu te saluer et te remercier. Je m’en vais à onze heures.</w:t>
      </w:r>
    </w:p>
    <w:p w14:paraId="56ADEAC8" w14:textId="77777777" w:rsidR="00011AD4" w:rsidRDefault="00011AD4" w:rsidP="00011AD4">
      <w:proofErr w:type="spellStart"/>
      <w:r>
        <w:t>C</w:t>
      </w:r>
      <w:r>
        <w:rPr>
          <w:rStyle w:val="Taille-1NormalCar"/>
        </w:rPr>
        <w:t>ÉCÉ</w:t>
      </w:r>
      <w:proofErr w:type="spellEnd"/>
      <w:r>
        <w:t xml:space="preserve">, </w:t>
      </w:r>
      <w:r>
        <w:rPr>
          <w:i/>
          <w:iCs/>
        </w:rPr>
        <w:t>qui a fini de se raser et commence à s’habiller, v</w:t>
      </w:r>
      <w:r>
        <w:rPr>
          <w:i/>
          <w:iCs/>
        </w:rPr>
        <w:t>i</w:t>
      </w:r>
      <w:r>
        <w:rPr>
          <w:i/>
          <w:iCs/>
        </w:rPr>
        <w:t xml:space="preserve">vement. – </w:t>
      </w:r>
      <w:r>
        <w:t>Tu t’en vas si vite ? Tu as tout débrouillé maint</w:t>
      </w:r>
      <w:r>
        <w:t>e</w:t>
      </w:r>
      <w:r>
        <w:t>nant ?</w:t>
      </w:r>
    </w:p>
    <w:p w14:paraId="6914ECFF" w14:textId="77777777" w:rsidR="00011AD4" w:rsidRDefault="00011AD4" w:rsidP="00011AD4">
      <w:proofErr w:type="spellStart"/>
      <w:r>
        <w:t>S</w:t>
      </w:r>
      <w:r>
        <w:rPr>
          <w:rStyle w:val="Taille-1NormalCar"/>
        </w:rPr>
        <w:t>QUATRIGLIA</w:t>
      </w:r>
      <w:proofErr w:type="spellEnd"/>
      <w:r>
        <w:t>. – Oui, grâce à toi.</w:t>
      </w:r>
    </w:p>
    <w:p w14:paraId="62D4D384" w14:textId="77777777" w:rsidR="00011AD4" w:rsidRDefault="00011AD4" w:rsidP="00011AD4">
      <w:proofErr w:type="spellStart"/>
      <w:r>
        <w:t>C</w:t>
      </w:r>
      <w:r>
        <w:rPr>
          <w:rStyle w:val="Taille-1NormalCar"/>
        </w:rPr>
        <w:t>ÉCÉ</w:t>
      </w:r>
      <w:proofErr w:type="spellEnd"/>
      <w:r>
        <w:t>. – À moi ? que veux-tu dire ?</w:t>
      </w:r>
    </w:p>
    <w:p w14:paraId="19C369D7" w14:textId="77777777" w:rsidR="00011AD4" w:rsidRDefault="00011AD4" w:rsidP="00011AD4">
      <w:proofErr w:type="spellStart"/>
      <w:r>
        <w:t>S</w:t>
      </w:r>
      <w:r>
        <w:rPr>
          <w:rStyle w:val="Taille-1NormalCar"/>
        </w:rPr>
        <w:t>QUATRIGLIA</w:t>
      </w:r>
      <w:proofErr w:type="spellEnd"/>
      <w:r>
        <w:t xml:space="preserve">. – Ah ! oui sans toi tu imagines que </w:t>
      </w:r>
      <w:r>
        <w:rPr>
          <w:bCs/>
        </w:rPr>
        <w:t>j’aurais trouvé si vite le chemin de son Excellence ?</w:t>
      </w:r>
    </w:p>
    <w:p w14:paraId="78C00C62" w14:textId="77777777" w:rsidR="00011AD4" w:rsidRDefault="00011AD4" w:rsidP="00011AD4">
      <w:proofErr w:type="spellStart"/>
      <w:r>
        <w:t>C</w:t>
      </w:r>
      <w:r>
        <w:rPr>
          <w:rStyle w:val="Taille-1NormalCar"/>
        </w:rPr>
        <w:t>ÉCÉ</w:t>
      </w:r>
      <w:proofErr w:type="spellEnd"/>
      <w:r>
        <w:t>. – C’est moi qui t’ai fait trouver le chemin ?</w:t>
      </w:r>
    </w:p>
    <w:p w14:paraId="7AA7FD0A" w14:textId="77777777" w:rsidR="00011AD4" w:rsidRDefault="00011AD4" w:rsidP="00011AD4">
      <w:proofErr w:type="spellStart"/>
      <w:r>
        <w:t>S</w:t>
      </w:r>
      <w:r>
        <w:rPr>
          <w:rStyle w:val="Taille-1NormalCar"/>
        </w:rPr>
        <w:t>QUATRIGLIA</w:t>
      </w:r>
      <w:proofErr w:type="spellEnd"/>
      <w:r>
        <w:t>. – Et comment ! Tu l’as déjà oublié ?</w:t>
      </w:r>
    </w:p>
    <w:p w14:paraId="19A36923" w14:textId="77777777" w:rsidR="00011AD4" w:rsidRDefault="00011AD4" w:rsidP="00011AD4">
      <w:proofErr w:type="spellStart"/>
      <w:r>
        <w:t>C</w:t>
      </w:r>
      <w:r>
        <w:rPr>
          <w:rStyle w:val="Taille-1NormalCar"/>
        </w:rPr>
        <w:t>ÉCÉ</w:t>
      </w:r>
      <w:proofErr w:type="spellEnd"/>
      <w:r>
        <w:t>. – De quelle Excellence parles-tu ?</w:t>
      </w:r>
    </w:p>
    <w:p w14:paraId="2D052AF9" w14:textId="77777777" w:rsidR="00011AD4" w:rsidRDefault="00011AD4" w:rsidP="00011AD4">
      <w:proofErr w:type="spellStart"/>
      <w:r>
        <w:t>S</w:t>
      </w:r>
      <w:r>
        <w:rPr>
          <w:rStyle w:val="Taille-1NormalCar"/>
        </w:rPr>
        <w:t>QUATRIGLIA</w:t>
      </w:r>
      <w:proofErr w:type="spellEnd"/>
      <w:r>
        <w:t>. – Avec quelle Excellence veux-tu qu’ait à parler un pauvre entrepreneur de travaux publics comme moi ? Farceur, va ! Tu fais semblant de confondre parce que tu les connais toutes.</w:t>
      </w:r>
    </w:p>
    <w:p w14:paraId="3A4E6255" w14:textId="77777777" w:rsidR="00011AD4" w:rsidRDefault="00011AD4" w:rsidP="00011AD4">
      <w:proofErr w:type="spellStart"/>
      <w:r>
        <w:t>C</w:t>
      </w:r>
      <w:r>
        <w:rPr>
          <w:rStyle w:val="Taille-1NormalCar"/>
        </w:rPr>
        <w:t>ÉCÉ</w:t>
      </w:r>
      <w:proofErr w:type="spellEnd"/>
      <w:r>
        <w:t>. – Moi. Moi, je les connais toutes ?</w:t>
      </w:r>
    </w:p>
    <w:p w14:paraId="6C1F227B" w14:textId="77777777" w:rsidR="00011AD4" w:rsidRDefault="00011AD4" w:rsidP="00011AD4">
      <w:proofErr w:type="spellStart"/>
      <w:r>
        <w:t>S</w:t>
      </w:r>
      <w:r>
        <w:rPr>
          <w:rStyle w:val="Taille-1NormalCar"/>
        </w:rPr>
        <w:t>QUATRIGLIA</w:t>
      </w:r>
      <w:proofErr w:type="spellEnd"/>
      <w:r>
        <w:t>. – Tu n’es pas fâché ?</w:t>
      </w:r>
    </w:p>
    <w:p w14:paraId="017AAD17" w14:textId="77777777" w:rsidR="00011AD4" w:rsidRDefault="00011AD4" w:rsidP="00011AD4">
      <w:proofErr w:type="spellStart"/>
      <w:r>
        <w:t>C</w:t>
      </w:r>
      <w:r>
        <w:rPr>
          <w:rStyle w:val="Taille-1NormalCar"/>
        </w:rPr>
        <w:t>ÉCÉ</w:t>
      </w:r>
      <w:proofErr w:type="spellEnd"/>
      <w:r>
        <w:t>. – Mais non, je ne suis pas fâché… mais je te jure que moi je ne connais personne, per-son-ne, tu comprends. Prends garde, j’y pensais tout en me rasant : que c’est une drôle de de</w:t>
      </w:r>
      <w:r>
        <w:t>s</w:t>
      </w:r>
      <w:r>
        <w:t xml:space="preserve">tinée que la mienne ! </w:t>
      </w:r>
      <w:proofErr w:type="spellStart"/>
      <w:r>
        <w:t>Cécé</w:t>
      </w:r>
      <w:proofErr w:type="spellEnd"/>
      <w:r>
        <w:t xml:space="preserve">… </w:t>
      </w:r>
      <w:proofErr w:type="spellStart"/>
      <w:r>
        <w:t>Cécé</w:t>
      </w:r>
      <w:proofErr w:type="spellEnd"/>
      <w:r>
        <w:t xml:space="preserve">… </w:t>
      </w:r>
      <w:proofErr w:type="spellStart"/>
      <w:r>
        <w:t>Cécé</w:t>
      </w:r>
      <w:proofErr w:type="spellEnd"/>
      <w:r>
        <w:t xml:space="preserve">… tout le monde m’appelle </w:t>
      </w:r>
      <w:proofErr w:type="spellStart"/>
      <w:r>
        <w:t>Cécé</w:t>
      </w:r>
      <w:proofErr w:type="spellEnd"/>
      <w:r>
        <w:t xml:space="preserve">. Cent mille m’appellent </w:t>
      </w:r>
      <w:proofErr w:type="spellStart"/>
      <w:r>
        <w:t>Cécé</w:t>
      </w:r>
      <w:proofErr w:type="spellEnd"/>
      <w:r>
        <w:t xml:space="preserve"> à </w:t>
      </w:r>
      <w:r>
        <w:lastRenderedPageBreak/>
        <w:t>Milan, à Turin, à Venise, à Gênes, à Bologne, à Florence, à Rome, à Naples, à P</w:t>
      </w:r>
      <w:r>
        <w:t>a</w:t>
      </w:r>
      <w:r>
        <w:t>lerme… tout le monde.</w:t>
      </w:r>
    </w:p>
    <w:p w14:paraId="5A4F0E1E" w14:textId="77777777" w:rsidR="00011AD4" w:rsidRDefault="00011AD4" w:rsidP="00011AD4">
      <w:proofErr w:type="spellStart"/>
      <w:r>
        <w:t>S</w:t>
      </w:r>
      <w:r>
        <w:rPr>
          <w:rStyle w:val="Taille-1NormalCar"/>
        </w:rPr>
        <w:t>QUATRIGLIA</w:t>
      </w:r>
      <w:proofErr w:type="spellEnd"/>
      <w:r>
        <w:t xml:space="preserve">. – </w:t>
      </w:r>
      <w:r>
        <w:rPr>
          <w:bCs/>
        </w:rPr>
        <w:t>Pardi… connu universellement.</w:t>
      </w:r>
    </w:p>
    <w:p w14:paraId="25DD68AC" w14:textId="77777777" w:rsidR="00011AD4" w:rsidRDefault="00011AD4" w:rsidP="00011AD4">
      <w:proofErr w:type="spellStart"/>
      <w:r>
        <w:t>C</w:t>
      </w:r>
      <w:r>
        <w:rPr>
          <w:rStyle w:val="Taille-1NormalCar"/>
        </w:rPr>
        <w:t>ÉCÉ</w:t>
      </w:r>
      <w:proofErr w:type="spellEnd"/>
      <w:r>
        <w:t>. – Mais connu de tous, dis-moi un peu, qui puis-je véritablement connaître, moi ? Tu ris. Ah ! Et pourtant, mon cher, si j’y pense, je deviens fou. N’est-ce pas une torture de se savoir éparpillé à cent mille exemplaires ? Connu de cent mille individus qui te connaissent et que tu ne connais pas ? qui s</w:t>
      </w:r>
      <w:r>
        <w:t>a</w:t>
      </w:r>
      <w:r>
        <w:t>vent tout de toi et dont tu ne connais même pas le nom, à qui il te faut sourire, taper sur l’épaule, dire : mon cher, très cher ami, en demeurant toujours entre deux airs, sans trop le paraître, en faisant semblant de se souvenir, de s’intéresser…</w:t>
      </w:r>
    </w:p>
    <w:p w14:paraId="3A055046" w14:textId="77777777" w:rsidR="00011AD4" w:rsidRDefault="00011AD4" w:rsidP="00011AD4">
      <w:r>
        <w:t>Et en toi-même tu te demandes : mais qui peut-il bien être ? Comment me connaît-il ? qui suis-je pour lui ? Car enfin, tu voudras bien m’accorder que nous ne sommes pas toujours pareils. Selon les humeurs, les moments, les relations, nous sommes tantôt d’une manière, tantôt de l’autre, joyeux avec l’un, tristes avec l’autre, graves avec celui-ci, facétieux avec c</w:t>
      </w:r>
      <w:r>
        <w:t>e</w:t>
      </w:r>
      <w:r>
        <w:t xml:space="preserve">lui-là. Ils s’approchent… ils m’appellent </w:t>
      </w:r>
      <w:proofErr w:type="spellStart"/>
      <w:r>
        <w:t>Cécé</w:t>
      </w:r>
      <w:proofErr w:type="spellEnd"/>
      <w:r>
        <w:t> : va donc te rapp</w:t>
      </w:r>
      <w:r>
        <w:t>e</w:t>
      </w:r>
      <w:r>
        <w:t>ler ce que tu représentes pour l’un ou pour l’autre, s’il te connaît comme ci ou comme ça ? Tu en vois qui te regardent bouche bée… Je ne peux pas leur crier… pardon, minute, vous faites e</w:t>
      </w:r>
      <w:r>
        <w:t>r</w:t>
      </w:r>
      <w:r>
        <w:t xml:space="preserve">reur, je ne dois pas être celui que vous croyez, je crois être un autre. Quel autre ? Comment puis-je le savoir si je vis éparpillé en cent mille. De quoi devenir fou, je t’assure. Il peut même m’arriver, sapristi, de parler avec une femme qui elle aussi m’appelle </w:t>
      </w:r>
      <w:proofErr w:type="spellStart"/>
      <w:r>
        <w:t>Cécé</w:t>
      </w:r>
      <w:proofErr w:type="spellEnd"/>
      <w:r>
        <w:t xml:space="preserve"> et cinq minutes après je peux fort bien me mettre à parler d’elle avec son mari et de certaines choses… tu comprends ? Ah, tu ris ? Ça te fait rire, toi ?</w:t>
      </w:r>
    </w:p>
    <w:p w14:paraId="78E55356" w14:textId="77777777" w:rsidR="00011AD4" w:rsidRDefault="00011AD4" w:rsidP="00011AD4">
      <w:proofErr w:type="spellStart"/>
      <w:r>
        <w:lastRenderedPageBreak/>
        <w:t>S</w:t>
      </w:r>
      <w:r>
        <w:rPr>
          <w:rStyle w:val="Taille-1NormalCar"/>
        </w:rPr>
        <w:t>QUATRIGLIA</w:t>
      </w:r>
      <w:proofErr w:type="spellEnd"/>
      <w:r>
        <w:t>. – Je ris… parce que… sérieusement est-ce que tu sais qui je suis ?</w:t>
      </w:r>
    </w:p>
    <w:p w14:paraId="10BAF624" w14:textId="77777777" w:rsidR="00011AD4" w:rsidRDefault="00011AD4" w:rsidP="00011AD4">
      <w:proofErr w:type="spellStart"/>
      <w:r>
        <w:t>C</w:t>
      </w:r>
      <w:r>
        <w:rPr>
          <w:rStyle w:val="Taille-1NormalCar"/>
        </w:rPr>
        <w:t>ÉCÉ</w:t>
      </w:r>
      <w:proofErr w:type="spellEnd"/>
      <w:r>
        <w:t>. – Toi ? Il n’est pas question de toi. Qu’est-ce que tu racontes ? Toi, je te connais, je te connais très bien. Non ? Tu dis que non ? Mais si, voyons, je te connais !… Seulement… voyons… puisque tu m’y fais penser… je ne sais plus si…</w:t>
      </w:r>
    </w:p>
    <w:p w14:paraId="6F818C21" w14:textId="77777777" w:rsidR="00011AD4" w:rsidRDefault="00011AD4" w:rsidP="00011AD4">
      <w:proofErr w:type="spellStart"/>
      <w:r>
        <w:t>S</w:t>
      </w:r>
      <w:r>
        <w:rPr>
          <w:rStyle w:val="Taille-1NormalCar"/>
        </w:rPr>
        <w:t>QUATRIGLIA</w:t>
      </w:r>
      <w:proofErr w:type="spellEnd"/>
      <w:r>
        <w:t xml:space="preserve">, </w:t>
      </w:r>
      <w:r>
        <w:rPr>
          <w:i/>
          <w:iCs/>
        </w:rPr>
        <w:t xml:space="preserve">riant à gorge déployée. </w:t>
      </w:r>
      <w:r>
        <w:t>– Tu vois si j’avais raison.</w:t>
      </w:r>
    </w:p>
    <w:p w14:paraId="57E9D203" w14:textId="77777777" w:rsidR="00011AD4" w:rsidRDefault="00011AD4" w:rsidP="00011AD4">
      <w:proofErr w:type="spellStart"/>
      <w:r>
        <w:t>C</w:t>
      </w:r>
      <w:r>
        <w:rPr>
          <w:rStyle w:val="Taille-1NormalCar"/>
        </w:rPr>
        <w:t>ÉCÉ</w:t>
      </w:r>
      <w:proofErr w:type="spellEnd"/>
      <w:r>
        <w:t xml:space="preserve">, </w:t>
      </w:r>
      <w:r>
        <w:rPr>
          <w:i/>
          <w:iCs/>
        </w:rPr>
        <w:t xml:space="preserve">fort agacé. </w:t>
      </w:r>
      <w:r>
        <w:t>– Raison de quoi ? Je te connais. Tu as un frère, oui ou non ?</w:t>
      </w:r>
    </w:p>
    <w:p w14:paraId="402A9907" w14:textId="77777777" w:rsidR="00011AD4" w:rsidRDefault="00011AD4" w:rsidP="00011AD4">
      <w:proofErr w:type="spellStart"/>
      <w:r>
        <w:t>S</w:t>
      </w:r>
      <w:r>
        <w:rPr>
          <w:rStyle w:val="Taille-1NormalCar"/>
        </w:rPr>
        <w:t>QUATRIGLIA</w:t>
      </w:r>
      <w:proofErr w:type="spellEnd"/>
      <w:r>
        <w:t>. – Philippe… oui.</w:t>
      </w:r>
    </w:p>
    <w:p w14:paraId="3D3D7683" w14:textId="77777777" w:rsidR="00011AD4" w:rsidRDefault="00011AD4" w:rsidP="00011AD4">
      <w:proofErr w:type="spellStart"/>
      <w:r>
        <w:t>C</w:t>
      </w:r>
      <w:r>
        <w:rPr>
          <w:rStyle w:val="Taille-1NormalCar"/>
        </w:rPr>
        <w:t>ÉCÉ</w:t>
      </w:r>
      <w:proofErr w:type="spellEnd"/>
      <w:r>
        <w:t>. – Philippe, c’est ça ! qui est le commandeur de vous deux ? C’est toi le commandeur ?</w:t>
      </w:r>
    </w:p>
    <w:p w14:paraId="79F858AD" w14:textId="77777777" w:rsidR="00011AD4" w:rsidRDefault="00011AD4" w:rsidP="00011AD4">
      <w:proofErr w:type="spellStart"/>
      <w:r>
        <w:t>S</w:t>
      </w:r>
      <w:r>
        <w:rPr>
          <w:rStyle w:val="Taille-1NormalCar"/>
        </w:rPr>
        <w:t>QUATRIGLIA</w:t>
      </w:r>
      <w:proofErr w:type="spellEnd"/>
      <w:r>
        <w:t>. – Oui, c’est moi.</w:t>
      </w:r>
    </w:p>
    <w:p w14:paraId="476EE3ED" w14:textId="77777777" w:rsidR="00011AD4" w:rsidRDefault="00011AD4" w:rsidP="00011AD4">
      <w:proofErr w:type="spellStart"/>
      <w:r>
        <w:t>C</w:t>
      </w:r>
      <w:r>
        <w:rPr>
          <w:rStyle w:val="Taille-1NormalCar"/>
        </w:rPr>
        <w:t>ÉCÉ</w:t>
      </w:r>
      <w:proofErr w:type="spellEnd"/>
      <w:r>
        <w:t>. – Est-ce que je ne t’ai pas appelé commandeur. Tu vois que je me souviens. Oui, Philippe… Philippe… lui c’est l’œil qu’il a et toi là… Non c’est lui qui a perdu une main et toi un œil ! Une mine qui a explosé ! Mais on te l’a bien muré, repl</w:t>
      </w:r>
      <w:r>
        <w:t>â</w:t>
      </w:r>
      <w:r>
        <w:t>tré… C’est magnifique, tu sais, tout lisse, tout net. Comme si de rien n’était. Tu peux être content, je me souviens très bien. Je t’ai connu à… attends ! Tu n’avais pas l’entreprise d’un port… ou de quelque chose de semblable…</w:t>
      </w:r>
    </w:p>
    <w:p w14:paraId="042AD757" w14:textId="77777777" w:rsidR="00011AD4" w:rsidRDefault="00011AD4" w:rsidP="00011AD4">
      <w:proofErr w:type="spellStart"/>
      <w:r>
        <w:t>S</w:t>
      </w:r>
      <w:r>
        <w:rPr>
          <w:rStyle w:val="Taille-1NormalCar"/>
        </w:rPr>
        <w:t>QUATRIGLIA</w:t>
      </w:r>
      <w:proofErr w:type="spellEnd"/>
      <w:r>
        <w:rPr>
          <w:rStyle w:val="Taille-1NormalCar"/>
        </w:rPr>
        <w:t xml:space="preserve">. </w:t>
      </w:r>
      <w:r>
        <w:t>– Mais oui ! À Palerme, c’était au moment où l’on a réparé le débarcadère.</w:t>
      </w:r>
    </w:p>
    <w:p w14:paraId="7A93C8B8" w14:textId="77777777" w:rsidR="00011AD4" w:rsidRDefault="00011AD4" w:rsidP="00011AD4">
      <w:proofErr w:type="spellStart"/>
      <w:r>
        <w:t>C</w:t>
      </w:r>
      <w:r>
        <w:rPr>
          <w:rStyle w:val="Taille-1NormalCar"/>
        </w:rPr>
        <w:t>ÉCÉ</w:t>
      </w:r>
      <w:proofErr w:type="spellEnd"/>
      <w:r>
        <w:t xml:space="preserve">. – Oui, c’est ça, voilà. À Palerme ! Le débarcadère ! Tu vois bien… Et alors tu me dis que je t’ai rendu un service… </w:t>
      </w:r>
      <w:r>
        <w:lastRenderedPageBreak/>
        <w:t>Tiens. J’en suis heureux. Auprès du ministre des Travaux p</w:t>
      </w:r>
      <w:r>
        <w:t>u</w:t>
      </w:r>
      <w:r>
        <w:t>blics, tu dis ?</w:t>
      </w:r>
    </w:p>
    <w:p w14:paraId="128829D1" w14:textId="77777777" w:rsidR="00011AD4" w:rsidRDefault="00011AD4" w:rsidP="00011AD4">
      <w:proofErr w:type="spellStart"/>
      <w:r>
        <w:t>S</w:t>
      </w:r>
      <w:r>
        <w:rPr>
          <w:rStyle w:val="Taille-1NormalCar"/>
        </w:rPr>
        <w:t>QUATRIGLIA</w:t>
      </w:r>
      <w:proofErr w:type="spellEnd"/>
      <w:r>
        <w:t>. – Oui, d’abord auprès du sous-secrétaire et ensuite du ministre.</w:t>
      </w:r>
    </w:p>
    <w:p w14:paraId="0CB8EADB" w14:textId="77777777" w:rsidR="00011AD4" w:rsidRDefault="00011AD4" w:rsidP="00011AD4">
      <w:proofErr w:type="spellStart"/>
      <w:r>
        <w:t>C</w:t>
      </w:r>
      <w:r>
        <w:rPr>
          <w:rStyle w:val="Taille-1NormalCar"/>
        </w:rPr>
        <w:t>ÉCÉ</w:t>
      </w:r>
      <w:proofErr w:type="spellEnd"/>
      <w:r>
        <w:t>. – Ah ! d’abord auprès du sous-secrétaire ? Mais, dis-moi, une de tes journées, ça doit valoir quelque chose, non ? au moins un petit billet de mille ? Peut-être plus ?</w:t>
      </w:r>
    </w:p>
    <w:p w14:paraId="2D168251" w14:textId="77777777" w:rsidR="00011AD4" w:rsidRDefault="00011AD4" w:rsidP="00011AD4">
      <w:proofErr w:type="spellStart"/>
      <w:r>
        <w:t>S</w:t>
      </w:r>
      <w:r>
        <w:rPr>
          <w:rStyle w:val="Taille-1NormalCar"/>
        </w:rPr>
        <w:t>QUATRIGLIA</w:t>
      </w:r>
      <w:proofErr w:type="spellEnd"/>
      <w:r>
        <w:t>. – Tu comprends, si on s’éloigne dans une entreprise comme la mienne où l’on est entouré de voleurs…</w:t>
      </w:r>
    </w:p>
    <w:p w14:paraId="53921E17" w14:textId="77777777" w:rsidR="00011AD4" w:rsidRDefault="00011AD4" w:rsidP="00011AD4">
      <w:proofErr w:type="spellStart"/>
      <w:r>
        <w:t>C</w:t>
      </w:r>
      <w:r>
        <w:rPr>
          <w:rStyle w:val="Taille-1NormalCar"/>
        </w:rPr>
        <w:t>ÉCÉ</w:t>
      </w:r>
      <w:proofErr w:type="spellEnd"/>
      <w:r>
        <w:t>. – Enfin, je t’aurai fait économiser un peu d’argent tout de même.</w:t>
      </w:r>
    </w:p>
    <w:p w14:paraId="279928D5" w14:textId="77777777" w:rsidR="00011AD4" w:rsidRDefault="00011AD4" w:rsidP="00011AD4">
      <w:pPr>
        <w:rPr>
          <w:bCs/>
        </w:rPr>
      </w:pPr>
      <w:proofErr w:type="spellStart"/>
      <w:r>
        <w:t>S</w:t>
      </w:r>
      <w:r>
        <w:rPr>
          <w:rStyle w:val="Taille-1NormalCar"/>
        </w:rPr>
        <w:t>QUATRIGLIA</w:t>
      </w:r>
      <w:proofErr w:type="spellEnd"/>
      <w:r>
        <w:t>. – Mais certainement, mon ami, depuis des jours on me renvoyait d’Hérode à Pilate, je ne sais maintenant comment te remercier.</w:t>
      </w:r>
    </w:p>
    <w:p w14:paraId="39C02A01" w14:textId="77777777" w:rsidR="00011AD4" w:rsidRDefault="00011AD4" w:rsidP="00011AD4">
      <w:proofErr w:type="spellStart"/>
      <w:r>
        <w:rPr>
          <w:bCs/>
        </w:rPr>
        <w:t>C</w:t>
      </w:r>
      <w:r>
        <w:rPr>
          <w:rStyle w:val="Taille-1NormalCar"/>
        </w:rPr>
        <w:t>ÉCÉ</w:t>
      </w:r>
      <w:proofErr w:type="spellEnd"/>
      <w:r>
        <w:rPr>
          <w:bCs/>
        </w:rPr>
        <w:t xml:space="preserve">. – </w:t>
      </w:r>
      <w:r>
        <w:t>Tu es vraiment attristé, pauvre ami, tu vas t’en r</w:t>
      </w:r>
      <w:r>
        <w:t>e</w:t>
      </w:r>
      <w:r>
        <w:t>partir avec le chagrin de n’avoir pas su me remercier.</w:t>
      </w:r>
    </w:p>
    <w:p w14:paraId="1C182BCD" w14:textId="77777777" w:rsidR="00011AD4" w:rsidRPr="00536314" w:rsidRDefault="00011AD4" w:rsidP="00011AD4">
      <w:pPr>
        <w:rPr>
          <w:i/>
          <w:iCs/>
          <w:sz w:val="32"/>
          <w:szCs w:val="32"/>
        </w:rPr>
      </w:pPr>
      <w:proofErr w:type="spellStart"/>
      <w:r>
        <w:t>S</w:t>
      </w:r>
      <w:r>
        <w:rPr>
          <w:rStyle w:val="Taille-1NormalCar"/>
        </w:rPr>
        <w:t>QUATRIGLIA</w:t>
      </w:r>
      <w:proofErr w:type="spellEnd"/>
      <w:r>
        <w:t xml:space="preserve">. – Mais franchement, oui…, </w:t>
      </w:r>
      <w:proofErr w:type="spellStart"/>
      <w:r>
        <w:t>Cécé</w:t>
      </w:r>
      <w:proofErr w:type="spellEnd"/>
      <w:r>
        <w:t>, et si je pouvais… sans façons.</w:t>
      </w:r>
    </w:p>
    <w:p w14:paraId="66551D3B" w14:textId="77777777" w:rsidR="00011AD4" w:rsidRDefault="00011AD4" w:rsidP="00011AD4">
      <w:pPr>
        <w:jc w:val="right"/>
      </w:pPr>
      <w:r w:rsidRPr="00536314">
        <w:rPr>
          <w:i/>
          <w:iCs/>
          <w:sz w:val="32"/>
          <w:szCs w:val="32"/>
        </w:rPr>
        <w:t>Il porte la main à sa poche-portefeuille.</w:t>
      </w:r>
    </w:p>
    <w:p w14:paraId="6A4F3E64" w14:textId="77777777" w:rsidR="00011AD4" w:rsidRDefault="00011AD4" w:rsidP="00011AD4">
      <w:proofErr w:type="spellStart"/>
      <w:r>
        <w:t>C</w:t>
      </w:r>
      <w:r>
        <w:rPr>
          <w:rStyle w:val="Taille-1NormalCar"/>
        </w:rPr>
        <w:t>ÉCÉ</w:t>
      </w:r>
      <w:proofErr w:type="spellEnd"/>
      <w:r>
        <w:t xml:space="preserve">, </w:t>
      </w:r>
      <w:r>
        <w:rPr>
          <w:i/>
          <w:iCs/>
        </w:rPr>
        <w:t xml:space="preserve">tranchant le geste. </w:t>
      </w:r>
      <w:r>
        <w:t>– Oh ! par exemple, comma</w:t>
      </w:r>
      <w:r>
        <w:t>n</w:t>
      </w:r>
      <w:r>
        <w:t>deur, pour qui me prends-tu ?</w:t>
      </w:r>
    </w:p>
    <w:p w14:paraId="7D1979FC" w14:textId="77777777" w:rsidR="00011AD4" w:rsidRDefault="00011AD4" w:rsidP="00011AD4">
      <w:proofErr w:type="spellStart"/>
      <w:r>
        <w:t>S</w:t>
      </w:r>
      <w:r>
        <w:rPr>
          <w:rStyle w:val="Taille-1NormalCar"/>
        </w:rPr>
        <w:t>QUATRIGLIA</w:t>
      </w:r>
      <w:proofErr w:type="spellEnd"/>
      <w:r>
        <w:t>. – Excuse-moi, je te prie… Nous sommes amis… entre nous, je te connais assez dissipé et toujours au m</w:t>
      </w:r>
      <w:r>
        <w:t>i</w:t>
      </w:r>
      <w:r>
        <w:t>lieu de mille embarras…</w:t>
      </w:r>
    </w:p>
    <w:p w14:paraId="5569BBD2" w14:textId="77777777" w:rsidR="00011AD4" w:rsidRDefault="00011AD4" w:rsidP="00011AD4">
      <w:proofErr w:type="spellStart"/>
      <w:r>
        <w:t>C</w:t>
      </w:r>
      <w:r>
        <w:rPr>
          <w:rStyle w:val="Taille-1NormalCar"/>
        </w:rPr>
        <w:t>ÉCÉ</w:t>
      </w:r>
      <w:proofErr w:type="spellEnd"/>
      <w:r>
        <w:t xml:space="preserve">, </w:t>
      </w:r>
      <w:r>
        <w:rPr>
          <w:i/>
          <w:iCs/>
        </w:rPr>
        <w:t xml:space="preserve">réfléchissant. </w:t>
      </w:r>
      <w:r>
        <w:t>– Attends… C’est vrai… Mais pas de cette manière. Le geste que tu viens de faire, commandeur, n’est vraiment pas bien.</w:t>
      </w:r>
    </w:p>
    <w:p w14:paraId="54574A1E" w14:textId="77777777" w:rsidR="00011AD4" w:rsidRDefault="00011AD4" w:rsidP="00011AD4">
      <w:proofErr w:type="spellStart"/>
      <w:r>
        <w:lastRenderedPageBreak/>
        <w:t>S</w:t>
      </w:r>
      <w:r>
        <w:rPr>
          <w:rStyle w:val="Taille-1NormalCar"/>
        </w:rPr>
        <w:t>QUATRIGLIA</w:t>
      </w:r>
      <w:proofErr w:type="spellEnd"/>
      <w:r>
        <w:t>. – Entre amis… je croyais que…</w:t>
      </w:r>
    </w:p>
    <w:p w14:paraId="33C35124" w14:textId="77777777" w:rsidR="00011AD4" w:rsidRDefault="00011AD4" w:rsidP="00011AD4">
      <w:proofErr w:type="spellStart"/>
      <w:r>
        <w:t>C</w:t>
      </w:r>
      <w:r>
        <w:rPr>
          <w:rStyle w:val="Taille-1NormalCar"/>
        </w:rPr>
        <w:t>ÉCÉ</w:t>
      </w:r>
      <w:proofErr w:type="spellEnd"/>
      <w:r>
        <w:t>. – Mes amis, je les soigne, bien sûr. Mais si je leur demande parfois un sacrifice, ce n’est jamais un sacrifice de cet ordre. Voyons. Mais tu ne m’as pas blessé, non ! Je suis en train de penser au moyen de t’enlever ce chagrin que tu m’as expr</w:t>
      </w:r>
      <w:r>
        <w:t>i</w:t>
      </w:r>
      <w:r>
        <w:t>mé, et, voilà, je voudrais te faire en échange un grand plaisir. Un de ces plaisirs comme je n’ai pu, moi, jamais en goûter, mais qui, je l’imagine, doit être supérieur : celui de dire tout le mal possible et imaginable d’un ami, derrière son dos, bien ente</w:t>
      </w:r>
      <w:r>
        <w:t>n</w:t>
      </w:r>
      <w:r>
        <w:t>du… Non ? Qu’en penses-tu ? Voudrais-tu essayer ?</w:t>
      </w:r>
    </w:p>
    <w:p w14:paraId="670CAFA9" w14:textId="77777777" w:rsidR="00011AD4" w:rsidRDefault="00011AD4" w:rsidP="00011AD4">
      <w:proofErr w:type="spellStart"/>
      <w:r>
        <w:t>S</w:t>
      </w:r>
      <w:r>
        <w:rPr>
          <w:rStyle w:val="Taille-1NormalCar"/>
        </w:rPr>
        <w:t>QUATRIGLIA</w:t>
      </w:r>
      <w:proofErr w:type="spellEnd"/>
      <w:r>
        <w:t xml:space="preserve">. – </w:t>
      </w:r>
      <w:proofErr w:type="spellStart"/>
      <w:r>
        <w:t>Cécé</w:t>
      </w:r>
      <w:proofErr w:type="spellEnd"/>
      <w:r>
        <w:t>, je n’ai pas le temps. Je dois partir à onze heures. Et ma valise n’est pas faite.</w:t>
      </w:r>
    </w:p>
    <w:p w14:paraId="6CBBE193" w14:textId="77777777" w:rsidR="00011AD4" w:rsidRDefault="00011AD4" w:rsidP="00011AD4">
      <w:proofErr w:type="spellStart"/>
      <w:r>
        <w:t>C</w:t>
      </w:r>
      <w:r>
        <w:rPr>
          <w:rStyle w:val="Taille-1NormalCar"/>
        </w:rPr>
        <w:t>ÉCÉ</w:t>
      </w:r>
      <w:proofErr w:type="spellEnd"/>
      <w:r>
        <w:t>. – Tu ne vas pas partir tout de suite ?</w:t>
      </w:r>
    </w:p>
    <w:p w14:paraId="7EC9B5EA" w14:textId="77777777" w:rsidR="00011AD4" w:rsidRDefault="00011AD4" w:rsidP="00011AD4">
      <w:proofErr w:type="spellStart"/>
      <w:r>
        <w:t>S</w:t>
      </w:r>
      <w:r>
        <w:rPr>
          <w:rStyle w:val="Taille-1NormalCar"/>
        </w:rPr>
        <w:t>QUATRIGLIA</w:t>
      </w:r>
      <w:proofErr w:type="spellEnd"/>
      <w:r>
        <w:t xml:space="preserve">. – </w:t>
      </w:r>
      <w:proofErr w:type="spellStart"/>
      <w:r>
        <w:t>Cécé</w:t>
      </w:r>
      <w:proofErr w:type="spellEnd"/>
      <w:r>
        <w:t>, si je ne pars pas, ils m’étrangleront là-bas. Je vais te montrer…</w:t>
      </w:r>
    </w:p>
    <w:p w14:paraId="1B54D968" w14:textId="77777777" w:rsidR="00011AD4" w:rsidRDefault="00011AD4" w:rsidP="00011AD4">
      <w:proofErr w:type="spellStart"/>
      <w:r>
        <w:t>C</w:t>
      </w:r>
      <w:r>
        <w:rPr>
          <w:rStyle w:val="Taille-1NormalCar"/>
        </w:rPr>
        <w:t>ÉCÉ</w:t>
      </w:r>
      <w:proofErr w:type="spellEnd"/>
      <w:r>
        <w:t>. – Mais voyons, tu es venu pour me remercier.</w:t>
      </w:r>
    </w:p>
    <w:p w14:paraId="212526F3" w14:textId="77777777" w:rsidR="00011AD4" w:rsidRDefault="00011AD4" w:rsidP="00011AD4">
      <w:proofErr w:type="spellStart"/>
      <w:r>
        <w:t>S</w:t>
      </w:r>
      <w:r>
        <w:rPr>
          <w:rStyle w:val="Taille-1NormalCar"/>
        </w:rPr>
        <w:t>QUATRIGLIA</w:t>
      </w:r>
      <w:proofErr w:type="spellEnd"/>
      <w:r>
        <w:t>. – Oui.</w:t>
      </w:r>
    </w:p>
    <w:p w14:paraId="29540CA6" w14:textId="77777777" w:rsidR="00011AD4" w:rsidRDefault="00011AD4" w:rsidP="00011AD4">
      <w:proofErr w:type="spellStart"/>
      <w:r>
        <w:t>C</w:t>
      </w:r>
      <w:r>
        <w:rPr>
          <w:rStyle w:val="Taille-1NormalCar"/>
        </w:rPr>
        <w:t>ÉCÉ</w:t>
      </w:r>
      <w:proofErr w:type="spellEnd"/>
      <w:r>
        <w:rPr>
          <w:i/>
          <w:iCs/>
        </w:rPr>
        <w:t xml:space="preserve">. </w:t>
      </w:r>
      <w:r>
        <w:t>– Et tu as dit que tu ne savais comment ? Maint</w:t>
      </w:r>
      <w:r>
        <w:t>e</w:t>
      </w:r>
      <w:r>
        <w:t>nant que je te l’indique comment, tu veux t’en aller ?</w:t>
      </w:r>
    </w:p>
    <w:p w14:paraId="18760404" w14:textId="77777777" w:rsidR="00011AD4" w:rsidRDefault="00011AD4" w:rsidP="00011AD4">
      <w:proofErr w:type="spellStart"/>
      <w:r>
        <w:t>S</w:t>
      </w:r>
      <w:r>
        <w:rPr>
          <w:rStyle w:val="Taille-1NormalCar"/>
        </w:rPr>
        <w:t>QUATRIGLIA</w:t>
      </w:r>
      <w:proofErr w:type="spellEnd"/>
      <w:r>
        <w:t>. – Pourvu que ça aille vite, je veux bien.</w:t>
      </w:r>
    </w:p>
    <w:p w14:paraId="0284BA6A" w14:textId="77777777" w:rsidR="00011AD4" w:rsidRDefault="00011AD4" w:rsidP="00011AD4">
      <w:proofErr w:type="spellStart"/>
      <w:r>
        <w:t>C</w:t>
      </w:r>
      <w:r>
        <w:rPr>
          <w:rStyle w:val="Taille-1NormalCar"/>
        </w:rPr>
        <w:t>ÉCÉ</w:t>
      </w:r>
      <w:proofErr w:type="spellEnd"/>
      <w:r>
        <w:t>. – Ça ira très vite ! Tu dois partir pour Livourne ? Bien. Au lieu de prendre le train de onze heures, tu prendras c</w:t>
      </w:r>
      <w:r>
        <w:t>e</w:t>
      </w:r>
      <w:r>
        <w:t>lui de quinze heures.</w:t>
      </w:r>
    </w:p>
    <w:p w14:paraId="38F02763" w14:textId="77777777" w:rsidR="00011AD4" w:rsidRDefault="00011AD4" w:rsidP="00011AD4">
      <w:proofErr w:type="spellStart"/>
      <w:r>
        <w:t>S</w:t>
      </w:r>
      <w:r>
        <w:rPr>
          <w:rStyle w:val="Taille-1NormalCar"/>
        </w:rPr>
        <w:t>QUATRIGLIA</w:t>
      </w:r>
      <w:proofErr w:type="spellEnd"/>
      <w:r>
        <w:t>. – Impossible.</w:t>
      </w:r>
    </w:p>
    <w:p w14:paraId="7023C141" w14:textId="77777777" w:rsidR="00011AD4" w:rsidRDefault="00011AD4" w:rsidP="00011AD4">
      <w:proofErr w:type="spellStart"/>
      <w:r>
        <w:t>C</w:t>
      </w:r>
      <w:r>
        <w:rPr>
          <w:rStyle w:val="Taille-1NormalCar"/>
        </w:rPr>
        <w:t>ÉCÉ</w:t>
      </w:r>
      <w:proofErr w:type="spellEnd"/>
      <w:r>
        <w:t xml:space="preserve">. – Tu vas fort, par exemple. Tu viens me dire que je t’ai fait gagner je ne sais combien de jours et tu ne veux pas </w:t>
      </w:r>
      <w:r>
        <w:lastRenderedPageBreak/>
        <w:t>perdre quelques heures pour moi ? Un service en vaut un autre. Plus je te regarde et plus je suis convaincu que tu es l’homme qu’il me faut. Oui, tout y est… l’âge, la taille… l’allure… et puis… vraiment, tu es l’indulgence personnifiée…</w:t>
      </w:r>
    </w:p>
    <w:p w14:paraId="26B9C59D" w14:textId="77777777" w:rsidR="00011AD4" w:rsidRDefault="00011AD4" w:rsidP="00011AD4">
      <w:proofErr w:type="spellStart"/>
      <w:r>
        <w:t>S</w:t>
      </w:r>
      <w:r>
        <w:rPr>
          <w:rStyle w:val="Taille-1NormalCar"/>
        </w:rPr>
        <w:t>QUATRIGLIA</w:t>
      </w:r>
      <w:proofErr w:type="spellEnd"/>
      <w:r>
        <w:t>. – Pardi ! Un œil toujours fermé…</w:t>
      </w:r>
    </w:p>
    <w:p w14:paraId="3FDEDA32" w14:textId="77777777" w:rsidR="00011AD4" w:rsidRDefault="00011AD4" w:rsidP="00011AD4">
      <w:proofErr w:type="spellStart"/>
      <w:r>
        <w:t>C</w:t>
      </w:r>
      <w:r>
        <w:rPr>
          <w:rStyle w:val="Taille-1NormalCar"/>
        </w:rPr>
        <w:t>ÉCÉ</w:t>
      </w:r>
      <w:proofErr w:type="spellEnd"/>
      <w:r>
        <w:t xml:space="preserve">, </w:t>
      </w:r>
      <w:r>
        <w:rPr>
          <w:i/>
          <w:iCs/>
        </w:rPr>
        <w:t xml:space="preserve">l’embrassant. </w:t>
      </w:r>
      <w:r>
        <w:t>– Mon cher, tu es plein d’esprit. C’est pour cela que je t’aime. Alors, écoute : tu es un ami de papa.</w:t>
      </w:r>
    </w:p>
    <w:p w14:paraId="636598E9" w14:textId="77777777" w:rsidR="00011AD4" w:rsidRDefault="00011AD4" w:rsidP="00011AD4">
      <w:proofErr w:type="spellStart"/>
      <w:r>
        <w:t>S</w:t>
      </w:r>
      <w:r>
        <w:rPr>
          <w:rStyle w:val="Taille-1NormalCar"/>
        </w:rPr>
        <w:t>QUATRIGLIA</w:t>
      </w:r>
      <w:proofErr w:type="spellEnd"/>
      <w:r>
        <w:t>. – Quel papa ?</w:t>
      </w:r>
    </w:p>
    <w:p w14:paraId="4BA8204D" w14:textId="77777777" w:rsidR="00011AD4" w:rsidRDefault="00011AD4" w:rsidP="00011AD4">
      <w:proofErr w:type="spellStart"/>
      <w:r>
        <w:t>C</w:t>
      </w:r>
      <w:r>
        <w:rPr>
          <w:rStyle w:val="Taille-1NormalCar"/>
        </w:rPr>
        <w:t>ÉCÉ</w:t>
      </w:r>
      <w:proofErr w:type="spellEnd"/>
      <w:r>
        <w:t>. – De mon papa.</w:t>
      </w:r>
    </w:p>
    <w:p w14:paraId="0BEBF4E8" w14:textId="77777777" w:rsidR="00011AD4" w:rsidRDefault="00011AD4" w:rsidP="00011AD4">
      <w:proofErr w:type="spellStart"/>
      <w:r>
        <w:t>S</w:t>
      </w:r>
      <w:r>
        <w:rPr>
          <w:rStyle w:val="Taille-1NormalCar"/>
        </w:rPr>
        <w:t>QUATRIGLIA</w:t>
      </w:r>
      <w:proofErr w:type="spellEnd"/>
      <w:r>
        <w:t>. – Puisque tu n’en as plus de papa.</w:t>
      </w:r>
    </w:p>
    <w:p w14:paraId="761F0DF8" w14:textId="77777777" w:rsidR="00011AD4" w:rsidRDefault="00011AD4" w:rsidP="00011AD4">
      <w:proofErr w:type="spellStart"/>
      <w:r>
        <w:t>C</w:t>
      </w:r>
      <w:r>
        <w:rPr>
          <w:rStyle w:val="Taille-1NormalCar"/>
        </w:rPr>
        <w:t>ÉCÉ</w:t>
      </w:r>
      <w:proofErr w:type="spellEnd"/>
      <w:r>
        <w:t>. – Tu vois, en ce moment, tu es idiot. Il faut que tu sois un ami de mon père. Mon père est dans le commerce. Moi, je suis son associé, mais nous sommes ruinés. Et nous sommes ruinés par ma faute. Parce que je, moi, je suis… voyons, qu’est-ce que tu aimerais mieux dire que je suis ? une canaille ou un voyou ?</w:t>
      </w:r>
    </w:p>
    <w:p w14:paraId="2067CAF2" w14:textId="77777777" w:rsidR="00011AD4" w:rsidRDefault="00011AD4" w:rsidP="00011AD4">
      <w:proofErr w:type="spellStart"/>
      <w:r>
        <w:t>S</w:t>
      </w:r>
      <w:r>
        <w:rPr>
          <w:rStyle w:val="Taille-1NormalCar"/>
        </w:rPr>
        <w:t>QUATRIGLIA</w:t>
      </w:r>
      <w:proofErr w:type="spellEnd"/>
      <w:r>
        <w:t>. – Une canaille.</w:t>
      </w:r>
    </w:p>
    <w:p w14:paraId="48E17676" w14:textId="77777777" w:rsidR="00011AD4" w:rsidRDefault="00011AD4" w:rsidP="00011AD4">
      <w:proofErr w:type="spellStart"/>
      <w:r>
        <w:t>C</w:t>
      </w:r>
      <w:r>
        <w:rPr>
          <w:rStyle w:val="Taille-1NormalCar"/>
        </w:rPr>
        <w:t>ÉCÉ</w:t>
      </w:r>
      <w:proofErr w:type="spellEnd"/>
      <w:r>
        <w:t>. – Vas-y. Une canaille. Mais voyou aussi, si tu veux. Ça sonne bien dans ta bouche. Tu peux dire l’un et l’autre et aussi…</w:t>
      </w:r>
    </w:p>
    <w:p w14:paraId="0C8A70D3" w14:textId="77777777" w:rsidR="00011AD4" w:rsidRDefault="00011AD4" w:rsidP="00011AD4">
      <w:proofErr w:type="spellStart"/>
      <w:r>
        <w:t>S</w:t>
      </w:r>
      <w:r>
        <w:rPr>
          <w:rStyle w:val="Taille-1NormalCar"/>
        </w:rPr>
        <w:t>QUATRIGLIA</w:t>
      </w:r>
      <w:proofErr w:type="spellEnd"/>
      <w:r>
        <w:t>. – Coureur.</w:t>
      </w:r>
    </w:p>
    <w:p w14:paraId="36170DF8" w14:textId="77777777" w:rsidR="00011AD4" w:rsidRDefault="00011AD4" w:rsidP="00011AD4">
      <w:proofErr w:type="spellStart"/>
      <w:r>
        <w:t>C</w:t>
      </w:r>
      <w:r>
        <w:rPr>
          <w:rStyle w:val="Taille-1NormalCar"/>
        </w:rPr>
        <w:t>ÉCÉ</w:t>
      </w:r>
      <w:proofErr w:type="spellEnd"/>
      <w:r>
        <w:t>. – Non, ça, ce n’est rien. Quelque chose de plus grave… faussaire, par exemple.</w:t>
      </w:r>
    </w:p>
    <w:p w14:paraId="2D7FA93A" w14:textId="77777777" w:rsidR="00011AD4" w:rsidRDefault="00011AD4" w:rsidP="00011AD4">
      <w:pPr>
        <w:rPr>
          <w:bCs/>
        </w:rPr>
      </w:pPr>
      <w:proofErr w:type="spellStart"/>
      <w:r>
        <w:t>S</w:t>
      </w:r>
      <w:r>
        <w:rPr>
          <w:rStyle w:val="Taille-1NormalCar"/>
        </w:rPr>
        <w:t>QUATRIGLIA</w:t>
      </w:r>
      <w:proofErr w:type="spellEnd"/>
      <w:r>
        <w:t>. – Mais non…</w:t>
      </w:r>
    </w:p>
    <w:p w14:paraId="158BF083" w14:textId="77777777" w:rsidR="00011AD4" w:rsidRDefault="00011AD4" w:rsidP="00011AD4">
      <w:proofErr w:type="spellStart"/>
      <w:r>
        <w:rPr>
          <w:bCs/>
        </w:rPr>
        <w:t>C</w:t>
      </w:r>
      <w:r>
        <w:rPr>
          <w:rStyle w:val="Taille-1NormalCar"/>
        </w:rPr>
        <w:t>ÉCÉ</w:t>
      </w:r>
      <w:proofErr w:type="spellEnd"/>
      <w:r>
        <w:rPr>
          <w:bCs/>
        </w:rPr>
        <w:t xml:space="preserve">. – </w:t>
      </w:r>
      <w:r>
        <w:t xml:space="preserve">Non, sans façons. Si faussaire </w:t>
      </w:r>
      <w:r>
        <w:rPr>
          <w:bCs/>
        </w:rPr>
        <w:t xml:space="preserve">te </w:t>
      </w:r>
      <w:r>
        <w:t xml:space="preserve">plaît, tu peux dire faussaire. Enfin tu peux dire contre moi les choses les </w:t>
      </w:r>
      <w:r>
        <w:lastRenderedPageBreak/>
        <w:t>plus a</w:t>
      </w:r>
      <w:r>
        <w:t>c</w:t>
      </w:r>
      <w:r>
        <w:t xml:space="preserve">cablantes, les plus atroces, toutes les infamies qui te passeront par l’esprit. Et ce sera à toi de fixer pour </w:t>
      </w:r>
      <w:r>
        <w:rPr>
          <w:bCs/>
        </w:rPr>
        <w:t xml:space="preserve">ce </w:t>
      </w:r>
      <w:r>
        <w:t xml:space="preserve">plaisir la plus petite </w:t>
      </w:r>
      <w:r>
        <w:rPr>
          <w:bCs/>
        </w:rPr>
        <w:t xml:space="preserve">somme </w:t>
      </w:r>
      <w:r>
        <w:t>possible.</w:t>
      </w:r>
    </w:p>
    <w:p w14:paraId="34968E48" w14:textId="77777777" w:rsidR="00011AD4" w:rsidRDefault="00011AD4" w:rsidP="00011AD4">
      <w:proofErr w:type="spellStart"/>
      <w:r>
        <w:t>S</w:t>
      </w:r>
      <w:r>
        <w:rPr>
          <w:rStyle w:val="Taille-1NormalCar"/>
        </w:rPr>
        <w:t>QUATRIGLIA</w:t>
      </w:r>
      <w:proofErr w:type="spellEnd"/>
      <w:r>
        <w:t>. – Mais pourquoi ? pourquoi ? Tu plaisantes ou tu parles sérieusement ?</w:t>
      </w:r>
    </w:p>
    <w:p w14:paraId="0EDD3EF2" w14:textId="77777777" w:rsidR="00011AD4" w:rsidRDefault="00011AD4" w:rsidP="00011AD4">
      <w:proofErr w:type="spellStart"/>
      <w:r>
        <w:t>C</w:t>
      </w:r>
      <w:r>
        <w:rPr>
          <w:rStyle w:val="Taille-1NormalCar"/>
        </w:rPr>
        <w:t>ÉCÉ</w:t>
      </w:r>
      <w:proofErr w:type="spellEnd"/>
      <w:r>
        <w:t>. – Attends… une minute… C’est vrai, je ne t’ai pas e</w:t>
      </w:r>
      <w:r>
        <w:t>n</w:t>
      </w:r>
      <w:r>
        <w:t xml:space="preserve">core expliqué ! </w:t>
      </w:r>
      <w:r>
        <w:rPr>
          <w:i/>
          <w:iCs/>
        </w:rPr>
        <w:t xml:space="preserve">(Il regarde sa montre.) </w:t>
      </w:r>
      <w:r>
        <w:t xml:space="preserve">C’est que je suis pressé, moi aussi. Sapristi… presque dix heures, elle va arriver… Voici en deux mots de quoi il s’agit. Il y a une quinzaine de jours, je me trouvais comme par hasard au milieu d’une foule « d’amis ». </w:t>
      </w:r>
      <w:proofErr w:type="spellStart"/>
      <w:r>
        <w:t>Cécé</w:t>
      </w:r>
      <w:proofErr w:type="spellEnd"/>
      <w:r>
        <w:t xml:space="preserve"> par-ci, </w:t>
      </w:r>
      <w:proofErr w:type="spellStart"/>
      <w:r>
        <w:t>Cécé</w:t>
      </w:r>
      <w:proofErr w:type="spellEnd"/>
      <w:r>
        <w:t xml:space="preserve"> par-là, au café du </w:t>
      </w:r>
      <w:proofErr w:type="spellStart"/>
      <w:r>
        <w:t>Pincio</w:t>
      </w:r>
      <w:proofErr w:type="spellEnd"/>
      <w:r>
        <w:t xml:space="preserve"> à la terrasse. En auto passe devant nous une de ces filles d’Ève, mon cher, à se mettre à genoux, une splendeur ! « Eh ! </w:t>
      </w:r>
      <w:proofErr w:type="spellStart"/>
      <w:r>
        <w:t>Cécé</w:t>
      </w:r>
      <w:proofErr w:type="spellEnd"/>
      <w:r>
        <w:t> ! me disent les camarades, ce morceau-là n’est pas pour toi ! – N’est pas pour moi ? Mais tu imagines qu’il puisse en exister une qui ne soit pas pour moi ? » Ah ! malheur ! Ils me crient tous : « Eh bien, parions ! » Si dans ces trois jours – je dis – ici, à cette même heure, je ne vous ai pas donné à tous la preuve indiscutable d’être arrivé à mes fins, je vous offre à dîner à tous, sinon, c’est vous qui m’invitez !</w:t>
      </w:r>
    </w:p>
    <w:p w14:paraId="58C474C6" w14:textId="77777777" w:rsidR="00011AD4" w:rsidRDefault="00011AD4" w:rsidP="00011AD4">
      <w:r>
        <w:t>Comme tu l’imagines facilement, trois jours après, à la même heure, je passais en automobile avec la femme à mes c</w:t>
      </w:r>
      <w:r>
        <w:t>ô</w:t>
      </w:r>
      <w:r>
        <w:t>tés et je saluais gracieusement tous les chers amis qui atte</w:t>
      </w:r>
      <w:r>
        <w:t>n</w:t>
      </w:r>
      <w:r>
        <w:t xml:space="preserve">daient à la terrasse du </w:t>
      </w:r>
      <w:proofErr w:type="spellStart"/>
      <w:r>
        <w:t>Pincio</w:t>
      </w:r>
      <w:proofErr w:type="spellEnd"/>
      <w:r>
        <w:t>. Est-ce que tu as compris ?</w:t>
      </w:r>
    </w:p>
    <w:p w14:paraId="03C0A5E0" w14:textId="77777777" w:rsidR="00011AD4" w:rsidRDefault="00011AD4" w:rsidP="00011AD4">
      <w:pPr>
        <w:rPr>
          <w:bCs/>
        </w:rPr>
      </w:pPr>
      <w:proofErr w:type="spellStart"/>
      <w:r>
        <w:t>S</w:t>
      </w:r>
      <w:r>
        <w:rPr>
          <w:rStyle w:val="Taille-1NormalCar"/>
        </w:rPr>
        <w:t>QUATRIGLIA</w:t>
      </w:r>
      <w:proofErr w:type="spellEnd"/>
      <w:r>
        <w:t>. – Mon Dieu, oui !…</w:t>
      </w:r>
    </w:p>
    <w:p w14:paraId="10A842F7" w14:textId="77777777" w:rsidR="00011AD4" w:rsidRDefault="00011AD4" w:rsidP="00011AD4">
      <w:proofErr w:type="spellStart"/>
      <w:r>
        <w:rPr>
          <w:bCs/>
        </w:rPr>
        <w:t>C</w:t>
      </w:r>
      <w:r>
        <w:rPr>
          <w:rStyle w:val="Taille-1NormalCar"/>
        </w:rPr>
        <w:t>ÉCÉ</w:t>
      </w:r>
      <w:proofErr w:type="spellEnd"/>
      <w:r>
        <w:rPr>
          <w:bCs/>
        </w:rPr>
        <w:t xml:space="preserve">. – </w:t>
      </w:r>
      <w:r>
        <w:t>Mais non, tu n’as rien compris. Pour arriver à mes fins, mon cher, je connais tous les trucs… ce fut relativement f</w:t>
      </w:r>
      <w:r>
        <w:t>a</w:t>
      </w:r>
      <w:r>
        <w:t>cile… Mais une fois arrivé ! eh bien, il y a des escaliers plus diff</w:t>
      </w:r>
      <w:r>
        <w:t>i</w:t>
      </w:r>
      <w:r>
        <w:t xml:space="preserve">ciles à descendre qu’à monter… Celui qui monte, bien chargé… en redescend allégé, mais celui qui ne monte pas </w:t>
      </w:r>
      <w:r>
        <w:lastRenderedPageBreak/>
        <w:t>chargé… mon ami… J’ai passé un sale moment. Enfin pour en sortir j’ai co</w:t>
      </w:r>
      <w:r>
        <w:t>m</w:t>
      </w:r>
      <w:r>
        <w:t>mis une sottise dont je m’étais jusqu’ici toujours bien gardé. Je suis arrivé à lui faire accepter, faute d’autre chose, trois petits chèques de deux mille lires chacun.</w:t>
      </w:r>
    </w:p>
    <w:p w14:paraId="221DC73D" w14:textId="77777777" w:rsidR="00011AD4" w:rsidRDefault="00011AD4" w:rsidP="00011AD4">
      <w:proofErr w:type="spellStart"/>
      <w:r>
        <w:t>S</w:t>
      </w:r>
      <w:r>
        <w:rPr>
          <w:rStyle w:val="Taille-1NormalCar"/>
        </w:rPr>
        <w:t>QUATRIGLIA</w:t>
      </w:r>
      <w:proofErr w:type="spellEnd"/>
      <w:r>
        <w:t>. – Ah ! bien.</w:t>
      </w:r>
    </w:p>
    <w:p w14:paraId="6B7129E7" w14:textId="77777777" w:rsidR="00011AD4" w:rsidRDefault="00011AD4" w:rsidP="00011AD4">
      <w:proofErr w:type="spellStart"/>
      <w:r>
        <w:t>C</w:t>
      </w:r>
      <w:r>
        <w:rPr>
          <w:rStyle w:val="Taille-1NormalCar"/>
        </w:rPr>
        <w:t>ÉCÉ</w:t>
      </w:r>
      <w:proofErr w:type="spellEnd"/>
      <w:r>
        <w:t xml:space="preserve">. – Tu trouves que ce n’est rien ? Eh non, mon cher, de ces pigeons-là en voyage, je n’en veux pas, j’en ai une terreur sacrée. Depuis quatre nuits je n’en dors pas. Il faut absolument que j’aie aujourd’hui même ces trois chèques. J’ai écrit hier à Nada de me les rapporter. </w:t>
      </w:r>
      <w:r>
        <w:rPr>
          <w:i/>
          <w:iCs/>
        </w:rPr>
        <w:t xml:space="preserve">(On entend l’appel du téléphone.) </w:t>
      </w:r>
      <w:r>
        <w:t>La voilà ! Donc, c’est entendu !</w:t>
      </w:r>
    </w:p>
    <w:p w14:paraId="6F616C57" w14:textId="77777777" w:rsidR="00011AD4" w:rsidRDefault="00011AD4" w:rsidP="00011AD4">
      <w:proofErr w:type="spellStart"/>
      <w:r>
        <w:t>S</w:t>
      </w:r>
      <w:r>
        <w:rPr>
          <w:rStyle w:val="Taille-1NormalCar"/>
        </w:rPr>
        <w:t>QUATRIGLIA</w:t>
      </w:r>
      <w:proofErr w:type="spellEnd"/>
      <w:r>
        <w:t>. – Qu’est-ce qui est entendu ? Je dois lui donner six mille francs ?</w:t>
      </w:r>
    </w:p>
    <w:p w14:paraId="07863554" w14:textId="77777777" w:rsidR="00011AD4" w:rsidRDefault="00011AD4" w:rsidP="00011AD4">
      <w:proofErr w:type="spellStart"/>
      <w:r>
        <w:t>C</w:t>
      </w:r>
      <w:r>
        <w:rPr>
          <w:rStyle w:val="Taille-1NormalCar"/>
        </w:rPr>
        <w:t>ÉCÉ</w:t>
      </w:r>
      <w:proofErr w:type="spellEnd"/>
      <w:r>
        <w:t xml:space="preserve">. – Non. Pas six mille, tu veux rire. </w:t>
      </w:r>
      <w:r>
        <w:rPr>
          <w:i/>
          <w:iCs/>
        </w:rPr>
        <w:t xml:space="preserve">(Il s’approche du téléphone.) </w:t>
      </w:r>
      <w:r>
        <w:t>Viens… tiens, réponds-lui.</w:t>
      </w:r>
    </w:p>
    <w:p w14:paraId="42B88466" w14:textId="77777777" w:rsidR="00011AD4" w:rsidRDefault="00011AD4" w:rsidP="00011AD4">
      <w:proofErr w:type="spellStart"/>
      <w:r>
        <w:t>S</w:t>
      </w:r>
      <w:r>
        <w:rPr>
          <w:rStyle w:val="Taille-1NormalCar"/>
        </w:rPr>
        <w:t>QUATRIGLIA</w:t>
      </w:r>
      <w:proofErr w:type="spellEnd"/>
      <w:r>
        <w:t>. – Moi ? Mais à qui ?</w:t>
      </w:r>
    </w:p>
    <w:p w14:paraId="3BBC0F54" w14:textId="77777777" w:rsidR="00011AD4" w:rsidRPr="00536314" w:rsidRDefault="00011AD4" w:rsidP="00011AD4">
      <w:pPr>
        <w:rPr>
          <w:i/>
          <w:sz w:val="32"/>
          <w:szCs w:val="32"/>
        </w:rPr>
      </w:pPr>
      <w:proofErr w:type="spellStart"/>
      <w:r>
        <w:t>C</w:t>
      </w:r>
      <w:r>
        <w:rPr>
          <w:rStyle w:val="Taille-1NormalCar"/>
        </w:rPr>
        <w:t>ÉCÉ</w:t>
      </w:r>
      <w:proofErr w:type="spellEnd"/>
      <w:r>
        <w:t>. – À Nada, pardi ! C’est elle.</w:t>
      </w:r>
    </w:p>
    <w:p w14:paraId="38A4CDED" w14:textId="77777777" w:rsidR="00011AD4" w:rsidRDefault="00011AD4" w:rsidP="00011AD4">
      <w:pPr>
        <w:jc w:val="right"/>
      </w:pPr>
      <w:r w:rsidRPr="00536314">
        <w:rPr>
          <w:i/>
          <w:sz w:val="32"/>
          <w:szCs w:val="32"/>
        </w:rPr>
        <w:t>Il le traîne devant l’appareil.</w:t>
      </w:r>
    </w:p>
    <w:p w14:paraId="257CD0B8" w14:textId="77777777" w:rsidR="00011AD4" w:rsidRDefault="00011AD4" w:rsidP="00011AD4">
      <w:pPr>
        <w:rPr>
          <w:bCs/>
        </w:rPr>
      </w:pPr>
      <w:proofErr w:type="spellStart"/>
      <w:r>
        <w:t>S</w:t>
      </w:r>
      <w:r>
        <w:rPr>
          <w:rStyle w:val="Taille-1NormalCar"/>
        </w:rPr>
        <w:t>QUATRIGLIA</w:t>
      </w:r>
      <w:proofErr w:type="spellEnd"/>
      <w:r>
        <w:t>. – Tu es fou ? Moi ?</w:t>
      </w:r>
    </w:p>
    <w:p w14:paraId="405FF198" w14:textId="77777777" w:rsidR="00011AD4" w:rsidRDefault="00011AD4" w:rsidP="00011AD4">
      <w:proofErr w:type="spellStart"/>
      <w:r>
        <w:rPr>
          <w:bCs/>
        </w:rPr>
        <w:t>C</w:t>
      </w:r>
      <w:r>
        <w:rPr>
          <w:rStyle w:val="Taille-1NormalCar"/>
        </w:rPr>
        <w:t>ÉCÉ</w:t>
      </w:r>
      <w:proofErr w:type="spellEnd"/>
      <w:r>
        <w:rPr>
          <w:bCs/>
        </w:rPr>
        <w:t xml:space="preserve">. – </w:t>
      </w:r>
      <w:r>
        <w:t>Tu verras, ce n’est pas un ogre ! Enfin nous nous sommes entendus ! Mais pas six mille…</w:t>
      </w:r>
    </w:p>
    <w:p w14:paraId="3BC42A63" w14:textId="77777777" w:rsidR="00011AD4" w:rsidRDefault="00011AD4" w:rsidP="00011AD4">
      <w:pPr>
        <w:rPr>
          <w:bCs/>
        </w:rPr>
      </w:pPr>
      <w:proofErr w:type="spellStart"/>
      <w:r>
        <w:t>S</w:t>
      </w:r>
      <w:r>
        <w:rPr>
          <w:rStyle w:val="Taille-1NormalCar"/>
        </w:rPr>
        <w:t>QUATRIGLIA</w:t>
      </w:r>
      <w:proofErr w:type="spellEnd"/>
      <w:r>
        <w:t>. – Mais alors, nous nous sommes entendus sur quoi ?</w:t>
      </w:r>
    </w:p>
    <w:p w14:paraId="6F9AED75" w14:textId="77777777" w:rsidR="00011AD4" w:rsidRDefault="00011AD4" w:rsidP="00011AD4">
      <w:proofErr w:type="spellStart"/>
      <w:r>
        <w:rPr>
          <w:bCs/>
        </w:rPr>
        <w:t>C</w:t>
      </w:r>
      <w:r>
        <w:rPr>
          <w:rStyle w:val="Taille-1NormalCar"/>
        </w:rPr>
        <w:t>ÉCÉ</w:t>
      </w:r>
      <w:proofErr w:type="spellEnd"/>
      <w:r>
        <w:rPr>
          <w:bCs/>
        </w:rPr>
        <w:t xml:space="preserve">. – </w:t>
      </w:r>
      <w:r>
        <w:t>Eh bien, que tu me couvriras de toutes les abom</w:t>
      </w:r>
      <w:r>
        <w:t>i</w:t>
      </w:r>
      <w:r>
        <w:t xml:space="preserve">nations, que tu me traiteras de canaille, de voyou, que tu diras que mon père est au bord de la faillite… que les chèques qu’elle a entre les mains ne valent rien. Tu te les feras rendre </w:t>
      </w:r>
      <w:r>
        <w:lastRenderedPageBreak/>
        <w:t xml:space="preserve">et en échange tu lui donneras… quatre… cinq cents lires… pas plus. Elle ne vaut pas plus. </w:t>
      </w:r>
      <w:r>
        <w:rPr>
          <w:i/>
          <w:iCs/>
        </w:rPr>
        <w:t xml:space="preserve">(Nouvel appel du téléphone.) </w:t>
      </w:r>
      <w:r>
        <w:t xml:space="preserve">Viens…, viens, prends… </w:t>
      </w:r>
      <w:r>
        <w:rPr>
          <w:i/>
          <w:iCs/>
        </w:rPr>
        <w:t xml:space="preserve">(Il lui passe le récepteur.) </w:t>
      </w:r>
      <w:r>
        <w:t>Voyons, réponds, a</w:t>
      </w:r>
      <w:r>
        <w:t>l</w:t>
      </w:r>
      <w:r>
        <w:t>lons, vite !</w:t>
      </w:r>
    </w:p>
    <w:p w14:paraId="25948503" w14:textId="77777777" w:rsidR="00011AD4" w:rsidRDefault="00011AD4" w:rsidP="00011AD4">
      <w:proofErr w:type="spellStart"/>
      <w:r>
        <w:t>S</w:t>
      </w:r>
      <w:r>
        <w:rPr>
          <w:rStyle w:val="Taille-1NormalCar"/>
        </w:rPr>
        <w:t>QUATRIGLIA</w:t>
      </w:r>
      <w:proofErr w:type="spellEnd"/>
      <w:r>
        <w:t>. – Absolument pas. Ce ne sont pas des rôles pour moi… Moi… avec une femme…</w:t>
      </w:r>
    </w:p>
    <w:p w14:paraId="4DBF7FF5" w14:textId="77777777" w:rsidR="00011AD4" w:rsidRPr="00536314" w:rsidRDefault="00011AD4" w:rsidP="00011AD4">
      <w:pPr>
        <w:rPr>
          <w:i/>
          <w:sz w:val="32"/>
          <w:szCs w:val="32"/>
        </w:rPr>
      </w:pPr>
      <w:proofErr w:type="spellStart"/>
      <w:r>
        <w:t>C</w:t>
      </w:r>
      <w:r>
        <w:rPr>
          <w:rStyle w:val="Taille-1NormalCar"/>
        </w:rPr>
        <w:t>ÉCÉ</w:t>
      </w:r>
      <w:proofErr w:type="spellEnd"/>
      <w:r>
        <w:t>. – Quelle femme… Réponds : Allô ! – Au revoir, hein, je me sauve !</w:t>
      </w:r>
    </w:p>
    <w:p w14:paraId="469CB8DD" w14:textId="77777777" w:rsidR="00011AD4" w:rsidRDefault="00011AD4" w:rsidP="00011AD4">
      <w:pPr>
        <w:jc w:val="right"/>
      </w:pPr>
      <w:r w:rsidRPr="00536314">
        <w:rPr>
          <w:i/>
          <w:sz w:val="32"/>
          <w:szCs w:val="32"/>
        </w:rPr>
        <w:t>Il s’en va par la porte de sortie.</w:t>
      </w:r>
    </w:p>
    <w:p w14:paraId="056CCE7B" w14:textId="77777777" w:rsidR="00011AD4" w:rsidRDefault="00011AD4" w:rsidP="00011AD4">
      <w:pPr>
        <w:rPr>
          <w:i/>
          <w:iCs/>
        </w:rPr>
      </w:pPr>
      <w:proofErr w:type="spellStart"/>
      <w:r>
        <w:t>S</w:t>
      </w:r>
      <w:r>
        <w:rPr>
          <w:rStyle w:val="Taille-1NormalCar"/>
        </w:rPr>
        <w:t>QUATRIGLIA</w:t>
      </w:r>
      <w:proofErr w:type="spellEnd"/>
      <w:r>
        <w:t xml:space="preserve">, </w:t>
      </w:r>
      <w:r>
        <w:rPr>
          <w:i/>
          <w:iCs/>
        </w:rPr>
        <w:t xml:space="preserve">au téléphone. </w:t>
      </w:r>
      <w:r>
        <w:t xml:space="preserve">– Allô ! Bien. Faites monter. </w:t>
      </w:r>
      <w:r>
        <w:rPr>
          <w:i/>
          <w:iCs/>
        </w:rPr>
        <w:t xml:space="preserve">(Il raccroche le récepteur en soufflant, il lève les bras, tire son mouchoir, s’essuie le front et attend péniblement en grognant.) </w:t>
      </w:r>
      <w:r>
        <w:t xml:space="preserve">Pardi ! il est fou ! me voilà pris au piège. Et qu’est-ce que je dois faire, dire, quelle histoire, mon Dieu ! </w:t>
      </w:r>
      <w:r>
        <w:rPr>
          <w:i/>
          <w:iCs/>
        </w:rPr>
        <w:t xml:space="preserve">(On entend frapper à la porte.) </w:t>
      </w:r>
      <w:r>
        <w:t>Entrez !</w:t>
      </w:r>
    </w:p>
    <w:p w14:paraId="3A39F025" w14:textId="77777777" w:rsidR="00011AD4" w:rsidRDefault="00011AD4" w:rsidP="00011AD4">
      <w:pPr>
        <w:pStyle w:val="Taille-1RetraitGauche3X"/>
      </w:pPr>
      <w:r>
        <w:rPr>
          <w:i/>
          <w:iCs/>
        </w:rPr>
        <w:t xml:space="preserve">La porte s’ouvre, le valet de chambre introduit Nada et se retire en refermant la porte. </w:t>
      </w:r>
      <w:proofErr w:type="spellStart"/>
      <w:r>
        <w:rPr>
          <w:i/>
          <w:iCs/>
        </w:rPr>
        <w:t>Squatriglia</w:t>
      </w:r>
      <w:proofErr w:type="spellEnd"/>
      <w:r>
        <w:rPr>
          <w:i/>
          <w:iCs/>
        </w:rPr>
        <w:t>, très embarrassé, s’incline gauchement.</w:t>
      </w:r>
    </w:p>
    <w:p w14:paraId="5BBE7C67" w14:textId="77777777" w:rsidR="00011AD4" w:rsidRDefault="00011AD4" w:rsidP="00011AD4">
      <w:r>
        <w:t>N</w:t>
      </w:r>
      <w:r>
        <w:rPr>
          <w:rStyle w:val="Taille-1NormalCar"/>
        </w:rPr>
        <w:t>ADA</w:t>
      </w:r>
      <w:r>
        <w:t xml:space="preserve">, </w:t>
      </w:r>
      <w:r>
        <w:rPr>
          <w:i/>
          <w:iCs/>
        </w:rPr>
        <w:t xml:space="preserve">embarrassée aussi à la vue de cet étranger. </w:t>
      </w:r>
      <w:r>
        <w:t>– Mo</w:t>
      </w:r>
      <w:r>
        <w:t>n</w:t>
      </w:r>
      <w:r>
        <w:t xml:space="preserve">sieur </w:t>
      </w:r>
      <w:proofErr w:type="spellStart"/>
      <w:r>
        <w:t>Vivoli</w:t>
      </w:r>
      <w:proofErr w:type="spellEnd"/>
      <w:r>
        <w:t> ?</w:t>
      </w:r>
    </w:p>
    <w:p w14:paraId="35B767C4" w14:textId="77777777" w:rsidR="00011AD4" w:rsidRDefault="00011AD4" w:rsidP="00011AD4">
      <w:proofErr w:type="spellStart"/>
      <w:r>
        <w:t>S</w:t>
      </w:r>
      <w:r>
        <w:rPr>
          <w:rStyle w:val="Taille-1NormalCar"/>
        </w:rPr>
        <w:t>QUATRIGLIA</w:t>
      </w:r>
      <w:proofErr w:type="spellEnd"/>
      <w:r>
        <w:t xml:space="preserve">. – Monsieur </w:t>
      </w:r>
      <w:proofErr w:type="spellStart"/>
      <w:r>
        <w:t>Vivoli</w:t>
      </w:r>
      <w:proofErr w:type="spellEnd"/>
      <w:r>
        <w:t xml:space="preserve">, mademoiselle, monsieur </w:t>
      </w:r>
      <w:proofErr w:type="spellStart"/>
      <w:r>
        <w:t>Vivoli</w:t>
      </w:r>
      <w:proofErr w:type="spellEnd"/>
      <w:r>
        <w:t xml:space="preserve"> n’est pas là…</w:t>
      </w:r>
    </w:p>
    <w:p w14:paraId="581496B4" w14:textId="77777777" w:rsidR="00011AD4" w:rsidRDefault="00011AD4" w:rsidP="00011AD4">
      <w:r>
        <w:t>N</w:t>
      </w:r>
      <w:r>
        <w:rPr>
          <w:rStyle w:val="Taille-1NormalCar"/>
        </w:rPr>
        <w:t>ADA</w:t>
      </w:r>
      <w:r>
        <w:t>. – Mais qui donc a répondu au téléphone ?</w:t>
      </w:r>
    </w:p>
    <w:p w14:paraId="28E662B1" w14:textId="77777777" w:rsidR="00011AD4" w:rsidRDefault="00011AD4" w:rsidP="00011AD4">
      <w:proofErr w:type="spellStart"/>
      <w:r>
        <w:t>S</w:t>
      </w:r>
      <w:r>
        <w:rPr>
          <w:rStyle w:val="Taille-1NormalCar"/>
        </w:rPr>
        <w:t>QUATRIGLIA</w:t>
      </w:r>
      <w:proofErr w:type="spellEnd"/>
      <w:r>
        <w:t>. – Au téléphone, c’est moi qui ai répondu… pardon, vous êtes bien mademoiselle Nada, n’est-ce pas ?</w:t>
      </w:r>
    </w:p>
    <w:p w14:paraId="2964D7F9" w14:textId="77777777" w:rsidR="00011AD4" w:rsidRDefault="00011AD4" w:rsidP="00011AD4">
      <w:r>
        <w:t>N</w:t>
      </w:r>
      <w:r>
        <w:rPr>
          <w:rStyle w:val="Taille-1NormalCar"/>
        </w:rPr>
        <w:t>ADA</w:t>
      </w:r>
      <w:r>
        <w:t>. – Oui, Nada. Mais vous, comment êtes-vous ici pour m’inviter à monter.</w:t>
      </w:r>
    </w:p>
    <w:p w14:paraId="1CBE43BA" w14:textId="77777777" w:rsidR="00011AD4" w:rsidRDefault="00011AD4" w:rsidP="00011AD4">
      <w:proofErr w:type="spellStart"/>
      <w:r>
        <w:lastRenderedPageBreak/>
        <w:t>S</w:t>
      </w:r>
      <w:r>
        <w:rPr>
          <w:rStyle w:val="Taille-1NormalCar"/>
        </w:rPr>
        <w:t>QUATRIGLIA</w:t>
      </w:r>
      <w:proofErr w:type="spellEnd"/>
      <w:r>
        <w:t>. – Moi… Non, c’est-à-dire oui, voilà… je vais vous expliquer, mademoiselle, il y a une histoire…</w:t>
      </w:r>
    </w:p>
    <w:p w14:paraId="4A38E8FF" w14:textId="77777777" w:rsidR="00011AD4" w:rsidRDefault="00011AD4" w:rsidP="00011AD4">
      <w:r>
        <w:t>N</w:t>
      </w:r>
      <w:r>
        <w:rPr>
          <w:rStyle w:val="Taille-1NormalCar"/>
        </w:rPr>
        <w:t>ADA</w:t>
      </w:r>
      <w:r>
        <w:t xml:space="preserve">. – Je ne veux rien savoir. Pardon, ici, c’est toujours la chambre de monsieur </w:t>
      </w:r>
      <w:proofErr w:type="spellStart"/>
      <w:r>
        <w:t>Vivoli</w:t>
      </w:r>
      <w:proofErr w:type="spellEnd"/>
      <w:r>
        <w:t> ?</w:t>
      </w:r>
    </w:p>
    <w:p w14:paraId="044F61D9" w14:textId="77777777" w:rsidR="00011AD4" w:rsidRDefault="00011AD4" w:rsidP="00011AD4">
      <w:proofErr w:type="spellStart"/>
      <w:r>
        <w:t>S</w:t>
      </w:r>
      <w:r>
        <w:rPr>
          <w:rStyle w:val="Taille-1NormalCar"/>
        </w:rPr>
        <w:t>QUATRIGLIA</w:t>
      </w:r>
      <w:proofErr w:type="spellEnd"/>
      <w:r>
        <w:t xml:space="preserve">. – Oui, de monsieur </w:t>
      </w:r>
      <w:proofErr w:type="spellStart"/>
      <w:r>
        <w:t>Vivoli</w:t>
      </w:r>
      <w:proofErr w:type="spellEnd"/>
      <w:r>
        <w:t>. Donnez-moi le temps de m’expliquer. J’ai entendu au téléphone une voix de femme : j’ai cru que c’était la mère.</w:t>
      </w:r>
    </w:p>
    <w:p w14:paraId="746961D3" w14:textId="77777777" w:rsidR="00011AD4" w:rsidRDefault="00011AD4" w:rsidP="00011AD4">
      <w:r>
        <w:t>N</w:t>
      </w:r>
      <w:r>
        <w:rPr>
          <w:rStyle w:val="Taille-1NormalCar"/>
        </w:rPr>
        <w:t>ADA</w:t>
      </w:r>
      <w:r>
        <w:t xml:space="preserve"> </w:t>
      </w:r>
      <w:r>
        <w:rPr>
          <w:i/>
          <w:iCs/>
        </w:rPr>
        <w:t xml:space="preserve">éclate de rire devant l’embarras comique de </w:t>
      </w:r>
      <w:proofErr w:type="spellStart"/>
      <w:r>
        <w:rPr>
          <w:i/>
          <w:iCs/>
        </w:rPr>
        <w:t>Squ</w:t>
      </w:r>
      <w:r>
        <w:rPr>
          <w:i/>
          <w:iCs/>
        </w:rPr>
        <w:t>a</w:t>
      </w:r>
      <w:r>
        <w:rPr>
          <w:i/>
          <w:iCs/>
        </w:rPr>
        <w:t>triglia</w:t>
      </w:r>
      <w:proofErr w:type="spellEnd"/>
      <w:r>
        <w:rPr>
          <w:i/>
          <w:iCs/>
        </w:rPr>
        <w:t xml:space="preserve">. </w:t>
      </w:r>
      <w:r>
        <w:t>– La mère ? Quelle mère ? Votre mère ?</w:t>
      </w:r>
    </w:p>
    <w:p w14:paraId="09DACB00" w14:textId="77777777" w:rsidR="00011AD4" w:rsidRDefault="00011AD4" w:rsidP="00011AD4">
      <w:proofErr w:type="spellStart"/>
      <w:r>
        <w:t>S</w:t>
      </w:r>
      <w:r>
        <w:rPr>
          <w:rStyle w:val="Taille-1NormalCar"/>
        </w:rPr>
        <w:t>QUATRIGLIA</w:t>
      </w:r>
      <w:proofErr w:type="spellEnd"/>
      <w:r>
        <w:t>. – Mais non, voyons !</w:t>
      </w:r>
    </w:p>
    <w:p w14:paraId="29AA6F7B" w14:textId="77777777" w:rsidR="00011AD4" w:rsidRDefault="00011AD4" w:rsidP="00011AD4">
      <w:r>
        <w:t>N</w:t>
      </w:r>
      <w:r>
        <w:rPr>
          <w:rStyle w:val="Taille-1NormalCar"/>
        </w:rPr>
        <w:t>ADA</w:t>
      </w:r>
      <w:r>
        <w:t>. – Ça m’étonnait aussi que vous ayez confondu ma voix avec celle de votre mère.</w:t>
      </w:r>
    </w:p>
    <w:p w14:paraId="0A83892B" w14:textId="77777777" w:rsidR="00011AD4" w:rsidRDefault="00011AD4" w:rsidP="00011AD4">
      <w:proofErr w:type="spellStart"/>
      <w:r>
        <w:t>S</w:t>
      </w:r>
      <w:r>
        <w:rPr>
          <w:rStyle w:val="Taille-1NormalCar"/>
        </w:rPr>
        <w:t>QUATRIGLIA</w:t>
      </w:r>
      <w:proofErr w:type="spellEnd"/>
      <w:r>
        <w:t>. – Laissez ma mère, je vous prie, elle n’a que faire ici, grâce à Dieu ! Elle est depuis longtemps au paradis. E</w:t>
      </w:r>
      <w:r>
        <w:t>x</w:t>
      </w:r>
      <w:r>
        <w:t>cusez si je me suis un peu fâché. Je parlais de sa mère à lui.</w:t>
      </w:r>
    </w:p>
    <w:p w14:paraId="7331F509" w14:textId="77777777" w:rsidR="00011AD4" w:rsidRDefault="00011AD4" w:rsidP="00011AD4">
      <w:r>
        <w:t>N</w:t>
      </w:r>
      <w:r>
        <w:rPr>
          <w:rStyle w:val="Taille-1NormalCar"/>
        </w:rPr>
        <w:t>ADA</w:t>
      </w:r>
      <w:r>
        <w:t xml:space="preserve">. – À </w:t>
      </w:r>
      <w:proofErr w:type="spellStart"/>
      <w:r>
        <w:t>Cécé</w:t>
      </w:r>
      <w:proofErr w:type="spellEnd"/>
      <w:r>
        <w:t> ? Ici ?</w:t>
      </w:r>
    </w:p>
    <w:p w14:paraId="5E923FDF" w14:textId="77777777" w:rsidR="00011AD4" w:rsidRDefault="00011AD4" w:rsidP="00011AD4">
      <w:proofErr w:type="spellStart"/>
      <w:r>
        <w:t>S</w:t>
      </w:r>
      <w:r>
        <w:rPr>
          <w:rStyle w:val="Taille-1NormalCar"/>
        </w:rPr>
        <w:t>QUATRIGLIA</w:t>
      </w:r>
      <w:proofErr w:type="spellEnd"/>
      <w:r>
        <w:t xml:space="preserve">. – Oui, à </w:t>
      </w:r>
      <w:proofErr w:type="spellStart"/>
      <w:r>
        <w:t>Cécé</w:t>
      </w:r>
      <w:proofErr w:type="spellEnd"/>
      <w:r>
        <w:t>. Je vais vous expliquer.</w:t>
      </w:r>
    </w:p>
    <w:p w14:paraId="2BA9338B" w14:textId="77777777" w:rsidR="00011AD4" w:rsidRDefault="00011AD4" w:rsidP="00011AD4">
      <w:r>
        <w:t>N</w:t>
      </w:r>
      <w:r>
        <w:rPr>
          <w:rStyle w:val="Taille-1NormalCar"/>
        </w:rPr>
        <w:t>ADA</w:t>
      </w:r>
      <w:r>
        <w:t xml:space="preserve">. – Mais, monsieur </w:t>
      </w:r>
      <w:proofErr w:type="spellStart"/>
      <w:r>
        <w:t>Vivoli</w:t>
      </w:r>
      <w:proofErr w:type="spellEnd"/>
      <w:r>
        <w:t> ?</w:t>
      </w:r>
    </w:p>
    <w:p w14:paraId="152B13B2" w14:textId="77777777" w:rsidR="00011AD4" w:rsidRDefault="00011AD4" w:rsidP="00011AD4">
      <w:proofErr w:type="spellStart"/>
      <w:r>
        <w:t>S</w:t>
      </w:r>
      <w:r>
        <w:rPr>
          <w:rStyle w:val="Taille-1NormalCar"/>
        </w:rPr>
        <w:t>QUATRIGLIA</w:t>
      </w:r>
      <w:proofErr w:type="spellEnd"/>
      <w:r>
        <w:t>. – Je vous explique. Je suis un ami…</w:t>
      </w:r>
    </w:p>
    <w:p w14:paraId="309F4FFC" w14:textId="77777777" w:rsidR="00011AD4" w:rsidRDefault="00011AD4" w:rsidP="00011AD4">
      <w:r>
        <w:t>N</w:t>
      </w:r>
      <w:r>
        <w:rPr>
          <w:rStyle w:val="Taille-1NormalCar"/>
        </w:rPr>
        <w:t>ADA</w:t>
      </w:r>
      <w:r>
        <w:t xml:space="preserve">. – De </w:t>
      </w:r>
      <w:proofErr w:type="spellStart"/>
      <w:r>
        <w:t>Cécé</w:t>
      </w:r>
      <w:proofErr w:type="spellEnd"/>
      <w:r>
        <w:t> ?</w:t>
      </w:r>
    </w:p>
    <w:p w14:paraId="6ACC327D" w14:textId="77777777" w:rsidR="00011AD4" w:rsidRDefault="00011AD4" w:rsidP="00011AD4">
      <w:proofErr w:type="spellStart"/>
      <w:r>
        <w:t>S</w:t>
      </w:r>
      <w:r>
        <w:rPr>
          <w:rStyle w:val="Taille-1NormalCar"/>
        </w:rPr>
        <w:t>QUATRIGLIA</w:t>
      </w:r>
      <w:proofErr w:type="spellEnd"/>
      <w:r>
        <w:t xml:space="preserve">. – Non, c’est-à-dire… oui, de </w:t>
      </w:r>
      <w:proofErr w:type="spellStart"/>
      <w:r>
        <w:t>Cécé</w:t>
      </w:r>
      <w:proofErr w:type="spellEnd"/>
      <w:r>
        <w:t xml:space="preserve"> aussi, mais surtout de son père, que Dieu le garde… bien qu’il ne soit pas mort. Oui, il n’est que trop vivant malheureusement, je dis malheureusement parce qu’il ne vit que pour souffrir, si vous saviez, mademoiselle, rien que des peines pour lui !</w:t>
      </w:r>
    </w:p>
    <w:p w14:paraId="36B9CB3D" w14:textId="77777777" w:rsidR="00011AD4" w:rsidRDefault="00011AD4" w:rsidP="00011AD4">
      <w:r>
        <w:lastRenderedPageBreak/>
        <w:t>N</w:t>
      </w:r>
      <w:r>
        <w:rPr>
          <w:rStyle w:val="Taille-1NormalCar"/>
        </w:rPr>
        <w:t>ADA</w:t>
      </w:r>
      <w:r>
        <w:t>. – Je regrette… mais moi…</w:t>
      </w:r>
    </w:p>
    <w:p w14:paraId="10B6B74F" w14:textId="77777777" w:rsidR="00011AD4" w:rsidRDefault="00011AD4" w:rsidP="00011AD4">
      <w:proofErr w:type="spellStart"/>
      <w:r>
        <w:t>S</w:t>
      </w:r>
      <w:r>
        <w:rPr>
          <w:rStyle w:val="Taille-1NormalCar"/>
        </w:rPr>
        <w:t>QUATRIGLIA</w:t>
      </w:r>
      <w:proofErr w:type="spellEnd"/>
      <w:r>
        <w:t>. – Je vous explique…</w:t>
      </w:r>
    </w:p>
    <w:p w14:paraId="4CA30480" w14:textId="77777777" w:rsidR="00011AD4" w:rsidRDefault="00011AD4" w:rsidP="00011AD4">
      <w:r>
        <w:t>N</w:t>
      </w:r>
      <w:r>
        <w:rPr>
          <w:rStyle w:val="Taille-1NormalCar"/>
        </w:rPr>
        <w:t>ADA</w:t>
      </w:r>
      <w:r>
        <w:t xml:space="preserve">. – Mais je ne veux rien savoir, je vous le répète. </w:t>
      </w:r>
      <w:proofErr w:type="gramStart"/>
      <w:r>
        <w:t>C’est</w:t>
      </w:r>
      <w:proofErr w:type="gramEnd"/>
      <w:r>
        <w:t xml:space="preserve"> sans doute des histoires de famille. Ça ne m’intéresse pas. Si monsieur </w:t>
      </w:r>
      <w:proofErr w:type="spellStart"/>
      <w:r>
        <w:t>Vivoli</w:t>
      </w:r>
      <w:proofErr w:type="spellEnd"/>
      <w:r>
        <w:t xml:space="preserve"> n’est pas à l’hôtel…</w:t>
      </w:r>
    </w:p>
    <w:p w14:paraId="24F0822F" w14:textId="77777777" w:rsidR="00011AD4" w:rsidRDefault="00011AD4" w:rsidP="00011AD4">
      <w:proofErr w:type="spellStart"/>
      <w:r>
        <w:t>S</w:t>
      </w:r>
      <w:r>
        <w:rPr>
          <w:rStyle w:val="Taille-1NormalCar"/>
        </w:rPr>
        <w:t>QUATRIGLIA</w:t>
      </w:r>
      <w:proofErr w:type="spellEnd"/>
      <w:r>
        <w:t>. – Pardon, mademoiselle, cela vous intéresse au contraire.</w:t>
      </w:r>
    </w:p>
    <w:p w14:paraId="39BF1D31" w14:textId="77777777" w:rsidR="00011AD4" w:rsidRDefault="00011AD4" w:rsidP="00011AD4">
      <w:r>
        <w:t>N</w:t>
      </w:r>
      <w:r>
        <w:rPr>
          <w:rStyle w:val="Taille-1NormalCar"/>
        </w:rPr>
        <w:t>ADA</w:t>
      </w:r>
      <w:r>
        <w:t>. – Moi ?</w:t>
      </w:r>
    </w:p>
    <w:p w14:paraId="73CFABA7" w14:textId="77777777" w:rsidR="00011AD4" w:rsidRDefault="00011AD4" w:rsidP="00011AD4">
      <w:proofErr w:type="spellStart"/>
      <w:r>
        <w:t>S</w:t>
      </w:r>
      <w:r>
        <w:rPr>
          <w:rStyle w:val="Taille-1NormalCar"/>
        </w:rPr>
        <w:t>QUATRIGLIA</w:t>
      </w:r>
      <w:proofErr w:type="spellEnd"/>
      <w:r>
        <w:t>. – Oui, vous. Oh, pas par votre faute, nous en étions tellement sûrs que nous nous étions proposé, sa mère et moi, d’aller chez vous.</w:t>
      </w:r>
    </w:p>
    <w:p w14:paraId="00F9111F" w14:textId="77777777" w:rsidR="00011AD4" w:rsidRDefault="00011AD4" w:rsidP="00011AD4">
      <w:r>
        <w:t>N</w:t>
      </w:r>
      <w:r>
        <w:rPr>
          <w:rStyle w:val="Taille-1NormalCar"/>
        </w:rPr>
        <w:t>ADA</w:t>
      </w:r>
      <w:r>
        <w:t>. – Chez moi ? La mère…</w:t>
      </w:r>
    </w:p>
    <w:p w14:paraId="6E1271A7" w14:textId="77777777" w:rsidR="00011AD4" w:rsidRDefault="00011AD4" w:rsidP="00011AD4">
      <w:proofErr w:type="spellStart"/>
      <w:r>
        <w:t>S</w:t>
      </w:r>
      <w:r>
        <w:rPr>
          <w:rStyle w:val="Taille-1NormalCar"/>
        </w:rPr>
        <w:t>QUATRIGLIA</w:t>
      </w:r>
      <w:proofErr w:type="spellEnd"/>
      <w:r>
        <w:t xml:space="preserve">. – Oui, de </w:t>
      </w:r>
      <w:proofErr w:type="spellStart"/>
      <w:r>
        <w:t>Cécé</w:t>
      </w:r>
      <w:proofErr w:type="spellEnd"/>
      <w:r>
        <w:t>.</w:t>
      </w:r>
    </w:p>
    <w:p w14:paraId="549F17FE" w14:textId="77777777" w:rsidR="00011AD4" w:rsidRDefault="00011AD4" w:rsidP="00011AD4">
      <w:r>
        <w:t>N</w:t>
      </w:r>
      <w:r>
        <w:rPr>
          <w:rStyle w:val="Taille-1NormalCar"/>
        </w:rPr>
        <w:t>ADA</w:t>
      </w:r>
      <w:r>
        <w:t>. – Elle serait venue chez moi ?</w:t>
      </w:r>
    </w:p>
    <w:p w14:paraId="7668481B" w14:textId="77777777" w:rsidR="00011AD4" w:rsidRDefault="00011AD4" w:rsidP="00011AD4">
      <w:proofErr w:type="spellStart"/>
      <w:r>
        <w:t>S</w:t>
      </w:r>
      <w:r>
        <w:rPr>
          <w:rStyle w:val="Taille-1NormalCar"/>
        </w:rPr>
        <w:t>QUATRIGLIA</w:t>
      </w:r>
      <w:proofErr w:type="spellEnd"/>
      <w:r>
        <w:t>. – Oui, pour nous remettre entre vos mains, mademoiselle.</w:t>
      </w:r>
    </w:p>
    <w:p w14:paraId="19A33609" w14:textId="77777777" w:rsidR="00011AD4" w:rsidRDefault="00011AD4" w:rsidP="00011AD4">
      <w:r>
        <w:t>N</w:t>
      </w:r>
      <w:r>
        <w:rPr>
          <w:rStyle w:val="Taille-1NormalCar"/>
        </w:rPr>
        <w:t>ADA</w:t>
      </w:r>
      <w:r>
        <w:t xml:space="preserve">. – Mais quelle est cette plaisanterie ? Je connais monsieur </w:t>
      </w:r>
      <w:proofErr w:type="spellStart"/>
      <w:r>
        <w:t>Vivoli</w:t>
      </w:r>
      <w:proofErr w:type="spellEnd"/>
      <w:r>
        <w:t xml:space="preserve"> depuis une vingtaine de jours seulement. Je suis venue ici parce que lui-même…</w:t>
      </w:r>
    </w:p>
    <w:p w14:paraId="255CC56C" w14:textId="77777777" w:rsidR="00011AD4" w:rsidRDefault="00011AD4" w:rsidP="00011AD4">
      <w:proofErr w:type="spellStart"/>
      <w:r>
        <w:t>S</w:t>
      </w:r>
      <w:r>
        <w:rPr>
          <w:rStyle w:val="Taille-1NormalCar"/>
        </w:rPr>
        <w:t>QUATRIGLIA</w:t>
      </w:r>
      <w:proofErr w:type="spellEnd"/>
      <w:r>
        <w:t>. – Par pitié, ne continuez pas ! Nous en sommes tout à fait convaincus, je vous le répète… et c’est bien pour cela que nous voulions aller chez vous.</w:t>
      </w:r>
    </w:p>
    <w:p w14:paraId="730E8504" w14:textId="77777777" w:rsidR="00011AD4" w:rsidRDefault="00011AD4" w:rsidP="00011AD4">
      <w:r>
        <w:t>N</w:t>
      </w:r>
      <w:r>
        <w:rPr>
          <w:rStyle w:val="Taille-1NormalCar"/>
        </w:rPr>
        <w:t>ADA</w:t>
      </w:r>
      <w:r>
        <w:t>. – Vous parlez sérieusement ? Sa mère et vous chez moi ?</w:t>
      </w:r>
    </w:p>
    <w:p w14:paraId="0F11E0EB" w14:textId="77777777" w:rsidR="00011AD4" w:rsidRDefault="00011AD4" w:rsidP="00011AD4">
      <w:proofErr w:type="spellStart"/>
      <w:r>
        <w:t>S</w:t>
      </w:r>
      <w:r>
        <w:rPr>
          <w:rStyle w:val="Taille-1NormalCar"/>
        </w:rPr>
        <w:t>QUATRIGLIA</w:t>
      </w:r>
      <w:proofErr w:type="spellEnd"/>
      <w:r>
        <w:t xml:space="preserve">. – Mais oui, je vous le dis, mademoiselle, parce que nous savons que vous avez été par lui indignement </w:t>
      </w:r>
      <w:r>
        <w:lastRenderedPageBreak/>
        <w:t>traitée… je voudrais l’accabler davantage, aidez-moi ; oui, tro</w:t>
      </w:r>
      <w:r>
        <w:t>m</w:t>
      </w:r>
      <w:r>
        <w:t xml:space="preserve">pée sans scrupule par cette canaille, ce voyou, ce </w:t>
      </w:r>
      <w:proofErr w:type="spellStart"/>
      <w:r>
        <w:t>cagliostro</w:t>
      </w:r>
      <w:proofErr w:type="spellEnd"/>
      <w:r>
        <w:t>… non, laissez-moi dire la vérité, par ce tripoteur, ce faussaire, ce coureur, ce faussaire, ce voleur, cet…</w:t>
      </w:r>
    </w:p>
    <w:p w14:paraId="3BEE5197" w14:textId="77777777" w:rsidR="00011AD4" w:rsidRDefault="00011AD4" w:rsidP="00011AD4">
      <w:r>
        <w:t>N</w:t>
      </w:r>
      <w:r>
        <w:rPr>
          <w:rStyle w:val="Taille-1NormalCar"/>
        </w:rPr>
        <w:t>ADA</w:t>
      </w:r>
      <w:r>
        <w:t>. – Et c’est votre ami ?</w:t>
      </w:r>
    </w:p>
    <w:p w14:paraId="40BCECDD" w14:textId="77777777" w:rsidR="00011AD4" w:rsidRDefault="00011AD4" w:rsidP="00011AD4">
      <w:proofErr w:type="spellStart"/>
      <w:r>
        <w:t>S</w:t>
      </w:r>
      <w:r>
        <w:rPr>
          <w:rStyle w:val="Taille-1NormalCar"/>
        </w:rPr>
        <w:t>QUATRIGLIA</w:t>
      </w:r>
      <w:proofErr w:type="spellEnd"/>
      <w:r>
        <w:t>. – Oui, mademoiselle, je suis un ami de sa famille, de son père qui est la crème des hommes et le plus ho</w:t>
      </w:r>
      <w:r>
        <w:t>n</w:t>
      </w:r>
      <w:r>
        <w:t>nête homme que Dieu ait mis sur terre ! Mademoiselle, nous avons su de son propre aveu…</w:t>
      </w:r>
    </w:p>
    <w:p w14:paraId="2AD7C06A" w14:textId="77777777" w:rsidR="00011AD4" w:rsidRDefault="00011AD4" w:rsidP="00011AD4">
      <w:r>
        <w:t>N</w:t>
      </w:r>
      <w:r>
        <w:rPr>
          <w:rStyle w:val="Taille-1NormalCar"/>
        </w:rPr>
        <w:t>ADA</w:t>
      </w:r>
      <w:r>
        <w:t xml:space="preserve">. – L’aveu de </w:t>
      </w:r>
      <w:proofErr w:type="spellStart"/>
      <w:r>
        <w:t>Cécé</w:t>
      </w:r>
      <w:proofErr w:type="spellEnd"/>
      <w:r>
        <w:t> ?</w:t>
      </w:r>
    </w:p>
    <w:p w14:paraId="31FD6C17" w14:textId="77777777" w:rsidR="00011AD4" w:rsidRDefault="00011AD4" w:rsidP="00011AD4">
      <w:proofErr w:type="spellStart"/>
      <w:r>
        <w:t>S</w:t>
      </w:r>
      <w:r>
        <w:rPr>
          <w:rStyle w:val="Taille-1NormalCar"/>
        </w:rPr>
        <w:t>QUATRIGLIA</w:t>
      </w:r>
      <w:proofErr w:type="spellEnd"/>
      <w:r>
        <w:t xml:space="preserve">. – Précisément, mademoiselle, de </w:t>
      </w:r>
      <w:proofErr w:type="spellStart"/>
      <w:r>
        <w:t>Cécé</w:t>
      </w:r>
      <w:proofErr w:type="spellEnd"/>
      <w:r>
        <w:t>.</w:t>
      </w:r>
    </w:p>
    <w:p w14:paraId="62287011" w14:textId="77777777" w:rsidR="00011AD4" w:rsidRDefault="00011AD4" w:rsidP="00011AD4">
      <w:r>
        <w:t>N</w:t>
      </w:r>
      <w:r>
        <w:rPr>
          <w:rStyle w:val="Taille-1NormalCar"/>
        </w:rPr>
        <w:t>ADA</w:t>
      </w:r>
      <w:r>
        <w:t>. – Mais quoi donc ?</w:t>
      </w:r>
    </w:p>
    <w:p w14:paraId="4460217B" w14:textId="77777777" w:rsidR="00011AD4" w:rsidRDefault="00011AD4" w:rsidP="00011AD4">
      <w:proofErr w:type="spellStart"/>
      <w:r>
        <w:t>S</w:t>
      </w:r>
      <w:r>
        <w:rPr>
          <w:rStyle w:val="Taille-1NormalCar"/>
        </w:rPr>
        <w:t>QUATRIGLIA</w:t>
      </w:r>
      <w:proofErr w:type="spellEnd"/>
      <w:r>
        <w:t>. – Que dans un moment critique comme c</w:t>
      </w:r>
      <w:r>
        <w:t>e</w:t>
      </w:r>
      <w:r>
        <w:t>lui-ci le moindre geste… le moindre souffle peut déterminer la plus épouvantable catastrophe.</w:t>
      </w:r>
    </w:p>
    <w:p w14:paraId="36F13557" w14:textId="77777777" w:rsidR="00011AD4" w:rsidRDefault="00011AD4" w:rsidP="00011AD4">
      <w:r>
        <w:t>N</w:t>
      </w:r>
      <w:r>
        <w:rPr>
          <w:rStyle w:val="Taille-1NormalCar"/>
        </w:rPr>
        <w:t>ADA</w:t>
      </w:r>
      <w:r>
        <w:t xml:space="preserve">, </w:t>
      </w:r>
      <w:r>
        <w:rPr>
          <w:i/>
          <w:iCs/>
        </w:rPr>
        <w:t xml:space="preserve">presque pour elle-même. </w:t>
      </w:r>
      <w:r>
        <w:t>– Oh ! par pitié…</w:t>
      </w:r>
    </w:p>
    <w:p w14:paraId="5E981349" w14:textId="77777777" w:rsidR="00011AD4" w:rsidRDefault="00011AD4" w:rsidP="00011AD4">
      <w:proofErr w:type="spellStart"/>
      <w:r>
        <w:t>S</w:t>
      </w:r>
      <w:r>
        <w:rPr>
          <w:rStyle w:val="Taille-1NormalCar"/>
        </w:rPr>
        <w:t>QUATRIGLIA</w:t>
      </w:r>
      <w:proofErr w:type="spellEnd"/>
      <w:r>
        <w:t xml:space="preserve">, </w:t>
      </w:r>
      <w:r>
        <w:rPr>
          <w:i/>
          <w:iCs/>
        </w:rPr>
        <w:t xml:space="preserve">déconcerté. </w:t>
      </w:r>
      <w:r>
        <w:t>– Que dites-vous ?…</w:t>
      </w:r>
    </w:p>
    <w:p w14:paraId="0B28B8B4" w14:textId="77777777" w:rsidR="00011AD4" w:rsidRDefault="00011AD4" w:rsidP="00011AD4">
      <w:r>
        <w:t>N</w:t>
      </w:r>
      <w:r>
        <w:rPr>
          <w:rStyle w:val="Taille-1NormalCar"/>
        </w:rPr>
        <w:t>ADA</w:t>
      </w:r>
      <w:r>
        <w:t>. – Je dis : par pitié… vous avez une façon de parler… si vous vous voyiez…</w:t>
      </w:r>
    </w:p>
    <w:p w14:paraId="34429B6C" w14:textId="77777777" w:rsidR="00011AD4" w:rsidRDefault="00011AD4" w:rsidP="00011AD4">
      <w:proofErr w:type="spellStart"/>
      <w:r>
        <w:t>S</w:t>
      </w:r>
      <w:r>
        <w:rPr>
          <w:rStyle w:val="Taille-1NormalCar"/>
        </w:rPr>
        <w:t>QUATRIGLIA</w:t>
      </w:r>
      <w:proofErr w:type="spellEnd"/>
      <w:r>
        <w:t>. – Je parle mal ? Je m’agite trop, n’est-ce pas ?</w:t>
      </w:r>
    </w:p>
    <w:p w14:paraId="7A514364" w14:textId="77777777" w:rsidR="00011AD4" w:rsidRDefault="00011AD4" w:rsidP="00011AD4">
      <w:r>
        <w:t>N</w:t>
      </w:r>
      <w:r>
        <w:rPr>
          <w:rStyle w:val="Taille-1NormalCar"/>
        </w:rPr>
        <w:t>ADA</w:t>
      </w:r>
      <w:r>
        <w:t xml:space="preserve">. – C’est ça, oui. Vous vous agitez trop et… Mon Dieu… </w:t>
      </w:r>
      <w:r>
        <w:rPr>
          <w:i/>
          <w:iCs/>
        </w:rPr>
        <w:t xml:space="preserve">(Elle se cache le visage.) </w:t>
      </w:r>
      <w:r>
        <w:t>Je ne peux pas vous voir si ag</w:t>
      </w:r>
      <w:r>
        <w:t>i</w:t>
      </w:r>
      <w:r>
        <w:t>té. Parlez plus calmement.</w:t>
      </w:r>
    </w:p>
    <w:p w14:paraId="1A934645" w14:textId="77777777" w:rsidR="00011AD4" w:rsidRDefault="00011AD4" w:rsidP="00011AD4">
      <w:proofErr w:type="spellStart"/>
      <w:r>
        <w:t>S</w:t>
      </w:r>
      <w:r>
        <w:rPr>
          <w:rStyle w:val="Taille-1NormalCar"/>
        </w:rPr>
        <w:t>QUATRIGLIA</w:t>
      </w:r>
      <w:proofErr w:type="spellEnd"/>
      <w:r>
        <w:t xml:space="preserve">. – J’essayerai. Excusez-moi. Je suis dans mon rôle d’ami. C’est l’heure, comme je vous le disais, de la </w:t>
      </w:r>
      <w:r>
        <w:lastRenderedPageBreak/>
        <w:t>fai</w:t>
      </w:r>
      <w:r>
        <w:t>l</w:t>
      </w:r>
      <w:r>
        <w:t>lite, non seulement d’une maison mais de l’honneur d’un pauvre vieillard assassiné par la conduite infâme et la scélératesse d’un fils…</w:t>
      </w:r>
    </w:p>
    <w:p w14:paraId="1EFB911F" w14:textId="77777777" w:rsidR="00011AD4" w:rsidRDefault="00011AD4" w:rsidP="00011AD4">
      <w:r>
        <w:t>N</w:t>
      </w:r>
      <w:r>
        <w:rPr>
          <w:rStyle w:val="Taille-1NormalCar"/>
        </w:rPr>
        <w:t>ADA</w:t>
      </w:r>
      <w:r>
        <w:t>. – Je vous en prie, calmez-vous. Il me semble que…</w:t>
      </w:r>
    </w:p>
    <w:p w14:paraId="33FB13C0" w14:textId="77777777" w:rsidR="00011AD4" w:rsidRDefault="00011AD4" w:rsidP="00011AD4">
      <w:proofErr w:type="spellStart"/>
      <w:r>
        <w:t>S</w:t>
      </w:r>
      <w:r>
        <w:rPr>
          <w:rStyle w:val="Taille-1NormalCar"/>
        </w:rPr>
        <w:t>QUATRIGLIA</w:t>
      </w:r>
      <w:proofErr w:type="spellEnd"/>
      <w:r>
        <w:t>. – Quoi donc ?</w:t>
      </w:r>
    </w:p>
    <w:p w14:paraId="42317D26" w14:textId="77777777" w:rsidR="00011AD4" w:rsidRDefault="00011AD4" w:rsidP="00011AD4">
      <w:r>
        <w:t>N</w:t>
      </w:r>
      <w:r>
        <w:rPr>
          <w:rStyle w:val="Taille-1NormalCar"/>
        </w:rPr>
        <w:t>ADA</w:t>
      </w:r>
      <w:r>
        <w:t>. – Vous ne me voyez pas…</w:t>
      </w:r>
    </w:p>
    <w:p w14:paraId="7F9AF0D2" w14:textId="77777777" w:rsidR="00011AD4" w:rsidRDefault="00011AD4" w:rsidP="00011AD4">
      <w:proofErr w:type="spellStart"/>
      <w:r>
        <w:t>S</w:t>
      </w:r>
      <w:r>
        <w:rPr>
          <w:rStyle w:val="Taille-1NormalCar"/>
        </w:rPr>
        <w:t>QUATRIGLIA</w:t>
      </w:r>
      <w:proofErr w:type="spellEnd"/>
      <w:r>
        <w:t>. – Voilà, je me calme, mademoiselle. Dans un moment aussi délicat, je vous disais que ce garçon s’expose à signer… à faire circuler… au fait, je veux dire… vous le savez bien… C’est vrai qu’il vous en a donné trois. Chacun de deux mille, n’est-ce pas ?</w:t>
      </w:r>
    </w:p>
    <w:p w14:paraId="76159635" w14:textId="77777777" w:rsidR="00011AD4" w:rsidRDefault="00011AD4" w:rsidP="00011AD4">
      <w:r>
        <w:t>N</w:t>
      </w:r>
      <w:r>
        <w:rPr>
          <w:rStyle w:val="Taille-1NormalCar"/>
        </w:rPr>
        <w:t>ADA</w:t>
      </w:r>
      <w:r>
        <w:t xml:space="preserve">, </w:t>
      </w:r>
      <w:r>
        <w:rPr>
          <w:i/>
          <w:iCs/>
        </w:rPr>
        <w:t xml:space="preserve">un silence. </w:t>
      </w:r>
      <w:r>
        <w:t>– Mais c’est un scandale ?</w:t>
      </w:r>
    </w:p>
    <w:p w14:paraId="35305B14" w14:textId="77777777" w:rsidR="00011AD4" w:rsidRDefault="00011AD4" w:rsidP="00011AD4">
      <w:proofErr w:type="spellStart"/>
      <w:r>
        <w:t>S</w:t>
      </w:r>
      <w:r>
        <w:rPr>
          <w:rStyle w:val="Taille-1NormalCar"/>
        </w:rPr>
        <w:t>QUATRIGLIA</w:t>
      </w:r>
      <w:proofErr w:type="spellEnd"/>
      <w:r>
        <w:t>. – Oui, un scandale ! vous l’avez dit. J’en suis écœuré et Dieu seul pourrait dire ce que je suis en train de sou</w:t>
      </w:r>
      <w:r>
        <w:t>f</w:t>
      </w:r>
      <w:r>
        <w:t>frir en vous parlant de toutes ces inquiétudes… au bord de la faillite !</w:t>
      </w:r>
    </w:p>
    <w:p w14:paraId="1B22D06E" w14:textId="77777777" w:rsidR="00011AD4" w:rsidRDefault="00011AD4" w:rsidP="00011AD4">
      <w:r>
        <w:t>N</w:t>
      </w:r>
      <w:r>
        <w:rPr>
          <w:rStyle w:val="Taille-1NormalCar"/>
        </w:rPr>
        <w:t>ADA</w:t>
      </w:r>
      <w:r>
        <w:t xml:space="preserve">, </w:t>
      </w:r>
      <w:r>
        <w:rPr>
          <w:i/>
          <w:iCs/>
        </w:rPr>
        <w:t xml:space="preserve">le toisant. </w:t>
      </w:r>
      <w:r>
        <w:t>– Assez, je vous prie. Vous êtes grotesque.</w:t>
      </w:r>
    </w:p>
    <w:p w14:paraId="21A2CE59" w14:textId="77777777" w:rsidR="00011AD4" w:rsidRDefault="00011AD4" w:rsidP="00011AD4">
      <w:proofErr w:type="spellStart"/>
      <w:r>
        <w:t>S</w:t>
      </w:r>
      <w:r>
        <w:rPr>
          <w:rStyle w:val="Taille-1NormalCar"/>
        </w:rPr>
        <w:t>QUATRIGLIA</w:t>
      </w:r>
      <w:proofErr w:type="spellEnd"/>
      <w:r>
        <w:t xml:space="preserve">, </w:t>
      </w:r>
      <w:r>
        <w:rPr>
          <w:i/>
          <w:iCs/>
        </w:rPr>
        <w:t xml:space="preserve">étonné. </w:t>
      </w:r>
      <w:r>
        <w:t>– Grotesque ? Je m’en doute. Et, voyez, je sue à grosses gouttes, mademoiselle…</w:t>
      </w:r>
    </w:p>
    <w:p w14:paraId="7DD3039F" w14:textId="77777777" w:rsidR="00011AD4" w:rsidRDefault="00011AD4" w:rsidP="00011AD4">
      <w:r>
        <w:t>N</w:t>
      </w:r>
      <w:r>
        <w:rPr>
          <w:rStyle w:val="Taille-1NormalCar"/>
        </w:rPr>
        <w:t>ADA</w:t>
      </w:r>
      <w:r>
        <w:rPr>
          <w:bCs/>
        </w:rPr>
        <w:t xml:space="preserve">. – </w:t>
      </w:r>
      <w:r>
        <w:t>Je crois bien ! Pour jouer un rôle pareil ! Reme</w:t>
      </w:r>
      <w:r>
        <w:t>t</w:t>
      </w:r>
      <w:r>
        <w:t>tez-vous, je vous prie. Essuyez-vous, monsieur, je m’en vais.</w:t>
      </w:r>
    </w:p>
    <w:p w14:paraId="233EDC0E" w14:textId="77777777" w:rsidR="00011AD4" w:rsidRDefault="00011AD4" w:rsidP="00011AD4">
      <w:proofErr w:type="spellStart"/>
      <w:r>
        <w:t>S</w:t>
      </w:r>
      <w:r>
        <w:rPr>
          <w:rStyle w:val="Taille-1NormalCar"/>
        </w:rPr>
        <w:t>QUATRIGLIA</w:t>
      </w:r>
      <w:proofErr w:type="spellEnd"/>
      <w:r>
        <w:t>. – Non, par pitié, ne partez pas ! Écoutez-moi, je vous en conjure, mademoiselle. Je ne peux pas vous lai</w:t>
      </w:r>
      <w:r>
        <w:t>s</w:t>
      </w:r>
      <w:r>
        <w:t>ser partir.</w:t>
      </w:r>
    </w:p>
    <w:p w14:paraId="3D8CD123" w14:textId="77777777" w:rsidR="00011AD4" w:rsidRDefault="00011AD4" w:rsidP="00011AD4">
      <w:r>
        <w:lastRenderedPageBreak/>
        <w:t>N</w:t>
      </w:r>
      <w:r>
        <w:rPr>
          <w:rStyle w:val="Taille-1NormalCar"/>
        </w:rPr>
        <w:t>ADA</w:t>
      </w:r>
      <w:r>
        <w:t>. – Mais que voulez-vous de moi ? Pareille aventure ne m’est jamais arrivée !</w:t>
      </w:r>
    </w:p>
    <w:p w14:paraId="5E401390" w14:textId="77777777" w:rsidR="00011AD4" w:rsidRDefault="00011AD4" w:rsidP="00011AD4">
      <w:proofErr w:type="spellStart"/>
      <w:r>
        <w:t>S</w:t>
      </w:r>
      <w:r>
        <w:rPr>
          <w:rStyle w:val="Taille-1NormalCar"/>
        </w:rPr>
        <w:t>QUATRIGLIA</w:t>
      </w:r>
      <w:proofErr w:type="spellEnd"/>
      <w:r>
        <w:t>. – Je m’en doute. Et croyez que je co</w:t>
      </w:r>
      <w:r>
        <w:t>m</w:t>
      </w:r>
      <w:r>
        <w:t>prends et que j’approuve votre indignation. Mais ne partez pas, écoutez-moi. Je voudrais qu’elle fût déjà là… Je me demande où elle a bien pu aller… la brave femme… je dis sa mère, mademo</w:t>
      </w:r>
      <w:r>
        <w:t>i</w:t>
      </w:r>
      <w:r>
        <w:t>selle.</w:t>
      </w:r>
    </w:p>
    <w:p w14:paraId="5B3B7213" w14:textId="77777777" w:rsidR="00011AD4" w:rsidRDefault="00011AD4" w:rsidP="00011AD4">
      <w:r>
        <w:t>N</w:t>
      </w:r>
      <w:r>
        <w:rPr>
          <w:rStyle w:val="Taille-1NormalCar"/>
        </w:rPr>
        <w:t>ADA</w:t>
      </w:r>
      <w:r>
        <w:t>. – Encore la mère !</w:t>
      </w:r>
    </w:p>
    <w:p w14:paraId="129418EC" w14:textId="77777777" w:rsidR="00011AD4" w:rsidRDefault="00011AD4" w:rsidP="00011AD4">
      <w:proofErr w:type="spellStart"/>
      <w:r>
        <w:t>S</w:t>
      </w:r>
      <w:r>
        <w:rPr>
          <w:rStyle w:val="Taille-1NormalCar"/>
        </w:rPr>
        <w:t>QUATRIGLIA</w:t>
      </w:r>
      <w:proofErr w:type="spellEnd"/>
      <w:r>
        <w:t>. – Pour vous prier avec moi…</w:t>
      </w:r>
    </w:p>
    <w:p w14:paraId="568CDD4A" w14:textId="77777777" w:rsidR="00011AD4" w:rsidRDefault="00011AD4" w:rsidP="00011AD4">
      <w:r>
        <w:t>N</w:t>
      </w:r>
      <w:r>
        <w:rPr>
          <w:rStyle w:val="Taille-1NormalCar"/>
        </w:rPr>
        <w:t>ADA</w:t>
      </w:r>
      <w:r>
        <w:t>. – Mais vraiment, vous n’avez pas honte ?</w:t>
      </w:r>
    </w:p>
    <w:p w14:paraId="75124BA0" w14:textId="77777777" w:rsidR="00011AD4" w:rsidRDefault="00011AD4" w:rsidP="00011AD4">
      <w:proofErr w:type="spellStart"/>
      <w:r>
        <w:t>S</w:t>
      </w:r>
      <w:r>
        <w:rPr>
          <w:rStyle w:val="Taille-1NormalCar"/>
        </w:rPr>
        <w:t>QUATRIGLIA</w:t>
      </w:r>
      <w:proofErr w:type="spellEnd"/>
      <w:r>
        <w:t>. – Oui, mademoiselle, j’ai un peu honte ! Il faut que je vous expose la situation : ces trois chèques…</w:t>
      </w:r>
    </w:p>
    <w:p w14:paraId="59EC40F8" w14:textId="77777777" w:rsidR="00011AD4" w:rsidRDefault="00011AD4" w:rsidP="00011AD4">
      <w:r>
        <w:t>N</w:t>
      </w:r>
      <w:r>
        <w:rPr>
          <w:rStyle w:val="Taille-1NormalCar"/>
        </w:rPr>
        <w:t>ADA</w:t>
      </w:r>
      <w:r>
        <w:t>. – Encore ?</w:t>
      </w:r>
    </w:p>
    <w:p w14:paraId="57855012" w14:textId="77777777" w:rsidR="00011AD4" w:rsidRDefault="00011AD4" w:rsidP="00011AD4">
      <w:proofErr w:type="spellStart"/>
      <w:r>
        <w:t>S</w:t>
      </w:r>
      <w:r>
        <w:rPr>
          <w:rStyle w:val="Taille-1NormalCar"/>
        </w:rPr>
        <w:t>QUATRIGLIA</w:t>
      </w:r>
      <w:proofErr w:type="spellEnd"/>
      <w:r>
        <w:t>. – Nous n’en avons pas encore parlé.</w:t>
      </w:r>
    </w:p>
    <w:p w14:paraId="305DA48C" w14:textId="77777777" w:rsidR="00011AD4" w:rsidRDefault="00011AD4" w:rsidP="00011AD4">
      <w:r>
        <w:t>N</w:t>
      </w:r>
      <w:r>
        <w:rPr>
          <w:rStyle w:val="Taille-1NormalCar"/>
        </w:rPr>
        <w:t>ADA</w:t>
      </w:r>
      <w:r>
        <w:rPr>
          <w:bCs/>
        </w:rPr>
        <w:t xml:space="preserve">. – Mais vous ne comprenez donc pas que si j’étais prête en venant ici à les lui jeter au visage, maintenant qu’il m’a fait l’affront de m’en faire parler par un tiers, moi je les garde là </w:t>
      </w:r>
      <w:r>
        <w:rPr>
          <w:i/>
          <w:iCs/>
        </w:rPr>
        <w:t xml:space="preserve">(elle tape sur son sac) </w:t>
      </w:r>
      <w:r>
        <w:rPr>
          <w:bCs/>
        </w:rPr>
        <w:t>et je fais un esclandre.</w:t>
      </w:r>
    </w:p>
    <w:p w14:paraId="137E58D1" w14:textId="77777777" w:rsidR="00011AD4" w:rsidRDefault="00011AD4" w:rsidP="00011AD4">
      <w:proofErr w:type="spellStart"/>
      <w:r>
        <w:t>S</w:t>
      </w:r>
      <w:r>
        <w:rPr>
          <w:rStyle w:val="Taille-1NormalCar"/>
        </w:rPr>
        <w:t>QUATRIGLIA</w:t>
      </w:r>
      <w:proofErr w:type="spellEnd"/>
      <w:r>
        <w:t>. – Mais non…, mais non. Oh ! croyez bien, mademoiselle, que si vous aviez en main une arme quelconque qui pourrait le frapper, lui seul, et le détruire, lui seul, l’anéantir, lui, son père et même sa mère, nous vous crierions, oui, frappez, détruisez, anéantissez ce misérable, cet avorton, ce rebut de l’humanité. Mais vous n’avez aucune arme contre lui, vous n’avez que trois bouts de papier sans aucune valeur.</w:t>
      </w:r>
    </w:p>
    <w:p w14:paraId="7122081D" w14:textId="77777777" w:rsidR="00011AD4" w:rsidRDefault="00011AD4" w:rsidP="00011AD4">
      <w:r>
        <w:t>N</w:t>
      </w:r>
      <w:r>
        <w:rPr>
          <w:rStyle w:val="Taille-1NormalCar"/>
        </w:rPr>
        <w:t>ADA</w:t>
      </w:r>
      <w:r>
        <w:rPr>
          <w:bCs/>
        </w:rPr>
        <w:t xml:space="preserve">. – </w:t>
      </w:r>
      <w:r>
        <w:t>Ils sont signés de lui.</w:t>
      </w:r>
    </w:p>
    <w:p w14:paraId="419E3799" w14:textId="77777777" w:rsidR="00011AD4" w:rsidRDefault="00011AD4" w:rsidP="00011AD4">
      <w:proofErr w:type="spellStart"/>
      <w:r>
        <w:lastRenderedPageBreak/>
        <w:t>S</w:t>
      </w:r>
      <w:r>
        <w:rPr>
          <w:rStyle w:val="Taille-1NormalCar"/>
        </w:rPr>
        <w:t>QUATRIGLIA</w:t>
      </w:r>
      <w:proofErr w:type="spellEnd"/>
      <w:r>
        <w:t>. – Et que voulez-vous que vaille sa sign</w:t>
      </w:r>
      <w:r>
        <w:t>a</w:t>
      </w:r>
      <w:r>
        <w:t>ture ? Zéro. Quel scandale voulez-vous faire ? Il a toujours vécu au milieu des scandales, ça ne le gêne pas.</w:t>
      </w:r>
    </w:p>
    <w:p w14:paraId="6DC7B42F" w14:textId="77777777" w:rsidR="00011AD4" w:rsidRDefault="00011AD4" w:rsidP="00011AD4">
      <w:pPr>
        <w:rPr>
          <w:bCs/>
        </w:rPr>
      </w:pPr>
      <w:r>
        <w:t>N</w:t>
      </w:r>
      <w:r>
        <w:rPr>
          <w:rStyle w:val="Taille-1NormalCar"/>
        </w:rPr>
        <w:t>ADA</w:t>
      </w:r>
      <w:r>
        <w:rPr>
          <w:bCs/>
        </w:rPr>
        <w:t xml:space="preserve">. – </w:t>
      </w:r>
      <w:proofErr w:type="spellStart"/>
      <w:r>
        <w:rPr>
          <w:bCs/>
        </w:rPr>
        <w:t>Cécé</w:t>
      </w:r>
      <w:proofErr w:type="spellEnd"/>
      <w:r>
        <w:rPr>
          <w:bCs/>
        </w:rPr>
        <w:t> ?</w:t>
      </w:r>
    </w:p>
    <w:p w14:paraId="2158537B" w14:textId="77777777" w:rsidR="00011AD4" w:rsidRDefault="00011AD4" w:rsidP="00011AD4">
      <w:proofErr w:type="spellStart"/>
      <w:r>
        <w:rPr>
          <w:bCs/>
        </w:rPr>
        <w:t>S</w:t>
      </w:r>
      <w:r>
        <w:rPr>
          <w:rStyle w:val="Taille-1NormalCar"/>
        </w:rPr>
        <w:t>QUATRIGLIA</w:t>
      </w:r>
      <w:proofErr w:type="spellEnd"/>
      <w:r>
        <w:rPr>
          <w:bCs/>
        </w:rPr>
        <w:t xml:space="preserve">. – </w:t>
      </w:r>
      <w:r>
        <w:t xml:space="preserve">Mais oui, </w:t>
      </w:r>
      <w:proofErr w:type="spellStart"/>
      <w:r>
        <w:t>Cécé</w:t>
      </w:r>
      <w:proofErr w:type="spellEnd"/>
      <w:r>
        <w:t>.</w:t>
      </w:r>
    </w:p>
    <w:p w14:paraId="54875872" w14:textId="77777777" w:rsidR="00011AD4" w:rsidRDefault="00011AD4" w:rsidP="00011AD4">
      <w:r>
        <w:t>N</w:t>
      </w:r>
      <w:r>
        <w:rPr>
          <w:rStyle w:val="Taille-1NormalCar"/>
        </w:rPr>
        <w:t>ADA</w:t>
      </w:r>
      <w:r>
        <w:t>. – Mais puisqu’il est de la meilleure société ? qu’il y vit ?</w:t>
      </w:r>
    </w:p>
    <w:p w14:paraId="6758E12F" w14:textId="77777777" w:rsidR="00011AD4" w:rsidRDefault="00011AD4" w:rsidP="00011AD4">
      <w:proofErr w:type="spellStart"/>
      <w:r>
        <w:t>S</w:t>
      </w:r>
      <w:r>
        <w:rPr>
          <w:rStyle w:val="Taille-1NormalCar"/>
        </w:rPr>
        <w:t>QUATRIGLIA</w:t>
      </w:r>
      <w:proofErr w:type="spellEnd"/>
      <w:r>
        <w:t>. – Il en est le bouffon, mademoiselle, il se glisse et se faufile partout. Il rend à chacun les plus louches se</w:t>
      </w:r>
      <w:r>
        <w:t>r</w:t>
      </w:r>
      <w:r>
        <w:t>vices.</w:t>
      </w:r>
    </w:p>
    <w:p w14:paraId="57C3A4C2" w14:textId="77777777" w:rsidR="00011AD4" w:rsidRDefault="00011AD4" w:rsidP="00011AD4">
      <w:r>
        <w:t>N</w:t>
      </w:r>
      <w:r>
        <w:rPr>
          <w:rStyle w:val="Taille-1NormalCar"/>
        </w:rPr>
        <w:t>ADA</w:t>
      </w:r>
      <w:r>
        <w:t xml:space="preserve">. – </w:t>
      </w:r>
      <w:proofErr w:type="spellStart"/>
      <w:r>
        <w:t>Cécé</w:t>
      </w:r>
      <w:proofErr w:type="spellEnd"/>
      <w:r>
        <w:t> ?</w:t>
      </w:r>
    </w:p>
    <w:p w14:paraId="07949AC5" w14:textId="77777777" w:rsidR="00011AD4" w:rsidRDefault="00011AD4" w:rsidP="00011AD4">
      <w:pPr>
        <w:rPr>
          <w:i/>
          <w:iCs/>
        </w:rPr>
      </w:pPr>
      <w:proofErr w:type="spellStart"/>
      <w:r>
        <w:t>S</w:t>
      </w:r>
      <w:r>
        <w:rPr>
          <w:rStyle w:val="Taille-1NormalCar"/>
        </w:rPr>
        <w:t>QUATRIGLIA</w:t>
      </w:r>
      <w:proofErr w:type="spellEnd"/>
      <w:r>
        <w:t xml:space="preserve">. – Mais oui, </w:t>
      </w:r>
      <w:proofErr w:type="spellStart"/>
      <w:r>
        <w:t>Cécé</w:t>
      </w:r>
      <w:proofErr w:type="spellEnd"/>
      <w:r>
        <w:t>. Je suis bien sûr que vous ne savez pas, mademoiselle, de quoi cet homme peut être c</w:t>
      </w:r>
      <w:r>
        <w:t>a</w:t>
      </w:r>
      <w:r>
        <w:t>pable. Mais je vous dis qu’il a traîné dans la boue son père, sa mère, l’honneur de sa famille et l’arme que vous avez dans votre petit sac se retournerait contre ces deux pauvres vieux déjà à terre, tous deux punis, méprisés par tous… Et pourtant, si je s</w:t>
      </w:r>
      <w:r>
        <w:t>a</w:t>
      </w:r>
      <w:r>
        <w:t>vais que cette arme puisse vous procurer quelque avantage m</w:t>
      </w:r>
      <w:r>
        <w:t>a</w:t>
      </w:r>
      <w:r>
        <w:t>tériel, je vous dirais, frappez sans égard aux deux pauvres vieux. Mais non ! Ce serait une barbarie inutile. Le peu qui reste à la famille est compromis déjà depuis longtemps par des hyp</w:t>
      </w:r>
      <w:r>
        <w:t>o</w:t>
      </w:r>
      <w:r>
        <w:t>thèques presque toutes à découvert. Oui, à découvert, mad</w:t>
      </w:r>
      <w:r>
        <w:t>e</w:t>
      </w:r>
      <w:r>
        <w:t>moiselle. On a, grâce à moi, essayé de conclure un accord entre les créanciers, mais un accord si dénué de confiance qu’un souffle peut le jeter bas comme un château de cartes. Il suffirait de la moindre protestation pour un nouveau chèque mis en ci</w:t>
      </w:r>
      <w:r>
        <w:t>r</w:t>
      </w:r>
      <w:r>
        <w:t xml:space="preserve">culation : l’écroulement serait inévitable. Un pauvre vieux, une pauvre vieille mère en seraient écrasés… et non pas lui. Oh, lui ! S’il ne s’agissait que de lui ! que lui importe à lui l’honneur de son vieux père, car il </w:t>
      </w:r>
      <w:r>
        <w:lastRenderedPageBreak/>
        <w:t>continue à signer des chèques. Voyez, m</w:t>
      </w:r>
      <w:r>
        <w:t>a</w:t>
      </w:r>
      <w:r>
        <w:t>demoiselle, moi je suis l’ami du frère de ce pauvre vieux et pour ces morceaux de papier que vous avez en main et qui ne repr</w:t>
      </w:r>
      <w:r>
        <w:t>é</w:t>
      </w:r>
      <w:r>
        <w:t>sentent rien, qui sont une arme inutile contre lui, mais qui peut, hélas, frapper ceux qui ne sont nullement coupables, de ces trois morceaux de papier dont vous ne pourriez tirer aucun avantage, ni matériel, ni moral…, je serais prêt, mademoiselle…</w:t>
      </w:r>
    </w:p>
    <w:p w14:paraId="6B022771" w14:textId="77777777" w:rsidR="00011AD4" w:rsidRDefault="00011AD4" w:rsidP="00011AD4">
      <w:pPr>
        <w:pStyle w:val="Taille-1RetraitGauche3X"/>
      </w:pPr>
      <w:r>
        <w:rPr>
          <w:i/>
          <w:iCs/>
        </w:rPr>
        <w:t>Il porte une main à la poche intérieure de son ve</w:t>
      </w:r>
      <w:r>
        <w:rPr>
          <w:i/>
          <w:iCs/>
        </w:rPr>
        <w:t>s</w:t>
      </w:r>
      <w:r>
        <w:rPr>
          <w:i/>
          <w:iCs/>
        </w:rPr>
        <w:t>ton, l’ouvre en tremblant et en tire un paquet de billets de banque.</w:t>
      </w:r>
    </w:p>
    <w:p w14:paraId="4CB01CE0" w14:textId="77777777" w:rsidR="00011AD4" w:rsidRDefault="00011AD4" w:rsidP="00011AD4">
      <w:r>
        <w:t>N</w:t>
      </w:r>
      <w:r>
        <w:rPr>
          <w:rStyle w:val="Taille-1NormalCar"/>
        </w:rPr>
        <w:t>ADA</w:t>
      </w:r>
      <w:r>
        <w:t xml:space="preserve">, </w:t>
      </w:r>
      <w:r>
        <w:rPr>
          <w:i/>
          <w:iCs/>
        </w:rPr>
        <w:t xml:space="preserve">à ce geste, avec mépris. </w:t>
      </w:r>
      <w:r>
        <w:t>– C’est un marché ?</w:t>
      </w:r>
    </w:p>
    <w:p w14:paraId="1B509CE9" w14:textId="77777777" w:rsidR="00011AD4" w:rsidRDefault="00011AD4" w:rsidP="00011AD4">
      <w:proofErr w:type="spellStart"/>
      <w:r>
        <w:t>S</w:t>
      </w:r>
      <w:r>
        <w:rPr>
          <w:rStyle w:val="Taille-1NormalCar"/>
        </w:rPr>
        <w:t>QUATRIGLIA</w:t>
      </w:r>
      <w:proofErr w:type="spellEnd"/>
      <w:r>
        <w:t xml:space="preserve">. – Mais non, ce n’est pas un marché. Je </w:t>
      </w:r>
      <w:r>
        <w:rPr>
          <w:bCs/>
        </w:rPr>
        <w:t xml:space="preserve">m’en </w:t>
      </w:r>
      <w:r>
        <w:t xml:space="preserve">remets à vous, mademoiselle, à votre </w:t>
      </w:r>
      <w:r>
        <w:rPr>
          <w:bCs/>
        </w:rPr>
        <w:t>générosité.</w:t>
      </w:r>
    </w:p>
    <w:p w14:paraId="7EA060D2" w14:textId="77777777" w:rsidR="00011AD4" w:rsidRDefault="00011AD4" w:rsidP="00011AD4">
      <w:r>
        <w:t>N</w:t>
      </w:r>
      <w:r>
        <w:rPr>
          <w:rStyle w:val="Taille-1NormalCar"/>
        </w:rPr>
        <w:t>ADA</w:t>
      </w:r>
      <w:r>
        <w:rPr>
          <w:bCs/>
        </w:rPr>
        <w:t>. – De la générosité… pour une pareille impudence ? Vous voulez que je sois généreuse ?</w:t>
      </w:r>
    </w:p>
    <w:p w14:paraId="69AF51BF" w14:textId="77777777" w:rsidR="00011AD4" w:rsidRDefault="00011AD4" w:rsidP="00011AD4">
      <w:proofErr w:type="spellStart"/>
      <w:r>
        <w:t>S</w:t>
      </w:r>
      <w:r>
        <w:rPr>
          <w:rStyle w:val="Taille-1NormalCar"/>
        </w:rPr>
        <w:t>QUATRIGLIA</w:t>
      </w:r>
      <w:proofErr w:type="spellEnd"/>
      <w:r>
        <w:t xml:space="preserve">. – Pas pour </w:t>
      </w:r>
      <w:r>
        <w:rPr>
          <w:bCs/>
        </w:rPr>
        <w:t>lui !</w:t>
      </w:r>
    </w:p>
    <w:p w14:paraId="05DFF72A" w14:textId="77777777" w:rsidR="00011AD4" w:rsidRDefault="00011AD4" w:rsidP="00011AD4">
      <w:r>
        <w:t>N</w:t>
      </w:r>
      <w:r>
        <w:rPr>
          <w:rStyle w:val="Taille-1NormalCar"/>
        </w:rPr>
        <w:t>ADA</w:t>
      </w:r>
      <w:r>
        <w:t>. – Et que m’importent les autres ?</w:t>
      </w:r>
    </w:p>
    <w:p w14:paraId="7C19B383" w14:textId="77777777" w:rsidR="00011AD4" w:rsidRDefault="00011AD4" w:rsidP="00011AD4">
      <w:proofErr w:type="spellStart"/>
      <w:r>
        <w:t>S</w:t>
      </w:r>
      <w:r>
        <w:rPr>
          <w:rStyle w:val="Taille-1NormalCar"/>
        </w:rPr>
        <w:t>QUATRIGLIA</w:t>
      </w:r>
      <w:proofErr w:type="spellEnd"/>
      <w:r>
        <w:t>. – Mais pour cela justement, voyez, je me permets de vous offrir…</w:t>
      </w:r>
    </w:p>
    <w:p w14:paraId="01089DB5" w14:textId="77777777" w:rsidR="00011AD4" w:rsidRDefault="00011AD4" w:rsidP="00011AD4">
      <w:r>
        <w:t>N</w:t>
      </w:r>
      <w:r>
        <w:rPr>
          <w:rStyle w:val="Taille-1NormalCar"/>
        </w:rPr>
        <w:t>ADA</w:t>
      </w:r>
      <w:r>
        <w:t xml:space="preserve">. – Un peu d’argent pour ma générosité ! </w:t>
      </w:r>
      <w:r>
        <w:rPr>
          <w:bCs/>
        </w:rPr>
        <w:t xml:space="preserve">Combien ? </w:t>
      </w:r>
      <w:r>
        <w:t>Un millier de lires ?</w:t>
      </w:r>
    </w:p>
    <w:p w14:paraId="4296D8A2" w14:textId="77777777" w:rsidR="00011AD4" w:rsidRDefault="00011AD4" w:rsidP="00011AD4">
      <w:proofErr w:type="spellStart"/>
      <w:r>
        <w:t>S</w:t>
      </w:r>
      <w:r>
        <w:rPr>
          <w:rStyle w:val="Taille-1NormalCar"/>
        </w:rPr>
        <w:t>QUATRIGLIA</w:t>
      </w:r>
      <w:proofErr w:type="spellEnd"/>
      <w:r>
        <w:t>. – Non… je m’en rapporte…</w:t>
      </w:r>
    </w:p>
    <w:p w14:paraId="30019B51" w14:textId="77777777" w:rsidR="00011AD4" w:rsidRDefault="00011AD4" w:rsidP="00011AD4">
      <w:r>
        <w:t>N</w:t>
      </w:r>
      <w:r>
        <w:rPr>
          <w:rStyle w:val="Taille-1NormalCar"/>
        </w:rPr>
        <w:t>ADA</w:t>
      </w:r>
      <w:r>
        <w:t>. – Cher monsieur, vous vous trompez. Vous croyez avoir à bon compte un sentiment, comme la générosité, d’une femme comme moi.</w:t>
      </w:r>
    </w:p>
    <w:p w14:paraId="48B036E9" w14:textId="77777777" w:rsidR="00011AD4" w:rsidRDefault="00011AD4" w:rsidP="00011AD4">
      <w:proofErr w:type="spellStart"/>
      <w:r>
        <w:t>S</w:t>
      </w:r>
      <w:r>
        <w:rPr>
          <w:rStyle w:val="Taille-1NormalCar"/>
        </w:rPr>
        <w:t>QUATRIGLIA</w:t>
      </w:r>
      <w:proofErr w:type="spellEnd"/>
      <w:r>
        <w:t>. – Mais au contraire, j’ai entendu dire…</w:t>
      </w:r>
    </w:p>
    <w:p w14:paraId="2B37633C" w14:textId="77777777" w:rsidR="00011AD4" w:rsidRDefault="00011AD4" w:rsidP="00011AD4">
      <w:r>
        <w:lastRenderedPageBreak/>
        <w:t>N</w:t>
      </w:r>
      <w:r>
        <w:rPr>
          <w:rStyle w:val="Taille-1NormalCar"/>
        </w:rPr>
        <w:t>ADA</w:t>
      </w:r>
      <w:r>
        <w:t xml:space="preserve">. – Que nous sommes généreuses ? Mais pas de cette manière. Pas pour ça. Par amour, oui, peut-être. Mais non pas pour quelqu’un qui envoie un tiers nous prévenir au nom de ses parents, qui mélange à ses </w:t>
      </w:r>
      <w:proofErr w:type="spellStart"/>
      <w:r>
        <w:t>mic-macs</w:t>
      </w:r>
      <w:proofErr w:type="spellEnd"/>
      <w:r>
        <w:t xml:space="preserve"> sa mère, son père et l’honneur de sa famille. Voilà qui est odieux. Que voulez-vous que m’importe toute l’histoire que vous m’avez racontée ? Je n’éprouve en ce moment que du dégoût et une telle rage que, si au lieu de vous avoir devant moi, je tenais ce malotru…</w:t>
      </w:r>
    </w:p>
    <w:p w14:paraId="06E6BF6E" w14:textId="77777777" w:rsidR="00011AD4" w:rsidRDefault="00011AD4" w:rsidP="00011AD4">
      <w:proofErr w:type="spellStart"/>
      <w:r>
        <w:t>S</w:t>
      </w:r>
      <w:r>
        <w:rPr>
          <w:rStyle w:val="Taille-1NormalCar"/>
        </w:rPr>
        <w:t>QUATRIGLIA</w:t>
      </w:r>
      <w:proofErr w:type="spellEnd"/>
      <w:r>
        <w:t xml:space="preserve">, </w:t>
      </w:r>
      <w:r>
        <w:rPr>
          <w:i/>
          <w:iCs/>
        </w:rPr>
        <w:t xml:space="preserve">avec tout de suite une sincère et comique expression. </w:t>
      </w:r>
      <w:r>
        <w:t>– Vous le tueriez ? Moi aussi, je le tuerais ! Mad</w:t>
      </w:r>
      <w:r>
        <w:t>e</w:t>
      </w:r>
      <w:r>
        <w:t>moiselle !</w:t>
      </w:r>
    </w:p>
    <w:p w14:paraId="5D4A8F23" w14:textId="77777777" w:rsidR="00011AD4" w:rsidRPr="00536314" w:rsidRDefault="00011AD4" w:rsidP="00011AD4">
      <w:pPr>
        <w:rPr>
          <w:i/>
          <w:sz w:val="32"/>
          <w:szCs w:val="32"/>
        </w:rPr>
      </w:pPr>
      <w:r>
        <w:t>N</w:t>
      </w:r>
      <w:r>
        <w:rPr>
          <w:rStyle w:val="Taille-1NormalCar"/>
        </w:rPr>
        <w:t>ADA</w:t>
      </w:r>
      <w:r>
        <w:t>. – Vous me faites rire.</w:t>
      </w:r>
    </w:p>
    <w:p w14:paraId="10622A0E" w14:textId="77777777" w:rsidR="00011AD4" w:rsidRDefault="00011AD4" w:rsidP="00011AD4">
      <w:pPr>
        <w:jc w:val="right"/>
      </w:pPr>
      <w:r w:rsidRPr="00536314">
        <w:rPr>
          <w:i/>
          <w:sz w:val="32"/>
          <w:szCs w:val="32"/>
        </w:rPr>
        <w:t>Elle éclate de rire.</w:t>
      </w:r>
    </w:p>
    <w:p w14:paraId="20F403A0" w14:textId="77777777" w:rsidR="00011AD4" w:rsidRDefault="00011AD4" w:rsidP="00011AD4">
      <w:proofErr w:type="spellStart"/>
      <w:r>
        <w:t>S</w:t>
      </w:r>
      <w:r>
        <w:rPr>
          <w:rStyle w:val="Taille-1NormalCar"/>
        </w:rPr>
        <w:t>QUATRIGLIA</w:t>
      </w:r>
      <w:proofErr w:type="spellEnd"/>
      <w:r>
        <w:t>. – Oui, riez, riez de moi tant que vous vo</w:t>
      </w:r>
      <w:r>
        <w:t>u</w:t>
      </w:r>
      <w:r>
        <w:t>drez, je ne vous en veux pas. Croyez que je suis humilié d’avoir à…</w:t>
      </w:r>
    </w:p>
    <w:p w14:paraId="4C3BCEDE" w14:textId="77777777" w:rsidR="00011AD4" w:rsidRDefault="00011AD4" w:rsidP="00011AD4">
      <w:r>
        <w:t>N</w:t>
      </w:r>
      <w:r>
        <w:rPr>
          <w:rStyle w:val="Taille-1NormalCar"/>
        </w:rPr>
        <w:t>ADA</w:t>
      </w:r>
      <w:r>
        <w:t>. – Mais il me semble que vous avez eu beaucoup de courage pour tenter cela.</w:t>
      </w:r>
    </w:p>
    <w:p w14:paraId="2D7BE7E7" w14:textId="77777777" w:rsidR="00011AD4" w:rsidRDefault="00011AD4" w:rsidP="00011AD4">
      <w:proofErr w:type="spellStart"/>
      <w:r>
        <w:t>S</w:t>
      </w:r>
      <w:r>
        <w:rPr>
          <w:rStyle w:val="Taille-1NormalCar"/>
        </w:rPr>
        <w:t>QUATRIGLIA</w:t>
      </w:r>
      <w:proofErr w:type="spellEnd"/>
      <w:r>
        <w:t xml:space="preserve">. – Forcément, je me suis trouvé dans ce </w:t>
      </w:r>
      <w:proofErr w:type="spellStart"/>
      <w:r>
        <w:t>gr</w:t>
      </w:r>
      <w:r>
        <w:t>a</w:t>
      </w:r>
      <w:r>
        <w:t>bouillis</w:t>
      </w:r>
      <w:proofErr w:type="spellEnd"/>
      <w:r>
        <w:t>, aidez-moi à en sortir, mademoiselle, je vous prie… j’ai si peu l’habitude.</w:t>
      </w:r>
    </w:p>
    <w:p w14:paraId="057C46D0" w14:textId="77777777" w:rsidR="00011AD4" w:rsidRDefault="00011AD4" w:rsidP="00011AD4">
      <w:r>
        <w:t>N</w:t>
      </w:r>
      <w:r>
        <w:rPr>
          <w:rStyle w:val="Taille-1NormalCar"/>
        </w:rPr>
        <w:t>ADA</w:t>
      </w:r>
      <w:r>
        <w:t>. – Je vois ça, vous voulez les chèques ?</w:t>
      </w:r>
    </w:p>
    <w:p w14:paraId="0BB54E64" w14:textId="77777777" w:rsidR="00011AD4" w:rsidRDefault="00011AD4" w:rsidP="00011AD4">
      <w:proofErr w:type="spellStart"/>
      <w:r>
        <w:t>S</w:t>
      </w:r>
      <w:r>
        <w:rPr>
          <w:rStyle w:val="Taille-1NormalCar"/>
        </w:rPr>
        <w:t>QUATRIGLIA</w:t>
      </w:r>
      <w:proofErr w:type="spellEnd"/>
      <w:r>
        <w:t>. – Si vous voulez bien.</w:t>
      </w:r>
    </w:p>
    <w:p w14:paraId="458D07FA" w14:textId="77777777" w:rsidR="00011AD4" w:rsidRDefault="00011AD4" w:rsidP="00011AD4">
      <w:r>
        <w:t>N</w:t>
      </w:r>
      <w:r>
        <w:rPr>
          <w:rStyle w:val="Taille-1NormalCar"/>
        </w:rPr>
        <w:t>ADA</w:t>
      </w:r>
      <w:r>
        <w:t>. – Vous dites qu’ils ne valent rien ?</w:t>
      </w:r>
    </w:p>
    <w:p w14:paraId="4E77DDC2" w14:textId="77777777" w:rsidR="00011AD4" w:rsidRDefault="00011AD4" w:rsidP="00011AD4">
      <w:proofErr w:type="spellStart"/>
      <w:r>
        <w:t>S</w:t>
      </w:r>
      <w:r>
        <w:rPr>
          <w:rStyle w:val="Taille-1NormalCar"/>
        </w:rPr>
        <w:t>QUATRIGLIA</w:t>
      </w:r>
      <w:proofErr w:type="spellEnd"/>
      <w:r>
        <w:t>. – Rien : je peux vraiment vous le jurer, m</w:t>
      </w:r>
      <w:r>
        <w:t>a</w:t>
      </w:r>
      <w:r>
        <w:t>demoiselle.</w:t>
      </w:r>
    </w:p>
    <w:p w14:paraId="67833071" w14:textId="77777777" w:rsidR="00011AD4" w:rsidRDefault="00011AD4" w:rsidP="00011AD4">
      <w:r>
        <w:lastRenderedPageBreak/>
        <w:t>N</w:t>
      </w:r>
      <w:r>
        <w:rPr>
          <w:rStyle w:val="Taille-1NormalCar"/>
        </w:rPr>
        <w:t>ADA</w:t>
      </w:r>
      <w:r>
        <w:t>. – Il fallait le dire tout de suite.</w:t>
      </w:r>
    </w:p>
    <w:p w14:paraId="2EE65E81" w14:textId="77777777" w:rsidR="00011AD4" w:rsidRDefault="00011AD4" w:rsidP="00011AD4">
      <w:proofErr w:type="spellStart"/>
      <w:r>
        <w:t>S</w:t>
      </w:r>
      <w:r>
        <w:rPr>
          <w:rStyle w:val="Taille-1NormalCar"/>
        </w:rPr>
        <w:t>QUATRIGLIA</w:t>
      </w:r>
      <w:proofErr w:type="spellEnd"/>
      <w:r>
        <w:t>. – Je vous l’ai dit, mademoiselle.</w:t>
      </w:r>
    </w:p>
    <w:p w14:paraId="56C45394" w14:textId="77777777" w:rsidR="00011AD4" w:rsidRDefault="00011AD4" w:rsidP="00011AD4">
      <w:pPr>
        <w:rPr>
          <w:i/>
          <w:iCs/>
        </w:rPr>
      </w:pPr>
      <w:r>
        <w:t>N</w:t>
      </w:r>
      <w:r>
        <w:rPr>
          <w:rStyle w:val="Taille-1NormalCar"/>
        </w:rPr>
        <w:t>ADA</w:t>
      </w:r>
      <w:r>
        <w:t>. – Il ne fallait rien dire à côté, cela suffisait. Et vous pouviez ajouter qu’en les protestant je ferais rire à mes dépens mes amis à qui j’apprendrais en même temps que j’ai eu la naïveté de lui accorder ma confiance. Voilà ce qu’il fallait me dire au lieu de faire appel à ma générosité. Moi, je ne peux pas être généreuse et je dois me venger. Soyez sûr que je trouverai une vengeance et elle sera féroce. Cet affront qu’il m’a fait, cette nausée qu’il m’a donnée, il payera tout ça, je vous le certifie.</w:t>
      </w:r>
    </w:p>
    <w:p w14:paraId="44C73101" w14:textId="77777777" w:rsidR="00011AD4" w:rsidRDefault="00011AD4" w:rsidP="00011AD4">
      <w:pPr>
        <w:pStyle w:val="Taille-1RetraitGauche3X"/>
      </w:pPr>
      <w:r>
        <w:rPr>
          <w:i/>
          <w:iCs/>
        </w:rPr>
        <w:t>Brusquement, elle ouvre son sac, en tire les chèques et les lui donne.</w:t>
      </w:r>
    </w:p>
    <w:p w14:paraId="28AFBDD8" w14:textId="77777777" w:rsidR="00011AD4" w:rsidRDefault="00011AD4" w:rsidP="00011AD4">
      <w:proofErr w:type="spellStart"/>
      <w:r>
        <w:t>S</w:t>
      </w:r>
      <w:r>
        <w:rPr>
          <w:rStyle w:val="Taille-1NormalCar"/>
        </w:rPr>
        <w:t>QUATRIGLIA</w:t>
      </w:r>
      <w:proofErr w:type="spellEnd"/>
      <w:r>
        <w:t>. – Merci…</w:t>
      </w:r>
    </w:p>
    <w:p w14:paraId="7912D012" w14:textId="77777777" w:rsidR="00011AD4" w:rsidRDefault="00011AD4" w:rsidP="00011AD4">
      <w:r>
        <w:t>N</w:t>
      </w:r>
      <w:r>
        <w:rPr>
          <w:rStyle w:val="Taille-1NormalCar"/>
        </w:rPr>
        <w:t>ADA</w:t>
      </w:r>
      <w:r>
        <w:t>. – Ne me remerciez pas.</w:t>
      </w:r>
    </w:p>
    <w:p w14:paraId="61C5431D" w14:textId="77777777" w:rsidR="00011AD4" w:rsidRDefault="00011AD4" w:rsidP="00011AD4">
      <w:pPr>
        <w:rPr>
          <w:i/>
          <w:iCs/>
        </w:rPr>
      </w:pPr>
      <w:proofErr w:type="spellStart"/>
      <w:r>
        <w:t>S</w:t>
      </w:r>
      <w:r>
        <w:rPr>
          <w:rStyle w:val="Taille-1NormalCar"/>
        </w:rPr>
        <w:t>QUATRIGLIA</w:t>
      </w:r>
      <w:proofErr w:type="spellEnd"/>
      <w:r>
        <w:t>. – Non, mais permettez-moi, accordez-moi…</w:t>
      </w:r>
    </w:p>
    <w:p w14:paraId="67ACA40C" w14:textId="77777777" w:rsidR="00011AD4" w:rsidRDefault="00011AD4" w:rsidP="00011AD4">
      <w:pPr>
        <w:pStyle w:val="Taille-1RetraitGauche3X"/>
      </w:pPr>
      <w:r>
        <w:rPr>
          <w:i/>
          <w:iCs/>
        </w:rPr>
        <w:t>Timide, les doigts tremblants, il tire du paquet quelques billets de banque et les pose sur la table, sous l’encrier.</w:t>
      </w:r>
    </w:p>
    <w:p w14:paraId="651E4B81" w14:textId="77777777" w:rsidR="00011AD4" w:rsidRDefault="00011AD4" w:rsidP="00011AD4">
      <w:r>
        <w:t>N</w:t>
      </w:r>
      <w:r>
        <w:rPr>
          <w:rStyle w:val="Taille-1NormalCar"/>
        </w:rPr>
        <w:t>ADA</w:t>
      </w:r>
      <w:r>
        <w:t>. – Non, je ne veux pas, je ne veux pas.</w:t>
      </w:r>
    </w:p>
    <w:p w14:paraId="56438A53" w14:textId="77777777" w:rsidR="00011AD4" w:rsidRDefault="00011AD4" w:rsidP="00011AD4">
      <w:proofErr w:type="spellStart"/>
      <w:r>
        <w:t>S</w:t>
      </w:r>
      <w:r>
        <w:rPr>
          <w:rStyle w:val="Taille-1NormalCar"/>
        </w:rPr>
        <w:t>QUATRIGLIA</w:t>
      </w:r>
      <w:proofErr w:type="spellEnd"/>
      <w:r>
        <w:t>. – Laissez-moi faire, s’il vous plaît, je ne sais si j’ai raison ou tort…</w:t>
      </w:r>
    </w:p>
    <w:p w14:paraId="781E72A8" w14:textId="77777777" w:rsidR="00011AD4" w:rsidRDefault="00011AD4" w:rsidP="00011AD4">
      <w:r>
        <w:t>N</w:t>
      </w:r>
      <w:r>
        <w:rPr>
          <w:rStyle w:val="Taille-1NormalCar"/>
        </w:rPr>
        <w:t>ADA</w:t>
      </w:r>
      <w:r>
        <w:t>. – Je ne veux pas, je vous dis. Reprenez votre argent.</w:t>
      </w:r>
    </w:p>
    <w:p w14:paraId="4321956F" w14:textId="77777777" w:rsidR="00011AD4" w:rsidRDefault="00011AD4" w:rsidP="00011AD4">
      <w:proofErr w:type="spellStart"/>
      <w:r>
        <w:lastRenderedPageBreak/>
        <w:t>S</w:t>
      </w:r>
      <w:r>
        <w:rPr>
          <w:rStyle w:val="Taille-1NormalCar"/>
        </w:rPr>
        <w:t>QUATRIGLIA</w:t>
      </w:r>
      <w:proofErr w:type="spellEnd"/>
      <w:r>
        <w:t>. – Mais, je vous en prie, mademoiselle, a</w:t>
      </w:r>
      <w:r>
        <w:t>c</w:t>
      </w:r>
      <w:r>
        <w:t>ceptez pour moi, laissez-moi faire au moins le peu que je puis faire.</w:t>
      </w:r>
    </w:p>
    <w:p w14:paraId="7A6EADA5" w14:textId="77777777" w:rsidR="00011AD4" w:rsidRDefault="00011AD4" w:rsidP="00011AD4">
      <w:r>
        <w:t>N</w:t>
      </w:r>
      <w:r>
        <w:rPr>
          <w:rStyle w:val="Taille-1NormalCar"/>
        </w:rPr>
        <w:t>ADA</w:t>
      </w:r>
      <w:r>
        <w:t>. – Combien avez-vous mis sur la table ?</w:t>
      </w:r>
    </w:p>
    <w:p w14:paraId="0308897B" w14:textId="77777777" w:rsidR="00011AD4" w:rsidRDefault="00011AD4" w:rsidP="00011AD4">
      <w:proofErr w:type="spellStart"/>
      <w:r>
        <w:t>S</w:t>
      </w:r>
      <w:r>
        <w:rPr>
          <w:rStyle w:val="Taille-1NormalCar"/>
        </w:rPr>
        <w:t>QUATRIGLIA</w:t>
      </w:r>
      <w:proofErr w:type="spellEnd"/>
      <w:r>
        <w:t>. – Mille cinq cents lires, mademoiselle.</w:t>
      </w:r>
    </w:p>
    <w:p w14:paraId="798EF4F1" w14:textId="77777777" w:rsidR="00011AD4" w:rsidRDefault="00011AD4" w:rsidP="00011AD4">
      <w:r>
        <w:t>N</w:t>
      </w:r>
      <w:r>
        <w:rPr>
          <w:rStyle w:val="Taille-1NormalCar"/>
        </w:rPr>
        <w:t>ADA</w:t>
      </w:r>
      <w:r>
        <w:t>. – Mille cinq cents ?</w:t>
      </w:r>
    </w:p>
    <w:p w14:paraId="7C57C9C5" w14:textId="77777777" w:rsidR="00011AD4" w:rsidRDefault="00011AD4" w:rsidP="00011AD4">
      <w:proofErr w:type="spellStart"/>
      <w:r>
        <w:t>S</w:t>
      </w:r>
      <w:r>
        <w:rPr>
          <w:rStyle w:val="Taille-1NormalCar"/>
        </w:rPr>
        <w:t>QUATRIGLIA</w:t>
      </w:r>
      <w:proofErr w:type="spellEnd"/>
      <w:r>
        <w:t>. – Oui, vous trouvez que c’est peu ?</w:t>
      </w:r>
    </w:p>
    <w:p w14:paraId="4EE48406" w14:textId="77777777" w:rsidR="00011AD4" w:rsidRDefault="00011AD4" w:rsidP="00011AD4">
      <w:r>
        <w:t>N</w:t>
      </w:r>
      <w:r>
        <w:rPr>
          <w:rStyle w:val="Taille-1NormalCar"/>
        </w:rPr>
        <w:t>ADA</w:t>
      </w:r>
      <w:r>
        <w:t xml:space="preserve">, </w:t>
      </w:r>
      <w:r>
        <w:rPr>
          <w:i/>
          <w:iCs/>
        </w:rPr>
        <w:t xml:space="preserve">contrariée, tire de son sac une enveloppe ouverte et la lui tend. </w:t>
      </w:r>
      <w:r>
        <w:t>– Voyez cette facture…</w:t>
      </w:r>
    </w:p>
    <w:p w14:paraId="2FA9C4F4" w14:textId="77777777" w:rsidR="00011AD4" w:rsidRDefault="00011AD4" w:rsidP="00011AD4">
      <w:pPr>
        <w:rPr>
          <w:i/>
          <w:iCs/>
        </w:rPr>
      </w:pPr>
      <w:proofErr w:type="spellStart"/>
      <w:r>
        <w:t>S</w:t>
      </w:r>
      <w:r>
        <w:rPr>
          <w:rStyle w:val="Taille-1NormalCar"/>
        </w:rPr>
        <w:t>QUATRIGLIA</w:t>
      </w:r>
      <w:proofErr w:type="spellEnd"/>
      <w:r>
        <w:t xml:space="preserve">, </w:t>
      </w:r>
      <w:r>
        <w:rPr>
          <w:i/>
          <w:iCs/>
        </w:rPr>
        <w:t xml:space="preserve">embarrassé, tire de l’enveloppe une note de modiste et lit. </w:t>
      </w:r>
      <w:r>
        <w:t>– « Chapeau à calotte plate avec grand paradis blanc naturel. Lires : Mille six cent cinquante. »</w:t>
      </w:r>
    </w:p>
    <w:p w14:paraId="1EF59843" w14:textId="77777777" w:rsidR="00011AD4" w:rsidRDefault="00011AD4" w:rsidP="00011AD4">
      <w:pPr>
        <w:pStyle w:val="Taille-1RetraitGauche3X"/>
      </w:pPr>
      <w:r>
        <w:rPr>
          <w:i/>
          <w:iCs/>
        </w:rPr>
        <w:t>Il la regarde. Nada du doigt lui désigne le chapeau qu’elle porte. Il comprend et s’empresse de dire.</w:t>
      </w:r>
    </w:p>
    <w:p w14:paraId="4EDF1117" w14:textId="77777777" w:rsidR="00011AD4" w:rsidRDefault="00011AD4" w:rsidP="00011AD4">
      <w:proofErr w:type="spellStart"/>
      <w:r>
        <w:t>S</w:t>
      </w:r>
      <w:r>
        <w:rPr>
          <w:rStyle w:val="Taille-1NormalCar"/>
        </w:rPr>
        <w:t>QUATRIGLIA</w:t>
      </w:r>
      <w:proofErr w:type="spellEnd"/>
      <w:r>
        <w:t xml:space="preserve">. – Ah, oui. Tout de suite, bien volontiers. </w:t>
      </w:r>
      <w:r>
        <w:rPr>
          <w:i/>
          <w:iCs/>
        </w:rPr>
        <w:t>(Il tire de la liasse de billets encore un billet de cent et un de ci</w:t>
      </w:r>
      <w:r>
        <w:rPr>
          <w:i/>
          <w:iCs/>
        </w:rPr>
        <w:t>n</w:t>
      </w:r>
      <w:r>
        <w:rPr>
          <w:i/>
          <w:iCs/>
        </w:rPr>
        <w:t>quante lires et les ajoute aux autres</w:t>
      </w:r>
      <w:r>
        <w:t xml:space="preserve">, </w:t>
      </w:r>
      <w:r>
        <w:rPr>
          <w:i/>
          <w:iCs/>
        </w:rPr>
        <w:t xml:space="preserve">sous l’encrier.) </w:t>
      </w:r>
      <w:r>
        <w:t>Voilà. E</w:t>
      </w:r>
      <w:r>
        <w:t>x</w:t>
      </w:r>
      <w:r>
        <w:t>cusez-moi… Merci, mademoiselle, de tout cœur, pour moi au</w:t>
      </w:r>
      <w:r>
        <w:t>s</w:t>
      </w:r>
      <w:r>
        <w:t>si…</w:t>
      </w:r>
    </w:p>
    <w:p w14:paraId="5E9F7585" w14:textId="77777777" w:rsidR="00011AD4" w:rsidRDefault="00011AD4" w:rsidP="00011AD4">
      <w:r>
        <w:t>N</w:t>
      </w:r>
      <w:r>
        <w:rPr>
          <w:rStyle w:val="Taille-1NormalCar"/>
        </w:rPr>
        <w:t>ADA</w:t>
      </w:r>
      <w:r>
        <w:t>. – Ça suffit, je vous prie.</w:t>
      </w:r>
    </w:p>
    <w:p w14:paraId="266C6B2D" w14:textId="77777777" w:rsidR="00011AD4" w:rsidRDefault="00011AD4" w:rsidP="00011AD4">
      <w:pPr>
        <w:rPr>
          <w:i/>
          <w:iCs/>
        </w:rPr>
      </w:pPr>
      <w:proofErr w:type="spellStart"/>
      <w:r>
        <w:t>S</w:t>
      </w:r>
      <w:r>
        <w:rPr>
          <w:rStyle w:val="Taille-1NormalCar"/>
        </w:rPr>
        <w:t>QUATRIGLIA</w:t>
      </w:r>
      <w:proofErr w:type="spellEnd"/>
      <w:r>
        <w:t>. – Vous avez raison, je me sauve pour a</w:t>
      </w:r>
      <w:r>
        <w:t>n</w:t>
      </w:r>
      <w:r>
        <w:t xml:space="preserve">noncer votre geste généreux… Non, non, je n’ajoute rien. </w:t>
      </w:r>
      <w:r>
        <w:rPr>
          <w:i/>
          <w:iCs/>
        </w:rPr>
        <w:t xml:space="preserve">(Il lui tend la main.) </w:t>
      </w:r>
      <w:r>
        <w:t xml:space="preserve">Vous permettez ? </w:t>
      </w:r>
      <w:r>
        <w:rPr>
          <w:i/>
          <w:iCs/>
        </w:rPr>
        <w:t xml:space="preserve">(Il la lui serre, s’incline.) </w:t>
      </w:r>
      <w:r>
        <w:t>Mes hommages.</w:t>
      </w:r>
    </w:p>
    <w:p w14:paraId="28585A7E" w14:textId="77777777" w:rsidR="00011AD4" w:rsidRDefault="00011AD4" w:rsidP="00011AD4">
      <w:pPr>
        <w:pStyle w:val="Taille-1RetraitGauche3X"/>
      </w:pPr>
      <w:r>
        <w:rPr>
          <w:i/>
          <w:iCs/>
        </w:rPr>
        <w:t>Il sort par la porte du fond. Nada reste seule, fait des gestes de dégoût et de rage et se promène furieuse par la chambre.</w:t>
      </w:r>
    </w:p>
    <w:p w14:paraId="60944FA4" w14:textId="77777777" w:rsidR="00011AD4" w:rsidRPr="00536314" w:rsidRDefault="00011AD4" w:rsidP="00011AD4">
      <w:pPr>
        <w:rPr>
          <w:i/>
          <w:sz w:val="32"/>
          <w:szCs w:val="32"/>
        </w:rPr>
      </w:pPr>
      <w:r>
        <w:lastRenderedPageBreak/>
        <w:t>N</w:t>
      </w:r>
      <w:r>
        <w:rPr>
          <w:rStyle w:val="Taille-1NormalCar"/>
        </w:rPr>
        <w:t>ADA</w:t>
      </w:r>
      <w:r>
        <w:t xml:space="preserve">. – Ah ! il me payera ça, quel lâche, quel lâche ! </w:t>
      </w:r>
      <w:r>
        <w:rPr>
          <w:i/>
          <w:iCs/>
        </w:rPr>
        <w:t>(Elle s’arrête devant le bureau, prend les billets de banque, les compte avec colère et mépris, les fourre dans son sac à main et demeure à réfléchir en se mordant un doigt, les yeux étinc</w:t>
      </w:r>
      <w:r>
        <w:rPr>
          <w:i/>
          <w:iCs/>
        </w:rPr>
        <w:t>e</w:t>
      </w:r>
      <w:r>
        <w:rPr>
          <w:i/>
          <w:iCs/>
        </w:rPr>
        <w:t>lants, pleins de menaces. À la fin, elle se secoue, s’avance d</w:t>
      </w:r>
      <w:r>
        <w:rPr>
          <w:i/>
          <w:iCs/>
        </w:rPr>
        <w:t>e</w:t>
      </w:r>
      <w:r>
        <w:rPr>
          <w:i/>
          <w:iCs/>
        </w:rPr>
        <w:t xml:space="preserve">vant le bureau, prend une feuille de papier, une enveloppe.) </w:t>
      </w:r>
      <w:r>
        <w:t>A</w:t>
      </w:r>
      <w:r>
        <w:t>t</w:t>
      </w:r>
      <w:r>
        <w:t>tends !</w:t>
      </w:r>
    </w:p>
    <w:p w14:paraId="34C02570" w14:textId="77777777" w:rsidR="00011AD4" w:rsidRDefault="00011AD4" w:rsidP="00011AD4">
      <w:pPr>
        <w:jc w:val="right"/>
        <w:rPr>
          <w:i/>
          <w:iCs/>
        </w:rPr>
      </w:pPr>
      <w:r w:rsidRPr="00536314">
        <w:rPr>
          <w:i/>
          <w:sz w:val="32"/>
          <w:szCs w:val="32"/>
        </w:rPr>
        <w:t>Elle se met à écrire.</w:t>
      </w:r>
    </w:p>
    <w:p w14:paraId="4A6911E1" w14:textId="77777777" w:rsidR="00011AD4" w:rsidRDefault="00011AD4" w:rsidP="00011AD4">
      <w:pPr>
        <w:pStyle w:val="Taille-1RetraitGauche3X"/>
        <w:rPr>
          <w:bCs/>
        </w:rPr>
      </w:pPr>
      <w:r>
        <w:rPr>
          <w:i/>
          <w:iCs/>
        </w:rPr>
        <w:t xml:space="preserve">Silence. Pendant que Nada le dos tourné à la porte écrit, la porte s’ouvre silencieusement et </w:t>
      </w:r>
      <w:proofErr w:type="spellStart"/>
      <w:r>
        <w:rPr>
          <w:i/>
          <w:iCs/>
        </w:rPr>
        <w:t>Cécé</w:t>
      </w:r>
      <w:proofErr w:type="spellEnd"/>
      <w:r>
        <w:rPr>
          <w:i/>
          <w:iCs/>
        </w:rPr>
        <w:t xml:space="preserve"> apparaît son chapeau sur la tête un peu de travers ; il referme la porte sans bruit, puis s’approche de Nada et l’embrasse.</w:t>
      </w:r>
    </w:p>
    <w:p w14:paraId="3BDFB690" w14:textId="77777777" w:rsidR="00011AD4" w:rsidRDefault="00011AD4" w:rsidP="00011AD4">
      <w:proofErr w:type="spellStart"/>
      <w:r>
        <w:rPr>
          <w:bCs/>
        </w:rPr>
        <w:t>C</w:t>
      </w:r>
      <w:r>
        <w:rPr>
          <w:rStyle w:val="Taille-1NormalCar"/>
        </w:rPr>
        <w:t>ÉCÉ</w:t>
      </w:r>
      <w:proofErr w:type="spellEnd"/>
      <w:r>
        <w:rPr>
          <w:bCs/>
        </w:rPr>
        <w:t xml:space="preserve">. – </w:t>
      </w:r>
      <w:r>
        <w:t>Ma belle petite Nada !</w:t>
      </w:r>
    </w:p>
    <w:p w14:paraId="106B7347" w14:textId="77777777" w:rsidR="00011AD4" w:rsidRDefault="00011AD4" w:rsidP="00011AD4">
      <w:pPr>
        <w:rPr>
          <w:bCs/>
        </w:rPr>
      </w:pPr>
      <w:r>
        <w:t>N</w:t>
      </w:r>
      <w:r>
        <w:rPr>
          <w:rStyle w:val="Taille-1NormalCar"/>
        </w:rPr>
        <w:t>ADA</w:t>
      </w:r>
      <w:r>
        <w:t>. – Ah ! c’est toi… Comment oses-tu te présenter d</w:t>
      </w:r>
      <w:r>
        <w:t>e</w:t>
      </w:r>
      <w:r>
        <w:t>vant moi ?</w:t>
      </w:r>
    </w:p>
    <w:p w14:paraId="053230C8" w14:textId="77777777" w:rsidR="00011AD4" w:rsidRDefault="00011AD4" w:rsidP="00011AD4">
      <w:proofErr w:type="spellStart"/>
      <w:r>
        <w:rPr>
          <w:bCs/>
        </w:rPr>
        <w:t>C</w:t>
      </w:r>
      <w:r>
        <w:rPr>
          <w:rStyle w:val="Taille-1NormalCar"/>
        </w:rPr>
        <w:t>ÉCÉ</w:t>
      </w:r>
      <w:proofErr w:type="spellEnd"/>
      <w:r>
        <w:rPr>
          <w:bCs/>
        </w:rPr>
        <w:t xml:space="preserve">. – </w:t>
      </w:r>
      <w:r>
        <w:t>Qu’est-ce qui t’arrive ?</w:t>
      </w:r>
    </w:p>
    <w:p w14:paraId="71860ECB" w14:textId="77777777" w:rsidR="00011AD4" w:rsidRDefault="00011AD4" w:rsidP="00011AD4">
      <w:pPr>
        <w:rPr>
          <w:bCs/>
        </w:rPr>
      </w:pPr>
      <w:r>
        <w:t>N</w:t>
      </w:r>
      <w:r>
        <w:rPr>
          <w:rStyle w:val="Taille-1NormalCar"/>
        </w:rPr>
        <w:t>ADA</w:t>
      </w:r>
      <w:r>
        <w:t>. – Tu as le toupet…</w:t>
      </w:r>
    </w:p>
    <w:p w14:paraId="3EF26D0B" w14:textId="77777777" w:rsidR="00011AD4" w:rsidRPr="00536314" w:rsidRDefault="00011AD4" w:rsidP="00011AD4">
      <w:pPr>
        <w:rPr>
          <w:i/>
          <w:sz w:val="32"/>
          <w:szCs w:val="32"/>
        </w:rPr>
      </w:pPr>
      <w:proofErr w:type="spellStart"/>
      <w:r>
        <w:rPr>
          <w:bCs/>
        </w:rPr>
        <w:t>C</w:t>
      </w:r>
      <w:r>
        <w:rPr>
          <w:rStyle w:val="Taille-1NormalCar"/>
        </w:rPr>
        <w:t>ÉCÉ</w:t>
      </w:r>
      <w:proofErr w:type="spellEnd"/>
      <w:r>
        <w:rPr>
          <w:bCs/>
        </w:rPr>
        <w:t xml:space="preserve">. – </w:t>
      </w:r>
      <w:r>
        <w:t>Je te demande pardon de t’avoir fait attendre si longtemps. Je ne pensais pas arriver si tard, mais enfin, je suis là.</w:t>
      </w:r>
    </w:p>
    <w:p w14:paraId="754E1D07" w14:textId="77777777" w:rsidR="00011AD4" w:rsidRDefault="00011AD4" w:rsidP="00011AD4">
      <w:pPr>
        <w:jc w:val="right"/>
      </w:pPr>
      <w:r w:rsidRPr="00536314">
        <w:rPr>
          <w:i/>
          <w:sz w:val="32"/>
          <w:szCs w:val="32"/>
        </w:rPr>
        <w:t>Il montre un visage souriant.</w:t>
      </w:r>
    </w:p>
    <w:p w14:paraId="50BC942C" w14:textId="77777777" w:rsidR="00011AD4" w:rsidRPr="00536314" w:rsidRDefault="00011AD4" w:rsidP="00011AD4">
      <w:pPr>
        <w:rPr>
          <w:i/>
          <w:sz w:val="32"/>
          <w:szCs w:val="32"/>
        </w:rPr>
      </w:pPr>
      <w:r>
        <w:t>N</w:t>
      </w:r>
      <w:r>
        <w:rPr>
          <w:rStyle w:val="Taille-1NormalCar"/>
        </w:rPr>
        <w:t>ADA</w:t>
      </w:r>
      <w:r>
        <w:rPr>
          <w:bCs/>
        </w:rPr>
        <w:t xml:space="preserve">. – </w:t>
      </w:r>
      <w:r>
        <w:t>Prends toujours ça !</w:t>
      </w:r>
    </w:p>
    <w:p w14:paraId="6D8D34EC" w14:textId="77777777" w:rsidR="00011AD4" w:rsidRDefault="00011AD4" w:rsidP="00011AD4">
      <w:pPr>
        <w:jc w:val="right"/>
        <w:rPr>
          <w:bCs/>
        </w:rPr>
      </w:pPr>
      <w:r w:rsidRPr="00536314">
        <w:rPr>
          <w:i/>
          <w:sz w:val="32"/>
          <w:szCs w:val="32"/>
        </w:rPr>
        <w:t>Elle lui donne un soufflet sonore.</w:t>
      </w:r>
    </w:p>
    <w:p w14:paraId="5D3432E0" w14:textId="77777777" w:rsidR="00011AD4" w:rsidRDefault="00011AD4" w:rsidP="00011AD4">
      <w:proofErr w:type="spellStart"/>
      <w:r>
        <w:rPr>
          <w:bCs/>
        </w:rPr>
        <w:t>C</w:t>
      </w:r>
      <w:r>
        <w:rPr>
          <w:rStyle w:val="Taille-1NormalCar"/>
        </w:rPr>
        <w:t>ÉCÉ</w:t>
      </w:r>
      <w:proofErr w:type="spellEnd"/>
      <w:r>
        <w:rPr>
          <w:bCs/>
        </w:rPr>
        <w:t xml:space="preserve">. – </w:t>
      </w:r>
      <w:r>
        <w:t xml:space="preserve">Oh, là </w:t>
      </w:r>
      <w:proofErr w:type="spellStart"/>
      <w:r>
        <w:t>là</w:t>
      </w:r>
      <w:proofErr w:type="spellEnd"/>
      <w:r>
        <w:t> ! un peu trop fort… tu m’as fait mal. Mais pourquoi ?</w:t>
      </w:r>
    </w:p>
    <w:p w14:paraId="3690A001" w14:textId="77777777" w:rsidR="00011AD4" w:rsidRDefault="00011AD4" w:rsidP="00011AD4">
      <w:pPr>
        <w:rPr>
          <w:bCs/>
        </w:rPr>
      </w:pPr>
      <w:r>
        <w:t>N</w:t>
      </w:r>
      <w:r>
        <w:rPr>
          <w:rStyle w:val="Taille-1NormalCar"/>
        </w:rPr>
        <w:t>ADA</w:t>
      </w:r>
      <w:r>
        <w:rPr>
          <w:bCs/>
        </w:rPr>
        <w:t xml:space="preserve">. – </w:t>
      </w:r>
      <w:r>
        <w:t>Pourquoi ? Tu as le courage de me demander pourquoi ?</w:t>
      </w:r>
    </w:p>
    <w:p w14:paraId="65571E07" w14:textId="77777777" w:rsidR="00011AD4" w:rsidRDefault="00011AD4" w:rsidP="00011AD4">
      <w:proofErr w:type="spellStart"/>
      <w:r>
        <w:rPr>
          <w:bCs/>
        </w:rPr>
        <w:lastRenderedPageBreak/>
        <w:t>C</w:t>
      </w:r>
      <w:r>
        <w:rPr>
          <w:rStyle w:val="Taille-1NormalCar"/>
        </w:rPr>
        <w:t>ÉCÉ</w:t>
      </w:r>
      <w:proofErr w:type="spellEnd"/>
      <w:r>
        <w:t>. – Je t’ai demandé pardon… après tout, tu n’as pas attendu plus d’une demi-heure.</w:t>
      </w:r>
    </w:p>
    <w:p w14:paraId="5A27E050" w14:textId="77777777" w:rsidR="00011AD4" w:rsidRDefault="00011AD4" w:rsidP="00011AD4">
      <w:pPr>
        <w:rPr>
          <w:bCs/>
        </w:rPr>
      </w:pPr>
      <w:r>
        <w:t>N</w:t>
      </w:r>
      <w:r>
        <w:rPr>
          <w:rStyle w:val="Taille-1NormalCar"/>
        </w:rPr>
        <w:t>ADA</w:t>
      </w:r>
      <w:r>
        <w:rPr>
          <w:bCs/>
        </w:rPr>
        <w:t xml:space="preserve">. – </w:t>
      </w:r>
      <w:r>
        <w:t>Ah ! pour ça ?</w:t>
      </w:r>
    </w:p>
    <w:p w14:paraId="46D53ADF" w14:textId="77777777" w:rsidR="00011AD4" w:rsidRDefault="00011AD4" w:rsidP="00011AD4">
      <w:proofErr w:type="spellStart"/>
      <w:r>
        <w:rPr>
          <w:bCs/>
        </w:rPr>
        <w:t>C</w:t>
      </w:r>
      <w:r>
        <w:rPr>
          <w:rStyle w:val="Taille-1NormalCar"/>
        </w:rPr>
        <w:t>ÉCÉ</w:t>
      </w:r>
      <w:proofErr w:type="spellEnd"/>
      <w:r>
        <w:rPr>
          <w:bCs/>
        </w:rPr>
        <w:t xml:space="preserve">. – </w:t>
      </w:r>
      <w:r>
        <w:t>Mais quoi d’autre ? Qu’y a-t-il ?</w:t>
      </w:r>
    </w:p>
    <w:p w14:paraId="7D4066BB" w14:textId="77777777" w:rsidR="00011AD4" w:rsidRDefault="00011AD4" w:rsidP="00011AD4">
      <w:pPr>
        <w:rPr>
          <w:bCs/>
        </w:rPr>
      </w:pPr>
      <w:r>
        <w:t>N</w:t>
      </w:r>
      <w:r>
        <w:rPr>
          <w:rStyle w:val="Taille-1NormalCar"/>
        </w:rPr>
        <w:t>ADA</w:t>
      </w:r>
      <w:r>
        <w:rPr>
          <w:bCs/>
        </w:rPr>
        <w:t xml:space="preserve">. – </w:t>
      </w:r>
      <w:r>
        <w:t>Tu étais chez ta mère ?</w:t>
      </w:r>
    </w:p>
    <w:p w14:paraId="2AB21F74" w14:textId="77777777" w:rsidR="00011AD4" w:rsidRDefault="00011AD4" w:rsidP="00011AD4">
      <w:proofErr w:type="spellStart"/>
      <w:r>
        <w:rPr>
          <w:bCs/>
        </w:rPr>
        <w:t>C</w:t>
      </w:r>
      <w:r>
        <w:rPr>
          <w:rStyle w:val="Taille-1NormalCar"/>
        </w:rPr>
        <w:t>ÉCÉ</w:t>
      </w:r>
      <w:proofErr w:type="spellEnd"/>
      <w:r>
        <w:rPr>
          <w:bCs/>
        </w:rPr>
        <w:t xml:space="preserve">. – Chez </w:t>
      </w:r>
      <w:r>
        <w:t>ma mère ?</w:t>
      </w:r>
    </w:p>
    <w:p w14:paraId="0E6D6103" w14:textId="77777777" w:rsidR="00011AD4" w:rsidRDefault="00011AD4" w:rsidP="00011AD4">
      <w:pPr>
        <w:rPr>
          <w:bCs/>
        </w:rPr>
      </w:pPr>
      <w:r>
        <w:t>N</w:t>
      </w:r>
      <w:r>
        <w:rPr>
          <w:rStyle w:val="Taille-1NormalCar"/>
        </w:rPr>
        <w:t>ADA</w:t>
      </w:r>
      <w:r>
        <w:rPr>
          <w:bCs/>
        </w:rPr>
        <w:t xml:space="preserve">. – </w:t>
      </w:r>
      <w:r>
        <w:t>Oui, chez ta mère, qui devait venir me prier et me conjurer d’avoir pitié.</w:t>
      </w:r>
    </w:p>
    <w:p w14:paraId="152F6897" w14:textId="77777777" w:rsidR="00011AD4" w:rsidRDefault="00011AD4" w:rsidP="00011AD4">
      <w:proofErr w:type="spellStart"/>
      <w:r>
        <w:rPr>
          <w:bCs/>
        </w:rPr>
        <w:t>C</w:t>
      </w:r>
      <w:r>
        <w:rPr>
          <w:rStyle w:val="Taille-1NormalCar"/>
        </w:rPr>
        <w:t>ÉCÉ</w:t>
      </w:r>
      <w:proofErr w:type="spellEnd"/>
      <w:r>
        <w:rPr>
          <w:bCs/>
        </w:rPr>
        <w:t xml:space="preserve">. – </w:t>
      </w:r>
      <w:r>
        <w:t>Ma mère ? que dis-tu là ! Tu es folle ?</w:t>
      </w:r>
    </w:p>
    <w:p w14:paraId="56CC1AAF" w14:textId="77777777" w:rsidR="00011AD4" w:rsidRDefault="00011AD4" w:rsidP="00011AD4">
      <w:pPr>
        <w:rPr>
          <w:bCs/>
        </w:rPr>
      </w:pPr>
      <w:r>
        <w:t>N</w:t>
      </w:r>
      <w:r>
        <w:rPr>
          <w:rStyle w:val="Taille-1NormalCar"/>
        </w:rPr>
        <w:t>ADA</w:t>
      </w:r>
      <w:r>
        <w:rPr>
          <w:bCs/>
        </w:rPr>
        <w:t xml:space="preserve">. – </w:t>
      </w:r>
      <w:r>
        <w:t>Ah, je suis folle, forban !</w:t>
      </w:r>
    </w:p>
    <w:p w14:paraId="6F287D65" w14:textId="77777777" w:rsidR="00011AD4" w:rsidRDefault="00011AD4" w:rsidP="00011AD4">
      <w:proofErr w:type="spellStart"/>
      <w:r>
        <w:rPr>
          <w:bCs/>
        </w:rPr>
        <w:t>C</w:t>
      </w:r>
      <w:r>
        <w:rPr>
          <w:rStyle w:val="Taille-1NormalCar"/>
        </w:rPr>
        <w:t>ÉCÉ</w:t>
      </w:r>
      <w:proofErr w:type="spellEnd"/>
      <w:r>
        <w:rPr>
          <w:bCs/>
        </w:rPr>
        <w:t xml:space="preserve">. – </w:t>
      </w:r>
      <w:r>
        <w:t>Mais quelle mère ? que vient faire ici ma mère ?</w:t>
      </w:r>
    </w:p>
    <w:p w14:paraId="7F5F7304" w14:textId="77777777" w:rsidR="00011AD4" w:rsidRDefault="00011AD4" w:rsidP="00011AD4">
      <w:pPr>
        <w:rPr>
          <w:bCs/>
        </w:rPr>
      </w:pPr>
      <w:r>
        <w:t>N</w:t>
      </w:r>
      <w:r>
        <w:rPr>
          <w:rStyle w:val="Taille-1NormalCar"/>
        </w:rPr>
        <w:t>ADA</w:t>
      </w:r>
      <w:r>
        <w:rPr>
          <w:bCs/>
        </w:rPr>
        <w:t xml:space="preserve">. – </w:t>
      </w:r>
      <w:r>
        <w:t>Forban ! Je le sais bien qu’elle n’a rien à faire dans tout ça, ta mère. Tu crois donc que j’y ai cru.</w:t>
      </w:r>
    </w:p>
    <w:p w14:paraId="0BCC4CE1" w14:textId="77777777" w:rsidR="00011AD4" w:rsidRDefault="00011AD4" w:rsidP="00011AD4">
      <w:proofErr w:type="spellStart"/>
      <w:r>
        <w:rPr>
          <w:bCs/>
        </w:rPr>
        <w:t>C</w:t>
      </w:r>
      <w:r>
        <w:rPr>
          <w:rStyle w:val="Taille-1NormalCar"/>
        </w:rPr>
        <w:t>ÉCÉ</w:t>
      </w:r>
      <w:proofErr w:type="spellEnd"/>
      <w:r>
        <w:rPr>
          <w:bCs/>
        </w:rPr>
        <w:t xml:space="preserve">. – </w:t>
      </w:r>
      <w:r>
        <w:t>Mais cru à quoi ? Tu es subitement devenue folle, qu’est-ce qui t’arrive ?</w:t>
      </w:r>
    </w:p>
    <w:p w14:paraId="37AE00EC" w14:textId="77777777" w:rsidR="00011AD4" w:rsidRDefault="00011AD4" w:rsidP="00011AD4">
      <w:pPr>
        <w:rPr>
          <w:bCs/>
        </w:rPr>
      </w:pPr>
      <w:r>
        <w:t>N</w:t>
      </w:r>
      <w:r>
        <w:rPr>
          <w:rStyle w:val="Taille-1NormalCar"/>
        </w:rPr>
        <w:t>ADA</w:t>
      </w:r>
      <w:r>
        <w:rPr>
          <w:bCs/>
        </w:rPr>
        <w:t xml:space="preserve">. – </w:t>
      </w:r>
      <w:r>
        <w:t>La faillite, la ruine, le déshonneur ! Tout sens de</w:t>
      </w:r>
      <w:r>
        <w:t>s</w:t>
      </w:r>
      <w:r>
        <w:t>sus dessous à cause de tes méfaits ! un pauvre père dont tu as souillé les vénérables cheveux blancs… une pauvre mère… fo</w:t>
      </w:r>
      <w:r>
        <w:t>r</w:t>
      </w:r>
      <w:r>
        <w:t>ban et imbécile ! Tu n’as pas honte ?</w:t>
      </w:r>
    </w:p>
    <w:p w14:paraId="29662584" w14:textId="77777777" w:rsidR="00011AD4" w:rsidRDefault="00011AD4" w:rsidP="00011AD4">
      <w:proofErr w:type="spellStart"/>
      <w:r>
        <w:rPr>
          <w:bCs/>
        </w:rPr>
        <w:t>C</w:t>
      </w:r>
      <w:r>
        <w:rPr>
          <w:rStyle w:val="Taille-1NormalCar"/>
        </w:rPr>
        <w:t>ÉCÉ</w:t>
      </w:r>
      <w:proofErr w:type="spellEnd"/>
      <w:r>
        <w:rPr>
          <w:bCs/>
        </w:rPr>
        <w:t xml:space="preserve">, </w:t>
      </w:r>
      <w:r>
        <w:rPr>
          <w:i/>
          <w:iCs/>
        </w:rPr>
        <w:t xml:space="preserve">froid, avec gravité. </w:t>
      </w:r>
      <w:r>
        <w:t>– Mais tu divagues. Je te prie d’expliquer. Je ne comprends rien.</w:t>
      </w:r>
    </w:p>
    <w:p w14:paraId="4EBA133E" w14:textId="77777777" w:rsidR="00011AD4" w:rsidRDefault="00011AD4" w:rsidP="00011AD4">
      <w:pPr>
        <w:rPr>
          <w:bCs/>
        </w:rPr>
      </w:pPr>
      <w:r>
        <w:t>N</w:t>
      </w:r>
      <w:r>
        <w:rPr>
          <w:rStyle w:val="Taille-1NormalCar"/>
        </w:rPr>
        <w:t>ADA</w:t>
      </w:r>
      <w:r>
        <w:rPr>
          <w:bCs/>
        </w:rPr>
        <w:t xml:space="preserve">. – </w:t>
      </w:r>
      <w:r>
        <w:t>Ah ! non, vraiment, tu ne comprends rien !</w:t>
      </w:r>
    </w:p>
    <w:p w14:paraId="538106A4" w14:textId="77777777" w:rsidR="00011AD4" w:rsidRDefault="00011AD4" w:rsidP="00011AD4">
      <w:proofErr w:type="spellStart"/>
      <w:r>
        <w:rPr>
          <w:bCs/>
        </w:rPr>
        <w:t>C</w:t>
      </w:r>
      <w:r>
        <w:rPr>
          <w:rStyle w:val="Taille-1NormalCar"/>
        </w:rPr>
        <w:t>ÉCÉ</w:t>
      </w:r>
      <w:proofErr w:type="spellEnd"/>
      <w:r>
        <w:rPr>
          <w:bCs/>
        </w:rPr>
        <w:t xml:space="preserve">. – </w:t>
      </w:r>
      <w:r>
        <w:t>Que veux-tu que je comprenne ? Je te vois f</w:t>
      </w:r>
      <w:r>
        <w:t>u</w:t>
      </w:r>
      <w:r>
        <w:t>rieuse… je croyais que c’était à cause de mon retard… Mais maintenant…</w:t>
      </w:r>
    </w:p>
    <w:p w14:paraId="17E8A89B" w14:textId="77777777" w:rsidR="00011AD4" w:rsidRDefault="00011AD4" w:rsidP="00011AD4">
      <w:pPr>
        <w:rPr>
          <w:bCs/>
        </w:rPr>
      </w:pPr>
      <w:r>
        <w:lastRenderedPageBreak/>
        <w:t>N</w:t>
      </w:r>
      <w:r>
        <w:rPr>
          <w:rStyle w:val="Taille-1NormalCar"/>
        </w:rPr>
        <w:t>ADA</w:t>
      </w:r>
      <w:r>
        <w:rPr>
          <w:bCs/>
        </w:rPr>
        <w:t xml:space="preserve">, </w:t>
      </w:r>
      <w:r>
        <w:rPr>
          <w:i/>
          <w:iCs/>
        </w:rPr>
        <w:t>s’approchant de lui, les mains en avant</w:t>
      </w:r>
      <w:r>
        <w:t xml:space="preserve">, </w:t>
      </w:r>
      <w:r>
        <w:rPr>
          <w:i/>
          <w:iCs/>
        </w:rPr>
        <w:t xml:space="preserve">nerveuse. – </w:t>
      </w:r>
      <w:r>
        <w:t>Mais est-ce croyable une tête pareille, qu’une bombe ne ferait pas bouger ? Mais comment, cet homme à l’œil bouché ?</w:t>
      </w:r>
    </w:p>
    <w:p w14:paraId="539912C8" w14:textId="77777777" w:rsidR="00011AD4" w:rsidRDefault="00011AD4" w:rsidP="00011AD4">
      <w:proofErr w:type="spellStart"/>
      <w:r>
        <w:rPr>
          <w:bCs/>
        </w:rPr>
        <w:t>C</w:t>
      </w:r>
      <w:r>
        <w:rPr>
          <w:rStyle w:val="Taille-1NormalCar"/>
        </w:rPr>
        <w:t>ÉCÉ</w:t>
      </w:r>
      <w:proofErr w:type="spellEnd"/>
      <w:r>
        <w:rPr>
          <w:bCs/>
        </w:rPr>
        <w:t>. – L’œil bouché ?</w:t>
      </w:r>
    </w:p>
    <w:p w14:paraId="32725FA5" w14:textId="77777777" w:rsidR="00011AD4" w:rsidRDefault="00011AD4" w:rsidP="00011AD4">
      <w:pPr>
        <w:rPr>
          <w:bCs/>
        </w:rPr>
      </w:pPr>
      <w:r>
        <w:t>N</w:t>
      </w:r>
      <w:r>
        <w:rPr>
          <w:rStyle w:val="Taille-1NormalCar"/>
        </w:rPr>
        <w:t>ADA</w:t>
      </w:r>
      <w:r>
        <w:t xml:space="preserve">. – </w:t>
      </w:r>
      <w:r>
        <w:rPr>
          <w:bCs/>
        </w:rPr>
        <w:t xml:space="preserve">Que </w:t>
      </w:r>
      <w:r>
        <w:t xml:space="preserve">j’ai </w:t>
      </w:r>
      <w:r>
        <w:rPr>
          <w:bCs/>
        </w:rPr>
        <w:t>trouvé ici, à ta place ?</w:t>
      </w:r>
    </w:p>
    <w:p w14:paraId="68CC0060" w14:textId="77777777" w:rsidR="00011AD4" w:rsidRDefault="00011AD4" w:rsidP="00011AD4">
      <w:proofErr w:type="spellStart"/>
      <w:r>
        <w:rPr>
          <w:bCs/>
        </w:rPr>
        <w:t>C</w:t>
      </w:r>
      <w:r>
        <w:rPr>
          <w:rStyle w:val="Taille-1NormalCar"/>
        </w:rPr>
        <w:t>ÉCÉ</w:t>
      </w:r>
      <w:proofErr w:type="spellEnd"/>
      <w:r>
        <w:rPr>
          <w:bCs/>
        </w:rPr>
        <w:t>. – Un homme à l’œil bouché ?</w:t>
      </w:r>
    </w:p>
    <w:p w14:paraId="75374EFE" w14:textId="77777777" w:rsidR="00011AD4" w:rsidRDefault="00011AD4" w:rsidP="00011AD4">
      <w:r>
        <w:t>N</w:t>
      </w:r>
      <w:r>
        <w:rPr>
          <w:rStyle w:val="Taille-1NormalCar"/>
        </w:rPr>
        <w:t>ADA</w:t>
      </w:r>
      <w:r>
        <w:t>. – Un ami de ton père.</w:t>
      </w:r>
    </w:p>
    <w:p w14:paraId="65DE6A98" w14:textId="77777777" w:rsidR="00011AD4" w:rsidRDefault="00011AD4" w:rsidP="00011AD4">
      <w:pPr>
        <w:rPr>
          <w:bCs/>
        </w:rPr>
      </w:pPr>
      <w:proofErr w:type="spellStart"/>
      <w:r>
        <w:t>C</w:t>
      </w:r>
      <w:r>
        <w:rPr>
          <w:rStyle w:val="Taille-1NormalCar"/>
        </w:rPr>
        <w:t>ÉCÉ</w:t>
      </w:r>
      <w:proofErr w:type="spellEnd"/>
      <w:r>
        <w:t>. – Mais qu’est-ce que tu racontes ? Tu es vraiment folle ! Tu as rêvé. Je n’ai pas de père, pas de mère ; qu’est-ce que tu racontes ?</w:t>
      </w:r>
    </w:p>
    <w:p w14:paraId="20AC4108" w14:textId="77777777" w:rsidR="00011AD4" w:rsidRDefault="00011AD4" w:rsidP="00011AD4">
      <w:pPr>
        <w:rPr>
          <w:bCs/>
        </w:rPr>
      </w:pPr>
      <w:r>
        <w:rPr>
          <w:bCs/>
        </w:rPr>
        <w:t>N</w:t>
      </w:r>
      <w:r>
        <w:rPr>
          <w:rStyle w:val="Taille-1NormalCar"/>
        </w:rPr>
        <w:t>ADA</w:t>
      </w:r>
      <w:r>
        <w:rPr>
          <w:bCs/>
        </w:rPr>
        <w:t xml:space="preserve">. – </w:t>
      </w:r>
      <w:r>
        <w:t>Comment ? Tu veux sérieusement me rendre folle… Prends garde, si c’est une plaisanterie.</w:t>
      </w:r>
    </w:p>
    <w:p w14:paraId="0B479465" w14:textId="77777777" w:rsidR="00011AD4" w:rsidRDefault="00011AD4" w:rsidP="00011AD4">
      <w:proofErr w:type="spellStart"/>
      <w:r>
        <w:rPr>
          <w:bCs/>
        </w:rPr>
        <w:t>C</w:t>
      </w:r>
      <w:r>
        <w:rPr>
          <w:rStyle w:val="Taille-1NormalCar"/>
        </w:rPr>
        <w:t>ÉCÉ</w:t>
      </w:r>
      <w:proofErr w:type="spellEnd"/>
      <w:r>
        <w:rPr>
          <w:bCs/>
        </w:rPr>
        <w:t xml:space="preserve">. – </w:t>
      </w:r>
      <w:r>
        <w:t>Quelle plaisanterie ? Je te dis que je n’y comprends rien. Explique-toi. Qui as-tu trouvé ici à ma place ? Un homme avec un œil bouché ? Comment ?</w:t>
      </w:r>
    </w:p>
    <w:p w14:paraId="54149AEA" w14:textId="77777777" w:rsidR="00011AD4" w:rsidRPr="00536314" w:rsidRDefault="00011AD4" w:rsidP="00011AD4">
      <w:pPr>
        <w:rPr>
          <w:i/>
          <w:sz w:val="32"/>
          <w:szCs w:val="32"/>
        </w:rPr>
      </w:pPr>
      <w:r>
        <w:t>N</w:t>
      </w:r>
      <w:r>
        <w:rPr>
          <w:rStyle w:val="Taille-1NormalCar"/>
        </w:rPr>
        <w:t>ADA</w:t>
      </w:r>
      <w:r>
        <w:rPr>
          <w:bCs/>
        </w:rPr>
        <w:t>. – Bouché… muré et comme ça.</w:t>
      </w:r>
    </w:p>
    <w:p w14:paraId="3587F400" w14:textId="77777777" w:rsidR="00011AD4" w:rsidRDefault="00011AD4" w:rsidP="00011AD4">
      <w:pPr>
        <w:jc w:val="right"/>
        <w:rPr>
          <w:bCs/>
        </w:rPr>
      </w:pPr>
      <w:r w:rsidRPr="00536314">
        <w:rPr>
          <w:i/>
          <w:sz w:val="32"/>
          <w:szCs w:val="32"/>
        </w:rPr>
        <w:t>Elle se bouche un œil avec la main.</w:t>
      </w:r>
    </w:p>
    <w:p w14:paraId="3BA87A8B" w14:textId="77777777" w:rsidR="00011AD4" w:rsidRDefault="00011AD4" w:rsidP="00011AD4">
      <w:proofErr w:type="spellStart"/>
      <w:r>
        <w:rPr>
          <w:bCs/>
        </w:rPr>
        <w:t>C</w:t>
      </w:r>
      <w:r>
        <w:rPr>
          <w:rStyle w:val="Taille-1NormalCar"/>
        </w:rPr>
        <w:t>ÉCÉ</w:t>
      </w:r>
      <w:proofErr w:type="spellEnd"/>
      <w:r>
        <w:rPr>
          <w:bCs/>
        </w:rPr>
        <w:t xml:space="preserve">. – </w:t>
      </w:r>
      <w:r>
        <w:t>Tu l’as trouvé ici ? et comment ?</w:t>
      </w:r>
    </w:p>
    <w:p w14:paraId="4971F878" w14:textId="77777777" w:rsidR="00011AD4" w:rsidRDefault="00011AD4" w:rsidP="00011AD4">
      <w:pPr>
        <w:rPr>
          <w:bCs/>
        </w:rPr>
      </w:pPr>
      <w:r>
        <w:t>N</w:t>
      </w:r>
      <w:r>
        <w:rPr>
          <w:rStyle w:val="Taille-1NormalCar"/>
        </w:rPr>
        <w:t>ADA</w:t>
      </w:r>
      <w:r>
        <w:rPr>
          <w:bCs/>
        </w:rPr>
        <w:t>. – Est-ce que je sais, moi ! Il était là. J’ai téléphoné, on m’a invité à monter. Je croyais te trouver, c’est lui que j’ai trouvé.</w:t>
      </w:r>
    </w:p>
    <w:p w14:paraId="3455E27F" w14:textId="77777777" w:rsidR="00011AD4" w:rsidRDefault="00011AD4" w:rsidP="00011AD4">
      <w:proofErr w:type="spellStart"/>
      <w:r>
        <w:rPr>
          <w:bCs/>
        </w:rPr>
        <w:t>C</w:t>
      </w:r>
      <w:r>
        <w:rPr>
          <w:rStyle w:val="Taille-1NormalCar"/>
        </w:rPr>
        <w:t>ÉCÉ</w:t>
      </w:r>
      <w:proofErr w:type="spellEnd"/>
      <w:r>
        <w:rPr>
          <w:bCs/>
        </w:rPr>
        <w:t xml:space="preserve">. – </w:t>
      </w:r>
      <w:r>
        <w:t>Et qui est-ce qui l’avait fait monter ?</w:t>
      </w:r>
    </w:p>
    <w:p w14:paraId="5DDEDFE0" w14:textId="77777777" w:rsidR="00011AD4" w:rsidRDefault="00011AD4" w:rsidP="00011AD4">
      <w:pPr>
        <w:rPr>
          <w:bCs/>
        </w:rPr>
      </w:pPr>
      <w:r>
        <w:t>N</w:t>
      </w:r>
      <w:r>
        <w:rPr>
          <w:rStyle w:val="Taille-1NormalCar"/>
        </w:rPr>
        <w:t>ADA</w:t>
      </w:r>
      <w:r>
        <w:rPr>
          <w:bCs/>
        </w:rPr>
        <w:t xml:space="preserve">. – </w:t>
      </w:r>
      <w:r>
        <w:t>Tu me le demandes ?</w:t>
      </w:r>
    </w:p>
    <w:p w14:paraId="4A3F87FD" w14:textId="77777777" w:rsidR="00011AD4" w:rsidRDefault="00011AD4" w:rsidP="00011AD4">
      <w:proofErr w:type="spellStart"/>
      <w:r>
        <w:rPr>
          <w:bCs/>
        </w:rPr>
        <w:lastRenderedPageBreak/>
        <w:t>C</w:t>
      </w:r>
      <w:r>
        <w:rPr>
          <w:rStyle w:val="Taille-1NormalCar"/>
        </w:rPr>
        <w:t>ÉCÉ</w:t>
      </w:r>
      <w:proofErr w:type="spellEnd"/>
      <w:r>
        <w:rPr>
          <w:bCs/>
        </w:rPr>
        <w:t xml:space="preserve">, </w:t>
      </w:r>
      <w:r>
        <w:rPr>
          <w:i/>
          <w:iCs/>
        </w:rPr>
        <w:t>feignant l’inquiétude</w:t>
      </w:r>
      <w:r>
        <w:rPr>
          <w:bCs/>
        </w:rPr>
        <w:t xml:space="preserve">, </w:t>
      </w:r>
      <w:r>
        <w:rPr>
          <w:i/>
          <w:iCs/>
        </w:rPr>
        <w:t>puis l’angoisse, puis la con</w:t>
      </w:r>
      <w:r>
        <w:rPr>
          <w:i/>
          <w:iCs/>
        </w:rPr>
        <w:t>s</w:t>
      </w:r>
      <w:r>
        <w:rPr>
          <w:i/>
          <w:iCs/>
        </w:rPr>
        <w:t xml:space="preserve">ternation. </w:t>
      </w:r>
      <w:r>
        <w:rPr>
          <w:bCs/>
        </w:rPr>
        <w:t xml:space="preserve">– </w:t>
      </w:r>
      <w:r>
        <w:t>Avec un œil bouché ? Ah ! Dieu ! ici ? Parle vite, qu’est-ce qu’il t’a dit ?</w:t>
      </w:r>
    </w:p>
    <w:p w14:paraId="0250D92B" w14:textId="77777777" w:rsidR="00011AD4" w:rsidRDefault="00011AD4" w:rsidP="00011AD4">
      <w:pPr>
        <w:rPr>
          <w:bCs/>
        </w:rPr>
      </w:pPr>
      <w:r>
        <w:t>N</w:t>
      </w:r>
      <w:r>
        <w:rPr>
          <w:rStyle w:val="Taille-1NormalCar"/>
        </w:rPr>
        <w:t>ADA</w:t>
      </w:r>
      <w:r>
        <w:rPr>
          <w:bCs/>
        </w:rPr>
        <w:t xml:space="preserve">. – </w:t>
      </w:r>
      <w:r>
        <w:t xml:space="preserve">Qu’il attendait ta mère pour venir </w:t>
      </w:r>
      <w:r>
        <w:rPr>
          <w:bCs/>
        </w:rPr>
        <w:t xml:space="preserve">chez </w:t>
      </w:r>
      <w:r>
        <w:t>moi avec elle me prier…</w:t>
      </w:r>
    </w:p>
    <w:p w14:paraId="72A7FB71" w14:textId="77777777" w:rsidR="00011AD4" w:rsidRDefault="00011AD4" w:rsidP="00011AD4">
      <w:proofErr w:type="spellStart"/>
      <w:r>
        <w:rPr>
          <w:bCs/>
        </w:rPr>
        <w:t>C</w:t>
      </w:r>
      <w:r>
        <w:rPr>
          <w:rStyle w:val="Taille-1NormalCar"/>
        </w:rPr>
        <w:t>ÉCÉ</w:t>
      </w:r>
      <w:proofErr w:type="spellEnd"/>
      <w:r>
        <w:rPr>
          <w:bCs/>
        </w:rPr>
        <w:t xml:space="preserve">. – </w:t>
      </w:r>
      <w:r>
        <w:t>Ma mère ? Et tu y as cru ?</w:t>
      </w:r>
    </w:p>
    <w:p w14:paraId="3166206E" w14:textId="77777777" w:rsidR="00011AD4" w:rsidRDefault="00011AD4" w:rsidP="00011AD4">
      <w:pPr>
        <w:rPr>
          <w:bCs/>
        </w:rPr>
      </w:pPr>
      <w:r>
        <w:t>N</w:t>
      </w:r>
      <w:r>
        <w:rPr>
          <w:rStyle w:val="Taille-1NormalCar"/>
        </w:rPr>
        <w:t>ADA</w:t>
      </w:r>
      <w:r>
        <w:rPr>
          <w:bCs/>
        </w:rPr>
        <w:t xml:space="preserve">. – </w:t>
      </w:r>
      <w:r>
        <w:t>Je te dis que non !</w:t>
      </w:r>
    </w:p>
    <w:p w14:paraId="35F6E89D" w14:textId="77777777" w:rsidR="00011AD4" w:rsidRDefault="00011AD4" w:rsidP="00011AD4">
      <w:proofErr w:type="spellStart"/>
      <w:r>
        <w:rPr>
          <w:bCs/>
        </w:rPr>
        <w:t>C</w:t>
      </w:r>
      <w:r>
        <w:rPr>
          <w:rStyle w:val="Taille-1NormalCar"/>
        </w:rPr>
        <w:t>ÉCÉ</w:t>
      </w:r>
      <w:proofErr w:type="spellEnd"/>
      <w:r>
        <w:rPr>
          <w:bCs/>
        </w:rPr>
        <w:t xml:space="preserve">. – </w:t>
      </w:r>
      <w:r>
        <w:t>Te prier de quoi faire ?</w:t>
      </w:r>
    </w:p>
    <w:p w14:paraId="5C46A1E8" w14:textId="77777777" w:rsidR="00011AD4" w:rsidRDefault="00011AD4" w:rsidP="00011AD4">
      <w:pPr>
        <w:rPr>
          <w:bCs/>
        </w:rPr>
      </w:pPr>
      <w:r>
        <w:t>N</w:t>
      </w:r>
      <w:r>
        <w:rPr>
          <w:rStyle w:val="Taille-1NormalCar"/>
        </w:rPr>
        <w:t>ADA</w:t>
      </w:r>
      <w:r>
        <w:rPr>
          <w:bCs/>
        </w:rPr>
        <w:t xml:space="preserve">. – </w:t>
      </w:r>
      <w:r>
        <w:t>De rendre les trois chèques.</w:t>
      </w:r>
    </w:p>
    <w:p w14:paraId="1CBE1714" w14:textId="77777777" w:rsidR="00011AD4" w:rsidRDefault="00011AD4" w:rsidP="00011AD4">
      <w:proofErr w:type="spellStart"/>
      <w:r>
        <w:rPr>
          <w:bCs/>
        </w:rPr>
        <w:t>C</w:t>
      </w:r>
      <w:r>
        <w:rPr>
          <w:rStyle w:val="Taille-1NormalCar"/>
        </w:rPr>
        <w:t>ÉCÉ</w:t>
      </w:r>
      <w:proofErr w:type="spellEnd"/>
      <w:r>
        <w:rPr>
          <w:bCs/>
        </w:rPr>
        <w:t xml:space="preserve">, </w:t>
      </w:r>
      <w:r>
        <w:rPr>
          <w:i/>
          <w:iCs/>
        </w:rPr>
        <w:t xml:space="preserve">avec une angoisse agressive. </w:t>
      </w:r>
      <w:r>
        <w:rPr>
          <w:bCs/>
        </w:rPr>
        <w:t xml:space="preserve">– </w:t>
      </w:r>
      <w:r>
        <w:t>Et toi ?</w:t>
      </w:r>
    </w:p>
    <w:p w14:paraId="43880CEB" w14:textId="77777777" w:rsidR="00011AD4" w:rsidRDefault="00011AD4" w:rsidP="00011AD4">
      <w:pPr>
        <w:rPr>
          <w:bCs/>
        </w:rPr>
      </w:pPr>
      <w:r>
        <w:t>N</w:t>
      </w:r>
      <w:r>
        <w:rPr>
          <w:rStyle w:val="Taille-1NormalCar"/>
        </w:rPr>
        <w:t>ADA</w:t>
      </w:r>
      <w:r>
        <w:rPr>
          <w:bCs/>
        </w:rPr>
        <w:t xml:space="preserve">, </w:t>
      </w:r>
      <w:r>
        <w:rPr>
          <w:i/>
          <w:iCs/>
        </w:rPr>
        <w:t xml:space="preserve">égarée. </w:t>
      </w:r>
      <w:r>
        <w:rPr>
          <w:bCs/>
        </w:rPr>
        <w:t xml:space="preserve">– </w:t>
      </w:r>
      <w:r>
        <w:t>Comment, moi ?</w:t>
      </w:r>
    </w:p>
    <w:p w14:paraId="5564651E" w14:textId="77777777" w:rsidR="00011AD4" w:rsidRDefault="00011AD4" w:rsidP="00011AD4">
      <w:proofErr w:type="spellStart"/>
      <w:r>
        <w:rPr>
          <w:bCs/>
        </w:rPr>
        <w:t>C</w:t>
      </w:r>
      <w:r>
        <w:rPr>
          <w:rStyle w:val="Taille-1NormalCar"/>
        </w:rPr>
        <w:t>ÉCÉ</w:t>
      </w:r>
      <w:proofErr w:type="spellEnd"/>
      <w:r>
        <w:rPr>
          <w:bCs/>
        </w:rPr>
        <w:t xml:space="preserve">. – </w:t>
      </w:r>
      <w:r>
        <w:t>Tu les lui as rendus ?</w:t>
      </w:r>
    </w:p>
    <w:p w14:paraId="07881043" w14:textId="77777777" w:rsidR="00011AD4" w:rsidRDefault="00011AD4" w:rsidP="00011AD4">
      <w:pPr>
        <w:rPr>
          <w:bCs/>
        </w:rPr>
      </w:pPr>
      <w:r>
        <w:t>N</w:t>
      </w:r>
      <w:r>
        <w:rPr>
          <w:rStyle w:val="Taille-1NormalCar"/>
        </w:rPr>
        <w:t>ADA</w:t>
      </w:r>
      <w:r>
        <w:rPr>
          <w:bCs/>
        </w:rPr>
        <w:t xml:space="preserve">. – </w:t>
      </w:r>
      <w:r>
        <w:t xml:space="preserve">Il s’est mis </w:t>
      </w:r>
      <w:r>
        <w:rPr>
          <w:bCs/>
        </w:rPr>
        <w:t xml:space="preserve">à </w:t>
      </w:r>
      <w:r>
        <w:t>me parler de la ruine de ta maison.</w:t>
      </w:r>
    </w:p>
    <w:p w14:paraId="09E47E16" w14:textId="77777777" w:rsidR="00011AD4" w:rsidRDefault="00011AD4" w:rsidP="00011AD4">
      <w:proofErr w:type="spellStart"/>
      <w:r>
        <w:rPr>
          <w:bCs/>
        </w:rPr>
        <w:t>C</w:t>
      </w:r>
      <w:r>
        <w:rPr>
          <w:rStyle w:val="Taille-1NormalCar"/>
        </w:rPr>
        <w:t>ÉCÉ</w:t>
      </w:r>
      <w:proofErr w:type="spellEnd"/>
      <w:r>
        <w:rPr>
          <w:bCs/>
        </w:rPr>
        <w:t xml:space="preserve">. – </w:t>
      </w:r>
      <w:r>
        <w:t>Ah, la canaille ! Et puis ?</w:t>
      </w:r>
    </w:p>
    <w:p w14:paraId="1DC5B7C2" w14:textId="77777777" w:rsidR="00011AD4" w:rsidRDefault="00011AD4" w:rsidP="00011AD4">
      <w:pPr>
        <w:rPr>
          <w:bCs/>
        </w:rPr>
      </w:pPr>
      <w:r>
        <w:t>N</w:t>
      </w:r>
      <w:r>
        <w:rPr>
          <w:rStyle w:val="Taille-1NormalCar"/>
        </w:rPr>
        <w:t>ADA</w:t>
      </w:r>
      <w:r>
        <w:rPr>
          <w:bCs/>
        </w:rPr>
        <w:t xml:space="preserve">. – </w:t>
      </w:r>
      <w:r>
        <w:t>Que ton père était au bord de la faillite…</w:t>
      </w:r>
    </w:p>
    <w:p w14:paraId="452755EF" w14:textId="77777777" w:rsidR="00011AD4" w:rsidRDefault="00011AD4" w:rsidP="00011AD4">
      <w:proofErr w:type="spellStart"/>
      <w:r>
        <w:rPr>
          <w:bCs/>
        </w:rPr>
        <w:t>C</w:t>
      </w:r>
      <w:r>
        <w:rPr>
          <w:rStyle w:val="Taille-1NormalCar"/>
        </w:rPr>
        <w:t>ÉCÉ</w:t>
      </w:r>
      <w:proofErr w:type="spellEnd"/>
      <w:r>
        <w:rPr>
          <w:bCs/>
        </w:rPr>
        <w:t xml:space="preserve">. – </w:t>
      </w:r>
      <w:r>
        <w:t>Mon père ? Ah, le filou !</w:t>
      </w:r>
    </w:p>
    <w:p w14:paraId="11187E1B" w14:textId="77777777" w:rsidR="00011AD4" w:rsidRDefault="00011AD4" w:rsidP="00011AD4">
      <w:pPr>
        <w:rPr>
          <w:bCs/>
        </w:rPr>
      </w:pPr>
      <w:r>
        <w:t>N</w:t>
      </w:r>
      <w:r>
        <w:rPr>
          <w:rStyle w:val="Taille-1NormalCar"/>
        </w:rPr>
        <w:t>ADA</w:t>
      </w:r>
      <w:r>
        <w:rPr>
          <w:bCs/>
        </w:rPr>
        <w:t xml:space="preserve">. – </w:t>
      </w:r>
      <w:r>
        <w:t xml:space="preserve">Qu’il suffirait d’un rien, d’un souffle pour </w:t>
      </w:r>
      <w:r>
        <w:rPr>
          <w:bCs/>
        </w:rPr>
        <w:t xml:space="preserve">que </w:t>
      </w:r>
      <w:r>
        <w:t>s’écroule tout l’échafaudage d’accords et de prudence que sa d</w:t>
      </w:r>
      <w:r>
        <w:t>i</w:t>
      </w:r>
      <w:r>
        <w:t>plomatie venait d’établir entre les créanciers…</w:t>
      </w:r>
    </w:p>
    <w:p w14:paraId="73AA81D6" w14:textId="77777777" w:rsidR="00011AD4" w:rsidRDefault="00011AD4" w:rsidP="00011AD4">
      <w:proofErr w:type="spellStart"/>
      <w:r>
        <w:rPr>
          <w:bCs/>
        </w:rPr>
        <w:t>C</w:t>
      </w:r>
      <w:r>
        <w:rPr>
          <w:rStyle w:val="Taille-1NormalCar"/>
        </w:rPr>
        <w:t>ÉCÉ</w:t>
      </w:r>
      <w:proofErr w:type="spellEnd"/>
      <w:r>
        <w:rPr>
          <w:bCs/>
        </w:rPr>
        <w:t xml:space="preserve">. – </w:t>
      </w:r>
      <w:r>
        <w:t>Lui ? Assassin, voleur !</w:t>
      </w:r>
    </w:p>
    <w:p w14:paraId="6F43D923" w14:textId="77777777" w:rsidR="00011AD4" w:rsidRDefault="00011AD4" w:rsidP="00011AD4">
      <w:r>
        <w:t>N</w:t>
      </w:r>
      <w:r>
        <w:rPr>
          <w:rStyle w:val="Taille-1NormalCar"/>
        </w:rPr>
        <w:t>ADA</w:t>
      </w:r>
      <w:r>
        <w:t>. – Avec une telle fureur qu’il me semblait, Dieu, quelle horreur ! que l’autre œil devait gicler de sa figure et to</w:t>
      </w:r>
      <w:r>
        <w:t>m</w:t>
      </w:r>
      <w:r>
        <w:t>ber sur moi.</w:t>
      </w:r>
    </w:p>
    <w:p w14:paraId="18EE1139" w14:textId="77777777" w:rsidR="00011AD4" w:rsidRDefault="00011AD4" w:rsidP="00011AD4">
      <w:proofErr w:type="spellStart"/>
      <w:r>
        <w:t>C</w:t>
      </w:r>
      <w:r>
        <w:rPr>
          <w:rStyle w:val="Taille-1NormalCar"/>
        </w:rPr>
        <w:t>ÉCÉ</w:t>
      </w:r>
      <w:proofErr w:type="spellEnd"/>
      <w:r>
        <w:t>. – Mais réponds-moi, tu lui as donné les chèques ?</w:t>
      </w:r>
    </w:p>
    <w:p w14:paraId="001774C7" w14:textId="77777777" w:rsidR="00011AD4" w:rsidRDefault="00011AD4" w:rsidP="00011AD4">
      <w:pPr>
        <w:rPr>
          <w:bCs/>
        </w:rPr>
      </w:pPr>
      <w:r>
        <w:lastRenderedPageBreak/>
        <w:t>N</w:t>
      </w:r>
      <w:r>
        <w:rPr>
          <w:rStyle w:val="Taille-1NormalCar"/>
        </w:rPr>
        <w:t>ADA</w:t>
      </w:r>
      <w:r>
        <w:t>. – Il m’a tellement dit et démontré qu’ils ne valaient rien.</w:t>
      </w:r>
    </w:p>
    <w:p w14:paraId="1EE7AB32" w14:textId="77777777" w:rsidR="00011AD4" w:rsidRDefault="00011AD4" w:rsidP="00011AD4">
      <w:proofErr w:type="spellStart"/>
      <w:r>
        <w:rPr>
          <w:bCs/>
        </w:rPr>
        <w:t>C</w:t>
      </w:r>
      <w:r>
        <w:rPr>
          <w:rStyle w:val="Taille-1NormalCar"/>
        </w:rPr>
        <w:t>ÉCÉ</w:t>
      </w:r>
      <w:proofErr w:type="spellEnd"/>
      <w:r>
        <w:rPr>
          <w:bCs/>
        </w:rPr>
        <w:t xml:space="preserve">. – </w:t>
      </w:r>
      <w:r>
        <w:t xml:space="preserve">Et tu les lui as donnés, malheureuse ! </w:t>
      </w:r>
      <w:r>
        <w:rPr>
          <w:bCs/>
        </w:rPr>
        <w:t xml:space="preserve">Tu </w:t>
      </w:r>
      <w:r>
        <w:t>m’as ru</w:t>
      </w:r>
      <w:r>
        <w:t>i</w:t>
      </w:r>
      <w:r>
        <w:t>né… ruiné… ruiné !</w:t>
      </w:r>
    </w:p>
    <w:p w14:paraId="389F59C9" w14:textId="77777777" w:rsidR="00011AD4" w:rsidRDefault="00011AD4" w:rsidP="00011AD4">
      <w:r>
        <w:t>N</w:t>
      </w:r>
      <w:r>
        <w:rPr>
          <w:rStyle w:val="Taille-1NormalCar"/>
        </w:rPr>
        <w:t>ADA</w:t>
      </w:r>
      <w:r>
        <w:t>. – Moi ? Ah ! ça alors, c’est le comble !</w:t>
      </w:r>
    </w:p>
    <w:p w14:paraId="5444331C" w14:textId="77777777" w:rsidR="00011AD4" w:rsidRDefault="00011AD4" w:rsidP="00011AD4">
      <w:proofErr w:type="spellStart"/>
      <w:r>
        <w:t>C</w:t>
      </w:r>
      <w:r>
        <w:rPr>
          <w:rStyle w:val="Taille-1NormalCar"/>
        </w:rPr>
        <w:t>ÉCÉ</w:t>
      </w:r>
      <w:proofErr w:type="spellEnd"/>
      <w:r>
        <w:t>. – Ruiné ! Tu sais qui est cet homme ? C’est le plus féroce usurier qui existe au monde, une sangsue, un vampire !</w:t>
      </w:r>
    </w:p>
    <w:p w14:paraId="576990C3" w14:textId="77777777" w:rsidR="00011AD4" w:rsidRDefault="00011AD4" w:rsidP="00011AD4">
      <w:pPr>
        <w:rPr>
          <w:bCs/>
        </w:rPr>
      </w:pPr>
      <w:r>
        <w:t>N</w:t>
      </w:r>
      <w:r>
        <w:rPr>
          <w:rStyle w:val="Taille-1NormalCar"/>
        </w:rPr>
        <w:t>ADA</w:t>
      </w:r>
      <w:r>
        <w:t>. – Celui-là ?</w:t>
      </w:r>
    </w:p>
    <w:p w14:paraId="07E36FA5" w14:textId="77777777" w:rsidR="00011AD4" w:rsidRDefault="00011AD4" w:rsidP="00011AD4">
      <w:proofErr w:type="spellStart"/>
      <w:r>
        <w:rPr>
          <w:bCs/>
        </w:rPr>
        <w:t>C</w:t>
      </w:r>
      <w:r>
        <w:rPr>
          <w:rStyle w:val="Taille-1NormalCar"/>
        </w:rPr>
        <w:t>ÉCÉ</w:t>
      </w:r>
      <w:proofErr w:type="spellEnd"/>
      <w:r>
        <w:rPr>
          <w:bCs/>
        </w:rPr>
        <w:t xml:space="preserve">. – </w:t>
      </w:r>
      <w:r>
        <w:t>Oui, celui-là. Comment diable as-tu pu le croire ?</w:t>
      </w:r>
    </w:p>
    <w:p w14:paraId="3B3EC883" w14:textId="77777777" w:rsidR="00011AD4" w:rsidRDefault="00011AD4" w:rsidP="00011AD4">
      <w:pPr>
        <w:rPr>
          <w:bCs/>
        </w:rPr>
      </w:pPr>
      <w:r>
        <w:t>N</w:t>
      </w:r>
      <w:r>
        <w:rPr>
          <w:rStyle w:val="Taille-1NormalCar"/>
        </w:rPr>
        <w:t>ADA</w:t>
      </w:r>
      <w:r>
        <w:t>. – Je ne l’ai pas cru…</w:t>
      </w:r>
    </w:p>
    <w:p w14:paraId="729F0C93" w14:textId="77777777" w:rsidR="00011AD4" w:rsidRDefault="00011AD4" w:rsidP="00011AD4">
      <w:proofErr w:type="spellStart"/>
      <w:r>
        <w:rPr>
          <w:bCs/>
        </w:rPr>
        <w:t>C</w:t>
      </w:r>
      <w:r>
        <w:rPr>
          <w:rStyle w:val="Taille-1NormalCar"/>
        </w:rPr>
        <w:t>ÉCÉ</w:t>
      </w:r>
      <w:proofErr w:type="spellEnd"/>
      <w:r>
        <w:rPr>
          <w:bCs/>
        </w:rPr>
        <w:t xml:space="preserve">. – </w:t>
      </w:r>
      <w:r>
        <w:t>Et pourtant ?</w:t>
      </w:r>
    </w:p>
    <w:p w14:paraId="5AB24C13" w14:textId="77777777" w:rsidR="00011AD4" w:rsidRDefault="00011AD4" w:rsidP="00011AD4">
      <w:pPr>
        <w:rPr>
          <w:bCs/>
        </w:rPr>
      </w:pPr>
      <w:r>
        <w:t>N</w:t>
      </w:r>
      <w:r>
        <w:rPr>
          <w:rStyle w:val="Taille-1NormalCar"/>
        </w:rPr>
        <w:t>ADA</w:t>
      </w:r>
      <w:r>
        <w:t>. – Mais j’ai cru que tu l’avais envoyé.</w:t>
      </w:r>
    </w:p>
    <w:p w14:paraId="051D6BAB" w14:textId="77777777" w:rsidR="00011AD4" w:rsidRDefault="00011AD4" w:rsidP="00011AD4">
      <w:proofErr w:type="spellStart"/>
      <w:r>
        <w:rPr>
          <w:bCs/>
        </w:rPr>
        <w:t>C</w:t>
      </w:r>
      <w:r>
        <w:rPr>
          <w:rStyle w:val="Taille-1NormalCar"/>
        </w:rPr>
        <w:t>ÉCÉ</w:t>
      </w:r>
      <w:proofErr w:type="spellEnd"/>
      <w:r>
        <w:rPr>
          <w:bCs/>
        </w:rPr>
        <w:t xml:space="preserve">. – </w:t>
      </w:r>
      <w:r>
        <w:t>Moi ?</w:t>
      </w:r>
    </w:p>
    <w:p w14:paraId="54B82EC6" w14:textId="77777777" w:rsidR="00011AD4" w:rsidRDefault="00011AD4" w:rsidP="00011AD4">
      <w:r>
        <w:t>N</w:t>
      </w:r>
      <w:r>
        <w:rPr>
          <w:rStyle w:val="Taille-1NormalCar"/>
        </w:rPr>
        <w:t>ADA</w:t>
      </w:r>
      <w:r>
        <w:t>. – Pour ravoir tes chèques.</w:t>
      </w:r>
    </w:p>
    <w:p w14:paraId="38E74FDA" w14:textId="77777777" w:rsidR="00011AD4" w:rsidRDefault="00011AD4" w:rsidP="00011AD4">
      <w:proofErr w:type="spellStart"/>
      <w:r>
        <w:t>C</w:t>
      </w:r>
      <w:r>
        <w:rPr>
          <w:rStyle w:val="Taille-1NormalCar"/>
        </w:rPr>
        <w:t>ÉCÉ</w:t>
      </w:r>
      <w:proofErr w:type="spellEnd"/>
      <w:r>
        <w:t xml:space="preserve">. – </w:t>
      </w:r>
      <w:r>
        <w:rPr>
          <w:bCs/>
        </w:rPr>
        <w:t>Moi ?</w:t>
      </w:r>
      <w:r>
        <w:t xml:space="preserve"> Mais puisque je t’avais écrit de me les ra</w:t>
      </w:r>
      <w:r>
        <w:t>p</w:t>
      </w:r>
      <w:r>
        <w:t>porter ici. Je voulais te les échanger, les retirer de la circulation, te donner de l’argent… Comment as-tu osé les lui donner ? C’est un assassinat. Il m’a ruiné !</w:t>
      </w:r>
    </w:p>
    <w:p w14:paraId="1CEF2395" w14:textId="77777777" w:rsidR="00011AD4" w:rsidRDefault="00011AD4" w:rsidP="00011AD4">
      <w:pPr>
        <w:rPr>
          <w:bCs/>
        </w:rPr>
      </w:pPr>
      <w:r>
        <w:t>N</w:t>
      </w:r>
      <w:r>
        <w:rPr>
          <w:rStyle w:val="Taille-1NormalCar"/>
        </w:rPr>
        <w:t>ADA</w:t>
      </w:r>
      <w:r>
        <w:t>. – Est-ce que je sais, moi ? Comment savoir qui il était ?</w:t>
      </w:r>
    </w:p>
    <w:p w14:paraId="1D34C640" w14:textId="77777777" w:rsidR="00011AD4" w:rsidRDefault="00011AD4" w:rsidP="00011AD4">
      <w:proofErr w:type="spellStart"/>
      <w:r>
        <w:rPr>
          <w:bCs/>
        </w:rPr>
        <w:t>C</w:t>
      </w:r>
      <w:r>
        <w:rPr>
          <w:rStyle w:val="Taille-1NormalCar"/>
        </w:rPr>
        <w:t>ÉCÉ</w:t>
      </w:r>
      <w:proofErr w:type="spellEnd"/>
      <w:r>
        <w:rPr>
          <w:bCs/>
        </w:rPr>
        <w:t>. – Celui-là ?</w:t>
      </w:r>
    </w:p>
    <w:p w14:paraId="0CA644CB" w14:textId="77777777" w:rsidR="00011AD4" w:rsidRDefault="00011AD4" w:rsidP="00011AD4">
      <w:pPr>
        <w:rPr>
          <w:bCs/>
        </w:rPr>
      </w:pPr>
      <w:r>
        <w:t>N</w:t>
      </w:r>
      <w:r>
        <w:rPr>
          <w:rStyle w:val="Taille-1NormalCar"/>
        </w:rPr>
        <w:t>ADA</w:t>
      </w:r>
      <w:r>
        <w:t>. – Tout embarrassé… il suppliait… il suait…</w:t>
      </w:r>
    </w:p>
    <w:p w14:paraId="61A9D46B" w14:textId="77777777" w:rsidR="00011AD4" w:rsidRDefault="00011AD4" w:rsidP="00011AD4">
      <w:proofErr w:type="spellStart"/>
      <w:r>
        <w:rPr>
          <w:bCs/>
        </w:rPr>
        <w:t>C</w:t>
      </w:r>
      <w:r>
        <w:rPr>
          <w:rStyle w:val="Taille-1NormalCar"/>
        </w:rPr>
        <w:t>ÉCÉ</w:t>
      </w:r>
      <w:proofErr w:type="spellEnd"/>
      <w:r>
        <w:rPr>
          <w:bCs/>
        </w:rPr>
        <w:t xml:space="preserve">. – </w:t>
      </w:r>
      <w:r>
        <w:t xml:space="preserve">C’est qu’il sait admirablement faire l’idiot, pardi ! Il n’y a pas de rôle qu’il ne sache tenir ! Usurier, entremetteur, tyran, esclave, âne, porc, serpent, hyène, tigre et lapin. Et tu </w:t>
      </w:r>
      <w:r>
        <w:lastRenderedPageBreak/>
        <w:t>l’as cru et tu es tombée dans le piège qu’il t’a tendu. Mais, maint</w:t>
      </w:r>
      <w:r>
        <w:t>e</w:t>
      </w:r>
      <w:r>
        <w:t xml:space="preserve">nant, c’est à moi qu’il va sucer la moelle des os. Il n’avait jamais pu avoir en mains un morceau de papier pour se venger. Depuis des années il me guettait, </w:t>
      </w:r>
      <w:r>
        <w:rPr>
          <w:bCs/>
        </w:rPr>
        <w:t xml:space="preserve">à </w:t>
      </w:r>
      <w:r>
        <w:t>l’affût de tout. Parce que je lui ai a</w:t>
      </w:r>
      <w:r>
        <w:t>r</w:t>
      </w:r>
      <w:r>
        <w:t>raché ses griffes plus d’une fois, tu comprends, et je l’ai bafoué publiquement. Mais comment a-t-il eu vent des chèques ? Comment a-t-il pu savoir que tu devais venir ici me les rendre ? Dis-moi la vérité. Tu en as parlé à quelqu’un ?</w:t>
      </w:r>
    </w:p>
    <w:p w14:paraId="4B47014F" w14:textId="77777777" w:rsidR="00011AD4" w:rsidRDefault="00011AD4" w:rsidP="00011AD4">
      <w:r>
        <w:t>N</w:t>
      </w:r>
      <w:r>
        <w:rPr>
          <w:rStyle w:val="Taille-1NormalCar"/>
        </w:rPr>
        <w:t>ADA</w:t>
      </w:r>
      <w:r>
        <w:t>. – Il m’a dit qu’il l’avait appris de toi-même.</w:t>
      </w:r>
    </w:p>
    <w:p w14:paraId="7E0A17E0" w14:textId="77777777" w:rsidR="00011AD4" w:rsidRDefault="00011AD4" w:rsidP="00011AD4">
      <w:proofErr w:type="spellStart"/>
      <w:r>
        <w:t>C</w:t>
      </w:r>
      <w:r>
        <w:rPr>
          <w:rStyle w:val="Taille-1NormalCar"/>
        </w:rPr>
        <w:t>ÉCÉ</w:t>
      </w:r>
      <w:proofErr w:type="spellEnd"/>
      <w:r>
        <w:t>. – De moi-même ? Ça te paraît possible ? Tu as dû en parler avec quelque amie ?</w:t>
      </w:r>
    </w:p>
    <w:p w14:paraId="6442E6F5" w14:textId="77777777" w:rsidR="00011AD4" w:rsidRDefault="00011AD4" w:rsidP="00011AD4">
      <w:r>
        <w:t>N</w:t>
      </w:r>
      <w:r>
        <w:rPr>
          <w:rStyle w:val="Taille-1NormalCar"/>
        </w:rPr>
        <w:t>ADA</w:t>
      </w:r>
      <w:r>
        <w:t>. – Non… vraiment… peut-être ai-je fait une all</w:t>
      </w:r>
      <w:r>
        <w:t>u</w:t>
      </w:r>
      <w:r>
        <w:t>sion…</w:t>
      </w:r>
    </w:p>
    <w:p w14:paraId="75A32522" w14:textId="77777777" w:rsidR="00011AD4" w:rsidRDefault="00011AD4" w:rsidP="00011AD4">
      <w:proofErr w:type="spellStart"/>
      <w:r>
        <w:t>C</w:t>
      </w:r>
      <w:r>
        <w:rPr>
          <w:rStyle w:val="Taille-1NormalCar"/>
        </w:rPr>
        <w:t>ÉCÉ</w:t>
      </w:r>
      <w:proofErr w:type="spellEnd"/>
      <w:r>
        <w:t>. – Avec qui ?</w:t>
      </w:r>
    </w:p>
    <w:p w14:paraId="0ED48B48" w14:textId="77777777" w:rsidR="00011AD4" w:rsidRDefault="00011AD4" w:rsidP="00011AD4">
      <w:r>
        <w:t>N</w:t>
      </w:r>
      <w:r>
        <w:rPr>
          <w:rStyle w:val="Taille-1NormalCar"/>
        </w:rPr>
        <w:t>ADA</w:t>
      </w:r>
      <w:r>
        <w:t>. – Je ne me souviens pas. Avec un de tes amis…</w:t>
      </w:r>
    </w:p>
    <w:p w14:paraId="0AEFFB70" w14:textId="77777777" w:rsidR="00011AD4" w:rsidRDefault="00011AD4" w:rsidP="00011AD4">
      <w:proofErr w:type="spellStart"/>
      <w:r>
        <w:t>C</w:t>
      </w:r>
      <w:r>
        <w:rPr>
          <w:rStyle w:val="Taille-1NormalCar"/>
        </w:rPr>
        <w:t>ÉCÉ</w:t>
      </w:r>
      <w:proofErr w:type="spellEnd"/>
      <w:r>
        <w:t>. – Que veux-tu ! Il y a des espions partout. Et peut-être… mais pardi, c’est lui qui m’a envoyé ce matin cet emme</w:t>
      </w:r>
      <w:r>
        <w:t>r</w:t>
      </w:r>
      <w:r>
        <w:t>deur qui m’a retenu si longtemps et m’a fait venir ici avec une demi-heure de retard… il lui fallait bien ce temps-là pour venir ici, te surprendre ! C’est un assassinat. Et qu’est-ce que je dois faire… trois chèques… cent pour cent… il fera payer du cent pour cent sur ces six mille si toutefois… Mais comment, tu les lui as donnés comme ça, pour rien ? Trois chèques signés de moi ?</w:t>
      </w:r>
    </w:p>
    <w:p w14:paraId="338DA698" w14:textId="77777777" w:rsidR="00011AD4" w:rsidRDefault="00011AD4" w:rsidP="00011AD4">
      <w:r>
        <w:t>N</w:t>
      </w:r>
      <w:r>
        <w:rPr>
          <w:rStyle w:val="Taille-1NormalCar"/>
        </w:rPr>
        <w:t>ADA</w:t>
      </w:r>
      <w:r>
        <w:t>. – Non… il m’a donné quelques centaines de lires…</w:t>
      </w:r>
    </w:p>
    <w:p w14:paraId="5C3CE3D1" w14:textId="77777777" w:rsidR="00011AD4" w:rsidRDefault="00011AD4" w:rsidP="00011AD4">
      <w:proofErr w:type="spellStart"/>
      <w:r>
        <w:t>C</w:t>
      </w:r>
      <w:r>
        <w:rPr>
          <w:rStyle w:val="Taille-1NormalCar"/>
        </w:rPr>
        <w:t>ÉCÉ</w:t>
      </w:r>
      <w:proofErr w:type="spellEnd"/>
      <w:r>
        <w:t>. – Ah ! quelques centaines ? Combien ?</w:t>
      </w:r>
    </w:p>
    <w:p w14:paraId="26FCB786" w14:textId="77777777" w:rsidR="00011AD4" w:rsidRDefault="00011AD4" w:rsidP="00011AD4">
      <w:r>
        <w:lastRenderedPageBreak/>
        <w:t>N</w:t>
      </w:r>
      <w:r>
        <w:rPr>
          <w:rStyle w:val="Taille-1NormalCar"/>
        </w:rPr>
        <w:t>ADA</w:t>
      </w:r>
      <w:r>
        <w:t>. – Mille… mille six cents… mille six cent cinquante…</w:t>
      </w:r>
    </w:p>
    <w:p w14:paraId="4819470D" w14:textId="77777777" w:rsidR="00011AD4" w:rsidRDefault="00011AD4" w:rsidP="00011AD4">
      <w:proofErr w:type="spellStart"/>
      <w:r>
        <w:t>C</w:t>
      </w:r>
      <w:r>
        <w:rPr>
          <w:rStyle w:val="Taille-1NormalCar"/>
        </w:rPr>
        <w:t>ÉCÉ</w:t>
      </w:r>
      <w:proofErr w:type="spellEnd"/>
      <w:r>
        <w:t>. – L’usurier ! Mille six cent cinquante contre six mille sur lesquels il va me demander cent pour cent.</w:t>
      </w:r>
    </w:p>
    <w:p w14:paraId="0CC7A07B" w14:textId="77777777" w:rsidR="00011AD4" w:rsidRDefault="00011AD4" w:rsidP="00011AD4">
      <w:r>
        <w:t>N</w:t>
      </w:r>
      <w:r>
        <w:rPr>
          <w:rStyle w:val="Taille-1NormalCar"/>
        </w:rPr>
        <w:t>ADA</w:t>
      </w:r>
      <w:r>
        <w:t>. – Il voulait m’en donner un peu moins.</w:t>
      </w:r>
    </w:p>
    <w:p w14:paraId="61645198" w14:textId="77777777" w:rsidR="00011AD4" w:rsidRDefault="00011AD4" w:rsidP="00011AD4">
      <w:proofErr w:type="spellStart"/>
      <w:r>
        <w:t>C</w:t>
      </w:r>
      <w:r>
        <w:rPr>
          <w:rStyle w:val="Taille-1NormalCar"/>
        </w:rPr>
        <w:t>ÉCÉ</w:t>
      </w:r>
      <w:proofErr w:type="spellEnd"/>
      <w:r>
        <w:t>. – Ah ! oui, il a même marchandé ?</w:t>
      </w:r>
    </w:p>
    <w:p w14:paraId="609B15EC" w14:textId="77777777" w:rsidR="00011AD4" w:rsidRDefault="00011AD4" w:rsidP="00011AD4">
      <w:r>
        <w:t>N</w:t>
      </w:r>
      <w:r>
        <w:rPr>
          <w:rStyle w:val="Taille-1NormalCar"/>
        </w:rPr>
        <w:t>ADA</w:t>
      </w:r>
      <w:r>
        <w:t>. – Non. À dire le vrai, dès que je lui ai montré la note de la modiste…</w:t>
      </w:r>
    </w:p>
    <w:p w14:paraId="38A4F98B" w14:textId="77777777" w:rsidR="00011AD4" w:rsidRDefault="00011AD4" w:rsidP="00011AD4">
      <w:proofErr w:type="spellStart"/>
      <w:r>
        <w:t>C</w:t>
      </w:r>
      <w:r>
        <w:rPr>
          <w:rStyle w:val="Taille-1NormalCar"/>
        </w:rPr>
        <w:t>ÉCÉ</w:t>
      </w:r>
      <w:proofErr w:type="spellEnd"/>
      <w:r>
        <w:t>. – Pour quel chapeau ? Celui que tu portes ? Mais il me semblait que je te l’avais offert.</w:t>
      </w:r>
    </w:p>
    <w:p w14:paraId="2C06182C" w14:textId="77777777" w:rsidR="00011AD4" w:rsidRDefault="00011AD4" w:rsidP="00011AD4">
      <w:r>
        <w:t>N</w:t>
      </w:r>
      <w:r>
        <w:rPr>
          <w:rStyle w:val="Taille-1NormalCar"/>
        </w:rPr>
        <w:t>ADA</w:t>
      </w:r>
      <w:r>
        <w:t>. – Ça ne fait rien. On a toujours la note.</w:t>
      </w:r>
    </w:p>
    <w:p w14:paraId="00DA1F30" w14:textId="77777777" w:rsidR="00011AD4" w:rsidRDefault="00011AD4" w:rsidP="00011AD4">
      <w:proofErr w:type="spellStart"/>
      <w:r>
        <w:t>C</w:t>
      </w:r>
      <w:r>
        <w:rPr>
          <w:rStyle w:val="Taille-1NormalCar"/>
        </w:rPr>
        <w:t>ÉCÉ</w:t>
      </w:r>
      <w:proofErr w:type="spellEnd"/>
      <w:r>
        <w:t>. – Je comprends. Mille six cent cinquante ? C’est-à-dire que ce chapeau c’est moi qui le payerai deux fois. Il les ajoutera aux intérêts.</w:t>
      </w:r>
    </w:p>
    <w:p w14:paraId="4AEB27B0" w14:textId="77777777" w:rsidR="00011AD4" w:rsidRDefault="00011AD4" w:rsidP="00011AD4">
      <w:pPr>
        <w:rPr>
          <w:bCs/>
        </w:rPr>
      </w:pPr>
      <w:r>
        <w:t>N</w:t>
      </w:r>
      <w:r>
        <w:rPr>
          <w:rStyle w:val="Taille-1NormalCar"/>
        </w:rPr>
        <w:t>ADA</w:t>
      </w:r>
      <w:r>
        <w:t>. – Non, non, écoute au moins ces…</w:t>
      </w:r>
    </w:p>
    <w:p w14:paraId="3A5E6E12" w14:textId="77777777" w:rsidR="00011AD4" w:rsidRDefault="00011AD4" w:rsidP="00011AD4">
      <w:proofErr w:type="spellStart"/>
      <w:r>
        <w:rPr>
          <w:bCs/>
        </w:rPr>
        <w:t>C</w:t>
      </w:r>
      <w:r>
        <w:rPr>
          <w:rStyle w:val="Taille-1NormalCar"/>
        </w:rPr>
        <w:t>ÉCÉ</w:t>
      </w:r>
      <w:proofErr w:type="spellEnd"/>
      <w:r>
        <w:rPr>
          <w:bCs/>
        </w:rPr>
        <w:t xml:space="preserve">, </w:t>
      </w:r>
      <w:r>
        <w:rPr>
          <w:i/>
          <w:iCs/>
        </w:rPr>
        <w:t xml:space="preserve">éclatant. </w:t>
      </w:r>
      <w:r>
        <w:rPr>
          <w:bCs/>
        </w:rPr>
        <w:t xml:space="preserve">– </w:t>
      </w:r>
      <w:r>
        <w:t xml:space="preserve">Mais </w:t>
      </w:r>
      <w:r>
        <w:rPr>
          <w:bCs/>
        </w:rPr>
        <w:t>voyons, tu plaisantes.</w:t>
      </w:r>
    </w:p>
    <w:p w14:paraId="53B17364" w14:textId="77777777" w:rsidR="00011AD4" w:rsidRDefault="00011AD4" w:rsidP="00011AD4">
      <w:r>
        <w:t>N</w:t>
      </w:r>
      <w:r>
        <w:rPr>
          <w:rStyle w:val="Taille-1NormalCar"/>
        </w:rPr>
        <w:t>ADA</w:t>
      </w:r>
      <w:r>
        <w:t>. – Je t’en prie !</w:t>
      </w:r>
    </w:p>
    <w:p w14:paraId="59A4AEC6" w14:textId="77777777" w:rsidR="00011AD4" w:rsidRDefault="00011AD4" w:rsidP="00011AD4">
      <w:proofErr w:type="spellStart"/>
      <w:r>
        <w:t>C</w:t>
      </w:r>
      <w:r>
        <w:rPr>
          <w:rStyle w:val="Taille-1NormalCar"/>
        </w:rPr>
        <w:t>ÉCÉ</w:t>
      </w:r>
      <w:proofErr w:type="spellEnd"/>
      <w:r>
        <w:t>. – Tais-toi, tu es folle !</w:t>
      </w:r>
    </w:p>
    <w:p w14:paraId="1DD1CDE7" w14:textId="77777777" w:rsidR="00011AD4" w:rsidRDefault="00011AD4" w:rsidP="00011AD4">
      <w:r>
        <w:t>N</w:t>
      </w:r>
      <w:r>
        <w:rPr>
          <w:rStyle w:val="Taille-1NormalCar"/>
        </w:rPr>
        <w:t>ADA</w:t>
      </w:r>
      <w:r>
        <w:t>. – Fais-moi ce plaisir.</w:t>
      </w:r>
    </w:p>
    <w:p w14:paraId="14D4E6F2" w14:textId="77777777" w:rsidR="00011AD4" w:rsidRDefault="00011AD4" w:rsidP="00011AD4">
      <w:proofErr w:type="spellStart"/>
      <w:r>
        <w:t>C</w:t>
      </w:r>
      <w:r>
        <w:rPr>
          <w:rStyle w:val="Taille-1NormalCar"/>
        </w:rPr>
        <w:t>ÉCÉ</w:t>
      </w:r>
      <w:proofErr w:type="spellEnd"/>
      <w:r>
        <w:t>. – Tu parles sérieusement ? Je suis désolé pour toi de tous ces tracas. Mais tu ne l’as pas volé ! Avoir cru à toutes les infamies qu’il a dû te dire contre moi. Qu’est-ce qu’il a bien pu te dire ?</w:t>
      </w:r>
    </w:p>
    <w:p w14:paraId="46AC8517" w14:textId="77777777" w:rsidR="00011AD4" w:rsidRDefault="00011AD4" w:rsidP="00011AD4">
      <w:pPr>
        <w:rPr>
          <w:bCs/>
        </w:rPr>
      </w:pPr>
      <w:r>
        <w:t>N</w:t>
      </w:r>
      <w:r>
        <w:rPr>
          <w:rStyle w:val="Taille-1NormalCar"/>
        </w:rPr>
        <w:t>ADA</w:t>
      </w:r>
      <w:r>
        <w:t xml:space="preserve"> </w:t>
      </w:r>
      <w:r>
        <w:rPr>
          <w:i/>
          <w:iCs/>
        </w:rPr>
        <w:t xml:space="preserve">fait des deux mains un geste expressif. </w:t>
      </w:r>
      <w:r>
        <w:rPr>
          <w:bCs/>
        </w:rPr>
        <w:t xml:space="preserve">– </w:t>
      </w:r>
      <w:r>
        <w:t>Mon cher…</w:t>
      </w:r>
    </w:p>
    <w:p w14:paraId="637A9F84" w14:textId="77777777" w:rsidR="00011AD4" w:rsidRDefault="00011AD4" w:rsidP="00011AD4">
      <w:proofErr w:type="spellStart"/>
      <w:r>
        <w:rPr>
          <w:bCs/>
        </w:rPr>
        <w:lastRenderedPageBreak/>
        <w:t>C</w:t>
      </w:r>
      <w:r>
        <w:rPr>
          <w:rStyle w:val="Taille-1NormalCar"/>
        </w:rPr>
        <w:t>ÉCÉ</w:t>
      </w:r>
      <w:proofErr w:type="spellEnd"/>
      <w:r>
        <w:rPr>
          <w:bCs/>
        </w:rPr>
        <w:t xml:space="preserve">, </w:t>
      </w:r>
      <w:r>
        <w:rPr>
          <w:i/>
          <w:iCs/>
        </w:rPr>
        <w:t xml:space="preserve">préoccupé. </w:t>
      </w:r>
      <w:r>
        <w:rPr>
          <w:bCs/>
        </w:rPr>
        <w:t xml:space="preserve">– </w:t>
      </w:r>
      <w:r>
        <w:t>Ils sont sans échéance fixe… il peut me les protester quand il voudra. Mais il ne le fera pas… il n’est pas fou ! Il me tiendra sous la menace pour m’imposer les intérêts qu’il voudra et il me sucera le sang comme il a fait à tant d’autres.</w:t>
      </w:r>
    </w:p>
    <w:p w14:paraId="724674D3" w14:textId="77777777" w:rsidR="00011AD4" w:rsidRDefault="00011AD4" w:rsidP="00011AD4">
      <w:pPr>
        <w:rPr>
          <w:bCs/>
        </w:rPr>
      </w:pPr>
      <w:r>
        <w:t>N</w:t>
      </w:r>
      <w:r>
        <w:rPr>
          <w:rStyle w:val="Taille-1NormalCar"/>
        </w:rPr>
        <w:t>ADA</w:t>
      </w:r>
      <w:r>
        <w:t xml:space="preserve">. – Pauvre </w:t>
      </w:r>
      <w:proofErr w:type="spellStart"/>
      <w:r>
        <w:t>Cécé</w:t>
      </w:r>
      <w:proofErr w:type="spellEnd"/>
      <w:r>
        <w:t> ! viens près de moi.</w:t>
      </w:r>
    </w:p>
    <w:p w14:paraId="13FCB5BF" w14:textId="77777777" w:rsidR="00011AD4" w:rsidRDefault="00011AD4" w:rsidP="00011AD4">
      <w:proofErr w:type="spellStart"/>
      <w:r>
        <w:rPr>
          <w:bCs/>
        </w:rPr>
        <w:t>C</w:t>
      </w:r>
      <w:r>
        <w:rPr>
          <w:rStyle w:val="Taille-1NormalCar"/>
        </w:rPr>
        <w:t>ÉCÉ</w:t>
      </w:r>
      <w:proofErr w:type="spellEnd"/>
      <w:r>
        <w:rPr>
          <w:bCs/>
        </w:rPr>
        <w:t xml:space="preserve">. – </w:t>
      </w:r>
      <w:r>
        <w:t>Laisse-moi. Tu m’as ruiné.</w:t>
      </w:r>
    </w:p>
    <w:p w14:paraId="60D513DC" w14:textId="77777777" w:rsidR="00011AD4" w:rsidRDefault="00011AD4" w:rsidP="00011AD4">
      <w:pPr>
        <w:rPr>
          <w:bCs/>
        </w:rPr>
      </w:pPr>
      <w:r>
        <w:t>N</w:t>
      </w:r>
      <w:r>
        <w:rPr>
          <w:rStyle w:val="Taille-1NormalCar"/>
        </w:rPr>
        <w:t>ADA</w:t>
      </w:r>
      <w:r>
        <w:t xml:space="preserve">. – Je te récompenserai, mon </w:t>
      </w:r>
      <w:proofErr w:type="spellStart"/>
      <w:r>
        <w:t>Cécé</w:t>
      </w:r>
      <w:proofErr w:type="spellEnd"/>
      <w:r>
        <w:t>.</w:t>
      </w:r>
    </w:p>
    <w:p w14:paraId="6967D6F4" w14:textId="77777777" w:rsidR="00011AD4" w:rsidRDefault="00011AD4" w:rsidP="00011AD4">
      <w:proofErr w:type="spellStart"/>
      <w:r>
        <w:rPr>
          <w:bCs/>
        </w:rPr>
        <w:t>C</w:t>
      </w:r>
      <w:r>
        <w:rPr>
          <w:rStyle w:val="Taille-1NormalCar"/>
        </w:rPr>
        <w:t>ÉCÉ</w:t>
      </w:r>
      <w:proofErr w:type="spellEnd"/>
      <w:r>
        <w:rPr>
          <w:bCs/>
        </w:rPr>
        <w:t xml:space="preserve">, </w:t>
      </w:r>
      <w:r>
        <w:rPr>
          <w:i/>
          <w:iCs/>
        </w:rPr>
        <w:t xml:space="preserve">accourant et l’embrassant. </w:t>
      </w:r>
      <w:r>
        <w:rPr>
          <w:bCs/>
        </w:rPr>
        <w:t xml:space="preserve">– </w:t>
      </w:r>
      <w:r>
        <w:t>Ah ! ma chérie, je crois bien que tu me récompenseras avec usure cent pour cent. Comme lui !</w:t>
      </w:r>
    </w:p>
    <w:p w14:paraId="4FAE4E65" w14:textId="77777777" w:rsidR="00011AD4" w:rsidRDefault="00011AD4" w:rsidP="00011AD4">
      <w:pPr>
        <w:rPr>
          <w:bCs/>
        </w:rPr>
      </w:pPr>
      <w:r>
        <w:t>N</w:t>
      </w:r>
      <w:r>
        <w:rPr>
          <w:rStyle w:val="Taille-1NormalCar"/>
        </w:rPr>
        <w:t>ADA</w:t>
      </w:r>
      <w:r>
        <w:t>. – Même plus !</w:t>
      </w:r>
    </w:p>
    <w:p w14:paraId="6D0246EA" w14:textId="77777777" w:rsidR="00011AD4" w:rsidRDefault="00011AD4" w:rsidP="00011AD4">
      <w:proofErr w:type="spellStart"/>
      <w:r>
        <w:rPr>
          <w:bCs/>
        </w:rPr>
        <w:t>C</w:t>
      </w:r>
      <w:r>
        <w:rPr>
          <w:rStyle w:val="Taille-1NormalCar"/>
        </w:rPr>
        <w:t>ÉCÉ</w:t>
      </w:r>
      <w:proofErr w:type="spellEnd"/>
      <w:r>
        <w:rPr>
          <w:bCs/>
        </w:rPr>
        <w:t xml:space="preserve">. – </w:t>
      </w:r>
      <w:r>
        <w:t>Mais la rage qui me prend… d’être tombé entre ces sales mains-là !</w:t>
      </w:r>
    </w:p>
    <w:p w14:paraId="0B677121" w14:textId="77777777" w:rsidR="00011AD4" w:rsidRDefault="00011AD4" w:rsidP="00011AD4">
      <w:pPr>
        <w:rPr>
          <w:bCs/>
        </w:rPr>
      </w:pPr>
      <w:r>
        <w:t>N</w:t>
      </w:r>
      <w:r>
        <w:rPr>
          <w:rStyle w:val="Taille-1NormalCar"/>
        </w:rPr>
        <w:t>ADA</w:t>
      </w:r>
      <w:r>
        <w:t>. – Je te ferai passer la rage aussi, ne dis rien. A</w:t>
      </w:r>
      <w:r>
        <w:t>s</w:t>
      </w:r>
      <w:r>
        <w:t xml:space="preserve">sieds-toi près de moi. </w:t>
      </w:r>
      <w:r>
        <w:rPr>
          <w:i/>
          <w:iCs/>
        </w:rPr>
        <w:t>(</w:t>
      </w:r>
      <w:proofErr w:type="spellStart"/>
      <w:r>
        <w:rPr>
          <w:i/>
          <w:iCs/>
        </w:rPr>
        <w:t>Cécé</w:t>
      </w:r>
      <w:proofErr w:type="spellEnd"/>
      <w:r>
        <w:rPr>
          <w:i/>
          <w:iCs/>
        </w:rPr>
        <w:t xml:space="preserve"> s’assied, Nada sur ses genoux.) </w:t>
      </w:r>
      <w:r>
        <w:t>Vo</w:t>
      </w:r>
      <w:r>
        <w:t>i</w:t>
      </w:r>
      <w:r>
        <w:t>là.</w:t>
      </w:r>
    </w:p>
    <w:p w14:paraId="1A6BA4AE" w14:textId="77777777" w:rsidR="00011AD4" w:rsidRPr="00536314" w:rsidRDefault="00011AD4" w:rsidP="00011AD4">
      <w:pPr>
        <w:rPr>
          <w:i/>
          <w:sz w:val="32"/>
          <w:szCs w:val="32"/>
        </w:rPr>
      </w:pPr>
      <w:proofErr w:type="spellStart"/>
      <w:r>
        <w:rPr>
          <w:bCs/>
        </w:rPr>
        <w:t>C</w:t>
      </w:r>
      <w:r>
        <w:rPr>
          <w:rStyle w:val="Taille-1NormalCar"/>
        </w:rPr>
        <w:t>ÉCÉ</w:t>
      </w:r>
      <w:proofErr w:type="spellEnd"/>
      <w:r>
        <w:rPr>
          <w:bCs/>
        </w:rPr>
        <w:t xml:space="preserve">. – </w:t>
      </w:r>
      <w:r>
        <w:t>La revanche commence ! Alors, tout de suite, un baiser là…</w:t>
      </w:r>
    </w:p>
    <w:p w14:paraId="2E9968B3" w14:textId="77777777" w:rsidR="00011AD4" w:rsidRDefault="00011AD4" w:rsidP="00011AD4">
      <w:pPr>
        <w:jc w:val="right"/>
      </w:pPr>
      <w:r w:rsidRPr="00536314">
        <w:rPr>
          <w:i/>
          <w:sz w:val="32"/>
          <w:szCs w:val="32"/>
        </w:rPr>
        <w:t>Il touche son front.</w:t>
      </w:r>
    </w:p>
    <w:p w14:paraId="4E526B6D" w14:textId="77777777" w:rsidR="00011AD4" w:rsidRDefault="00011AD4" w:rsidP="00011AD4">
      <w:pPr>
        <w:rPr>
          <w:bCs/>
        </w:rPr>
      </w:pPr>
      <w:r>
        <w:t>N</w:t>
      </w:r>
      <w:r>
        <w:rPr>
          <w:rStyle w:val="Taille-1NormalCar"/>
        </w:rPr>
        <w:t>ADA</w:t>
      </w:r>
      <w:r>
        <w:t>. – Le voilà.</w:t>
      </w:r>
    </w:p>
    <w:p w14:paraId="4AF00A9D" w14:textId="77777777" w:rsidR="00011AD4" w:rsidRDefault="00011AD4" w:rsidP="00011AD4">
      <w:proofErr w:type="spellStart"/>
      <w:r>
        <w:rPr>
          <w:bCs/>
        </w:rPr>
        <w:t>C</w:t>
      </w:r>
      <w:r>
        <w:rPr>
          <w:rStyle w:val="Taille-1NormalCar"/>
        </w:rPr>
        <w:t>ÉCÉ</w:t>
      </w:r>
      <w:proofErr w:type="spellEnd"/>
      <w:r>
        <w:rPr>
          <w:bCs/>
        </w:rPr>
        <w:t xml:space="preserve">. – </w:t>
      </w:r>
      <w:r>
        <w:t>Dis un peu, il a dit beaucoup de choses contre moi cette fripouille !</w:t>
      </w:r>
    </w:p>
    <w:p w14:paraId="75D416F4" w14:textId="77777777" w:rsidR="00011AD4" w:rsidRDefault="00011AD4" w:rsidP="00011AD4">
      <w:pPr>
        <w:rPr>
          <w:bCs/>
        </w:rPr>
      </w:pPr>
      <w:r>
        <w:t>N</w:t>
      </w:r>
      <w:r>
        <w:rPr>
          <w:rStyle w:val="Taille-1NormalCar"/>
        </w:rPr>
        <w:t>ADA</w:t>
      </w:r>
      <w:r>
        <w:t>. – Des tas… des tas…</w:t>
      </w:r>
    </w:p>
    <w:p w14:paraId="64817A63" w14:textId="77777777" w:rsidR="00011AD4" w:rsidRDefault="00011AD4" w:rsidP="00011AD4">
      <w:proofErr w:type="spellStart"/>
      <w:r>
        <w:rPr>
          <w:bCs/>
        </w:rPr>
        <w:t>C</w:t>
      </w:r>
      <w:r>
        <w:rPr>
          <w:rStyle w:val="Taille-1NormalCar"/>
        </w:rPr>
        <w:t>ÉCÉ</w:t>
      </w:r>
      <w:proofErr w:type="spellEnd"/>
      <w:r>
        <w:rPr>
          <w:bCs/>
        </w:rPr>
        <w:t xml:space="preserve">. – </w:t>
      </w:r>
      <w:r>
        <w:t>Alors, pour chaque injure un baiser ! Et où je to</w:t>
      </w:r>
      <w:r>
        <w:t>u</w:t>
      </w:r>
      <w:r>
        <w:t>cherai… commençons. Qu’a-t-il dit ?</w:t>
      </w:r>
    </w:p>
    <w:p w14:paraId="56410998" w14:textId="77777777" w:rsidR="00011AD4" w:rsidRDefault="00011AD4" w:rsidP="00011AD4">
      <w:pPr>
        <w:rPr>
          <w:bCs/>
        </w:rPr>
      </w:pPr>
      <w:r>
        <w:lastRenderedPageBreak/>
        <w:t>N</w:t>
      </w:r>
      <w:r>
        <w:rPr>
          <w:rStyle w:val="Taille-1NormalCar"/>
        </w:rPr>
        <w:t>ADA</w:t>
      </w:r>
      <w:r>
        <w:t>. – Canaille.</w:t>
      </w:r>
    </w:p>
    <w:p w14:paraId="181A0010" w14:textId="77777777" w:rsidR="00011AD4" w:rsidRPr="00536314" w:rsidRDefault="00011AD4" w:rsidP="00011AD4">
      <w:pPr>
        <w:rPr>
          <w:i/>
          <w:sz w:val="32"/>
          <w:szCs w:val="32"/>
        </w:rPr>
      </w:pPr>
      <w:proofErr w:type="spellStart"/>
      <w:r>
        <w:rPr>
          <w:bCs/>
        </w:rPr>
        <w:t>C</w:t>
      </w:r>
      <w:r>
        <w:rPr>
          <w:rStyle w:val="Taille-1NormalCar"/>
        </w:rPr>
        <w:t>ÉCÉ</w:t>
      </w:r>
      <w:proofErr w:type="spellEnd"/>
      <w:r>
        <w:rPr>
          <w:bCs/>
        </w:rPr>
        <w:t xml:space="preserve">. – </w:t>
      </w:r>
      <w:r>
        <w:t xml:space="preserve">Tout de suite </w:t>
      </w:r>
      <w:r>
        <w:rPr>
          <w:bCs/>
        </w:rPr>
        <w:t xml:space="preserve">un </w:t>
      </w:r>
      <w:r>
        <w:t xml:space="preserve">baiser </w:t>
      </w:r>
      <w:r>
        <w:rPr>
          <w:bCs/>
        </w:rPr>
        <w:t>là.</w:t>
      </w:r>
    </w:p>
    <w:p w14:paraId="3881123F" w14:textId="77777777" w:rsidR="00011AD4" w:rsidRDefault="00011AD4" w:rsidP="00011AD4">
      <w:pPr>
        <w:jc w:val="right"/>
      </w:pPr>
      <w:r w:rsidRPr="00536314">
        <w:rPr>
          <w:i/>
          <w:sz w:val="32"/>
          <w:szCs w:val="32"/>
        </w:rPr>
        <w:t>Il</w:t>
      </w:r>
      <w:bookmarkStart w:id="1" w:name="bookmark10"/>
      <w:r w:rsidRPr="00536314">
        <w:rPr>
          <w:i/>
          <w:sz w:val="32"/>
          <w:szCs w:val="32"/>
        </w:rPr>
        <w:t xml:space="preserve"> touche sa joue droite.</w:t>
      </w:r>
      <w:bookmarkEnd w:id="1"/>
    </w:p>
    <w:p w14:paraId="4AA5C9B6" w14:textId="77777777" w:rsidR="00011AD4" w:rsidRDefault="00011AD4" w:rsidP="00011AD4">
      <w:pPr>
        <w:rPr>
          <w:bCs/>
        </w:rPr>
      </w:pPr>
      <w:r>
        <w:t>N</w:t>
      </w:r>
      <w:r>
        <w:rPr>
          <w:rStyle w:val="Taille-1NormalCar"/>
        </w:rPr>
        <w:t>ADA</w:t>
      </w:r>
      <w:r>
        <w:t xml:space="preserve"> </w:t>
      </w:r>
      <w:r>
        <w:rPr>
          <w:i/>
          <w:iCs/>
        </w:rPr>
        <w:t>(rit et l’embrasse sur la joue droite).</w:t>
      </w:r>
    </w:p>
    <w:p w14:paraId="55382841" w14:textId="77777777" w:rsidR="00011AD4" w:rsidRDefault="00011AD4" w:rsidP="00011AD4">
      <w:proofErr w:type="spellStart"/>
      <w:r>
        <w:rPr>
          <w:bCs/>
        </w:rPr>
        <w:t>C</w:t>
      </w:r>
      <w:r>
        <w:rPr>
          <w:rStyle w:val="Taille-1NormalCar"/>
        </w:rPr>
        <w:t>ÉCÉ</w:t>
      </w:r>
      <w:proofErr w:type="spellEnd"/>
      <w:r>
        <w:rPr>
          <w:bCs/>
        </w:rPr>
        <w:t>. – Et après, continue…</w:t>
      </w:r>
    </w:p>
    <w:p w14:paraId="666D16FC" w14:textId="77777777" w:rsidR="00011AD4" w:rsidRDefault="00011AD4" w:rsidP="00011AD4">
      <w:r>
        <w:t>N</w:t>
      </w:r>
      <w:r>
        <w:rPr>
          <w:rStyle w:val="Taille-1NormalCar"/>
        </w:rPr>
        <w:t>ADA</w:t>
      </w:r>
      <w:r>
        <w:t>. – Attends… Monstre.</w:t>
      </w:r>
    </w:p>
    <w:p w14:paraId="0217A56E" w14:textId="77777777" w:rsidR="00011AD4" w:rsidRDefault="00011AD4" w:rsidP="00011AD4">
      <w:proofErr w:type="spellStart"/>
      <w:r>
        <w:t>C</w:t>
      </w:r>
      <w:r>
        <w:rPr>
          <w:rStyle w:val="Taille-1NormalCar"/>
        </w:rPr>
        <w:t>ÉCÉ</w:t>
      </w:r>
      <w:proofErr w:type="spellEnd"/>
      <w:r>
        <w:t>. – Monstre ?</w:t>
      </w:r>
    </w:p>
    <w:p w14:paraId="6032254E" w14:textId="77777777" w:rsidR="00011AD4" w:rsidRDefault="00011AD4" w:rsidP="00011AD4">
      <w:r>
        <w:t>N</w:t>
      </w:r>
      <w:r>
        <w:rPr>
          <w:rStyle w:val="Taille-1NormalCar"/>
        </w:rPr>
        <w:t>ADA</w:t>
      </w:r>
      <w:r>
        <w:t>. – … de la nature.</w:t>
      </w:r>
    </w:p>
    <w:p w14:paraId="7ECE11F4" w14:textId="77777777" w:rsidR="00011AD4" w:rsidRDefault="00011AD4" w:rsidP="00011AD4">
      <w:proofErr w:type="spellStart"/>
      <w:r>
        <w:t>C</w:t>
      </w:r>
      <w:r>
        <w:rPr>
          <w:rStyle w:val="Taille-1NormalCar"/>
        </w:rPr>
        <w:t>ÉCÉ</w:t>
      </w:r>
      <w:proofErr w:type="spellEnd"/>
      <w:r>
        <w:t xml:space="preserve">. – Monstre de la nature ? </w:t>
      </w:r>
      <w:r>
        <w:rPr>
          <w:i/>
          <w:iCs/>
        </w:rPr>
        <w:t xml:space="preserve">(Il bondit. Nada lui échappe et court par la chambre en riant.) </w:t>
      </w:r>
      <w:r>
        <w:t>Viens vite, je te prie.</w:t>
      </w:r>
    </w:p>
    <w:p w14:paraId="4293AEB5" w14:textId="77777777" w:rsidR="00011AD4" w:rsidRDefault="00011AD4" w:rsidP="00011AD4">
      <w:r>
        <w:t>N</w:t>
      </w:r>
      <w:r>
        <w:rPr>
          <w:rStyle w:val="Taille-1NormalCar"/>
        </w:rPr>
        <w:t>ADA</w:t>
      </w:r>
      <w:r>
        <w:t>. – Laisse-moi quitter mon chapeau.</w:t>
      </w:r>
    </w:p>
    <w:p w14:paraId="36A23357" w14:textId="77777777" w:rsidR="00011AD4" w:rsidRDefault="00011AD4" w:rsidP="00011AD4">
      <w:proofErr w:type="spellStart"/>
      <w:r>
        <w:t>C</w:t>
      </w:r>
      <w:r>
        <w:rPr>
          <w:rStyle w:val="Taille-1NormalCar"/>
        </w:rPr>
        <w:t>ÉCÉ</w:t>
      </w:r>
      <w:proofErr w:type="spellEnd"/>
      <w:r>
        <w:t>. – Mille six cent cinquante francs et le reste ! Nada, viens…</w:t>
      </w:r>
    </w:p>
    <w:p w14:paraId="0798656E" w14:textId="77777777" w:rsidR="00011AD4" w:rsidRDefault="00011AD4" w:rsidP="00011AD4">
      <w:r>
        <w:t>N</w:t>
      </w:r>
      <w:r>
        <w:rPr>
          <w:rStyle w:val="Taille-1NormalCar"/>
        </w:rPr>
        <w:t>ADA</w:t>
      </w:r>
      <w:r>
        <w:t>. – Me voici.</w:t>
      </w:r>
    </w:p>
    <w:p w14:paraId="7C77D1BF" w14:textId="77777777" w:rsidR="00011AD4" w:rsidRDefault="00011AD4" w:rsidP="00011AD4">
      <w:proofErr w:type="spellStart"/>
      <w:r>
        <w:t>C</w:t>
      </w:r>
      <w:r>
        <w:rPr>
          <w:rStyle w:val="Taille-1NormalCar"/>
        </w:rPr>
        <w:t>ÉCÉ</w:t>
      </w:r>
      <w:proofErr w:type="spellEnd"/>
      <w:r>
        <w:t xml:space="preserve"> </w:t>
      </w:r>
      <w:r>
        <w:rPr>
          <w:i/>
          <w:iCs/>
        </w:rPr>
        <w:t xml:space="preserve">se rassied avec Nada sur les genoux. </w:t>
      </w:r>
      <w:r>
        <w:t xml:space="preserve">– Ainsi, monstre de la nature ? Et… </w:t>
      </w:r>
      <w:r>
        <w:rPr>
          <w:i/>
          <w:iCs/>
        </w:rPr>
        <w:t xml:space="preserve">(il touche du doigt sa bouche) </w:t>
      </w:r>
      <w:r>
        <w:t>cette fois, là, ma chérie.</w:t>
      </w:r>
    </w:p>
    <w:p w14:paraId="1BB693B6" w14:textId="77777777" w:rsidR="00011AD4" w:rsidRDefault="00011AD4" w:rsidP="00011AD4">
      <w:r>
        <w:t>N</w:t>
      </w:r>
      <w:r>
        <w:rPr>
          <w:rStyle w:val="Taille-1NormalCar"/>
        </w:rPr>
        <w:t>ADA</w:t>
      </w:r>
      <w:r>
        <w:t xml:space="preserve"> </w:t>
      </w:r>
      <w:r>
        <w:rPr>
          <w:i/>
          <w:iCs/>
        </w:rPr>
        <w:t>(se penche pour l’embrasser sur la bouche et à ce moment il vaudra mieux que le rideau tombe)</w:t>
      </w:r>
    </w:p>
    <w:p w14:paraId="464D6264" w14:textId="77777777" w:rsidR="00033562" w:rsidRDefault="00011AD4" w:rsidP="00FB25B1">
      <w:pPr>
        <w:pStyle w:val="Centr"/>
        <w:spacing w:before="480"/>
      </w:pPr>
      <w:r w:rsidRPr="00FB25B1">
        <w:rPr>
          <w:i/>
          <w:iCs/>
        </w:rPr>
        <w:t>Rideau.</w:t>
      </w:r>
    </w:p>
    <w:p w14:paraId="21C475CA" w14:textId="77777777" w:rsidR="00033562" w:rsidRDefault="00033562">
      <w:pPr>
        <w:sectPr w:rsidR="00033562" w:rsidSect="00AC6F53">
          <w:footerReference w:type="default" r:id="rId10"/>
          <w:endnotePr>
            <w:numFmt w:val="lowerLetter"/>
          </w:endnotePr>
          <w:pgSz w:w="11906" w:h="16838" w:code="9"/>
          <w:pgMar w:top="1134" w:right="1134" w:bottom="1134" w:left="1134" w:header="709" w:footer="709" w:gutter="0"/>
          <w:cols w:space="708"/>
          <w:titlePg/>
          <w:docGrid w:linePitch="360"/>
        </w:sectPr>
      </w:pPr>
    </w:p>
    <w:p w14:paraId="08E78999" w14:textId="77777777" w:rsidR="00033562" w:rsidRDefault="00033562" w:rsidP="00D87239">
      <w:pPr>
        <w:pStyle w:val="Titre1"/>
        <w:spacing w:before="0" w:after="480"/>
      </w:pPr>
      <w:bookmarkStart w:id="2" w:name="_Toc195612254"/>
      <w:r>
        <w:lastRenderedPageBreak/>
        <w:t xml:space="preserve">À propos de cette </w:t>
      </w:r>
      <w:r w:rsidRPr="007C1C6B">
        <w:t>édition</w:t>
      </w:r>
      <w:r>
        <w:t xml:space="preserve"> électronique</w:t>
      </w:r>
      <w:bookmarkEnd w:id="2"/>
    </w:p>
    <w:p w14:paraId="64A7721D" w14:textId="77777777" w:rsidR="00D87239" w:rsidRPr="00633842" w:rsidRDefault="00D87239" w:rsidP="00D87239">
      <w:pPr>
        <w:spacing w:before="180" w:after="180"/>
        <w:ind w:firstLine="0"/>
        <w:jc w:val="center"/>
        <w:rPr>
          <w:b/>
          <w:bCs/>
          <w:szCs w:val="32"/>
        </w:rPr>
      </w:pPr>
      <w:r w:rsidRPr="00633842">
        <w:rPr>
          <w:b/>
          <w:bCs/>
          <w:szCs w:val="32"/>
        </w:rPr>
        <w:t>Texte libre de droits.</w:t>
      </w:r>
    </w:p>
    <w:p w14:paraId="06D1BAF3" w14:textId="77777777" w:rsidR="00D87239" w:rsidRPr="00633842" w:rsidRDefault="00D87239" w:rsidP="00D87239">
      <w:pPr>
        <w:pStyle w:val="Centr"/>
        <w:spacing w:before="180" w:after="180"/>
      </w:pPr>
      <w:r w:rsidRPr="00633842">
        <w:t>Corrections, édition, conversion informatique et public</w:t>
      </w:r>
      <w:r w:rsidRPr="00633842">
        <w:t>a</w:t>
      </w:r>
      <w:r w:rsidRPr="00633842">
        <w:t>tion par le groupe :</w:t>
      </w:r>
    </w:p>
    <w:p w14:paraId="36FDABC8" w14:textId="77777777" w:rsidR="00D87239" w:rsidRPr="00633842" w:rsidRDefault="00D87239" w:rsidP="00D87239">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3CB3F7A4" w14:textId="77777777" w:rsidR="00D87239" w:rsidRPr="00633842" w:rsidRDefault="00D87239" w:rsidP="00D87239">
      <w:pPr>
        <w:pStyle w:val="Centr"/>
        <w:spacing w:before="180" w:after="180"/>
      </w:pPr>
      <w:hyperlink r:id="rId11" w:history="1">
        <w:r w:rsidRPr="00F74CD6">
          <w:rPr>
            <w:rStyle w:val="Lienhypertexte"/>
          </w:rPr>
          <w:t>https://groups.google.com/g/ebooksgratuits</w:t>
        </w:r>
      </w:hyperlink>
    </w:p>
    <w:p w14:paraId="5F301C34" w14:textId="4911E3E6" w:rsidR="00D87239" w:rsidRPr="00633842" w:rsidRDefault="00D87239" w:rsidP="00D87239">
      <w:pPr>
        <w:pStyle w:val="Centr"/>
        <w:spacing w:before="180" w:after="180"/>
      </w:pPr>
      <w:r w:rsidRPr="00633842">
        <w:t>Adresse du site web du groupe :</w:t>
      </w:r>
      <w:r w:rsidRPr="00633842">
        <w:br/>
      </w:r>
      <w:hyperlink r:id="rId12" w:history="1">
        <w:r w:rsidRPr="006F34A9">
          <w:rPr>
            <w:rStyle w:val="Lienhypertexte"/>
            <w:b/>
            <w:bCs/>
            <w:szCs w:val="32"/>
          </w:rPr>
          <w:t>http</w:t>
        </w:r>
        <w:r w:rsidRPr="006F34A9">
          <w:rPr>
            <w:rStyle w:val="Lienhypertexte"/>
            <w:b/>
            <w:bCs/>
            <w:szCs w:val="32"/>
          </w:rPr>
          <w:t>s</w:t>
        </w:r>
        <w:r w:rsidRPr="006F34A9">
          <w:rPr>
            <w:rStyle w:val="Lienhypertexte"/>
            <w:b/>
            <w:bCs/>
            <w:szCs w:val="32"/>
          </w:rPr>
          <w:t>://www.ebooksgratuits.com/</w:t>
        </w:r>
      </w:hyperlink>
    </w:p>
    <w:p w14:paraId="53B6D79F" w14:textId="77777777" w:rsidR="00D87239" w:rsidRPr="00633842" w:rsidRDefault="00D87239" w:rsidP="00D87239">
      <w:pPr>
        <w:pStyle w:val="Centr"/>
        <w:spacing w:before="180" w:after="180"/>
      </w:pPr>
      <w:r w:rsidRPr="00633842">
        <w:t>—</w:t>
      </w:r>
    </w:p>
    <w:p w14:paraId="287ADBB6" w14:textId="4050A140" w:rsidR="00D87239" w:rsidRPr="00633842" w:rsidRDefault="00D87239" w:rsidP="00D87239">
      <w:pPr>
        <w:spacing w:before="180" w:after="180"/>
        <w:ind w:firstLine="0"/>
        <w:jc w:val="center"/>
        <w:rPr>
          <w:b/>
          <w:bCs/>
          <w:szCs w:val="32"/>
        </w:rPr>
      </w:pPr>
      <w:r>
        <w:rPr>
          <w:b/>
          <w:bCs/>
          <w:szCs w:val="32"/>
        </w:rPr>
        <w:t>Avril 2025</w:t>
      </w:r>
    </w:p>
    <w:p w14:paraId="0C4B8CA4" w14:textId="77777777" w:rsidR="00D87239" w:rsidRPr="00633842" w:rsidRDefault="00D87239" w:rsidP="00D87239">
      <w:pPr>
        <w:pStyle w:val="Centr"/>
        <w:spacing w:before="180" w:after="180"/>
      </w:pPr>
      <w:r w:rsidRPr="00633842">
        <w:t>—</w:t>
      </w:r>
    </w:p>
    <w:p w14:paraId="495F39E8" w14:textId="77777777" w:rsidR="00D87239" w:rsidRPr="00633842" w:rsidRDefault="00D87239" w:rsidP="00D87239">
      <w:pPr>
        <w:spacing w:before="180" w:after="180"/>
      </w:pPr>
      <w:r w:rsidRPr="00633842">
        <w:t>– </w:t>
      </w:r>
      <w:r w:rsidRPr="00633842">
        <w:rPr>
          <w:b/>
        </w:rPr>
        <w:t>Élaboration de ce livre électronique</w:t>
      </w:r>
      <w:r w:rsidRPr="00633842">
        <w:t> :</w:t>
      </w:r>
    </w:p>
    <w:p w14:paraId="653D5A50" w14:textId="6E6EBD4A" w:rsidR="00D87239" w:rsidRPr="00633842" w:rsidRDefault="00D87239" w:rsidP="00842078">
      <w:pPr>
        <w:suppressAutoHyphens/>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t xml:space="preserve"> </w:t>
      </w:r>
      <w:proofErr w:type="spellStart"/>
      <w:r w:rsidR="00842078" w:rsidRPr="00842078">
        <w:t>YvetteT</w:t>
      </w:r>
      <w:proofErr w:type="spellEnd"/>
      <w:r w:rsidR="00842078" w:rsidRPr="00842078">
        <w:t xml:space="preserve">, Jean-Marc, </w:t>
      </w:r>
      <w:proofErr w:type="spellStart"/>
      <w:r w:rsidR="00842078" w:rsidRPr="00842078">
        <w:t>Jean-LucT</w:t>
      </w:r>
      <w:proofErr w:type="spellEnd"/>
      <w:r w:rsidR="00842078">
        <w:t xml:space="preserve">, </w:t>
      </w:r>
      <w:proofErr w:type="spellStart"/>
      <w:r w:rsidR="00842078">
        <w:t>Coolmicro</w:t>
      </w:r>
      <w:proofErr w:type="spellEnd"/>
      <w:r w:rsidR="00842078">
        <w:t>.</w:t>
      </w:r>
    </w:p>
    <w:p w14:paraId="7DBE9184" w14:textId="77777777" w:rsidR="00D87239" w:rsidRPr="00633842" w:rsidRDefault="00D87239" w:rsidP="00D87239">
      <w:pPr>
        <w:spacing w:before="180" w:after="180"/>
      </w:pPr>
      <w:r w:rsidRPr="00633842">
        <w:t>– </w:t>
      </w:r>
      <w:r w:rsidRPr="00633842">
        <w:rPr>
          <w:b/>
        </w:rPr>
        <w:t>Dispositions</w:t>
      </w:r>
      <w:r w:rsidRPr="00633842">
        <w:t> :</w:t>
      </w:r>
    </w:p>
    <w:p w14:paraId="12E168B8" w14:textId="77777777" w:rsidR="00D87239" w:rsidRPr="00633842" w:rsidRDefault="00D87239" w:rsidP="00D87239">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6C7B26BE" w14:textId="77777777" w:rsidR="00D87239" w:rsidRPr="00633842" w:rsidRDefault="00D87239" w:rsidP="00D87239">
      <w:pPr>
        <w:spacing w:before="180" w:after="180"/>
      </w:pPr>
      <w:r w:rsidRPr="00633842">
        <w:t>– </w:t>
      </w:r>
      <w:r w:rsidRPr="00633842">
        <w:rPr>
          <w:b/>
        </w:rPr>
        <w:t>Qualité</w:t>
      </w:r>
      <w:r w:rsidRPr="00633842">
        <w:t> :</w:t>
      </w:r>
    </w:p>
    <w:p w14:paraId="4B8A474D" w14:textId="77777777" w:rsidR="00D87239" w:rsidRPr="00633842" w:rsidRDefault="00D87239" w:rsidP="00D87239">
      <w:pPr>
        <w:spacing w:before="180" w:after="180"/>
      </w:pPr>
      <w:r w:rsidRPr="00633842">
        <w:t>Les textes sont livrés tels quels sans garantie de leur int</w:t>
      </w:r>
      <w:r w:rsidRPr="00633842">
        <w:t>é</w:t>
      </w:r>
      <w:r w:rsidRPr="00633842">
        <w:t>grité parfaite par rapport à l'original. Nous rappelons que c'est un travail d'amateurs non rétribués et que nous essayons de promouvoir la culture littéraire avec de maigres moyens.</w:t>
      </w:r>
    </w:p>
    <w:p w14:paraId="12DE2D9E" w14:textId="77777777" w:rsidR="00D87239" w:rsidRPr="00633842" w:rsidRDefault="00D87239" w:rsidP="00D87239">
      <w:pPr>
        <w:spacing w:before="180" w:after="180"/>
        <w:ind w:firstLine="0"/>
        <w:jc w:val="center"/>
        <w:rPr>
          <w:i/>
          <w:iCs/>
          <w:szCs w:val="32"/>
        </w:rPr>
      </w:pPr>
      <w:r w:rsidRPr="00633842">
        <w:rPr>
          <w:i/>
          <w:iCs/>
          <w:szCs w:val="32"/>
        </w:rPr>
        <w:t>Votre aide est la bienvenue !</w:t>
      </w:r>
    </w:p>
    <w:p w14:paraId="74D63342" w14:textId="4D949256" w:rsidR="00033562" w:rsidRPr="007C1C6B" w:rsidRDefault="00D87239" w:rsidP="00D87239">
      <w:pPr>
        <w:pStyle w:val="Centr"/>
        <w:suppressAutoHyphens/>
        <w:spacing w:before="180" w:after="180"/>
      </w:pPr>
      <w:r w:rsidRPr="00633842">
        <w:t>VOUS POUVEZ NOUS AIDER À FAIRE CONNAÎTRE CES CLASSIQUES LITTÉRAIRES.</w:t>
      </w:r>
    </w:p>
    <w:sectPr w:rsidR="00033562" w:rsidRPr="007C1C6B" w:rsidSect="00D87239">
      <w:pgSz w:w="11906" w:h="16838" w:code="9"/>
      <w:pgMar w:top="567" w:right="567"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084F8" w14:textId="77777777" w:rsidR="00557A4C" w:rsidRDefault="00557A4C">
      <w:r>
        <w:separator/>
      </w:r>
    </w:p>
  </w:endnote>
  <w:endnote w:type="continuationSeparator" w:id="0">
    <w:p w14:paraId="36D6CE7F" w14:textId="77777777" w:rsidR="00557A4C" w:rsidRDefault="00557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5F8BD" w14:textId="77777777" w:rsidR="00F86304" w:rsidRDefault="00F86304">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591F9" w14:textId="77777777" w:rsidR="00F86304" w:rsidRDefault="00F86304">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sidR="00FB25B1">
      <w:rPr>
        <w:rStyle w:val="Numrodepage"/>
        <w:noProof/>
        <w:sz w:val="30"/>
        <w:szCs w:val="30"/>
      </w:rPr>
      <w:t>31</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E9AB71" w14:textId="77777777" w:rsidR="00557A4C" w:rsidRDefault="00557A4C">
      <w:r>
        <w:separator/>
      </w:r>
    </w:p>
  </w:footnote>
  <w:footnote w:type="continuationSeparator" w:id="0">
    <w:p w14:paraId="3C312382" w14:textId="77777777" w:rsidR="00557A4C" w:rsidRDefault="00557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876769463">
    <w:abstractNumId w:val="11"/>
  </w:num>
  <w:num w:numId="2" w16cid:durableId="1357539164">
    <w:abstractNumId w:val="12"/>
  </w:num>
  <w:num w:numId="3" w16cid:durableId="313995363">
    <w:abstractNumId w:val="13"/>
  </w:num>
  <w:num w:numId="4" w16cid:durableId="85856360">
    <w:abstractNumId w:val="14"/>
  </w:num>
  <w:num w:numId="5" w16cid:durableId="676077397">
    <w:abstractNumId w:val="8"/>
  </w:num>
  <w:num w:numId="6" w16cid:durableId="626934789">
    <w:abstractNumId w:val="3"/>
  </w:num>
  <w:num w:numId="7" w16cid:durableId="1202940298">
    <w:abstractNumId w:val="2"/>
  </w:num>
  <w:num w:numId="8" w16cid:durableId="297421749">
    <w:abstractNumId w:val="1"/>
  </w:num>
  <w:num w:numId="9" w16cid:durableId="480313723">
    <w:abstractNumId w:val="0"/>
  </w:num>
  <w:num w:numId="10" w16cid:durableId="24984346">
    <w:abstractNumId w:val="9"/>
  </w:num>
  <w:num w:numId="11" w16cid:durableId="480655561">
    <w:abstractNumId w:val="7"/>
  </w:num>
  <w:num w:numId="12" w16cid:durableId="1121454015">
    <w:abstractNumId w:val="6"/>
  </w:num>
  <w:num w:numId="13" w16cid:durableId="1840778683">
    <w:abstractNumId w:val="5"/>
  </w:num>
  <w:num w:numId="14" w16cid:durableId="2048404212">
    <w:abstractNumId w:val="4"/>
  </w:num>
  <w:num w:numId="15" w16cid:durableId="18089978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898"/>
    <w:rsid w:val="00001285"/>
    <w:rsid w:val="000119AC"/>
    <w:rsid w:val="00011AD4"/>
    <w:rsid w:val="00021C38"/>
    <w:rsid w:val="00033562"/>
    <w:rsid w:val="00035C3A"/>
    <w:rsid w:val="00045F75"/>
    <w:rsid w:val="000624DA"/>
    <w:rsid w:val="00066E2D"/>
    <w:rsid w:val="00067167"/>
    <w:rsid w:val="00077531"/>
    <w:rsid w:val="000F2111"/>
    <w:rsid w:val="000F7F4B"/>
    <w:rsid w:val="0010298A"/>
    <w:rsid w:val="001635FE"/>
    <w:rsid w:val="00176FA6"/>
    <w:rsid w:val="00203135"/>
    <w:rsid w:val="00284AF2"/>
    <w:rsid w:val="002E4734"/>
    <w:rsid w:val="0032506F"/>
    <w:rsid w:val="00335365"/>
    <w:rsid w:val="00336E88"/>
    <w:rsid w:val="00367258"/>
    <w:rsid w:val="003F6FF9"/>
    <w:rsid w:val="00431C66"/>
    <w:rsid w:val="004618A4"/>
    <w:rsid w:val="00466185"/>
    <w:rsid w:val="00476836"/>
    <w:rsid w:val="004856F7"/>
    <w:rsid w:val="004B3CA8"/>
    <w:rsid w:val="004C3D05"/>
    <w:rsid w:val="0051085B"/>
    <w:rsid w:val="00536314"/>
    <w:rsid w:val="00554C93"/>
    <w:rsid w:val="00557A4C"/>
    <w:rsid w:val="00576E04"/>
    <w:rsid w:val="005C4D38"/>
    <w:rsid w:val="005F6E58"/>
    <w:rsid w:val="0061214E"/>
    <w:rsid w:val="00640C4F"/>
    <w:rsid w:val="006524A0"/>
    <w:rsid w:val="00676B26"/>
    <w:rsid w:val="00703D4D"/>
    <w:rsid w:val="00705271"/>
    <w:rsid w:val="00722EA0"/>
    <w:rsid w:val="007549CD"/>
    <w:rsid w:val="0076257B"/>
    <w:rsid w:val="0076513E"/>
    <w:rsid w:val="0078241C"/>
    <w:rsid w:val="007841D8"/>
    <w:rsid w:val="007A353A"/>
    <w:rsid w:val="007B6898"/>
    <w:rsid w:val="007C1C6B"/>
    <w:rsid w:val="007C56AC"/>
    <w:rsid w:val="007C6DD4"/>
    <w:rsid w:val="007E0F7B"/>
    <w:rsid w:val="007F5860"/>
    <w:rsid w:val="0081508F"/>
    <w:rsid w:val="00825620"/>
    <w:rsid w:val="00842078"/>
    <w:rsid w:val="00856DF4"/>
    <w:rsid w:val="00863B07"/>
    <w:rsid w:val="008840CC"/>
    <w:rsid w:val="008F106B"/>
    <w:rsid w:val="00930A77"/>
    <w:rsid w:val="00946EE4"/>
    <w:rsid w:val="00951E57"/>
    <w:rsid w:val="009B3DDD"/>
    <w:rsid w:val="009E3983"/>
    <w:rsid w:val="00AB5337"/>
    <w:rsid w:val="00AC6F53"/>
    <w:rsid w:val="00AD4BBC"/>
    <w:rsid w:val="00AE7702"/>
    <w:rsid w:val="00AF0A3E"/>
    <w:rsid w:val="00B1136E"/>
    <w:rsid w:val="00B241D4"/>
    <w:rsid w:val="00B909AE"/>
    <w:rsid w:val="00BA7596"/>
    <w:rsid w:val="00BD0C07"/>
    <w:rsid w:val="00BF29E4"/>
    <w:rsid w:val="00C323C1"/>
    <w:rsid w:val="00C43D20"/>
    <w:rsid w:val="00C51E70"/>
    <w:rsid w:val="00C55CA7"/>
    <w:rsid w:val="00C82075"/>
    <w:rsid w:val="00C82867"/>
    <w:rsid w:val="00C877F6"/>
    <w:rsid w:val="00D02BDE"/>
    <w:rsid w:val="00D47BCF"/>
    <w:rsid w:val="00D57E8F"/>
    <w:rsid w:val="00D80434"/>
    <w:rsid w:val="00D87239"/>
    <w:rsid w:val="00D9756D"/>
    <w:rsid w:val="00DB636B"/>
    <w:rsid w:val="00DD7BB4"/>
    <w:rsid w:val="00DF43DD"/>
    <w:rsid w:val="00E30FAD"/>
    <w:rsid w:val="00E35EE1"/>
    <w:rsid w:val="00E847C9"/>
    <w:rsid w:val="00E90A7B"/>
    <w:rsid w:val="00F42B6E"/>
    <w:rsid w:val="00F74495"/>
    <w:rsid w:val="00F86304"/>
    <w:rsid w:val="00FB25B1"/>
    <w:rsid w:val="00FD5C53"/>
    <w:rsid w:val="00FD6E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84211D"/>
  <w15:chartTrackingRefBased/>
  <w15:docId w15:val="{1796C587-CB52-44F6-B1D6-049CB47B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7239"/>
    <w:pPr>
      <w:spacing w:before="240" w:after="240"/>
      <w:ind w:firstLine="680"/>
      <w:jc w:val="both"/>
    </w:pPr>
    <w:rPr>
      <w:rFonts w:ascii="Amasis30" w:hAnsi="Amasis30"/>
      <w:sz w:val="36"/>
      <w:szCs w:val="24"/>
    </w:rPr>
  </w:style>
  <w:style w:type="paragraph" w:styleId="Titre1">
    <w:name w:val="heading 1"/>
    <w:basedOn w:val="Normal"/>
    <w:next w:val="Normal"/>
    <w:qFormat/>
    <w:rsid w:val="00AC6F53"/>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AC6F53"/>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AC6F53"/>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AC6F53"/>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rsid w:val="00AC6F53"/>
  </w:style>
  <w:style w:type="character" w:styleId="Lienhypertexte">
    <w:name w:val="Hyperlink"/>
    <w:uiPriority w:val="99"/>
    <w:rsid w:val="00AC6F53"/>
    <w:rPr>
      <w:rFonts w:ascii="Amasis30" w:hAnsi="Amasis30"/>
      <w:color w:val="004080"/>
      <w:u w:val="single"/>
    </w:rPr>
  </w:style>
  <w:style w:type="paragraph" w:styleId="Explorateurdedocuments">
    <w:name w:val="Document Map"/>
    <w:basedOn w:val="Normal"/>
    <w:semiHidden/>
    <w:pPr>
      <w:shd w:val="clear" w:color="auto" w:fill="000080"/>
    </w:pPr>
    <w:rPr>
      <w:rFonts w:ascii="Tahoma" w:hAnsi="Tahoma" w:cs="Tahoma"/>
    </w:rPr>
  </w:style>
  <w:style w:type="paragraph" w:styleId="TM1">
    <w:name w:val="toc 1"/>
    <w:basedOn w:val="Normal"/>
    <w:next w:val="Normal"/>
    <w:autoRedefine/>
    <w:uiPriority w:val="39"/>
    <w:rsid w:val="00AC6F53"/>
    <w:pPr>
      <w:tabs>
        <w:tab w:val="right" w:leader="dot" w:pos="9639"/>
      </w:tabs>
      <w:spacing w:before="180" w:after="180"/>
      <w:ind w:firstLine="0"/>
      <w:jc w:val="left"/>
    </w:pPr>
    <w:rPr>
      <w:bCs/>
      <w:iCs/>
      <w:noProof/>
      <w:color w:val="000080"/>
      <w:szCs w:val="28"/>
    </w:rPr>
  </w:style>
  <w:style w:type="paragraph" w:styleId="En-tte">
    <w:name w:val="header"/>
    <w:basedOn w:val="Normal"/>
    <w:rsid w:val="00AC6F53"/>
    <w:pPr>
      <w:tabs>
        <w:tab w:val="center" w:pos="4536"/>
        <w:tab w:val="right" w:pos="9072"/>
      </w:tabs>
    </w:pPr>
  </w:style>
  <w:style w:type="paragraph" w:styleId="Pieddepage">
    <w:name w:val="footer"/>
    <w:basedOn w:val="Normal"/>
    <w:rsid w:val="00AC6F53"/>
    <w:pPr>
      <w:tabs>
        <w:tab w:val="center" w:pos="4536"/>
        <w:tab w:val="right" w:pos="9072"/>
      </w:tabs>
      <w:ind w:firstLine="0"/>
      <w:jc w:val="center"/>
    </w:pPr>
    <w:rPr>
      <w:sz w:val="32"/>
    </w:rPr>
  </w:style>
  <w:style w:type="character" w:styleId="Numrodepage">
    <w:name w:val="page number"/>
    <w:basedOn w:val="Policepardfaut"/>
    <w:rsid w:val="00AC6F53"/>
  </w:style>
  <w:style w:type="paragraph" w:styleId="TM2">
    <w:name w:val="toc 2"/>
    <w:basedOn w:val="Normal"/>
    <w:next w:val="Normal"/>
    <w:autoRedefine/>
    <w:uiPriority w:val="39"/>
    <w:rsid w:val="00AC6F53"/>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AC6F53"/>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AC6F53"/>
    <w:pPr>
      <w:ind w:left="780"/>
    </w:pPr>
  </w:style>
  <w:style w:type="paragraph" w:styleId="TM5">
    <w:name w:val="toc 5"/>
    <w:basedOn w:val="Normal"/>
    <w:next w:val="Normal"/>
    <w:autoRedefine/>
    <w:semiHidden/>
    <w:rsid w:val="00AC6F53"/>
    <w:pPr>
      <w:ind w:left="1040"/>
    </w:pPr>
  </w:style>
  <w:style w:type="paragraph" w:styleId="TM6">
    <w:name w:val="toc 6"/>
    <w:basedOn w:val="Normal"/>
    <w:next w:val="Normal"/>
    <w:autoRedefine/>
    <w:semiHidden/>
    <w:rsid w:val="00AC6F53"/>
    <w:pPr>
      <w:ind w:left="1300"/>
    </w:pPr>
  </w:style>
  <w:style w:type="paragraph" w:styleId="TM7">
    <w:name w:val="toc 7"/>
    <w:basedOn w:val="Normal"/>
    <w:next w:val="Normal"/>
    <w:autoRedefine/>
    <w:semiHidden/>
    <w:rsid w:val="00AC6F53"/>
    <w:pPr>
      <w:ind w:left="1560"/>
    </w:pPr>
  </w:style>
  <w:style w:type="paragraph" w:styleId="TM8">
    <w:name w:val="toc 8"/>
    <w:basedOn w:val="Normal"/>
    <w:next w:val="Normal"/>
    <w:autoRedefine/>
    <w:semiHidden/>
    <w:rsid w:val="00AC6F53"/>
    <w:pPr>
      <w:ind w:left="1820"/>
    </w:pPr>
  </w:style>
  <w:style w:type="paragraph" w:styleId="TM9">
    <w:name w:val="toc 9"/>
    <w:basedOn w:val="Normal"/>
    <w:next w:val="Normal"/>
    <w:autoRedefine/>
    <w:semiHidden/>
    <w:rsid w:val="00AC6F53"/>
    <w:pPr>
      <w:ind w:left="2080"/>
    </w:pPr>
  </w:style>
  <w:style w:type="character" w:styleId="Appelnotedebasdep">
    <w:name w:val="footnote reference"/>
    <w:qFormat/>
    <w:rsid w:val="00AC6F53"/>
    <w:rPr>
      <w:rFonts w:ascii="Amasis30" w:hAnsi="Amasis30"/>
      <w:b/>
      <w:sz w:val="36"/>
      <w:vertAlign w:val="superscript"/>
    </w:rPr>
  </w:style>
  <w:style w:type="paragraph" w:styleId="Notedebasdepage">
    <w:name w:val="footnote text"/>
    <w:basedOn w:val="Taille-1Normal"/>
    <w:qFormat/>
    <w:rsid w:val="00AC6F53"/>
    <w:rPr>
      <w:szCs w:val="30"/>
    </w:rPr>
  </w:style>
  <w:style w:type="paragraph" w:customStyle="1" w:styleId="Auteur">
    <w:name w:val="Auteur"/>
    <w:basedOn w:val="Normal"/>
    <w:rsid w:val="00AC6F53"/>
    <w:pPr>
      <w:spacing w:before="0" w:after="1800"/>
      <w:ind w:right="851" w:firstLine="0"/>
      <w:jc w:val="right"/>
    </w:pPr>
    <w:rPr>
      <w:sz w:val="48"/>
    </w:rPr>
  </w:style>
  <w:style w:type="paragraph" w:customStyle="1" w:styleId="Titrelivre">
    <w:name w:val="Titre_livre"/>
    <w:basedOn w:val="Normal"/>
    <w:rsid w:val="00AC6F53"/>
    <w:pPr>
      <w:spacing w:before="0" w:after="1200"/>
      <w:ind w:left="2268" w:right="851" w:firstLine="0"/>
      <w:jc w:val="right"/>
    </w:pPr>
    <w:rPr>
      <w:b/>
      <w:bCs/>
      <w:sz w:val="72"/>
    </w:rPr>
  </w:style>
  <w:style w:type="paragraph" w:customStyle="1" w:styleId="Soustitrelivre">
    <w:name w:val="Sous_titre_livre"/>
    <w:basedOn w:val="Normal"/>
    <w:rsid w:val="00AC6F53"/>
    <w:pPr>
      <w:spacing w:before="0" w:after="2160"/>
      <w:ind w:left="2268" w:right="851" w:firstLine="0"/>
      <w:jc w:val="right"/>
    </w:pPr>
    <w:rPr>
      <w:bCs/>
      <w:sz w:val="44"/>
      <w:szCs w:val="36"/>
    </w:rPr>
  </w:style>
  <w:style w:type="paragraph" w:customStyle="1" w:styleId="Photoauteur">
    <w:name w:val="Photo_auteur"/>
    <w:basedOn w:val="Normal"/>
    <w:rsid w:val="00AC6F53"/>
    <w:pPr>
      <w:spacing w:after="1080"/>
      <w:ind w:left="2268" w:firstLine="0"/>
      <w:jc w:val="center"/>
    </w:pPr>
    <w:rPr>
      <w:noProof/>
    </w:rPr>
  </w:style>
  <w:style w:type="paragraph" w:customStyle="1" w:styleId="DateSortie">
    <w:name w:val="Date_Sortie"/>
    <w:basedOn w:val="Normal"/>
    <w:rsid w:val="00AC6F53"/>
    <w:pPr>
      <w:spacing w:before="0" w:after="0"/>
      <w:ind w:right="1418" w:firstLine="0"/>
      <w:jc w:val="right"/>
    </w:pPr>
    <w:rPr>
      <w:bCs/>
      <w:sz w:val="40"/>
    </w:rPr>
  </w:style>
  <w:style w:type="paragraph" w:customStyle="1" w:styleId="Titretablematires">
    <w:name w:val="Titre table matières"/>
    <w:basedOn w:val="Normal"/>
    <w:rsid w:val="00AC6F53"/>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AC6F53"/>
    <w:pPr>
      <w:ind w:firstLine="0"/>
      <w:jc w:val="center"/>
    </w:pPr>
    <w:rPr>
      <w:szCs w:val="20"/>
    </w:rPr>
  </w:style>
  <w:style w:type="paragraph" w:customStyle="1" w:styleId="NormalSansIndent">
    <w:name w:val="NormalSansIndent"/>
    <w:basedOn w:val="Normal"/>
    <w:rsid w:val="00AC6F53"/>
    <w:pPr>
      <w:ind w:firstLine="0"/>
    </w:pPr>
    <w:rPr>
      <w:szCs w:val="20"/>
    </w:rPr>
  </w:style>
  <w:style w:type="paragraph" w:customStyle="1" w:styleId="NormalSolidaire">
    <w:name w:val="NormalSolidaire"/>
    <w:basedOn w:val="Normal"/>
    <w:qFormat/>
    <w:rsid w:val="00AC6F53"/>
    <w:pPr>
      <w:keepNext/>
    </w:pPr>
  </w:style>
  <w:style w:type="paragraph" w:customStyle="1" w:styleId="NormalSautPageAvant">
    <w:name w:val="NormalSautPageAvant"/>
    <w:basedOn w:val="Normal"/>
    <w:qFormat/>
    <w:rsid w:val="00AC6F53"/>
    <w:pPr>
      <w:pageBreakBefore/>
    </w:pPr>
  </w:style>
  <w:style w:type="paragraph" w:customStyle="1" w:styleId="NormalEspAvtGrand">
    <w:name w:val="NormalEspAvtGrand"/>
    <w:basedOn w:val="Normal"/>
    <w:rsid w:val="00AC6F53"/>
    <w:pPr>
      <w:spacing w:before="2640"/>
    </w:pPr>
    <w:rPr>
      <w:szCs w:val="20"/>
    </w:rPr>
  </w:style>
  <w:style w:type="paragraph" w:customStyle="1" w:styleId="CentrEspAvt0">
    <w:name w:val="CentréEspAvt0"/>
    <w:basedOn w:val="Centr"/>
    <w:next w:val="CentrEspAvt0EspApr0"/>
    <w:rsid w:val="00AC6F53"/>
    <w:pPr>
      <w:spacing w:before="0"/>
    </w:pPr>
  </w:style>
  <w:style w:type="paragraph" w:customStyle="1" w:styleId="CentrEspApr0">
    <w:name w:val="CentréEspApr0"/>
    <w:basedOn w:val="Centr"/>
    <w:next w:val="Normal"/>
    <w:rsid w:val="00AC6F53"/>
    <w:pPr>
      <w:spacing w:after="0"/>
    </w:pPr>
  </w:style>
  <w:style w:type="paragraph" w:customStyle="1" w:styleId="CentrEspAvt0EspApr0">
    <w:name w:val="CentréEspAvt0EspApr0"/>
    <w:basedOn w:val="Centr"/>
    <w:rsid w:val="00AC6F53"/>
    <w:pPr>
      <w:spacing w:before="0" w:after="0"/>
    </w:pPr>
  </w:style>
  <w:style w:type="paragraph" w:customStyle="1" w:styleId="Droite">
    <w:name w:val="Droite"/>
    <w:basedOn w:val="Normal"/>
    <w:next w:val="Normal"/>
    <w:rsid w:val="00AC6F53"/>
    <w:pPr>
      <w:ind w:firstLine="0"/>
      <w:jc w:val="right"/>
    </w:pPr>
    <w:rPr>
      <w:szCs w:val="20"/>
    </w:rPr>
  </w:style>
  <w:style w:type="paragraph" w:customStyle="1" w:styleId="DroiteRetraitGauche1X">
    <w:name w:val="DroiteRetraitGauche1X"/>
    <w:basedOn w:val="Droite"/>
    <w:next w:val="Normal"/>
    <w:rsid w:val="00AC6F53"/>
    <w:pPr>
      <w:ind w:left="680"/>
    </w:pPr>
  </w:style>
  <w:style w:type="paragraph" w:customStyle="1" w:styleId="DroiteRetraitGauche2X">
    <w:name w:val="DroiteRetraitGauche2X"/>
    <w:basedOn w:val="Droite"/>
    <w:next w:val="Normal"/>
    <w:rsid w:val="00AC6F53"/>
    <w:pPr>
      <w:ind w:left="1361"/>
    </w:pPr>
  </w:style>
  <w:style w:type="paragraph" w:customStyle="1" w:styleId="DroiteRetraitGauche3X">
    <w:name w:val="DroiteRetraitGauche3X"/>
    <w:basedOn w:val="Droite"/>
    <w:next w:val="Normal"/>
    <w:rsid w:val="00AC6F53"/>
    <w:pPr>
      <w:ind w:left="2041"/>
    </w:pPr>
  </w:style>
  <w:style w:type="paragraph" w:customStyle="1" w:styleId="DroiteRetraitGauche4X">
    <w:name w:val="DroiteRetraitGauche4X"/>
    <w:basedOn w:val="Droite"/>
    <w:next w:val="Normal"/>
    <w:rsid w:val="00AC6F53"/>
    <w:pPr>
      <w:ind w:left="2722"/>
    </w:pPr>
  </w:style>
  <w:style w:type="paragraph" w:customStyle="1" w:styleId="Taille-1Normal">
    <w:name w:val="Taille-1Normal"/>
    <w:basedOn w:val="Normal"/>
    <w:link w:val="Taille-1NormalCar"/>
    <w:rsid w:val="00AC6F53"/>
    <w:rPr>
      <w:sz w:val="32"/>
      <w:szCs w:val="28"/>
    </w:rPr>
  </w:style>
  <w:style w:type="paragraph" w:customStyle="1" w:styleId="Taille-1RetraitGauche1X">
    <w:name w:val="Taille-1RetraitGauche1X"/>
    <w:basedOn w:val="Taille-1Normal"/>
    <w:rsid w:val="00AC6F53"/>
    <w:pPr>
      <w:ind w:left="680"/>
    </w:pPr>
    <w:rPr>
      <w:szCs w:val="20"/>
    </w:rPr>
  </w:style>
  <w:style w:type="paragraph" w:customStyle="1" w:styleId="Taille-1RetraitGauche2X">
    <w:name w:val="Taille-1RetraitGauche2X"/>
    <w:basedOn w:val="Taille-1Normal"/>
    <w:rsid w:val="00AC6F53"/>
    <w:pPr>
      <w:ind w:left="1361"/>
    </w:pPr>
    <w:rPr>
      <w:szCs w:val="20"/>
    </w:rPr>
  </w:style>
  <w:style w:type="paragraph" w:customStyle="1" w:styleId="Taille-1RetraitGauche3X">
    <w:name w:val="Taille-1RetraitGauche3X"/>
    <w:basedOn w:val="Taille-1Normal"/>
    <w:rsid w:val="00AC6F53"/>
    <w:pPr>
      <w:ind w:left="2041"/>
    </w:pPr>
    <w:rPr>
      <w:szCs w:val="20"/>
    </w:rPr>
  </w:style>
  <w:style w:type="paragraph" w:customStyle="1" w:styleId="Taille-1RetraitGauche1XIndent0">
    <w:name w:val="Taille-1RetraitGauche1XIndent0"/>
    <w:basedOn w:val="Taille-1RetraitGauche1X"/>
    <w:rsid w:val="00AC6F53"/>
    <w:pPr>
      <w:ind w:firstLine="0"/>
    </w:pPr>
  </w:style>
  <w:style w:type="paragraph" w:customStyle="1" w:styleId="Taille-1RetraitGauche2XIndent0">
    <w:name w:val="Taille-1RetraitGauche2XIndent0"/>
    <w:basedOn w:val="Taille-1RetraitGauche2X"/>
    <w:rsid w:val="00AC6F53"/>
    <w:pPr>
      <w:ind w:firstLine="0"/>
    </w:pPr>
  </w:style>
  <w:style w:type="paragraph" w:customStyle="1" w:styleId="Taille-1RetraitGauche3XIndent0">
    <w:name w:val="Taille-1RetraitGauche3XIndent0"/>
    <w:basedOn w:val="Taille-1RetraitGauche3X"/>
    <w:rsid w:val="00AC6F53"/>
    <w:pPr>
      <w:ind w:firstLine="0"/>
    </w:pPr>
  </w:style>
  <w:style w:type="paragraph" w:customStyle="1" w:styleId="Taille-1RetraitGauche4XIndent0">
    <w:name w:val="Taille-1RetraitGauche4XIndent0"/>
    <w:basedOn w:val="Taille-1Normal"/>
    <w:rsid w:val="00AC6F53"/>
    <w:pPr>
      <w:ind w:left="2722" w:firstLine="0"/>
    </w:pPr>
    <w:rPr>
      <w:szCs w:val="20"/>
    </w:rPr>
  </w:style>
  <w:style w:type="paragraph" w:customStyle="1" w:styleId="NormalRetraitGauche1X">
    <w:name w:val="NormalRetraitGauche1X"/>
    <w:basedOn w:val="Normal"/>
    <w:rsid w:val="00AC6F53"/>
    <w:pPr>
      <w:ind w:left="680"/>
    </w:pPr>
    <w:rPr>
      <w:szCs w:val="20"/>
    </w:rPr>
  </w:style>
  <w:style w:type="paragraph" w:customStyle="1" w:styleId="NormalRetraitGauche2X">
    <w:name w:val="NormalRetraitGauche2X"/>
    <w:basedOn w:val="Normal"/>
    <w:rsid w:val="00AC6F53"/>
    <w:pPr>
      <w:ind w:left="1361"/>
    </w:pPr>
    <w:rPr>
      <w:szCs w:val="20"/>
    </w:rPr>
  </w:style>
  <w:style w:type="paragraph" w:customStyle="1" w:styleId="NormalRetraitGauche3X">
    <w:name w:val="NormalRetraitGauche3X"/>
    <w:basedOn w:val="Normal"/>
    <w:rsid w:val="00AC6F53"/>
    <w:pPr>
      <w:ind w:left="2041"/>
    </w:pPr>
    <w:rPr>
      <w:szCs w:val="20"/>
    </w:rPr>
  </w:style>
  <w:style w:type="paragraph" w:customStyle="1" w:styleId="NormalRetraitGauche1XIndent0">
    <w:name w:val="NormalRetraitGauche1XIndent0"/>
    <w:basedOn w:val="NormalRetraitGauche1X"/>
    <w:rsid w:val="00AC6F53"/>
    <w:pPr>
      <w:ind w:firstLine="0"/>
    </w:pPr>
  </w:style>
  <w:style w:type="paragraph" w:customStyle="1" w:styleId="NormalRetraitGauche2XIndent0">
    <w:name w:val="NormalRetraitGauche2XIndent0"/>
    <w:basedOn w:val="NormalRetraitGauche2X"/>
    <w:rsid w:val="00AC6F53"/>
    <w:pPr>
      <w:ind w:firstLine="0"/>
    </w:pPr>
  </w:style>
  <w:style w:type="paragraph" w:customStyle="1" w:styleId="NormalRetraitGauche3XIndent0">
    <w:name w:val="NormalRetraitGauche3XIndent0"/>
    <w:basedOn w:val="NormalRetraitGauche3X"/>
    <w:rsid w:val="00AC6F53"/>
    <w:pPr>
      <w:ind w:firstLine="0"/>
    </w:pPr>
  </w:style>
  <w:style w:type="paragraph" w:customStyle="1" w:styleId="NormalRetraitGauche4XIndent0">
    <w:name w:val="NormalRetraitGauche4XIndent0"/>
    <w:basedOn w:val="Normal"/>
    <w:rsid w:val="00AC6F53"/>
    <w:pPr>
      <w:ind w:left="2722" w:firstLine="0"/>
    </w:pPr>
    <w:rPr>
      <w:szCs w:val="20"/>
    </w:rPr>
  </w:style>
  <w:style w:type="paragraph" w:styleId="Notedefin">
    <w:name w:val="endnote text"/>
    <w:basedOn w:val="Taille-1Normal"/>
    <w:link w:val="NotedefinCar"/>
    <w:uiPriority w:val="99"/>
    <w:semiHidden/>
    <w:unhideWhenUsed/>
    <w:qFormat/>
    <w:rsid w:val="00AC6F53"/>
    <w:rPr>
      <w:szCs w:val="20"/>
      <w:lang w:val="x-none" w:eastAsia="x-none"/>
    </w:rPr>
  </w:style>
  <w:style w:type="character" w:customStyle="1" w:styleId="NotedefinCar1">
    <w:name w:val="Note de fin Car1"/>
    <w:uiPriority w:val="99"/>
    <w:semiHidden/>
    <w:rsid w:val="005C4D38"/>
    <w:rPr>
      <w:rFonts w:ascii="Georgia" w:hAnsi="Georgia"/>
      <w:sz w:val="28"/>
    </w:rPr>
  </w:style>
  <w:style w:type="character" w:styleId="Appeldenotedefin">
    <w:name w:val="endnote reference"/>
    <w:uiPriority w:val="99"/>
    <w:unhideWhenUsed/>
    <w:qFormat/>
    <w:rsid w:val="00AC6F53"/>
    <w:rPr>
      <w:rFonts w:ascii="Amasis30" w:hAnsi="Amasis30"/>
      <w:b/>
      <w:sz w:val="36"/>
      <w:vertAlign w:val="superscript"/>
    </w:rPr>
  </w:style>
  <w:style w:type="paragraph" w:customStyle="1" w:styleId="NormalSuspendu1X">
    <w:name w:val="NormalSuspendu1X"/>
    <w:basedOn w:val="Normal"/>
    <w:rsid w:val="00AC6F53"/>
    <w:pPr>
      <w:ind w:left="680" w:hanging="680"/>
    </w:pPr>
    <w:rPr>
      <w:szCs w:val="20"/>
    </w:rPr>
  </w:style>
  <w:style w:type="paragraph" w:customStyle="1" w:styleId="NormalSuspendu1XRetrait1X">
    <w:name w:val="NormalSuspendu1XRetrait1X"/>
    <w:basedOn w:val="Normal"/>
    <w:rsid w:val="00AC6F53"/>
    <w:pPr>
      <w:ind w:left="1360" w:hanging="680"/>
    </w:pPr>
  </w:style>
  <w:style w:type="paragraph" w:customStyle="1" w:styleId="NormalEspAvt0EspApr0">
    <w:name w:val="NormalEspAvt0EspApr0"/>
    <w:basedOn w:val="Normal"/>
    <w:rsid w:val="00AC6F53"/>
    <w:pPr>
      <w:spacing w:before="0" w:after="0"/>
    </w:pPr>
    <w:rPr>
      <w:szCs w:val="20"/>
    </w:rPr>
  </w:style>
  <w:style w:type="paragraph" w:customStyle="1" w:styleId="NormalSuspendu1XRetrait2X">
    <w:name w:val="NormalSuspendu1XRetrait2X"/>
    <w:basedOn w:val="Normal"/>
    <w:rsid w:val="00AC6F53"/>
    <w:pPr>
      <w:ind w:left="2041" w:hanging="680"/>
    </w:pPr>
  </w:style>
  <w:style w:type="paragraph" w:customStyle="1" w:styleId="NormalSuspendu1XRetrait3X">
    <w:name w:val="NormalSuspendu1XRetrait3X"/>
    <w:basedOn w:val="Normal"/>
    <w:rsid w:val="00AC6F53"/>
    <w:pPr>
      <w:ind w:left="2721" w:hanging="680"/>
    </w:pPr>
    <w:rPr>
      <w:szCs w:val="20"/>
    </w:rPr>
  </w:style>
  <w:style w:type="paragraph" w:customStyle="1" w:styleId="NormalSuspendu1XRetrait4X">
    <w:name w:val="NormalSuspendu1XRetrait4X"/>
    <w:basedOn w:val="Normal"/>
    <w:rsid w:val="00AC6F53"/>
    <w:pPr>
      <w:ind w:left="3402" w:hanging="680"/>
    </w:pPr>
    <w:rPr>
      <w:szCs w:val="20"/>
    </w:rPr>
  </w:style>
  <w:style w:type="character" w:customStyle="1" w:styleId="Absatz-Standardschriftart">
    <w:name w:val="Absatz-Standardschriftart"/>
    <w:rsid w:val="000F2111"/>
  </w:style>
  <w:style w:type="character" w:customStyle="1" w:styleId="WW-Absatz-Standardschriftart">
    <w:name w:val="WW-Absatz-Standardschriftart"/>
    <w:rsid w:val="000F2111"/>
  </w:style>
  <w:style w:type="character" w:customStyle="1" w:styleId="WW-Absatz-Standardschriftart1">
    <w:name w:val="WW-Absatz-Standardschriftart1"/>
    <w:rsid w:val="000F2111"/>
  </w:style>
  <w:style w:type="character" w:customStyle="1" w:styleId="WW-Absatz-Standardschriftart11">
    <w:name w:val="WW-Absatz-Standardschriftart11"/>
    <w:rsid w:val="000F2111"/>
  </w:style>
  <w:style w:type="character" w:customStyle="1" w:styleId="WW-Absatz-Standardschriftart111">
    <w:name w:val="WW-Absatz-Standardschriftart111"/>
    <w:rsid w:val="000F2111"/>
  </w:style>
  <w:style w:type="character" w:customStyle="1" w:styleId="WW-Absatz-Standardschriftart1111">
    <w:name w:val="WW-Absatz-Standardschriftart1111"/>
    <w:rsid w:val="000F2111"/>
  </w:style>
  <w:style w:type="character" w:customStyle="1" w:styleId="WW-Absatz-Standardschriftart11111">
    <w:name w:val="WW-Absatz-Standardschriftart11111"/>
    <w:rsid w:val="000F2111"/>
  </w:style>
  <w:style w:type="character" w:customStyle="1" w:styleId="WW8Num5z0">
    <w:name w:val="WW8Num5z0"/>
    <w:rsid w:val="000F2111"/>
    <w:rPr>
      <w:rFonts w:ascii="Symbol" w:hAnsi="Symbol" w:cs="Symbol"/>
    </w:rPr>
  </w:style>
  <w:style w:type="character" w:customStyle="1" w:styleId="WW8Num6z0">
    <w:name w:val="WW8Num6z0"/>
    <w:rsid w:val="000F2111"/>
    <w:rPr>
      <w:rFonts w:ascii="Symbol" w:hAnsi="Symbol" w:cs="Symbol"/>
    </w:rPr>
  </w:style>
  <w:style w:type="character" w:customStyle="1" w:styleId="WW8Num7z0">
    <w:name w:val="WW8Num7z0"/>
    <w:rsid w:val="000F2111"/>
    <w:rPr>
      <w:rFonts w:ascii="Symbol" w:hAnsi="Symbol" w:cs="Symbol"/>
    </w:rPr>
  </w:style>
  <w:style w:type="character" w:customStyle="1" w:styleId="WW8Num8z0">
    <w:name w:val="WW8Num8z0"/>
    <w:rsid w:val="000F2111"/>
    <w:rPr>
      <w:rFonts w:ascii="Symbol" w:hAnsi="Symbol" w:cs="Symbol"/>
    </w:rPr>
  </w:style>
  <w:style w:type="character" w:customStyle="1" w:styleId="WW8Num10z0">
    <w:name w:val="WW8Num10z0"/>
    <w:rsid w:val="000F2111"/>
    <w:rPr>
      <w:rFonts w:ascii="Symbol" w:hAnsi="Symbol" w:cs="Symbol"/>
    </w:rPr>
  </w:style>
  <w:style w:type="character" w:customStyle="1" w:styleId="WW8Num11z0">
    <w:name w:val="WW8Num11z0"/>
    <w:rsid w:val="000F2111"/>
    <w:rPr>
      <w:rFonts w:ascii="Symbol" w:hAnsi="Symbol" w:cs="Symbol"/>
      <w:sz w:val="20"/>
    </w:rPr>
  </w:style>
  <w:style w:type="character" w:customStyle="1" w:styleId="WW8Num11z1">
    <w:name w:val="WW8Num11z1"/>
    <w:rsid w:val="000F2111"/>
    <w:rPr>
      <w:rFonts w:ascii="Courier New" w:hAnsi="Courier New" w:cs="Courier New"/>
      <w:sz w:val="20"/>
    </w:rPr>
  </w:style>
  <w:style w:type="character" w:customStyle="1" w:styleId="WW8Num11z2">
    <w:name w:val="WW8Num11z2"/>
    <w:rsid w:val="000F2111"/>
    <w:rPr>
      <w:rFonts w:ascii="Wingdings" w:hAnsi="Wingdings" w:cs="Wingdings"/>
      <w:sz w:val="20"/>
    </w:rPr>
  </w:style>
  <w:style w:type="character" w:customStyle="1" w:styleId="WW8Num12z0">
    <w:name w:val="WW8Num12z0"/>
    <w:rsid w:val="000F2111"/>
    <w:rPr>
      <w:rFonts w:ascii="Symbol" w:hAnsi="Symbol" w:cs="Symbol"/>
      <w:sz w:val="20"/>
    </w:rPr>
  </w:style>
  <w:style w:type="character" w:customStyle="1" w:styleId="WW8Num12z1">
    <w:name w:val="WW8Num12z1"/>
    <w:rsid w:val="000F2111"/>
    <w:rPr>
      <w:rFonts w:ascii="Courier New" w:hAnsi="Courier New" w:cs="Courier New"/>
      <w:sz w:val="20"/>
    </w:rPr>
  </w:style>
  <w:style w:type="character" w:customStyle="1" w:styleId="WW8Num12z2">
    <w:name w:val="WW8Num12z2"/>
    <w:rsid w:val="000F2111"/>
    <w:rPr>
      <w:rFonts w:ascii="Wingdings" w:hAnsi="Wingdings" w:cs="Wingdings"/>
      <w:sz w:val="20"/>
    </w:rPr>
  </w:style>
  <w:style w:type="character" w:customStyle="1" w:styleId="WW8Num13z0">
    <w:name w:val="WW8Num13z0"/>
    <w:rsid w:val="000F2111"/>
    <w:rPr>
      <w:rFonts w:ascii="Symbol" w:hAnsi="Symbol" w:cs="Symbol"/>
      <w:sz w:val="20"/>
    </w:rPr>
  </w:style>
  <w:style w:type="character" w:customStyle="1" w:styleId="WW8Num13z1">
    <w:name w:val="WW8Num13z1"/>
    <w:rsid w:val="000F2111"/>
    <w:rPr>
      <w:rFonts w:ascii="Courier New" w:hAnsi="Courier New" w:cs="Courier New"/>
      <w:sz w:val="20"/>
    </w:rPr>
  </w:style>
  <w:style w:type="character" w:customStyle="1" w:styleId="WW8Num13z2">
    <w:name w:val="WW8Num13z2"/>
    <w:rsid w:val="000F2111"/>
    <w:rPr>
      <w:rFonts w:ascii="Wingdings" w:hAnsi="Wingdings" w:cs="Wingdings"/>
      <w:sz w:val="20"/>
    </w:rPr>
  </w:style>
  <w:style w:type="character" w:customStyle="1" w:styleId="WW8Num14z0">
    <w:name w:val="WW8Num14z0"/>
    <w:rsid w:val="000F2111"/>
    <w:rPr>
      <w:rFonts w:ascii="Symbol" w:hAnsi="Symbol" w:cs="Symbol"/>
      <w:sz w:val="20"/>
    </w:rPr>
  </w:style>
  <w:style w:type="character" w:customStyle="1" w:styleId="WW8Num14z1">
    <w:name w:val="WW8Num14z1"/>
    <w:rsid w:val="000F2111"/>
    <w:rPr>
      <w:rFonts w:ascii="Courier New" w:hAnsi="Courier New" w:cs="Courier New"/>
      <w:sz w:val="20"/>
    </w:rPr>
  </w:style>
  <w:style w:type="character" w:customStyle="1" w:styleId="WW8Num14z2">
    <w:name w:val="WW8Num14z2"/>
    <w:rsid w:val="000F2111"/>
    <w:rPr>
      <w:rFonts w:ascii="Wingdings" w:hAnsi="Wingdings" w:cs="Wingdings"/>
      <w:sz w:val="20"/>
    </w:rPr>
  </w:style>
  <w:style w:type="character" w:customStyle="1" w:styleId="Policepardfaut1">
    <w:name w:val="Police par défaut1"/>
    <w:rsid w:val="000F2111"/>
  </w:style>
  <w:style w:type="character" w:customStyle="1" w:styleId="Caractresdenotedebasdepage">
    <w:name w:val="Caractères de note de bas de page"/>
    <w:rsid w:val="000F2111"/>
    <w:rPr>
      <w:rFonts w:ascii="Georgia" w:hAnsi="Georgia" w:cs="Georgia"/>
      <w:b/>
      <w:sz w:val="32"/>
      <w:vertAlign w:val="superscript"/>
    </w:rPr>
  </w:style>
  <w:style w:type="character" w:customStyle="1" w:styleId="NotedefinCar">
    <w:name w:val="Note de fin Car"/>
    <w:link w:val="Notedefin"/>
    <w:uiPriority w:val="99"/>
    <w:semiHidden/>
    <w:rsid w:val="00AC6F53"/>
    <w:rPr>
      <w:rFonts w:ascii="Amasis30" w:hAnsi="Amasis30"/>
      <w:sz w:val="32"/>
      <w:lang w:val="x-none" w:eastAsia="x-none"/>
    </w:rPr>
  </w:style>
  <w:style w:type="character" w:customStyle="1" w:styleId="Caractresdenotedefin">
    <w:name w:val="Caractères de note de fin"/>
    <w:rsid w:val="000F2111"/>
    <w:rPr>
      <w:rFonts w:ascii="Georgia" w:hAnsi="Georgia" w:cs="Georgia"/>
      <w:b/>
      <w:sz w:val="32"/>
      <w:vertAlign w:val="superscript"/>
    </w:rPr>
  </w:style>
  <w:style w:type="character" w:customStyle="1" w:styleId="TextedebullesCar">
    <w:name w:val="Texte de bulles Car"/>
    <w:rsid w:val="000F2111"/>
    <w:rPr>
      <w:rFonts w:ascii="Tahoma" w:hAnsi="Tahoma" w:cs="Tahoma"/>
      <w:sz w:val="16"/>
      <w:szCs w:val="16"/>
    </w:rPr>
  </w:style>
  <w:style w:type="character" w:styleId="lev">
    <w:name w:val="Strong"/>
    <w:qFormat/>
    <w:rsid w:val="000F2111"/>
    <w:rPr>
      <w:b/>
      <w:bCs/>
    </w:rPr>
  </w:style>
  <w:style w:type="character" w:customStyle="1" w:styleId="Puces">
    <w:name w:val="Puces"/>
    <w:rsid w:val="000F2111"/>
    <w:rPr>
      <w:rFonts w:ascii="OpenSymbol" w:eastAsia="OpenSymbol" w:hAnsi="OpenSymbol" w:cs="OpenSymbol"/>
    </w:rPr>
  </w:style>
  <w:style w:type="paragraph" w:customStyle="1" w:styleId="Titre10">
    <w:name w:val="Titre1"/>
    <w:basedOn w:val="Normal"/>
    <w:next w:val="Corpsdetexte"/>
    <w:rsid w:val="000F2111"/>
    <w:pPr>
      <w:keepNext/>
      <w:spacing w:after="120"/>
    </w:pPr>
    <w:rPr>
      <w:rFonts w:ascii="Arial" w:eastAsia="Microsoft YaHei" w:hAnsi="Arial" w:cs="Mangal"/>
      <w:sz w:val="28"/>
      <w:szCs w:val="28"/>
    </w:rPr>
  </w:style>
  <w:style w:type="paragraph" w:styleId="Corpsdetexte">
    <w:name w:val="Body Text"/>
    <w:basedOn w:val="Normal"/>
    <w:rsid w:val="000F2111"/>
    <w:pPr>
      <w:spacing w:before="0" w:after="120"/>
    </w:pPr>
  </w:style>
  <w:style w:type="paragraph" w:styleId="Liste">
    <w:name w:val="List"/>
    <w:basedOn w:val="Corpsdetexte"/>
    <w:rsid w:val="000F2111"/>
    <w:rPr>
      <w:rFonts w:cs="Mangal"/>
    </w:rPr>
  </w:style>
  <w:style w:type="paragraph" w:customStyle="1" w:styleId="Lgende1">
    <w:name w:val="Légende1"/>
    <w:basedOn w:val="Normal"/>
    <w:rsid w:val="000F2111"/>
    <w:pPr>
      <w:suppressLineNumbers/>
      <w:spacing w:before="120" w:after="120"/>
    </w:pPr>
    <w:rPr>
      <w:rFonts w:cs="Mangal"/>
      <w:i/>
      <w:iCs/>
      <w:sz w:val="24"/>
    </w:rPr>
  </w:style>
  <w:style w:type="paragraph" w:customStyle="1" w:styleId="Index">
    <w:name w:val="Index"/>
    <w:basedOn w:val="Normal"/>
    <w:rsid w:val="000F2111"/>
    <w:pPr>
      <w:suppressLineNumbers/>
    </w:pPr>
    <w:rPr>
      <w:rFonts w:cs="Mangal"/>
    </w:rPr>
  </w:style>
  <w:style w:type="paragraph" w:styleId="Explorateurdedocuments0">
    <w:name w:val="Document Map"/>
    <w:basedOn w:val="Normal"/>
    <w:rsid w:val="00AC6F53"/>
    <w:pPr>
      <w:shd w:val="clear" w:color="auto" w:fill="000080"/>
    </w:pPr>
    <w:rPr>
      <w:rFonts w:ascii="Tahoma" w:hAnsi="Tahoma" w:cs="Tahoma"/>
    </w:rPr>
  </w:style>
  <w:style w:type="paragraph" w:styleId="NormalWeb">
    <w:name w:val="Normal (Web)"/>
    <w:basedOn w:val="Normal"/>
    <w:rsid w:val="000F2111"/>
    <w:pPr>
      <w:spacing w:before="280" w:after="280"/>
      <w:ind w:firstLine="0"/>
      <w:jc w:val="left"/>
    </w:pPr>
    <w:rPr>
      <w:rFonts w:ascii="Times New Roman" w:hAnsi="Times New Roman"/>
      <w:sz w:val="24"/>
    </w:rPr>
  </w:style>
  <w:style w:type="paragraph" w:styleId="Textedebulles">
    <w:name w:val="Balloon Text"/>
    <w:basedOn w:val="Normal"/>
    <w:rsid w:val="000F2111"/>
    <w:pPr>
      <w:spacing w:before="0" w:after="0"/>
      <w:ind w:firstLine="0"/>
      <w:jc w:val="left"/>
    </w:pPr>
    <w:rPr>
      <w:rFonts w:ascii="Tahoma" w:hAnsi="Tahoma" w:cs="Tahoma"/>
      <w:sz w:val="16"/>
      <w:szCs w:val="16"/>
    </w:rPr>
  </w:style>
  <w:style w:type="paragraph" w:styleId="Retrait1religne">
    <w:name w:val="Body Text First Indent"/>
    <w:basedOn w:val="Corpsdetexte"/>
    <w:rsid w:val="000F2111"/>
    <w:pPr>
      <w:ind w:firstLine="283"/>
    </w:pPr>
  </w:style>
  <w:style w:type="paragraph" w:styleId="Sous-titre">
    <w:name w:val="Subtitle"/>
    <w:basedOn w:val="Titre10"/>
    <w:next w:val="Corpsdetexte"/>
    <w:qFormat/>
    <w:rsid w:val="000F2111"/>
    <w:pPr>
      <w:jc w:val="center"/>
    </w:pPr>
    <w:rPr>
      <w:i/>
      <w:iCs/>
    </w:rPr>
  </w:style>
  <w:style w:type="paragraph" w:styleId="Retraitcorpsdetexte">
    <w:name w:val="Body Text Indent"/>
    <w:basedOn w:val="Corpsdetexte"/>
    <w:rsid w:val="000F2111"/>
    <w:pPr>
      <w:ind w:left="283" w:firstLine="0"/>
    </w:pPr>
  </w:style>
  <w:style w:type="paragraph" w:customStyle="1" w:styleId="Contenudetableau">
    <w:name w:val="Contenu de tableau"/>
    <w:basedOn w:val="Normal"/>
    <w:rsid w:val="000F2111"/>
    <w:pPr>
      <w:suppressLineNumbers/>
    </w:pPr>
  </w:style>
  <w:style w:type="paragraph" w:customStyle="1" w:styleId="Titredetableau">
    <w:name w:val="Titre de tableau"/>
    <w:basedOn w:val="Contenudetableau"/>
    <w:rsid w:val="000F2111"/>
    <w:pPr>
      <w:jc w:val="center"/>
    </w:pPr>
    <w:rPr>
      <w:b/>
      <w:bCs/>
    </w:rPr>
  </w:style>
  <w:style w:type="paragraph" w:customStyle="1" w:styleId="Lignehorizontale">
    <w:name w:val="Ligne horizontale"/>
    <w:basedOn w:val="Normal"/>
    <w:next w:val="Corpsdetexte"/>
    <w:rsid w:val="000F2111"/>
    <w:pPr>
      <w:suppressLineNumbers/>
      <w:pBdr>
        <w:bottom w:val="double" w:sz="1" w:space="0" w:color="808080"/>
      </w:pBdr>
      <w:spacing w:after="283"/>
    </w:pPr>
    <w:rPr>
      <w:sz w:val="12"/>
      <w:szCs w:val="12"/>
    </w:rPr>
  </w:style>
  <w:style w:type="character" w:customStyle="1" w:styleId="Taille-1NormalCar">
    <w:name w:val="Taille-1Normal Car"/>
    <w:link w:val="Taille-1Normal"/>
    <w:rsid w:val="000F2111"/>
    <w:rPr>
      <w:rFonts w:ascii="Amasis30" w:hAnsi="Amasis30"/>
      <w:sz w:val="32"/>
      <w:szCs w:val="28"/>
    </w:rPr>
  </w:style>
  <w:style w:type="character" w:styleId="Lienhypertextesuivivisit">
    <w:name w:val="FollowedHyperlink"/>
    <w:rsid w:val="000F2111"/>
    <w:rPr>
      <w:color w:val="800080"/>
      <w:u w:val="single"/>
    </w:rPr>
  </w:style>
  <w:style w:type="character" w:styleId="Marquedecommentaire">
    <w:name w:val="annotation reference"/>
    <w:semiHidden/>
    <w:rsid w:val="0081508F"/>
    <w:rPr>
      <w:sz w:val="16"/>
      <w:szCs w:val="16"/>
    </w:rPr>
  </w:style>
  <w:style w:type="paragraph" w:styleId="Commentaire">
    <w:name w:val="annotation text"/>
    <w:basedOn w:val="Normal"/>
    <w:semiHidden/>
    <w:rsid w:val="0081508F"/>
    <w:rPr>
      <w:sz w:val="20"/>
      <w:szCs w:val="20"/>
    </w:rPr>
  </w:style>
  <w:style w:type="character" w:customStyle="1" w:styleId="Taille-1Caracteres">
    <w:name w:val="Taille-1Caracteres"/>
    <w:qFormat/>
    <w:rsid w:val="00AC6F53"/>
    <w:rPr>
      <w:sz w:val="32"/>
      <w:szCs w:val="20"/>
    </w:rPr>
  </w:style>
  <w:style w:type="paragraph" w:customStyle="1" w:styleId="Etoile">
    <w:name w:val="Etoile"/>
    <w:basedOn w:val="Normal"/>
    <w:qFormat/>
    <w:rsid w:val="00AC6F53"/>
    <w:pPr>
      <w:ind w:firstLine="0"/>
      <w:jc w:val="center"/>
    </w:pPr>
    <w:rPr>
      <w:b/>
      <w:sz w:val="40"/>
      <w:szCs w:val="28"/>
    </w:rPr>
  </w:style>
  <w:style w:type="paragraph" w:customStyle="1" w:styleId="Taille-1Suspendu1XRetrait1XEsp0">
    <w:name w:val="Taille-1Suspendu1XRetrait1XEsp0"/>
    <w:basedOn w:val="Taille-1RetraitGauche1X"/>
    <w:qFormat/>
    <w:rsid w:val="00AC6F53"/>
    <w:pPr>
      <w:spacing w:before="0" w:after="0"/>
      <w:ind w:left="1360" w:hanging="680"/>
    </w:pPr>
  </w:style>
  <w:style w:type="character" w:styleId="Mentionnonrsolue">
    <w:name w:val="Unresolved Mention"/>
    <w:uiPriority w:val="99"/>
    <w:semiHidden/>
    <w:unhideWhenUsed/>
    <w:rsid w:val="00AC6F53"/>
    <w:rPr>
      <w:color w:val="605E5C"/>
      <w:shd w:val="clear" w:color="auto" w:fill="E1DFDD"/>
    </w:rPr>
  </w:style>
  <w:style w:type="paragraph" w:customStyle="1" w:styleId="Taille-1Suspendu1XRetrait2XEsp0">
    <w:name w:val="Taille-1Suspendu1XRetrait2XEsp0"/>
    <w:basedOn w:val="Taille-1RetraitGauche2X"/>
    <w:qFormat/>
    <w:rsid w:val="00AC6F53"/>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AC6F53"/>
    <w:pPr>
      <w:spacing w:before="0" w:after="0"/>
    </w:pPr>
  </w:style>
  <w:style w:type="paragraph" w:customStyle="1" w:styleId="NormalSuspendu1XEsp0">
    <w:name w:val="NormalSuspendu1XEsp0"/>
    <w:basedOn w:val="NormalSuspendu1X"/>
    <w:qFormat/>
    <w:rsid w:val="00AC6F53"/>
    <w:pPr>
      <w:spacing w:before="0" w:after="0"/>
    </w:pPr>
  </w:style>
  <w:style w:type="paragraph" w:customStyle="1" w:styleId="NormalSuspendu1XRetrait2XEsp0">
    <w:name w:val="NormalSuspendu1XRetrait2XEsp0"/>
    <w:basedOn w:val="NormalSuspendu1XRetrait2X"/>
    <w:qFormat/>
    <w:rsid w:val="00AC6F53"/>
    <w:pPr>
      <w:spacing w:before="0" w:after="0"/>
    </w:pPr>
  </w:style>
  <w:style w:type="paragraph" w:customStyle="1" w:styleId="ParagrapheVideNormal">
    <w:name w:val="ParagrapheVideNormal"/>
    <w:basedOn w:val="Normal"/>
    <w:next w:val="Normal"/>
    <w:qFormat/>
    <w:rsid w:val="00AC6F53"/>
  </w:style>
  <w:style w:type="paragraph" w:customStyle="1" w:styleId="ParagrapheVideNormal2">
    <w:name w:val="ParagrapheVideNormal2"/>
    <w:basedOn w:val="ParagrapheVideNormal"/>
    <w:next w:val="Normal"/>
    <w:qFormat/>
    <w:rsid w:val="00AC6F53"/>
  </w:style>
  <w:style w:type="paragraph" w:customStyle="1" w:styleId="Image">
    <w:name w:val="Image"/>
    <w:basedOn w:val="Centr"/>
    <w:next w:val="Normal"/>
    <w:qFormat/>
    <w:rsid w:val="00AC6F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ebooksgratui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roups.google.com/g/ebooksgratuit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livres.dot</Template>
  <TotalTime>21</TotalTime>
  <Pages>1</Pages>
  <Words>6002</Words>
  <Characters>33017</Characters>
  <Application>Microsoft Office Word</Application>
  <DocSecurity>0</DocSecurity>
  <Lines>275</Lines>
  <Paragraphs>77</Paragraphs>
  <ScaleCrop>false</ScaleCrop>
  <HeadingPairs>
    <vt:vector size="2" baseType="variant">
      <vt:variant>
        <vt:lpstr>Titre</vt:lpstr>
      </vt:variant>
      <vt:variant>
        <vt:i4>1</vt:i4>
      </vt:variant>
    </vt:vector>
  </HeadingPairs>
  <TitlesOfParts>
    <vt:vector size="1" baseType="lpstr">
      <vt:lpstr>CÉCÉ</vt:lpstr>
    </vt:vector>
  </TitlesOfParts>
  <Company>Ebooks libres et gratuits</Company>
  <LinksUpToDate>false</LinksUpToDate>
  <CharactersWithSpaces>38942</CharactersWithSpaces>
  <SharedDoc>false</SharedDoc>
  <HLinks>
    <vt:vector size="18" baseType="variant">
      <vt:variant>
        <vt:i4>2293820</vt:i4>
      </vt:variant>
      <vt:variant>
        <vt:i4>12</vt:i4>
      </vt:variant>
      <vt:variant>
        <vt:i4>0</vt:i4>
      </vt:variant>
      <vt:variant>
        <vt:i4>5</vt:i4>
      </vt:variant>
      <vt:variant>
        <vt:lpwstr>http://www.ebooksgratuits.com/</vt:lpwstr>
      </vt:variant>
      <vt:variant>
        <vt:lpwstr/>
      </vt:variant>
      <vt:variant>
        <vt:i4>7929972</vt:i4>
      </vt:variant>
      <vt:variant>
        <vt:i4>9</vt:i4>
      </vt:variant>
      <vt:variant>
        <vt:i4>0</vt:i4>
      </vt:variant>
      <vt:variant>
        <vt:i4>5</vt:i4>
      </vt:variant>
      <vt:variant>
        <vt:lpwstr>http://fr.groups.yahoo.com/group/ebooksgratuits</vt:lpwstr>
      </vt:variant>
      <vt:variant>
        <vt:lpwstr/>
      </vt:variant>
      <vt:variant>
        <vt:i4>1179703</vt:i4>
      </vt:variant>
      <vt:variant>
        <vt:i4>2</vt:i4>
      </vt:variant>
      <vt:variant>
        <vt:i4>0</vt:i4>
      </vt:variant>
      <vt:variant>
        <vt:i4>5</vt:i4>
      </vt:variant>
      <vt:variant>
        <vt:lpwstr/>
      </vt:variant>
      <vt:variant>
        <vt:lpwstr>_Toc331265311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Cécé</dc:title>
  <dc:subject>Théâtre</dc:subject>
  <dc:creator>Luigi Pirandello</dc:creator>
  <cp:keywords/>
  <dc:description>Pièce en un acte.
«Cécé a trente-cinq ans. Bien que de visage légèrement flétri par les ans, le corps est très vif, juvénile, un peu agité. Il a l’air quelque peu ahuri et distrait, comme quelqu’un qui aurait la tête à mille choses à la fois. Du reste, dans sa distraction, il change rapi-dement d’expression selon les images qui traversent son esprit va-gabond. Il est tout rasé, très sympathique, les yeux brillants, les lèvres rouges. Naturellement gentilhomme, il s’habille avec une élégance raffinée.
Squatriglia a environ cinquante ans. C’est un grand et gros homme assez rude, un peu gauche dans des vêtements trop neufs et de ville, habitué qu’il est à ceux plus négligés du travail. Il a un oeil seulement et aucune trace, dans le visage, de l’autre qui ayant sauté par l’explosion d’une mine a été recouvert par un lambeau de sa propre peau arrachée à une autre partie de son corps. Il est très riche et, en dehors des affaires où il est très fort, il est assez naïf et rustique.
Nada a vingt-deux ans (peut-être plus), elle vit de galanterie précieuse et a l’air d’une grande dame, mais si on la presse un peu, on lui fait vite perdre son air distingué et elle devient vulgaire et niaise.»
Cécé monte, avec son ami Squatriglia, un scénario afin de récupérer trois chèques qu'il avait remis à Nada...</dc:description>
  <cp:lastModifiedBy>Cool Micro</cp:lastModifiedBy>
  <cp:revision>9</cp:revision>
  <cp:lastPrinted>2025-04-15T10:39:00Z</cp:lastPrinted>
  <dcterms:created xsi:type="dcterms:W3CDTF">2025-04-15T10:21:00Z</dcterms:created>
  <dcterms:modified xsi:type="dcterms:W3CDTF">2025-04-15T10:40:00Z</dcterms:modified>
  <cp:category>Théâtre</cp:category>
</cp:coreProperties>
</file>