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96040" w14:textId="58DCF5B7" w:rsidR="00924381" w:rsidRPr="00E22158" w:rsidRDefault="00A859DB" w:rsidP="000F443E">
      <w:pPr>
        <w:pStyle w:val="Photoauteur"/>
      </w:pPr>
      <w:r>
        <w:drawing>
          <wp:anchor distT="0" distB="0" distL="114300" distR="114300" simplePos="0" relativeHeight="251658240" behindDoc="0" locked="0" layoutInCell="1" allowOverlap="1" wp14:anchorId="6DC04749" wp14:editId="689936EC">
            <wp:simplePos x="0" y="0"/>
            <wp:positionH relativeFrom="page">
              <wp:posOffset>0</wp:posOffset>
            </wp:positionH>
            <wp:positionV relativeFrom="page">
              <wp:posOffset>0</wp:posOffset>
            </wp:positionV>
            <wp:extent cx="1440180" cy="10692130"/>
            <wp:effectExtent l="0" t="0" r="0" b="0"/>
            <wp:wrapNone/>
            <wp:docPr id="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3A16">
        <w:drawing>
          <wp:inline distT="0" distB="0" distL="0" distR="0" wp14:anchorId="5D13A11C" wp14:editId="658F9678">
            <wp:extent cx="2557780" cy="361759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7780" cy="3617595"/>
                    </a:xfrm>
                    <a:prstGeom prst="rect">
                      <a:avLst/>
                    </a:prstGeom>
                    <a:noFill/>
                    <a:ln>
                      <a:noFill/>
                    </a:ln>
                  </pic:spPr>
                </pic:pic>
              </a:graphicData>
            </a:graphic>
          </wp:inline>
        </w:drawing>
      </w:r>
    </w:p>
    <w:p w14:paraId="303E3524" w14:textId="77777777" w:rsidR="00924381" w:rsidRPr="00E22158" w:rsidRDefault="00924381" w:rsidP="00924381">
      <w:pPr>
        <w:pStyle w:val="Auteur"/>
      </w:pPr>
      <w:r>
        <w:t>Anton Pavlovitch Tchekhov</w:t>
      </w:r>
    </w:p>
    <w:p w14:paraId="5D898144" w14:textId="77777777" w:rsidR="00924381" w:rsidRPr="0005546E" w:rsidRDefault="00924381" w:rsidP="00924381">
      <w:pPr>
        <w:pStyle w:val="Titrelivre"/>
      </w:pPr>
      <w:r>
        <w:t>LE CHANT DU CYGNE</w:t>
      </w:r>
    </w:p>
    <w:p w14:paraId="7F30E9B6" w14:textId="77777777" w:rsidR="00924381" w:rsidRPr="00E22158" w:rsidRDefault="00924381" w:rsidP="00924381">
      <w:pPr>
        <w:pStyle w:val="Soustitrelivre"/>
      </w:pPr>
      <w:r>
        <w:t>ÉTUDE DRAMATIQUE EN UN ACTE</w:t>
      </w:r>
    </w:p>
    <w:p w14:paraId="1282ED6C" w14:textId="4A65906E" w:rsidR="00924381" w:rsidRPr="00E22158" w:rsidRDefault="00924381" w:rsidP="00924381">
      <w:pPr>
        <w:pStyle w:val="DateSortie"/>
      </w:pPr>
      <w:r>
        <w:t>1887</w:t>
      </w:r>
    </w:p>
    <w:p w14:paraId="423F4F11" w14:textId="77777777" w:rsidR="00FD1AEB" w:rsidRPr="00E22158" w:rsidRDefault="00924381" w:rsidP="00924381">
      <w:pPr>
        <w:pStyle w:val="DateSortie"/>
      </w:pPr>
      <w:r>
        <w:t>Traduction de Denis Roche</w:t>
      </w:r>
    </w:p>
    <w:p w14:paraId="11C913C6" w14:textId="77777777" w:rsidR="002B3C8B" w:rsidRPr="000F443E" w:rsidRDefault="002B3C8B" w:rsidP="000F443E">
      <w:pPr>
        <w:ind w:left="2340" w:firstLine="0"/>
        <w:jc w:val="center"/>
        <w:sectPr w:rsidR="002B3C8B" w:rsidRPr="000F443E">
          <w:footerReference w:type="default" r:id="rId10"/>
          <w:pgSz w:w="11906" w:h="16838" w:code="9"/>
          <w:pgMar w:top="0" w:right="0" w:bottom="0" w:left="0" w:header="0" w:footer="0" w:gutter="0"/>
          <w:cols w:space="708"/>
          <w:titlePg/>
          <w:docGrid w:linePitch="360"/>
        </w:sectPr>
      </w:pPr>
    </w:p>
    <w:p w14:paraId="6A08492D" w14:textId="77777777" w:rsidR="00FD1AEB" w:rsidRPr="00E22158" w:rsidRDefault="00FD1AEB" w:rsidP="000F443E">
      <w:pPr>
        <w:pStyle w:val="Titretablematires"/>
      </w:pPr>
      <w:r w:rsidRPr="00E22158">
        <w:lastRenderedPageBreak/>
        <w:t>Table des matières</w:t>
      </w:r>
    </w:p>
    <w:p w14:paraId="5AEC30AB" w14:textId="77777777" w:rsidR="002B3C8B" w:rsidRPr="00E22158" w:rsidRDefault="002B3C8B" w:rsidP="002B3C8B"/>
    <w:p w14:paraId="7BAE14B5" w14:textId="391BFB55" w:rsidR="000F443E" w:rsidRDefault="002B3C8B">
      <w:pPr>
        <w:pStyle w:val="TM1"/>
        <w:rPr>
          <w:rFonts w:asciiTheme="minorHAnsi" w:eastAsiaTheme="minorEastAsia" w:hAnsiTheme="minorHAnsi" w:cstheme="minorBidi"/>
          <w:bCs w:val="0"/>
          <w:iCs w:val="0"/>
          <w:color w:val="auto"/>
          <w:kern w:val="2"/>
          <w:sz w:val="24"/>
          <w:szCs w:val="24"/>
          <w14:ligatures w14:val="standardContextual"/>
        </w:rPr>
      </w:pPr>
      <w:r w:rsidRPr="00E22158">
        <w:rPr>
          <w:noProof w:val="0"/>
        </w:rPr>
        <w:fldChar w:fldCharType="begin"/>
      </w:r>
      <w:r w:rsidRPr="00E22158">
        <w:rPr>
          <w:noProof w:val="0"/>
        </w:rPr>
        <w:instrText xml:space="preserve"> TOC \o "1-3" \h \z </w:instrText>
      </w:r>
      <w:r w:rsidRPr="00E22158">
        <w:rPr>
          <w:noProof w:val="0"/>
        </w:rPr>
        <w:fldChar w:fldCharType="separate"/>
      </w:r>
      <w:hyperlink w:anchor="_Toc195636052" w:history="1">
        <w:r w:rsidR="000F443E" w:rsidRPr="00081E36">
          <w:rPr>
            <w:rStyle w:val="Lienhypertexte"/>
          </w:rPr>
          <w:t>NOTICE</w:t>
        </w:r>
        <w:r w:rsidR="000F443E">
          <w:rPr>
            <w:webHidden/>
          </w:rPr>
          <w:tab/>
        </w:r>
        <w:r w:rsidR="000F443E">
          <w:rPr>
            <w:webHidden/>
          </w:rPr>
          <w:fldChar w:fldCharType="begin"/>
        </w:r>
        <w:r w:rsidR="000F443E">
          <w:rPr>
            <w:webHidden/>
          </w:rPr>
          <w:instrText xml:space="preserve"> PAGEREF _Toc195636052 \h </w:instrText>
        </w:r>
        <w:r w:rsidR="000F443E">
          <w:rPr>
            <w:webHidden/>
          </w:rPr>
        </w:r>
        <w:r w:rsidR="000F443E">
          <w:rPr>
            <w:webHidden/>
          </w:rPr>
          <w:fldChar w:fldCharType="separate"/>
        </w:r>
        <w:r w:rsidR="00E5292A">
          <w:rPr>
            <w:webHidden/>
          </w:rPr>
          <w:t>3</w:t>
        </w:r>
        <w:r w:rsidR="000F443E">
          <w:rPr>
            <w:webHidden/>
          </w:rPr>
          <w:fldChar w:fldCharType="end"/>
        </w:r>
      </w:hyperlink>
    </w:p>
    <w:p w14:paraId="605D683A" w14:textId="786B4357" w:rsidR="000F443E" w:rsidRDefault="000F443E">
      <w:pPr>
        <w:pStyle w:val="TM1"/>
        <w:rPr>
          <w:rFonts w:asciiTheme="minorHAnsi" w:eastAsiaTheme="minorEastAsia" w:hAnsiTheme="minorHAnsi" w:cstheme="minorBidi"/>
          <w:bCs w:val="0"/>
          <w:iCs w:val="0"/>
          <w:color w:val="auto"/>
          <w:kern w:val="2"/>
          <w:sz w:val="24"/>
          <w:szCs w:val="24"/>
          <w14:ligatures w14:val="standardContextual"/>
        </w:rPr>
      </w:pPr>
      <w:hyperlink w:anchor="_Toc195636053" w:history="1">
        <w:r w:rsidRPr="00081E36">
          <w:rPr>
            <w:rStyle w:val="Lienhypertexte"/>
          </w:rPr>
          <w:t>PERSONNAGES</w:t>
        </w:r>
        <w:r>
          <w:rPr>
            <w:webHidden/>
          </w:rPr>
          <w:tab/>
        </w:r>
        <w:r>
          <w:rPr>
            <w:webHidden/>
          </w:rPr>
          <w:fldChar w:fldCharType="begin"/>
        </w:r>
        <w:r>
          <w:rPr>
            <w:webHidden/>
          </w:rPr>
          <w:instrText xml:space="preserve"> PAGEREF _Toc195636053 \h </w:instrText>
        </w:r>
        <w:r>
          <w:rPr>
            <w:webHidden/>
          </w:rPr>
        </w:r>
        <w:r>
          <w:rPr>
            <w:webHidden/>
          </w:rPr>
          <w:fldChar w:fldCharType="separate"/>
        </w:r>
        <w:r w:rsidR="00E5292A">
          <w:rPr>
            <w:webHidden/>
          </w:rPr>
          <w:t>4</w:t>
        </w:r>
        <w:r>
          <w:rPr>
            <w:webHidden/>
          </w:rPr>
          <w:fldChar w:fldCharType="end"/>
        </w:r>
      </w:hyperlink>
    </w:p>
    <w:p w14:paraId="7A746F61" w14:textId="07E296C4" w:rsidR="000F443E" w:rsidRDefault="000F443E">
      <w:pPr>
        <w:pStyle w:val="TM1"/>
        <w:rPr>
          <w:rFonts w:asciiTheme="minorHAnsi" w:eastAsiaTheme="minorEastAsia" w:hAnsiTheme="minorHAnsi" w:cstheme="minorBidi"/>
          <w:bCs w:val="0"/>
          <w:iCs w:val="0"/>
          <w:color w:val="auto"/>
          <w:kern w:val="2"/>
          <w:sz w:val="24"/>
          <w:szCs w:val="24"/>
          <w14:ligatures w14:val="standardContextual"/>
        </w:rPr>
      </w:pPr>
      <w:hyperlink w:anchor="_Toc195636054" w:history="1">
        <w:r w:rsidRPr="00081E36">
          <w:rPr>
            <w:rStyle w:val="Lienhypertexte"/>
          </w:rPr>
          <w:t>SCÈNE PREMIÈRE</w:t>
        </w:r>
        <w:r>
          <w:rPr>
            <w:webHidden/>
          </w:rPr>
          <w:tab/>
        </w:r>
        <w:r>
          <w:rPr>
            <w:webHidden/>
          </w:rPr>
          <w:fldChar w:fldCharType="begin"/>
        </w:r>
        <w:r>
          <w:rPr>
            <w:webHidden/>
          </w:rPr>
          <w:instrText xml:space="preserve"> PAGEREF _Toc195636054 \h </w:instrText>
        </w:r>
        <w:r>
          <w:rPr>
            <w:webHidden/>
          </w:rPr>
        </w:r>
        <w:r>
          <w:rPr>
            <w:webHidden/>
          </w:rPr>
          <w:fldChar w:fldCharType="separate"/>
        </w:r>
        <w:r w:rsidR="00E5292A">
          <w:rPr>
            <w:webHidden/>
          </w:rPr>
          <w:t>5</w:t>
        </w:r>
        <w:r>
          <w:rPr>
            <w:webHidden/>
          </w:rPr>
          <w:fldChar w:fldCharType="end"/>
        </w:r>
      </w:hyperlink>
    </w:p>
    <w:p w14:paraId="5FE1D52C" w14:textId="196E2FA8" w:rsidR="000F443E" w:rsidRDefault="000F443E">
      <w:pPr>
        <w:pStyle w:val="TM1"/>
        <w:rPr>
          <w:rFonts w:asciiTheme="minorHAnsi" w:eastAsiaTheme="minorEastAsia" w:hAnsiTheme="minorHAnsi" w:cstheme="minorBidi"/>
          <w:bCs w:val="0"/>
          <w:iCs w:val="0"/>
          <w:color w:val="auto"/>
          <w:kern w:val="2"/>
          <w:sz w:val="24"/>
          <w:szCs w:val="24"/>
          <w14:ligatures w14:val="standardContextual"/>
        </w:rPr>
      </w:pPr>
      <w:hyperlink w:anchor="_Toc195636055" w:history="1">
        <w:r w:rsidRPr="00081E36">
          <w:rPr>
            <w:rStyle w:val="Lienhypertexte"/>
          </w:rPr>
          <w:t>SCÈNE II</w:t>
        </w:r>
        <w:r>
          <w:rPr>
            <w:webHidden/>
          </w:rPr>
          <w:tab/>
        </w:r>
        <w:r>
          <w:rPr>
            <w:webHidden/>
          </w:rPr>
          <w:fldChar w:fldCharType="begin"/>
        </w:r>
        <w:r>
          <w:rPr>
            <w:webHidden/>
          </w:rPr>
          <w:instrText xml:space="preserve"> PAGEREF _Toc195636055 \h </w:instrText>
        </w:r>
        <w:r>
          <w:rPr>
            <w:webHidden/>
          </w:rPr>
        </w:r>
        <w:r>
          <w:rPr>
            <w:webHidden/>
          </w:rPr>
          <w:fldChar w:fldCharType="separate"/>
        </w:r>
        <w:r w:rsidR="00E5292A">
          <w:rPr>
            <w:webHidden/>
          </w:rPr>
          <w:t>8</w:t>
        </w:r>
        <w:r>
          <w:rPr>
            <w:webHidden/>
          </w:rPr>
          <w:fldChar w:fldCharType="end"/>
        </w:r>
      </w:hyperlink>
    </w:p>
    <w:p w14:paraId="75BBD96A" w14:textId="79A32506" w:rsidR="000F443E" w:rsidRDefault="000F443E">
      <w:pPr>
        <w:pStyle w:val="TM1"/>
        <w:rPr>
          <w:rFonts w:asciiTheme="minorHAnsi" w:eastAsiaTheme="minorEastAsia" w:hAnsiTheme="minorHAnsi" w:cstheme="minorBidi"/>
          <w:bCs w:val="0"/>
          <w:iCs w:val="0"/>
          <w:color w:val="auto"/>
          <w:kern w:val="2"/>
          <w:sz w:val="24"/>
          <w:szCs w:val="24"/>
          <w14:ligatures w14:val="standardContextual"/>
        </w:rPr>
      </w:pPr>
      <w:hyperlink w:anchor="_Toc195636056" w:history="1">
        <w:r w:rsidRPr="00081E36">
          <w:rPr>
            <w:rStyle w:val="Lienhypertexte"/>
          </w:rPr>
          <w:t>À propos de cette édition électronique</w:t>
        </w:r>
        <w:r>
          <w:rPr>
            <w:webHidden/>
          </w:rPr>
          <w:tab/>
        </w:r>
        <w:r>
          <w:rPr>
            <w:webHidden/>
          </w:rPr>
          <w:fldChar w:fldCharType="begin"/>
        </w:r>
        <w:r>
          <w:rPr>
            <w:webHidden/>
          </w:rPr>
          <w:instrText xml:space="preserve"> PAGEREF _Toc195636056 \h </w:instrText>
        </w:r>
        <w:r>
          <w:rPr>
            <w:webHidden/>
          </w:rPr>
        </w:r>
        <w:r>
          <w:rPr>
            <w:webHidden/>
          </w:rPr>
          <w:fldChar w:fldCharType="separate"/>
        </w:r>
        <w:r w:rsidR="00E5292A">
          <w:rPr>
            <w:webHidden/>
          </w:rPr>
          <w:t>18</w:t>
        </w:r>
        <w:r>
          <w:rPr>
            <w:webHidden/>
          </w:rPr>
          <w:fldChar w:fldCharType="end"/>
        </w:r>
      </w:hyperlink>
    </w:p>
    <w:p w14:paraId="4F9C0A17" w14:textId="4290AEF2" w:rsidR="00746266" w:rsidRPr="0054458D" w:rsidRDefault="002B3C8B" w:rsidP="00924381">
      <w:r w:rsidRPr="00E22158">
        <w:fldChar w:fldCharType="end"/>
      </w:r>
    </w:p>
    <w:p w14:paraId="303C026D" w14:textId="77777777" w:rsidR="00746266" w:rsidRPr="0054458D" w:rsidRDefault="00924381" w:rsidP="000F443E">
      <w:pPr>
        <w:pStyle w:val="Titre1"/>
      </w:pPr>
      <w:bookmarkStart w:id="0" w:name="_Toc195636052"/>
      <w:r w:rsidRPr="0054458D">
        <w:lastRenderedPageBreak/>
        <w:t>NOTICE</w:t>
      </w:r>
      <w:bookmarkEnd w:id="0"/>
      <w:r w:rsidR="00746266" w:rsidRPr="0054458D">
        <w:br/>
      </w:r>
    </w:p>
    <w:p w14:paraId="7E976874" w14:textId="1C1E7C81" w:rsidR="000F443E" w:rsidRDefault="00746266" w:rsidP="000F443E">
      <w:r w:rsidRPr="0054458D">
        <w:t>L</w:t>
      </w:r>
      <w:r w:rsidR="000F443E">
        <w:t>’</w:t>
      </w:r>
      <w:r w:rsidRPr="0054458D">
        <w:t xml:space="preserve">étude dramatique </w:t>
      </w:r>
      <w:proofErr w:type="spellStart"/>
      <w:r w:rsidRPr="0054458D">
        <w:rPr>
          <w:i/>
          <w:iCs/>
        </w:rPr>
        <w:t>Chalcas</w:t>
      </w:r>
      <w:proofErr w:type="spellEnd"/>
      <w:r w:rsidR="000F443E">
        <w:rPr>
          <w:i/>
          <w:iCs/>
        </w:rPr>
        <w:t xml:space="preserve"> </w:t>
      </w:r>
      <w:r w:rsidR="000F443E">
        <w:t>(</w:t>
      </w:r>
      <w:r w:rsidRPr="0054458D">
        <w:t xml:space="preserve">le titre </w:t>
      </w:r>
      <w:r w:rsidRPr="0054458D">
        <w:rPr>
          <w:i/>
          <w:iCs/>
        </w:rPr>
        <w:t xml:space="preserve">Le Chant du cygne </w:t>
      </w:r>
      <w:r w:rsidRPr="0054458D">
        <w:t>ne fut adopté qu</w:t>
      </w:r>
      <w:r w:rsidR="000F443E">
        <w:t>’</w:t>
      </w:r>
      <w:r w:rsidRPr="0054458D">
        <w:t>ultérieurement</w:t>
      </w:r>
      <w:r w:rsidR="000F443E">
        <w:t xml:space="preserve">) </w:t>
      </w:r>
      <w:r w:rsidRPr="0054458D">
        <w:t>a été écrite fin 1886</w:t>
      </w:r>
      <w:r w:rsidR="000F443E">
        <w:t xml:space="preserve"> – </w:t>
      </w:r>
      <w:r w:rsidRPr="0054458D">
        <w:t>début 1887</w:t>
      </w:r>
      <w:r w:rsidR="000F443E">
        <w:t xml:space="preserve">. </w:t>
      </w:r>
      <w:r w:rsidRPr="0054458D">
        <w:t>Une première version brève est publiée la même année 1887</w:t>
      </w:r>
      <w:r w:rsidR="000F443E">
        <w:t xml:space="preserve"> (</w:t>
      </w:r>
      <w:r w:rsidRPr="0054458D">
        <w:t>Tchékhov disait l</w:t>
      </w:r>
      <w:r w:rsidR="000F443E">
        <w:t>’</w:t>
      </w:r>
      <w:r w:rsidRPr="0054458D">
        <w:t>avoir écrite en une heure et cinq min</w:t>
      </w:r>
      <w:r w:rsidRPr="0054458D">
        <w:t>u</w:t>
      </w:r>
      <w:r w:rsidRPr="0054458D">
        <w:t>tes</w:t>
      </w:r>
      <w:r w:rsidR="000F443E">
        <w:t xml:space="preserve">). </w:t>
      </w:r>
      <w:r w:rsidRPr="0054458D">
        <w:t xml:space="preserve">Elle est allongée pour être jouée lors de la première au théâtre </w:t>
      </w:r>
      <w:proofErr w:type="spellStart"/>
      <w:r w:rsidRPr="0054458D">
        <w:t>Korch</w:t>
      </w:r>
      <w:proofErr w:type="spellEnd"/>
      <w:r w:rsidRPr="0054458D">
        <w:t xml:space="preserve"> le 1</w:t>
      </w:r>
      <w:r w:rsidR="000F443E" w:rsidRPr="0054458D">
        <w:t>9</w:t>
      </w:r>
      <w:r w:rsidR="000F443E">
        <w:t> </w:t>
      </w:r>
      <w:r w:rsidR="000F443E" w:rsidRPr="0054458D">
        <w:t>février</w:t>
      </w:r>
      <w:r w:rsidRPr="0054458D">
        <w:t xml:space="preserve"> 1888</w:t>
      </w:r>
      <w:r w:rsidR="000F443E">
        <w:t xml:space="preserve">. </w:t>
      </w:r>
      <w:r w:rsidRPr="0054458D">
        <w:t>Le célèbre acteur V</w:t>
      </w:r>
      <w:r w:rsidR="000F443E">
        <w:t xml:space="preserve">. </w:t>
      </w:r>
      <w:proofErr w:type="spellStart"/>
      <w:r w:rsidRPr="0054458D">
        <w:t>Davydov</w:t>
      </w:r>
      <w:proofErr w:type="spellEnd"/>
      <w:r w:rsidR="000F443E">
        <w:t xml:space="preserve">, </w:t>
      </w:r>
      <w:r w:rsidRPr="0054458D">
        <w:t>admir</w:t>
      </w:r>
      <w:r w:rsidRPr="0054458D">
        <w:t>a</w:t>
      </w:r>
      <w:r w:rsidRPr="0054458D">
        <w:t>teur de Tchékhov</w:t>
      </w:r>
      <w:r w:rsidR="000F443E">
        <w:t xml:space="preserve">, </w:t>
      </w:r>
      <w:r w:rsidRPr="0054458D">
        <w:t>joue le rôle principal</w:t>
      </w:r>
      <w:r w:rsidR="000F443E">
        <w:t xml:space="preserve">, </w:t>
      </w:r>
      <w:r w:rsidRPr="0054458D">
        <w:t>ajoutant d</w:t>
      </w:r>
      <w:r w:rsidR="000F443E">
        <w:t>’</w:t>
      </w:r>
      <w:r w:rsidRPr="0054458D">
        <w:t>ailleurs à son texte bien des souvenirs de son cru</w:t>
      </w:r>
      <w:r w:rsidR="000F443E">
        <w:t xml:space="preserve">, </w:t>
      </w:r>
      <w:r w:rsidRPr="0054458D">
        <w:t>non sans su</w:t>
      </w:r>
      <w:r w:rsidRPr="0054458D">
        <w:t>c</w:t>
      </w:r>
      <w:r w:rsidRPr="0054458D">
        <w:t>cès</w:t>
      </w:r>
      <w:r w:rsidR="000F443E">
        <w:t xml:space="preserve"> ; </w:t>
      </w:r>
      <w:r w:rsidRPr="0054458D">
        <w:t>Tchékhov ne s</w:t>
      </w:r>
      <w:r w:rsidR="000F443E">
        <w:t>’</w:t>
      </w:r>
      <w:r w:rsidRPr="0054458D">
        <w:t>en offusque pas</w:t>
      </w:r>
      <w:r w:rsidR="000F443E">
        <w:t>.</w:t>
      </w:r>
    </w:p>
    <w:p w14:paraId="3E3E0DC9" w14:textId="77777777" w:rsidR="000F443E" w:rsidRDefault="00746266" w:rsidP="000F443E">
      <w:r w:rsidRPr="0054458D">
        <w:t>Le théâtre Alexandra jouera la pièce en janvier 1890 à l</w:t>
      </w:r>
      <w:r w:rsidR="000F443E">
        <w:t>’</w:t>
      </w:r>
      <w:r w:rsidRPr="0054458D">
        <w:t>occasion d</w:t>
      </w:r>
      <w:r w:rsidR="000F443E">
        <w:t>’</w:t>
      </w:r>
      <w:r w:rsidRPr="0054458D">
        <w:t xml:space="preserve">une représentation </w:t>
      </w:r>
      <w:r w:rsidR="000F443E">
        <w:t>« </w:t>
      </w:r>
      <w:r w:rsidRPr="0054458D">
        <w:t>à bénéfice</w:t>
      </w:r>
      <w:r w:rsidR="000F443E">
        <w:t> ».</w:t>
      </w:r>
    </w:p>
    <w:p w14:paraId="3AF6C196" w14:textId="31FF508F" w:rsidR="000F443E" w:rsidRDefault="000F443E" w:rsidP="000F443E">
      <w:pPr>
        <w:jc w:val="right"/>
      </w:pPr>
      <w:proofErr w:type="spellStart"/>
      <w:r w:rsidRPr="000F443E">
        <w:t>J</w:t>
      </w:r>
      <w:r>
        <w:t>.</w:t>
      </w:r>
      <w:r w:rsidRPr="000F443E">
        <w:t>B</w:t>
      </w:r>
      <w:proofErr w:type="spellEnd"/>
      <w:r>
        <w:t>.</w:t>
      </w:r>
    </w:p>
    <w:p w14:paraId="197D273A" w14:textId="6DA3AB7D" w:rsidR="00746266" w:rsidRPr="0054458D" w:rsidRDefault="00746266" w:rsidP="000F443E">
      <w:pPr>
        <w:pStyle w:val="Titre1"/>
      </w:pPr>
      <w:bookmarkStart w:id="1" w:name="_Toc195636053"/>
      <w:r w:rsidRPr="0054458D">
        <w:lastRenderedPageBreak/>
        <w:t>PERSONNAGES</w:t>
      </w:r>
      <w:bookmarkEnd w:id="1"/>
      <w:r w:rsidRPr="0054458D">
        <w:br/>
      </w:r>
    </w:p>
    <w:p w14:paraId="415B30F8" w14:textId="77777777" w:rsidR="000F443E" w:rsidRDefault="00746266" w:rsidP="000F443E">
      <w:proofErr w:type="spellStart"/>
      <w:r w:rsidRPr="0054458D">
        <w:t>SVIETLOVIDOV</w:t>
      </w:r>
      <w:proofErr w:type="spellEnd"/>
      <w:r w:rsidRPr="0054458D">
        <w:t xml:space="preserve"> VASSILI VASSILIEVITCH</w:t>
      </w:r>
      <w:r w:rsidR="000F443E">
        <w:t xml:space="preserve"> (</w:t>
      </w:r>
      <w:proofErr w:type="spellStart"/>
      <w:r w:rsidRPr="0054458D">
        <w:t>VASSILYTCH</w:t>
      </w:r>
      <w:proofErr w:type="spellEnd"/>
      <w:r w:rsidR="000F443E">
        <w:t xml:space="preserve">), </w:t>
      </w:r>
      <w:r w:rsidRPr="0054458D">
        <w:t>acteur comique</w:t>
      </w:r>
      <w:r w:rsidR="000F443E">
        <w:t xml:space="preserve">, </w:t>
      </w:r>
      <w:r w:rsidRPr="0054458D">
        <w:t>soixante-huit ans</w:t>
      </w:r>
      <w:r w:rsidR="000F443E">
        <w:t>.</w:t>
      </w:r>
    </w:p>
    <w:p w14:paraId="5DC7B31F" w14:textId="77777777" w:rsidR="000F443E" w:rsidRDefault="00746266" w:rsidP="000F443E">
      <w:r w:rsidRPr="0054458D">
        <w:t xml:space="preserve">NIKITA </w:t>
      </w:r>
      <w:proofErr w:type="spellStart"/>
      <w:r w:rsidRPr="0054458D">
        <w:t>IVANYTCH</w:t>
      </w:r>
      <w:proofErr w:type="spellEnd"/>
      <w:r w:rsidR="000F443E">
        <w:t xml:space="preserve">, </w:t>
      </w:r>
      <w:r w:rsidRPr="0054458D">
        <w:t>souffleur</w:t>
      </w:r>
      <w:r w:rsidR="000F443E">
        <w:t xml:space="preserve">, </w:t>
      </w:r>
      <w:r w:rsidRPr="0054458D">
        <w:t>homme âgé</w:t>
      </w:r>
      <w:r w:rsidR="000F443E">
        <w:t>.</w:t>
      </w:r>
    </w:p>
    <w:p w14:paraId="298B6A59" w14:textId="77777777" w:rsidR="000F443E" w:rsidRDefault="00746266" w:rsidP="000F443E">
      <w:pPr>
        <w:rPr>
          <w:i/>
          <w:iCs/>
        </w:rPr>
      </w:pPr>
      <w:r w:rsidRPr="0054458D">
        <w:rPr>
          <w:i/>
          <w:iCs/>
        </w:rPr>
        <w:t>L</w:t>
      </w:r>
      <w:r w:rsidR="000F443E">
        <w:rPr>
          <w:i/>
          <w:iCs/>
        </w:rPr>
        <w:t>’</w:t>
      </w:r>
      <w:r w:rsidRPr="0054458D">
        <w:rPr>
          <w:i/>
          <w:iCs/>
        </w:rPr>
        <w:t>action se passe sur la scène d</w:t>
      </w:r>
      <w:r w:rsidR="000F443E">
        <w:rPr>
          <w:i/>
          <w:iCs/>
        </w:rPr>
        <w:t>’</w:t>
      </w:r>
      <w:r w:rsidRPr="0054458D">
        <w:rPr>
          <w:i/>
          <w:iCs/>
        </w:rPr>
        <w:t>un théâtre de province de second ordre</w:t>
      </w:r>
      <w:r w:rsidR="000F443E">
        <w:rPr>
          <w:i/>
          <w:iCs/>
        </w:rPr>
        <w:t xml:space="preserve">, </w:t>
      </w:r>
      <w:r w:rsidRPr="0054458D">
        <w:rPr>
          <w:i/>
          <w:iCs/>
        </w:rPr>
        <w:t>la nuit</w:t>
      </w:r>
      <w:r w:rsidR="000F443E">
        <w:rPr>
          <w:i/>
          <w:iCs/>
        </w:rPr>
        <w:t xml:space="preserve">, </w:t>
      </w:r>
      <w:r w:rsidRPr="0054458D">
        <w:rPr>
          <w:i/>
          <w:iCs/>
        </w:rPr>
        <w:t>après le spectacle</w:t>
      </w:r>
      <w:r w:rsidR="000F443E">
        <w:rPr>
          <w:i/>
          <w:iCs/>
        </w:rPr>
        <w:t xml:space="preserve">. </w:t>
      </w:r>
      <w:r w:rsidRPr="0054458D">
        <w:rPr>
          <w:i/>
          <w:iCs/>
        </w:rPr>
        <w:t>À droite</w:t>
      </w:r>
      <w:r w:rsidR="000F443E">
        <w:rPr>
          <w:i/>
          <w:iCs/>
        </w:rPr>
        <w:t xml:space="preserve">, </w:t>
      </w:r>
      <w:r w:rsidRPr="0054458D">
        <w:rPr>
          <w:i/>
          <w:iCs/>
        </w:rPr>
        <w:t>rangée de portes en bois blanc</w:t>
      </w:r>
      <w:r w:rsidR="000F443E">
        <w:rPr>
          <w:i/>
          <w:iCs/>
        </w:rPr>
        <w:t xml:space="preserve">, </w:t>
      </w:r>
      <w:r w:rsidRPr="0054458D">
        <w:rPr>
          <w:i/>
          <w:iCs/>
        </w:rPr>
        <w:t>mal jointes</w:t>
      </w:r>
      <w:r w:rsidR="000F443E">
        <w:rPr>
          <w:i/>
          <w:iCs/>
        </w:rPr>
        <w:t xml:space="preserve">, </w:t>
      </w:r>
      <w:r w:rsidRPr="0054458D">
        <w:rPr>
          <w:i/>
          <w:iCs/>
        </w:rPr>
        <w:t>qui mènent aux loges des a</w:t>
      </w:r>
      <w:r w:rsidRPr="0054458D">
        <w:rPr>
          <w:i/>
          <w:iCs/>
        </w:rPr>
        <w:t>r</w:t>
      </w:r>
      <w:r w:rsidRPr="0054458D">
        <w:rPr>
          <w:i/>
          <w:iCs/>
        </w:rPr>
        <w:t>tistes</w:t>
      </w:r>
      <w:r w:rsidR="000F443E">
        <w:rPr>
          <w:i/>
          <w:iCs/>
        </w:rPr>
        <w:t xml:space="preserve">. </w:t>
      </w:r>
      <w:r w:rsidRPr="0054458D">
        <w:rPr>
          <w:i/>
          <w:iCs/>
        </w:rPr>
        <w:t>Le côté gauche et le fond de la scène sont encombrés d</w:t>
      </w:r>
      <w:r w:rsidR="000F443E">
        <w:rPr>
          <w:i/>
          <w:iCs/>
        </w:rPr>
        <w:t>’</w:t>
      </w:r>
      <w:r w:rsidRPr="0054458D">
        <w:rPr>
          <w:i/>
          <w:iCs/>
        </w:rPr>
        <w:t>accessoires</w:t>
      </w:r>
      <w:r w:rsidR="000F443E">
        <w:rPr>
          <w:i/>
          <w:iCs/>
        </w:rPr>
        <w:t xml:space="preserve">. </w:t>
      </w:r>
      <w:r w:rsidRPr="0054458D">
        <w:rPr>
          <w:i/>
          <w:iCs/>
        </w:rPr>
        <w:t>Au milieu de la scène</w:t>
      </w:r>
      <w:r w:rsidR="000F443E">
        <w:rPr>
          <w:i/>
          <w:iCs/>
        </w:rPr>
        <w:t xml:space="preserve">, </w:t>
      </w:r>
      <w:r w:rsidRPr="0054458D">
        <w:rPr>
          <w:i/>
          <w:iCs/>
        </w:rPr>
        <w:t>un tabouret renversé</w:t>
      </w:r>
      <w:r w:rsidR="000F443E">
        <w:rPr>
          <w:i/>
          <w:iCs/>
        </w:rPr>
        <w:t xml:space="preserve">. </w:t>
      </w:r>
      <w:r w:rsidRPr="0054458D">
        <w:rPr>
          <w:i/>
          <w:iCs/>
        </w:rPr>
        <w:t>Ob</w:t>
      </w:r>
      <w:r w:rsidRPr="0054458D">
        <w:rPr>
          <w:i/>
          <w:iCs/>
        </w:rPr>
        <w:t>s</w:t>
      </w:r>
      <w:r w:rsidRPr="0054458D">
        <w:rPr>
          <w:i/>
          <w:iCs/>
        </w:rPr>
        <w:t>curité</w:t>
      </w:r>
      <w:r w:rsidR="000F443E">
        <w:rPr>
          <w:i/>
          <w:iCs/>
        </w:rPr>
        <w:t>.</w:t>
      </w:r>
    </w:p>
    <w:p w14:paraId="7419A2D7" w14:textId="512F959C" w:rsidR="00746266" w:rsidRPr="0054458D" w:rsidRDefault="00924381" w:rsidP="000F443E">
      <w:pPr>
        <w:pStyle w:val="Titre1"/>
      </w:pPr>
      <w:bookmarkStart w:id="2" w:name="_Toc195636054"/>
      <w:r w:rsidRPr="0054458D">
        <w:lastRenderedPageBreak/>
        <w:t>SC</w:t>
      </w:r>
      <w:r w:rsidR="00793F31">
        <w:t>È</w:t>
      </w:r>
      <w:r w:rsidRPr="0054458D">
        <w:t>NE PREMI</w:t>
      </w:r>
      <w:r w:rsidR="00793F31">
        <w:t>È</w:t>
      </w:r>
      <w:r w:rsidRPr="0054458D">
        <w:t>RE</w:t>
      </w:r>
      <w:bookmarkEnd w:id="2"/>
      <w:r w:rsidR="00746266" w:rsidRPr="0054458D">
        <w:br/>
      </w:r>
    </w:p>
    <w:p w14:paraId="1FBB6080" w14:textId="77777777" w:rsidR="000F443E" w:rsidRDefault="00746266" w:rsidP="000F443E">
      <w:pPr>
        <w:ind w:firstLine="0"/>
        <w:jc w:val="center"/>
        <w:rPr>
          <w:i/>
          <w:iCs/>
        </w:rPr>
      </w:pPr>
      <w:proofErr w:type="spellStart"/>
      <w:r w:rsidRPr="000F443E">
        <w:t>SVIETLOVIDOV</w:t>
      </w:r>
      <w:proofErr w:type="spellEnd"/>
      <w:r w:rsidR="000F443E">
        <w:t xml:space="preserve">, </w:t>
      </w:r>
      <w:r w:rsidRPr="000F443E">
        <w:rPr>
          <w:i/>
          <w:iCs/>
        </w:rPr>
        <w:t xml:space="preserve">en costume de </w:t>
      </w:r>
      <w:proofErr w:type="spellStart"/>
      <w:r w:rsidRPr="000F443E">
        <w:rPr>
          <w:i/>
          <w:iCs/>
        </w:rPr>
        <w:t>Chalcas</w:t>
      </w:r>
      <w:proofErr w:type="spellEnd"/>
      <w:r w:rsidR="000F443E">
        <w:rPr>
          <w:i/>
          <w:iCs/>
        </w:rPr>
        <w:t xml:space="preserve">, </w:t>
      </w:r>
      <w:r w:rsidRPr="000F443E">
        <w:rPr>
          <w:i/>
          <w:iCs/>
        </w:rPr>
        <w:t>tenant une bo</w:t>
      </w:r>
      <w:r w:rsidRPr="000F443E">
        <w:rPr>
          <w:i/>
          <w:iCs/>
        </w:rPr>
        <w:t>u</w:t>
      </w:r>
      <w:r w:rsidRPr="000F443E">
        <w:rPr>
          <w:i/>
          <w:iCs/>
        </w:rPr>
        <w:t>gie à la main</w:t>
      </w:r>
      <w:r w:rsidR="000F443E">
        <w:rPr>
          <w:i/>
          <w:iCs/>
        </w:rPr>
        <w:t xml:space="preserve">, </w:t>
      </w:r>
      <w:r w:rsidRPr="000F443E">
        <w:rPr>
          <w:i/>
          <w:iCs/>
        </w:rPr>
        <w:t>sort de sa loge en riant aux éclats</w:t>
      </w:r>
      <w:r w:rsidR="000F443E">
        <w:rPr>
          <w:i/>
          <w:iCs/>
        </w:rPr>
        <w:t>.</w:t>
      </w:r>
    </w:p>
    <w:p w14:paraId="14D47B56" w14:textId="77777777" w:rsidR="000F443E" w:rsidRDefault="00746266" w:rsidP="000F443E">
      <w:proofErr w:type="spellStart"/>
      <w:r w:rsidRPr="0054458D">
        <w:t>SVIETLOVIDOV</w:t>
      </w:r>
      <w:proofErr w:type="spellEnd"/>
      <w:r w:rsidR="000F443E">
        <w:t xml:space="preserve">. – </w:t>
      </w:r>
      <w:r w:rsidRPr="0054458D">
        <w:t>En voilà une aventure</w:t>
      </w:r>
      <w:r w:rsidR="000F443E">
        <w:t xml:space="preserve"> ! </w:t>
      </w:r>
      <w:r w:rsidRPr="0054458D">
        <w:t>En voilà une histoire</w:t>
      </w:r>
      <w:r w:rsidR="000F443E">
        <w:t xml:space="preserve"> ! </w:t>
      </w:r>
      <w:r w:rsidRPr="0054458D">
        <w:t>Je me suis endormi dans ma loge</w:t>
      </w:r>
      <w:r w:rsidR="000F443E">
        <w:t xml:space="preserve">. </w:t>
      </w:r>
      <w:r w:rsidRPr="0054458D">
        <w:t>Le spectacle est fini depuis longtemps</w:t>
      </w:r>
      <w:r w:rsidR="000F443E">
        <w:t xml:space="preserve"> ; </w:t>
      </w:r>
      <w:r w:rsidRPr="0054458D">
        <w:t>tout le monde a quitté le théâtre</w:t>
      </w:r>
      <w:r w:rsidR="000F443E">
        <w:t xml:space="preserve">, </w:t>
      </w:r>
      <w:r w:rsidRPr="0054458D">
        <w:t>et moi je ronfle de la façon la plus tranquille</w:t>
      </w:r>
      <w:r w:rsidR="000F443E">
        <w:t xml:space="preserve"> ! </w:t>
      </w:r>
      <w:r w:rsidRPr="0054458D">
        <w:t>Ah</w:t>
      </w:r>
      <w:r w:rsidR="000F443E">
        <w:t xml:space="preserve"> ! </w:t>
      </w:r>
      <w:r w:rsidRPr="0054458D">
        <w:t>vieux birbe</w:t>
      </w:r>
      <w:r w:rsidR="000F443E">
        <w:t xml:space="preserve"> ! </w:t>
      </w:r>
      <w:r w:rsidRPr="0054458D">
        <w:t>Vieux barbet</w:t>
      </w:r>
      <w:r w:rsidR="000F443E">
        <w:t xml:space="preserve"> ! </w:t>
      </w:r>
      <w:r w:rsidRPr="0054458D">
        <w:t>J</w:t>
      </w:r>
      <w:r w:rsidR="000F443E">
        <w:t>’</w:t>
      </w:r>
      <w:r w:rsidRPr="0054458D">
        <w:t>ai tant vidé de verres que je me suis endormi assis</w:t>
      </w:r>
      <w:r w:rsidR="000F443E">
        <w:t xml:space="preserve"> ! </w:t>
      </w:r>
      <w:r w:rsidRPr="0054458D">
        <w:t>Mon bon petit gosse</w:t>
      </w:r>
      <w:r w:rsidR="000F443E">
        <w:t xml:space="preserve">, </w:t>
      </w:r>
      <w:r w:rsidRPr="0054458D">
        <w:t>mon petit</w:t>
      </w:r>
      <w:r w:rsidR="000F443E">
        <w:t xml:space="preserve">, </w:t>
      </w:r>
      <w:r w:rsidRPr="0054458D">
        <w:t>je te félicite</w:t>
      </w:r>
      <w:r w:rsidR="000F443E">
        <w:t> ! (</w:t>
      </w:r>
      <w:r w:rsidRPr="0054458D">
        <w:rPr>
          <w:i/>
          <w:iCs/>
        </w:rPr>
        <w:t>Il</w:t>
      </w:r>
      <w:r w:rsidRPr="00793F79">
        <w:rPr>
          <w:i/>
          <w:iCs/>
        </w:rPr>
        <w:t xml:space="preserve"> </w:t>
      </w:r>
      <w:r w:rsidRPr="0054458D">
        <w:rPr>
          <w:i/>
          <w:iCs/>
        </w:rPr>
        <w:t>appelle</w:t>
      </w:r>
      <w:r w:rsidR="000F443E">
        <w:rPr>
          <w:i/>
          <w:iCs/>
        </w:rPr>
        <w:t>.)</w:t>
      </w:r>
      <w:r w:rsidR="000F443E">
        <w:t xml:space="preserve"> </w:t>
      </w:r>
      <w:proofErr w:type="spellStart"/>
      <w:r w:rsidRPr="0054458D">
        <w:t>I</w:t>
      </w:r>
      <w:r w:rsidRPr="0054458D">
        <w:t>é</w:t>
      </w:r>
      <w:r w:rsidRPr="0054458D">
        <w:t>gorka</w:t>
      </w:r>
      <w:proofErr w:type="spellEnd"/>
      <w:r w:rsidR="000F443E">
        <w:t xml:space="preserve"> ! </w:t>
      </w:r>
      <w:proofErr w:type="spellStart"/>
      <w:r w:rsidRPr="0054458D">
        <w:t>Iégorka</w:t>
      </w:r>
      <w:proofErr w:type="spellEnd"/>
      <w:r w:rsidR="000F443E">
        <w:t xml:space="preserve">, </w:t>
      </w:r>
      <w:r w:rsidRPr="0054458D">
        <w:t>sacrebleu</w:t>
      </w:r>
      <w:r w:rsidR="000F443E">
        <w:t xml:space="preserve"> ! </w:t>
      </w:r>
      <w:proofErr w:type="spellStart"/>
      <w:r w:rsidRPr="0054458D">
        <w:t>Pétrouchka</w:t>
      </w:r>
      <w:proofErr w:type="spellEnd"/>
      <w:r w:rsidR="000F443E">
        <w:t xml:space="preserve"> ! </w:t>
      </w:r>
      <w:r w:rsidRPr="0054458D">
        <w:t>Ils se sont endormis</w:t>
      </w:r>
      <w:r w:rsidR="000F443E">
        <w:t xml:space="preserve">, </w:t>
      </w:r>
      <w:r w:rsidRPr="0054458D">
        <w:t>les diables</w:t>
      </w:r>
      <w:r w:rsidR="000F443E">
        <w:t xml:space="preserve"> ! </w:t>
      </w:r>
      <w:r w:rsidRPr="0054458D">
        <w:t>Puisse un timon de voiture vous traverser le bec</w:t>
      </w:r>
      <w:r w:rsidR="000F443E">
        <w:t xml:space="preserve">, </w:t>
      </w:r>
      <w:r w:rsidRPr="0054458D">
        <w:t>cent diables et une sorcière</w:t>
      </w:r>
      <w:r w:rsidR="000F443E">
        <w:t> ! (</w:t>
      </w:r>
      <w:r w:rsidRPr="0054458D">
        <w:rPr>
          <w:i/>
          <w:iCs/>
        </w:rPr>
        <w:t>il relève le tabouret</w:t>
      </w:r>
      <w:r w:rsidR="000F443E">
        <w:rPr>
          <w:i/>
          <w:iCs/>
        </w:rPr>
        <w:t xml:space="preserve">, </w:t>
      </w:r>
      <w:r w:rsidRPr="0054458D">
        <w:rPr>
          <w:i/>
          <w:iCs/>
        </w:rPr>
        <w:t>s</w:t>
      </w:r>
      <w:r w:rsidR="000F443E">
        <w:rPr>
          <w:i/>
          <w:iCs/>
        </w:rPr>
        <w:t>’</w:t>
      </w:r>
      <w:r w:rsidRPr="0054458D">
        <w:rPr>
          <w:i/>
          <w:iCs/>
        </w:rPr>
        <w:t>assied et pose la bougie sur le plancher</w:t>
      </w:r>
      <w:r w:rsidR="000F443E">
        <w:rPr>
          <w:i/>
          <w:iCs/>
        </w:rPr>
        <w:t>.)</w:t>
      </w:r>
      <w:r w:rsidR="000F443E">
        <w:t xml:space="preserve"> </w:t>
      </w:r>
      <w:r w:rsidRPr="0054458D">
        <w:t>On n</w:t>
      </w:r>
      <w:r w:rsidR="000F443E">
        <w:t>’</w:t>
      </w:r>
      <w:r w:rsidRPr="0054458D">
        <w:t>entend rien</w:t>
      </w:r>
      <w:r w:rsidR="000F443E">
        <w:t xml:space="preserve">… </w:t>
      </w:r>
      <w:r w:rsidRPr="0054458D">
        <w:t>Rien que l</w:t>
      </w:r>
      <w:r w:rsidR="000F443E">
        <w:t>’</w:t>
      </w:r>
      <w:r w:rsidRPr="0054458D">
        <w:t>écho</w:t>
      </w:r>
      <w:r w:rsidR="000F443E">
        <w:t xml:space="preserve">… </w:t>
      </w:r>
      <w:r w:rsidRPr="0054458D">
        <w:t>J</w:t>
      </w:r>
      <w:r w:rsidR="000F443E">
        <w:t>’</w:t>
      </w:r>
      <w:r w:rsidRPr="0054458D">
        <w:t>ai aujourd</w:t>
      </w:r>
      <w:r w:rsidR="000F443E">
        <w:t>’</w:t>
      </w:r>
      <w:r w:rsidRPr="0054458D">
        <w:t xml:space="preserve">hui pour leurs peines donné trois roubles à </w:t>
      </w:r>
      <w:proofErr w:type="spellStart"/>
      <w:r w:rsidRPr="0054458D">
        <w:t>Iégorka</w:t>
      </w:r>
      <w:proofErr w:type="spellEnd"/>
      <w:r w:rsidRPr="0054458D">
        <w:t xml:space="preserve"> et à </w:t>
      </w:r>
      <w:proofErr w:type="spellStart"/>
      <w:r w:rsidRPr="0054458D">
        <w:t>Pétrouchka</w:t>
      </w:r>
      <w:proofErr w:type="spellEnd"/>
      <w:r w:rsidR="000F443E">
        <w:t xml:space="preserve"> : </w:t>
      </w:r>
      <w:r w:rsidRPr="0054458D">
        <w:t>on ne les dépistera plus maintenant même avec des chiens</w:t>
      </w:r>
      <w:r w:rsidR="000F443E">
        <w:t xml:space="preserve">… </w:t>
      </w:r>
      <w:r w:rsidRPr="0054458D">
        <w:t>Ils sont partis</w:t>
      </w:r>
      <w:r w:rsidR="000F443E">
        <w:t xml:space="preserve">… </w:t>
      </w:r>
      <w:r w:rsidRPr="0054458D">
        <w:t>Ils ont sans doute fe</w:t>
      </w:r>
      <w:r w:rsidRPr="0054458D">
        <w:t>r</w:t>
      </w:r>
      <w:r w:rsidRPr="0054458D">
        <w:t>mé le théâtre</w:t>
      </w:r>
      <w:r w:rsidR="000F443E">
        <w:t xml:space="preserve">, </w:t>
      </w:r>
      <w:r w:rsidRPr="0054458D">
        <w:t>les misérables</w:t>
      </w:r>
      <w:r w:rsidR="000F443E">
        <w:t> !… (</w:t>
      </w:r>
      <w:r w:rsidRPr="0054458D">
        <w:rPr>
          <w:i/>
          <w:iCs/>
        </w:rPr>
        <w:t>Il secoue la tête</w:t>
      </w:r>
      <w:r w:rsidR="000F443E">
        <w:rPr>
          <w:i/>
          <w:iCs/>
        </w:rPr>
        <w:t>.)</w:t>
      </w:r>
      <w:r w:rsidR="000F443E">
        <w:t xml:space="preserve"> </w:t>
      </w:r>
      <w:r w:rsidRPr="0054458D">
        <w:t>Je suis ivre</w:t>
      </w:r>
      <w:r w:rsidR="000F443E">
        <w:t xml:space="preserve"> ! </w:t>
      </w:r>
      <w:r w:rsidRPr="0054458D">
        <w:t>Ouf</w:t>
      </w:r>
      <w:r w:rsidR="000F443E">
        <w:t xml:space="preserve"> ! </w:t>
      </w:r>
      <w:r w:rsidRPr="0054458D">
        <w:t>Combien</w:t>
      </w:r>
      <w:r w:rsidR="000F443E">
        <w:t xml:space="preserve">, </w:t>
      </w:r>
      <w:r w:rsidRPr="0054458D">
        <w:t>mon Dieu</w:t>
      </w:r>
      <w:r w:rsidR="000F443E">
        <w:t xml:space="preserve">, </w:t>
      </w:r>
      <w:r w:rsidRPr="0054458D">
        <w:t>à l</w:t>
      </w:r>
      <w:r w:rsidR="000F443E">
        <w:t>’</w:t>
      </w:r>
      <w:r w:rsidRPr="0054458D">
        <w:t>occasion de mon bénéfice</w:t>
      </w:r>
      <w:r w:rsidR="000F443E">
        <w:t xml:space="preserve">, </w:t>
      </w:r>
      <w:r w:rsidRPr="0054458D">
        <w:t>ai-je donc ingurgité de vin et de bière</w:t>
      </w:r>
      <w:r w:rsidR="000F443E">
        <w:t xml:space="preserve"> !… </w:t>
      </w:r>
      <w:r w:rsidRPr="0054458D">
        <w:t>J</w:t>
      </w:r>
      <w:r w:rsidR="000F443E">
        <w:t>’</w:t>
      </w:r>
      <w:r w:rsidRPr="0054458D">
        <w:t>en ai mal aux cheveux par tout le corps</w:t>
      </w:r>
      <w:r w:rsidR="000F443E">
        <w:t xml:space="preserve">, </w:t>
      </w:r>
      <w:r w:rsidRPr="0054458D">
        <w:t>et la bouche comme si vingt-deux peuples y avaient passé la nuit</w:t>
      </w:r>
      <w:r w:rsidR="000F443E">
        <w:t xml:space="preserve">… </w:t>
      </w:r>
      <w:r w:rsidRPr="0054458D">
        <w:t>C</w:t>
      </w:r>
      <w:r w:rsidR="000F443E">
        <w:t>’</w:t>
      </w:r>
      <w:r w:rsidRPr="0054458D">
        <w:t>est dégoûtant</w:t>
      </w:r>
      <w:r w:rsidR="000F443E">
        <w:t>… (</w:t>
      </w:r>
      <w:r w:rsidRPr="0054458D">
        <w:rPr>
          <w:i/>
          <w:iCs/>
        </w:rPr>
        <w:t>Une pause</w:t>
      </w:r>
      <w:r w:rsidR="000F443E">
        <w:rPr>
          <w:i/>
          <w:iCs/>
        </w:rPr>
        <w:t>.)</w:t>
      </w:r>
      <w:r w:rsidR="000F443E">
        <w:t xml:space="preserve"> </w:t>
      </w:r>
      <w:r w:rsidRPr="0054458D">
        <w:t>C</w:t>
      </w:r>
      <w:r w:rsidR="000F443E">
        <w:t>’</w:t>
      </w:r>
      <w:r w:rsidRPr="0054458D">
        <w:t>est bête</w:t>
      </w:r>
      <w:r w:rsidR="000F443E">
        <w:t xml:space="preserve"> !… </w:t>
      </w:r>
      <w:r w:rsidRPr="0054458D">
        <w:t>Le vieux fou s</w:t>
      </w:r>
      <w:r w:rsidR="000F443E">
        <w:t>’</w:t>
      </w:r>
      <w:r w:rsidRPr="0054458D">
        <w:t>est saoulé</w:t>
      </w:r>
      <w:r w:rsidR="000F443E">
        <w:t xml:space="preserve">, </w:t>
      </w:r>
      <w:r w:rsidRPr="0054458D">
        <w:t>et il ne sait même plus pour quelle bonne raison</w:t>
      </w:r>
      <w:r w:rsidR="000F443E">
        <w:t xml:space="preserve">… </w:t>
      </w:r>
      <w:r w:rsidRPr="0054458D">
        <w:t>Ouf</w:t>
      </w:r>
      <w:r w:rsidR="000F443E">
        <w:t xml:space="preserve">, </w:t>
      </w:r>
      <w:r w:rsidRPr="0054458D">
        <w:t>mon Dieu</w:t>
      </w:r>
      <w:r w:rsidR="000F443E">
        <w:t xml:space="preserve"> !… </w:t>
      </w:r>
      <w:r w:rsidRPr="0054458D">
        <w:t>J</w:t>
      </w:r>
      <w:r w:rsidR="000F443E">
        <w:t>’</w:t>
      </w:r>
      <w:r w:rsidRPr="0054458D">
        <w:t>ai les reins brisés</w:t>
      </w:r>
      <w:r w:rsidR="000F443E">
        <w:t xml:space="preserve">, </w:t>
      </w:r>
      <w:r w:rsidRPr="0054458D">
        <w:t>la caboche qui craque</w:t>
      </w:r>
      <w:r w:rsidR="000F443E">
        <w:t xml:space="preserve">, </w:t>
      </w:r>
      <w:r w:rsidRPr="0054458D">
        <w:t>des frissons partout</w:t>
      </w:r>
      <w:r w:rsidR="000F443E">
        <w:t xml:space="preserve">, </w:t>
      </w:r>
      <w:r w:rsidRPr="0054458D">
        <w:t>et</w:t>
      </w:r>
      <w:r w:rsidR="000F443E">
        <w:t xml:space="preserve">, </w:t>
      </w:r>
      <w:r w:rsidRPr="0054458D">
        <w:t>dans mon âme</w:t>
      </w:r>
      <w:r w:rsidR="000F443E">
        <w:t xml:space="preserve">, </w:t>
      </w:r>
      <w:r w:rsidRPr="0054458D">
        <w:t>il fait aussi noir et froid que dans une cave</w:t>
      </w:r>
      <w:r w:rsidR="000F443E">
        <w:t xml:space="preserve">… </w:t>
      </w:r>
      <w:r w:rsidRPr="0054458D">
        <w:t>Si tu ne ménages pas ta santé</w:t>
      </w:r>
      <w:r w:rsidR="000F443E">
        <w:t xml:space="preserve">, </w:t>
      </w:r>
      <w:r w:rsidRPr="0054458D">
        <w:t>tu devrais au moins ménager ta vieillesse</w:t>
      </w:r>
      <w:r w:rsidR="000F443E">
        <w:t xml:space="preserve">, </w:t>
      </w:r>
      <w:r w:rsidRPr="0054458D">
        <w:t xml:space="preserve">pitre </w:t>
      </w:r>
      <w:proofErr w:type="spellStart"/>
      <w:r w:rsidRPr="0054458D">
        <w:t>Iv</w:t>
      </w:r>
      <w:r w:rsidRPr="0054458D">
        <w:t>a</w:t>
      </w:r>
      <w:r w:rsidRPr="0054458D">
        <w:t>nytch</w:t>
      </w:r>
      <w:proofErr w:type="spellEnd"/>
      <w:r w:rsidR="000F443E">
        <w:t> !… (</w:t>
      </w:r>
      <w:r w:rsidRPr="0054458D">
        <w:rPr>
          <w:i/>
          <w:iCs/>
        </w:rPr>
        <w:t>Une pause</w:t>
      </w:r>
      <w:r w:rsidR="000F443E">
        <w:rPr>
          <w:i/>
          <w:iCs/>
        </w:rPr>
        <w:t>.)</w:t>
      </w:r>
      <w:r w:rsidR="000F443E">
        <w:t xml:space="preserve"> </w:t>
      </w:r>
      <w:r w:rsidRPr="0054458D">
        <w:t>Tu es vieux</w:t>
      </w:r>
      <w:r w:rsidR="000F443E">
        <w:t xml:space="preserve">… </w:t>
      </w:r>
      <w:r w:rsidRPr="0054458D">
        <w:t>Tu as beau faire le pimpant</w:t>
      </w:r>
      <w:r w:rsidR="000F443E">
        <w:t xml:space="preserve">, </w:t>
      </w:r>
      <w:r w:rsidRPr="0054458D">
        <w:t>le fier-à-bras</w:t>
      </w:r>
      <w:r w:rsidR="000F443E">
        <w:t xml:space="preserve">, </w:t>
      </w:r>
      <w:r w:rsidRPr="0054458D">
        <w:t>l</w:t>
      </w:r>
      <w:r w:rsidR="000F443E">
        <w:t>’</w:t>
      </w:r>
      <w:r w:rsidRPr="0054458D">
        <w:t>imbécile</w:t>
      </w:r>
      <w:r w:rsidR="000F443E">
        <w:t xml:space="preserve">, </w:t>
      </w:r>
      <w:r w:rsidRPr="0054458D">
        <w:t>ta vie est passée</w:t>
      </w:r>
      <w:r w:rsidR="000F443E">
        <w:t xml:space="preserve">… </w:t>
      </w:r>
      <w:r w:rsidRPr="0054458D">
        <w:lastRenderedPageBreak/>
        <w:t xml:space="preserve">Soixante-huit années déjà </w:t>
      </w:r>
      <w:r w:rsidRPr="0054458D">
        <w:rPr>
          <w:i/>
          <w:iCs/>
        </w:rPr>
        <w:t>pfuit-pfuit</w:t>
      </w:r>
      <w:r w:rsidR="000F443E">
        <w:rPr>
          <w:i/>
          <w:iCs/>
        </w:rPr>
        <w:t xml:space="preserve"> !… </w:t>
      </w:r>
      <w:r w:rsidRPr="0054458D">
        <w:t>Rien que ça</w:t>
      </w:r>
      <w:r w:rsidR="000F443E">
        <w:t xml:space="preserve"> ! </w:t>
      </w:r>
      <w:r w:rsidRPr="0054458D">
        <w:t>Tu ne les reverras pas</w:t>
      </w:r>
      <w:r w:rsidR="000F443E">
        <w:t xml:space="preserve"> !… </w:t>
      </w:r>
      <w:r w:rsidRPr="0054458D">
        <w:t>Tout le flacon est déjà presque bu</w:t>
      </w:r>
      <w:r w:rsidR="000F443E">
        <w:t xml:space="preserve"> : </w:t>
      </w:r>
      <w:r w:rsidRPr="0054458D">
        <w:t>il ne reste qu</w:t>
      </w:r>
      <w:r w:rsidR="000F443E">
        <w:t>’</w:t>
      </w:r>
      <w:r w:rsidRPr="0054458D">
        <w:t>un peu de fond</w:t>
      </w:r>
      <w:r w:rsidR="000F443E">
        <w:t xml:space="preserve">… </w:t>
      </w:r>
      <w:r w:rsidRPr="0054458D">
        <w:t>il ne reste que la lie</w:t>
      </w:r>
      <w:r w:rsidR="000F443E">
        <w:t xml:space="preserve">… </w:t>
      </w:r>
      <w:r w:rsidRPr="0054458D">
        <w:t>Et voilà</w:t>
      </w:r>
      <w:r w:rsidR="000F443E">
        <w:t xml:space="preserve">… </w:t>
      </w:r>
      <w:r w:rsidRPr="0054458D">
        <w:t>Voilà où en sont les choses</w:t>
      </w:r>
      <w:r w:rsidR="000F443E">
        <w:t xml:space="preserve">, </w:t>
      </w:r>
      <w:r w:rsidRPr="0054458D">
        <w:t xml:space="preserve">mon petit </w:t>
      </w:r>
      <w:proofErr w:type="spellStart"/>
      <w:r w:rsidRPr="0054458D">
        <w:t>Vassioucha</w:t>
      </w:r>
      <w:proofErr w:type="spellEnd"/>
      <w:r w:rsidRPr="0054458D">
        <w:rPr>
          <w:rStyle w:val="Appelnotedebasdep"/>
        </w:rPr>
        <w:footnoteReference w:id="1"/>
      </w:r>
      <w:r w:rsidR="000F443E">
        <w:t xml:space="preserve"> ! </w:t>
      </w:r>
      <w:r w:rsidRPr="0054458D">
        <w:t>Que tu le veuilles ou non</w:t>
      </w:r>
      <w:r w:rsidR="000F443E">
        <w:t xml:space="preserve">, </w:t>
      </w:r>
      <w:r w:rsidRPr="0054458D">
        <w:t>c</w:t>
      </w:r>
      <w:r w:rsidR="000F443E">
        <w:t>’</w:t>
      </w:r>
      <w:r w:rsidRPr="0054458D">
        <w:t>est le moment de répéter le rôle de cadavre</w:t>
      </w:r>
      <w:r w:rsidR="000F443E">
        <w:t xml:space="preserve">… </w:t>
      </w:r>
      <w:r w:rsidRPr="0054458D">
        <w:t>Maman-la-Mort n</w:t>
      </w:r>
      <w:r w:rsidR="000F443E">
        <w:t>’</w:t>
      </w:r>
      <w:r w:rsidRPr="0054458D">
        <w:t>est pas loin</w:t>
      </w:r>
      <w:r w:rsidR="000F443E">
        <w:t>… (</w:t>
      </w:r>
      <w:r w:rsidRPr="0054458D">
        <w:rPr>
          <w:i/>
          <w:iCs/>
        </w:rPr>
        <w:t>I</w:t>
      </w:r>
      <w:r w:rsidRPr="00793F79">
        <w:rPr>
          <w:i/>
          <w:iCs/>
        </w:rPr>
        <w:t xml:space="preserve">l </w:t>
      </w:r>
      <w:r w:rsidRPr="0054458D">
        <w:rPr>
          <w:i/>
          <w:iCs/>
        </w:rPr>
        <w:t>regarde devant lui</w:t>
      </w:r>
      <w:r w:rsidR="000F443E">
        <w:rPr>
          <w:i/>
          <w:iCs/>
        </w:rPr>
        <w:t>.)</w:t>
      </w:r>
      <w:r w:rsidR="000F443E">
        <w:t xml:space="preserve"> </w:t>
      </w:r>
      <w:r w:rsidRPr="0054458D">
        <w:t>Tout de même</w:t>
      </w:r>
      <w:r w:rsidR="000F443E">
        <w:t xml:space="preserve">, </w:t>
      </w:r>
      <w:r w:rsidRPr="0054458D">
        <w:t>après quarante-cinq ans de planches</w:t>
      </w:r>
      <w:r w:rsidR="000F443E">
        <w:t xml:space="preserve">, </w:t>
      </w:r>
      <w:r w:rsidRPr="0054458D">
        <w:t>c</w:t>
      </w:r>
      <w:r w:rsidR="000F443E">
        <w:t>’</w:t>
      </w:r>
      <w:r w:rsidRPr="0054458D">
        <w:t>est la première fois</w:t>
      </w:r>
      <w:r w:rsidR="000F443E">
        <w:t xml:space="preserve">, </w:t>
      </w:r>
      <w:r w:rsidRPr="0054458D">
        <w:t>il me semble</w:t>
      </w:r>
      <w:r w:rsidR="000F443E">
        <w:t xml:space="preserve">, </w:t>
      </w:r>
      <w:r w:rsidRPr="0054458D">
        <w:t>que je vois le thé</w:t>
      </w:r>
      <w:r w:rsidRPr="0054458D">
        <w:t>â</w:t>
      </w:r>
      <w:r w:rsidRPr="0054458D">
        <w:t>tre la nuit</w:t>
      </w:r>
      <w:r w:rsidR="000F443E">
        <w:t xml:space="preserve">… </w:t>
      </w:r>
      <w:r w:rsidRPr="0054458D">
        <w:t>Oui</w:t>
      </w:r>
      <w:r w:rsidR="000F443E">
        <w:t xml:space="preserve">, </w:t>
      </w:r>
      <w:r w:rsidRPr="0054458D">
        <w:t>la première fois</w:t>
      </w:r>
      <w:r w:rsidR="000F443E">
        <w:t xml:space="preserve"> !… </w:t>
      </w:r>
      <w:r w:rsidRPr="0054458D">
        <w:t>C</w:t>
      </w:r>
      <w:r w:rsidR="000F443E">
        <w:t>’</w:t>
      </w:r>
      <w:r w:rsidRPr="0054458D">
        <w:t>est curieux</w:t>
      </w:r>
      <w:r w:rsidR="000F443E">
        <w:t xml:space="preserve">, </w:t>
      </w:r>
      <w:r w:rsidRPr="0054458D">
        <w:t>sacr</w:t>
      </w:r>
      <w:r w:rsidRPr="0054458D">
        <w:t>e</w:t>
      </w:r>
      <w:r w:rsidRPr="0054458D">
        <w:t>bleu</w:t>
      </w:r>
      <w:r w:rsidR="000F443E">
        <w:t> ! (</w:t>
      </w:r>
      <w:r w:rsidRPr="0054458D">
        <w:rPr>
          <w:i/>
          <w:iCs/>
        </w:rPr>
        <w:t>Il s</w:t>
      </w:r>
      <w:r w:rsidR="000F443E">
        <w:rPr>
          <w:i/>
          <w:iCs/>
        </w:rPr>
        <w:t>’</w:t>
      </w:r>
      <w:r w:rsidRPr="0054458D">
        <w:rPr>
          <w:i/>
          <w:iCs/>
        </w:rPr>
        <w:t>approche de la rampe</w:t>
      </w:r>
      <w:r w:rsidR="000F443E">
        <w:rPr>
          <w:i/>
          <w:iCs/>
        </w:rPr>
        <w:t>.)</w:t>
      </w:r>
      <w:r w:rsidR="000F443E">
        <w:t xml:space="preserve"> </w:t>
      </w:r>
      <w:r w:rsidRPr="0054458D">
        <w:t>On n</w:t>
      </w:r>
      <w:r w:rsidR="000F443E">
        <w:t>’</w:t>
      </w:r>
      <w:r w:rsidRPr="0054458D">
        <w:t>y voit goutte</w:t>
      </w:r>
      <w:r w:rsidR="000F443E">
        <w:t xml:space="preserve">… </w:t>
      </w:r>
      <w:r w:rsidRPr="0054458D">
        <w:t>On di</w:t>
      </w:r>
      <w:r w:rsidRPr="0054458D">
        <w:t>s</w:t>
      </w:r>
      <w:r w:rsidRPr="0054458D">
        <w:t>tingue un peu la boîte du souffleur</w:t>
      </w:r>
      <w:r w:rsidR="000F443E">
        <w:t xml:space="preserve">, </w:t>
      </w:r>
      <w:r w:rsidRPr="0054458D">
        <w:t>cette loge d</w:t>
      </w:r>
      <w:r w:rsidR="000F443E">
        <w:t>’</w:t>
      </w:r>
      <w:r w:rsidRPr="0054458D">
        <w:t>avant-scène au</w:t>
      </w:r>
      <w:r w:rsidRPr="0054458D">
        <w:t>s</w:t>
      </w:r>
      <w:r w:rsidRPr="0054458D">
        <w:t>si</w:t>
      </w:r>
      <w:r w:rsidR="000F443E">
        <w:t xml:space="preserve">, </w:t>
      </w:r>
      <w:r w:rsidRPr="0054458D">
        <w:t>et ce pupitre-là</w:t>
      </w:r>
      <w:r w:rsidR="000F443E">
        <w:t xml:space="preserve">… </w:t>
      </w:r>
      <w:r w:rsidRPr="0054458D">
        <w:t>Mais le reste n</w:t>
      </w:r>
      <w:r w:rsidR="000F443E">
        <w:t>’</w:t>
      </w:r>
      <w:r w:rsidRPr="0054458D">
        <w:t>est que ténèbres</w:t>
      </w:r>
      <w:r w:rsidR="000F443E">
        <w:t xml:space="preserve">. </w:t>
      </w:r>
      <w:r w:rsidRPr="0054458D">
        <w:t>Un trou noir sans fond</w:t>
      </w:r>
      <w:r w:rsidR="000F443E">
        <w:t xml:space="preserve">, </w:t>
      </w:r>
      <w:r w:rsidRPr="0054458D">
        <w:t>comme un tombeau dans lequel se cache la mort elle-même</w:t>
      </w:r>
      <w:r w:rsidR="000F443E">
        <w:t xml:space="preserve">… </w:t>
      </w:r>
      <w:r w:rsidRPr="0054458D">
        <w:t>Brr</w:t>
      </w:r>
      <w:r w:rsidR="000F443E">
        <w:t xml:space="preserve">… </w:t>
      </w:r>
      <w:r w:rsidRPr="0054458D">
        <w:t>Il fait froid</w:t>
      </w:r>
      <w:r w:rsidR="000F443E">
        <w:t xml:space="preserve">… </w:t>
      </w:r>
      <w:r w:rsidRPr="0054458D">
        <w:t>Il vient de la salle un appel d</w:t>
      </w:r>
      <w:r w:rsidR="000F443E">
        <w:t>’</w:t>
      </w:r>
      <w:r w:rsidRPr="0054458D">
        <w:t>air comme d</w:t>
      </w:r>
      <w:r w:rsidR="000F443E">
        <w:t>’</w:t>
      </w:r>
      <w:r w:rsidRPr="0054458D">
        <w:t>un tuyau de poêle</w:t>
      </w:r>
      <w:r w:rsidR="000F443E">
        <w:t xml:space="preserve">… </w:t>
      </w:r>
      <w:r w:rsidRPr="0054458D">
        <w:t>Le voilà le véritable endroit pour évoquer des esprits</w:t>
      </w:r>
      <w:r w:rsidR="000F443E">
        <w:t xml:space="preserve"> ! </w:t>
      </w:r>
      <w:r w:rsidRPr="0054458D">
        <w:t>L</w:t>
      </w:r>
      <w:r w:rsidR="000F443E">
        <w:t>’</w:t>
      </w:r>
      <w:r w:rsidRPr="0054458D">
        <w:t>angoisse me prend</w:t>
      </w:r>
      <w:r w:rsidR="000F443E">
        <w:t xml:space="preserve">, </w:t>
      </w:r>
      <w:r w:rsidRPr="0054458D">
        <w:t>le diable m</w:t>
      </w:r>
      <w:r w:rsidR="000F443E">
        <w:t>’</w:t>
      </w:r>
      <w:r w:rsidRPr="0054458D">
        <w:t>emporte</w:t>
      </w:r>
      <w:r w:rsidR="000F443E">
        <w:t xml:space="preserve"> !… </w:t>
      </w:r>
      <w:r w:rsidRPr="0054458D">
        <w:t>J</w:t>
      </w:r>
      <w:r w:rsidR="000F443E">
        <w:t>’</w:t>
      </w:r>
      <w:r w:rsidRPr="0054458D">
        <w:t>ai des fourmis dans le dos</w:t>
      </w:r>
      <w:r w:rsidR="000F443E">
        <w:t>… (</w:t>
      </w:r>
      <w:r w:rsidRPr="0054458D">
        <w:rPr>
          <w:i/>
          <w:iCs/>
        </w:rPr>
        <w:t>Il</w:t>
      </w:r>
      <w:r w:rsidRPr="00793F79">
        <w:rPr>
          <w:i/>
          <w:iCs/>
        </w:rPr>
        <w:t xml:space="preserve"> </w:t>
      </w:r>
      <w:r w:rsidRPr="0054458D">
        <w:rPr>
          <w:i/>
          <w:iCs/>
        </w:rPr>
        <w:t>appelle</w:t>
      </w:r>
      <w:r w:rsidR="000F443E">
        <w:rPr>
          <w:i/>
          <w:iCs/>
        </w:rPr>
        <w:t>.)</w:t>
      </w:r>
      <w:r w:rsidR="000F443E">
        <w:t xml:space="preserve"> </w:t>
      </w:r>
      <w:proofErr w:type="spellStart"/>
      <w:r w:rsidRPr="0054458D">
        <w:t>Iégo</w:t>
      </w:r>
      <w:r w:rsidRPr="0054458D">
        <w:t>r</w:t>
      </w:r>
      <w:r w:rsidRPr="0054458D">
        <w:t>ka</w:t>
      </w:r>
      <w:proofErr w:type="spellEnd"/>
      <w:r w:rsidR="000F443E">
        <w:t xml:space="preserve"> ! </w:t>
      </w:r>
      <w:proofErr w:type="spellStart"/>
      <w:r w:rsidRPr="0054458D">
        <w:t>Pétrouchka</w:t>
      </w:r>
      <w:proofErr w:type="spellEnd"/>
      <w:r w:rsidR="000F443E">
        <w:t xml:space="preserve"> ! </w:t>
      </w:r>
      <w:r w:rsidRPr="0054458D">
        <w:t>Où êtes-vous</w:t>
      </w:r>
      <w:r w:rsidR="000F443E">
        <w:t xml:space="preserve">, </w:t>
      </w:r>
      <w:r w:rsidRPr="0054458D">
        <w:t>diables</w:t>
      </w:r>
      <w:r w:rsidR="000F443E">
        <w:t xml:space="preserve"> ?… </w:t>
      </w:r>
      <w:r w:rsidRPr="0054458D">
        <w:t>Seigneur</w:t>
      </w:r>
      <w:r w:rsidR="000F443E">
        <w:t xml:space="preserve">, </w:t>
      </w:r>
      <w:r w:rsidRPr="0054458D">
        <w:t>qu</w:t>
      </w:r>
      <w:r w:rsidR="000F443E">
        <w:t>’</w:t>
      </w:r>
      <w:r w:rsidRPr="0054458D">
        <w:t>ai-je à évoquer le Malin</w:t>
      </w:r>
      <w:r w:rsidR="000F443E">
        <w:t xml:space="preserve"> ! </w:t>
      </w:r>
      <w:r w:rsidRPr="0054458D">
        <w:t>Ah</w:t>
      </w:r>
      <w:r w:rsidR="000F443E">
        <w:t xml:space="preserve"> ! </w:t>
      </w:r>
      <w:r w:rsidRPr="0054458D">
        <w:t>mon Dieu</w:t>
      </w:r>
      <w:r w:rsidR="000F443E">
        <w:t xml:space="preserve">, </w:t>
      </w:r>
      <w:r w:rsidRPr="0054458D">
        <w:t>que je cesse de blasphémer</w:t>
      </w:r>
      <w:r w:rsidR="000F443E">
        <w:t xml:space="preserve">, </w:t>
      </w:r>
      <w:r w:rsidRPr="0054458D">
        <w:t>que je cesse de boire</w:t>
      </w:r>
      <w:r w:rsidR="000F443E">
        <w:t xml:space="preserve"> !… </w:t>
      </w:r>
      <w:r w:rsidRPr="0054458D">
        <w:t>C</w:t>
      </w:r>
      <w:r w:rsidR="000F443E">
        <w:t>’</w:t>
      </w:r>
      <w:r w:rsidRPr="0054458D">
        <w:t>est que je suis déjà vieux</w:t>
      </w:r>
      <w:r w:rsidR="000F443E">
        <w:t xml:space="preserve"> ! </w:t>
      </w:r>
      <w:r w:rsidRPr="0054458D">
        <w:t>Il est temps de mourir</w:t>
      </w:r>
      <w:r w:rsidR="000F443E">
        <w:t xml:space="preserve">… </w:t>
      </w:r>
      <w:r w:rsidRPr="0054458D">
        <w:t>À soixante-huit ans</w:t>
      </w:r>
      <w:r w:rsidR="000F443E">
        <w:t xml:space="preserve">, </w:t>
      </w:r>
      <w:r w:rsidRPr="0054458D">
        <w:t>les gens vont à matines</w:t>
      </w:r>
      <w:r w:rsidR="000F443E">
        <w:t xml:space="preserve">… </w:t>
      </w:r>
      <w:r w:rsidRPr="0054458D">
        <w:t>ils se préparent à la mort</w:t>
      </w:r>
      <w:r w:rsidR="000F443E">
        <w:t xml:space="preserve"> ; </w:t>
      </w:r>
      <w:r w:rsidRPr="0054458D">
        <w:t>et toi</w:t>
      </w:r>
      <w:r w:rsidR="000F443E">
        <w:t xml:space="preserve"> !… </w:t>
      </w:r>
      <w:r w:rsidRPr="0054458D">
        <w:t>Oh</w:t>
      </w:r>
      <w:r w:rsidR="000F443E">
        <w:t xml:space="preserve"> ! </w:t>
      </w:r>
      <w:r w:rsidRPr="0054458D">
        <w:t>Dieu</w:t>
      </w:r>
      <w:r w:rsidR="000F443E">
        <w:t xml:space="preserve">, </w:t>
      </w:r>
      <w:r w:rsidRPr="0054458D">
        <w:t>ces mots impurs</w:t>
      </w:r>
      <w:r w:rsidR="000F443E">
        <w:t xml:space="preserve">, </w:t>
      </w:r>
      <w:r w:rsidRPr="0054458D">
        <w:t>cette figure d</w:t>
      </w:r>
      <w:r w:rsidR="000F443E">
        <w:t>’</w:t>
      </w:r>
      <w:r w:rsidRPr="0054458D">
        <w:t>ivrogne</w:t>
      </w:r>
      <w:r w:rsidR="000F443E">
        <w:t xml:space="preserve">, </w:t>
      </w:r>
      <w:r w:rsidRPr="0054458D">
        <w:t>ce costume de bouffon</w:t>
      </w:r>
      <w:r w:rsidR="000F443E">
        <w:t xml:space="preserve">… </w:t>
      </w:r>
      <w:r w:rsidRPr="0054458D">
        <w:t>c</w:t>
      </w:r>
      <w:r w:rsidR="000F443E">
        <w:t>’</w:t>
      </w:r>
      <w:r w:rsidRPr="0054458D">
        <w:t>est à ne pas se r</w:t>
      </w:r>
      <w:r w:rsidRPr="0054458D">
        <w:t>e</w:t>
      </w:r>
      <w:r w:rsidRPr="0054458D">
        <w:t>garder</w:t>
      </w:r>
      <w:r w:rsidR="000F443E">
        <w:t xml:space="preserve"> ! </w:t>
      </w:r>
      <w:r w:rsidRPr="0054458D">
        <w:t>Vite</w:t>
      </w:r>
      <w:r w:rsidR="000F443E">
        <w:t xml:space="preserve">, </w:t>
      </w:r>
      <w:r w:rsidRPr="0054458D">
        <w:t>je vais m</w:t>
      </w:r>
      <w:r w:rsidR="000F443E">
        <w:t>’</w:t>
      </w:r>
      <w:r w:rsidRPr="0054458D">
        <w:t>habiller</w:t>
      </w:r>
      <w:r w:rsidR="000F443E">
        <w:t xml:space="preserve">… </w:t>
      </w:r>
      <w:r w:rsidRPr="0054458D">
        <w:t>L</w:t>
      </w:r>
      <w:r w:rsidR="000F443E">
        <w:t>’</w:t>
      </w:r>
      <w:r w:rsidRPr="0054458D">
        <w:t>angoisse m</w:t>
      </w:r>
      <w:r w:rsidR="000F443E">
        <w:t>’</w:t>
      </w:r>
      <w:r w:rsidRPr="0054458D">
        <w:t>étreint</w:t>
      </w:r>
      <w:r w:rsidR="000F443E">
        <w:t xml:space="preserve">. </w:t>
      </w:r>
      <w:r w:rsidRPr="0054458D">
        <w:t>Si on re</w:t>
      </w:r>
      <w:r w:rsidRPr="0054458D">
        <w:t>s</w:t>
      </w:r>
      <w:r w:rsidRPr="0054458D">
        <w:t>tait ici toute une nuit</w:t>
      </w:r>
      <w:r w:rsidR="000F443E">
        <w:t xml:space="preserve">, </w:t>
      </w:r>
      <w:r w:rsidRPr="0054458D">
        <w:t>on pourrait mourir d</w:t>
      </w:r>
      <w:r w:rsidR="000F443E">
        <w:t>’</w:t>
      </w:r>
      <w:r w:rsidRPr="0054458D">
        <w:t>effroi</w:t>
      </w:r>
      <w:r w:rsidR="000F443E">
        <w:t>…</w:t>
      </w:r>
    </w:p>
    <w:p w14:paraId="3E2D7796" w14:textId="77777777" w:rsidR="000F443E" w:rsidRDefault="00746266" w:rsidP="000F443E">
      <w:pPr>
        <w:rPr>
          <w:i/>
          <w:iCs/>
        </w:rPr>
      </w:pPr>
      <w:r w:rsidRPr="0054458D">
        <w:rPr>
          <w:i/>
          <w:iCs/>
        </w:rPr>
        <w:lastRenderedPageBreak/>
        <w:t>Il va vers sa loge</w:t>
      </w:r>
      <w:r w:rsidR="000F443E">
        <w:rPr>
          <w:i/>
          <w:iCs/>
        </w:rPr>
        <w:t xml:space="preserve">. </w:t>
      </w:r>
      <w:r w:rsidRPr="0054458D">
        <w:rPr>
          <w:i/>
          <w:iCs/>
        </w:rPr>
        <w:t>À ce moment</w:t>
      </w:r>
      <w:r w:rsidR="000F443E">
        <w:rPr>
          <w:i/>
          <w:iCs/>
        </w:rPr>
        <w:t xml:space="preserve">, </w:t>
      </w:r>
      <w:r w:rsidRPr="0054458D">
        <w:rPr>
          <w:i/>
          <w:iCs/>
        </w:rPr>
        <w:t>de la toute dernière loge d</w:t>
      </w:r>
      <w:r w:rsidR="000F443E">
        <w:rPr>
          <w:i/>
          <w:iCs/>
        </w:rPr>
        <w:t>’</w:t>
      </w:r>
      <w:r w:rsidRPr="0054458D">
        <w:rPr>
          <w:i/>
          <w:iCs/>
        </w:rPr>
        <w:t>artistes</w:t>
      </w:r>
      <w:r w:rsidR="000F443E">
        <w:rPr>
          <w:i/>
          <w:iCs/>
        </w:rPr>
        <w:t xml:space="preserve">, </w:t>
      </w:r>
      <w:r w:rsidRPr="0054458D">
        <w:rPr>
          <w:i/>
          <w:iCs/>
        </w:rPr>
        <w:t>au fond de la scène</w:t>
      </w:r>
      <w:r w:rsidR="000F443E">
        <w:rPr>
          <w:i/>
          <w:iCs/>
        </w:rPr>
        <w:t xml:space="preserve">, </w:t>
      </w:r>
      <w:r w:rsidRPr="0054458D">
        <w:rPr>
          <w:i/>
          <w:iCs/>
        </w:rPr>
        <w:t xml:space="preserve">sort Nikita </w:t>
      </w:r>
      <w:proofErr w:type="spellStart"/>
      <w:r w:rsidRPr="0054458D">
        <w:rPr>
          <w:i/>
          <w:iCs/>
        </w:rPr>
        <w:t>Ivanytch</w:t>
      </w:r>
      <w:proofErr w:type="spellEnd"/>
      <w:r w:rsidRPr="0054458D">
        <w:rPr>
          <w:i/>
          <w:iCs/>
        </w:rPr>
        <w:t xml:space="preserve"> en robe de chambre blanche</w:t>
      </w:r>
      <w:r w:rsidR="000F443E">
        <w:rPr>
          <w:i/>
          <w:iCs/>
        </w:rPr>
        <w:t>.</w:t>
      </w:r>
    </w:p>
    <w:p w14:paraId="41C70507" w14:textId="368C4485" w:rsidR="00746266" w:rsidRPr="0054458D" w:rsidRDefault="00924381" w:rsidP="000F443E">
      <w:pPr>
        <w:pStyle w:val="Titre1"/>
      </w:pPr>
      <w:bookmarkStart w:id="3" w:name="_Toc195636055"/>
      <w:r w:rsidRPr="0054458D">
        <w:lastRenderedPageBreak/>
        <w:t>SC</w:t>
      </w:r>
      <w:r w:rsidR="00793F31">
        <w:t>È</w:t>
      </w:r>
      <w:r w:rsidRPr="0054458D">
        <w:t>NE II</w:t>
      </w:r>
      <w:bookmarkEnd w:id="3"/>
      <w:r w:rsidR="00746266" w:rsidRPr="0054458D">
        <w:br/>
      </w:r>
    </w:p>
    <w:p w14:paraId="4998AAC1" w14:textId="77777777" w:rsidR="000F443E" w:rsidRDefault="00746266" w:rsidP="000F443E">
      <w:proofErr w:type="spellStart"/>
      <w:r w:rsidRPr="0054458D">
        <w:t>SVIETLOVIDOV</w:t>
      </w:r>
      <w:proofErr w:type="spellEnd"/>
      <w:r w:rsidR="000F443E">
        <w:t xml:space="preserve">, </w:t>
      </w:r>
      <w:r w:rsidRPr="0054458D">
        <w:rPr>
          <w:i/>
          <w:iCs/>
        </w:rPr>
        <w:t>apercevant Nikita</w:t>
      </w:r>
      <w:r w:rsidR="000F443E">
        <w:rPr>
          <w:i/>
          <w:iCs/>
        </w:rPr>
        <w:t xml:space="preserve">, </w:t>
      </w:r>
      <w:r w:rsidRPr="0054458D">
        <w:rPr>
          <w:i/>
          <w:iCs/>
        </w:rPr>
        <w:t>il pousse un cri d</w:t>
      </w:r>
      <w:r w:rsidR="000F443E">
        <w:rPr>
          <w:i/>
          <w:iCs/>
        </w:rPr>
        <w:t>’</w:t>
      </w:r>
      <w:r w:rsidRPr="0054458D">
        <w:rPr>
          <w:i/>
          <w:iCs/>
        </w:rPr>
        <w:t>e</w:t>
      </w:r>
      <w:r w:rsidRPr="0054458D">
        <w:rPr>
          <w:i/>
          <w:iCs/>
        </w:rPr>
        <w:t>f</w:t>
      </w:r>
      <w:r w:rsidRPr="0054458D">
        <w:rPr>
          <w:i/>
          <w:iCs/>
        </w:rPr>
        <w:t>froi et recule</w:t>
      </w:r>
      <w:r w:rsidR="000F443E">
        <w:rPr>
          <w:i/>
          <w:iCs/>
        </w:rPr>
        <w:t xml:space="preserve">. </w:t>
      </w:r>
      <w:r w:rsidR="000F443E">
        <w:t xml:space="preserve">– </w:t>
      </w:r>
      <w:r w:rsidRPr="0054458D">
        <w:t>Qui es-tu</w:t>
      </w:r>
      <w:r w:rsidR="000F443E">
        <w:t xml:space="preserve"> ? </w:t>
      </w:r>
      <w:r w:rsidRPr="0054458D">
        <w:t>Pourquoi venir</w:t>
      </w:r>
      <w:r w:rsidR="000F443E">
        <w:t xml:space="preserve"> ? </w:t>
      </w:r>
      <w:r w:rsidRPr="0054458D">
        <w:t>À qui en as-tu ici</w:t>
      </w:r>
      <w:r w:rsidR="000F443E">
        <w:t> ? (</w:t>
      </w:r>
      <w:r w:rsidRPr="0054458D">
        <w:rPr>
          <w:i/>
          <w:iCs/>
        </w:rPr>
        <w:t>Il frappe du pied</w:t>
      </w:r>
      <w:r w:rsidR="000F443E">
        <w:rPr>
          <w:i/>
          <w:iCs/>
        </w:rPr>
        <w:t>.)</w:t>
      </w:r>
      <w:r w:rsidR="000F443E">
        <w:t xml:space="preserve"> </w:t>
      </w:r>
      <w:r w:rsidRPr="0054458D">
        <w:t>Qui es-tu</w:t>
      </w:r>
      <w:r w:rsidR="000F443E">
        <w:t> ?</w:t>
      </w:r>
    </w:p>
    <w:p w14:paraId="033A5374" w14:textId="77777777" w:rsidR="000F443E" w:rsidRDefault="00746266" w:rsidP="000F443E">
      <w:r w:rsidRPr="0054458D">
        <w:t xml:space="preserve">NIKITA </w:t>
      </w:r>
      <w:proofErr w:type="spellStart"/>
      <w:r w:rsidRPr="0054458D">
        <w:t>IVANYTCH</w:t>
      </w:r>
      <w:proofErr w:type="spellEnd"/>
      <w:r w:rsidR="000F443E">
        <w:t xml:space="preserve">. – </w:t>
      </w:r>
      <w:r w:rsidRPr="0054458D">
        <w:t>C</w:t>
      </w:r>
      <w:r w:rsidR="000F443E">
        <w:t>’</w:t>
      </w:r>
      <w:r w:rsidRPr="0054458D">
        <w:t>est moi</w:t>
      </w:r>
      <w:r w:rsidR="000F443E">
        <w:t xml:space="preserve">, </w:t>
      </w:r>
      <w:r w:rsidRPr="0054458D">
        <w:t>monsieur</w:t>
      </w:r>
      <w:r w:rsidR="000F443E">
        <w:t>.</w:t>
      </w:r>
    </w:p>
    <w:p w14:paraId="6E68376A" w14:textId="77777777" w:rsidR="000F443E" w:rsidRDefault="00746266" w:rsidP="000F443E">
      <w:proofErr w:type="spellStart"/>
      <w:r w:rsidRPr="0054458D">
        <w:t>SVIETLOVIDOV</w:t>
      </w:r>
      <w:proofErr w:type="spellEnd"/>
      <w:r w:rsidR="000F443E">
        <w:t xml:space="preserve">. – </w:t>
      </w:r>
      <w:r w:rsidRPr="0054458D">
        <w:t>Qui</w:t>
      </w:r>
      <w:r w:rsidR="000F443E">
        <w:t xml:space="preserve">, </w:t>
      </w:r>
      <w:r w:rsidRPr="0054458D">
        <w:t>toi</w:t>
      </w:r>
      <w:r w:rsidR="000F443E">
        <w:t> ?</w:t>
      </w:r>
    </w:p>
    <w:p w14:paraId="67F69CFB" w14:textId="77777777" w:rsidR="000F443E" w:rsidRDefault="00746266" w:rsidP="000F443E">
      <w:r w:rsidRPr="0054458D">
        <w:t xml:space="preserve">NIKITA </w:t>
      </w:r>
      <w:proofErr w:type="spellStart"/>
      <w:r w:rsidRPr="0054458D">
        <w:t>IVANYTCH</w:t>
      </w:r>
      <w:proofErr w:type="spellEnd"/>
      <w:r w:rsidR="000F443E">
        <w:t xml:space="preserve">, </w:t>
      </w:r>
      <w:r w:rsidRPr="0054458D">
        <w:rPr>
          <w:i/>
          <w:iCs/>
        </w:rPr>
        <w:t>s</w:t>
      </w:r>
      <w:r w:rsidR="000F443E">
        <w:rPr>
          <w:i/>
          <w:iCs/>
        </w:rPr>
        <w:t>’</w:t>
      </w:r>
      <w:r w:rsidRPr="0054458D">
        <w:rPr>
          <w:i/>
          <w:iCs/>
        </w:rPr>
        <w:t>approchant doucement de lui</w:t>
      </w:r>
      <w:r w:rsidR="000F443E">
        <w:rPr>
          <w:i/>
          <w:iCs/>
        </w:rPr>
        <w:t xml:space="preserve">. </w:t>
      </w:r>
      <w:r w:rsidR="000F443E">
        <w:t xml:space="preserve">– </w:t>
      </w:r>
      <w:r w:rsidRPr="0054458D">
        <w:t>C</w:t>
      </w:r>
      <w:r w:rsidR="000F443E">
        <w:t>’</w:t>
      </w:r>
      <w:r w:rsidRPr="0054458D">
        <w:t>est moi</w:t>
      </w:r>
      <w:r w:rsidR="000F443E">
        <w:t xml:space="preserve">… </w:t>
      </w:r>
      <w:r w:rsidRPr="0054458D">
        <w:t xml:space="preserve">le Souffleur Nikita </w:t>
      </w:r>
      <w:proofErr w:type="spellStart"/>
      <w:r w:rsidRPr="0054458D">
        <w:t>Ivanytch</w:t>
      </w:r>
      <w:proofErr w:type="spellEnd"/>
      <w:r w:rsidR="000F443E">
        <w:t xml:space="preserve">… </w:t>
      </w:r>
      <w:proofErr w:type="spellStart"/>
      <w:r w:rsidRPr="0054458D">
        <w:t>Vassil</w:t>
      </w:r>
      <w:proofErr w:type="spellEnd"/>
      <w:r w:rsidRPr="0054458D">
        <w:t xml:space="preserve"> </w:t>
      </w:r>
      <w:proofErr w:type="spellStart"/>
      <w:r w:rsidRPr="0054458D">
        <w:t>Vassilytch</w:t>
      </w:r>
      <w:proofErr w:type="spellEnd"/>
      <w:r w:rsidRPr="0054458D">
        <w:rPr>
          <w:rStyle w:val="Appelnotedebasdep"/>
        </w:rPr>
        <w:footnoteReference w:id="2"/>
      </w:r>
      <w:r w:rsidR="000F443E">
        <w:t xml:space="preserve">, </w:t>
      </w:r>
      <w:r w:rsidRPr="0054458D">
        <w:t>c</w:t>
      </w:r>
      <w:r w:rsidR="000F443E">
        <w:t>’</w:t>
      </w:r>
      <w:r w:rsidRPr="0054458D">
        <w:t>est moi</w:t>
      </w:r>
      <w:r w:rsidR="000F443E">
        <w:t xml:space="preserve">, </w:t>
      </w:r>
      <w:r w:rsidRPr="0054458D">
        <w:t>monsieur</w:t>
      </w:r>
      <w:r w:rsidR="000F443E">
        <w:t> !</w:t>
      </w:r>
    </w:p>
    <w:p w14:paraId="154B9022" w14:textId="77777777" w:rsidR="000F443E" w:rsidRDefault="00746266" w:rsidP="000F443E">
      <w:proofErr w:type="spellStart"/>
      <w:r w:rsidRPr="0054458D">
        <w:t>SVIETLOVIDOV</w:t>
      </w:r>
      <w:proofErr w:type="spellEnd"/>
      <w:r w:rsidR="000F443E">
        <w:t xml:space="preserve">, </w:t>
      </w:r>
      <w:r w:rsidRPr="0054458D">
        <w:rPr>
          <w:i/>
          <w:iCs/>
        </w:rPr>
        <w:t>il se laisse tomber sans forces sur le t</w:t>
      </w:r>
      <w:r w:rsidRPr="0054458D">
        <w:rPr>
          <w:i/>
          <w:iCs/>
        </w:rPr>
        <w:t>a</w:t>
      </w:r>
      <w:r w:rsidRPr="0054458D">
        <w:rPr>
          <w:i/>
          <w:iCs/>
        </w:rPr>
        <w:t>bouret</w:t>
      </w:r>
      <w:r w:rsidR="000F443E">
        <w:rPr>
          <w:i/>
          <w:iCs/>
        </w:rPr>
        <w:t xml:space="preserve">, </w:t>
      </w:r>
      <w:r w:rsidRPr="0054458D">
        <w:rPr>
          <w:i/>
          <w:iCs/>
        </w:rPr>
        <w:t>haletant et tremblant de tout son corps</w:t>
      </w:r>
      <w:r w:rsidR="000F443E">
        <w:rPr>
          <w:i/>
          <w:iCs/>
        </w:rPr>
        <w:t xml:space="preserve">. </w:t>
      </w:r>
      <w:r w:rsidR="000F443E">
        <w:t xml:space="preserve">– </w:t>
      </w:r>
      <w:r w:rsidRPr="0054458D">
        <w:t>Mon Dieu</w:t>
      </w:r>
      <w:r w:rsidR="000F443E">
        <w:t xml:space="preserve">, </w:t>
      </w:r>
      <w:r w:rsidRPr="0054458D">
        <w:t>qui est-ce</w:t>
      </w:r>
      <w:r w:rsidR="000F443E">
        <w:t xml:space="preserve"> ? </w:t>
      </w:r>
      <w:r w:rsidRPr="0054458D">
        <w:t>C</w:t>
      </w:r>
      <w:r w:rsidR="000F443E">
        <w:t>’</w:t>
      </w:r>
      <w:r w:rsidRPr="0054458D">
        <w:t>est toi</w:t>
      </w:r>
      <w:r w:rsidR="000F443E">
        <w:t xml:space="preserve"> ?… </w:t>
      </w:r>
      <w:r w:rsidRPr="0054458D">
        <w:t>Toi</w:t>
      </w:r>
      <w:r w:rsidR="000F443E">
        <w:t xml:space="preserve">, </w:t>
      </w:r>
      <w:proofErr w:type="spellStart"/>
      <w:r w:rsidRPr="0054458D">
        <w:t>Nikitouchka</w:t>
      </w:r>
      <w:proofErr w:type="spellEnd"/>
      <w:r w:rsidRPr="0054458D">
        <w:rPr>
          <w:rStyle w:val="Appelnotedebasdep"/>
        </w:rPr>
        <w:footnoteReference w:id="3"/>
      </w:r>
      <w:r w:rsidR="000F443E">
        <w:t xml:space="preserve"> !… </w:t>
      </w:r>
      <w:r w:rsidRPr="0054458D">
        <w:t>Pour</w:t>
      </w:r>
      <w:r w:rsidR="000F443E">
        <w:t xml:space="preserve">… </w:t>
      </w:r>
      <w:r w:rsidRPr="0054458D">
        <w:t>pourquoi es-tu ici</w:t>
      </w:r>
      <w:r w:rsidR="000F443E">
        <w:t> ?</w:t>
      </w:r>
    </w:p>
    <w:p w14:paraId="05C86CEF" w14:textId="77777777" w:rsidR="000F443E" w:rsidRDefault="00746266" w:rsidP="000F443E">
      <w:r w:rsidRPr="0054458D">
        <w:t xml:space="preserve">NIKITA </w:t>
      </w:r>
      <w:proofErr w:type="spellStart"/>
      <w:r w:rsidRPr="0054458D">
        <w:t>IVANYTCH</w:t>
      </w:r>
      <w:proofErr w:type="spellEnd"/>
      <w:r w:rsidR="000F443E">
        <w:t xml:space="preserve">. – </w:t>
      </w:r>
      <w:r w:rsidRPr="0054458D">
        <w:t>Je couche dans les loges</w:t>
      </w:r>
      <w:r w:rsidR="000F443E">
        <w:t xml:space="preserve">, </w:t>
      </w:r>
      <w:r w:rsidRPr="0054458D">
        <w:t>monsieur</w:t>
      </w:r>
      <w:r w:rsidR="000F443E">
        <w:t xml:space="preserve">. </w:t>
      </w:r>
      <w:r w:rsidRPr="0054458D">
        <w:t>Seulement</w:t>
      </w:r>
      <w:r w:rsidR="000F443E">
        <w:t xml:space="preserve">, </w:t>
      </w:r>
      <w:r w:rsidRPr="0054458D">
        <w:t>ayez la bonté de n</w:t>
      </w:r>
      <w:r w:rsidR="000F443E">
        <w:t>’</w:t>
      </w:r>
      <w:r w:rsidRPr="0054458D">
        <w:t xml:space="preserve">en rien dire à Alekseï </w:t>
      </w:r>
      <w:proofErr w:type="spellStart"/>
      <w:r w:rsidRPr="0054458D">
        <w:t>Fomitch</w:t>
      </w:r>
      <w:proofErr w:type="spellEnd"/>
      <w:r w:rsidR="000F443E">
        <w:t xml:space="preserve">. </w:t>
      </w:r>
      <w:r w:rsidRPr="0054458D">
        <w:t>Je n</w:t>
      </w:r>
      <w:r w:rsidR="000F443E">
        <w:t>’</w:t>
      </w:r>
      <w:r w:rsidRPr="0054458D">
        <w:t>ai aucun autre endroit pour coucher</w:t>
      </w:r>
      <w:r w:rsidR="000F443E">
        <w:t xml:space="preserve"> ; </w:t>
      </w:r>
      <w:r w:rsidRPr="0054458D">
        <w:t>croyez-le</w:t>
      </w:r>
      <w:r w:rsidR="000F443E">
        <w:t xml:space="preserve">, </w:t>
      </w:r>
      <w:r w:rsidRPr="0054458D">
        <w:t>monsieur</w:t>
      </w:r>
      <w:r w:rsidR="000F443E">
        <w:t xml:space="preserve">, </w:t>
      </w:r>
      <w:r w:rsidRPr="0054458D">
        <w:t>au nom de Dieu</w:t>
      </w:r>
      <w:r w:rsidR="000F443E">
        <w:t> !</w:t>
      </w:r>
    </w:p>
    <w:p w14:paraId="456EDB63" w14:textId="77777777" w:rsidR="000F443E" w:rsidRDefault="00746266" w:rsidP="000F443E">
      <w:proofErr w:type="spellStart"/>
      <w:r w:rsidRPr="0054458D">
        <w:t>SVIETLOVIDOV</w:t>
      </w:r>
      <w:proofErr w:type="spellEnd"/>
      <w:r w:rsidR="000F443E">
        <w:t xml:space="preserve">. – </w:t>
      </w:r>
      <w:r w:rsidRPr="0054458D">
        <w:t>C</w:t>
      </w:r>
      <w:r w:rsidR="000F443E">
        <w:t>’</w:t>
      </w:r>
      <w:r w:rsidRPr="0054458D">
        <w:t>est toi</w:t>
      </w:r>
      <w:r w:rsidR="000F443E">
        <w:t xml:space="preserve">, </w:t>
      </w:r>
      <w:proofErr w:type="spellStart"/>
      <w:r w:rsidRPr="0054458D">
        <w:t>Nikitouchka</w:t>
      </w:r>
      <w:proofErr w:type="spellEnd"/>
      <w:r w:rsidR="000F443E">
        <w:t xml:space="preserve"> ?… </w:t>
      </w:r>
      <w:r w:rsidRPr="0054458D">
        <w:t>Mon Dieu</w:t>
      </w:r>
      <w:r w:rsidR="000F443E">
        <w:t xml:space="preserve">, </w:t>
      </w:r>
      <w:r w:rsidRPr="0054458D">
        <w:t>mon Dieu</w:t>
      </w:r>
      <w:r w:rsidR="000F443E">
        <w:t xml:space="preserve"> !… </w:t>
      </w:r>
      <w:r w:rsidRPr="0054458D">
        <w:t>On m</w:t>
      </w:r>
      <w:r w:rsidR="000F443E">
        <w:t>’</w:t>
      </w:r>
      <w:r w:rsidRPr="0054458D">
        <w:t>a rappelé seize fois</w:t>
      </w:r>
      <w:r w:rsidR="000F443E">
        <w:t xml:space="preserve"> ; </w:t>
      </w:r>
      <w:r w:rsidRPr="0054458D">
        <w:t>on m</w:t>
      </w:r>
      <w:r w:rsidR="000F443E">
        <w:t>’</w:t>
      </w:r>
      <w:r w:rsidRPr="0054458D">
        <w:t>a apporté trois couro</w:t>
      </w:r>
      <w:r w:rsidRPr="0054458D">
        <w:t>n</w:t>
      </w:r>
      <w:r w:rsidRPr="0054458D">
        <w:t>nes et des masses d</w:t>
      </w:r>
      <w:r w:rsidR="000F443E">
        <w:t>’</w:t>
      </w:r>
      <w:r w:rsidRPr="0054458D">
        <w:t>objets</w:t>
      </w:r>
      <w:r w:rsidR="000F443E">
        <w:t xml:space="preserve">… </w:t>
      </w:r>
      <w:r w:rsidRPr="0054458D">
        <w:t xml:space="preserve">tout ce monde était dans </w:t>
      </w:r>
      <w:r w:rsidRPr="0054458D">
        <w:lastRenderedPageBreak/>
        <w:t>l</w:t>
      </w:r>
      <w:r w:rsidR="000F443E">
        <w:t>’</w:t>
      </w:r>
      <w:r w:rsidRPr="0054458D">
        <w:t>entho</w:t>
      </w:r>
      <w:r w:rsidRPr="0054458D">
        <w:t>u</w:t>
      </w:r>
      <w:r w:rsidRPr="0054458D">
        <w:t>siasme</w:t>
      </w:r>
      <w:r w:rsidR="000F443E">
        <w:t xml:space="preserve">, </w:t>
      </w:r>
      <w:r w:rsidRPr="0054458D">
        <w:t>mais personne n</w:t>
      </w:r>
      <w:r w:rsidR="000F443E">
        <w:t>’</w:t>
      </w:r>
      <w:r w:rsidRPr="0054458D">
        <w:t>a réveillé le vieil ivrogne ni ne l</w:t>
      </w:r>
      <w:r w:rsidR="000F443E">
        <w:t>’</w:t>
      </w:r>
      <w:r w:rsidRPr="0054458D">
        <w:t>a r</w:t>
      </w:r>
      <w:r w:rsidRPr="0054458D">
        <w:t>e</w:t>
      </w:r>
      <w:r w:rsidRPr="0054458D">
        <w:t>conduit chez lui</w:t>
      </w:r>
      <w:r w:rsidR="000F443E">
        <w:t xml:space="preserve">… </w:t>
      </w:r>
      <w:r w:rsidRPr="0054458D">
        <w:t>Je suis vieux</w:t>
      </w:r>
      <w:r w:rsidR="000F443E">
        <w:t xml:space="preserve">, </w:t>
      </w:r>
      <w:proofErr w:type="spellStart"/>
      <w:r w:rsidRPr="0054458D">
        <w:t>Nikitouchka</w:t>
      </w:r>
      <w:proofErr w:type="spellEnd"/>
      <w:r w:rsidR="000F443E">
        <w:t xml:space="preserve"> !… </w:t>
      </w:r>
      <w:r w:rsidRPr="0054458D">
        <w:t>J</w:t>
      </w:r>
      <w:r w:rsidR="000F443E">
        <w:t>’</w:t>
      </w:r>
      <w:r w:rsidRPr="0054458D">
        <w:t>ai soixante-huit ans</w:t>
      </w:r>
      <w:r w:rsidR="000F443E">
        <w:t xml:space="preserve">… </w:t>
      </w:r>
      <w:r w:rsidRPr="0054458D">
        <w:t>Je suis malade</w:t>
      </w:r>
      <w:r w:rsidR="000F443E">
        <w:t xml:space="preserve"> ! </w:t>
      </w:r>
      <w:r w:rsidRPr="0054458D">
        <w:t>Mon âme faible languit</w:t>
      </w:r>
      <w:r w:rsidR="000F443E">
        <w:t>. (</w:t>
      </w:r>
      <w:r w:rsidRPr="0054458D">
        <w:rPr>
          <w:i/>
          <w:iCs/>
        </w:rPr>
        <w:t>Il</w:t>
      </w:r>
      <w:r w:rsidRPr="00793F79">
        <w:rPr>
          <w:i/>
          <w:iCs/>
        </w:rPr>
        <w:t xml:space="preserve"> </w:t>
      </w:r>
      <w:r w:rsidRPr="0054458D">
        <w:rPr>
          <w:i/>
          <w:iCs/>
        </w:rPr>
        <w:t>appuie sa tête sur le bras du souffleur et pleure</w:t>
      </w:r>
      <w:r w:rsidR="000F443E">
        <w:rPr>
          <w:i/>
          <w:iCs/>
        </w:rPr>
        <w:t>.)</w:t>
      </w:r>
      <w:r w:rsidR="000F443E">
        <w:t xml:space="preserve"> </w:t>
      </w:r>
      <w:r w:rsidRPr="0054458D">
        <w:t>Ne me quitte pas</w:t>
      </w:r>
      <w:r w:rsidR="000F443E">
        <w:t xml:space="preserve">, </w:t>
      </w:r>
      <w:proofErr w:type="spellStart"/>
      <w:r w:rsidRPr="0054458D">
        <w:t>Nikitouchka</w:t>
      </w:r>
      <w:proofErr w:type="spellEnd"/>
      <w:r w:rsidR="000F443E">
        <w:t xml:space="preserve">… </w:t>
      </w:r>
      <w:r w:rsidRPr="0054458D">
        <w:t>Je suis vieux</w:t>
      </w:r>
      <w:r w:rsidR="000F443E">
        <w:t xml:space="preserve">, </w:t>
      </w:r>
      <w:r w:rsidRPr="0054458D">
        <w:t>impotent</w:t>
      </w:r>
      <w:r w:rsidR="000F443E">
        <w:t xml:space="preserve"> ; </w:t>
      </w:r>
      <w:r w:rsidRPr="0054458D">
        <w:t>il est temps que je meure</w:t>
      </w:r>
      <w:r w:rsidR="000F443E">
        <w:t xml:space="preserve">… </w:t>
      </w:r>
      <w:r w:rsidRPr="0054458D">
        <w:t>J</w:t>
      </w:r>
      <w:r w:rsidR="000F443E">
        <w:t>’</w:t>
      </w:r>
      <w:r w:rsidRPr="0054458D">
        <w:t>ai peur</w:t>
      </w:r>
      <w:r w:rsidR="000F443E">
        <w:t xml:space="preserve">, </w:t>
      </w:r>
      <w:r w:rsidRPr="0054458D">
        <w:t>peur</w:t>
      </w:r>
      <w:r w:rsidR="000F443E">
        <w:t> !</w:t>
      </w:r>
    </w:p>
    <w:p w14:paraId="4F9FC582" w14:textId="77777777" w:rsidR="000F443E" w:rsidRDefault="00746266" w:rsidP="000F443E">
      <w:r w:rsidRPr="0054458D">
        <w:t xml:space="preserve">NIKITA </w:t>
      </w:r>
      <w:proofErr w:type="spellStart"/>
      <w:r w:rsidRPr="0054458D">
        <w:t>IVANYTCH</w:t>
      </w:r>
      <w:proofErr w:type="spellEnd"/>
      <w:r w:rsidR="000F443E">
        <w:t xml:space="preserve">, </w:t>
      </w:r>
      <w:r w:rsidRPr="0054458D">
        <w:rPr>
          <w:i/>
          <w:iCs/>
        </w:rPr>
        <w:t>tendre et respectueux</w:t>
      </w:r>
      <w:r w:rsidR="000F443E">
        <w:rPr>
          <w:i/>
          <w:iCs/>
        </w:rPr>
        <w:t xml:space="preserve">. </w:t>
      </w:r>
      <w:r w:rsidR="000F443E">
        <w:t xml:space="preserve">– </w:t>
      </w:r>
      <w:r w:rsidRPr="0054458D">
        <w:t>Il est temps que vous rentriez chez vous</w:t>
      </w:r>
      <w:r w:rsidR="000F443E">
        <w:t xml:space="preserve">, </w:t>
      </w:r>
      <w:proofErr w:type="spellStart"/>
      <w:r w:rsidRPr="0054458D">
        <w:t>Vassil</w:t>
      </w:r>
      <w:proofErr w:type="spellEnd"/>
      <w:r w:rsidRPr="0054458D">
        <w:t xml:space="preserve"> </w:t>
      </w:r>
      <w:proofErr w:type="spellStart"/>
      <w:r w:rsidRPr="0054458D">
        <w:t>Vassilytch</w:t>
      </w:r>
      <w:proofErr w:type="spellEnd"/>
      <w:r w:rsidR="000F443E">
        <w:t> !</w:t>
      </w:r>
    </w:p>
    <w:p w14:paraId="38E40E1A" w14:textId="77777777" w:rsidR="000F443E" w:rsidRDefault="00746266" w:rsidP="000F443E">
      <w:proofErr w:type="spellStart"/>
      <w:r w:rsidRPr="0054458D">
        <w:t>SVIETLOVIDOV</w:t>
      </w:r>
      <w:proofErr w:type="spellEnd"/>
      <w:r w:rsidR="000F443E">
        <w:t xml:space="preserve">. – </w:t>
      </w:r>
      <w:r w:rsidRPr="0054458D">
        <w:t>Je ne veux pas</w:t>
      </w:r>
      <w:r w:rsidR="000F443E">
        <w:t xml:space="preserve"> ! </w:t>
      </w:r>
      <w:r w:rsidRPr="0054458D">
        <w:t>Je n</w:t>
      </w:r>
      <w:r w:rsidR="000F443E">
        <w:t>’</w:t>
      </w:r>
      <w:r w:rsidRPr="0054458D">
        <w:t>ai pas de ma</w:t>
      </w:r>
      <w:r w:rsidRPr="0054458D">
        <w:t>i</w:t>
      </w:r>
      <w:r w:rsidRPr="0054458D">
        <w:t>son</w:t>
      </w:r>
      <w:r w:rsidR="000F443E">
        <w:t xml:space="preserve">… </w:t>
      </w:r>
      <w:r w:rsidRPr="0054458D">
        <w:t>Non</w:t>
      </w:r>
      <w:r w:rsidR="000F443E">
        <w:t xml:space="preserve">, </w:t>
      </w:r>
      <w:r w:rsidRPr="0054458D">
        <w:t>non</w:t>
      </w:r>
      <w:r w:rsidR="000F443E">
        <w:t xml:space="preserve">, </w:t>
      </w:r>
      <w:r w:rsidRPr="0054458D">
        <w:t>non</w:t>
      </w:r>
      <w:r w:rsidR="000F443E">
        <w:t> !</w:t>
      </w:r>
    </w:p>
    <w:p w14:paraId="698A1091" w14:textId="77777777" w:rsidR="000F443E" w:rsidRDefault="00746266" w:rsidP="000F443E">
      <w:r w:rsidRPr="0054458D">
        <w:t xml:space="preserve">NIKITA </w:t>
      </w:r>
      <w:proofErr w:type="spellStart"/>
      <w:r w:rsidRPr="0054458D">
        <w:t>IVANYTCH</w:t>
      </w:r>
      <w:proofErr w:type="spellEnd"/>
      <w:r w:rsidR="000F443E">
        <w:t xml:space="preserve">. – </w:t>
      </w:r>
      <w:r w:rsidRPr="0054458D">
        <w:t>Seigneur</w:t>
      </w:r>
      <w:r w:rsidR="000F443E">
        <w:t xml:space="preserve"> ! </w:t>
      </w:r>
      <w:r w:rsidRPr="0054458D">
        <w:t>vous avez même oublié où vous habitez</w:t>
      </w:r>
      <w:r w:rsidR="000F443E">
        <w:t> !…</w:t>
      </w:r>
    </w:p>
    <w:p w14:paraId="56DB8B39" w14:textId="77777777" w:rsidR="000F443E" w:rsidRDefault="00746266" w:rsidP="000F443E">
      <w:proofErr w:type="spellStart"/>
      <w:r w:rsidRPr="0054458D">
        <w:t>SVIETLOVIDOV</w:t>
      </w:r>
      <w:proofErr w:type="spellEnd"/>
      <w:r w:rsidR="000F443E">
        <w:t xml:space="preserve">. – </w:t>
      </w:r>
      <w:r w:rsidRPr="0054458D">
        <w:t>Je ne veux pas y aller</w:t>
      </w:r>
      <w:r w:rsidR="000F443E">
        <w:t xml:space="preserve"> ! </w:t>
      </w:r>
      <w:r w:rsidRPr="0054458D">
        <w:t>Je ne veux pas</w:t>
      </w:r>
      <w:r w:rsidR="000F443E">
        <w:t xml:space="preserve"> !… </w:t>
      </w:r>
      <w:r w:rsidRPr="0054458D">
        <w:t>J</w:t>
      </w:r>
      <w:r w:rsidR="000F443E">
        <w:t>’</w:t>
      </w:r>
      <w:r w:rsidRPr="0054458D">
        <w:t>y suis seul</w:t>
      </w:r>
      <w:r w:rsidR="000F443E">
        <w:t xml:space="preserve"> ; </w:t>
      </w:r>
      <w:r w:rsidRPr="0054458D">
        <w:t>je n</w:t>
      </w:r>
      <w:r w:rsidR="000F443E">
        <w:t>’</w:t>
      </w:r>
      <w:r w:rsidRPr="0054458D">
        <w:t>ai personne</w:t>
      </w:r>
      <w:r w:rsidR="000F443E">
        <w:t xml:space="preserve">, </w:t>
      </w:r>
      <w:proofErr w:type="spellStart"/>
      <w:r w:rsidRPr="0054458D">
        <w:t>Nikitouc</w:t>
      </w:r>
      <w:r w:rsidRPr="0054458D">
        <w:t>h</w:t>
      </w:r>
      <w:r w:rsidRPr="0054458D">
        <w:t>ka</w:t>
      </w:r>
      <w:proofErr w:type="spellEnd"/>
      <w:r w:rsidR="000F443E">
        <w:t xml:space="preserve"> ; </w:t>
      </w:r>
      <w:r w:rsidRPr="0054458D">
        <w:t>ni parents</w:t>
      </w:r>
      <w:r w:rsidR="000F443E">
        <w:t xml:space="preserve">, </w:t>
      </w:r>
      <w:r w:rsidRPr="0054458D">
        <w:t>ni vieille</w:t>
      </w:r>
      <w:r w:rsidR="000F443E">
        <w:t xml:space="preserve">, </w:t>
      </w:r>
      <w:r w:rsidRPr="0054458D">
        <w:t>ni enfants</w:t>
      </w:r>
      <w:r w:rsidR="000F443E">
        <w:t xml:space="preserve">… </w:t>
      </w:r>
      <w:r w:rsidRPr="0054458D">
        <w:t>Je suis seul comme le vent dans la plaine</w:t>
      </w:r>
      <w:r w:rsidR="000F443E">
        <w:t xml:space="preserve">… </w:t>
      </w:r>
      <w:r w:rsidRPr="0054458D">
        <w:t>Quand je mourrai</w:t>
      </w:r>
      <w:r w:rsidR="000F443E">
        <w:t xml:space="preserve">, </w:t>
      </w:r>
      <w:r w:rsidRPr="0054458D">
        <w:t>pe</w:t>
      </w:r>
      <w:r w:rsidRPr="0054458D">
        <w:t>r</w:t>
      </w:r>
      <w:r w:rsidRPr="0054458D">
        <w:t>sonne ne priera pour moi</w:t>
      </w:r>
      <w:r w:rsidR="000F443E">
        <w:t xml:space="preserve">… </w:t>
      </w:r>
      <w:r w:rsidRPr="0054458D">
        <w:t>J</w:t>
      </w:r>
      <w:r w:rsidR="000F443E">
        <w:t>’</w:t>
      </w:r>
      <w:r w:rsidRPr="0054458D">
        <w:t>ai peur tout seul</w:t>
      </w:r>
      <w:r w:rsidR="000F443E">
        <w:t xml:space="preserve">… </w:t>
      </w:r>
      <w:r w:rsidRPr="0054458D">
        <w:t>Pe</w:t>
      </w:r>
      <w:r w:rsidRPr="0054458D">
        <w:t>r</w:t>
      </w:r>
      <w:r w:rsidRPr="0054458D">
        <w:t>sonne pour me réchauffer</w:t>
      </w:r>
      <w:r w:rsidR="000F443E">
        <w:t xml:space="preserve">, </w:t>
      </w:r>
      <w:r w:rsidRPr="0054458D">
        <w:t>me caresser</w:t>
      </w:r>
      <w:r w:rsidR="000F443E">
        <w:t xml:space="preserve">, </w:t>
      </w:r>
      <w:r w:rsidRPr="0054458D">
        <w:t>me mettre au lit quand j</w:t>
      </w:r>
      <w:r w:rsidR="000F443E">
        <w:t>’</w:t>
      </w:r>
      <w:r w:rsidRPr="0054458D">
        <w:t>ai bu</w:t>
      </w:r>
      <w:r w:rsidR="000F443E">
        <w:t xml:space="preserve">… </w:t>
      </w:r>
      <w:r w:rsidRPr="0054458D">
        <w:t>À qui suis-je</w:t>
      </w:r>
      <w:r w:rsidR="000F443E">
        <w:t xml:space="preserve"> ? </w:t>
      </w:r>
      <w:r w:rsidRPr="0054458D">
        <w:t>Qui a besoin de moi</w:t>
      </w:r>
      <w:r w:rsidR="000F443E">
        <w:t xml:space="preserve"> ? </w:t>
      </w:r>
      <w:r w:rsidRPr="0054458D">
        <w:t>Qui m</w:t>
      </w:r>
      <w:r w:rsidR="000F443E">
        <w:t>’</w:t>
      </w:r>
      <w:r w:rsidRPr="0054458D">
        <w:t>aime</w:t>
      </w:r>
      <w:r w:rsidR="000F443E">
        <w:t xml:space="preserve"> ?… </w:t>
      </w:r>
      <w:r w:rsidRPr="0054458D">
        <w:t>Personne ne m</w:t>
      </w:r>
      <w:r w:rsidR="000F443E">
        <w:t>’</w:t>
      </w:r>
      <w:r w:rsidRPr="0054458D">
        <w:t>aime</w:t>
      </w:r>
      <w:r w:rsidR="000F443E">
        <w:t xml:space="preserve">, </w:t>
      </w:r>
      <w:proofErr w:type="spellStart"/>
      <w:r w:rsidRPr="0054458D">
        <w:t>Nikitouchka</w:t>
      </w:r>
      <w:proofErr w:type="spellEnd"/>
      <w:r w:rsidR="000F443E">
        <w:t> !</w:t>
      </w:r>
    </w:p>
    <w:p w14:paraId="1E1FA81E" w14:textId="77777777" w:rsidR="000F443E" w:rsidRDefault="00746266" w:rsidP="000F443E">
      <w:r w:rsidRPr="0054458D">
        <w:t xml:space="preserve">NIKITA </w:t>
      </w:r>
      <w:proofErr w:type="spellStart"/>
      <w:r w:rsidRPr="0054458D">
        <w:t>IVANYTCH</w:t>
      </w:r>
      <w:proofErr w:type="spellEnd"/>
      <w:r w:rsidR="000F443E">
        <w:t xml:space="preserve">, </w:t>
      </w:r>
      <w:r w:rsidRPr="0054458D">
        <w:rPr>
          <w:i/>
          <w:iCs/>
        </w:rPr>
        <w:t>les larmes aux yeux</w:t>
      </w:r>
      <w:r w:rsidR="000F443E">
        <w:rPr>
          <w:i/>
          <w:iCs/>
        </w:rPr>
        <w:t xml:space="preserve">. </w:t>
      </w:r>
      <w:r w:rsidR="000F443E">
        <w:t xml:space="preserve">– </w:t>
      </w:r>
      <w:r w:rsidRPr="0054458D">
        <w:t>Le public vous aime</w:t>
      </w:r>
      <w:r w:rsidR="000F443E">
        <w:t xml:space="preserve">, </w:t>
      </w:r>
      <w:proofErr w:type="spellStart"/>
      <w:r w:rsidRPr="0054458D">
        <w:t>Vassil</w:t>
      </w:r>
      <w:proofErr w:type="spellEnd"/>
      <w:r w:rsidRPr="0054458D">
        <w:t xml:space="preserve"> </w:t>
      </w:r>
      <w:proofErr w:type="spellStart"/>
      <w:r w:rsidRPr="0054458D">
        <w:t>Vassilytch</w:t>
      </w:r>
      <w:proofErr w:type="spellEnd"/>
      <w:r w:rsidR="000F443E">
        <w:t> !</w:t>
      </w:r>
    </w:p>
    <w:p w14:paraId="5CE57852" w14:textId="77777777" w:rsidR="000F443E" w:rsidRDefault="00746266" w:rsidP="000F443E">
      <w:proofErr w:type="spellStart"/>
      <w:r w:rsidRPr="0054458D">
        <w:t>SVIETLOVIDOV</w:t>
      </w:r>
      <w:proofErr w:type="spellEnd"/>
      <w:r w:rsidR="000F443E">
        <w:t xml:space="preserve">. – </w:t>
      </w:r>
      <w:r w:rsidRPr="0054458D">
        <w:t>Le public est allé se coucher et ne pense plus à son pitre</w:t>
      </w:r>
      <w:r w:rsidR="000F443E">
        <w:t xml:space="preserve"> ! </w:t>
      </w:r>
      <w:r w:rsidRPr="0054458D">
        <w:t>Non</w:t>
      </w:r>
      <w:r w:rsidR="000F443E">
        <w:t xml:space="preserve"> ; </w:t>
      </w:r>
      <w:r w:rsidRPr="0054458D">
        <w:t>personne n</w:t>
      </w:r>
      <w:r w:rsidR="000F443E">
        <w:t>’</w:t>
      </w:r>
      <w:r w:rsidRPr="0054458D">
        <w:t>a besoin de moi</w:t>
      </w:r>
      <w:r w:rsidR="000F443E">
        <w:t xml:space="preserve"> ; </w:t>
      </w:r>
      <w:r w:rsidRPr="0054458D">
        <w:t>pe</w:t>
      </w:r>
      <w:r w:rsidRPr="0054458D">
        <w:t>r</w:t>
      </w:r>
      <w:r w:rsidRPr="0054458D">
        <w:t>sonne ne m</w:t>
      </w:r>
      <w:r w:rsidR="000F443E">
        <w:t>’</w:t>
      </w:r>
      <w:r w:rsidRPr="0054458D">
        <w:t>aime</w:t>
      </w:r>
      <w:r w:rsidR="000F443E">
        <w:t xml:space="preserve">… </w:t>
      </w:r>
      <w:r w:rsidRPr="0054458D">
        <w:t>Je n</w:t>
      </w:r>
      <w:r w:rsidR="000F443E">
        <w:t>’</w:t>
      </w:r>
      <w:r w:rsidRPr="0054458D">
        <w:t>ai ni femme ni e</w:t>
      </w:r>
      <w:r w:rsidRPr="0054458D">
        <w:t>n</w:t>
      </w:r>
      <w:r w:rsidRPr="0054458D">
        <w:t>fants</w:t>
      </w:r>
      <w:r w:rsidR="000F443E">
        <w:t>…</w:t>
      </w:r>
    </w:p>
    <w:p w14:paraId="1138D5C8" w14:textId="77777777" w:rsidR="000F443E" w:rsidRDefault="00746266" w:rsidP="000F443E">
      <w:r w:rsidRPr="0054458D">
        <w:t xml:space="preserve">NIKITA </w:t>
      </w:r>
      <w:proofErr w:type="spellStart"/>
      <w:r w:rsidRPr="0054458D">
        <w:t>IVANYTCH</w:t>
      </w:r>
      <w:proofErr w:type="spellEnd"/>
      <w:r w:rsidR="000F443E">
        <w:t xml:space="preserve">. – </w:t>
      </w:r>
      <w:r w:rsidRPr="0054458D">
        <w:t>Bah</w:t>
      </w:r>
      <w:r w:rsidR="000F443E">
        <w:t xml:space="preserve"> ! </w:t>
      </w:r>
      <w:r w:rsidRPr="0054458D">
        <w:t>y a-t-il là de quoi s</w:t>
      </w:r>
      <w:r w:rsidR="000F443E">
        <w:t>’</w:t>
      </w:r>
      <w:r w:rsidRPr="0054458D">
        <w:t>affliger</w:t>
      </w:r>
      <w:r w:rsidR="000F443E">
        <w:t> ?</w:t>
      </w:r>
    </w:p>
    <w:p w14:paraId="380E3F97" w14:textId="77777777" w:rsidR="000F443E" w:rsidRDefault="00746266" w:rsidP="000F443E">
      <w:proofErr w:type="spellStart"/>
      <w:r w:rsidRPr="0054458D">
        <w:t>SVIETLOVIDOV</w:t>
      </w:r>
      <w:proofErr w:type="spellEnd"/>
      <w:r w:rsidR="000F443E">
        <w:t xml:space="preserve">. – </w:t>
      </w:r>
      <w:r w:rsidRPr="0054458D">
        <w:t>Mais c</w:t>
      </w:r>
      <w:r w:rsidR="000F443E">
        <w:t>’</w:t>
      </w:r>
      <w:r w:rsidRPr="0054458D">
        <w:t>est que je suis un être humain</w:t>
      </w:r>
      <w:r w:rsidR="000F443E">
        <w:t xml:space="preserve">, </w:t>
      </w:r>
      <w:r w:rsidRPr="0054458D">
        <w:t>un être vivant</w:t>
      </w:r>
      <w:r w:rsidR="000F443E">
        <w:t xml:space="preserve"> !… </w:t>
      </w:r>
      <w:r w:rsidRPr="0054458D">
        <w:t>C</w:t>
      </w:r>
      <w:r w:rsidR="000F443E">
        <w:t>’</w:t>
      </w:r>
      <w:r w:rsidRPr="0054458D">
        <w:t>est du sang qui coule dans mes veines et non de l</w:t>
      </w:r>
      <w:r w:rsidR="000F443E">
        <w:t>’</w:t>
      </w:r>
      <w:r w:rsidRPr="0054458D">
        <w:t>eau</w:t>
      </w:r>
      <w:r w:rsidR="000F443E">
        <w:t xml:space="preserve"> !… </w:t>
      </w:r>
      <w:r w:rsidRPr="0054458D">
        <w:t>Je suis noble</w:t>
      </w:r>
      <w:r w:rsidR="000F443E">
        <w:t xml:space="preserve">, </w:t>
      </w:r>
      <w:proofErr w:type="spellStart"/>
      <w:r w:rsidRPr="0054458D">
        <w:t>Nikitouchka</w:t>
      </w:r>
      <w:proofErr w:type="spellEnd"/>
      <w:r w:rsidR="000F443E">
        <w:t xml:space="preserve">, </w:t>
      </w:r>
      <w:r w:rsidRPr="0054458D">
        <w:t>d</w:t>
      </w:r>
      <w:r w:rsidR="000F443E">
        <w:t>’</w:t>
      </w:r>
      <w:r w:rsidRPr="0054458D">
        <w:t xml:space="preserve">une bonne </w:t>
      </w:r>
      <w:r w:rsidRPr="0054458D">
        <w:lastRenderedPageBreak/>
        <w:t>famille</w:t>
      </w:r>
      <w:r w:rsidR="000F443E">
        <w:t xml:space="preserve">… </w:t>
      </w:r>
      <w:r w:rsidRPr="0054458D">
        <w:t>Avant d</w:t>
      </w:r>
      <w:r w:rsidR="000F443E">
        <w:t>’</w:t>
      </w:r>
      <w:r w:rsidRPr="0054458D">
        <w:t>échouer dans cette basse-fosse</w:t>
      </w:r>
      <w:r w:rsidR="000F443E">
        <w:t xml:space="preserve">, </w:t>
      </w:r>
      <w:r w:rsidRPr="0054458D">
        <w:t>j</w:t>
      </w:r>
      <w:r w:rsidR="000F443E">
        <w:t>’</w:t>
      </w:r>
      <w:r w:rsidRPr="0054458D">
        <w:t>ai été officier</w:t>
      </w:r>
      <w:r w:rsidR="000F443E">
        <w:t xml:space="preserve">… </w:t>
      </w:r>
      <w:r w:rsidRPr="0054458D">
        <w:t>arti</w:t>
      </w:r>
      <w:r w:rsidRPr="0054458D">
        <w:t>l</w:t>
      </w:r>
      <w:r w:rsidRPr="0054458D">
        <w:t>leur</w:t>
      </w:r>
      <w:r w:rsidR="000F443E">
        <w:t xml:space="preserve">… </w:t>
      </w:r>
      <w:r w:rsidRPr="0054458D">
        <w:t>Quel gaillard j</w:t>
      </w:r>
      <w:r w:rsidR="000F443E">
        <w:t>’</w:t>
      </w:r>
      <w:r w:rsidRPr="0054458D">
        <w:t>étais</w:t>
      </w:r>
      <w:r w:rsidR="000F443E">
        <w:t xml:space="preserve"> !… </w:t>
      </w:r>
      <w:r w:rsidRPr="0054458D">
        <w:t>Beau</w:t>
      </w:r>
      <w:r w:rsidR="000F443E">
        <w:t xml:space="preserve">, </w:t>
      </w:r>
      <w:r w:rsidRPr="0054458D">
        <w:t>honnête</w:t>
      </w:r>
      <w:r w:rsidR="000F443E">
        <w:t xml:space="preserve">, </w:t>
      </w:r>
      <w:r w:rsidRPr="0054458D">
        <w:t>hardi</w:t>
      </w:r>
      <w:r w:rsidR="000F443E">
        <w:t xml:space="preserve">, </w:t>
      </w:r>
      <w:r w:rsidRPr="0054458D">
        <w:t>chaleureux</w:t>
      </w:r>
      <w:r w:rsidR="000F443E">
        <w:t xml:space="preserve"> ! </w:t>
      </w:r>
      <w:r w:rsidRPr="0054458D">
        <w:t>Mon Dieu</w:t>
      </w:r>
      <w:r w:rsidR="000F443E">
        <w:t xml:space="preserve">, </w:t>
      </w:r>
      <w:r w:rsidRPr="0054458D">
        <w:t>où tout cela est-il passé</w:t>
      </w:r>
      <w:r w:rsidR="000F443E">
        <w:t xml:space="preserve"> ? </w:t>
      </w:r>
      <w:r w:rsidRPr="0054458D">
        <w:t>Et ensuite</w:t>
      </w:r>
      <w:r w:rsidR="000F443E">
        <w:t xml:space="preserve">, </w:t>
      </w:r>
      <w:proofErr w:type="spellStart"/>
      <w:r w:rsidRPr="0054458D">
        <w:t>Nikitouchka</w:t>
      </w:r>
      <w:proofErr w:type="spellEnd"/>
      <w:r w:rsidR="000F443E">
        <w:t xml:space="preserve">, </w:t>
      </w:r>
      <w:r w:rsidRPr="0054458D">
        <w:t>quel acteur j</w:t>
      </w:r>
      <w:r w:rsidR="000F443E">
        <w:t>’</w:t>
      </w:r>
      <w:r w:rsidRPr="0054458D">
        <w:t>ai été</w:t>
      </w:r>
      <w:r w:rsidR="000F443E">
        <w:t xml:space="preserve">, </w:t>
      </w:r>
      <w:r w:rsidRPr="0054458D">
        <w:t>hein</w:t>
      </w:r>
      <w:r w:rsidR="000F443E">
        <w:t> ! (</w:t>
      </w:r>
      <w:r w:rsidRPr="0054458D">
        <w:rPr>
          <w:i/>
          <w:iCs/>
        </w:rPr>
        <w:t>Il</w:t>
      </w:r>
      <w:r w:rsidRPr="00793F79">
        <w:rPr>
          <w:i/>
          <w:iCs/>
        </w:rPr>
        <w:t xml:space="preserve"> </w:t>
      </w:r>
      <w:r w:rsidRPr="0054458D">
        <w:rPr>
          <w:i/>
          <w:iCs/>
        </w:rPr>
        <w:t>se lève</w:t>
      </w:r>
      <w:r w:rsidR="000F443E">
        <w:rPr>
          <w:i/>
          <w:iCs/>
        </w:rPr>
        <w:t xml:space="preserve">, </w:t>
      </w:r>
      <w:r w:rsidRPr="0054458D">
        <w:rPr>
          <w:i/>
          <w:iCs/>
        </w:rPr>
        <w:t>s</w:t>
      </w:r>
      <w:r w:rsidR="000F443E">
        <w:rPr>
          <w:i/>
          <w:iCs/>
        </w:rPr>
        <w:t>’</w:t>
      </w:r>
      <w:r w:rsidRPr="0054458D">
        <w:rPr>
          <w:i/>
          <w:iCs/>
        </w:rPr>
        <w:t>appuyant au bras du sou</w:t>
      </w:r>
      <w:r w:rsidRPr="0054458D">
        <w:rPr>
          <w:i/>
          <w:iCs/>
        </w:rPr>
        <w:t>f</w:t>
      </w:r>
      <w:r w:rsidRPr="0054458D">
        <w:rPr>
          <w:i/>
          <w:iCs/>
        </w:rPr>
        <w:t>fleur</w:t>
      </w:r>
      <w:r w:rsidR="000F443E">
        <w:rPr>
          <w:i/>
          <w:iCs/>
        </w:rPr>
        <w:t>.)</w:t>
      </w:r>
      <w:r w:rsidR="000F443E">
        <w:t xml:space="preserve"> </w:t>
      </w:r>
      <w:r w:rsidRPr="0054458D">
        <w:t>Où tout cela est-il passé</w:t>
      </w:r>
      <w:r w:rsidR="000F443E">
        <w:t xml:space="preserve"> ? </w:t>
      </w:r>
      <w:r w:rsidRPr="0054458D">
        <w:t>Où est ce temps-là</w:t>
      </w:r>
      <w:r w:rsidR="000F443E">
        <w:t xml:space="preserve"> ? </w:t>
      </w:r>
      <w:r w:rsidRPr="0054458D">
        <w:t>Mon Dieu</w:t>
      </w:r>
      <w:r w:rsidR="000F443E">
        <w:t xml:space="preserve">, </w:t>
      </w:r>
      <w:r w:rsidRPr="0054458D">
        <w:t>j</w:t>
      </w:r>
      <w:r w:rsidR="000F443E">
        <w:t>’</w:t>
      </w:r>
      <w:r w:rsidRPr="0054458D">
        <w:t>ai regardé aujourd</w:t>
      </w:r>
      <w:r w:rsidR="000F443E">
        <w:t>’</w:t>
      </w:r>
      <w:r w:rsidRPr="0054458D">
        <w:t>hui dans cette fosse</w:t>
      </w:r>
      <w:r w:rsidR="000F443E">
        <w:t xml:space="preserve">, </w:t>
      </w:r>
      <w:r w:rsidRPr="0054458D">
        <w:t>et je me suis tout ra</w:t>
      </w:r>
      <w:r w:rsidRPr="0054458D">
        <w:t>p</w:t>
      </w:r>
      <w:r w:rsidRPr="0054458D">
        <w:t>pelé</w:t>
      </w:r>
      <w:r w:rsidR="000F443E">
        <w:t xml:space="preserve">, </w:t>
      </w:r>
      <w:r w:rsidRPr="0054458D">
        <w:t>tout</w:t>
      </w:r>
      <w:r w:rsidR="000F443E">
        <w:t xml:space="preserve"> ! </w:t>
      </w:r>
      <w:r w:rsidRPr="0054458D">
        <w:t>Cette fosse a avalé quarante-cinq années de ma vie</w:t>
      </w:r>
      <w:r w:rsidR="000F443E">
        <w:t xml:space="preserve">, </w:t>
      </w:r>
      <w:r w:rsidRPr="0054458D">
        <w:t>et de quelle vie</w:t>
      </w:r>
      <w:r w:rsidR="000F443E">
        <w:t xml:space="preserve">, </w:t>
      </w:r>
      <w:proofErr w:type="spellStart"/>
      <w:r w:rsidRPr="0054458D">
        <w:t>Nikitouchka</w:t>
      </w:r>
      <w:proofErr w:type="spellEnd"/>
      <w:r w:rsidR="000F443E">
        <w:t xml:space="preserve"> ! </w:t>
      </w:r>
      <w:r w:rsidRPr="0054458D">
        <w:t>Je regarde au fond de cette fosse et j</w:t>
      </w:r>
      <w:r w:rsidR="000F443E">
        <w:t>’</w:t>
      </w:r>
      <w:r w:rsidRPr="0054458D">
        <w:t>y vois tout jusqu</w:t>
      </w:r>
      <w:r w:rsidR="000F443E">
        <w:t>’</w:t>
      </w:r>
      <w:r w:rsidRPr="0054458D">
        <w:t>au moindre détail</w:t>
      </w:r>
      <w:r w:rsidR="000F443E">
        <w:t xml:space="preserve">, </w:t>
      </w:r>
      <w:r w:rsidRPr="0054458D">
        <w:t>comme je vois ta f</w:t>
      </w:r>
      <w:r w:rsidRPr="0054458D">
        <w:t>i</w:t>
      </w:r>
      <w:r w:rsidRPr="0054458D">
        <w:t>gure</w:t>
      </w:r>
      <w:r w:rsidR="000F443E">
        <w:t xml:space="preserve"> : </w:t>
      </w:r>
      <w:r w:rsidRPr="0054458D">
        <w:t>les enthousiasmes de ma jeunesse</w:t>
      </w:r>
      <w:r w:rsidR="000F443E">
        <w:t xml:space="preserve">, </w:t>
      </w:r>
      <w:r w:rsidRPr="0054458D">
        <w:t>ma foi</w:t>
      </w:r>
      <w:r w:rsidR="000F443E">
        <w:t xml:space="preserve">, </w:t>
      </w:r>
      <w:r w:rsidRPr="0054458D">
        <w:t>mon feu</w:t>
      </w:r>
      <w:r w:rsidR="000F443E">
        <w:t xml:space="preserve">, </w:t>
      </w:r>
      <w:r w:rsidRPr="0054458D">
        <w:t>l</w:t>
      </w:r>
      <w:r w:rsidR="000F443E">
        <w:t>’</w:t>
      </w:r>
      <w:r w:rsidRPr="0054458D">
        <w:t>amour des femmes</w:t>
      </w:r>
      <w:r w:rsidR="000F443E">
        <w:t xml:space="preserve">… </w:t>
      </w:r>
      <w:r w:rsidRPr="0054458D">
        <w:t>Les femmes</w:t>
      </w:r>
      <w:r w:rsidR="000F443E">
        <w:t xml:space="preserve">, </w:t>
      </w:r>
      <w:proofErr w:type="spellStart"/>
      <w:r w:rsidRPr="0054458D">
        <w:t>Nikitouchka</w:t>
      </w:r>
      <w:proofErr w:type="spellEnd"/>
      <w:r w:rsidR="000F443E">
        <w:t> !</w:t>
      </w:r>
    </w:p>
    <w:p w14:paraId="4149E4D3" w14:textId="77777777" w:rsidR="000F443E" w:rsidRDefault="00746266" w:rsidP="000F443E">
      <w:r w:rsidRPr="0054458D">
        <w:t xml:space="preserve">NIKITA </w:t>
      </w:r>
      <w:proofErr w:type="spellStart"/>
      <w:r w:rsidRPr="0054458D">
        <w:t>IVANYTCH</w:t>
      </w:r>
      <w:proofErr w:type="spellEnd"/>
      <w:r w:rsidR="000F443E">
        <w:t xml:space="preserve">. – </w:t>
      </w:r>
      <w:proofErr w:type="spellStart"/>
      <w:r w:rsidRPr="0054458D">
        <w:t>Vassil</w:t>
      </w:r>
      <w:proofErr w:type="spellEnd"/>
      <w:r w:rsidRPr="0054458D">
        <w:t xml:space="preserve"> </w:t>
      </w:r>
      <w:proofErr w:type="spellStart"/>
      <w:r w:rsidRPr="0054458D">
        <w:t>Vassilytch</w:t>
      </w:r>
      <w:proofErr w:type="spellEnd"/>
      <w:r w:rsidR="000F443E">
        <w:t xml:space="preserve">, </w:t>
      </w:r>
      <w:r w:rsidRPr="0054458D">
        <w:t>il est temps d</w:t>
      </w:r>
      <w:r w:rsidR="000F443E">
        <w:t>’</w:t>
      </w:r>
      <w:r w:rsidRPr="0054458D">
        <w:t>aller dormir</w:t>
      </w:r>
      <w:r w:rsidR="000F443E">
        <w:t xml:space="preserve">, </w:t>
      </w:r>
      <w:r w:rsidRPr="0054458D">
        <w:t>monsieur</w:t>
      </w:r>
      <w:r w:rsidR="000F443E">
        <w:t>.</w:t>
      </w:r>
    </w:p>
    <w:p w14:paraId="7D72B1D8" w14:textId="77777777" w:rsidR="000F443E" w:rsidRDefault="00746266" w:rsidP="000F443E">
      <w:proofErr w:type="spellStart"/>
      <w:r w:rsidRPr="0054458D">
        <w:t>SVIETLOVIDOV</w:t>
      </w:r>
      <w:proofErr w:type="spellEnd"/>
      <w:r w:rsidR="000F443E">
        <w:t xml:space="preserve">. – </w:t>
      </w:r>
      <w:r w:rsidRPr="0054458D">
        <w:t>Quand j</w:t>
      </w:r>
      <w:r w:rsidR="000F443E">
        <w:t>’</w:t>
      </w:r>
      <w:r w:rsidRPr="0054458D">
        <w:t>étais jeune acteur</w:t>
      </w:r>
      <w:r w:rsidR="000F443E">
        <w:t xml:space="preserve">, </w:t>
      </w:r>
      <w:r w:rsidRPr="0054458D">
        <w:t>dans le premier feu du métier</w:t>
      </w:r>
      <w:r w:rsidR="000F443E">
        <w:t xml:space="preserve">, </w:t>
      </w:r>
      <w:r w:rsidRPr="0054458D">
        <w:t>je me rappelle une personne qui m</w:t>
      </w:r>
      <w:r w:rsidR="000F443E">
        <w:t>’</w:t>
      </w:r>
      <w:r w:rsidRPr="0054458D">
        <w:t>a a</w:t>
      </w:r>
      <w:r w:rsidRPr="0054458D">
        <w:t>i</w:t>
      </w:r>
      <w:r w:rsidRPr="0054458D">
        <w:t>mé pour mon jeu</w:t>
      </w:r>
      <w:r w:rsidR="000F443E">
        <w:t xml:space="preserve">… </w:t>
      </w:r>
      <w:r w:rsidRPr="0054458D">
        <w:t>Élégante</w:t>
      </w:r>
      <w:r w:rsidR="000F443E">
        <w:t xml:space="preserve">, </w:t>
      </w:r>
      <w:r w:rsidRPr="0054458D">
        <w:t>svelte comme un peuplier</w:t>
      </w:r>
      <w:r w:rsidR="000F443E">
        <w:t xml:space="preserve">, </w:t>
      </w:r>
      <w:r w:rsidRPr="0054458D">
        <w:t>jeune</w:t>
      </w:r>
      <w:r w:rsidR="000F443E">
        <w:t xml:space="preserve">, </w:t>
      </w:r>
      <w:r w:rsidRPr="0054458D">
        <w:t>innocente</w:t>
      </w:r>
      <w:r w:rsidR="000F443E">
        <w:t xml:space="preserve">, </w:t>
      </w:r>
      <w:r w:rsidRPr="0054458D">
        <w:t>pure et ardente comme une aurore d</w:t>
      </w:r>
      <w:r w:rsidR="000F443E">
        <w:t>’</w:t>
      </w:r>
      <w:r w:rsidRPr="0054458D">
        <w:t>été</w:t>
      </w:r>
      <w:r w:rsidR="000F443E">
        <w:t xml:space="preserve">. </w:t>
      </w:r>
      <w:r w:rsidRPr="0054458D">
        <w:t>Aucune tristesse</w:t>
      </w:r>
      <w:r w:rsidR="000F443E">
        <w:t xml:space="preserve">, </w:t>
      </w:r>
      <w:r w:rsidRPr="0054458D">
        <w:t>aucune nuit ne pouvait tenir sous le regard de ses yeux bleus</w:t>
      </w:r>
      <w:r w:rsidR="000F443E">
        <w:t xml:space="preserve">, </w:t>
      </w:r>
      <w:r w:rsidRPr="0054458D">
        <w:t>ni résister au charme de son merveilleux sourire</w:t>
      </w:r>
      <w:r w:rsidR="000F443E">
        <w:t xml:space="preserve">… </w:t>
      </w:r>
      <w:r w:rsidRPr="0054458D">
        <w:t>Les vagues de la mer se brisent contre le roc</w:t>
      </w:r>
      <w:r w:rsidR="000F443E">
        <w:t xml:space="preserve">, </w:t>
      </w:r>
      <w:r w:rsidRPr="0054458D">
        <w:t>mais les vagues de ses cheveux brisaient les cœurs les plus durs et les plus froids</w:t>
      </w:r>
      <w:r w:rsidR="000F443E">
        <w:t xml:space="preserve">… </w:t>
      </w:r>
      <w:r w:rsidRPr="0054458D">
        <w:t>Une fois</w:t>
      </w:r>
      <w:r w:rsidR="000F443E">
        <w:t xml:space="preserve">, </w:t>
      </w:r>
      <w:r w:rsidRPr="0054458D">
        <w:t>il me souvient</w:t>
      </w:r>
      <w:r w:rsidR="000F443E">
        <w:t xml:space="preserve">, </w:t>
      </w:r>
      <w:r w:rsidRPr="0054458D">
        <w:t>j</w:t>
      </w:r>
      <w:r w:rsidR="000F443E">
        <w:t>’</w:t>
      </w:r>
      <w:r w:rsidRPr="0054458D">
        <w:t>étais devant elle comme tu es à l</w:t>
      </w:r>
      <w:r w:rsidR="000F443E">
        <w:t>’</w:t>
      </w:r>
      <w:r w:rsidRPr="0054458D">
        <w:t>instant devant moi</w:t>
      </w:r>
      <w:r w:rsidR="000F443E">
        <w:t xml:space="preserve">. </w:t>
      </w:r>
      <w:r w:rsidRPr="0054458D">
        <w:t>Elle était belle plus que jamais</w:t>
      </w:r>
      <w:r w:rsidR="000F443E">
        <w:t xml:space="preserve">. </w:t>
      </w:r>
      <w:r w:rsidRPr="0054458D">
        <w:t>Elle me regardait de telle façon que je ne l</w:t>
      </w:r>
      <w:r w:rsidR="000F443E">
        <w:t>’</w:t>
      </w:r>
      <w:r w:rsidRPr="0054458D">
        <w:t>oublierai pas</w:t>
      </w:r>
      <w:r w:rsidR="000F443E">
        <w:t xml:space="preserve">, </w:t>
      </w:r>
      <w:r w:rsidRPr="0054458D">
        <w:t>même dans la tombe</w:t>
      </w:r>
      <w:r w:rsidR="000F443E">
        <w:t xml:space="preserve">… </w:t>
      </w:r>
      <w:r w:rsidRPr="0054458D">
        <w:t>C</w:t>
      </w:r>
      <w:r w:rsidRPr="0054458D">
        <w:t>a</w:t>
      </w:r>
      <w:r w:rsidRPr="0054458D">
        <w:t>resse</w:t>
      </w:r>
      <w:r w:rsidR="000F443E">
        <w:t xml:space="preserve">, </w:t>
      </w:r>
      <w:r w:rsidRPr="0054458D">
        <w:t>velours</w:t>
      </w:r>
      <w:r w:rsidR="000F443E">
        <w:t xml:space="preserve">, </w:t>
      </w:r>
      <w:r w:rsidRPr="0054458D">
        <w:t>profondeur</w:t>
      </w:r>
      <w:r w:rsidR="000F443E">
        <w:t xml:space="preserve">, </w:t>
      </w:r>
      <w:r w:rsidRPr="0054458D">
        <w:t>éclat de la jeunesse</w:t>
      </w:r>
      <w:r w:rsidR="000F443E">
        <w:t xml:space="preserve"> !… </w:t>
      </w:r>
      <w:r w:rsidRPr="0054458D">
        <w:t>Enivré</w:t>
      </w:r>
      <w:r w:rsidR="000F443E">
        <w:t xml:space="preserve">, </w:t>
      </w:r>
      <w:r w:rsidRPr="0054458D">
        <w:t>he</w:t>
      </w:r>
      <w:r w:rsidRPr="0054458D">
        <w:t>u</w:t>
      </w:r>
      <w:r w:rsidRPr="0054458D">
        <w:t>reux</w:t>
      </w:r>
      <w:r w:rsidR="000F443E">
        <w:t xml:space="preserve">, </w:t>
      </w:r>
      <w:r w:rsidRPr="0054458D">
        <w:t>je tombe à ses genoux</w:t>
      </w:r>
      <w:r w:rsidR="000F443E">
        <w:t xml:space="preserve"> ; </w:t>
      </w:r>
      <w:r w:rsidRPr="0054458D">
        <w:t>je lui demande le bonheur</w:t>
      </w:r>
      <w:r w:rsidR="000F443E">
        <w:t>… (</w:t>
      </w:r>
      <w:r w:rsidRPr="0054458D">
        <w:rPr>
          <w:i/>
          <w:iCs/>
        </w:rPr>
        <w:t>I</w:t>
      </w:r>
      <w:r w:rsidRPr="00793F79">
        <w:rPr>
          <w:i/>
          <w:iCs/>
        </w:rPr>
        <w:t xml:space="preserve">l </w:t>
      </w:r>
      <w:r w:rsidRPr="0054458D">
        <w:rPr>
          <w:i/>
          <w:iCs/>
        </w:rPr>
        <w:t>continue d</w:t>
      </w:r>
      <w:r w:rsidR="000F443E">
        <w:rPr>
          <w:i/>
          <w:iCs/>
        </w:rPr>
        <w:t>’</w:t>
      </w:r>
      <w:r w:rsidRPr="0054458D">
        <w:rPr>
          <w:i/>
          <w:iCs/>
        </w:rPr>
        <w:t>une voix éteinte</w:t>
      </w:r>
      <w:r w:rsidR="000F443E">
        <w:rPr>
          <w:i/>
          <w:iCs/>
        </w:rPr>
        <w:t>.)</w:t>
      </w:r>
      <w:r w:rsidR="000F443E">
        <w:t xml:space="preserve"> </w:t>
      </w:r>
      <w:r w:rsidRPr="0054458D">
        <w:t>Et elle me dit</w:t>
      </w:r>
      <w:r w:rsidR="000F443E">
        <w:t xml:space="preserve"> : </w:t>
      </w:r>
      <w:r w:rsidRPr="0054458D">
        <w:t>Quittez la scène</w:t>
      </w:r>
      <w:r w:rsidR="000F443E">
        <w:t xml:space="preserve"> ! </w:t>
      </w:r>
      <w:proofErr w:type="spellStart"/>
      <w:r w:rsidRPr="0054458D">
        <w:t>Quit</w:t>
      </w:r>
      <w:proofErr w:type="spellEnd"/>
      <w:r w:rsidRPr="0054458D">
        <w:t>-</w:t>
      </w:r>
      <w:proofErr w:type="spellStart"/>
      <w:r w:rsidRPr="0054458D">
        <w:t>tez</w:t>
      </w:r>
      <w:proofErr w:type="spellEnd"/>
      <w:r w:rsidRPr="0054458D">
        <w:t>-la-</w:t>
      </w:r>
      <w:proofErr w:type="spellStart"/>
      <w:r w:rsidRPr="0054458D">
        <w:t>scè</w:t>
      </w:r>
      <w:proofErr w:type="spellEnd"/>
      <w:r w:rsidRPr="0054458D">
        <w:t>-ne</w:t>
      </w:r>
      <w:r w:rsidR="000F443E">
        <w:t xml:space="preserve"> !… </w:t>
      </w:r>
      <w:r w:rsidRPr="0054458D">
        <w:t>Tu comprends</w:t>
      </w:r>
      <w:r w:rsidR="000F443E">
        <w:t xml:space="preserve"> !… </w:t>
      </w:r>
      <w:r w:rsidRPr="0054458D">
        <w:t>Elle pouvait aimer un acteur</w:t>
      </w:r>
      <w:r w:rsidR="000F443E">
        <w:t xml:space="preserve">, </w:t>
      </w:r>
      <w:r w:rsidRPr="0054458D">
        <w:t>mais être sa femme</w:t>
      </w:r>
      <w:r w:rsidR="000F443E">
        <w:t xml:space="preserve">… </w:t>
      </w:r>
      <w:r w:rsidRPr="0054458D">
        <w:t>jamais</w:t>
      </w:r>
      <w:r w:rsidR="000F443E">
        <w:t xml:space="preserve"> ! </w:t>
      </w:r>
      <w:r w:rsidRPr="0054458D">
        <w:t>Je jouais</w:t>
      </w:r>
      <w:r w:rsidR="000F443E">
        <w:t xml:space="preserve">, </w:t>
      </w:r>
      <w:r w:rsidRPr="0054458D">
        <w:t>je me rappelle</w:t>
      </w:r>
      <w:r w:rsidR="000F443E">
        <w:t xml:space="preserve">, </w:t>
      </w:r>
      <w:r w:rsidRPr="0054458D">
        <w:t>ce soir-là</w:t>
      </w:r>
      <w:r w:rsidR="000F443E">
        <w:t xml:space="preserve">, </w:t>
      </w:r>
      <w:r w:rsidRPr="0054458D">
        <w:t>un rôle bas</w:t>
      </w:r>
      <w:r w:rsidR="000F443E">
        <w:t xml:space="preserve">, </w:t>
      </w:r>
      <w:r w:rsidRPr="0054458D">
        <w:t>un rôle de bouffon</w:t>
      </w:r>
      <w:r w:rsidR="000F443E">
        <w:t xml:space="preserve">… </w:t>
      </w:r>
      <w:r w:rsidRPr="0054458D">
        <w:t>En jouant</w:t>
      </w:r>
      <w:r w:rsidR="000F443E">
        <w:t xml:space="preserve">, </w:t>
      </w:r>
      <w:r w:rsidRPr="0054458D">
        <w:t xml:space="preserve">je sentais mes </w:t>
      </w:r>
      <w:r w:rsidRPr="0054458D">
        <w:lastRenderedPageBreak/>
        <w:t>yeux s</w:t>
      </w:r>
      <w:r w:rsidR="000F443E">
        <w:t>’</w:t>
      </w:r>
      <w:r w:rsidRPr="0054458D">
        <w:t>ouvrir</w:t>
      </w:r>
      <w:r w:rsidR="000F443E">
        <w:t xml:space="preserve">… </w:t>
      </w:r>
      <w:r w:rsidRPr="0054458D">
        <w:t>Je compris alors qu</w:t>
      </w:r>
      <w:r w:rsidR="000F443E">
        <w:t>’</w:t>
      </w:r>
      <w:r w:rsidRPr="0054458D">
        <w:t>il n</w:t>
      </w:r>
      <w:r w:rsidR="000F443E">
        <w:t>’</w:t>
      </w:r>
      <w:r w:rsidRPr="0054458D">
        <w:t>existait aucun art sacré</w:t>
      </w:r>
      <w:r w:rsidR="000F443E">
        <w:t xml:space="preserve">, </w:t>
      </w:r>
      <w:r w:rsidRPr="0054458D">
        <w:t>que tout était songe et duperie</w:t>
      </w:r>
      <w:r w:rsidR="000F443E">
        <w:t xml:space="preserve">, </w:t>
      </w:r>
      <w:r w:rsidRPr="0054458D">
        <w:t>que j</w:t>
      </w:r>
      <w:r w:rsidR="000F443E">
        <w:t>’</w:t>
      </w:r>
      <w:r w:rsidRPr="0054458D">
        <w:t>étais un esclave</w:t>
      </w:r>
      <w:r w:rsidR="000F443E">
        <w:t xml:space="preserve">, </w:t>
      </w:r>
      <w:r w:rsidRPr="0054458D">
        <w:t>le jouet de l</w:t>
      </w:r>
      <w:r w:rsidR="000F443E">
        <w:t>’</w:t>
      </w:r>
      <w:r w:rsidRPr="0054458D">
        <w:t>oisiveté d</w:t>
      </w:r>
      <w:r w:rsidR="000F443E">
        <w:t>’</w:t>
      </w:r>
      <w:r w:rsidRPr="0054458D">
        <w:t>autrui</w:t>
      </w:r>
      <w:r w:rsidR="000F443E">
        <w:t xml:space="preserve">, </w:t>
      </w:r>
      <w:r w:rsidRPr="0054458D">
        <w:t>un bouffon</w:t>
      </w:r>
      <w:r w:rsidR="000F443E">
        <w:t xml:space="preserve">, </w:t>
      </w:r>
      <w:r w:rsidRPr="0054458D">
        <w:t>un saltimbanque</w:t>
      </w:r>
      <w:r w:rsidR="000F443E">
        <w:t xml:space="preserve"> !… </w:t>
      </w:r>
      <w:r w:rsidRPr="0054458D">
        <w:t>J</w:t>
      </w:r>
      <w:r w:rsidR="000F443E">
        <w:t>’</w:t>
      </w:r>
      <w:r w:rsidRPr="0054458D">
        <w:t>ai compris alors le public</w:t>
      </w:r>
      <w:r w:rsidR="000F443E">
        <w:t xml:space="preserve"> ! </w:t>
      </w:r>
      <w:r w:rsidRPr="0054458D">
        <w:t>J</w:t>
      </w:r>
      <w:r w:rsidR="000F443E">
        <w:t>’</w:t>
      </w:r>
      <w:r w:rsidRPr="0054458D">
        <w:t>ai cessé de croire aux applaudiss</w:t>
      </w:r>
      <w:r w:rsidRPr="0054458D">
        <w:t>e</w:t>
      </w:r>
      <w:r w:rsidRPr="0054458D">
        <w:t>ments</w:t>
      </w:r>
      <w:r w:rsidR="000F443E">
        <w:t xml:space="preserve">, </w:t>
      </w:r>
      <w:r w:rsidRPr="0054458D">
        <w:t>aux couronnes qu</w:t>
      </w:r>
      <w:r w:rsidR="000F443E">
        <w:t>’</w:t>
      </w:r>
      <w:r w:rsidRPr="0054458D">
        <w:t>on vous porte</w:t>
      </w:r>
      <w:r w:rsidR="000F443E">
        <w:t xml:space="preserve">, </w:t>
      </w:r>
      <w:r w:rsidRPr="0054458D">
        <w:t>aux enthousiasmes</w:t>
      </w:r>
      <w:r w:rsidR="000F443E">
        <w:t xml:space="preserve">… </w:t>
      </w:r>
      <w:r w:rsidRPr="0054458D">
        <w:t>Oui</w:t>
      </w:r>
      <w:r w:rsidR="000F443E">
        <w:t xml:space="preserve">, </w:t>
      </w:r>
      <w:proofErr w:type="spellStart"/>
      <w:r w:rsidRPr="0054458D">
        <w:t>Nikitouchka</w:t>
      </w:r>
      <w:proofErr w:type="spellEnd"/>
      <w:r w:rsidR="000F443E">
        <w:t xml:space="preserve"> ! </w:t>
      </w:r>
      <w:r w:rsidRPr="0054458D">
        <w:t>Ils m</w:t>
      </w:r>
      <w:r w:rsidR="000F443E">
        <w:t>’</w:t>
      </w:r>
      <w:r w:rsidRPr="0054458D">
        <w:t>applaudissent</w:t>
      </w:r>
      <w:r w:rsidR="000F443E">
        <w:t xml:space="preserve">, </w:t>
      </w:r>
      <w:r w:rsidRPr="0054458D">
        <w:t>achètent ma photogr</w:t>
      </w:r>
      <w:r w:rsidRPr="0054458D">
        <w:t>a</w:t>
      </w:r>
      <w:r w:rsidRPr="0054458D">
        <w:t>phie pour un rouble</w:t>
      </w:r>
      <w:r w:rsidR="000F443E">
        <w:t xml:space="preserve">, </w:t>
      </w:r>
      <w:r w:rsidRPr="0054458D">
        <w:t>mais je leur suis étranger</w:t>
      </w:r>
      <w:r w:rsidR="000F443E">
        <w:t xml:space="preserve">. </w:t>
      </w:r>
      <w:r w:rsidRPr="0054458D">
        <w:t>Je suis pour eux de la boue</w:t>
      </w:r>
      <w:r w:rsidR="000F443E">
        <w:t xml:space="preserve">, </w:t>
      </w:r>
      <w:r w:rsidRPr="0054458D">
        <w:t>presque une fille</w:t>
      </w:r>
      <w:r w:rsidR="000F443E">
        <w:t xml:space="preserve"> !… </w:t>
      </w:r>
      <w:r w:rsidRPr="0054458D">
        <w:t>Par vanité</w:t>
      </w:r>
      <w:r w:rsidR="000F443E">
        <w:t xml:space="preserve">, </w:t>
      </w:r>
      <w:r w:rsidRPr="0054458D">
        <w:t>ils cherchent à me connaître</w:t>
      </w:r>
      <w:r w:rsidR="000F443E">
        <w:t xml:space="preserve">, </w:t>
      </w:r>
      <w:r w:rsidRPr="0054458D">
        <w:t>mais ils ne s</w:t>
      </w:r>
      <w:r w:rsidR="000F443E">
        <w:t>’</w:t>
      </w:r>
      <w:r w:rsidRPr="0054458D">
        <w:t>abaisseront pas jusqu</w:t>
      </w:r>
      <w:r w:rsidR="000F443E">
        <w:t>’</w:t>
      </w:r>
      <w:r w:rsidRPr="0054458D">
        <w:t>à me donner pour femme leur sœur ou leur fille</w:t>
      </w:r>
      <w:r w:rsidR="000F443E">
        <w:t xml:space="preserve">… </w:t>
      </w:r>
      <w:r w:rsidRPr="0054458D">
        <w:t>Je ne les crois plus</w:t>
      </w:r>
      <w:r w:rsidR="000F443E">
        <w:t> ! (</w:t>
      </w:r>
      <w:r w:rsidRPr="0054458D">
        <w:rPr>
          <w:i/>
          <w:iCs/>
        </w:rPr>
        <w:t>Il</w:t>
      </w:r>
      <w:r w:rsidRPr="00793F79">
        <w:rPr>
          <w:i/>
          <w:iCs/>
        </w:rPr>
        <w:t xml:space="preserve"> </w:t>
      </w:r>
      <w:r w:rsidRPr="0054458D">
        <w:rPr>
          <w:i/>
          <w:iCs/>
        </w:rPr>
        <w:t>s</w:t>
      </w:r>
      <w:r w:rsidR="000F443E">
        <w:rPr>
          <w:i/>
          <w:iCs/>
        </w:rPr>
        <w:t>’</w:t>
      </w:r>
      <w:r w:rsidRPr="0054458D">
        <w:rPr>
          <w:i/>
          <w:iCs/>
        </w:rPr>
        <w:t>assied sur le tabouret</w:t>
      </w:r>
      <w:r w:rsidR="000F443E">
        <w:rPr>
          <w:i/>
          <w:iCs/>
        </w:rPr>
        <w:t>.)</w:t>
      </w:r>
      <w:r w:rsidR="000F443E">
        <w:t xml:space="preserve"> </w:t>
      </w:r>
      <w:r w:rsidRPr="0054458D">
        <w:t>Je ne crois plus</w:t>
      </w:r>
      <w:r w:rsidR="000F443E">
        <w:t> !</w:t>
      </w:r>
    </w:p>
    <w:p w14:paraId="6ECBD433" w14:textId="77777777" w:rsidR="000F443E" w:rsidRDefault="00746266" w:rsidP="000F443E">
      <w:r w:rsidRPr="0054458D">
        <w:t xml:space="preserve">NIKITA </w:t>
      </w:r>
      <w:proofErr w:type="spellStart"/>
      <w:r w:rsidRPr="0054458D">
        <w:t>IVANYTCH</w:t>
      </w:r>
      <w:proofErr w:type="spellEnd"/>
      <w:r w:rsidR="000F443E">
        <w:t xml:space="preserve">. – </w:t>
      </w:r>
      <w:r w:rsidRPr="0054458D">
        <w:t>Vous avez la figure défaite</w:t>
      </w:r>
      <w:r w:rsidR="000F443E">
        <w:t xml:space="preserve">, </w:t>
      </w:r>
      <w:r w:rsidRPr="0054458D">
        <w:t xml:space="preserve">Vassili </w:t>
      </w:r>
      <w:proofErr w:type="spellStart"/>
      <w:r w:rsidRPr="0054458D">
        <w:t>Vassilytch</w:t>
      </w:r>
      <w:proofErr w:type="spellEnd"/>
      <w:r w:rsidR="000F443E">
        <w:t xml:space="preserve"> ! </w:t>
      </w:r>
      <w:r w:rsidRPr="0054458D">
        <w:t>Vous m</w:t>
      </w:r>
      <w:r w:rsidR="000F443E">
        <w:t>’</w:t>
      </w:r>
      <w:r w:rsidRPr="0054458D">
        <w:t>avez même fait peur</w:t>
      </w:r>
      <w:r w:rsidR="000F443E">
        <w:t xml:space="preserve">… </w:t>
      </w:r>
      <w:r w:rsidRPr="0054458D">
        <w:t>V</w:t>
      </w:r>
      <w:r w:rsidRPr="0054458D">
        <w:t>e</w:t>
      </w:r>
      <w:r w:rsidRPr="0054458D">
        <w:t>nez chez vous</w:t>
      </w:r>
      <w:r w:rsidR="000F443E">
        <w:t xml:space="preserve"> ; </w:t>
      </w:r>
      <w:r w:rsidRPr="0054458D">
        <w:t>faites-moi cette gentillesse</w:t>
      </w:r>
      <w:r w:rsidR="000F443E">
        <w:t> !</w:t>
      </w:r>
    </w:p>
    <w:p w14:paraId="23243295" w14:textId="77777777" w:rsidR="000F443E" w:rsidRDefault="00746266" w:rsidP="000F443E">
      <w:proofErr w:type="spellStart"/>
      <w:r w:rsidRPr="0054458D">
        <w:t>SVIETLOVIDOV</w:t>
      </w:r>
      <w:proofErr w:type="spellEnd"/>
      <w:r w:rsidR="000F443E">
        <w:t xml:space="preserve">. – </w:t>
      </w:r>
      <w:r w:rsidRPr="0054458D">
        <w:t>J</w:t>
      </w:r>
      <w:r w:rsidR="000F443E">
        <w:t>’</w:t>
      </w:r>
      <w:r w:rsidRPr="0054458D">
        <w:t>ai vu clair alors</w:t>
      </w:r>
      <w:r w:rsidR="000F443E">
        <w:t xml:space="preserve">… </w:t>
      </w:r>
      <w:r w:rsidRPr="0054458D">
        <w:t>et cette clarté m</w:t>
      </w:r>
      <w:r w:rsidR="000F443E">
        <w:t>’</w:t>
      </w:r>
      <w:r w:rsidRPr="0054458D">
        <w:t>a coûté cher</w:t>
      </w:r>
      <w:r w:rsidR="000F443E">
        <w:t xml:space="preserve">, </w:t>
      </w:r>
      <w:proofErr w:type="spellStart"/>
      <w:r w:rsidRPr="0054458D">
        <w:t>Nikitouchka</w:t>
      </w:r>
      <w:proofErr w:type="spellEnd"/>
      <w:r w:rsidR="000F443E">
        <w:t xml:space="preserve"> ! </w:t>
      </w:r>
      <w:r w:rsidRPr="0054458D">
        <w:t>Depuis cette hi</w:t>
      </w:r>
      <w:r w:rsidRPr="0054458D">
        <w:t>s</w:t>
      </w:r>
      <w:r w:rsidRPr="0054458D">
        <w:t>toire</w:t>
      </w:r>
      <w:r w:rsidR="000F443E">
        <w:t xml:space="preserve">… </w:t>
      </w:r>
      <w:r w:rsidRPr="0054458D">
        <w:t>depuis cette jeune fille</w:t>
      </w:r>
      <w:r w:rsidR="000F443E">
        <w:t xml:space="preserve">… </w:t>
      </w:r>
      <w:r w:rsidRPr="0054458D">
        <w:t>je commençai à flâner sans raison</w:t>
      </w:r>
      <w:r w:rsidR="000F443E">
        <w:t xml:space="preserve">, </w:t>
      </w:r>
      <w:r w:rsidRPr="0054458D">
        <w:t>à vivre n</w:t>
      </w:r>
      <w:r w:rsidR="000F443E">
        <w:t>’</w:t>
      </w:r>
      <w:r w:rsidRPr="0054458D">
        <w:t>importe comment</w:t>
      </w:r>
      <w:r w:rsidR="000F443E">
        <w:t xml:space="preserve">, </w:t>
      </w:r>
      <w:r w:rsidRPr="0054458D">
        <w:t>sans regarder l</w:t>
      </w:r>
      <w:r w:rsidR="000F443E">
        <w:t>’</w:t>
      </w:r>
      <w:r w:rsidRPr="0054458D">
        <w:t>avenir</w:t>
      </w:r>
      <w:r w:rsidR="000F443E">
        <w:t xml:space="preserve">… </w:t>
      </w:r>
      <w:r w:rsidRPr="0054458D">
        <w:t>Je jouais les bouffons</w:t>
      </w:r>
      <w:r w:rsidR="000F443E">
        <w:t xml:space="preserve">, </w:t>
      </w:r>
      <w:r w:rsidRPr="0054458D">
        <w:t>les jocrisses</w:t>
      </w:r>
      <w:r w:rsidR="000F443E">
        <w:t xml:space="preserve">, </w:t>
      </w:r>
      <w:r w:rsidRPr="0054458D">
        <w:t>les pai</w:t>
      </w:r>
      <w:r w:rsidRPr="0054458D">
        <w:t>l</w:t>
      </w:r>
      <w:r w:rsidRPr="0054458D">
        <w:t>lasses</w:t>
      </w:r>
      <w:r w:rsidR="000F443E">
        <w:t xml:space="preserve"> ; </w:t>
      </w:r>
      <w:r w:rsidRPr="0054458D">
        <w:t>je démoralisais les esprits</w:t>
      </w:r>
      <w:r w:rsidR="000F443E">
        <w:t xml:space="preserve"> ; </w:t>
      </w:r>
      <w:r w:rsidRPr="0054458D">
        <w:t>et pourtant quel artiste j</w:t>
      </w:r>
      <w:r w:rsidR="000F443E">
        <w:t>’</w:t>
      </w:r>
      <w:r w:rsidRPr="0054458D">
        <w:t>étais</w:t>
      </w:r>
      <w:r w:rsidR="000F443E">
        <w:t xml:space="preserve">, </w:t>
      </w:r>
      <w:r w:rsidRPr="0054458D">
        <w:t>quel talent</w:t>
      </w:r>
      <w:r w:rsidR="000F443E">
        <w:t xml:space="preserve"> !… </w:t>
      </w:r>
      <w:r w:rsidRPr="0054458D">
        <w:t>J</w:t>
      </w:r>
      <w:r w:rsidR="000F443E">
        <w:t>’</w:t>
      </w:r>
      <w:r w:rsidRPr="0054458D">
        <w:t>ai enfoui mon talent</w:t>
      </w:r>
      <w:r w:rsidR="000F443E">
        <w:t xml:space="preserve"> ; </w:t>
      </w:r>
      <w:r w:rsidRPr="0054458D">
        <w:t>je l</w:t>
      </w:r>
      <w:r w:rsidR="000F443E">
        <w:t>’</w:t>
      </w:r>
      <w:r w:rsidRPr="0054458D">
        <w:t>ai vulgarisé</w:t>
      </w:r>
      <w:r w:rsidR="000F443E">
        <w:t xml:space="preserve"> ; </w:t>
      </w:r>
      <w:r w:rsidRPr="0054458D">
        <w:t>j</w:t>
      </w:r>
      <w:r w:rsidR="000F443E">
        <w:t>’</w:t>
      </w:r>
      <w:r w:rsidRPr="0054458D">
        <w:t>ai pris un parler de cabot</w:t>
      </w:r>
      <w:r w:rsidR="000F443E">
        <w:t xml:space="preserve"> ; </w:t>
      </w:r>
      <w:r w:rsidRPr="0054458D">
        <w:t>j</w:t>
      </w:r>
      <w:r w:rsidR="000F443E">
        <w:t>’</w:t>
      </w:r>
      <w:r w:rsidRPr="0054458D">
        <w:t>ai perdu l</w:t>
      </w:r>
      <w:r w:rsidR="000F443E">
        <w:t>’</w:t>
      </w:r>
      <w:r w:rsidRPr="0054458D">
        <w:t>image et la ressemblance divines</w:t>
      </w:r>
      <w:r w:rsidR="000F443E">
        <w:t xml:space="preserve">… </w:t>
      </w:r>
      <w:r w:rsidRPr="0054458D">
        <w:t>Cette fosse noire m</w:t>
      </w:r>
      <w:r w:rsidR="000F443E">
        <w:t>’</w:t>
      </w:r>
      <w:r w:rsidRPr="0054458D">
        <w:t>a englouti</w:t>
      </w:r>
      <w:r w:rsidR="000F443E">
        <w:t xml:space="preserve">, </w:t>
      </w:r>
      <w:r w:rsidRPr="0054458D">
        <w:t>dévoré</w:t>
      </w:r>
      <w:r w:rsidR="000F443E">
        <w:t xml:space="preserve"> ! </w:t>
      </w:r>
      <w:r w:rsidRPr="0054458D">
        <w:t>Naguère je ne le sentais pas</w:t>
      </w:r>
      <w:r w:rsidR="000F443E">
        <w:t xml:space="preserve"> ; </w:t>
      </w:r>
      <w:r w:rsidRPr="0054458D">
        <w:t>mais aujourd</w:t>
      </w:r>
      <w:r w:rsidR="000F443E">
        <w:t>’</w:t>
      </w:r>
      <w:r w:rsidRPr="0054458D">
        <w:t>hui</w:t>
      </w:r>
      <w:r w:rsidR="000F443E">
        <w:t xml:space="preserve">, </w:t>
      </w:r>
      <w:r w:rsidRPr="0054458D">
        <w:t>en me réveillant</w:t>
      </w:r>
      <w:r w:rsidR="000F443E">
        <w:t xml:space="preserve">, </w:t>
      </w:r>
      <w:r w:rsidRPr="0054458D">
        <w:t>j</w:t>
      </w:r>
      <w:r w:rsidR="000F443E">
        <w:t>’</w:t>
      </w:r>
      <w:r w:rsidRPr="0054458D">
        <w:t>ai regardé en arrière et j</w:t>
      </w:r>
      <w:r w:rsidR="000F443E">
        <w:t>’</w:t>
      </w:r>
      <w:r w:rsidRPr="0054458D">
        <w:t>ai vu mes soixante-huit ans</w:t>
      </w:r>
      <w:r w:rsidR="000F443E">
        <w:t xml:space="preserve">… </w:t>
      </w:r>
      <w:r w:rsidRPr="0054458D">
        <w:t>C</w:t>
      </w:r>
      <w:r w:rsidR="000F443E">
        <w:t>’</w:t>
      </w:r>
      <w:r w:rsidRPr="0054458D">
        <w:t>est à l</w:t>
      </w:r>
      <w:r w:rsidR="000F443E">
        <w:t>’</w:t>
      </w:r>
      <w:r w:rsidRPr="0054458D">
        <w:t>instant</w:t>
      </w:r>
      <w:r w:rsidR="000F443E">
        <w:t xml:space="preserve">, </w:t>
      </w:r>
      <w:r w:rsidRPr="0054458D">
        <w:t>seulement</w:t>
      </w:r>
      <w:r w:rsidR="000F443E">
        <w:t xml:space="preserve">, </w:t>
      </w:r>
      <w:r w:rsidRPr="0054458D">
        <w:t>que j</w:t>
      </w:r>
      <w:r w:rsidR="000F443E">
        <w:t>’</w:t>
      </w:r>
      <w:r w:rsidRPr="0054458D">
        <w:t>ai vu ma vieillesse</w:t>
      </w:r>
      <w:r w:rsidR="000F443E">
        <w:t xml:space="preserve"> !… </w:t>
      </w:r>
      <w:r w:rsidRPr="0054458D">
        <w:t>Ma chanson est finie</w:t>
      </w:r>
      <w:r w:rsidR="000F443E">
        <w:t xml:space="preserve">, </w:t>
      </w:r>
      <w:proofErr w:type="spellStart"/>
      <w:r w:rsidRPr="0054458D">
        <w:t>Nikitouchka</w:t>
      </w:r>
      <w:proofErr w:type="spellEnd"/>
      <w:r w:rsidR="000F443E">
        <w:t>. (</w:t>
      </w:r>
      <w:r w:rsidRPr="0054458D">
        <w:rPr>
          <w:i/>
          <w:iCs/>
        </w:rPr>
        <w:t>Il</w:t>
      </w:r>
      <w:r w:rsidRPr="00793F79">
        <w:rPr>
          <w:i/>
          <w:iCs/>
        </w:rPr>
        <w:t xml:space="preserve"> </w:t>
      </w:r>
      <w:r w:rsidRPr="0054458D">
        <w:rPr>
          <w:i/>
          <w:iCs/>
        </w:rPr>
        <w:t>sanglote</w:t>
      </w:r>
      <w:r w:rsidR="000F443E">
        <w:rPr>
          <w:i/>
          <w:iCs/>
        </w:rPr>
        <w:t>.)</w:t>
      </w:r>
      <w:r w:rsidR="000F443E">
        <w:t xml:space="preserve"> </w:t>
      </w:r>
      <w:r w:rsidRPr="0054458D">
        <w:t>Elle est finie</w:t>
      </w:r>
      <w:r w:rsidR="000F443E">
        <w:t> !</w:t>
      </w:r>
    </w:p>
    <w:p w14:paraId="4B815359" w14:textId="77777777" w:rsidR="000F443E" w:rsidRDefault="00746266" w:rsidP="000F443E">
      <w:r w:rsidRPr="0054458D">
        <w:t xml:space="preserve">NIKITA </w:t>
      </w:r>
      <w:proofErr w:type="spellStart"/>
      <w:r w:rsidRPr="0054458D">
        <w:t>IVANYTCH</w:t>
      </w:r>
      <w:proofErr w:type="spellEnd"/>
      <w:r w:rsidR="000F443E">
        <w:t xml:space="preserve">. – </w:t>
      </w:r>
      <w:proofErr w:type="spellStart"/>
      <w:r w:rsidRPr="0054458D">
        <w:t>Vassil</w:t>
      </w:r>
      <w:proofErr w:type="spellEnd"/>
      <w:r w:rsidRPr="0054458D">
        <w:t xml:space="preserve"> </w:t>
      </w:r>
      <w:proofErr w:type="spellStart"/>
      <w:r w:rsidRPr="0054458D">
        <w:t>Vassilytch</w:t>
      </w:r>
      <w:proofErr w:type="spellEnd"/>
      <w:r w:rsidR="000F443E">
        <w:t xml:space="preserve">, </w:t>
      </w:r>
      <w:r w:rsidRPr="0054458D">
        <w:t>mon bon</w:t>
      </w:r>
      <w:r w:rsidR="000F443E">
        <w:t xml:space="preserve">, </w:t>
      </w:r>
      <w:r w:rsidRPr="0054458D">
        <w:t>mon cher monsieur</w:t>
      </w:r>
      <w:r w:rsidR="000F443E">
        <w:t xml:space="preserve">, </w:t>
      </w:r>
      <w:r w:rsidRPr="0054458D">
        <w:t>calmez-vous</w:t>
      </w:r>
      <w:r w:rsidR="000F443E">
        <w:t xml:space="preserve"> !… </w:t>
      </w:r>
      <w:r w:rsidRPr="0054458D">
        <w:t>Mon Dieu</w:t>
      </w:r>
      <w:r w:rsidR="000F443E">
        <w:t> !… (</w:t>
      </w:r>
      <w:r w:rsidRPr="0054458D">
        <w:rPr>
          <w:i/>
          <w:iCs/>
        </w:rPr>
        <w:t>Il</w:t>
      </w:r>
      <w:r w:rsidRPr="00793F79">
        <w:rPr>
          <w:i/>
          <w:iCs/>
        </w:rPr>
        <w:t xml:space="preserve"> </w:t>
      </w:r>
      <w:r w:rsidRPr="0054458D">
        <w:rPr>
          <w:i/>
          <w:iCs/>
        </w:rPr>
        <w:t>appelle</w:t>
      </w:r>
      <w:r w:rsidR="000F443E">
        <w:rPr>
          <w:i/>
          <w:iCs/>
        </w:rPr>
        <w:t>.)</w:t>
      </w:r>
      <w:r w:rsidR="000F443E">
        <w:t xml:space="preserve"> </w:t>
      </w:r>
      <w:proofErr w:type="spellStart"/>
      <w:r w:rsidRPr="0054458D">
        <w:t>P</w:t>
      </w:r>
      <w:r w:rsidRPr="0054458D">
        <w:t>é</w:t>
      </w:r>
      <w:r w:rsidRPr="0054458D">
        <w:t>trouchka</w:t>
      </w:r>
      <w:proofErr w:type="spellEnd"/>
      <w:r w:rsidR="000F443E">
        <w:t xml:space="preserve"> ! </w:t>
      </w:r>
      <w:proofErr w:type="spellStart"/>
      <w:r w:rsidRPr="0054458D">
        <w:t>Iégorka</w:t>
      </w:r>
      <w:proofErr w:type="spellEnd"/>
      <w:r w:rsidR="000F443E">
        <w:t> !</w:t>
      </w:r>
    </w:p>
    <w:p w14:paraId="04F876A3" w14:textId="77777777" w:rsidR="000F443E" w:rsidRDefault="00746266" w:rsidP="000F443E">
      <w:pPr>
        <w:rPr>
          <w:i/>
          <w:iCs/>
        </w:rPr>
      </w:pPr>
      <w:proofErr w:type="spellStart"/>
      <w:r w:rsidRPr="0054458D">
        <w:lastRenderedPageBreak/>
        <w:t>SVIETLOVIDOV</w:t>
      </w:r>
      <w:proofErr w:type="spellEnd"/>
      <w:r w:rsidR="000F443E">
        <w:t xml:space="preserve">. – </w:t>
      </w:r>
      <w:r w:rsidRPr="0054458D">
        <w:t>Et quel talent</w:t>
      </w:r>
      <w:r w:rsidR="000F443E">
        <w:t xml:space="preserve">, </w:t>
      </w:r>
      <w:r w:rsidRPr="0054458D">
        <w:t>quelle force j</w:t>
      </w:r>
      <w:r w:rsidR="000F443E">
        <w:t>’</w:t>
      </w:r>
      <w:r w:rsidRPr="0054458D">
        <w:t>avais</w:t>
      </w:r>
      <w:r w:rsidR="000F443E">
        <w:t xml:space="preserve"> ! </w:t>
      </w:r>
      <w:r w:rsidRPr="0054458D">
        <w:t>Tu ne peux te figurer quelle diction</w:t>
      </w:r>
      <w:r w:rsidR="000F443E">
        <w:t xml:space="preserve">, </w:t>
      </w:r>
      <w:r w:rsidRPr="0054458D">
        <w:t>quel se</w:t>
      </w:r>
      <w:r w:rsidRPr="0054458D">
        <w:t>n</w:t>
      </w:r>
      <w:r w:rsidRPr="0054458D">
        <w:t>timent</w:t>
      </w:r>
      <w:r w:rsidR="000F443E">
        <w:t xml:space="preserve">, </w:t>
      </w:r>
      <w:r w:rsidRPr="0054458D">
        <w:t>quelle grâce</w:t>
      </w:r>
      <w:r w:rsidR="000F443E">
        <w:t xml:space="preserve"> ! </w:t>
      </w:r>
      <w:r w:rsidRPr="0054458D">
        <w:t>Combien de cordes</w:t>
      </w:r>
      <w:r w:rsidR="000F443E">
        <w:t xml:space="preserve"> (</w:t>
      </w:r>
      <w:r w:rsidRPr="0054458D">
        <w:rPr>
          <w:i/>
          <w:iCs/>
        </w:rPr>
        <w:t>il se frappe la poitrine</w:t>
      </w:r>
      <w:r w:rsidR="000F443E">
        <w:t xml:space="preserve">) </w:t>
      </w:r>
      <w:r w:rsidRPr="0054458D">
        <w:t>il y avait là</w:t>
      </w:r>
      <w:r w:rsidR="000F443E">
        <w:t xml:space="preserve"> !… </w:t>
      </w:r>
      <w:r w:rsidRPr="0054458D">
        <w:t>C</w:t>
      </w:r>
      <w:r w:rsidR="000F443E">
        <w:t>’</w:t>
      </w:r>
      <w:r w:rsidRPr="0054458D">
        <w:t>était à en étouffer</w:t>
      </w:r>
      <w:r w:rsidR="000F443E">
        <w:t xml:space="preserve"> !… </w:t>
      </w:r>
      <w:r w:rsidRPr="0054458D">
        <w:t>Vieux</w:t>
      </w:r>
      <w:r w:rsidR="000F443E">
        <w:t xml:space="preserve">, </w:t>
      </w:r>
      <w:r w:rsidRPr="0054458D">
        <w:t>écoute</w:t>
      </w:r>
      <w:r w:rsidR="000F443E">
        <w:t xml:space="preserve">… </w:t>
      </w:r>
      <w:r w:rsidRPr="0054458D">
        <w:t>Laisse-moi reprendre haleine</w:t>
      </w:r>
      <w:r w:rsidR="000F443E">
        <w:t xml:space="preserve">. </w:t>
      </w:r>
      <w:r w:rsidRPr="0054458D">
        <w:t>Tiens</w:t>
      </w:r>
      <w:r w:rsidR="000F443E">
        <w:t xml:space="preserve">, </w:t>
      </w:r>
      <w:r w:rsidRPr="0054458D">
        <w:t xml:space="preserve">voici du </w:t>
      </w:r>
      <w:r w:rsidRPr="0054458D">
        <w:rPr>
          <w:i/>
          <w:iCs/>
        </w:rPr>
        <w:t>Godounov</w:t>
      </w:r>
      <w:r w:rsidR="000F443E">
        <w:rPr>
          <w:i/>
          <w:iCs/>
        </w:rPr>
        <w:t> :</w:t>
      </w:r>
    </w:p>
    <w:p w14:paraId="74E8EA8E" w14:textId="3B674CC2" w:rsidR="000F443E" w:rsidRDefault="000F443E" w:rsidP="000F443E">
      <w:r>
        <w:t>« </w:t>
      </w:r>
      <w:r w:rsidR="00746266" w:rsidRPr="0054458D">
        <w:t>L</w:t>
      </w:r>
      <w:r>
        <w:t>’</w:t>
      </w:r>
      <w:r w:rsidR="00746266" w:rsidRPr="0054458D">
        <w:t>ombre du Terrible m</w:t>
      </w:r>
      <w:r>
        <w:t>’</w:t>
      </w:r>
      <w:r w:rsidR="00746266" w:rsidRPr="0054458D">
        <w:t>a reconnu</w:t>
      </w:r>
      <w:r>
        <w:t xml:space="preserve"> – </w:t>
      </w:r>
      <w:r w:rsidR="00746266" w:rsidRPr="0054458D">
        <w:t>m</w:t>
      </w:r>
      <w:r>
        <w:t>’</w:t>
      </w:r>
      <w:r w:rsidR="00746266" w:rsidRPr="0054458D">
        <w:t>appelant du fond de la tombe Démétrius</w:t>
      </w:r>
      <w:r>
        <w:t xml:space="preserve">. – </w:t>
      </w:r>
      <w:r w:rsidR="00746266" w:rsidRPr="0054458D">
        <w:t>Elle a soulevé les peuples autour de moi</w:t>
      </w:r>
      <w:r>
        <w:t xml:space="preserve">, – </w:t>
      </w:r>
      <w:r w:rsidR="00746266" w:rsidRPr="0054458D">
        <w:t>et m</w:t>
      </w:r>
      <w:r>
        <w:t>’</w:t>
      </w:r>
      <w:r w:rsidR="00746266" w:rsidRPr="0054458D">
        <w:t>a donné Boris en holocauste</w:t>
      </w:r>
      <w:r>
        <w:t xml:space="preserve">. – </w:t>
      </w:r>
      <w:r w:rsidR="00746266" w:rsidRPr="0054458D">
        <w:t>Je suis le tsarévitch</w:t>
      </w:r>
      <w:r>
        <w:t xml:space="preserve">. </w:t>
      </w:r>
      <w:r w:rsidR="00746266" w:rsidRPr="0054458D">
        <w:t>Assez</w:t>
      </w:r>
      <w:r>
        <w:t xml:space="preserve"> ! </w:t>
      </w:r>
      <w:r w:rsidR="00746266" w:rsidRPr="0054458D">
        <w:t>J</w:t>
      </w:r>
      <w:r>
        <w:t>’</w:t>
      </w:r>
      <w:r w:rsidR="00746266" w:rsidRPr="0054458D">
        <w:t>ai honte</w:t>
      </w:r>
      <w:r>
        <w:t xml:space="preserve"> – </w:t>
      </w:r>
      <w:r w:rsidR="00746266" w:rsidRPr="0054458D">
        <w:t>de m</w:t>
      </w:r>
      <w:r>
        <w:t>’</w:t>
      </w:r>
      <w:r w:rsidR="00746266" w:rsidRPr="0054458D">
        <w:t>abaisser devant l</w:t>
      </w:r>
      <w:r>
        <w:t>’</w:t>
      </w:r>
      <w:r w:rsidR="00746266" w:rsidRPr="0054458D">
        <w:t>orgueilleuse Pol</w:t>
      </w:r>
      <w:r w:rsidR="00746266" w:rsidRPr="0054458D">
        <w:t>o</w:t>
      </w:r>
      <w:r w:rsidR="00746266" w:rsidRPr="0054458D">
        <w:t>naise</w:t>
      </w:r>
      <w:r w:rsidR="00746266" w:rsidRPr="0054458D">
        <w:rPr>
          <w:rStyle w:val="Appelnotedebasdep"/>
        </w:rPr>
        <w:footnoteReference w:id="4"/>
      </w:r>
      <w:r>
        <w:t>. »</w:t>
      </w:r>
    </w:p>
    <w:p w14:paraId="5A20C346" w14:textId="77777777" w:rsidR="000F443E" w:rsidRDefault="00746266" w:rsidP="000F443E">
      <w:r w:rsidRPr="0054458D">
        <w:t>Hein</w:t>
      </w:r>
      <w:r w:rsidR="000F443E">
        <w:t xml:space="preserve"> ? </w:t>
      </w:r>
      <w:r w:rsidRPr="0054458D">
        <w:t>est-ce mauvais</w:t>
      </w:r>
      <w:r w:rsidR="000F443E">
        <w:t> ? (</w:t>
      </w:r>
      <w:r w:rsidRPr="0054458D">
        <w:rPr>
          <w:i/>
          <w:iCs/>
        </w:rPr>
        <w:t>Vivement</w:t>
      </w:r>
      <w:r w:rsidR="000F443E">
        <w:rPr>
          <w:i/>
          <w:iCs/>
        </w:rPr>
        <w:t>.)</w:t>
      </w:r>
      <w:r w:rsidR="000F443E">
        <w:t xml:space="preserve"> </w:t>
      </w:r>
      <w:r w:rsidRPr="0054458D">
        <w:t>Attends</w:t>
      </w:r>
      <w:r w:rsidR="000F443E">
        <w:t xml:space="preserve">, </w:t>
      </w:r>
      <w:r w:rsidRPr="0054458D">
        <w:t xml:space="preserve">voici du </w:t>
      </w:r>
      <w:r w:rsidRPr="0054458D">
        <w:rPr>
          <w:i/>
          <w:iCs/>
        </w:rPr>
        <w:t>Roi Lear</w:t>
      </w:r>
      <w:r w:rsidR="000F443E">
        <w:rPr>
          <w:i/>
          <w:iCs/>
        </w:rPr>
        <w:t xml:space="preserve">… </w:t>
      </w:r>
      <w:r w:rsidRPr="0054458D">
        <w:t>Tu sais</w:t>
      </w:r>
      <w:r w:rsidR="000F443E">
        <w:t xml:space="preserve">, </w:t>
      </w:r>
      <w:r w:rsidRPr="0054458D">
        <w:t>le ciel noir</w:t>
      </w:r>
      <w:r w:rsidR="000F443E">
        <w:t xml:space="preserve">, </w:t>
      </w:r>
      <w:r w:rsidRPr="0054458D">
        <w:t>la plaine</w:t>
      </w:r>
      <w:r w:rsidR="000F443E">
        <w:t xml:space="preserve">, </w:t>
      </w:r>
      <w:r w:rsidRPr="0054458D">
        <w:t>le to</w:t>
      </w:r>
      <w:r w:rsidRPr="0054458D">
        <w:t>n</w:t>
      </w:r>
      <w:r w:rsidRPr="0054458D">
        <w:t>nerre</w:t>
      </w:r>
      <w:r w:rsidR="000F443E">
        <w:t xml:space="preserve">… </w:t>
      </w:r>
      <w:proofErr w:type="spellStart"/>
      <w:r w:rsidRPr="0054458D">
        <w:t>rrr</w:t>
      </w:r>
      <w:proofErr w:type="spellEnd"/>
      <w:r w:rsidR="000F443E">
        <w:t xml:space="preserve"> !… </w:t>
      </w:r>
      <w:r w:rsidRPr="0054458D">
        <w:t>L</w:t>
      </w:r>
      <w:r w:rsidR="000F443E">
        <w:t>’</w:t>
      </w:r>
      <w:r w:rsidRPr="0054458D">
        <w:t>éclair</w:t>
      </w:r>
      <w:r w:rsidR="000F443E">
        <w:t xml:space="preserve">… </w:t>
      </w:r>
      <w:proofErr w:type="spellStart"/>
      <w:r w:rsidRPr="0054458D">
        <w:t>jjj</w:t>
      </w:r>
      <w:proofErr w:type="spellEnd"/>
      <w:r w:rsidR="000F443E">
        <w:t xml:space="preserve"> !… </w:t>
      </w:r>
      <w:r w:rsidRPr="0054458D">
        <w:t>zèbre tout le ciel</w:t>
      </w:r>
      <w:r w:rsidR="000F443E">
        <w:t xml:space="preserve">… </w:t>
      </w:r>
      <w:r w:rsidRPr="0054458D">
        <w:t>Et au milieu de cela</w:t>
      </w:r>
      <w:r w:rsidR="000F443E">
        <w:t> :</w:t>
      </w:r>
    </w:p>
    <w:p w14:paraId="2ACD72FE" w14:textId="77777777" w:rsidR="000F443E" w:rsidRDefault="000F443E" w:rsidP="000F443E">
      <w:r>
        <w:t>« </w:t>
      </w:r>
      <w:r w:rsidR="00746266" w:rsidRPr="0054458D">
        <w:t>Vents</w:t>
      </w:r>
      <w:r>
        <w:t xml:space="preserve">, </w:t>
      </w:r>
      <w:r w:rsidR="00746266" w:rsidRPr="0054458D">
        <w:t>soufflez à crever vos joues</w:t>
      </w:r>
      <w:r>
        <w:t xml:space="preserve"> ! </w:t>
      </w:r>
      <w:r w:rsidR="00746266" w:rsidRPr="0054458D">
        <w:t>Faites rage</w:t>
      </w:r>
      <w:r>
        <w:t xml:space="preserve"> ! </w:t>
      </w:r>
      <w:r w:rsidR="00746266" w:rsidRPr="0054458D">
        <w:t>soufflez</w:t>
      </w:r>
      <w:r>
        <w:t xml:space="preserve"> ! </w:t>
      </w:r>
      <w:r w:rsidR="00746266" w:rsidRPr="0054458D">
        <w:t>Cataractes et ouragans</w:t>
      </w:r>
      <w:r>
        <w:t xml:space="preserve">, </w:t>
      </w:r>
      <w:r w:rsidR="00746266" w:rsidRPr="0054458D">
        <w:t>dégorgez-vous jusqu</w:t>
      </w:r>
      <w:r>
        <w:t>’</w:t>
      </w:r>
      <w:r w:rsidR="00746266" w:rsidRPr="0054458D">
        <w:t>à ce que vous ayez submergé nos clochers et noyé leurs coqs</w:t>
      </w:r>
      <w:r>
        <w:t xml:space="preserve"> ! </w:t>
      </w:r>
      <w:r w:rsidR="00746266" w:rsidRPr="0054458D">
        <w:t>Vous</w:t>
      </w:r>
      <w:r>
        <w:t xml:space="preserve">, </w:t>
      </w:r>
      <w:r w:rsidR="00746266" w:rsidRPr="0054458D">
        <w:t>éclairs sulf</w:t>
      </w:r>
      <w:r w:rsidR="00746266" w:rsidRPr="0054458D">
        <w:t>u</w:t>
      </w:r>
      <w:r w:rsidR="00746266" w:rsidRPr="0054458D">
        <w:t>reux</w:t>
      </w:r>
      <w:r>
        <w:t xml:space="preserve">, </w:t>
      </w:r>
      <w:r w:rsidR="00746266" w:rsidRPr="0054458D">
        <w:t>actifs comme l</w:t>
      </w:r>
      <w:r>
        <w:t>’</w:t>
      </w:r>
      <w:r w:rsidR="00746266" w:rsidRPr="0054458D">
        <w:t>idée</w:t>
      </w:r>
      <w:r>
        <w:t xml:space="preserve">, </w:t>
      </w:r>
      <w:r w:rsidR="00746266" w:rsidRPr="0054458D">
        <w:t>avant-coureurs de la foudre qui fend les chênes</w:t>
      </w:r>
      <w:r>
        <w:t xml:space="preserve">, </w:t>
      </w:r>
      <w:r w:rsidR="00746266" w:rsidRPr="0054458D">
        <w:t>venez roussir ma tête blanche</w:t>
      </w:r>
      <w:r>
        <w:t xml:space="preserve">. </w:t>
      </w:r>
      <w:r w:rsidR="00746266" w:rsidRPr="0054458D">
        <w:t>Et toi</w:t>
      </w:r>
      <w:r>
        <w:t xml:space="preserve">, </w:t>
      </w:r>
      <w:r w:rsidR="00746266" w:rsidRPr="0054458D">
        <w:t>tonnerre e</w:t>
      </w:r>
      <w:r w:rsidR="00746266" w:rsidRPr="0054458D">
        <w:t>x</w:t>
      </w:r>
      <w:r w:rsidR="00746266" w:rsidRPr="0054458D">
        <w:t>terminateur</w:t>
      </w:r>
      <w:r>
        <w:t xml:space="preserve">, </w:t>
      </w:r>
      <w:r w:rsidR="00746266" w:rsidRPr="0054458D">
        <w:t>écrase le globe massif du monde</w:t>
      </w:r>
      <w:r>
        <w:t xml:space="preserve">, </w:t>
      </w:r>
      <w:r w:rsidR="00746266" w:rsidRPr="0054458D">
        <w:t>brise les moules de la nature</w:t>
      </w:r>
      <w:r>
        <w:t xml:space="preserve">, </w:t>
      </w:r>
      <w:r w:rsidR="00746266" w:rsidRPr="0054458D">
        <w:t>et détruis en un instant tous les germes qui font l</w:t>
      </w:r>
      <w:r>
        <w:t>’</w:t>
      </w:r>
      <w:r w:rsidR="00746266" w:rsidRPr="0054458D">
        <w:t>ingrate humanité</w:t>
      </w:r>
      <w:r w:rsidR="00746266" w:rsidRPr="0054458D">
        <w:rPr>
          <w:rStyle w:val="Appelnotedebasdep"/>
        </w:rPr>
        <w:footnoteReference w:id="5"/>
      </w:r>
      <w:r>
        <w:t>. »</w:t>
      </w:r>
    </w:p>
    <w:p w14:paraId="5C6DA4BE" w14:textId="2E8120A0" w:rsidR="000F443E" w:rsidRDefault="000F443E" w:rsidP="000F443E">
      <w:r>
        <w:t>(</w:t>
      </w:r>
      <w:r w:rsidR="00746266" w:rsidRPr="0054458D">
        <w:rPr>
          <w:i/>
          <w:iCs/>
        </w:rPr>
        <w:t>Impatiemment</w:t>
      </w:r>
      <w:r>
        <w:rPr>
          <w:i/>
          <w:iCs/>
        </w:rPr>
        <w:t>.)</w:t>
      </w:r>
      <w:r>
        <w:t xml:space="preserve"> </w:t>
      </w:r>
      <w:r w:rsidR="00746266" w:rsidRPr="0054458D">
        <w:t>Vite la réplique du fou</w:t>
      </w:r>
      <w:r>
        <w:t>. (</w:t>
      </w:r>
      <w:r w:rsidR="00746266" w:rsidRPr="0054458D">
        <w:rPr>
          <w:i/>
          <w:iCs/>
        </w:rPr>
        <w:t>Il</w:t>
      </w:r>
      <w:r w:rsidR="00746266" w:rsidRPr="00793F79">
        <w:rPr>
          <w:i/>
          <w:iCs/>
        </w:rPr>
        <w:t xml:space="preserve"> </w:t>
      </w:r>
      <w:r w:rsidR="00746266" w:rsidRPr="0054458D">
        <w:rPr>
          <w:i/>
          <w:iCs/>
        </w:rPr>
        <w:t>tape du pied</w:t>
      </w:r>
      <w:r>
        <w:rPr>
          <w:i/>
          <w:iCs/>
        </w:rPr>
        <w:t>.)</w:t>
      </w:r>
      <w:r>
        <w:t xml:space="preserve"> </w:t>
      </w:r>
      <w:r w:rsidR="00746266" w:rsidRPr="0054458D">
        <w:t>Passe-moi vite la réplique du fou</w:t>
      </w:r>
      <w:r>
        <w:t xml:space="preserve"> ! </w:t>
      </w:r>
      <w:r w:rsidR="00746266" w:rsidRPr="0054458D">
        <w:t>Je n</w:t>
      </w:r>
      <w:r>
        <w:t>’</w:t>
      </w:r>
      <w:r w:rsidR="00746266" w:rsidRPr="0054458D">
        <w:t>ai pas le temps</w:t>
      </w:r>
      <w:r>
        <w:t>.</w:t>
      </w:r>
    </w:p>
    <w:p w14:paraId="7DCE03B3" w14:textId="77777777" w:rsidR="000F443E" w:rsidRDefault="00746266" w:rsidP="000F443E">
      <w:r w:rsidRPr="0054458D">
        <w:lastRenderedPageBreak/>
        <w:t xml:space="preserve">NIKITA </w:t>
      </w:r>
      <w:proofErr w:type="spellStart"/>
      <w:r w:rsidRPr="0054458D">
        <w:t>IVANYTCH</w:t>
      </w:r>
      <w:proofErr w:type="spellEnd"/>
      <w:r w:rsidR="000F443E">
        <w:t xml:space="preserve">, </w:t>
      </w:r>
      <w:r w:rsidRPr="0054458D">
        <w:rPr>
          <w:i/>
          <w:iCs/>
        </w:rPr>
        <w:t>jouant le fou</w:t>
      </w:r>
      <w:r w:rsidR="000F443E">
        <w:rPr>
          <w:i/>
          <w:iCs/>
        </w:rPr>
        <w:t xml:space="preserve">. </w:t>
      </w:r>
      <w:r w:rsidR="000F443E">
        <w:t>–</w:t>
      </w:r>
    </w:p>
    <w:p w14:paraId="44DE9149" w14:textId="7555F612" w:rsidR="000F443E" w:rsidRDefault="000F443E" w:rsidP="000F443E">
      <w:r>
        <w:t>« </w:t>
      </w:r>
      <w:r w:rsidR="00746266" w:rsidRPr="0054458D">
        <w:t>Ô mon oncle</w:t>
      </w:r>
      <w:r>
        <w:t xml:space="preserve">, </w:t>
      </w:r>
      <w:r w:rsidR="00746266" w:rsidRPr="0054458D">
        <w:t>de l</w:t>
      </w:r>
      <w:r>
        <w:t>’</w:t>
      </w:r>
      <w:r w:rsidR="00746266" w:rsidRPr="0054458D">
        <w:t>eau bénite de cour dans une maison bien sèche</w:t>
      </w:r>
      <w:r>
        <w:t xml:space="preserve">, </w:t>
      </w:r>
      <w:r w:rsidR="00746266" w:rsidRPr="0054458D">
        <w:t>vaudrait mieux que cette pluie en plein air</w:t>
      </w:r>
      <w:r>
        <w:t xml:space="preserve">… </w:t>
      </w:r>
      <w:r w:rsidR="00746266" w:rsidRPr="0054458D">
        <w:t>Rentre</w:t>
      </w:r>
      <w:r>
        <w:t xml:space="preserve">, </w:t>
      </w:r>
      <w:r w:rsidR="00746266" w:rsidRPr="0054458D">
        <w:t>bon oncle</w:t>
      </w:r>
      <w:r>
        <w:t xml:space="preserve">, </w:t>
      </w:r>
      <w:r w:rsidR="00746266" w:rsidRPr="0054458D">
        <w:t>et demande la charité à tes filles</w:t>
      </w:r>
      <w:r>
        <w:t xml:space="preserve">. </w:t>
      </w:r>
      <w:r w:rsidR="00746266" w:rsidRPr="0054458D">
        <w:t>Voilà une nuit qui n</w:t>
      </w:r>
      <w:r>
        <w:t>’</w:t>
      </w:r>
      <w:r w:rsidR="00746266" w:rsidRPr="0054458D">
        <w:t>épargne ni sages</w:t>
      </w:r>
      <w:r>
        <w:t xml:space="preserve">, </w:t>
      </w:r>
      <w:r w:rsidR="00746266" w:rsidRPr="0054458D">
        <w:t>ni fous</w:t>
      </w:r>
      <w:r>
        <w:t>. »</w:t>
      </w:r>
    </w:p>
    <w:p w14:paraId="7EE4DF05" w14:textId="77777777" w:rsidR="000F443E" w:rsidRDefault="00746266" w:rsidP="000F443E">
      <w:proofErr w:type="spellStart"/>
      <w:r w:rsidRPr="0054458D">
        <w:t>SVIETLOVIDOV</w:t>
      </w:r>
      <w:proofErr w:type="spellEnd"/>
      <w:r w:rsidR="000F443E">
        <w:t>. –</w:t>
      </w:r>
    </w:p>
    <w:p w14:paraId="48902519" w14:textId="6370F145" w:rsidR="000F443E" w:rsidRDefault="000F443E" w:rsidP="000F443E">
      <w:r>
        <w:t>« </w:t>
      </w:r>
      <w:r w:rsidR="00746266" w:rsidRPr="0054458D">
        <w:t>Gronde de toutes tes entrailles</w:t>
      </w:r>
      <w:r>
        <w:t xml:space="preserve"> !… </w:t>
      </w:r>
      <w:r w:rsidR="00746266" w:rsidRPr="0054458D">
        <w:t>Crache</w:t>
      </w:r>
      <w:r>
        <w:t xml:space="preserve">, </w:t>
      </w:r>
      <w:r w:rsidR="00746266" w:rsidRPr="0054458D">
        <w:t>flamme</w:t>
      </w:r>
      <w:r>
        <w:t xml:space="preserve"> ; </w:t>
      </w:r>
      <w:r w:rsidR="00746266" w:rsidRPr="0054458D">
        <w:t>jai</w:t>
      </w:r>
      <w:r w:rsidR="00746266" w:rsidRPr="0054458D">
        <w:t>l</w:t>
      </w:r>
      <w:r w:rsidR="00746266" w:rsidRPr="0054458D">
        <w:t>lis</w:t>
      </w:r>
      <w:r>
        <w:t xml:space="preserve">, </w:t>
      </w:r>
      <w:r w:rsidR="00746266" w:rsidRPr="0054458D">
        <w:t>pluie</w:t>
      </w:r>
      <w:r>
        <w:t xml:space="preserve"> ! </w:t>
      </w:r>
      <w:r w:rsidR="00746266" w:rsidRPr="0054458D">
        <w:t>Pluie</w:t>
      </w:r>
      <w:r>
        <w:t xml:space="preserve">, </w:t>
      </w:r>
      <w:r w:rsidR="00746266" w:rsidRPr="0054458D">
        <w:t>vent</w:t>
      </w:r>
      <w:r>
        <w:t xml:space="preserve">, </w:t>
      </w:r>
      <w:r w:rsidR="00746266" w:rsidRPr="0054458D">
        <w:t>foudre</w:t>
      </w:r>
      <w:r>
        <w:t xml:space="preserve">, </w:t>
      </w:r>
      <w:r w:rsidR="00746266" w:rsidRPr="0054458D">
        <w:t>flamme</w:t>
      </w:r>
      <w:r>
        <w:t xml:space="preserve">, </w:t>
      </w:r>
      <w:r w:rsidR="00746266" w:rsidRPr="0054458D">
        <w:t>vous n</w:t>
      </w:r>
      <w:r>
        <w:t>’</w:t>
      </w:r>
      <w:r w:rsidR="00746266" w:rsidRPr="0054458D">
        <w:t>êtes point mes filles</w:t>
      </w:r>
      <w:r>
        <w:t xml:space="preserve"> : </w:t>
      </w:r>
      <w:r w:rsidR="00746266" w:rsidRPr="0054458D">
        <w:t>ô vous</w:t>
      </w:r>
      <w:r>
        <w:t xml:space="preserve">, </w:t>
      </w:r>
      <w:r w:rsidR="00746266" w:rsidRPr="0054458D">
        <w:t>éléments</w:t>
      </w:r>
      <w:r>
        <w:t xml:space="preserve">, </w:t>
      </w:r>
      <w:r w:rsidR="00746266" w:rsidRPr="0054458D">
        <w:t>je ne vous taxe pas d</w:t>
      </w:r>
      <w:r>
        <w:t>’</w:t>
      </w:r>
      <w:r w:rsidR="00746266" w:rsidRPr="0054458D">
        <w:t>ingratitude</w:t>
      </w:r>
      <w:r>
        <w:t xml:space="preserve"> ! </w:t>
      </w:r>
      <w:r w:rsidR="00746266" w:rsidRPr="0054458D">
        <w:t>J</w:t>
      </w:r>
      <w:r w:rsidR="00746266" w:rsidRPr="0054458D">
        <w:t>a</w:t>
      </w:r>
      <w:r w:rsidR="00746266" w:rsidRPr="0054458D">
        <w:t>mais je ne vous ai donné de royaume</w:t>
      </w:r>
      <w:r>
        <w:t xml:space="preserve"> ; </w:t>
      </w:r>
      <w:r w:rsidR="00746266" w:rsidRPr="0054458D">
        <w:t>je ne vous ai pas appelé mes e</w:t>
      </w:r>
      <w:r w:rsidR="00746266" w:rsidRPr="0054458D">
        <w:t>n</w:t>
      </w:r>
      <w:r w:rsidR="00746266" w:rsidRPr="0054458D">
        <w:t>fants</w:t>
      </w:r>
      <w:r w:rsidR="00746266" w:rsidRPr="0054458D">
        <w:rPr>
          <w:rStyle w:val="Appelnotedebasdep"/>
        </w:rPr>
        <w:footnoteReference w:id="6"/>
      </w:r>
      <w:r>
        <w:t>. »</w:t>
      </w:r>
    </w:p>
    <w:p w14:paraId="754CC3B3" w14:textId="77777777" w:rsidR="000F443E" w:rsidRDefault="00746266" w:rsidP="000F443E">
      <w:r w:rsidRPr="0054458D">
        <w:t>Hein</w:t>
      </w:r>
      <w:r w:rsidR="000F443E">
        <w:t xml:space="preserve">, </w:t>
      </w:r>
      <w:r w:rsidRPr="0054458D">
        <w:t>quelle force</w:t>
      </w:r>
      <w:r w:rsidR="000F443E">
        <w:t xml:space="preserve"> ! </w:t>
      </w:r>
      <w:r w:rsidRPr="0054458D">
        <w:t>quel talent</w:t>
      </w:r>
      <w:r w:rsidR="000F443E">
        <w:t xml:space="preserve"> ! </w:t>
      </w:r>
      <w:r w:rsidRPr="0054458D">
        <w:t>quel artiste</w:t>
      </w:r>
      <w:r w:rsidR="000F443E">
        <w:t xml:space="preserve"> ! </w:t>
      </w:r>
      <w:r w:rsidRPr="0054458D">
        <w:t>Voyons</w:t>
      </w:r>
      <w:r w:rsidR="000F443E">
        <w:t xml:space="preserve">, </w:t>
      </w:r>
      <w:r w:rsidRPr="0054458D">
        <w:t>e</w:t>
      </w:r>
      <w:r w:rsidRPr="0054458D">
        <w:t>n</w:t>
      </w:r>
      <w:r w:rsidRPr="0054458D">
        <w:t>core quelque chose</w:t>
      </w:r>
      <w:r w:rsidR="000F443E">
        <w:t xml:space="preserve">… </w:t>
      </w:r>
      <w:r w:rsidRPr="0054458D">
        <w:t>quelque chose de ce genre-là</w:t>
      </w:r>
      <w:r w:rsidR="000F443E">
        <w:t xml:space="preserve">… </w:t>
      </w:r>
      <w:r w:rsidRPr="0054458D">
        <w:t>Retro</w:t>
      </w:r>
      <w:r w:rsidRPr="0054458D">
        <w:t>u</w:t>
      </w:r>
      <w:r w:rsidRPr="0054458D">
        <w:t>vons le passé</w:t>
      </w:r>
      <w:r w:rsidR="000F443E">
        <w:t xml:space="preserve">… </w:t>
      </w:r>
      <w:r w:rsidRPr="0054458D">
        <w:t>Prenons quelque chose</w:t>
      </w:r>
      <w:r w:rsidR="000F443E">
        <w:t>. (</w:t>
      </w:r>
      <w:r w:rsidRPr="0054458D">
        <w:rPr>
          <w:i/>
          <w:iCs/>
        </w:rPr>
        <w:t>Il rit</w:t>
      </w:r>
      <w:r w:rsidR="000F443E">
        <w:rPr>
          <w:i/>
          <w:iCs/>
        </w:rPr>
        <w:t xml:space="preserve">, </w:t>
      </w:r>
      <w:r w:rsidRPr="0054458D">
        <w:rPr>
          <w:i/>
          <w:iCs/>
        </w:rPr>
        <w:t>heureux</w:t>
      </w:r>
      <w:r w:rsidR="000F443E">
        <w:rPr>
          <w:i/>
          <w:iCs/>
        </w:rPr>
        <w:t>.)</w:t>
      </w:r>
      <w:r w:rsidR="000F443E">
        <w:t xml:space="preserve"> </w:t>
      </w:r>
      <w:r w:rsidRPr="0054458D">
        <w:t xml:space="preserve">Quelque chose de </w:t>
      </w:r>
      <w:r w:rsidRPr="0054458D">
        <w:rPr>
          <w:i/>
          <w:iCs/>
        </w:rPr>
        <w:t>Hamlet</w:t>
      </w:r>
      <w:r w:rsidR="000F443E">
        <w:rPr>
          <w:i/>
          <w:iCs/>
        </w:rPr>
        <w:t xml:space="preserve"> !… </w:t>
      </w:r>
      <w:r w:rsidRPr="0054458D">
        <w:t>Bon</w:t>
      </w:r>
      <w:r w:rsidR="000F443E">
        <w:t xml:space="preserve">, </w:t>
      </w:r>
      <w:r w:rsidRPr="0054458D">
        <w:t>je commence</w:t>
      </w:r>
      <w:r w:rsidR="000F443E">
        <w:t xml:space="preserve">… </w:t>
      </w:r>
      <w:r w:rsidRPr="0054458D">
        <w:t>Voyons</w:t>
      </w:r>
      <w:r w:rsidR="000F443E">
        <w:t xml:space="preserve">, </w:t>
      </w:r>
      <w:r w:rsidRPr="0054458D">
        <w:t>quoi</w:t>
      </w:r>
      <w:r w:rsidR="000F443E">
        <w:t xml:space="preserve"> ?… </w:t>
      </w:r>
      <w:r w:rsidRPr="0054458D">
        <w:t>Ah</w:t>
      </w:r>
      <w:r w:rsidR="000F443E">
        <w:t xml:space="preserve"> ! </w:t>
      </w:r>
      <w:r w:rsidRPr="0054458D">
        <w:t>j</w:t>
      </w:r>
      <w:r w:rsidR="000F443E">
        <w:t>’</w:t>
      </w:r>
      <w:r w:rsidRPr="0054458D">
        <w:t>y suis</w:t>
      </w:r>
      <w:r w:rsidR="000F443E">
        <w:t> !</w:t>
      </w:r>
    </w:p>
    <w:p w14:paraId="242F8A5A" w14:textId="77777777" w:rsidR="000F443E" w:rsidRDefault="00746266" w:rsidP="000F443E">
      <w:pPr>
        <w:ind w:firstLine="0"/>
        <w:jc w:val="center"/>
      </w:pPr>
      <w:r w:rsidRPr="000F443E">
        <w:rPr>
          <w:i/>
          <w:iCs/>
        </w:rPr>
        <w:t xml:space="preserve">Jouant </w:t>
      </w:r>
      <w:r w:rsidRPr="000F443E">
        <w:t>Hamlet</w:t>
      </w:r>
      <w:r w:rsidR="000F443E">
        <w:t>.</w:t>
      </w:r>
    </w:p>
    <w:p w14:paraId="712DAE84" w14:textId="1CFCAAC2" w:rsidR="000F443E" w:rsidRDefault="000F443E" w:rsidP="000F443E">
      <w:r>
        <w:t>« </w:t>
      </w:r>
      <w:r w:rsidR="00746266" w:rsidRPr="0054458D">
        <w:t>Ah</w:t>
      </w:r>
      <w:r>
        <w:t xml:space="preserve">, </w:t>
      </w:r>
      <w:r w:rsidR="00746266" w:rsidRPr="0054458D">
        <w:t>les flageolets</w:t>
      </w:r>
      <w:r>
        <w:t xml:space="preserve"> ! </w:t>
      </w:r>
      <w:r w:rsidR="00746266" w:rsidRPr="0054458D">
        <w:t>Voyons une de ces flûtes</w:t>
      </w:r>
      <w:r>
        <w:t>. (</w:t>
      </w:r>
      <w:r w:rsidR="00746266" w:rsidRPr="00793F79">
        <w:rPr>
          <w:i/>
          <w:iCs/>
        </w:rPr>
        <w:t xml:space="preserve">À Nikita </w:t>
      </w:r>
      <w:proofErr w:type="spellStart"/>
      <w:r w:rsidR="00746266" w:rsidRPr="00793F79">
        <w:rPr>
          <w:i/>
          <w:iCs/>
        </w:rPr>
        <w:t>Iv</w:t>
      </w:r>
      <w:r w:rsidR="00746266" w:rsidRPr="00793F79">
        <w:rPr>
          <w:i/>
          <w:iCs/>
        </w:rPr>
        <w:t>a</w:t>
      </w:r>
      <w:r w:rsidR="00746266" w:rsidRPr="00793F79">
        <w:rPr>
          <w:i/>
          <w:iCs/>
        </w:rPr>
        <w:t>nytch</w:t>
      </w:r>
      <w:proofErr w:type="spellEnd"/>
      <w:r>
        <w:rPr>
          <w:i/>
          <w:iCs/>
        </w:rPr>
        <w:t>.)</w:t>
      </w:r>
      <w:r>
        <w:t xml:space="preserve"> </w:t>
      </w:r>
      <w:r w:rsidR="00746266" w:rsidRPr="0054458D">
        <w:t>Il me semble que vous me pressez de bien près</w:t>
      </w:r>
      <w:r>
        <w:t>. »</w:t>
      </w:r>
    </w:p>
    <w:p w14:paraId="525EABF4" w14:textId="77777777" w:rsidR="000F443E" w:rsidRDefault="00746266" w:rsidP="000F443E">
      <w:r w:rsidRPr="0054458D">
        <w:t xml:space="preserve">NIKITA </w:t>
      </w:r>
      <w:proofErr w:type="spellStart"/>
      <w:r w:rsidRPr="0054458D">
        <w:t>IVANYTCH</w:t>
      </w:r>
      <w:proofErr w:type="spellEnd"/>
      <w:r w:rsidR="000F443E">
        <w:t>. –</w:t>
      </w:r>
    </w:p>
    <w:p w14:paraId="16CE3574" w14:textId="4EDB692C" w:rsidR="000F443E" w:rsidRDefault="000F443E" w:rsidP="000F443E">
      <w:r>
        <w:t>« </w:t>
      </w:r>
      <w:r w:rsidR="00746266" w:rsidRPr="0054458D">
        <w:t>Oh</w:t>
      </w:r>
      <w:r>
        <w:t xml:space="preserve"> ! </w:t>
      </w:r>
      <w:r w:rsidR="00746266" w:rsidRPr="0054458D">
        <w:t>Monseigneur</w:t>
      </w:r>
      <w:r>
        <w:t xml:space="preserve">, </w:t>
      </w:r>
      <w:r w:rsidR="00746266" w:rsidRPr="0054458D">
        <w:t>si mon zèle est trop hardi</w:t>
      </w:r>
      <w:r>
        <w:t xml:space="preserve">, </w:t>
      </w:r>
      <w:r w:rsidR="00746266" w:rsidRPr="0054458D">
        <w:t>c</w:t>
      </w:r>
      <w:r>
        <w:t>’</w:t>
      </w:r>
      <w:r w:rsidR="00746266" w:rsidRPr="0054458D">
        <w:t>est que mon amour pour vous est trop grand</w:t>
      </w:r>
      <w:r>
        <w:t>. »</w:t>
      </w:r>
    </w:p>
    <w:p w14:paraId="777064B5" w14:textId="77777777" w:rsidR="000F443E" w:rsidRDefault="00746266" w:rsidP="000F443E">
      <w:proofErr w:type="spellStart"/>
      <w:r w:rsidRPr="0054458D">
        <w:t>SVIETLOVIDOV</w:t>
      </w:r>
      <w:proofErr w:type="spellEnd"/>
      <w:r w:rsidR="000F443E">
        <w:t>. –</w:t>
      </w:r>
    </w:p>
    <w:p w14:paraId="2493B184" w14:textId="14F789DB" w:rsidR="000F443E" w:rsidRDefault="000F443E" w:rsidP="000F443E">
      <w:r>
        <w:lastRenderedPageBreak/>
        <w:t>« </w:t>
      </w:r>
      <w:r w:rsidR="00746266" w:rsidRPr="0054458D">
        <w:t>Je ne comprends pas bien cela</w:t>
      </w:r>
      <w:r>
        <w:t xml:space="preserve">. </w:t>
      </w:r>
      <w:r w:rsidR="00746266" w:rsidRPr="0054458D">
        <w:t>Voulez-vous jouer de cette flûte</w:t>
      </w:r>
      <w:r>
        <w:t> ? »</w:t>
      </w:r>
    </w:p>
    <w:p w14:paraId="4749942B" w14:textId="77777777" w:rsidR="000F443E" w:rsidRDefault="00746266" w:rsidP="000F443E">
      <w:r w:rsidRPr="0054458D">
        <w:t xml:space="preserve">NIKITA </w:t>
      </w:r>
      <w:proofErr w:type="spellStart"/>
      <w:r w:rsidRPr="0054458D">
        <w:t>IVANYTCH</w:t>
      </w:r>
      <w:proofErr w:type="spellEnd"/>
      <w:r w:rsidR="000F443E">
        <w:t>. –</w:t>
      </w:r>
    </w:p>
    <w:p w14:paraId="49A5D02F" w14:textId="2DD45EE7" w:rsidR="000F443E" w:rsidRDefault="000F443E" w:rsidP="000F443E">
      <w:r>
        <w:t>« </w:t>
      </w:r>
      <w:r w:rsidR="00746266" w:rsidRPr="0054458D">
        <w:t>Monseigneur</w:t>
      </w:r>
      <w:r>
        <w:t xml:space="preserve">, </w:t>
      </w:r>
      <w:r w:rsidR="00746266" w:rsidRPr="0054458D">
        <w:t>je ne sais pas</w:t>
      </w:r>
      <w:r>
        <w:t>. »</w:t>
      </w:r>
    </w:p>
    <w:p w14:paraId="02A2B231" w14:textId="77777777" w:rsidR="000F443E" w:rsidRDefault="00746266" w:rsidP="000F443E">
      <w:proofErr w:type="spellStart"/>
      <w:r w:rsidRPr="0054458D">
        <w:t>SVIETLOVIDOV</w:t>
      </w:r>
      <w:proofErr w:type="spellEnd"/>
      <w:r w:rsidR="000F443E">
        <w:t>. –</w:t>
      </w:r>
    </w:p>
    <w:p w14:paraId="61D93447" w14:textId="6CC5FDB3" w:rsidR="000F443E" w:rsidRDefault="000F443E" w:rsidP="000F443E">
      <w:r>
        <w:t>« </w:t>
      </w:r>
      <w:r w:rsidR="00746266" w:rsidRPr="0054458D">
        <w:t>Je vous en prie</w:t>
      </w:r>
      <w:r>
        <w:t>. »</w:t>
      </w:r>
    </w:p>
    <w:p w14:paraId="6ABE58B8" w14:textId="77777777" w:rsidR="000F443E" w:rsidRDefault="00746266" w:rsidP="000F443E">
      <w:r w:rsidRPr="0054458D">
        <w:t xml:space="preserve">NIKITA </w:t>
      </w:r>
      <w:proofErr w:type="spellStart"/>
      <w:r w:rsidRPr="0054458D">
        <w:t>IVANYTCH</w:t>
      </w:r>
      <w:proofErr w:type="spellEnd"/>
      <w:r w:rsidR="000F443E">
        <w:t>. –</w:t>
      </w:r>
    </w:p>
    <w:p w14:paraId="013D207D" w14:textId="369AC683" w:rsidR="000F443E" w:rsidRDefault="000F443E" w:rsidP="000F443E">
      <w:r>
        <w:t>« </w:t>
      </w:r>
      <w:r w:rsidR="00746266" w:rsidRPr="0054458D">
        <w:t>Je ne sais pas</w:t>
      </w:r>
      <w:r>
        <w:t xml:space="preserve">, </w:t>
      </w:r>
      <w:r w:rsidR="00746266" w:rsidRPr="0054458D">
        <w:t>je vous assure</w:t>
      </w:r>
      <w:r>
        <w:t>. »</w:t>
      </w:r>
    </w:p>
    <w:p w14:paraId="7C59C4EB" w14:textId="77777777" w:rsidR="000F443E" w:rsidRDefault="00746266" w:rsidP="000F443E">
      <w:proofErr w:type="spellStart"/>
      <w:r w:rsidRPr="0054458D">
        <w:t>SVIETLOVIDOV</w:t>
      </w:r>
      <w:proofErr w:type="spellEnd"/>
      <w:r w:rsidR="000F443E">
        <w:t>. –</w:t>
      </w:r>
    </w:p>
    <w:p w14:paraId="549B9625" w14:textId="235E867A" w:rsidR="000F443E" w:rsidRDefault="000F443E" w:rsidP="000F443E">
      <w:r>
        <w:t>« </w:t>
      </w:r>
      <w:r w:rsidR="00746266" w:rsidRPr="0054458D">
        <w:t>Je vous en supplie</w:t>
      </w:r>
      <w:r>
        <w:t> ! »</w:t>
      </w:r>
    </w:p>
    <w:p w14:paraId="455C3677" w14:textId="77777777" w:rsidR="000F443E" w:rsidRDefault="00746266" w:rsidP="000F443E">
      <w:r w:rsidRPr="0054458D">
        <w:t xml:space="preserve">NIKITA </w:t>
      </w:r>
      <w:proofErr w:type="spellStart"/>
      <w:r w:rsidRPr="0054458D">
        <w:t>IVANYTCH</w:t>
      </w:r>
      <w:proofErr w:type="spellEnd"/>
      <w:r w:rsidR="000F443E">
        <w:t>. –</w:t>
      </w:r>
    </w:p>
    <w:p w14:paraId="0C7836B0" w14:textId="1AE459F8" w:rsidR="000F443E" w:rsidRDefault="000F443E" w:rsidP="000F443E">
      <w:r>
        <w:t>« </w:t>
      </w:r>
      <w:r w:rsidR="00746266" w:rsidRPr="0054458D">
        <w:t>J</w:t>
      </w:r>
      <w:r>
        <w:t>’</w:t>
      </w:r>
      <w:r w:rsidR="00746266" w:rsidRPr="0054458D">
        <w:t>ignore même comment on en touche</w:t>
      </w:r>
      <w:r>
        <w:t xml:space="preserve">, </w:t>
      </w:r>
      <w:r w:rsidR="00746266" w:rsidRPr="0054458D">
        <w:t>Monse</w:t>
      </w:r>
      <w:r w:rsidR="00746266" w:rsidRPr="0054458D">
        <w:t>i</w:t>
      </w:r>
      <w:r w:rsidR="00746266" w:rsidRPr="0054458D">
        <w:t>gneur</w:t>
      </w:r>
      <w:r>
        <w:t>. »</w:t>
      </w:r>
    </w:p>
    <w:p w14:paraId="57C98DD2" w14:textId="77777777" w:rsidR="000F443E" w:rsidRDefault="00746266" w:rsidP="000F443E">
      <w:proofErr w:type="spellStart"/>
      <w:r w:rsidRPr="0054458D">
        <w:t>SVIETLOVIDOV</w:t>
      </w:r>
      <w:proofErr w:type="spellEnd"/>
      <w:r w:rsidR="000F443E">
        <w:t>. –</w:t>
      </w:r>
    </w:p>
    <w:p w14:paraId="3934DBC7" w14:textId="7DA255FC" w:rsidR="000F443E" w:rsidRDefault="000F443E" w:rsidP="000F443E">
      <w:r>
        <w:t>« </w:t>
      </w:r>
      <w:r w:rsidR="00746266" w:rsidRPr="0054458D">
        <w:t>C</w:t>
      </w:r>
      <w:r>
        <w:t>’</w:t>
      </w:r>
      <w:r w:rsidR="00746266" w:rsidRPr="0054458D">
        <w:t>est aussi facile que de mentir</w:t>
      </w:r>
      <w:r>
        <w:t xml:space="preserve">. </w:t>
      </w:r>
      <w:r w:rsidR="00746266" w:rsidRPr="0054458D">
        <w:t>Promenez les doigts et les pouces sur ces soupapes</w:t>
      </w:r>
      <w:r>
        <w:t xml:space="preserve">, </w:t>
      </w:r>
      <w:r w:rsidR="00746266" w:rsidRPr="0054458D">
        <w:t>soufflez avec la bouche et cela pr</w:t>
      </w:r>
      <w:r w:rsidR="00746266" w:rsidRPr="0054458D">
        <w:t>o</w:t>
      </w:r>
      <w:r w:rsidR="00746266" w:rsidRPr="0054458D">
        <w:t>fér</w:t>
      </w:r>
      <w:r w:rsidR="00746266" w:rsidRPr="0054458D">
        <w:t>e</w:t>
      </w:r>
      <w:r w:rsidR="00746266" w:rsidRPr="0054458D">
        <w:t>ra la plus parfaite musique</w:t>
      </w:r>
      <w:r>
        <w:t>… »</w:t>
      </w:r>
    </w:p>
    <w:p w14:paraId="7CE0F4F3" w14:textId="77777777" w:rsidR="000F443E" w:rsidRDefault="00746266" w:rsidP="000F443E">
      <w:r w:rsidRPr="0054458D">
        <w:t xml:space="preserve">NIKITA </w:t>
      </w:r>
      <w:proofErr w:type="spellStart"/>
      <w:r w:rsidRPr="0054458D">
        <w:t>IVANYTCH</w:t>
      </w:r>
      <w:proofErr w:type="spellEnd"/>
      <w:r w:rsidR="000F443E">
        <w:t>. –</w:t>
      </w:r>
    </w:p>
    <w:p w14:paraId="653779B7" w14:textId="6A529311" w:rsidR="000F443E" w:rsidRDefault="000F443E" w:rsidP="000F443E">
      <w:r>
        <w:t>« </w:t>
      </w:r>
      <w:r w:rsidR="00746266" w:rsidRPr="0054458D">
        <w:t>Je n</w:t>
      </w:r>
      <w:r>
        <w:t>’</w:t>
      </w:r>
      <w:r w:rsidR="00746266" w:rsidRPr="0054458D">
        <w:t>ai jamais appris</w:t>
      </w:r>
      <w:r>
        <w:t>. »</w:t>
      </w:r>
    </w:p>
    <w:p w14:paraId="5E77943A" w14:textId="0BCDE384" w:rsidR="000F443E" w:rsidRDefault="00746266" w:rsidP="000F443E">
      <w:proofErr w:type="spellStart"/>
      <w:r w:rsidRPr="0054458D">
        <w:t>SVIETLOVIDOV</w:t>
      </w:r>
      <w:proofErr w:type="spellEnd"/>
      <w:r w:rsidR="000F443E">
        <w:t>. – « </w:t>
      </w:r>
      <w:r w:rsidRPr="0054458D">
        <w:t>Eh bien</w:t>
      </w:r>
      <w:r w:rsidR="000F443E">
        <w:t xml:space="preserve"> ! </w:t>
      </w:r>
      <w:r w:rsidRPr="0054458D">
        <w:t>voyez maintenant quel peu de cas vous faites de moi</w:t>
      </w:r>
      <w:r w:rsidR="000F443E">
        <w:t xml:space="preserve">. </w:t>
      </w:r>
      <w:r w:rsidRPr="0054458D">
        <w:t>Vous voulez jouer de mon âme</w:t>
      </w:r>
      <w:r w:rsidR="000F443E">
        <w:t xml:space="preserve">, </w:t>
      </w:r>
      <w:r w:rsidRPr="0054458D">
        <w:t>et vous ne savez rien jouer sur cette flûte</w:t>
      </w:r>
      <w:r w:rsidR="000F443E">
        <w:t xml:space="preserve">… </w:t>
      </w:r>
      <w:r w:rsidRPr="0054458D">
        <w:t>Croyez-vous qu</w:t>
      </w:r>
      <w:r w:rsidR="000F443E">
        <w:t>’</w:t>
      </w:r>
      <w:r w:rsidRPr="0054458D">
        <w:t>il soit plus aisé de jouer de moi que d</w:t>
      </w:r>
      <w:r w:rsidR="000F443E">
        <w:t>’</w:t>
      </w:r>
      <w:r w:rsidRPr="0054458D">
        <w:t>une flûte</w:t>
      </w:r>
      <w:r w:rsidR="000F443E">
        <w:t xml:space="preserve"> ! </w:t>
      </w:r>
      <w:r w:rsidRPr="0054458D">
        <w:t xml:space="preserve">Prenez-moi </w:t>
      </w:r>
      <w:r w:rsidRPr="0054458D">
        <w:lastRenderedPageBreak/>
        <w:t>pour l</w:t>
      </w:r>
      <w:r w:rsidR="000F443E">
        <w:t>’</w:t>
      </w:r>
      <w:r w:rsidRPr="0054458D">
        <w:t>instrument que vous vo</w:t>
      </w:r>
      <w:r w:rsidRPr="0054458D">
        <w:t>u</w:t>
      </w:r>
      <w:r w:rsidRPr="0054458D">
        <w:t>drez</w:t>
      </w:r>
      <w:r w:rsidR="000F443E">
        <w:t xml:space="preserve">, </w:t>
      </w:r>
      <w:r w:rsidRPr="0054458D">
        <w:t>vous pourrez bien me froisser</w:t>
      </w:r>
      <w:r w:rsidR="000F443E">
        <w:t xml:space="preserve">, </w:t>
      </w:r>
      <w:r w:rsidRPr="0054458D">
        <w:t>mais vous ne saurez pas jouer de moi</w:t>
      </w:r>
      <w:r w:rsidRPr="0054458D">
        <w:rPr>
          <w:rStyle w:val="Appelnotedebasdep"/>
        </w:rPr>
        <w:footnoteReference w:id="7"/>
      </w:r>
      <w:r w:rsidR="000F443E">
        <w:t>. »</w:t>
      </w:r>
    </w:p>
    <w:p w14:paraId="43FF1CAE" w14:textId="26C13E16" w:rsidR="000F443E" w:rsidRDefault="000F443E" w:rsidP="000F443E">
      <w:r>
        <w:t>(</w:t>
      </w:r>
      <w:r w:rsidR="00746266" w:rsidRPr="0054458D">
        <w:rPr>
          <w:i/>
          <w:iCs/>
        </w:rPr>
        <w:t>Il</w:t>
      </w:r>
      <w:r w:rsidR="00746266" w:rsidRPr="00793F79">
        <w:rPr>
          <w:i/>
          <w:iCs/>
        </w:rPr>
        <w:t xml:space="preserve"> </w:t>
      </w:r>
      <w:r w:rsidR="00746266" w:rsidRPr="0054458D">
        <w:rPr>
          <w:i/>
          <w:iCs/>
        </w:rPr>
        <w:t>rit et applaudit</w:t>
      </w:r>
      <w:r>
        <w:rPr>
          <w:i/>
          <w:iCs/>
        </w:rPr>
        <w:t>.)</w:t>
      </w:r>
      <w:r>
        <w:t xml:space="preserve"> </w:t>
      </w:r>
      <w:r w:rsidR="00746266" w:rsidRPr="0054458D">
        <w:t>Bravo</w:t>
      </w:r>
      <w:r>
        <w:t xml:space="preserve"> ! </w:t>
      </w:r>
      <w:r w:rsidR="00746266" w:rsidRPr="0054458D">
        <w:t>Bis</w:t>
      </w:r>
      <w:r>
        <w:t xml:space="preserve"> ! </w:t>
      </w:r>
      <w:r w:rsidR="00746266" w:rsidRPr="0054458D">
        <w:t>Bravo</w:t>
      </w:r>
      <w:r>
        <w:t xml:space="preserve"> ! </w:t>
      </w:r>
      <w:r w:rsidR="00746266" w:rsidRPr="0054458D">
        <w:t>Qui diable a parlé de vieillesse</w:t>
      </w:r>
      <w:r>
        <w:t xml:space="preserve"> ? </w:t>
      </w:r>
      <w:r w:rsidR="00746266" w:rsidRPr="0054458D">
        <w:t>Il n</w:t>
      </w:r>
      <w:r>
        <w:t>’</w:t>
      </w:r>
      <w:r w:rsidR="00746266" w:rsidRPr="0054458D">
        <w:t>y en a pas</w:t>
      </w:r>
      <w:r>
        <w:t xml:space="preserve"> ! </w:t>
      </w:r>
      <w:r w:rsidR="00746266" w:rsidRPr="0054458D">
        <w:t>tout cela est absurdité</w:t>
      </w:r>
      <w:r>
        <w:t xml:space="preserve">, </w:t>
      </w:r>
      <w:r w:rsidR="00746266" w:rsidRPr="0054458D">
        <w:t>bêtise</w:t>
      </w:r>
      <w:r>
        <w:t xml:space="preserve"> ! </w:t>
      </w:r>
      <w:r w:rsidR="00746266" w:rsidRPr="0054458D">
        <w:t>La force</w:t>
      </w:r>
      <w:r>
        <w:t xml:space="preserve">, </w:t>
      </w:r>
      <w:r w:rsidR="00746266" w:rsidRPr="0054458D">
        <w:t>comme une fontaine</w:t>
      </w:r>
      <w:r>
        <w:t xml:space="preserve">, </w:t>
      </w:r>
      <w:r w:rsidR="00746266" w:rsidRPr="0054458D">
        <w:t>jaillit de toutes mes veines</w:t>
      </w:r>
      <w:r>
        <w:t xml:space="preserve">. </w:t>
      </w:r>
      <w:r w:rsidR="00746266" w:rsidRPr="0054458D">
        <w:t>C</w:t>
      </w:r>
      <w:r>
        <w:t>’</w:t>
      </w:r>
      <w:r w:rsidR="00746266" w:rsidRPr="0054458D">
        <w:t>est la jeunesse</w:t>
      </w:r>
      <w:r>
        <w:t xml:space="preserve">, </w:t>
      </w:r>
      <w:r w:rsidR="00746266" w:rsidRPr="0054458D">
        <w:t>la fraîcheur de la vie</w:t>
      </w:r>
      <w:r>
        <w:t xml:space="preserve"> ! </w:t>
      </w:r>
      <w:r w:rsidR="00746266" w:rsidRPr="0054458D">
        <w:t>Où il y a du talent</w:t>
      </w:r>
      <w:r>
        <w:t xml:space="preserve">, </w:t>
      </w:r>
      <w:proofErr w:type="spellStart"/>
      <w:r w:rsidR="00746266" w:rsidRPr="0054458D">
        <w:t>Nikitouchka</w:t>
      </w:r>
      <w:proofErr w:type="spellEnd"/>
      <w:r>
        <w:t xml:space="preserve">, </w:t>
      </w:r>
      <w:r w:rsidR="00746266" w:rsidRPr="0054458D">
        <w:t>il n</w:t>
      </w:r>
      <w:r>
        <w:t>’</w:t>
      </w:r>
      <w:r w:rsidR="00746266" w:rsidRPr="0054458D">
        <w:t>y a pas de vieillesse</w:t>
      </w:r>
      <w:r>
        <w:t xml:space="preserve"> ! </w:t>
      </w:r>
      <w:r w:rsidR="00746266" w:rsidRPr="0054458D">
        <w:t>Tu es abasourdi</w:t>
      </w:r>
      <w:r>
        <w:t xml:space="preserve">, </w:t>
      </w:r>
      <w:r w:rsidR="00746266" w:rsidRPr="0054458D">
        <w:t>étourdi</w:t>
      </w:r>
      <w:r>
        <w:t xml:space="preserve">, </w:t>
      </w:r>
      <w:proofErr w:type="spellStart"/>
      <w:r w:rsidR="00746266" w:rsidRPr="0054458D">
        <w:t>Nikitouchka</w:t>
      </w:r>
      <w:proofErr w:type="spellEnd"/>
      <w:r>
        <w:t xml:space="preserve"> ? </w:t>
      </w:r>
      <w:r w:rsidR="00746266" w:rsidRPr="0054458D">
        <w:t>A</w:t>
      </w:r>
      <w:r w:rsidR="00746266" w:rsidRPr="0054458D">
        <w:t>t</w:t>
      </w:r>
      <w:r w:rsidR="00746266" w:rsidRPr="0054458D">
        <w:t>tends</w:t>
      </w:r>
      <w:r>
        <w:t xml:space="preserve">, </w:t>
      </w:r>
      <w:r w:rsidR="00746266" w:rsidRPr="0054458D">
        <w:t>laisse-moi revenir à moi</w:t>
      </w:r>
      <w:r>
        <w:t xml:space="preserve"> !… </w:t>
      </w:r>
      <w:r w:rsidR="00746266" w:rsidRPr="0054458D">
        <w:t>Ah</w:t>
      </w:r>
      <w:r>
        <w:t xml:space="preserve"> ! </w:t>
      </w:r>
      <w:r w:rsidR="00746266" w:rsidRPr="0054458D">
        <w:t>Seigneur</w:t>
      </w:r>
      <w:r>
        <w:t xml:space="preserve">, </w:t>
      </w:r>
      <w:r w:rsidR="00746266" w:rsidRPr="0054458D">
        <w:t>mon Dieu</w:t>
      </w:r>
      <w:r>
        <w:t xml:space="preserve"> ! </w:t>
      </w:r>
      <w:r w:rsidR="00746266" w:rsidRPr="0054458D">
        <w:t>Tiens</w:t>
      </w:r>
      <w:r>
        <w:t xml:space="preserve">, </w:t>
      </w:r>
      <w:r w:rsidR="00746266" w:rsidRPr="0054458D">
        <w:t>écoute</w:t>
      </w:r>
      <w:r>
        <w:t xml:space="preserve">, </w:t>
      </w:r>
      <w:r w:rsidR="00746266" w:rsidRPr="0054458D">
        <w:t>quelle douceur</w:t>
      </w:r>
      <w:r>
        <w:t xml:space="preserve">, </w:t>
      </w:r>
      <w:r w:rsidR="00746266" w:rsidRPr="0054458D">
        <w:t>quelle finesse</w:t>
      </w:r>
      <w:r>
        <w:t xml:space="preserve">, </w:t>
      </w:r>
      <w:r w:rsidR="00746266" w:rsidRPr="0054458D">
        <w:t>quelle musique</w:t>
      </w:r>
      <w:r>
        <w:t xml:space="preserve"> ! </w:t>
      </w:r>
      <w:r w:rsidR="00746266" w:rsidRPr="0054458D">
        <w:t>Chut</w:t>
      </w:r>
      <w:r>
        <w:t xml:space="preserve"> !… </w:t>
      </w:r>
      <w:r w:rsidR="00746266" w:rsidRPr="0054458D">
        <w:t>Silence</w:t>
      </w:r>
      <w:r>
        <w:t> !</w:t>
      </w:r>
    </w:p>
    <w:p w14:paraId="07ED6C8F" w14:textId="77777777" w:rsidR="000F443E" w:rsidRDefault="000F443E" w:rsidP="000F443E">
      <w:r>
        <w:t>« </w:t>
      </w:r>
      <w:r w:rsidR="00746266" w:rsidRPr="0054458D">
        <w:t>Calme est la nuit d</w:t>
      </w:r>
      <w:r>
        <w:t>’</w:t>
      </w:r>
      <w:r w:rsidR="00746266" w:rsidRPr="0054458D">
        <w:t>Ukraine</w:t>
      </w:r>
      <w:r>
        <w:t xml:space="preserve">, – </w:t>
      </w:r>
      <w:r w:rsidR="00746266" w:rsidRPr="0054458D">
        <w:t>transparent le ciel</w:t>
      </w:r>
      <w:r>
        <w:t xml:space="preserve"> ; </w:t>
      </w:r>
      <w:r w:rsidR="00746266" w:rsidRPr="0054458D">
        <w:t>les éto</w:t>
      </w:r>
      <w:r w:rsidR="00746266" w:rsidRPr="0054458D">
        <w:t>i</w:t>
      </w:r>
      <w:r w:rsidR="00746266" w:rsidRPr="0054458D">
        <w:t>les brillent</w:t>
      </w:r>
      <w:r>
        <w:t xml:space="preserve"> ; – </w:t>
      </w:r>
      <w:r w:rsidR="00746266" w:rsidRPr="0054458D">
        <w:t>vaincre son assoupissement</w:t>
      </w:r>
      <w:r>
        <w:t xml:space="preserve">, – </w:t>
      </w:r>
      <w:r w:rsidR="00746266" w:rsidRPr="0054458D">
        <w:t>l</w:t>
      </w:r>
      <w:r>
        <w:t>’</w:t>
      </w:r>
      <w:r w:rsidR="00746266" w:rsidRPr="0054458D">
        <w:t>air ne le veut pas</w:t>
      </w:r>
      <w:r>
        <w:t xml:space="preserve">. </w:t>
      </w:r>
      <w:r w:rsidR="00746266" w:rsidRPr="0054458D">
        <w:t>À peine tremblent</w:t>
      </w:r>
      <w:r>
        <w:t xml:space="preserve"> – </w:t>
      </w:r>
      <w:r w:rsidR="00746266" w:rsidRPr="0054458D">
        <w:t>les feuilles des peupliers argentés</w:t>
      </w:r>
      <w:r w:rsidR="00746266" w:rsidRPr="0054458D">
        <w:rPr>
          <w:rStyle w:val="Appelnotedebasdep"/>
        </w:rPr>
        <w:footnoteReference w:id="8"/>
      </w:r>
      <w:r>
        <w:t>… »</w:t>
      </w:r>
    </w:p>
    <w:p w14:paraId="5CD2EAFB" w14:textId="2C7E64CA" w:rsidR="000F443E" w:rsidRDefault="000F443E" w:rsidP="000F443E">
      <w:r>
        <w:t>(</w:t>
      </w:r>
      <w:r w:rsidR="00746266" w:rsidRPr="0054458D">
        <w:rPr>
          <w:i/>
          <w:iCs/>
        </w:rPr>
        <w:t>On entend le bruit d</w:t>
      </w:r>
      <w:r>
        <w:rPr>
          <w:i/>
          <w:iCs/>
        </w:rPr>
        <w:t>’</w:t>
      </w:r>
      <w:r w:rsidR="00746266" w:rsidRPr="0054458D">
        <w:rPr>
          <w:i/>
          <w:iCs/>
        </w:rPr>
        <w:t>une porte qu</w:t>
      </w:r>
      <w:r>
        <w:rPr>
          <w:i/>
          <w:iCs/>
        </w:rPr>
        <w:t>’</w:t>
      </w:r>
      <w:r w:rsidR="00746266" w:rsidRPr="0054458D">
        <w:rPr>
          <w:i/>
          <w:iCs/>
        </w:rPr>
        <w:t>on ouvre</w:t>
      </w:r>
      <w:r>
        <w:rPr>
          <w:i/>
          <w:iCs/>
        </w:rPr>
        <w:t>.)</w:t>
      </w:r>
      <w:r>
        <w:t xml:space="preserve"> </w:t>
      </w:r>
      <w:r w:rsidR="00746266" w:rsidRPr="0054458D">
        <w:t>Qu</w:t>
      </w:r>
      <w:r>
        <w:t>’</w:t>
      </w:r>
      <w:r w:rsidR="00746266" w:rsidRPr="0054458D">
        <w:t>est-ce là</w:t>
      </w:r>
      <w:r>
        <w:t> ?</w:t>
      </w:r>
    </w:p>
    <w:p w14:paraId="2BD84548" w14:textId="77777777" w:rsidR="000F443E" w:rsidRDefault="00746266" w:rsidP="000F443E">
      <w:r w:rsidRPr="0054458D">
        <w:t xml:space="preserve">NIKITA </w:t>
      </w:r>
      <w:proofErr w:type="spellStart"/>
      <w:r w:rsidRPr="0054458D">
        <w:t>IVANYTCH</w:t>
      </w:r>
      <w:proofErr w:type="spellEnd"/>
      <w:r w:rsidR="000F443E">
        <w:t xml:space="preserve">. – </w:t>
      </w:r>
      <w:r w:rsidRPr="0054458D">
        <w:t xml:space="preserve">Ce doit être </w:t>
      </w:r>
      <w:proofErr w:type="spellStart"/>
      <w:r w:rsidRPr="0054458D">
        <w:t>Pétrouchka</w:t>
      </w:r>
      <w:proofErr w:type="spellEnd"/>
      <w:r w:rsidRPr="0054458D">
        <w:t xml:space="preserve"> et </w:t>
      </w:r>
      <w:proofErr w:type="spellStart"/>
      <w:r w:rsidRPr="0054458D">
        <w:t>Iégorka</w:t>
      </w:r>
      <w:proofErr w:type="spellEnd"/>
      <w:r w:rsidRPr="0054458D">
        <w:t xml:space="preserve"> qui rentrent</w:t>
      </w:r>
      <w:r w:rsidR="000F443E">
        <w:t xml:space="preserve">… </w:t>
      </w:r>
      <w:r w:rsidRPr="0054458D">
        <w:t>Quel talent vous avez</w:t>
      </w:r>
      <w:r w:rsidR="000F443E">
        <w:t xml:space="preserve">, </w:t>
      </w:r>
      <w:proofErr w:type="spellStart"/>
      <w:r w:rsidRPr="0054458D">
        <w:t>Vassil</w:t>
      </w:r>
      <w:proofErr w:type="spellEnd"/>
      <w:r w:rsidRPr="0054458D">
        <w:t xml:space="preserve"> </w:t>
      </w:r>
      <w:proofErr w:type="spellStart"/>
      <w:r w:rsidRPr="0054458D">
        <w:t>Vassilytch</w:t>
      </w:r>
      <w:proofErr w:type="spellEnd"/>
      <w:r w:rsidR="000F443E">
        <w:t xml:space="preserve"> ! </w:t>
      </w:r>
      <w:r w:rsidRPr="0054458D">
        <w:t>Quel talent</w:t>
      </w:r>
      <w:r w:rsidR="000F443E">
        <w:t> !</w:t>
      </w:r>
    </w:p>
    <w:p w14:paraId="02A726C5" w14:textId="77777777" w:rsidR="000F443E" w:rsidRDefault="00746266" w:rsidP="000F443E">
      <w:proofErr w:type="spellStart"/>
      <w:r w:rsidRPr="0054458D">
        <w:t>SVIETLOVIDOV</w:t>
      </w:r>
      <w:proofErr w:type="spellEnd"/>
      <w:r w:rsidR="000F443E">
        <w:t xml:space="preserve">, </w:t>
      </w:r>
      <w:r w:rsidRPr="0054458D">
        <w:rPr>
          <w:i/>
          <w:iCs/>
        </w:rPr>
        <w:t>il crie</w:t>
      </w:r>
      <w:r w:rsidR="000F443E">
        <w:rPr>
          <w:i/>
          <w:iCs/>
        </w:rPr>
        <w:t xml:space="preserve">, </w:t>
      </w:r>
      <w:r w:rsidRPr="0054458D">
        <w:rPr>
          <w:i/>
          <w:iCs/>
        </w:rPr>
        <w:t>tourné du côté d</w:t>
      </w:r>
      <w:r w:rsidR="000F443E">
        <w:rPr>
          <w:i/>
          <w:iCs/>
        </w:rPr>
        <w:t>’</w:t>
      </w:r>
      <w:r w:rsidRPr="0054458D">
        <w:rPr>
          <w:i/>
          <w:iCs/>
        </w:rPr>
        <w:t>où est venu le bruit</w:t>
      </w:r>
      <w:r w:rsidR="000F443E">
        <w:rPr>
          <w:i/>
          <w:iCs/>
        </w:rPr>
        <w:t xml:space="preserve">. </w:t>
      </w:r>
      <w:r w:rsidR="000F443E">
        <w:t xml:space="preserve">– </w:t>
      </w:r>
      <w:r w:rsidRPr="0054458D">
        <w:t>Ici</w:t>
      </w:r>
      <w:r w:rsidR="000F443E">
        <w:t xml:space="preserve">, </w:t>
      </w:r>
      <w:r w:rsidRPr="0054458D">
        <w:t>mes jolis</w:t>
      </w:r>
      <w:r w:rsidR="000F443E">
        <w:t> ! (</w:t>
      </w:r>
      <w:r w:rsidRPr="0054458D">
        <w:rPr>
          <w:i/>
          <w:iCs/>
        </w:rPr>
        <w:t>À Nikita</w:t>
      </w:r>
      <w:r w:rsidR="000F443E">
        <w:rPr>
          <w:i/>
          <w:iCs/>
        </w:rPr>
        <w:t>.)</w:t>
      </w:r>
      <w:r w:rsidR="000F443E">
        <w:t xml:space="preserve"> </w:t>
      </w:r>
      <w:proofErr w:type="spellStart"/>
      <w:r w:rsidRPr="0054458D">
        <w:t>Allons nous</w:t>
      </w:r>
      <w:proofErr w:type="spellEnd"/>
      <w:r w:rsidRPr="0054458D">
        <w:t xml:space="preserve"> habiller</w:t>
      </w:r>
      <w:r w:rsidR="000F443E">
        <w:t xml:space="preserve">… </w:t>
      </w:r>
      <w:r w:rsidRPr="0054458D">
        <w:t>Il n</w:t>
      </w:r>
      <w:r w:rsidR="000F443E">
        <w:t>’</w:t>
      </w:r>
      <w:r w:rsidRPr="0054458D">
        <w:t>y a pas du tout là de vieillesse</w:t>
      </w:r>
      <w:r w:rsidR="000F443E">
        <w:t xml:space="preserve">. </w:t>
      </w:r>
      <w:r w:rsidRPr="0054458D">
        <w:t>C</w:t>
      </w:r>
      <w:r w:rsidR="000F443E">
        <w:t>’</w:t>
      </w:r>
      <w:r w:rsidRPr="0054458D">
        <w:t>est absurde</w:t>
      </w:r>
      <w:r w:rsidR="000F443E">
        <w:t xml:space="preserve">. </w:t>
      </w:r>
      <w:r w:rsidRPr="0054458D">
        <w:t>C</w:t>
      </w:r>
      <w:r w:rsidR="000F443E">
        <w:t>’</w:t>
      </w:r>
      <w:r w:rsidRPr="0054458D">
        <w:t>est du verbiage</w:t>
      </w:r>
      <w:r w:rsidR="000F443E">
        <w:t> ! (</w:t>
      </w:r>
      <w:r w:rsidRPr="0054458D">
        <w:rPr>
          <w:i/>
          <w:iCs/>
        </w:rPr>
        <w:t>Il rit joyeusement aux éclats</w:t>
      </w:r>
      <w:r w:rsidR="000F443E">
        <w:rPr>
          <w:i/>
          <w:iCs/>
        </w:rPr>
        <w:t>.)</w:t>
      </w:r>
      <w:r w:rsidR="000F443E">
        <w:t xml:space="preserve"> </w:t>
      </w:r>
      <w:r w:rsidRPr="0054458D">
        <w:t>Pourquoi pleures-tu</w:t>
      </w:r>
      <w:r w:rsidR="000F443E">
        <w:t xml:space="preserve"> ? </w:t>
      </w:r>
      <w:r w:rsidRPr="0054458D">
        <w:t>Mon brave nigaud</w:t>
      </w:r>
      <w:r w:rsidR="000F443E">
        <w:t xml:space="preserve">, </w:t>
      </w:r>
      <w:r w:rsidRPr="0054458D">
        <w:t>pourquoi as-tu ouvert tes vannes</w:t>
      </w:r>
      <w:r w:rsidR="000F443E">
        <w:t xml:space="preserve"> ? </w:t>
      </w:r>
      <w:r w:rsidRPr="0054458D">
        <w:t>Ah</w:t>
      </w:r>
      <w:r w:rsidR="000F443E">
        <w:t xml:space="preserve"> ! </w:t>
      </w:r>
      <w:r w:rsidRPr="0054458D">
        <w:t>ce n</w:t>
      </w:r>
      <w:r w:rsidR="000F443E">
        <w:t>’</w:t>
      </w:r>
      <w:r w:rsidRPr="0054458D">
        <w:t>est pas bien</w:t>
      </w:r>
      <w:r w:rsidR="000F443E">
        <w:t xml:space="preserve"> !… </w:t>
      </w:r>
      <w:r w:rsidRPr="0054458D">
        <w:t>Pas bien du tout</w:t>
      </w:r>
      <w:r w:rsidR="000F443E">
        <w:t xml:space="preserve"> !… </w:t>
      </w:r>
      <w:r w:rsidRPr="0054458D">
        <w:t>Allons</w:t>
      </w:r>
      <w:r w:rsidR="000F443E">
        <w:t xml:space="preserve">, </w:t>
      </w:r>
      <w:r w:rsidRPr="0054458D">
        <w:t>allons</w:t>
      </w:r>
      <w:r w:rsidR="000F443E">
        <w:t xml:space="preserve">, </w:t>
      </w:r>
      <w:r w:rsidRPr="0054458D">
        <w:t>vieux</w:t>
      </w:r>
      <w:r w:rsidR="000F443E">
        <w:t xml:space="preserve">… </w:t>
      </w:r>
      <w:r w:rsidRPr="0054458D">
        <w:t xml:space="preserve">assez </w:t>
      </w:r>
      <w:r w:rsidRPr="0054458D">
        <w:lastRenderedPageBreak/>
        <w:t>regardé comme ça</w:t>
      </w:r>
      <w:r w:rsidR="000F443E">
        <w:t xml:space="preserve"> ! </w:t>
      </w:r>
      <w:r w:rsidRPr="0054458D">
        <w:t>Pourquoi me regarder ainsi</w:t>
      </w:r>
      <w:r w:rsidR="000F443E">
        <w:t xml:space="preserve"> ? </w:t>
      </w:r>
      <w:r w:rsidRPr="0054458D">
        <w:t>Allons</w:t>
      </w:r>
      <w:r w:rsidR="000F443E">
        <w:t xml:space="preserve">, </w:t>
      </w:r>
      <w:r w:rsidRPr="0054458D">
        <w:t>allons</w:t>
      </w:r>
      <w:r w:rsidR="000F443E">
        <w:t> ! (</w:t>
      </w:r>
      <w:r w:rsidRPr="0054458D">
        <w:rPr>
          <w:i/>
          <w:iCs/>
        </w:rPr>
        <w:t>Il l</w:t>
      </w:r>
      <w:r w:rsidR="000F443E">
        <w:rPr>
          <w:i/>
          <w:iCs/>
        </w:rPr>
        <w:t>’</w:t>
      </w:r>
      <w:r w:rsidRPr="0054458D">
        <w:rPr>
          <w:i/>
          <w:iCs/>
        </w:rPr>
        <w:t>embrasse</w:t>
      </w:r>
      <w:r w:rsidR="000F443E">
        <w:rPr>
          <w:i/>
          <w:iCs/>
        </w:rPr>
        <w:t xml:space="preserve">, </w:t>
      </w:r>
      <w:r w:rsidRPr="0054458D">
        <w:rPr>
          <w:i/>
          <w:iCs/>
        </w:rPr>
        <w:t>les larmes aux yeux</w:t>
      </w:r>
      <w:r w:rsidR="000F443E">
        <w:rPr>
          <w:i/>
          <w:iCs/>
        </w:rPr>
        <w:t>.)</w:t>
      </w:r>
      <w:r w:rsidR="000F443E">
        <w:t xml:space="preserve"> </w:t>
      </w:r>
      <w:r w:rsidRPr="0054458D">
        <w:t>Il ne faut pas pleurer</w:t>
      </w:r>
      <w:r w:rsidR="000F443E">
        <w:t xml:space="preserve">… </w:t>
      </w:r>
      <w:r w:rsidRPr="0054458D">
        <w:t>Où il y a de l</w:t>
      </w:r>
      <w:r w:rsidR="000F443E">
        <w:t>’</w:t>
      </w:r>
      <w:r w:rsidRPr="0054458D">
        <w:t>art</w:t>
      </w:r>
      <w:r w:rsidR="000F443E">
        <w:t xml:space="preserve">, </w:t>
      </w:r>
      <w:r w:rsidRPr="0054458D">
        <w:t>du talent</w:t>
      </w:r>
      <w:r w:rsidR="000F443E">
        <w:t xml:space="preserve">, </w:t>
      </w:r>
      <w:r w:rsidRPr="0054458D">
        <w:t>il n</w:t>
      </w:r>
      <w:r w:rsidR="000F443E">
        <w:t>’</w:t>
      </w:r>
      <w:r w:rsidRPr="0054458D">
        <w:t>y a ni vieillesse</w:t>
      </w:r>
      <w:r w:rsidR="000F443E">
        <w:t xml:space="preserve">, </w:t>
      </w:r>
      <w:r w:rsidRPr="0054458D">
        <w:t>ni solitude</w:t>
      </w:r>
      <w:r w:rsidR="000F443E">
        <w:t xml:space="preserve">, </w:t>
      </w:r>
      <w:r w:rsidRPr="0054458D">
        <w:t>ni maladies</w:t>
      </w:r>
      <w:r w:rsidR="000F443E">
        <w:t xml:space="preserve"> ; </w:t>
      </w:r>
      <w:r w:rsidRPr="0054458D">
        <w:t>et la mort elle-même est à demi vaincue</w:t>
      </w:r>
      <w:r w:rsidR="000F443E">
        <w:t>… (</w:t>
      </w:r>
      <w:r w:rsidRPr="0054458D">
        <w:rPr>
          <w:i/>
          <w:iCs/>
        </w:rPr>
        <w:t>Il pleure</w:t>
      </w:r>
      <w:r w:rsidR="000F443E">
        <w:rPr>
          <w:i/>
          <w:iCs/>
        </w:rPr>
        <w:t>.)</w:t>
      </w:r>
      <w:r w:rsidR="000F443E">
        <w:t xml:space="preserve"> </w:t>
      </w:r>
      <w:r w:rsidRPr="0054458D">
        <w:t>Non</w:t>
      </w:r>
      <w:r w:rsidR="000F443E">
        <w:t xml:space="preserve">, </w:t>
      </w:r>
      <w:proofErr w:type="spellStart"/>
      <w:r w:rsidRPr="0054458D">
        <w:t>Nik</w:t>
      </w:r>
      <w:r w:rsidRPr="0054458D">
        <w:t>i</w:t>
      </w:r>
      <w:r w:rsidRPr="0054458D">
        <w:t>touchka</w:t>
      </w:r>
      <w:proofErr w:type="spellEnd"/>
      <w:r w:rsidR="000F443E">
        <w:t xml:space="preserve">, </w:t>
      </w:r>
      <w:r w:rsidRPr="0054458D">
        <w:t>notre chanson est déjà chantée</w:t>
      </w:r>
      <w:r w:rsidR="000F443E">
        <w:t xml:space="preserve">… </w:t>
      </w:r>
      <w:r w:rsidRPr="0054458D">
        <w:t>Quel talent suis-je</w:t>
      </w:r>
      <w:r w:rsidR="000F443E">
        <w:t xml:space="preserve"> ? </w:t>
      </w:r>
      <w:r w:rsidRPr="0054458D">
        <w:t>Un citron pressé</w:t>
      </w:r>
      <w:r w:rsidR="000F443E">
        <w:t xml:space="preserve">, </w:t>
      </w:r>
      <w:r w:rsidRPr="0054458D">
        <w:t>un glaçon qui goutte</w:t>
      </w:r>
      <w:r w:rsidR="000F443E">
        <w:t xml:space="preserve">, </w:t>
      </w:r>
      <w:r w:rsidRPr="0054458D">
        <w:t>un clou rouillé</w:t>
      </w:r>
      <w:r w:rsidR="000F443E">
        <w:t xml:space="preserve">… </w:t>
      </w:r>
      <w:r w:rsidRPr="0054458D">
        <w:t>et toi</w:t>
      </w:r>
      <w:r w:rsidR="000F443E">
        <w:t xml:space="preserve">… </w:t>
      </w:r>
      <w:r w:rsidRPr="0054458D">
        <w:t>tu es un vieux rat de théâtre</w:t>
      </w:r>
      <w:r w:rsidR="000F443E">
        <w:t xml:space="preserve">, </w:t>
      </w:r>
      <w:r w:rsidRPr="0054458D">
        <w:t>un souffleur</w:t>
      </w:r>
      <w:r w:rsidR="000F443E">
        <w:t xml:space="preserve">… </w:t>
      </w:r>
      <w:r w:rsidRPr="0054458D">
        <w:t>Partons</w:t>
      </w:r>
      <w:r w:rsidR="000F443E">
        <w:t> ! (</w:t>
      </w:r>
      <w:r w:rsidRPr="0054458D">
        <w:rPr>
          <w:i/>
          <w:iCs/>
        </w:rPr>
        <w:t>Ils s</w:t>
      </w:r>
      <w:r w:rsidR="000F443E">
        <w:rPr>
          <w:i/>
          <w:iCs/>
        </w:rPr>
        <w:t>’</w:t>
      </w:r>
      <w:r w:rsidRPr="0054458D">
        <w:rPr>
          <w:i/>
          <w:iCs/>
        </w:rPr>
        <w:t>éloignent</w:t>
      </w:r>
      <w:r w:rsidR="000F443E">
        <w:rPr>
          <w:i/>
          <w:iCs/>
        </w:rPr>
        <w:t>.)</w:t>
      </w:r>
      <w:r w:rsidR="000F443E">
        <w:t xml:space="preserve"> </w:t>
      </w:r>
      <w:r w:rsidRPr="0054458D">
        <w:t>Quel talent suis-je</w:t>
      </w:r>
      <w:r w:rsidR="000F443E">
        <w:t xml:space="preserve"> ? </w:t>
      </w:r>
      <w:r w:rsidRPr="0054458D">
        <w:t>Dans les pièces sérieuses</w:t>
      </w:r>
      <w:r w:rsidR="000F443E">
        <w:t xml:space="preserve">, </w:t>
      </w:r>
      <w:r w:rsidRPr="0054458D">
        <w:t xml:space="preserve">je ne suis bon que pour la suite de </w:t>
      </w:r>
      <w:proofErr w:type="spellStart"/>
      <w:r w:rsidRPr="0054458D">
        <w:t>Fortinbras</w:t>
      </w:r>
      <w:proofErr w:type="spellEnd"/>
      <w:r w:rsidR="000F443E">
        <w:t xml:space="preserve"> ; </w:t>
      </w:r>
      <w:r w:rsidRPr="0054458D">
        <w:t>et</w:t>
      </w:r>
      <w:r w:rsidR="000F443E">
        <w:t xml:space="preserve">, </w:t>
      </w:r>
      <w:r w:rsidRPr="0054458D">
        <w:t>même pour elle</w:t>
      </w:r>
      <w:r w:rsidR="000F443E">
        <w:t xml:space="preserve">, </w:t>
      </w:r>
      <w:r w:rsidRPr="0054458D">
        <w:t>je suis vieux</w:t>
      </w:r>
      <w:r w:rsidR="000F443E">
        <w:t xml:space="preserve">. </w:t>
      </w:r>
      <w:r w:rsidRPr="0054458D">
        <w:t>Oui</w:t>
      </w:r>
      <w:r w:rsidR="000F443E">
        <w:t xml:space="preserve">… </w:t>
      </w:r>
      <w:r w:rsidRPr="0054458D">
        <w:t>Te rappelles-tu ce passage</w:t>
      </w:r>
      <w:r w:rsidRPr="00793F31">
        <w:t xml:space="preserve"> d</w:t>
      </w:r>
      <w:r w:rsidR="000F443E">
        <w:t>’</w:t>
      </w:r>
      <w:r w:rsidRPr="0054458D">
        <w:rPr>
          <w:i/>
          <w:iCs/>
        </w:rPr>
        <w:t>Othello</w:t>
      </w:r>
      <w:r w:rsidR="000F443E">
        <w:rPr>
          <w:i/>
          <w:iCs/>
        </w:rPr>
        <w:t xml:space="preserve">, </w:t>
      </w:r>
      <w:proofErr w:type="spellStart"/>
      <w:r w:rsidRPr="0054458D">
        <w:t>Nik</w:t>
      </w:r>
      <w:r w:rsidRPr="0054458D">
        <w:t>i</w:t>
      </w:r>
      <w:r w:rsidRPr="0054458D">
        <w:t>touchka</w:t>
      </w:r>
      <w:proofErr w:type="spellEnd"/>
      <w:r w:rsidR="000F443E">
        <w:t> ?</w:t>
      </w:r>
    </w:p>
    <w:p w14:paraId="57A99F71" w14:textId="22E69321" w:rsidR="000F443E" w:rsidRDefault="000F443E" w:rsidP="000F443E">
      <w:r>
        <w:t>« </w:t>
      </w:r>
      <w:r w:rsidR="00746266" w:rsidRPr="0054458D">
        <w:t>Oh</w:t>
      </w:r>
      <w:r>
        <w:t xml:space="preserve"> ! </w:t>
      </w:r>
      <w:r w:rsidR="00746266" w:rsidRPr="0054458D">
        <w:t>maintenant</w:t>
      </w:r>
      <w:r>
        <w:t xml:space="preserve">, </w:t>
      </w:r>
      <w:r w:rsidR="00746266" w:rsidRPr="0054458D">
        <w:t>pour toujours</w:t>
      </w:r>
      <w:r>
        <w:t xml:space="preserve">, </w:t>
      </w:r>
      <w:r w:rsidR="00746266" w:rsidRPr="0054458D">
        <w:t>adieu la tranquillité d</w:t>
      </w:r>
      <w:r>
        <w:t>’</w:t>
      </w:r>
      <w:r w:rsidR="00746266" w:rsidRPr="0054458D">
        <w:t>esprit</w:t>
      </w:r>
      <w:r>
        <w:t xml:space="preserve"> ! </w:t>
      </w:r>
      <w:r w:rsidR="00746266" w:rsidRPr="0054458D">
        <w:t>adieu le contentement</w:t>
      </w:r>
      <w:r>
        <w:t xml:space="preserve"> ! </w:t>
      </w:r>
      <w:r w:rsidR="00746266" w:rsidRPr="0054458D">
        <w:t>adieu les troupes empan</w:t>
      </w:r>
      <w:r w:rsidR="00746266" w:rsidRPr="0054458D">
        <w:t>a</w:t>
      </w:r>
      <w:r w:rsidR="00746266" w:rsidRPr="0054458D">
        <w:t>chées et les grandes guerres qui font de l</w:t>
      </w:r>
      <w:r>
        <w:t>’</w:t>
      </w:r>
      <w:r w:rsidR="00746266" w:rsidRPr="0054458D">
        <w:t>ambition une vertu</w:t>
      </w:r>
      <w:r>
        <w:t xml:space="preserve"> ! </w:t>
      </w:r>
      <w:r w:rsidR="00746266" w:rsidRPr="0054458D">
        <w:t>Oh</w:t>
      </w:r>
      <w:r>
        <w:t xml:space="preserve"> ! </w:t>
      </w:r>
      <w:r w:rsidR="00746266" w:rsidRPr="0054458D">
        <w:t>adieu</w:t>
      </w:r>
      <w:r>
        <w:t xml:space="preserve">, </w:t>
      </w:r>
      <w:r w:rsidR="00746266" w:rsidRPr="0054458D">
        <w:t>le coursier qui hennit</w:t>
      </w:r>
      <w:r>
        <w:t xml:space="preserve">, </w:t>
      </w:r>
      <w:r w:rsidR="00746266" w:rsidRPr="0054458D">
        <w:t>et l</w:t>
      </w:r>
      <w:r>
        <w:t>’</w:t>
      </w:r>
      <w:r w:rsidR="00746266" w:rsidRPr="0054458D">
        <w:t>encourageant tambour</w:t>
      </w:r>
      <w:r>
        <w:t xml:space="preserve">, </w:t>
      </w:r>
      <w:r w:rsidR="00746266" w:rsidRPr="0054458D">
        <w:t>et le fifre assourdissant</w:t>
      </w:r>
      <w:r>
        <w:t xml:space="preserve"> ! </w:t>
      </w:r>
      <w:r w:rsidR="00746266" w:rsidRPr="0054458D">
        <w:t>Adieu la bannière royale</w:t>
      </w:r>
      <w:r>
        <w:t xml:space="preserve">, </w:t>
      </w:r>
      <w:r w:rsidR="00746266" w:rsidRPr="0054458D">
        <w:t>et toute la bea</w:t>
      </w:r>
      <w:r w:rsidR="00746266" w:rsidRPr="0054458D">
        <w:t>u</w:t>
      </w:r>
      <w:r w:rsidR="00746266" w:rsidRPr="0054458D">
        <w:t>té</w:t>
      </w:r>
      <w:r>
        <w:t xml:space="preserve">, </w:t>
      </w:r>
      <w:r w:rsidR="00746266" w:rsidRPr="0054458D">
        <w:t>l</w:t>
      </w:r>
      <w:r>
        <w:t>’</w:t>
      </w:r>
      <w:r w:rsidR="00746266" w:rsidRPr="0054458D">
        <w:t>orgueil</w:t>
      </w:r>
      <w:r>
        <w:t xml:space="preserve">, </w:t>
      </w:r>
      <w:r w:rsidR="00746266" w:rsidRPr="0054458D">
        <w:t>la pompe et l</w:t>
      </w:r>
      <w:r>
        <w:t>’</w:t>
      </w:r>
      <w:r w:rsidR="00746266" w:rsidRPr="0054458D">
        <w:t>attirail de la guerre glorieuse</w:t>
      </w:r>
      <w:r w:rsidR="00746266" w:rsidRPr="0054458D">
        <w:rPr>
          <w:rStyle w:val="Appelnotedebasdep"/>
        </w:rPr>
        <w:footnoteReference w:id="9"/>
      </w:r>
      <w:r>
        <w:t>. »</w:t>
      </w:r>
    </w:p>
    <w:p w14:paraId="118560F0" w14:textId="77777777" w:rsidR="000F443E" w:rsidRDefault="00746266" w:rsidP="000F443E">
      <w:r w:rsidRPr="0054458D">
        <w:t xml:space="preserve">NIKITA </w:t>
      </w:r>
      <w:proofErr w:type="spellStart"/>
      <w:r w:rsidRPr="0054458D">
        <w:t>IVANYTCH</w:t>
      </w:r>
      <w:proofErr w:type="spellEnd"/>
      <w:r w:rsidR="000F443E">
        <w:t xml:space="preserve">. – </w:t>
      </w:r>
      <w:r w:rsidRPr="0054458D">
        <w:t>Quel talent</w:t>
      </w:r>
      <w:r w:rsidR="000F443E">
        <w:t xml:space="preserve"> ! </w:t>
      </w:r>
      <w:r w:rsidRPr="0054458D">
        <w:t>Quel talent</w:t>
      </w:r>
      <w:r w:rsidR="000F443E">
        <w:t> !</w:t>
      </w:r>
    </w:p>
    <w:p w14:paraId="0D131FAB" w14:textId="77777777" w:rsidR="000F443E" w:rsidRDefault="00746266" w:rsidP="000F443E">
      <w:proofErr w:type="spellStart"/>
      <w:r w:rsidRPr="0054458D">
        <w:t>SVIETLOVIDOV</w:t>
      </w:r>
      <w:proofErr w:type="spellEnd"/>
      <w:r w:rsidR="000F443E">
        <w:t xml:space="preserve">. – </w:t>
      </w:r>
      <w:r w:rsidRPr="0054458D">
        <w:t>Ou</w:t>
      </w:r>
      <w:r w:rsidR="000F443E">
        <w:t xml:space="preserve">, </w:t>
      </w:r>
      <w:r w:rsidRPr="0054458D">
        <w:t>tiens</w:t>
      </w:r>
      <w:r w:rsidR="000F443E">
        <w:t xml:space="preserve">, </w:t>
      </w:r>
      <w:r w:rsidRPr="0054458D">
        <w:t>encore ceci</w:t>
      </w:r>
      <w:r w:rsidR="000F443E">
        <w:t> :</w:t>
      </w:r>
    </w:p>
    <w:p w14:paraId="2C0E9455" w14:textId="77777777" w:rsidR="000F443E" w:rsidRDefault="00746266" w:rsidP="000F443E">
      <w:pPr>
        <w:spacing w:before="0" w:after="0"/>
        <w:ind w:firstLine="0"/>
        <w:jc w:val="center"/>
      </w:pPr>
      <w:r w:rsidRPr="000F443E">
        <w:t>Quittons Moscou pour n</w:t>
      </w:r>
      <w:r w:rsidR="000F443E">
        <w:t>’</w:t>
      </w:r>
      <w:r w:rsidRPr="000F443E">
        <w:t>y plus revenir</w:t>
      </w:r>
      <w:r w:rsidR="000F443E">
        <w:t> !</w:t>
      </w:r>
    </w:p>
    <w:p w14:paraId="333F6793" w14:textId="31B29BC5" w:rsidR="00746266" w:rsidRPr="000F443E" w:rsidRDefault="00746266" w:rsidP="000F443E">
      <w:pPr>
        <w:spacing w:before="0" w:after="0"/>
        <w:ind w:firstLine="0"/>
        <w:jc w:val="center"/>
      </w:pPr>
      <w:r w:rsidRPr="000F443E">
        <w:t>Allons chercher un coin dans la nature</w:t>
      </w:r>
    </w:p>
    <w:p w14:paraId="03FE5295" w14:textId="77777777" w:rsidR="000F443E" w:rsidRDefault="00746266" w:rsidP="000F443E">
      <w:pPr>
        <w:spacing w:before="0" w:after="0"/>
        <w:ind w:firstLine="0"/>
        <w:jc w:val="center"/>
      </w:pPr>
      <w:r w:rsidRPr="000F443E">
        <w:t>Où mon cœur ulcéré se repose</w:t>
      </w:r>
      <w:r w:rsidR="000F443E">
        <w:t> !</w:t>
      </w:r>
    </w:p>
    <w:p w14:paraId="3ED7C532" w14:textId="77777777" w:rsidR="000F443E" w:rsidRDefault="00746266" w:rsidP="000F443E">
      <w:pPr>
        <w:spacing w:before="0" w:after="0"/>
        <w:ind w:firstLine="0"/>
        <w:jc w:val="center"/>
      </w:pPr>
      <w:r w:rsidRPr="000F443E">
        <w:lastRenderedPageBreak/>
        <w:t>Ma vo</w:t>
      </w:r>
      <w:r w:rsidRPr="000F443E">
        <w:t>i</w:t>
      </w:r>
      <w:r w:rsidRPr="000F443E">
        <w:t>ture</w:t>
      </w:r>
      <w:r w:rsidR="000F443E">
        <w:t xml:space="preserve"> ! </w:t>
      </w:r>
      <w:r w:rsidRPr="000F443E">
        <w:t>ma voiture</w:t>
      </w:r>
      <w:r w:rsidRPr="000F443E">
        <w:rPr>
          <w:rStyle w:val="Appelnotedebasdep"/>
        </w:rPr>
        <w:footnoteReference w:id="10"/>
      </w:r>
      <w:r w:rsidR="000F443E">
        <w:t> !</w:t>
      </w:r>
    </w:p>
    <w:p w14:paraId="12C95AA7" w14:textId="77777777" w:rsidR="000F443E" w:rsidRDefault="00746266" w:rsidP="000F443E">
      <w:pPr>
        <w:ind w:firstLine="0"/>
        <w:jc w:val="center"/>
        <w:rPr>
          <w:i/>
          <w:iCs/>
        </w:rPr>
      </w:pPr>
      <w:r w:rsidRPr="000F443E">
        <w:rPr>
          <w:i/>
          <w:iCs/>
        </w:rPr>
        <w:t xml:space="preserve">Il sort avec Nikita </w:t>
      </w:r>
      <w:proofErr w:type="spellStart"/>
      <w:r w:rsidRPr="000F443E">
        <w:rPr>
          <w:i/>
          <w:iCs/>
        </w:rPr>
        <w:t>Ivanytch</w:t>
      </w:r>
      <w:proofErr w:type="spellEnd"/>
      <w:r w:rsidR="000F443E">
        <w:rPr>
          <w:i/>
          <w:iCs/>
        </w:rPr>
        <w:t>.</w:t>
      </w:r>
    </w:p>
    <w:p w14:paraId="67FCD041" w14:textId="76B4D7D7" w:rsidR="000F443E" w:rsidRDefault="00746266" w:rsidP="000F443E">
      <w:pPr>
        <w:ind w:firstLine="0"/>
        <w:jc w:val="center"/>
      </w:pPr>
      <w:r w:rsidRPr="000F443E">
        <w:t>LE RIDEAU S</w:t>
      </w:r>
      <w:r w:rsidR="000F443E">
        <w:t>’</w:t>
      </w:r>
      <w:r w:rsidRPr="000F443E">
        <w:t>ABAISSE LENTEMENT</w:t>
      </w:r>
    </w:p>
    <w:p w14:paraId="44CD611B" w14:textId="297426AF" w:rsidR="00BE7A2E" w:rsidRPr="00BE7A2E" w:rsidRDefault="00BE7A2E" w:rsidP="00BE7A2E">
      <w:pPr>
        <w:sectPr w:rsidR="00BE7A2E" w:rsidRPr="00BE7A2E" w:rsidSect="000F443E">
          <w:footerReference w:type="default" r:id="rId11"/>
          <w:pgSz w:w="11906" w:h="16838" w:code="9"/>
          <w:pgMar w:top="1134" w:right="1134" w:bottom="1134" w:left="1134" w:header="709" w:footer="709" w:gutter="0"/>
          <w:cols w:space="708"/>
          <w:titlePg/>
          <w:docGrid w:linePitch="360"/>
        </w:sectPr>
      </w:pPr>
    </w:p>
    <w:p w14:paraId="16132DAA" w14:textId="77777777" w:rsidR="00FD1AEB" w:rsidRPr="00E22158" w:rsidRDefault="00FD1AEB" w:rsidP="000F443E">
      <w:pPr>
        <w:pStyle w:val="Titre1"/>
        <w:spacing w:before="0" w:after="480"/>
      </w:pPr>
      <w:bookmarkStart w:id="4" w:name="_Toc195636056"/>
      <w:r w:rsidRPr="00E22158">
        <w:lastRenderedPageBreak/>
        <w:t>À propos de cette édition électronique</w:t>
      </w:r>
      <w:bookmarkEnd w:id="4"/>
    </w:p>
    <w:p w14:paraId="53E3A030" w14:textId="77777777" w:rsidR="000F443E" w:rsidRPr="00633842" w:rsidRDefault="000F443E" w:rsidP="000F443E">
      <w:pPr>
        <w:spacing w:before="180" w:after="180"/>
        <w:ind w:firstLine="0"/>
        <w:jc w:val="center"/>
        <w:rPr>
          <w:b/>
          <w:bCs/>
          <w:szCs w:val="32"/>
        </w:rPr>
      </w:pPr>
      <w:r w:rsidRPr="00633842">
        <w:rPr>
          <w:b/>
          <w:bCs/>
          <w:szCs w:val="32"/>
        </w:rPr>
        <w:t>Texte libre de droits.</w:t>
      </w:r>
    </w:p>
    <w:p w14:paraId="5E854247" w14:textId="77777777" w:rsidR="000F443E" w:rsidRPr="00633842" w:rsidRDefault="000F443E" w:rsidP="000F443E">
      <w:pPr>
        <w:pStyle w:val="Centr"/>
        <w:spacing w:before="180" w:after="180"/>
      </w:pPr>
      <w:r w:rsidRPr="00633842">
        <w:t>Corrections, édition, conversion informatique et public</w:t>
      </w:r>
      <w:r w:rsidRPr="00633842">
        <w:t>a</w:t>
      </w:r>
      <w:r w:rsidRPr="00633842">
        <w:t>tion par le groupe :</w:t>
      </w:r>
    </w:p>
    <w:p w14:paraId="394C8CC3" w14:textId="77777777" w:rsidR="000F443E" w:rsidRPr="00633842" w:rsidRDefault="000F443E" w:rsidP="000F443E">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48C0EF0E" w14:textId="77777777" w:rsidR="000F443E" w:rsidRPr="00633842" w:rsidRDefault="000F443E" w:rsidP="000F443E">
      <w:pPr>
        <w:pStyle w:val="Centr"/>
        <w:spacing w:before="180" w:after="180"/>
      </w:pPr>
      <w:hyperlink r:id="rId12" w:history="1">
        <w:r w:rsidRPr="00F74CD6">
          <w:rPr>
            <w:rStyle w:val="Lienhypertexte"/>
          </w:rPr>
          <w:t>https://groups.google.com/g/ebooksgratuits</w:t>
        </w:r>
      </w:hyperlink>
    </w:p>
    <w:p w14:paraId="2C9FBA3D" w14:textId="779FEF60" w:rsidR="000F443E" w:rsidRPr="00633842" w:rsidRDefault="000F443E" w:rsidP="000F443E">
      <w:pPr>
        <w:pStyle w:val="Centr"/>
        <w:spacing w:before="180" w:after="180"/>
      </w:pPr>
      <w:r w:rsidRPr="00633842">
        <w:t>Adresse du site web du groupe :</w:t>
      </w:r>
      <w:r w:rsidRPr="00633842">
        <w:br/>
      </w:r>
      <w:hyperlink r:id="rId13" w:history="1">
        <w:r w:rsidRPr="00540B87">
          <w:rPr>
            <w:rStyle w:val="Lienhypertexte"/>
            <w:b/>
            <w:bCs/>
            <w:szCs w:val="32"/>
          </w:rPr>
          <w:t>http</w:t>
        </w:r>
        <w:r w:rsidRPr="00540B87">
          <w:rPr>
            <w:rStyle w:val="Lienhypertexte"/>
            <w:b/>
            <w:bCs/>
            <w:szCs w:val="32"/>
          </w:rPr>
          <w:t>s</w:t>
        </w:r>
        <w:r w:rsidRPr="00540B87">
          <w:rPr>
            <w:rStyle w:val="Lienhypertexte"/>
            <w:b/>
            <w:bCs/>
            <w:szCs w:val="32"/>
          </w:rPr>
          <w:t>://www.ebooksgratuits.com/</w:t>
        </w:r>
      </w:hyperlink>
    </w:p>
    <w:p w14:paraId="06B87AF3" w14:textId="77777777" w:rsidR="000F443E" w:rsidRPr="00633842" w:rsidRDefault="000F443E" w:rsidP="000F443E">
      <w:pPr>
        <w:pStyle w:val="Centr"/>
        <w:spacing w:before="180" w:after="180"/>
      </w:pPr>
      <w:r w:rsidRPr="00633842">
        <w:t>—</w:t>
      </w:r>
    </w:p>
    <w:p w14:paraId="6E516603" w14:textId="3D844A63" w:rsidR="000F443E" w:rsidRPr="00633842" w:rsidRDefault="000F443E" w:rsidP="000F443E">
      <w:pPr>
        <w:spacing w:before="180" w:after="180"/>
        <w:ind w:firstLine="0"/>
        <w:jc w:val="center"/>
        <w:rPr>
          <w:b/>
          <w:bCs/>
          <w:szCs w:val="32"/>
        </w:rPr>
      </w:pPr>
      <w:r>
        <w:rPr>
          <w:b/>
          <w:bCs/>
          <w:szCs w:val="32"/>
        </w:rPr>
        <w:t>Avril</w:t>
      </w:r>
      <w:r>
        <w:rPr>
          <w:b/>
          <w:bCs/>
          <w:szCs w:val="32"/>
        </w:rPr>
        <w:t xml:space="preserve"> 20</w:t>
      </w:r>
      <w:r>
        <w:rPr>
          <w:b/>
          <w:bCs/>
          <w:szCs w:val="32"/>
        </w:rPr>
        <w:t>2</w:t>
      </w:r>
      <w:r>
        <w:rPr>
          <w:b/>
          <w:bCs/>
          <w:szCs w:val="32"/>
        </w:rPr>
        <w:t>5</w:t>
      </w:r>
    </w:p>
    <w:p w14:paraId="43C36199" w14:textId="77777777" w:rsidR="000F443E" w:rsidRPr="00633842" w:rsidRDefault="000F443E" w:rsidP="000F443E">
      <w:pPr>
        <w:pStyle w:val="Centr"/>
        <w:spacing w:before="180" w:after="180"/>
      </w:pPr>
      <w:r w:rsidRPr="00633842">
        <w:t>—</w:t>
      </w:r>
    </w:p>
    <w:p w14:paraId="398402A0" w14:textId="77777777" w:rsidR="000F443E" w:rsidRPr="00633842" w:rsidRDefault="000F443E" w:rsidP="000F443E">
      <w:pPr>
        <w:spacing w:before="180" w:after="180"/>
      </w:pPr>
      <w:r w:rsidRPr="00633842">
        <w:t>– </w:t>
      </w:r>
      <w:r w:rsidRPr="00633842">
        <w:rPr>
          <w:b/>
        </w:rPr>
        <w:t>Élaboration de ce livre électronique</w:t>
      </w:r>
      <w:r w:rsidRPr="00633842">
        <w:t> :</w:t>
      </w:r>
    </w:p>
    <w:p w14:paraId="18657803" w14:textId="0C29502C" w:rsidR="000F443E" w:rsidRPr="00633842" w:rsidRDefault="000F443E" w:rsidP="000F443E">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0F443E">
        <w:t>JacquelineM</w:t>
      </w:r>
      <w:proofErr w:type="spellEnd"/>
      <w:r w:rsidRPr="000F443E">
        <w:t xml:space="preserve">, Jean-Marc, </w:t>
      </w:r>
      <w:proofErr w:type="spellStart"/>
      <w:r w:rsidRPr="000F443E">
        <w:t>MichelB</w:t>
      </w:r>
      <w:proofErr w:type="spellEnd"/>
      <w:r w:rsidRPr="000F443E">
        <w:t xml:space="preserve">, </w:t>
      </w:r>
      <w:proofErr w:type="spellStart"/>
      <w:r w:rsidRPr="000F443E">
        <w:t>PatriceC</w:t>
      </w:r>
      <w:proofErr w:type="spellEnd"/>
      <w:r>
        <w:t xml:space="preserve">, </w:t>
      </w:r>
      <w:proofErr w:type="spellStart"/>
      <w:r>
        <w:t>Coolmicro</w:t>
      </w:r>
      <w:proofErr w:type="spellEnd"/>
      <w:r>
        <w:t>.</w:t>
      </w:r>
    </w:p>
    <w:p w14:paraId="07B9D44C" w14:textId="77777777" w:rsidR="000F443E" w:rsidRPr="00633842" w:rsidRDefault="000F443E" w:rsidP="000F443E">
      <w:pPr>
        <w:spacing w:before="180" w:after="180"/>
      </w:pPr>
      <w:r w:rsidRPr="00633842">
        <w:t>– </w:t>
      </w:r>
      <w:r w:rsidRPr="00633842">
        <w:rPr>
          <w:b/>
        </w:rPr>
        <w:t>Dispositions</w:t>
      </w:r>
      <w:r w:rsidRPr="00633842">
        <w:t> :</w:t>
      </w:r>
    </w:p>
    <w:p w14:paraId="7F122CD7" w14:textId="77777777" w:rsidR="000F443E" w:rsidRPr="00633842" w:rsidRDefault="000F443E" w:rsidP="000F443E">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74F2E03" w14:textId="77777777" w:rsidR="000F443E" w:rsidRPr="00633842" w:rsidRDefault="000F443E" w:rsidP="000F443E">
      <w:pPr>
        <w:spacing w:before="180" w:after="180"/>
      </w:pPr>
      <w:r w:rsidRPr="00633842">
        <w:t>– </w:t>
      </w:r>
      <w:r w:rsidRPr="00633842">
        <w:rPr>
          <w:b/>
        </w:rPr>
        <w:t>Qualité</w:t>
      </w:r>
      <w:r w:rsidRPr="00633842">
        <w:t> :</w:t>
      </w:r>
    </w:p>
    <w:p w14:paraId="33A5174F" w14:textId="77777777" w:rsidR="000F443E" w:rsidRPr="00633842" w:rsidRDefault="000F443E" w:rsidP="000F443E">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5F7C1308" w14:textId="77777777" w:rsidR="000F443E" w:rsidRPr="00633842" w:rsidRDefault="000F443E" w:rsidP="000F443E">
      <w:pPr>
        <w:spacing w:before="180" w:after="180"/>
        <w:ind w:firstLine="0"/>
        <w:jc w:val="center"/>
        <w:rPr>
          <w:i/>
          <w:iCs/>
          <w:szCs w:val="32"/>
        </w:rPr>
      </w:pPr>
      <w:r w:rsidRPr="00633842">
        <w:rPr>
          <w:i/>
          <w:iCs/>
          <w:szCs w:val="32"/>
        </w:rPr>
        <w:t>Votre aide est la bienvenue !</w:t>
      </w:r>
    </w:p>
    <w:p w14:paraId="7A5609EA" w14:textId="5BD3DCA2" w:rsidR="000028DA" w:rsidRPr="000F443E" w:rsidRDefault="000F443E" w:rsidP="000F443E">
      <w:pPr>
        <w:pStyle w:val="Centr"/>
        <w:suppressAutoHyphens/>
        <w:spacing w:before="180" w:after="180"/>
      </w:pPr>
      <w:r w:rsidRPr="00633842">
        <w:t>VOUS POUVEZ NOUS AIDER À FAIRE CONNAÎTRE CES CLASSIQUES LITTÉRAIRES.</w:t>
      </w:r>
    </w:p>
    <w:sectPr w:rsidR="000028DA" w:rsidRPr="000F443E" w:rsidSect="000F443E">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9EA8D" w14:textId="77777777" w:rsidR="00DE0969" w:rsidRDefault="00DE0969">
      <w:r>
        <w:separator/>
      </w:r>
    </w:p>
  </w:endnote>
  <w:endnote w:type="continuationSeparator" w:id="0">
    <w:p w14:paraId="51431912" w14:textId="77777777" w:rsidR="00DE0969" w:rsidRDefault="00DE0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E0C44" w14:textId="77777777" w:rsidR="00DB3CAC" w:rsidRDefault="00DB3CAC">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190E0" w14:textId="77777777" w:rsidR="00DB3CAC" w:rsidRPr="002B3C8B" w:rsidRDefault="00DB3CAC">
    <w:pPr>
      <w:pStyle w:val="Pieddepage"/>
      <w:rPr>
        <w:sz w:val="30"/>
        <w:szCs w:val="30"/>
      </w:rPr>
    </w:pPr>
    <w:r>
      <w:rPr>
        <w:sz w:val="30"/>
        <w:szCs w:val="30"/>
      </w:rPr>
      <w:t>–</w:t>
    </w:r>
    <w:r w:rsidRPr="002B3C8B">
      <w:rPr>
        <w:sz w:val="30"/>
        <w:szCs w:val="30"/>
      </w:rPr>
      <w:t xml:space="preserve"> </w:t>
    </w:r>
    <w:r w:rsidRPr="002B3C8B">
      <w:rPr>
        <w:rStyle w:val="Numrodepage"/>
        <w:sz w:val="30"/>
        <w:szCs w:val="30"/>
      </w:rPr>
      <w:fldChar w:fldCharType="begin"/>
    </w:r>
    <w:r w:rsidRPr="002B3C8B">
      <w:rPr>
        <w:rStyle w:val="Numrodepage"/>
        <w:sz w:val="30"/>
        <w:szCs w:val="30"/>
      </w:rPr>
      <w:instrText xml:space="preserve"> PAGE </w:instrText>
    </w:r>
    <w:r w:rsidRPr="002B3C8B">
      <w:rPr>
        <w:rStyle w:val="Numrodepage"/>
        <w:sz w:val="30"/>
        <w:szCs w:val="30"/>
      </w:rPr>
      <w:fldChar w:fldCharType="separate"/>
    </w:r>
    <w:r w:rsidR="00793F31">
      <w:rPr>
        <w:rStyle w:val="Numrodepage"/>
        <w:noProof/>
        <w:sz w:val="30"/>
        <w:szCs w:val="30"/>
      </w:rPr>
      <w:t>8</w:t>
    </w:r>
    <w:r w:rsidRPr="002B3C8B">
      <w:rPr>
        <w:rStyle w:val="Numrodepage"/>
        <w:sz w:val="30"/>
        <w:szCs w:val="30"/>
      </w:rPr>
      <w:fldChar w:fldCharType="end"/>
    </w:r>
    <w:r w:rsidRPr="002B3C8B">
      <w:rPr>
        <w:rStyle w:val="Numrodepage"/>
        <w:sz w:val="30"/>
        <w:szCs w:val="30"/>
      </w:rPr>
      <w:t xml:space="preserve"> </w:t>
    </w:r>
    <w:r>
      <w:rPr>
        <w:rStyle w:val="Numrodepage"/>
        <w:sz w:val="30"/>
        <w:szCs w:val="3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39170" w14:textId="77777777" w:rsidR="00DE0969" w:rsidRDefault="00DE0969">
      <w:r>
        <w:separator/>
      </w:r>
    </w:p>
  </w:footnote>
  <w:footnote w:type="continuationSeparator" w:id="0">
    <w:p w14:paraId="41CBE3FC" w14:textId="77777777" w:rsidR="00DE0969" w:rsidRDefault="00DE0969">
      <w:r>
        <w:continuationSeparator/>
      </w:r>
    </w:p>
  </w:footnote>
  <w:footnote w:id="1">
    <w:p w14:paraId="248B0F22" w14:textId="45BF94A6" w:rsidR="00746266" w:rsidRDefault="00746266" w:rsidP="00746266">
      <w:pPr>
        <w:pStyle w:val="Notedebasdepage"/>
      </w:pPr>
      <w:r>
        <w:rPr>
          <w:rStyle w:val="Appelnotedebasdep"/>
        </w:rPr>
        <w:footnoteRef/>
      </w:r>
      <w:r>
        <w:t xml:space="preserve"> </w:t>
      </w:r>
      <w:proofErr w:type="spellStart"/>
      <w:r w:rsidRPr="00431B2A">
        <w:rPr>
          <w:i/>
          <w:iCs/>
          <w:szCs w:val="32"/>
        </w:rPr>
        <w:t>Vassioucha</w:t>
      </w:r>
      <w:proofErr w:type="spellEnd"/>
      <w:r w:rsidR="000F443E">
        <w:rPr>
          <w:i/>
          <w:iCs/>
          <w:szCs w:val="32"/>
        </w:rPr>
        <w:t xml:space="preserve">, </w:t>
      </w:r>
      <w:r w:rsidRPr="00431B2A">
        <w:rPr>
          <w:szCs w:val="32"/>
        </w:rPr>
        <w:t>petit nom puéril d</w:t>
      </w:r>
      <w:r w:rsidR="000F443E">
        <w:rPr>
          <w:szCs w:val="32"/>
        </w:rPr>
        <w:t>’</w:t>
      </w:r>
      <w:r w:rsidRPr="00431B2A">
        <w:rPr>
          <w:szCs w:val="32"/>
        </w:rPr>
        <w:t>amitié qu</w:t>
      </w:r>
      <w:r w:rsidR="000F443E">
        <w:rPr>
          <w:szCs w:val="32"/>
        </w:rPr>
        <w:t>’</w:t>
      </w:r>
      <w:r w:rsidRPr="00431B2A">
        <w:rPr>
          <w:szCs w:val="32"/>
        </w:rPr>
        <w:t>il se donne pour Vassili</w:t>
      </w:r>
      <w:r w:rsidR="000F443E">
        <w:rPr>
          <w:szCs w:val="32"/>
        </w:rPr>
        <w:t>. (</w:t>
      </w:r>
      <w:r w:rsidR="00EB79AA">
        <w:rPr>
          <w:szCs w:val="32"/>
        </w:rPr>
        <w:t>N</w:t>
      </w:r>
      <w:r w:rsidR="000F443E">
        <w:rPr>
          <w:szCs w:val="32"/>
        </w:rPr>
        <w:t xml:space="preserve">. </w:t>
      </w:r>
      <w:r w:rsidR="00EB79AA">
        <w:rPr>
          <w:szCs w:val="32"/>
        </w:rPr>
        <w:t>d</w:t>
      </w:r>
      <w:r w:rsidR="000F443E">
        <w:rPr>
          <w:szCs w:val="32"/>
        </w:rPr>
        <w:t xml:space="preserve">. </w:t>
      </w:r>
      <w:r w:rsidR="00EB79AA">
        <w:rPr>
          <w:szCs w:val="32"/>
        </w:rPr>
        <w:t>T</w:t>
      </w:r>
      <w:r w:rsidR="000F443E">
        <w:rPr>
          <w:szCs w:val="32"/>
        </w:rPr>
        <w:t>.)</w:t>
      </w:r>
    </w:p>
  </w:footnote>
  <w:footnote w:id="2">
    <w:p w14:paraId="05D05C81" w14:textId="61B6759A" w:rsidR="00746266" w:rsidRDefault="00746266" w:rsidP="00746266">
      <w:pPr>
        <w:pStyle w:val="Notedebasdepage"/>
      </w:pPr>
      <w:r>
        <w:rPr>
          <w:rStyle w:val="Appelnotedebasdep"/>
        </w:rPr>
        <w:footnoteRef/>
      </w:r>
      <w:r>
        <w:t xml:space="preserve"> </w:t>
      </w:r>
      <w:r w:rsidRPr="00431B2A">
        <w:rPr>
          <w:szCs w:val="32"/>
        </w:rPr>
        <w:t>Forme raccourcie par familiarité affectueuse pour Vassili Vassili</w:t>
      </w:r>
      <w:r w:rsidRPr="00431B2A">
        <w:rPr>
          <w:szCs w:val="32"/>
        </w:rPr>
        <w:t>e</w:t>
      </w:r>
      <w:r w:rsidRPr="00431B2A">
        <w:rPr>
          <w:szCs w:val="32"/>
        </w:rPr>
        <w:t>vitch</w:t>
      </w:r>
      <w:r w:rsidR="000F443E">
        <w:rPr>
          <w:szCs w:val="32"/>
        </w:rPr>
        <w:t>. (</w:t>
      </w:r>
      <w:r w:rsidR="00EB79AA">
        <w:rPr>
          <w:szCs w:val="32"/>
        </w:rPr>
        <w:t>N</w:t>
      </w:r>
      <w:r w:rsidR="000F443E">
        <w:rPr>
          <w:szCs w:val="32"/>
        </w:rPr>
        <w:t xml:space="preserve">. </w:t>
      </w:r>
      <w:r w:rsidR="00EB79AA">
        <w:rPr>
          <w:szCs w:val="32"/>
        </w:rPr>
        <w:t>d</w:t>
      </w:r>
      <w:r w:rsidR="000F443E">
        <w:rPr>
          <w:szCs w:val="32"/>
        </w:rPr>
        <w:t xml:space="preserve">. </w:t>
      </w:r>
      <w:r w:rsidR="00EB79AA">
        <w:rPr>
          <w:szCs w:val="32"/>
        </w:rPr>
        <w:t>T</w:t>
      </w:r>
      <w:r w:rsidR="000F443E">
        <w:rPr>
          <w:szCs w:val="32"/>
        </w:rPr>
        <w:t>.)</w:t>
      </w:r>
    </w:p>
  </w:footnote>
  <w:footnote w:id="3">
    <w:p w14:paraId="2579697A" w14:textId="2FCA71DC" w:rsidR="00746266" w:rsidRDefault="00746266" w:rsidP="00746266">
      <w:pPr>
        <w:pStyle w:val="Notedebasdepage"/>
      </w:pPr>
      <w:r>
        <w:rPr>
          <w:rStyle w:val="Appelnotedebasdep"/>
        </w:rPr>
        <w:footnoteRef/>
      </w:r>
      <w:r>
        <w:t xml:space="preserve"> </w:t>
      </w:r>
      <w:r w:rsidRPr="00431B2A">
        <w:rPr>
          <w:szCs w:val="32"/>
        </w:rPr>
        <w:t>Mon petit Nikita</w:t>
      </w:r>
      <w:r w:rsidR="000F443E">
        <w:rPr>
          <w:szCs w:val="32"/>
        </w:rPr>
        <w:t xml:space="preserve">. </w:t>
      </w:r>
      <w:r w:rsidRPr="00431B2A">
        <w:rPr>
          <w:szCs w:val="32"/>
        </w:rPr>
        <w:t>Diminutif</w:t>
      </w:r>
      <w:r w:rsidR="000F443E">
        <w:rPr>
          <w:szCs w:val="32"/>
        </w:rPr>
        <w:t>. (</w:t>
      </w:r>
      <w:r w:rsidR="00EB79AA">
        <w:rPr>
          <w:szCs w:val="32"/>
        </w:rPr>
        <w:t>N</w:t>
      </w:r>
      <w:r w:rsidR="000F443E">
        <w:rPr>
          <w:szCs w:val="32"/>
        </w:rPr>
        <w:t xml:space="preserve">. </w:t>
      </w:r>
      <w:r w:rsidR="00EB79AA">
        <w:rPr>
          <w:szCs w:val="32"/>
        </w:rPr>
        <w:t>d</w:t>
      </w:r>
      <w:r w:rsidR="000F443E">
        <w:rPr>
          <w:szCs w:val="32"/>
        </w:rPr>
        <w:t xml:space="preserve">. </w:t>
      </w:r>
      <w:r w:rsidR="00EB79AA">
        <w:rPr>
          <w:szCs w:val="32"/>
        </w:rPr>
        <w:t>T</w:t>
      </w:r>
      <w:r w:rsidR="000F443E">
        <w:rPr>
          <w:szCs w:val="32"/>
        </w:rPr>
        <w:t>.)</w:t>
      </w:r>
    </w:p>
  </w:footnote>
  <w:footnote w:id="4">
    <w:p w14:paraId="3DD03208" w14:textId="047EC165" w:rsidR="00746266" w:rsidRPr="00746266" w:rsidRDefault="00746266" w:rsidP="00746266">
      <w:pPr>
        <w:pStyle w:val="Notedebasdepage"/>
        <w:rPr>
          <w:lang w:val="en-GB"/>
        </w:rPr>
      </w:pPr>
      <w:r>
        <w:rPr>
          <w:rStyle w:val="Appelnotedebasdep"/>
        </w:rPr>
        <w:footnoteRef/>
      </w:r>
      <w:r>
        <w:t xml:space="preserve"> </w:t>
      </w:r>
      <w:r w:rsidRPr="00395085">
        <w:rPr>
          <w:i/>
          <w:iCs/>
          <w:szCs w:val="32"/>
        </w:rPr>
        <w:t xml:space="preserve">Œuvres complètes </w:t>
      </w:r>
      <w:r w:rsidRPr="00395085">
        <w:rPr>
          <w:szCs w:val="32"/>
        </w:rPr>
        <w:t>de Shakespeare</w:t>
      </w:r>
      <w:r w:rsidR="000F443E">
        <w:rPr>
          <w:szCs w:val="32"/>
        </w:rPr>
        <w:t xml:space="preserve">, </w:t>
      </w:r>
      <w:r w:rsidRPr="00395085">
        <w:rPr>
          <w:szCs w:val="32"/>
        </w:rPr>
        <w:t>trad</w:t>
      </w:r>
      <w:r w:rsidR="000F443E">
        <w:rPr>
          <w:szCs w:val="32"/>
        </w:rPr>
        <w:t xml:space="preserve">. </w:t>
      </w:r>
      <w:r w:rsidRPr="00395085">
        <w:rPr>
          <w:szCs w:val="32"/>
        </w:rPr>
        <w:t>par François-Victor H</w:t>
      </w:r>
      <w:r w:rsidRPr="00395085">
        <w:rPr>
          <w:szCs w:val="32"/>
        </w:rPr>
        <w:t>u</w:t>
      </w:r>
      <w:r w:rsidRPr="00395085">
        <w:rPr>
          <w:szCs w:val="32"/>
        </w:rPr>
        <w:t>go</w:t>
      </w:r>
      <w:r w:rsidR="000F443E">
        <w:rPr>
          <w:szCs w:val="32"/>
        </w:rPr>
        <w:t xml:space="preserve">, </w:t>
      </w:r>
      <w:r w:rsidRPr="00395085">
        <w:rPr>
          <w:szCs w:val="32"/>
        </w:rPr>
        <w:t>t</w:t>
      </w:r>
      <w:r w:rsidR="000F443E">
        <w:rPr>
          <w:szCs w:val="32"/>
        </w:rPr>
        <w:t xml:space="preserve">. </w:t>
      </w:r>
      <w:r w:rsidRPr="00395085">
        <w:rPr>
          <w:szCs w:val="32"/>
        </w:rPr>
        <w:t>XI</w:t>
      </w:r>
      <w:r w:rsidR="000F443E">
        <w:rPr>
          <w:szCs w:val="32"/>
        </w:rPr>
        <w:t xml:space="preserve">, </w:t>
      </w:r>
      <w:r w:rsidRPr="00395085">
        <w:rPr>
          <w:szCs w:val="32"/>
        </w:rPr>
        <w:t>p</w:t>
      </w:r>
      <w:r w:rsidR="000F443E">
        <w:rPr>
          <w:szCs w:val="32"/>
        </w:rPr>
        <w:t xml:space="preserve">. </w:t>
      </w:r>
      <w:r w:rsidRPr="00395085">
        <w:rPr>
          <w:szCs w:val="32"/>
        </w:rPr>
        <w:t>243-244</w:t>
      </w:r>
      <w:r w:rsidR="000F443E">
        <w:rPr>
          <w:szCs w:val="32"/>
        </w:rPr>
        <w:t xml:space="preserve">, </w:t>
      </w:r>
      <w:r w:rsidRPr="00395085">
        <w:rPr>
          <w:szCs w:val="32"/>
        </w:rPr>
        <w:t>Paris</w:t>
      </w:r>
      <w:r w:rsidR="000F443E">
        <w:rPr>
          <w:szCs w:val="32"/>
        </w:rPr>
        <w:t xml:space="preserve">, </w:t>
      </w:r>
      <w:proofErr w:type="spellStart"/>
      <w:r w:rsidRPr="00395085">
        <w:rPr>
          <w:szCs w:val="32"/>
        </w:rPr>
        <w:t>L</w:t>
      </w:r>
      <w:r w:rsidRPr="00395085">
        <w:rPr>
          <w:szCs w:val="32"/>
        </w:rPr>
        <w:t>e</w:t>
      </w:r>
      <w:r w:rsidRPr="00395085">
        <w:rPr>
          <w:szCs w:val="32"/>
        </w:rPr>
        <w:t>merre</w:t>
      </w:r>
      <w:proofErr w:type="spellEnd"/>
      <w:r w:rsidR="000F443E">
        <w:rPr>
          <w:szCs w:val="32"/>
        </w:rPr>
        <w:t xml:space="preserve">. </w:t>
      </w:r>
      <w:r w:rsidR="000F443E">
        <w:rPr>
          <w:szCs w:val="32"/>
          <w:lang w:val="en-GB"/>
        </w:rPr>
        <w:t>(</w:t>
      </w:r>
      <w:r w:rsidR="00EB79AA">
        <w:rPr>
          <w:szCs w:val="32"/>
          <w:lang w:val="en-GB"/>
        </w:rPr>
        <w:t>N</w:t>
      </w:r>
      <w:r w:rsidR="000F443E">
        <w:rPr>
          <w:szCs w:val="32"/>
          <w:lang w:val="en-GB"/>
        </w:rPr>
        <w:t xml:space="preserve">. </w:t>
      </w:r>
      <w:r w:rsidR="00EB79AA">
        <w:rPr>
          <w:szCs w:val="32"/>
          <w:lang w:val="en-GB"/>
        </w:rPr>
        <w:t>d</w:t>
      </w:r>
      <w:r w:rsidR="000F443E">
        <w:rPr>
          <w:szCs w:val="32"/>
          <w:lang w:val="en-GB"/>
        </w:rPr>
        <w:t xml:space="preserve">. </w:t>
      </w:r>
      <w:r w:rsidR="00EB79AA">
        <w:rPr>
          <w:szCs w:val="32"/>
          <w:lang w:val="en-GB"/>
        </w:rPr>
        <w:t>T</w:t>
      </w:r>
      <w:r w:rsidR="000F443E">
        <w:rPr>
          <w:szCs w:val="32"/>
          <w:lang w:val="en-GB"/>
        </w:rPr>
        <w:t>.)</w:t>
      </w:r>
    </w:p>
  </w:footnote>
  <w:footnote w:id="5">
    <w:p w14:paraId="771C2609" w14:textId="0DCDE336" w:rsidR="00746266" w:rsidRPr="00395085" w:rsidRDefault="00746266" w:rsidP="00746266">
      <w:pPr>
        <w:pStyle w:val="Notedebasdepage"/>
        <w:rPr>
          <w:lang w:val="en-GB"/>
        </w:rPr>
      </w:pPr>
      <w:r>
        <w:rPr>
          <w:rStyle w:val="Appelnotedebasdep"/>
        </w:rPr>
        <w:footnoteRef/>
      </w:r>
      <w:r w:rsidRPr="00395085">
        <w:rPr>
          <w:lang w:val="en-GB"/>
        </w:rPr>
        <w:t xml:space="preserve"> </w:t>
      </w:r>
      <w:proofErr w:type="spellStart"/>
      <w:r w:rsidRPr="00822622">
        <w:rPr>
          <w:szCs w:val="32"/>
          <w:lang w:val="en-GB"/>
        </w:rPr>
        <w:t>Pouchkine</w:t>
      </w:r>
      <w:proofErr w:type="spellEnd"/>
      <w:r w:rsidR="000F443E">
        <w:rPr>
          <w:szCs w:val="32"/>
          <w:lang w:val="en-GB"/>
        </w:rPr>
        <w:t xml:space="preserve">, </w:t>
      </w:r>
      <w:r w:rsidRPr="00822622">
        <w:rPr>
          <w:i/>
          <w:iCs/>
          <w:szCs w:val="32"/>
          <w:lang w:val="en-GB"/>
        </w:rPr>
        <w:t xml:space="preserve">Boris </w:t>
      </w:r>
      <w:proofErr w:type="spellStart"/>
      <w:r w:rsidRPr="00822622">
        <w:rPr>
          <w:i/>
          <w:iCs/>
          <w:szCs w:val="32"/>
          <w:lang w:val="en-GB"/>
        </w:rPr>
        <w:t>Godounov</w:t>
      </w:r>
      <w:proofErr w:type="spellEnd"/>
      <w:r w:rsidR="000F443E">
        <w:rPr>
          <w:i/>
          <w:iCs/>
          <w:szCs w:val="32"/>
          <w:lang w:val="en-GB"/>
        </w:rPr>
        <w:t>.</w:t>
      </w:r>
    </w:p>
  </w:footnote>
  <w:footnote w:id="6">
    <w:p w14:paraId="0DEC0BE7" w14:textId="2E9245D7" w:rsidR="00746266" w:rsidRPr="00746266" w:rsidRDefault="00746266" w:rsidP="00746266">
      <w:pPr>
        <w:pStyle w:val="Notedebasdepage"/>
        <w:rPr>
          <w:lang w:val="en-GB"/>
        </w:rPr>
      </w:pPr>
      <w:r>
        <w:rPr>
          <w:rStyle w:val="Appelnotedebasdep"/>
        </w:rPr>
        <w:footnoteRef/>
      </w:r>
      <w:r w:rsidRPr="00746266">
        <w:rPr>
          <w:lang w:val="en-GB"/>
        </w:rPr>
        <w:t xml:space="preserve"> </w:t>
      </w:r>
      <w:r w:rsidRPr="00EB79AA">
        <w:rPr>
          <w:i/>
          <w:iCs/>
          <w:szCs w:val="32"/>
          <w:lang w:val="en-GB"/>
        </w:rPr>
        <w:t>I</w:t>
      </w:r>
      <w:r w:rsidRPr="00822622">
        <w:rPr>
          <w:i/>
          <w:iCs/>
          <w:szCs w:val="32"/>
          <w:lang w:val="en-GB"/>
        </w:rPr>
        <w:t>bid</w:t>
      </w:r>
      <w:r w:rsidR="000F443E">
        <w:rPr>
          <w:i/>
          <w:iCs/>
          <w:szCs w:val="32"/>
          <w:lang w:val="en-GB"/>
        </w:rPr>
        <w:t xml:space="preserve">., </w:t>
      </w:r>
      <w:r w:rsidRPr="00822622">
        <w:rPr>
          <w:i/>
          <w:iCs/>
          <w:szCs w:val="32"/>
          <w:lang w:val="en-GB"/>
        </w:rPr>
        <w:t>id</w:t>
      </w:r>
      <w:r w:rsidR="000F443E">
        <w:rPr>
          <w:i/>
          <w:iCs/>
          <w:szCs w:val="32"/>
          <w:lang w:val="en-GB"/>
        </w:rPr>
        <w:t xml:space="preserve">. </w:t>
      </w:r>
      <w:r w:rsidR="000F443E">
        <w:rPr>
          <w:szCs w:val="32"/>
          <w:lang w:val="en-GB"/>
        </w:rPr>
        <w:t>(</w:t>
      </w:r>
      <w:r w:rsidR="00EB79AA">
        <w:rPr>
          <w:szCs w:val="32"/>
          <w:lang w:val="en-GB"/>
        </w:rPr>
        <w:t>N</w:t>
      </w:r>
      <w:r w:rsidR="000F443E">
        <w:rPr>
          <w:szCs w:val="32"/>
          <w:lang w:val="en-GB"/>
        </w:rPr>
        <w:t xml:space="preserve">. </w:t>
      </w:r>
      <w:r w:rsidR="00EB79AA">
        <w:rPr>
          <w:szCs w:val="32"/>
          <w:lang w:val="en-GB"/>
        </w:rPr>
        <w:t>d</w:t>
      </w:r>
      <w:r w:rsidR="000F443E">
        <w:rPr>
          <w:szCs w:val="32"/>
          <w:lang w:val="en-GB"/>
        </w:rPr>
        <w:t xml:space="preserve">. </w:t>
      </w:r>
      <w:r w:rsidR="00EB79AA">
        <w:rPr>
          <w:szCs w:val="32"/>
          <w:lang w:val="en-GB"/>
        </w:rPr>
        <w:t>T</w:t>
      </w:r>
      <w:r w:rsidR="000F443E">
        <w:rPr>
          <w:szCs w:val="32"/>
          <w:lang w:val="en-GB"/>
        </w:rPr>
        <w:t>.)</w:t>
      </w:r>
    </w:p>
  </w:footnote>
  <w:footnote w:id="7">
    <w:p w14:paraId="33914E4C" w14:textId="3C8E1DED" w:rsidR="00746266" w:rsidRDefault="00746266" w:rsidP="00746266">
      <w:pPr>
        <w:pStyle w:val="Notedebasdepage"/>
      </w:pPr>
      <w:r>
        <w:rPr>
          <w:rStyle w:val="Appelnotedebasdep"/>
        </w:rPr>
        <w:footnoteRef/>
      </w:r>
      <w:r>
        <w:t xml:space="preserve"> </w:t>
      </w:r>
      <w:r w:rsidRPr="00757039">
        <w:rPr>
          <w:szCs w:val="32"/>
        </w:rPr>
        <w:t>D</w:t>
      </w:r>
      <w:r w:rsidR="000F443E">
        <w:rPr>
          <w:szCs w:val="32"/>
        </w:rPr>
        <w:t>’</w:t>
      </w:r>
      <w:r w:rsidRPr="00757039">
        <w:rPr>
          <w:szCs w:val="32"/>
        </w:rPr>
        <w:t>après la traduction de F</w:t>
      </w:r>
      <w:r w:rsidR="000F443E">
        <w:rPr>
          <w:szCs w:val="32"/>
        </w:rPr>
        <w:t xml:space="preserve">. </w:t>
      </w:r>
      <w:r w:rsidRPr="00757039">
        <w:rPr>
          <w:szCs w:val="32"/>
        </w:rPr>
        <w:t>-V</w:t>
      </w:r>
      <w:r w:rsidR="000F443E">
        <w:rPr>
          <w:szCs w:val="32"/>
        </w:rPr>
        <w:t xml:space="preserve">. </w:t>
      </w:r>
      <w:r w:rsidRPr="00757039">
        <w:rPr>
          <w:szCs w:val="32"/>
        </w:rPr>
        <w:t>Hugo</w:t>
      </w:r>
      <w:r w:rsidR="000F443E">
        <w:rPr>
          <w:szCs w:val="32"/>
        </w:rPr>
        <w:t xml:space="preserve">, </w:t>
      </w:r>
      <w:r w:rsidRPr="00757039">
        <w:rPr>
          <w:i/>
          <w:iCs/>
          <w:szCs w:val="32"/>
        </w:rPr>
        <w:t>l</w:t>
      </w:r>
      <w:r w:rsidR="000F443E">
        <w:rPr>
          <w:i/>
          <w:iCs/>
          <w:szCs w:val="32"/>
        </w:rPr>
        <w:t xml:space="preserve">. </w:t>
      </w:r>
      <w:r w:rsidRPr="00757039">
        <w:rPr>
          <w:i/>
          <w:iCs/>
          <w:szCs w:val="32"/>
        </w:rPr>
        <w:t>c</w:t>
      </w:r>
      <w:r w:rsidR="000F443E">
        <w:rPr>
          <w:i/>
          <w:iCs/>
          <w:szCs w:val="32"/>
        </w:rPr>
        <w:t xml:space="preserve">., </w:t>
      </w:r>
      <w:r w:rsidRPr="00757039">
        <w:rPr>
          <w:szCs w:val="32"/>
        </w:rPr>
        <w:t>t</w:t>
      </w:r>
      <w:r w:rsidR="000F443E">
        <w:rPr>
          <w:szCs w:val="32"/>
        </w:rPr>
        <w:t xml:space="preserve">. </w:t>
      </w:r>
      <w:r w:rsidRPr="00757039">
        <w:rPr>
          <w:szCs w:val="32"/>
        </w:rPr>
        <w:t>X</w:t>
      </w:r>
      <w:r w:rsidR="000F443E">
        <w:rPr>
          <w:szCs w:val="32"/>
        </w:rPr>
        <w:t xml:space="preserve">, </w:t>
      </w:r>
      <w:r w:rsidRPr="00757039">
        <w:rPr>
          <w:szCs w:val="32"/>
        </w:rPr>
        <w:t>p</w:t>
      </w:r>
      <w:r w:rsidR="000F443E">
        <w:rPr>
          <w:szCs w:val="32"/>
        </w:rPr>
        <w:t xml:space="preserve">. </w:t>
      </w:r>
      <w:r w:rsidRPr="00757039">
        <w:rPr>
          <w:szCs w:val="32"/>
        </w:rPr>
        <w:t>111-113</w:t>
      </w:r>
      <w:r w:rsidR="000F443E">
        <w:rPr>
          <w:szCs w:val="32"/>
        </w:rPr>
        <w:t xml:space="preserve">. </w:t>
      </w:r>
      <w:r w:rsidRPr="00757039">
        <w:rPr>
          <w:i/>
          <w:iCs/>
          <w:szCs w:val="32"/>
        </w:rPr>
        <w:t>Hamlet</w:t>
      </w:r>
      <w:r w:rsidR="000F443E">
        <w:rPr>
          <w:i/>
          <w:iCs/>
          <w:szCs w:val="32"/>
        </w:rPr>
        <w:t xml:space="preserve">, </w:t>
      </w:r>
      <w:r w:rsidRPr="00757039">
        <w:rPr>
          <w:szCs w:val="32"/>
        </w:rPr>
        <w:t>sc</w:t>
      </w:r>
      <w:r w:rsidR="000F443E">
        <w:rPr>
          <w:szCs w:val="32"/>
        </w:rPr>
        <w:t xml:space="preserve">. </w:t>
      </w:r>
      <w:r w:rsidRPr="00757039">
        <w:rPr>
          <w:szCs w:val="32"/>
        </w:rPr>
        <w:t>IX</w:t>
      </w:r>
      <w:r w:rsidR="000F443E">
        <w:rPr>
          <w:szCs w:val="32"/>
        </w:rPr>
        <w:t>. (</w:t>
      </w:r>
      <w:r w:rsidR="000F443E" w:rsidRPr="00757039">
        <w:rPr>
          <w:szCs w:val="32"/>
        </w:rPr>
        <w:t>Acte</w:t>
      </w:r>
      <w:r w:rsidR="000F443E">
        <w:rPr>
          <w:szCs w:val="32"/>
        </w:rPr>
        <w:t> </w:t>
      </w:r>
      <w:r w:rsidR="000F443E" w:rsidRPr="00757039">
        <w:rPr>
          <w:szCs w:val="32"/>
        </w:rPr>
        <w:t>III</w:t>
      </w:r>
      <w:r w:rsidR="000F443E">
        <w:rPr>
          <w:szCs w:val="32"/>
        </w:rPr>
        <w:t xml:space="preserve">, </w:t>
      </w:r>
      <w:r w:rsidRPr="00757039">
        <w:rPr>
          <w:szCs w:val="32"/>
        </w:rPr>
        <w:t>sc</w:t>
      </w:r>
      <w:r w:rsidR="000F443E">
        <w:rPr>
          <w:szCs w:val="32"/>
        </w:rPr>
        <w:t xml:space="preserve">. </w:t>
      </w:r>
      <w:r w:rsidRPr="00757039">
        <w:rPr>
          <w:szCs w:val="32"/>
        </w:rPr>
        <w:t>II</w:t>
      </w:r>
      <w:r w:rsidR="000F443E">
        <w:rPr>
          <w:szCs w:val="32"/>
        </w:rPr>
        <w:t>.) (</w:t>
      </w:r>
      <w:r w:rsidR="00EB79AA">
        <w:rPr>
          <w:szCs w:val="32"/>
        </w:rPr>
        <w:t>N</w:t>
      </w:r>
      <w:r w:rsidR="000F443E">
        <w:rPr>
          <w:szCs w:val="32"/>
        </w:rPr>
        <w:t xml:space="preserve">. </w:t>
      </w:r>
      <w:r w:rsidR="00EB79AA">
        <w:rPr>
          <w:szCs w:val="32"/>
        </w:rPr>
        <w:t>d</w:t>
      </w:r>
      <w:r w:rsidR="000F443E">
        <w:rPr>
          <w:szCs w:val="32"/>
        </w:rPr>
        <w:t xml:space="preserve">. </w:t>
      </w:r>
      <w:r w:rsidR="00EB79AA">
        <w:rPr>
          <w:szCs w:val="32"/>
        </w:rPr>
        <w:t>T</w:t>
      </w:r>
      <w:r w:rsidR="000F443E">
        <w:rPr>
          <w:szCs w:val="32"/>
        </w:rPr>
        <w:t>.)</w:t>
      </w:r>
    </w:p>
  </w:footnote>
  <w:footnote w:id="8">
    <w:p w14:paraId="687587FB" w14:textId="331ED840" w:rsidR="00746266" w:rsidRDefault="00746266" w:rsidP="00746266">
      <w:pPr>
        <w:pStyle w:val="Notedebasdepage"/>
      </w:pPr>
      <w:r>
        <w:rPr>
          <w:rStyle w:val="Appelnotedebasdep"/>
        </w:rPr>
        <w:footnoteRef/>
      </w:r>
      <w:r>
        <w:t xml:space="preserve"> </w:t>
      </w:r>
      <w:r w:rsidRPr="00431B2A">
        <w:rPr>
          <w:szCs w:val="32"/>
        </w:rPr>
        <w:t>Pouchkine</w:t>
      </w:r>
      <w:r w:rsidR="000F443E">
        <w:rPr>
          <w:szCs w:val="32"/>
        </w:rPr>
        <w:t xml:space="preserve">, </w:t>
      </w:r>
      <w:r w:rsidRPr="00431B2A">
        <w:rPr>
          <w:i/>
          <w:iCs/>
          <w:szCs w:val="32"/>
        </w:rPr>
        <w:t>Poltava</w:t>
      </w:r>
      <w:r w:rsidR="000F443E">
        <w:rPr>
          <w:i/>
          <w:iCs/>
          <w:szCs w:val="32"/>
        </w:rPr>
        <w:t>.</w:t>
      </w:r>
    </w:p>
  </w:footnote>
  <w:footnote w:id="9">
    <w:p w14:paraId="7FEEA83C" w14:textId="415AF035" w:rsidR="00746266" w:rsidRPr="009C6A40" w:rsidRDefault="00746266" w:rsidP="00746266">
      <w:pPr>
        <w:pStyle w:val="Notedebasdepage"/>
      </w:pPr>
      <w:r w:rsidRPr="009C6A40">
        <w:rPr>
          <w:rStyle w:val="Appelnotedebasdep"/>
        </w:rPr>
        <w:footnoteRef/>
      </w:r>
      <w:r w:rsidRPr="009C6A40">
        <w:t xml:space="preserve"> </w:t>
      </w:r>
      <w:r w:rsidRPr="009C6A40">
        <w:rPr>
          <w:szCs w:val="32"/>
        </w:rPr>
        <w:t>D</w:t>
      </w:r>
      <w:r w:rsidR="000F443E">
        <w:rPr>
          <w:szCs w:val="32"/>
        </w:rPr>
        <w:t>’</w:t>
      </w:r>
      <w:r w:rsidRPr="009C6A40">
        <w:rPr>
          <w:szCs w:val="32"/>
        </w:rPr>
        <w:t xml:space="preserve">après la traduction des </w:t>
      </w:r>
      <w:r w:rsidRPr="009C6A40">
        <w:rPr>
          <w:i/>
          <w:iCs/>
          <w:szCs w:val="32"/>
        </w:rPr>
        <w:t xml:space="preserve">Œuvres complètes </w:t>
      </w:r>
      <w:r w:rsidRPr="009C6A40">
        <w:rPr>
          <w:szCs w:val="32"/>
        </w:rPr>
        <w:t>de Shake</w:t>
      </w:r>
      <w:r w:rsidRPr="009C6A40">
        <w:rPr>
          <w:szCs w:val="32"/>
        </w:rPr>
        <w:t>s</w:t>
      </w:r>
      <w:r w:rsidR="00303744">
        <w:rPr>
          <w:szCs w:val="32"/>
        </w:rPr>
        <w:t>peare par F</w:t>
      </w:r>
      <w:r w:rsidR="000F443E">
        <w:rPr>
          <w:szCs w:val="32"/>
        </w:rPr>
        <w:t xml:space="preserve">. </w:t>
      </w:r>
      <w:r w:rsidRPr="009C6A40">
        <w:rPr>
          <w:szCs w:val="32"/>
        </w:rPr>
        <w:t>-V</w:t>
      </w:r>
      <w:r w:rsidR="000F443E">
        <w:rPr>
          <w:szCs w:val="32"/>
        </w:rPr>
        <w:t xml:space="preserve">. </w:t>
      </w:r>
      <w:r w:rsidRPr="009C6A40">
        <w:rPr>
          <w:szCs w:val="32"/>
        </w:rPr>
        <w:t>Hugo</w:t>
      </w:r>
      <w:r w:rsidR="000F443E">
        <w:rPr>
          <w:szCs w:val="32"/>
        </w:rPr>
        <w:t xml:space="preserve">, </w:t>
      </w:r>
      <w:r w:rsidRPr="009C6A40">
        <w:rPr>
          <w:szCs w:val="32"/>
        </w:rPr>
        <w:t>t</w:t>
      </w:r>
      <w:r w:rsidR="000F443E">
        <w:rPr>
          <w:szCs w:val="32"/>
        </w:rPr>
        <w:t xml:space="preserve">. </w:t>
      </w:r>
      <w:r w:rsidRPr="009C6A40">
        <w:rPr>
          <w:szCs w:val="32"/>
        </w:rPr>
        <w:t>XIV</w:t>
      </w:r>
      <w:r w:rsidR="000F443E">
        <w:rPr>
          <w:szCs w:val="32"/>
        </w:rPr>
        <w:t xml:space="preserve">, </w:t>
      </w:r>
      <w:r w:rsidRPr="009C6A40">
        <w:rPr>
          <w:szCs w:val="32"/>
        </w:rPr>
        <w:t>p</w:t>
      </w:r>
      <w:r w:rsidR="000F443E">
        <w:rPr>
          <w:szCs w:val="32"/>
        </w:rPr>
        <w:t xml:space="preserve">. </w:t>
      </w:r>
      <w:r w:rsidRPr="009C6A40">
        <w:rPr>
          <w:szCs w:val="32"/>
        </w:rPr>
        <w:t>222-223</w:t>
      </w:r>
      <w:r w:rsidR="000F443E">
        <w:rPr>
          <w:szCs w:val="32"/>
        </w:rPr>
        <w:t xml:space="preserve">. </w:t>
      </w:r>
      <w:r w:rsidRPr="009C6A40">
        <w:rPr>
          <w:i/>
          <w:iCs/>
          <w:szCs w:val="32"/>
        </w:rPr>
        <w:t>Othe</w:t>
      </w:r>
      <w:r w:rsidRPr="009C6A40">
        <w:rPr>
          <w:i/>
          <w:iCs/>
          <w:szCs w:val="32"/>
        </w:rPr>
        <w:t>l</w:t>
      </w:r>
      <w:r w:rsidRPr="009C6A40">
        <w:rPr>
          <w:i/>
          <w:iCs/>
          <w:szCs w:val="32"/>
        </w:rPr>
        <w:t>lo</w:t>
      </w:r>
      <w:r w:rsidR="000F443E">
        <w:rPr>
          <w:i/>
          <w:iCs/>
          <w:szCs w:val="32"/>
        </w:rPr>
        <w:t xml:space="preserve">, </w:t>
      </w:r>
      <w:r w:rsidRPr="009C6A40">
        <w:rPr>
          <w:szCs w:val="32"/>
        </w:rPr>
        <w:t>sc</w:t>
      </w:r>
      <w:r w:rsidR="000F443E">
        <w:rPr>
          <w:szCs w:val="32"/>
        </w:rPr>
        <w:t xml:space="preserve">. </w:t>
      </w:r>
      <w:r w:rsidRPr="009C6A40">
        <w:rPr>
          <w:szCs w:val="32"/>
        </w:rPr>
        <w:t>IX</w:t>
      </w:r>
      <w:r w:rsidR="000F443E">
        <w:rPr>
          <w:szCs w:val="32"/>
        </w:rPr>
        <w:t>. (</w:t>
      </w:r>
      <w:r w:rsidR="000F443E" w:rsidRPr="009C6A40">
        <w:rPr>
          <w:szCs w:val="32"/>
        </w:rPr>
        <w:t>Acte</w:t>
      </w:r>
      <w:r w:rsidR="000F443E">
        <w:rPr>
          <w:szCs w:val="32"/>
        </w:rPr>
        <w:t> </w:t>
      </w:r>
      <w:r w:rsidR="000F443E" w:rsidRPr="009C6A40">
        <w:rPr>
          <w:szCs w:val="32"/>
        </w:rPr>
        <w:t>III</w:t>
      </w:r>
      <w:r w:rsidR="000F443E">
        <w:rPr>
          <w:szCs w:val="32"/>
        </w:rPr>
        <w:t xml:space="preserve">, </w:t>
      </w:r>
      <w:r w:rsidRPr="009C6A40">
        <w:rPr>
          <w:szCs w:val="32"/>
        </w:rPr>
        <w:t>sc</w:t>
      </w:r>
      <w:r w:rsidR="000F443E">
        <w:rPr>
          <w:szCs w:val="32"/>
        </w:rPr>
        <w:t xml:space="preserve">. </w:t>
      </w:r>
      <w:r w:rsidRPr="009C6A40">
        <w:rPr>
          <w:szCs w:val="32"/>
        </w:rPr>
        <w:t>III</w:t>
      </w:r>
      <w:r w:rsidR="000F443E">
        <w:rPr>
          <w:szCs w:val="32"/>
        </w:rPr>
        <w:t>.) (</w:t>
      </w:r>
      <w:r w:rsidR="00EB79AA">
        <w:rPr>
          <w:szCs w:val="32"/>
        </w:rPr>
        <w:t>N</w:t>
      </w:r>
      <w:r w:rsidR="000F443E">
        <w:rPr>
          <w:szCs w:val="32"/>
        </w:rPr>
        <w:t xml:space="preserve">. </w:t>
      </w:r>
      <w:r w:rsidR="00EB79AA">
        <w:rPr>
          <w:szCs w:val="32"/>
        </w:rPr>
        <w:t>d</w:t>
      </w:r>
      <w:r w:rsidR="000F443E">
        <w:rPr>
          <w:szCs w:val="32"/>
        </w:rPr>
        <w:t xml:space="preserve">. </w:t>
      </w:r>
      <w:r w:rsidR="00EB79AA">
        <w:rPr>
          <w:szCs w:val="32"/>
        </w:rPr>
        <w:t>T</w:t>
      </w:r>
      <w:r w:rsidR="000F443E">
        <w:rPr>
          <w:szCs w:val="32"/>
        </w:rPr>
        <w:t>.)</w:t>
      </w:r>
    </w:p>
  </w:footnote>
  <w:footnote w:id="10">
    <w:p w14:paraId="01B8EFE6" w14:textId="58BDFCBD" w:rsidR="00746266" w:rsidRPr="009C6A40" w:rsidRDefault="00746266" w:rsidP="00746266">
      <w:pPr>
        <w:pStyle w:val="Notedebasdepage"/>
      </w:pPr>
      <w:r w:rsidRPr="009C6A40">
        <w:rPr>
          <w:rStyle w:val="Appelnotedebasdep"/>
        </w:rPr>
        <w:footnoteRef/>
      </w:r>
      <w:r w:rsidRPr="009C6A40">
        <w:t xml:space="preserve"> </w:t>
      </w:r>
      <w:r w:rsidRPr="009C6A40">
        <w:rPr>
          <w:szCs w:val="32"/>
        </w:rPr>
        <w:t>A</w:t>
      </w:r>
      <w:r w:rsidR="000F443E">
        <w:rPr>
          <w:szCs w:val="32"/>
        </w:rPr>
        <w:t xml:space="preserve">. </w:t>
      </w:r>
      <w:r w:rsidRPr="009C6A40">
        <w:rPr>
          <w:szCs w:val="32"/>
        </w:rPr>
        <w:t>Griboïedov</w:t>
      </w:r>
      <w:r w:rsidR="000F443E">
        <w:rPr>
          <w:szCs w:val="32"/>
        </w:rPr>
        <w:t xml:space="preserve">, </w:t>
      </w:r>
      <w:proofErr w:type="spellStart"/>
      <w:r w:rsidRPr="009C6A40">
        <w:rPr>
          <w:i/>
          <w:iCs/>
          <w:szCs w:val="32"/>
        </w:rPr>
        <w:t>Gorié</w:t>
      </w:r>
      <w:proofErr w:type="spellEnd"/>
      <w:r w:rsidRPr="009C6A40">
        <w:rPr>
          <w:i/>
          <w:iCs/>
          <w:szCs w:val="32"/>
        </w:rPr>
        <w:t xml:space="preserve"> </w:t>
      </w:r>
      <w:proofErr w:type="spellStart"/>
      <w:r w:rsidRPr="009C6A40">
        <w:rPr>
          <w:i/>
          <w:iCs/>
          <w:szCs w:val="32"/>
        </w:rPr>
        <w:t>ot</w:t>
      </w:r>
      <w:proofErr w:type="spellEnd"/>
      <w:r w:rsidRPr="009C6A40">
        <w:rPr>
          <w:i/>
          <w:iCs/>
          <w:szCs w:val="32"/>
        </w:rPr>
        <w:t xml:space="preserve"> </w:t>
      </w:r>
      <w:proofErr w:type="spellStart"/>
      <w:r w:rsidRPr="009C6A40">
        <w:rPr>
          <w:i/>
          <w:iCs/>
          <w:szCs w:val="32"/>
        </w:rPr>
        <w:t>ouma</w:t>
      </w:r>
      <w:proofErr w:type="spellEnd"/>
      <w:r w:rsidR="000F443E">
        <w:rPr>
          <w:i/>
          <w:iCs/>
          <w:szCs w:val="32"/>
        </w:rPr>
        <w:t xml:space="preserve"> (</w:t>
      </w:r>
      <w:r w:rsidRPr="009C6A40">
        <w:rPr>
          <w:i/>
          <w:iCs/>
          <w:szCs w:val="32"/>
        </w:rPr>
        <w:t>Le Malheur d</w:t>
      </w:r>
      <w:r w:rsidR="000F443E">
        <w:rPr>
          <w:i/>
          <w:iCs/>
          <w:szCs w:val="32"/>
        </w:rPr>
        <w:t>’</w:t>
      </w:r>
      <w:r w:rsidRPr="009C6A40">
        <w:rPr>
          <w:i/>
          <w:iCs/>
          <w:szCs w:val="32"/>
        </w:rPr>
        <w:t>avoir trop d</w:t>
      </w:r>
      <w:r w:rsidR="000F443E">
        <w:rPr>
          <w:i/>
          <w:iCs/>
          <w:szCs w:val="32"/>
        </w:rPr>
        <w:t>’</w:t>
      </w:r>
      <w:r w:rsidRPr="009C6A40">
        <w:rPr>
          <w:i/>
          <w:iCs/>
          <w:szCs w:val="32"/>
        </w:rPr>
        <w:t>esprit</w:t>
      </w:r>
      <w:r w:rsidR="000F443E">
        <w:rPr>
          <w:i/>
          <w:iCs/>
          <w:szCs w:val="32"/>
        </w:rPr>
        <w:t xml:space="preserve">). </w:t>
      </w:r>
      <w:r w:rsidRPr="009C6A40">
        <w:rPr>
          <w:szCs w:val="32"/>
        </w:rPr>
        <w:t>Avant-dernière scène</w:t>
      </w:r>
      <w:r w:rsidR="000F443E">
        <w:rPr>
          <w:szCs w:val="32"/>
        </w:rPr>
        <w:t>. (</w:t>
      </w:r>
      <w:r w:rsidR="00EB79AA">
        <w:rPr>
          <w:szCs w:val="32"/>
        </w:rPr>
        <w:t>N</w:t>
      </w:r>
      <w:r w:rsidR="000F443E">
        <w:rPr>
          <w:szCs w:val="32"/>
        </w:rPr>
        <w:t xml:space="preserve">. </w:t>
      </w:r>
      <w:r w:rsidR="00EB79AA">
        <w:rPr>
          <w:szCs w:val="32"/>
        </w:rPr>
        <w:t>d</w:t>
      </w:r>
      <w:r w:rsidR="000F443E">
        <w:rPr>
          <w:szCs w:val="32"/>
        </w:rPr>
        <w:t xml:space="preserve">. </w:t>
      </w:r>
      <w:r w:rsidR="00EB79AA">
        <w:rPr>
          <w:szCs w:val="32"/>
        </w:rPr>
        <w:t>T</w:t>
      </w:r>
      <w:r w:rsidR="000F443E">
        <w:rPr>
          <w:szCs w:val="3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500341432">
    <w:abstractNumId w:val="10"/>
  </w:num>
  <w:num w:numId="2" w16cid:durableId="562108422">
    <w:abstractNumId w:val="11"/>
  </w:num>
  <w:num w:numId="3" w16cid:durableId="1632126890">
    <w:abstractNumId w:val="12"/>
  </w:num>
  <w:num w:numId="4" w16cid:durableId="214514995">
    <w:abstractNumId w:val="13"/>
  </w:num>
  <w:num w:numId="5" w16cid:durableId="486942053">
    <w:abstractNumId w:val="8"/>
  </w:num>
  <w:num w:numId="6" w16cid:durableId="1139834824">
    <w:abstractNumId w:val="3"/>
  </w:num>
  <w:num w:numId="7" w16cid:durableId="1865709155">
    <w:abstractNumId w:val="2"/>
  </w:num>
  <w:num w:numId="8" w16cid:durableId="241959180">
    <w:abstractNumId w:val="1"/>
  </w:num>
  <w:num w:numId="9" w16cid:durableId="1329943348">
    <w:abstractNumId w:val="0"/>
  </w:num>
  <w:num w:numId="10" w16cid:durableId="794637198">
    <w:abstractNumId w:val="9"/>
  </w:num>
  <w:num w:numId="11" w16cid:durableId="2039308481">
    <w:abstractNumId w:val="7"/>
  </w:num>
  <w:num w:numId="12" w16cid:durableId="79986401">
    <w:abstractNumId w:val="6"/>
  </w:num>
  <w:num w:numId="13" w16cid:durableId="1556425974">
    <w:abstractNumId w:val="5"/>
  </w:num>
  <w:num w:numId="14" w16cid:durableId="3922381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131078" w:nlCheck="1" w:checkStyle="1"/>
  <w:activeWritingStyle w:appName="MSWord" w:lang="en-GB" w:vendorID="64" w:dllVersion="131078" w:nlCheck="1" w:checkStyle="1"/>
  <w:activeWritingStyle w:appName="MSWord" w:lang="fr-FR" w:vendorID="64" w:dllVersion="0" w:nlCheck="1" w:checkStyle="0"/>
  <w:activeWritingStyle w:appName="MSWord" w:lang="en-GB" w:vendorID="64" w:dllVersion="0" w:nlCheck="1" w:checkStyle="0"/>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B7E"/>
    <w:rsid w:val="0000184E"/>
    <w:rsid w:val="000028DA"/>
    <w:rsid w:val="00007EE8"/>
    <w:rsid w:val="00027489"/>
    <w:rsid w:val="00032BD2"/>
    <w:rsid w:val="000411DD"/>
    <w:rsid w:val="0005718F"/>
    <w:rsid w:val="00060751"/>
    <w:rsid w:val="000675FD"/>
    <w:rsid w:val="00076483"/>
    <w:rsid w:val="0008501C"/>
    <w:rsid w:val="000946E2"/>
    <w:rsid w:val="000A6E4C"/>
    <w:rsid w:val="000B17EB"/>
    <w:rsid w:val="000B2B7B"/>
    <w:rsid w:val="000C0C91"/>
    <w:rsid w:val="000D6880"/>
    <w:rsid w:val="000E0F86"/>
    <w:rsid w:val="000F3D8B"/>
    <w:rsid w:val="000F443E"/>
    <w:rsid w:val="00106E7D"/>
    <w:rsid w:val="001308D6"/>
    <w:rsid w:val="0013381B"/>
    <w:rsid w:val="001361B0"/>
    <w:rsid w:val="00142E2A"/>
    <w:rsid w:val="001436F9"/>
    <w:rsid w:val="001547FF"/>
    <w:rsid w:val="0015496B"/>
    <w:rsid w:val="00160FAF"/>
    <w:rsid w:val="00163C7D"/>
    <w:rsid w:val="00164B79"/>
    <w:rsid w:val="00180DBD"/>
    <w:rsid w:val="00185445"/>
    <w:rsid w:val="001958D5"/>
    <w:rsid w:val="001A39BA"/>
    <w:rsid w:val="001C4517"/>
    <w:rsid w:val="001D60A1"/>
    <w:rsid w:val="001D702A"/>
    <w:rsid w:val="001E4D5B"/>
    <w:rsid w:val="001F13E4"/>
    <w:rsid w:val="001F20C6"/>
    <w:rsid w:val="00200807"/>
    <w:rsid w:val="00207792"/>
    <w:rsid w:val="002130AA"/>
    <w:rsid w:val="00216DAC"/>
    <w:rsid w:val="00216E08"/>
    <w:rsid w:val="00220A0C"/>
    <w:rsid w:val="00252A7F"/>
    <w:rsid w:val="00252EBD"/>
    <w:rsid w:val="00264446"/>
    <w:rsid w:val="00270724"/>
    <w:rsid w:val="00272133"/>
    <w:rsid w:val="0027536B"/>
    <w:rsid w:val="002829E8"/>
    <w:rsid w:val="002A6FF2"/>
    <w:rsid w:val="002B0199"/>
    <w:rsid w:val="002B0559"/>
    <w:rsid w:val="002B157B"/>
    <w:rsid w:val="002B20B8"/>
    <w:rsid w:val="002B3C8B"/>
    <w:rsid w:val="002C2E88"/>
    <w:rsid w:val="002D09B5"/>
    <w:rsid w:val="002D2E75"/>
    <w:rsid w:val="002E3E29"/>
    <w:rsid w:val="002F4D8E"/>
    <w:rsid w:val="0030138D"/>
    <w:rsid w:val="00303744"/>
    <w:rsid w:val="00313E50"/>
    <w:rsid w:val="00320223"/>
    <w:rsid w:val="0032631B"/>
    <w:rsid w:val="0032717E"/>
    <w:rsid w:val="00330BB2"/>
    <w:rsid w:val="00333C71"/>
    <w:rsid w:val="003345A2"/>
    <w:rsid w:val="0033594F"/>
    <w:rsid w:val="00343066"/>
    <w:rsid w:val="00347B02"/>
    <w:rsid w:val="00352B7F"/>
    <w:rsid w:val="0039196B"/>
    <w:rsid w:val="003B16D5"/>
    <w:rsid w:val="003C328F"/>
    <w:rsid w:val="003C6CC0"/>
    <w:rsid w:val="003D4C8A"/>
    <w:rsid w:val="00401004"/>
    <w:rsid w:val="00412D93"/>
    <w:rsid w:val="00424BBF"/>
    <w:rsid w:val="004419C1"/>
    <w:rsid w:val="00472E27"/>
    <w:rsid w:val="00473F8A"/>
    <w:rsid w:val="00484077"/>
    <w:rsid w:val="00485DAF"/>
    <w:rsid w:val="004928BC"/>
    <w:rsid w:val="004A20CC"/>
    <w:rsid w:val="004A7B52"/>
    <w:rsid w:val="004B5DB0"/>
    <w:rsid w:val="004C31C3"/>
    <w:rsid w:val="004D6723"/>
    <w:rsid w:val="004F0501"/>
    <w:rsid w:val="004F6AF3"/>
    <w:rsid w:val="005015E1"/>
    <w:rsid w:val="005027FD"/>
    <w:rsid w:val="00505DF9"/>
    <w:rsid w:val="0051635A"/>
    <w:rsid w:val="005179BF"/>
    <w:rsid w:val="00525581"/>
    <w:rsid w:val="00526490"/>
    <w:rsid w:val="005269FA"/>
    <w:rsid w:val="00536622"/>
    <w:rsid w:val="00545ED9"/>
    <w:rsid w:val="00594A8B"/>
    <w:rsid w:val="005A70DB"/>
    <w:rsid w:val="005B68D5"/>
    <w:rsid w:val="005C30B8"/>
    <w:rsid w:val="005D2A0D"/>
    <w:rsid w:val="005E266F"/>
    <w:rsid w:val="005F23AF"/>
    <w:rsid w:val="005F2F49"/>
    <w:rsid w:val="005F44FD"/>
    <w:rsid w:val="00603A91"/>
    <w:rsid w:val="00606D65"/>
    <w:rsid w:val="006109A5"/>
    <w:rsid w:val="0061229D"/>
    <w:rsid w:val="00624059"/>
    <w:rsid w:val="00624642"/>
    <w:rsid w:val="00632092"/>
    <w:rsid w:val="00633235"/>
    <w:rsid w:val="00633F07"/>
    <w:rsid w:val="00641540"/>
    <w:rsid w:val="00646A9F"/>
    <w:rsid w:val="00656F13"/>
    <w:rsid w:val="006635ED"/>
    <w:rsid w:val="00672B2A"/>
    <w:rsid w:val="00673659"/>
    <w:rsid w:val="00682036"/>
    <w:rsid w:val="006A378B"/>
    <w:rsid w:val="006A38BD"/>
    <w:rsid w:val="006A4E4F"/>
    <w:rsid w:val="006A6D84"/>
    <w:rsid w:val="006B27E7"/>
    <w:rsid w:val="006B4041"/>
    <w:rsid w:val="006D22DD"/>
    <w:rsid w:val="006D3531"/>
    <w:rsid w:val="006D3577"/>
    <w:rsid w:val="006E587E"/>
    <w:rsid w:val="007024CA"/>
    <w:rsid w:val="00706765"/>
    <w:rsid w:val="00710191"/>
    <w:rsid w:val="00721AAA"/>
    <w:rsid w:val="00730CE4"/>
    <w:rsid w:val="00731521"/>
    <w:rsid w:val="0073158D"/>
    <w:rsid w:val="007421D9"/>
    <w:rsid w:val="00746266"/>
    <w:rsid w:val="00751DAC"/>
    <w:rsid w:val="00752044"/>
    <w:rsid w:val="00752935"/>
    <w:rsid w:val="00753D59"/>
    <w:rsid w:val="007602D9"/>
    <w:rsid w:val="00770B97"/>
    <w:rsid w:val="00776521"/>
    <w:rsid w:val="00785FD9"/>
    <w:rsid w:val="00786739"/>
    <w:rsid w:val="00792C1E"/>
    <w:rsid w:val="00793F31"/>
    <w:rsid w:val="00793F79"/>
    <w:rsid w:val="00795066"/>
    <w:rsid w:val="00795DC6"/>
    <w:rsid w:val="007A4814"/>
    <w:rsid w:val="007C21EC"/>
    <w:rsid w:val="007C68CD"/>
    <w:rsid w:val="007D224F"/>
    <w:rsid w:val="007D3679"/>
    <w:rsid w:val="007D38F4"/>
    <w:rsid w:val="007E5C13"/>
    <w:rsid w:val="008010C4"/>
    <w:rsid w:val="00801430"/>
    <w:rsid w:val="00822D79"/>
    <w:rsid w:val="0083334A"/>
    <w:rsid w:val="0086021C"/>
    <w:rsid w:val="008610F4"/>
    <w:rsid w:val="00867205"/>
    <w:rsid w:val="00887980"/>
    <w:rsid w:val="00887C3A"/>
    <w:rsid w:val="00890F04"/>
    <w:rsid w:val="008A051B"/>
    <w:rsid w:val="008A572C"/>
    <w:rsid w:val="008B3C21"/>
    <w:rsid w:val="008E0B7E"/>
    <w:rsid w:val="008E11CC"/>
    <w:rsid w:val="008F01D3"/>
    <w:rsid w:val="0090235A"/>
    <w:rsid w:val="00903194"/>
    <w:rsid w:val="00922E67"/>
    <w:rsid w:val="00924381"/>
    <w:rsid w:val="00926F80"/>
    <w:rsid w:val="00933333"/>
    <w:rsid w:val="00937CA8"/>
    <w:rsid w:val="00951D0F"/>
    <w:rsid w:val="00956BC7"/>
    <w:rsid w:val="00974ADE"/>
    <w:rsid w:val="00980F92"/>
    <w:rsid w:val="00981339"/>
    <w:rsid w:val="00992EE6"/>
    <w:rsid w:val="009A0EE9"/>
    <w:rsid w:val="009A7E6A"/>
    <w:rsid w:val="009B52C2"/>
    <w:rsid w:val="009B5895"/>
    <w:rsid w:val="009C3370"/>
    <w:rsid w:val="009C4B97"/>
    <w:rsid w:val="009D7153"/>
    <w:rsid w:val="00A06E71"/>
    <w:rsid w:val="00A10D3C"/>
    <w:rsid w:val="00A1239A"/>
    <w:rsid w:val="00A12668"/>
    <w:rsid w:val="00A13CB6"/>
    <w:rsid w:val="00A151F0"/>
    <w:rsid w:val="00A16C05"/>
    <w:rsid w:val="00A2228A"/>
    <w:rsid w:val="00A46F6A"/>
    <w:rsid w:val="00A51C2F"/>
    <w:rsid w:val="00A55C7E"/>
    <w:rsid w:val="00A63C47"/>
    <w:rsid w:val="00A710C0"/>
    <w:rsid w:val="00A83E7B"/>
    <w:rsid w:val="00A859DB"/>
    <w:rsid w:val="00AB6032"/>
    <w:rsid w:val="00AB7FE9"/>
    <w:rsid w:val="00AC5209"/>
    <w:rsid w:val="00B21AF0"/>
    <w:rsid w:val="00B42B1F"/>
    <w:rsid w:val="00B512CB"/>
    <w:rsid w:val="00B55D8C"/>
    <w:rsid w:val="00B63185"/>
    <w:rsid w:val="00B6480B"/>
    <w:rsid w:val="00B6560C"/>
    <w:rsid w:val="00B82D9D"/>
    <w:rsid w:val="00B83EE2"/>
    <w:rsid w:val="00B84C6F"/>
    <w:rsid w:val="00B86A0C"/>
    <w:rsid w:val="00BA7338"/>
    <w:rsid w:val="00BB58DA"/>
    <w:rsid w:val="00BB63ED"/>
    <w:rsid w:val="00BC7B9F"/>
    <w:rsid w:val="00BE4067"/>
    <w:rsid w:val="00BE7A2E"/>
    <w:rsid w:val="00BE7CF6"/>
    <w:rsid w:val="00BE7FBD"/>
    <w:rsid w:val="00BF0A68"/>
    <w:rsid w:val="00BF1D35"/>
    <w:rsid w:val="00C251F4"/>
    <w:rsid w:val="00C34A8E"/>
    <w:rsid w:val="00C450DD"/>
    <w:rsid w:val="00C50887"/>
    <w:rsid w:val="00C52580"/>
    <w:rsid w:val="00C54FD6"/>
    <w:rsid w:val="00C605F5"/>
    <w:rsid w:val="00C7287B"/>
    <w:rsid w:val="00C819BE"/>
    <w:rsid w:val="00C96D78"/>
    <w:rsid w:val="00CA5A04"/>
    <w:rsid w:val="00CA5DF0"/>
    <w:rsid w:val="00CB5B88"/>
    <w:rsid w:val="00CC2E95"/>
    <w:rsid w:val="00CD0B27"/>
    <w:rsid w:val="00CD22D5"/>
    <w:rsid w:val="00CD3687"/>
    <w:rsid w:val="00CE06A0"/>
    <w:rsid w:val="00CE5345"/>
    <w:rsid w:val="00CF4968"/>
    <w:rsid w:val="00D06DDB"/>
    <w:rsid w:val="00D12C9D"/>
    <w:rsid w:val="00D13EDC"/>
    <w:rsid w:val="00D33AE3"/>
    <w:rsid w:val="00D34AC0"/>
    <w:rsid w:val="00D53A1F"/>
    <w:rsid w:val="00D55118"/>
    <w:rsid w:val="00D5686A"/>
    <w:rsid w:val="00D5755D"/>
    <w:rsid w:val="00D612CE"/>
    <w:rsid w:val="00D64F27"/>
    <w:rsid w:val="00D668E0"/>
    <w:rsid w:val="00D66C6F"/>
    <w:rsid w:val="00D73BEA"/>
    <w:rsid w:val="00D825C1"/>
    <w:rsid w:val="00D85894"/>
    <w:rsid w:val="00DB3CAC"/>
    <w:rsid w:val="00DC2B19"/>
    <w:rsid w:val="00DC308B"/>
    <w:rsid w:val="00DE0969"/>
    <w:rsid w:val="00DE2134"/>
    <w:rsid w:val="00DE4EE8"/>
    <w:rsid w:val="00DE7331"/>
    <w:rsid w:val="00DF7FB2"/>
    <w:rsid w:val="00E06A37"/>
    <w:rsid w:val="00E12114"/>
    <w:rsid w:val="00E141AC"/>
    <w:rsid w:val="00E24376"/>
    <w:rsid w:val="00E301FB"/>
    <w:rsid w:val="00E33C56"/>
    <w:rsid w:val="00E4497D"/>
    <w:rsid w:val="00E5292A"/>
    <w:rsid w:val="00E54552"/>
    <w:rsid w:val="00E568D5"/>
    <w:rsid w:val="00E61857"/>
    <w:rsid w:val="00E742E6"/>
    <w:rsid w:val="00E8086D"/>
    <w:rsid w:val="00E824A8"/>
    <w:rsid w:val="00E94059"/>
    <w:rsid w:val="00E94DE6"/>
    <w:rsid w:val="00EA00D7"/>
    <w:rsid w:val="00EA45FA"/>
    <w:rsid w:val="00EB3D85"/>
    <w:rsid w:val="00EB7567"/>
    <w:rsid w:val="00EB79AA"/>
    <w:rsid w:val="00EE1660"/>
    <w:rsid w:val="00EE31F1"/>
    <w:rsid w:val="00EF2AA4"/>
    <w:rsid w:val="00F20A5B"/>
    <w:rsid w:val="00F25A5C"/>
    <w:rsid w:val="00F306C0"/>
    <w:rsid w:val="00F33DCC"/>
    <w:rsid w:val="00F4289A"/>
    <w:rsid w:val="00F431F4"/>
    <w:rsid w:val="00F666BB"/>
    <w:rsid w:val="00F733A5"/>
    <w:rsid w:val="00F80641"/>
    <w:rsid w:val="00F90C70"/>
    <w:rsid w:val="00F90F28"/>
    <w:rsid w:val="00F9134A"/>
    <w:rsid w:val="00FB7DEF"/>
    <w:rsid w:val="00FC166E"/>
    <w:rsid w:val="00FD1AEB"/>
    <w:rsid w:val="00FD3BA1"/>
    <w:rsid w:val="00FD5559"/>
    <w:rsid w:val="00FE1B1C"/>
    <w:rsid w:val="00FE1EB4"/>
    <w:rsid w:val="00FF1B54"/>
    <w:rsid w:val="00FF4D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F5EEE"/>
  <w15:chartTrackingRefBased/>
  <w15:docId w15:val="{A1B30794-9AA5-4EE3-B3C1-22C1CAA95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43E"/>
    <w:pPr>
      <w:spacing w:before="240" w:after="240"/>
      <w:ind w:firstLine="680"/>
      <w:jc w:val="both"/>
    </w:pPr>
    <w:rPr>
      <w:rFonts w:ascii="Amasis30" w:hAnsi="Amasis30"/>
      <w:sz w:val="36"/>
      <w:szCs w:val="24"/>
    </w:rPr>
  </w:style>
  <w:style w:type="paragraph" w:styleId="Titre1">
    <w:name w:val="heading 1"/>
    <w:basedOn w:val="Normal"/>
    <w:next w:val="Normal"/>
    <w:qFormat/>
    <w:rsid w:val="000F443E"/>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0F443E"/>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0F443E"/>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0F443E"/>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0F443E"/>
  </w:style>
  <w:style w:type="character" w:styleId="Lienhypertexte">
    <w:name w:val="Hyperlink"/>
    <w:uiPriority w:val="99"/>
    <w:rsid w:val="000F443E"/>
    <w:rPr>
      <w:rFonts w:ascii="Amasis30" w:hAnsi="Amasis30"/>
      <w:color w:val="004080"/>
      <w:u w:val="single"/>
    </w:rPr>
  </w:style>
  <w:style w:type="paragraph" w:styleId="Explorateurdedocuments">
    <w:name w:val="Document Map"/>
    <w:basedOn w:val="Normal"/>
    <w:semiHidden/>
    <w:rsid w:val="000F443E"/>
    <w:pPr>
      <w:shd w:val="clear" w:color="auto" w:fill="000080"/>
    </w:pPr>
    <w:rPr>
      <w:rFonts w:ascii="Tahoma" w:hAnsi="Tahoma" w:cs="Tahoma"/>
    </w:rPr>
  </w:style>
  <w:style w:type="paragraph" w:styleId="TM1">
    <w:name w:val="toc 1"/>
    <w:basedOn w:val="Normal"/>
    <w:next w:val="Normal"/>
    <w:autoRedefine/>
    <w:uiPriority w:val="39"/>
    <w:rsid w:val="000F443E"/>
    <w:pPr>
      <w:tabs>
        <w:tab w:val="right" w:leader="dot" w:pos="9639"/>
      </w:tabs>
      <w:spacing w:before="180" w:after="180"/>
      <w:ind w:firstLine="0"/>
      <w:jc w:val="left"/>
    </w:pPr>
    <w:rPr>
      <w:bCs/>
      <w:iCs/>
      <w:noProof/>
      <w:color w:val="000080"/>
      <w:szCs w:val="28"/>
    </w:rPr>
  </w:style>
  <w:style w:type="paragraph" w:styleId="En-tte">
    <w:name w:val="header"/>
    <w:basedOn w:val="Normal"/>
    <w:rsid w:val="000F443E"/>
    <w:pPr>
      <w:tabs>
        <w:tab w:val="center" w:pos="4536"/>
        <w:tab w:val="right" w:pos="9072"/>
      </w:tabs>
    </w:pPr>
  </w:style>
  <w:style w:type="paragraph" w:styleId="Pieddepage">
    <w:name w:val="footer"/>
    <w:basedOn w:val="Normal"/>
    <w:rsid w:val="000F443E"/>
    <w:pPr>
      <w:tabs>
        <w:tab w:val="center" w:pos="4536"/>
        <w:tab w:val="right" w:pos="9072"/>
      </w:tabs>
      <w:ind w:firstLine="0"/>
      <w:jc w:val="center"/>
    </w:pPr>
    <w:rPr>
      <w:sz w:val="32"/>
    </w:rPr>
  </w:style>
  <w:style w:type="character" w:styleId="Numrodepage">
    <w:name w:val="page number"/>
    <w:basedOn w:val="Policepardfaut"/>
    <w:rsid w:val="000F443E"/>
  </w:style>
  <w:style w:type="paragraph" w:styleId="TM2">
    <w:name w:val="toc 2"/>
    <w:basedOn w:val="Normal"/>
    <w:next w:val="Normal"/>
    <w:autoRedefine/>
    <w:uiPriority w:val="39"/>
    <w:rsid w:val="000F443E"/>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0F443E"/>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0F443E"/>
    <w:pPr>
      <w:ind w:left="780"/>
    </w:pPr>
  </w:style>
  <w:style w:type="paragraph" w:styleId="TM5">
    <w:name w:val="toc 5"/>
    <w:basedOn w:val="Normal"/>
    <w:next w:val="Normal"/>
    <w:autoRedefine/>
    <w:semiHidden/>
    <w:rsid w:val="000F443E"/>
    <w:pPr>
      <w:ind w:left="1040"/>
    </w:pPr>
  </w:style>
  <w:style w:type="paragraph" w:styleId="TM6">
    <w:name w:val="toc 6"/>
    <w:basedOn w:val="Normal"/>
    <w:next w:val="Normal"/>
    <w:autoRedefine/>
    <w:semiHidden/>
    <w:rsid w:val="000F443E"/>
    <w:pPr>
      <w:ind w:left="1300"/>
    </w:pPr>
  </w:style>
  <w:style w:type="paragraph" w:styleId="TM7">
    <w:name w:val="toc 7"/>
    <w:basedOn w:val="Normal"/>
    <w:next w:val="Normal"/>
    <w:autoRedefine/>
    <w:semiHidden/>
    <w:rsid w:val="000F443E"/>
    <w:pPr>
      <w:ind w:left="1560"/>
    </w:pPr>
  </w:style>
  <w:style w:type="paragraph" w:styleId="TM8">
    <w:name w:val="toc 8"/>
    <w:basedOn w:val="Normal"/>
    <w:next w:val="Normal"/>
    <w:autoRedefine/>
    <w:semiHidden/>
    <w:rsid w:val="000F443E"/>
    <w:pPr>
      <w:ind w:left="1820"/>
    </w:pPr>
  </w:style>
  <w:style w:type="paragraph" w:styleId="TM9">
    <w:name w:val="toc 9"/>
    <w:basedOn w:val="Normal"/>
    <w:next w:val="Normal"/>
    <w:autoRedefine/>
    <w:semiHidden/>
    <w:rsid w:val="000F443E"/>
    <w:pPr>
      <w:ind w:left="2080"/>
    </w:pPr>
  </w:style>
  <w:style w:type="paragraph" w:styleId="Retraitcorpsdetexte">
    <w:name w:val="Body Text Indent"/>
    <w:basedOn w:val="Normal"/>
    <w:rsid w:val="002B3C8B"/>
    <w:pPr>
      <w:jc w:val="center"/>
    </w:pPr>
    <w:rPr>
      <w:rFonts w:ascii="Arial" w:hAnsi="Arial"/>
    </w:rPr>
  </w:style>
  <w:style w:type="character" w:styleId="Appelnotedebasdep">
    <w:name w:val="footnote reference"/>
    <w:qFormat/>
    <w:rsid w:val="000F443E"/>
    <w:rPr>
      <w:rFonts w:ascii="Amasis30" w:hAnsi="Amasis30"/>
      <w:b/>
      <w:sz w:val="36"/>
      <w:vertAlign w:val="superscript"/>
    </w:rPr>
  </w:style>
  <w:style w:type="paragraph" w:styleId="Notedebasdepage">
    <w:name w:val="footnote text"/>
    <w:basedOn w:val="Taille-1Normal"/>
    <w:qFormat/>
    <w:rsid w:val="000F443E"/>
    <w:rPr>
      <w:szCs w:val="30"/>
    </w:rPr>
  </w:style>
  <w:style w:type="paragraph" w:styleId="Retraitcorpsdetexte3">
    <w:name w:val="Body Text Indent 3"/>
    <w:basedOn w:val="Normal"/>
    <w:rsid w:val="002B3C8B"/>
    <w:pPr>
      <w:ind w:left="540" w:firstLine="27"/>
    </w:pPr>
    <w:rPr>
      <w:rFonts w:ascii="Helvetica" w:hAnsi="Helvetica"/>
      <w:color w:val="000000"/>
      <w:sz w:val="20"/>
    </w:rPr>
  </w:style>
  <w:style w:type="paragraph" w:customStyle="1" w:styleId="Auteur">
    <w:name w:val="Auteur"/>
    <w:basedOn w:val="Normal"/>
    <w:rsid w:val="000F443E"/>
    <w:pPr>
      <w:spacing w:before="0" w:after="1800"/>
      <w:ind w:right="851" w:firstLine="0"/>
      <w:jc w:val="right"/>
    </w:pPr>
    <w:rPr>
      <w:sz w:val="48"/>
    </w:rPr>
  </w:style>
  <w:style w:type="paragraph" w:customStyle="1" w:styleId="Titrelivre">
    <w:name w:val="Titre_livre"/>
    <w:basedOn w:val="Normal"/>
    <w:rsid w:val="000F443E"/>
    <w:pPr>
      <w:spacing w:before="0" w:after="1200"/>
      <w:ind w:left="2268" w:right="851" w:firstLine="0"/>
      <w:jc w:val="right"/>
    </w:pPr>
    <w:rPr>
      <w:b/>
      <w:bCs/>
      <w:sz w:val="72"/>
    </w:rPr>
  </w:style>
  <w:style w:type="paragraph" w:customStyle="1" w:styleId="Soustitrelivre">
    <w:name w:val="Sous_titre_livre"/>
    <w:basedOn w:val="Normal"/>
    <w:rsid w:val="000F443E"/>
    <w:pPr>
      <w:spacing w:before="0" w:after="2160"/>
      <w:ind w:left="2268" w:right="851" w:firstLine="0"/>
      <w:jc w:val="right"/>
    </w:pPr>
    <w:rPr>
      <w:bCs/>
      <w:sz w:val="44"/>
      <w:szCs w:val="36"/>
    </w:rPr>
  </w:style>
  <w:style w:type="paragraph" w:customStyle="1" w:styleId="Aproposdispositions">
    <w:name w:val="A_propos_dispositions"/>
    <w:basedOn w:val="Normal"/>
    <w:rsid w:val="000028DA"/>
    <w:pPr>
      <w:ind w:left="567" w:firstLine="0"/>
    </w:pPr>
    <w:rPr>
      <w:sz w:val="30"/>
    </w:rPr>
  </w:style>
  <w:style w:type="paragraph" w:customStyle="1" w:styleId="Photoauteur">
    <w:name w:val="Photo_auteur"/>
    <w:basedOn w:val="Normal"/>
    <w:rsid w:val="000F443E"/>
    <w:pPr>
      <w:spacing w:after="1080"/>
      <w:ind w:left="2268" w:firstLine="0"/>
      <w:jc w:val="center"/>
    </w:pPr>
    <w:rPr>
      <w:noProof/>
    </w:rPr>
  </w:style>
  <w:style w:type="paragraph" w:customStyle="1" w:styleId="DateSortie">
    <w:name w:val="Date_Sortie"/>
    <w:basedOn w:val="Normal"/>
    <w:rsid w:val="000F443E"/>
    <w:pPr>
      <w:spacing w:before="0" w:after="0"/>
      <w:ind w:right="1418" w:firstLine="0"/>
      <w:jc w:val="right"/>
    </w:pPr>
    <w:rPr>
      <w:bCs/>
      <w:sz w:val="40"/>
    </w:rPr>
  </w:style>
  <w:style w:type="paragraph" w:customStyle="1" w:styleId="Titretablematires">
    <w:name w:val="Titre table matières"/>
    <w:basedOn w:val="Normal"/>
    <w:rsid w:val="000F443E"/>
    <w:pPr>
      <w:pBdr>
        <w:top w:val="single" w:sz="8" w:space="1" w:color="auto"/>
        <w:bottom w:val="single" w:sz="8" w:space="1" w:color="auto"/>
      </w:pBdr>
      <w:ind w:left="2552" w:right="2552" w:firstLine="0"/>
      <w:jc w:val="center"/>
    </w:pPr>
    <w:rPr>
      <w:bCs/>
    </w:rPr>
  </w:style>
  <w:style w:type="character" w:styleId="Marquedecommentaire">
    <w:name w:val="annotation reference"/>
    <w:basedOn w:val="Policepardfaut"/>
    <w:semiHidden/>
    <w:rsid w:val="00746266"/>
    <w:rPr>
      <w:sz w:val="16"/>
      <w:szCs w:val="16"/>
    </w:rPr>
  </w:style>
  <w:style w:type="paragraph" w:styleId="Commentaire">
    <w:name w:val="annotation text"/>
    <w:basedOn w:val="Normal"/>
    <w:semiHidden/>
    <w:rsid w:val="00746266"/>
    <w:rPr>
      <w:sz w:val="20"/>
      <w:szCs w:val="20"/>
    </w:rPr>
  </w:style>
  <w:style w:type="paragraph" w:styleId="Objetducommentaire">
    <w:name w:val="annotation subject"/>
    <w:basedOn w:val="Commentaire"/>
    <w:next w:val="Commentaire"/>
    <w:semiHidden/>
    <w:rsid w:val="00746266"/>
    <w:rPr>
      <w:b/>
      <w:bCs/>
    </w:rPr>
  </w:style>
  <w:style w:type="paragraph" w:styleId="Textedebulles">
    <w:name w:val="Balloon Text"/>
    <w:basedOn w:val="Normal"/>
    <w:semiHidden/>
    <w:rsid w:val="00746266"/>
    <w:rPr>
      <w:rFonts w:ascii="Tahoma" w:hAnsi="Tahoma" w:cs="Tahoma"/>
      <w:sz w:val="16"/>
      <w:szCs w:val="16"/>
    </w:rPr>
  </w:style>
  <w:style w:type="paragraph" w:customStyle="1" w:styleId="Centr">
    <w:name w:val="Centré"/>
    <w:basedOn w:val="Normal"/>
    <w:rsid w:val="000F443E"/>
    <w:pPr>
      <w:ind w:firstLine="0"/>
      <w:jc w:val="center"/>
    </w:pPr>
    <w:rPr>
      <w:szCs w:val="20"/>
    </w:rPr>
  </w:style>
  <w:style w:type="paragraph" w:customStyle="1" w:styleId="NormalSansIndent">
    <w:name w:val="NormalSansIndent"/>
    <w:basedOn w:val="Normal"/>
    <w:rsid w:val="000F443E"/>
    <w:pPr>
      <w:ind w:firstLine="0"/>
    </w:pPr>
    <w:rPr>
      <w:szCs w:val="20"/>
    </w:rPr>
  </w:style>
  <w:style w:type="paragraph" w:customStyle="1" w:styleId="NormalSolidaire">
    <w:name w:val="NormalSolidaire"/>
    <w:basedOn w:val="Normal"/>
    <w:qFormat/>
    <w:rsid w:val="000F443E"/>
    <w:pPr>
      <w:keepNext/>
    </w:pPr>
  </w:style>
  <w:style w:type="paragraph" w:customStyle="1" w:styleId="NormalSautPageAvant">
    <w:name w:val="NormalSautPageAvant"/>
    <w:basedOn w:val="Normal"/>
    <w:qFormat/>
    <w:rsid w:val="000F443E"/>
    <w:pPr>
      <w:pageBreakBefore/>
    </w:pPr>
  </w:style>
  <w:style w:type="paragraph" w:customStyle="1" w:styleId="NormalEspAvtGrand">
    <w:name w:val="NormalEspAvtGrand"/>
    <w:basedOn w:val="Normal"/>
    <w:rsid w:val="000F443E"/>
    <w:pPr>
      <w:spacing w:before="2640"/>
    </w:pPr>
    <w:rPr>
      <w:szCs w:val="20"/>
    </w:rPr>
  </w:style>
  <w:style w:type="paragraph" w:customStyle="1" w:styleId="CentrEspAvt0">
    <w:name w:val="CentréEspAvt0"/>
    <w:basedOn w:val="Centr"/>
    <w:next w:val="CentrEspAvt0EspApr0"/>
    <w:rsid w:val="000F443E"/>
    <w:pPr>
      <w:spacing w:before="0"/>
    </w:pPr>
  </w:style>
  <w:style w:type="paragraph" w:customStyle="1" w:styleId="CentrEspApr0">
    <w:name w:val="CentréEspApr0"/>
    <w:basedOn w:val="Centr"/>
    <w:next w:val="Normal"/>
    <w:rsid w:val="000F443E"/>
    <w:pPr>
      <w:spacing w:after="0"/>
    </w:pPr>
  </w:style>
  <w:style w:type="paragraph" w:customStyle="1" w:styleId="CentrEspAvt0EspApr0">
    <w:name w:val="CentréEspAvt0EspApr0"/>
    <w:basedOn w:val="Centr"/>
    <w:rsid w:val="000F443E"/>
    <w:pPr>
      <w:spacing w:before="0" w:after="0"/>
    </w:pPr>
  </w:style>
  <w:style w:type="paragraph" w:customStyle="1" w:styleId="Droite">
    <w:name w:val="Droite"/>
    <w:basedOn w:val="Normal"/>
    <w:next w:val="Normal"/>
    <w:rsid w:val="000F443E"/>
    <w:pPr>
      <w:ind w:firstLine="0"/>
      <w:jc w:val="right"/>
    </w:pPr>
    <w:rPr>
      <w:szCs w:val="20"/>
    </w:rPr>
  </w:style>
  <w:style w:type="paragraph" w:customStyle="1" w:styleId="DroiteRetraitGauche1X">
    <w:name w:val="DroiteRetraitGauche1X"/>
    <w:basedOn w:val="Droite"/>
    <w:next w:val="Normal"/>
    <w:rsid w:val="000F443E"/>
    <w:pPr>
      <w:ind w:left="680"/>
    </w:pPr>
  </w:style>
  <w:style w:type="paragraph" w:customStyle="1" w:styleId="DroiteRetraitGauche2X">
    <w:name w:val="DroiteRetraitGauche2X"/>
    <w:basedOn w:val="Droite"/>
    <w:next w:val="Normal"/>
    <w:rsid w:val="000F443E"/>
    <w:pPr>
      <w:ind w:left="1361"/>
    </w:pPr>
  </w:style>
  <w:style w:type="paragraph" w:customStyle="1" w:styleId="DroiteRetraitGauche3X">
    <w:name w:val="DroiteRetraitGauche3X"/>
    <w:basedOn w:val="Droite"/>
    <w:next w:val="Normal"/>
    <w:rsid w:val="000F443E"/>
    <w:pPr>
      <w:ind w:left="2041"/>
    </w:pPr>
  </w:style>
  <w:style w:type="paragraph" w:customStyle="1" w:styleId="DroiteRetraitGauche4X">
    <w:name w:val="DroiteRetraitGauche4X"/>
    <w:basedOn w:val="Droite"/>
    <w:next w:val="Normal"/>
    <w:rsid w:val="000F443E"/>
    <w:pPr>
      <w:ind w:left="2722"/>
    </w:pPr>
  </w:style>
  <w:style w:type="paragraph" w:customStyle="1" w:styleId="Taille-1Normal">
    <w:name w:val="Taille-1Normal"/>
    <w:basedOn w:val="Normal"/>
    <w:rsid w:val="000F443E"/>
    <w:rPr>
      <w:sz w:val="32"/>
      <w:szCs w:val="28"/>
    </w:rPr>
  </w:style>
  <w:style w:type="paragraph" w:customStyle="1" w:styleId="Taille-1RetraitGauche1X">
    <w:name w:val="Taille-1RetraitGauche1X"/>
    <w:basedOn w:val="Taille-1Normal"/>
    <w:rsid w:val="000F443E"/>
    <w:pPr>
      <w:ind w:left="680"/>
    </w:pPr>
    <w:rPr>
      <w:szCs w:val="20"/>
    </w:rPr>
  </w:style>
  <w:style w:type="paragraph" w:customStyle="1" w:styleId="Taille-1RetraitGauche2X">
    <w:name w:val="Taille-1RetraitGauche2X"/>
    <w:basedOn w:val="Taille-1Normal"/>
    <w:rsid w:val="000F443E"/>
    <w:pPr>
      <w:ind w:left="1361"/>
    </w:pPr>
    <w:rPr>
      <w:szCs w:val="20"/>
    </w:rPr>
  </w:style>
  <w:style w:type="paragraph" w:customStyle="1" w:styleId="Taille-1RetraitGauche3X">
    <w:name w:val="Taille-1RetraitGauche3X"/>
    <w:basedOn w:val="Taille-1Normal"/>
    <w:rsid w:val="000F443E"/>
    <w:pPr>
      <w:ind w:left="2041"/>
    </w:pPr>
    <w:rPr>
      <w:szCs w:val="20"/>
    </w:rPr>
  </w:style>
  <w:style w:type="paragraph" w:customStyle="1" w:styleId="Taille-1RetraitGauche1XIndent0">
    <w:name w:val="Taille-1RetraitGauche1XIndent0"/>
    <w:basedOn w:val="Taille-1RetraitGauche1X"/>
    <w:rsid w:val="000F443E"/>
    <w:pPr>
      <w:ind w:firstLine="0"/>
    </w:pPr>
  </w:style>
  <w:style w:type="paragraph" w:customStyle="1" w:styleId="Taille-1RetraitGauche2XIndent0">
    <w:name w:val="Taille-1RetraitGauche2XIndent0"/>
    <w:basedOn w:val="Taille-1RetraitGauche2X"/>
    <w:rsid w:val="000F443E"/>
    <w:pPr>
      <w:ind w:firstLine="0"/>
    </w:pPr>
  </w:style>
  <w:style w:type="paragraph" w:customStyle="1" w:styleId="Taille-1RetraitGauche3XIndent0">
    <w:name w:val="Taille-1RetraitGauche3XIndent0"/>
    <w:basedOn w:val="Taille-1RetraitGauche3X"/>
    <w:rsid w:val="000F443E"/>
    <w:pPr>
      <w:ind w:firstLine="0"/>
    </w:pPr>
  </w:style>
  <w:style w:type="paragraph" w:customStyle="1" w:styleId="Taille-1RetraitGauche4XIndent0">
    <w:name w:val="Taille-1RetraitGauche4XIndent0"/>
    <w:basedOn w:val="Taille-1Normal"/>
    <w:rsid w:val="000F443E"/>
    <w:pPr>
      <w:ind w:left="2722" w:firstLine="0"/>
    </w:pPr>
    <w:rPr>
      <w:szCs w:val="20"/>
    </w:rPr>
  </w:style>
  <w:style w:type="paragraph" w:customStyle="1" w:styleId="NormalRetraitGauche1X">
    <w:name w:val="NormalRetraitGauche1X"/>
    <w:basedOn w:val="Normal"/>
    <w:rsid w:val="000F443E"/>
    <w:pPr>
      <w:ind w:left="680"/>
    </w:pPr>
    <w:rPr>
      <w:szCs w:val="20"/>
    </w:rPr>
  </w:style>
  <w:style w:type="paragraph" w:customStyle="1" w:styleId="NormalRetraitGauche2X">
    <w:name w:val="NormalRetraitGauche2X"/>
    <w:basedOn w:val="Normal"/>
    <w:rsid w:val="000F443E"/>
    <w:pPr>
      <w:ind w:left="1361"/>
    </w:pPr>
    <w:rPr>
      <w:szCs w:val="20"/>
    </w:rPr>
  </w:style>
  <w:style w:type="paragraph" w:customStyle="1" w:styleId="NormalRetraitGauche3X">
    <w:name w:val="NormalRetraitGauche3X"/>
    <w:basedOn w:val="Normal"/>
    <w:rsid w:val="000F443E"/>
    <w:pPr>
      <w:ind w:left="2041"/>
    </w:pPr>
    <w:rPr>
      <w:szCs w:val="20"/>
    </w:rPr>
  </w:style>
  <w:style w:type="paragraph" w:customStyle="1" w:styleId="NormalRetraitGauche1XIndent0">
    <w:name w:val="NormalRetraitGauche1XIndent0"/>
    <w:basedOn w:val="NormalRetraitGauche1X"/>
    <w:rsid w:val="000F443E"/>
    <w:pPr>
      <w:ind w:firstLine="0"/>
    </w:pPr>
  </w:style>
  <w:style w:type="paragraph" w:customStyle="1" w:styleId="NormalRetraitGauche2XIndent0">
    <w:name w:val="NormalRetraitGauche2XIndent0"/>
    <w:basedOn w:val="NormalRetraitGauche2X"/>
    <w:rsid w:val="000F443E"/>
    <w:pPr>
      <w:ind w:firstLine="0"/>
    </w:pPr>
  </w:style>
  <w:style w:type="paragraph" w:customStyle="1" w:styleId="NormalRetraitGauche3XIndent0">
    <w:name w:val="NormalRetraitGauche3XIndent0"/>
    <w:basedOn w:val="NormalRetraitGauche3X"/>
    <w:rsid w:val="000F443E"/>
    <w:pPr>
      <w:ind w:firstLine="0"/>
    </w:pPr>
  </w:style>
  <w:style w:type="paragraph" w:customStyle="1" w:styleId="NormalRetraitGauche4XIndent0">
    <w:name w:val="NormalRetraitGauche4XIndent0"/>
    <w:basedOn w:val="Normal"/>
    <w:rsid w:val="000F443E"/>
    <w:pPr>
      <w:ind w:left="2722" w:firstLine="0"/>
    </w:pPr>
    <w:rPr>
      <w:szCs w:val="20"/>
    </w:rPr>
  </w:style>
  <w:style w:type="paragraph" w:styleId="Notedefin">
    <w:name w:val="endnote text"/>
    <w:basedOn w:val="Taille-1Normal"/>
    <w:link w:val="NotedefinCar"/>
    <w:uiPriority w:val="99"/>
    <w:semiHidden/>
    <w:unhideWhenUsed/>
    <w:qFormat/>
    <w:rsid w:val="000F443E"/>
    <w:rPr>
      <w:szCs w:val="20"/>
      <w:lang w:val="x-none" w:eastAsia="x-none"/>
    </w:rPr>
  </w:style>
  <w:style w:type="character" w:customStyle="1" w:styleId="NotedefinCar">
    <w:name w:val="Note de fin Car"/>
    <w:link w:val="Notedefin"/>
    <w:uiPriority w:val="99"/>
    <w:semiHidden/>
    <w:rsid w:val="000F443E"/>
    <w:rPr>
      <w:rFonts w:ascii="Amasis30" w:hAnsi="Amasis30"/>
      <w:sz w:val="32"/>
      <w:lang w:val="x-none" w:eastAsia="x-none"/>
    </w:rPr>
  </w:style>
  <w:style w:type="character" w:styleId="Appeldenotedefin">
    <w:name w:val="endnote reference"/>
    <w:uiPriority w:val="99"/>
    <w:unhideWhenUsed/>
    <w:qFormat/>
    <w:rsid w:val="000F443E"/>
    <w:rPr>
      <w:rFonts w:ascii="Amasis30" w:hAnsi="Amasis30"/>
      <w:b/>
      <w:sz w:val="36"/>
      <w:vertAlign w:val="superscript"/>
    </w:rPr>
  </w:style>
  <w:style w:type="paragraph" w:customStyle="1" w:styleId="NormalSuspendu1X">
    <w:name w:val="NormalSuspendu1X"/>
    <w:basedOn w:val="Normal"/>
    <w:rsid w:val="000F443E"/>
    <w:pPr>
      <w:ind w:left="680" w:hanging="680"/>
    </w:pPr>
    <w:rPr>
      <w:szCs w:val="20"/>
    </w:rPr>
  </w:style>
  <w:style w:type="paragraph" w:customStyle="1" w:styleId="NormalSuspendu1XRetrait1X">
    <w:name w:val="NormalSuspendu1XRetrait1X"/>
    <w:basedOn w:val="Normal"/>
    <w:rsid w:val="000F443E"/>
    <w:pPr>
      <w:ind w:left="1360" w:hanging="680"/>
    </w:pPr>
  </w:style>
  <w:style w:type="paragraph" w:customStyle="1" w:styleId="NormalEspAvt0EspApr0">
    <w:name w:val="NormalEspAvt0EspApr0"/>
    <w:basedOn w:val="Normal"/>
    <w:rsid w:val="000F443E"/>
    <w:pPr>
      <w:spacing w:before="0" w:after="0"/>
    </w:pPr>
    <w:rPr>
      <w:szCs w:val="20"/>
    </w:rPr>
  </w:style>
  <w:style w:type="paragraph" w:customStyle="1" w:styleId="NormalSuspendu1XRetrait2X">
    <w:name w:val="NormalSuspendu1XRetrait2X"/>
    <w:basedOn w:val="Normal"/>
    <w:rsid w:val="000F443E"/>
    <w:pPr>
      <w:ind w:left="2041" w:hanging="680"/>
    </w:pPr>
  </w:style>
  <w:style w:type="paragraph" w:customStyle="1" w:styleId="NormalSuspendu1XRetrait3X">
    <w:name w:val="NormalSuspendu1XRetrait3X"/>
    <w:basedOn w:val="Normal"/>
    <w:rsid w:val="000F443E"/>
    <w:pPr>
      <w:ind w:left="2721" w:hanging="680"/>
    </w:pPr>
    <w:rPr>
      <w:szCs w:val="20"/>
    </w:rPr>
  </w:style>
  <w:style w:type="paragraph" w:customStyle="1" w:styleId="NormalSuspendu1XRetrait4X">
    <w:name w:val="NormalSuspendu1XRetrait4X"/>
    <w:basedOn w:val="Normal"/>
    <w:rsid w:val="000F443E"/>
    <w:pPr>
      <w:ind w:left="3402" w:hanging="680"/>
    </w:pPr>
    <w:rPr>
      <w:szCs w:val="20"/>
    </w:rPr>
  </w:style>
  <w:style w:type="character" w:customStyle="1" w:styleId="Taille-1Caracteres">
    <w:name w:val="Taille-1Caracteres"/>
    <w:qFormat/>
    <w:rsid w:val="000F443E"/>
    <w:rPr>
      <w:sz w:val="32"/>
      <w:szCs w:val="20"/>
    </w:rPr>
  </w:style>
  <w:style w:type="paragraph" w:customStyle="1" w:styleId="Etoile">
    <w:name w:val="Etoile"/>
    <w:basedOn w:val="Normal"/>
    <w:qFormat/>
    <w:rsid w:val="000F443E"/>
    <w:pPr>
      <w:ind w:firstLine="0"/>
      <w:jc w:val="center"/>
    </w:pPr>
    <w:rPr>
      <w:b/>
      <w:sz w:val="40"/>
      <w:szCs w:val="28"/>
    </w:rPr>
  </w:style>
  <w:style w:type="paragraph" w:customStyle="1" w:styleId="Taille-1Suspendu1XRetrait1XEsp0">
    <w:name w:val="Taille-1Suspendu1XRetrait1XEsp0"/>
    <w:basedOn w:val="Taille-1RetraitGauche1X"/>
    <w:qFormat/>
    <w:rsid w:val="000F443E"/>
    <w:pPr>
      <w:spacing w:before="0" w:after="0"/>
      <w:ind w:left="1360" w:hanging="680"/>
    </w:pPr>
  </w:style>
  <w:style w:type="character" w:styleId="Mentionnonrsolue">
    <w:name w:val="Unresolved Mention"/>
    <w:uiPriority w:val="99"/>
    <w:semiHidden/>
    <w:unhideWhenUsed/>
    <w:rsid w:val="000F443E"/>
    <w:rPr>
      <w:color w:val="605E5C"/>
      <w:shd w:val="clear" w:color="auto" w:fill="E1DFDD"/>
    </w:rPr>
  </w:style>
  <w:style w:type="paragraph" w:customStyle="1" w:styleId="Taille-1Suspendu1XRetrait2XEsp0">
    <w:name w:val="Taille-1Suspendu1XRetrait2XEsp0"/>
    <w:basedOn w:val="Taille-1RetraitGauche2X"/>
    <w:qFormat/>
    <w:rsid w:val="000F443E"/>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0F443E"/>
    <w:pPr>
      <w:spacing w:before="0" w:after="0"/>
    </w:pPr>
  </w:style>
  <w:style w:type="paragraph" w:customStyle="1" w:styleId="NormalSuspendu1XEsp0">
    <w:name w:val="NormalSuspendu1XEsp0"/>
    <w:basedOn w:val="NormalSuspendu1X"/>
    <w:qFormat/>
    <w:rsid w:val="000F443E"/>
    <w:pPr>
      <w:spacing w:before="0" w:after="0"/>
    </w:pPr>
  </w:style>
  <w:style w:type="paragraph" w:customStyle="1" w:styleId="NormalSuspendu1XRetrait2XEsp0">
    <w:name w:val="NormalSuspendu1XRetrait2XEsp0"/>
    <w:basedOn w:val="NormalSuspendu1XRetrait2X"/>
    <w:qFormat/>
    <w:rsid w:val="000F443E"/>
    <w:pPr>
      <w:spacing w:before="0" w:after="0"/>
    </w:pPr>
  </w:style>
  <w:style w:type="paragraph" w:customStyle="1" w:styleId="ParagrapheVideNormal">
    <w:name w:val="ParagrapheVideNormal"/>
    <w:basedOn w:val="Normal"/>
    <w:next w:val="Normal"/>
    <w:qFormat/>
    <w:rsid w:val="000F443E"/>
  </w:style>
  <w:style w:type="paragraph" w:customStyle="1" w:styleId="ParagrapheVideNormal2">
    <w:name w:val="ParagrapheVideNormal2"/>
    <w:basedOn w:val="ParagrapheVideNormal"/>
    <w:next w:val="Normal"/>
    <w:qFormat/>
    <w:rsid w:val="000F443E"/>
  </w:style>
  <w:style w:type="paragraph" w:customStyle="1" w:styleId="Image">
    <w:name w:val="Image"/>
    <w:basedOn w:val="Centr"/>
    <w:next w:val="Normal"/>
    <w:qFormat/>
    <w:rsid w:val="000F4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05E70-9F02-4B06-9796-88A040B7E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TotalTime>
  <Pages>1</Pages>
  <Words>2758</Words>
  <Characters>15174</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LE CHANT DU CYGNE</vt:lpstr>
    </vt:vector>
  </TitlesOfParts>
  <Company>Ebooks libres et gratuits</Company>
  <LinksUpToDate>false</LinksUpToDate>
  <CharactersWithSpaces>17897</CharactersWithSpaces>
  <SharedDoc>false</SharedDoc>
  <HLinks>
    <vt:vector size="42" baseType="variant">
      <vt:variant>
        <vt:i4>2293820</vt:i4>
      </vt:variant>
      <vt:variant>
        <vt:i4>36</vt:i4>
      </vt:variant>
      <vt:variant>
        <vt:i4>0</vt:i4>
      </vt:variant>
      <vt:variant>
        <vt:i4>5</vt:i4>
      </vt:variant>
      <vt:variant>
        <vt:lpwstr>http://www.ebooksgratuits.com/</vt:lpwstr>
      </vt:variant>
      <vt:variant>
        <vt:lpwstr/>
      </vt:variant>
      <vt:variant>
        <vt:i4>7929972</vt:i4>
      </vt:variant>
      <vt:variant>
        <vt:i4>33</vt:i4>
      </vt:variant>
      <vt:variant>
        <vt:i4>0</vt:i4>
      </vt:variant>
      <vt:variant>
        <vt:i4>5</vt:i4>
      </vt:variant>
      <vt:variant>
        <vt:lpwstr>http://fr.groups.yahoo.com/group/ebooksgratuits</vt:lpwstr>
      </vt:variant>
      <vt:variant>
        <vt:lpwstr/>
      </vt:variant>
      <vt:variant>
        <vt:i4>1179702</vt:i4>
      </vt:variant>
      <vt:variant>
        <vt:i4>26</vt:i4>
      </vt:variant>
      <vt:variant>
        <vt:i4>0</vt:i4>
      </vt:variant>
      <vt:variant>
        <vt:i4>5</vt:i4>
      </vt:variant>
      <vt:variant>
        <vt:lpwstr/>
      </vt:variant>
      <vt:variant>
        <vt:lpwstr>_Toc208755972</vt:lpwstr>
      </vt:variant>
      <vt:variant>
        <vt:i4>1179702</vt:i4>
      </vt:variant>
      <vt:variant>
        <vt:i4>20</vt:i4>
      </vt:variant>
      <vt:variant>
        <vt:i4>0</vt:i4>
      </vt:variant>
      <vt:variant>
        <vt:i4>5</vt:i4>
      </vt:variant>
      <vt:variant>
        <vt:lpwstr/>
      </vt:variant>
      <vt:variant>
        <vt:lpwstr>_Toc208755971</vt:lpwstr>
      </vt:variant>
      <vt:variant>
        <vt:i4>1179702</vt:i4>
      </vt:variant>
      <vt:variant>
        <vt:i4>14</vt:i4>
      </vt:variant>
      <vt:variant>
        <vt:i4>0</vt:i4>
      </vt:variant>
      <vt:variant>
        <vt:i4>5</vt:i4>
      </vt:variant>
      <vt:variant>
        <vt:lpwstr/>
      </vt:variant>
      <vt:variant>
        <vt:lpwstr>_Toc208755970</vt:lpwstr>
      </vt:variant>
      <vt:variant>
        <vt:i4>1245238</vt:i4>
      </vt:variant>
      <vt:variant>
        <vt:i4>8</vt:i4>
      </vt:variant>
      <vt:variant>
        <vt:i4>0</vt:i4>
      </vt:variant>
      <vt:variant>
        <vt:i4>5</vt:i4>
      </vt:variant>
      <vt:variant>
        <vt:lpwstr/>
      </vt:variant>
      <vt:variant>
        <vt:lpwstr>_Toc208755969</vt:lpwstr>
      </vt:variant>
      <vt:variant>
        <vt:i4>1245238</vt:i4>
      </vt:variant>
      <vt:variant>
        <vt:i4>2</vt:i4>
      </vt:variant>
      <vt:variant>
        <vt:i4>0</vt:i4>
      </vt:variant>
      <vt:variant>
        <vt:i4>5</vt:i4>
      </vt:variant>
      <vt:variant>
        <vt:lpwstr/>
      </vt:variant>
      <vt:variant>
        <vt:lpwstr>_Toc208755968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Chant du Cygne</dc:title>
  <dc:subject>Théâtre</dc:subject>
  <dc:creator>Anton Pavlovitch Tchekhov</dc:creator>
  <cp:keywords/>
  <dc:description>« Quel acteur j’ai été ! Et quel talent, quelle force j’avais ! » affirme Svietlovidov et pour appuyer cela, il déclame une anthologie de tirades de Shakespeare, Pouchkine…
Mais le théâtre, de second ordre, est vide au milieu de la nuit, l’acteur est ivre et vieux. C’est drôle, dérisoire et pathétique.</dc:description>
  <cp:lastModifiedBy>Cool Micro</cp:lastModifiedBy>
  <cp:revision>4</cp:revision>
  <cp:lastPrinted>2025-04-15T17:03:00Z</cp:lastPrinted>
  <dcterms:created xsi:type="dcterms:W3CDTF">2025-04-15T17:02:00Z</dcterms:created>
  <dcterms:modified xsi:type="dcterms:W3CDTF">2025-04-15T17:03:00Z</dcterms:modified>
  <cp:category>Théâtre</cp:category>
</cp:coreProperties>
</file>